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6503A" w14:textId="77777777" w:rsidR="00370512" w:rsidRDefault="00370512">
      <w:pPr>
        <w:rPr>
          <w:rFonts w:asciiTheme="majorHAnsi" w:hAnsiTheme="majorHAnsi" w:cstheme="majorHAnsi"/>
          <w:sz w:val="22"/>
          <w:szCs w:val="22"/>
        </w:rPr>
      </w:pPr>
    </w:p>
    <w:p w14:paraId="208937CE" w14:textId="2691FD05" w:rsidR="00423E50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49A480C8" w14:textId="46ED5BF0" w:rsidR="00423E50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1AECD384" w14:textId="0A7B33D1" w:rsidR="00423E50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337F89A1" w14:textId="77777777" w:rsidR="00423E50" w:rsidRPr="00D93324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4B2E90C2" w14:textId="77777777" w:rsidR="00423E50" w:rsidRPr="00ED3A3D" w:rsidRDefault="00423E50" w:rsidP="00423E50">
      <w:pPr>
        <w:autoSpaceDE w:val="0"/>
        <w:autoSpaceDN w:val="0"/>
        <w:adjustRightInd w:val="0"/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 xml:space="preserve">Kodanikuühiskonna ja kohanemispoliitika osakond </w:t>
      </w:r>
    </w:p>
    <w:p w14:paraId="547441C9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 w:rsidRPr="00ED3A3D">
        <w:rPr>
          <w:rFonts w:eastAsiaTheme="minorHAnsi" w:cs="Times New Roman"/>
          <w:color w:val="000000"/>
          <w:lang w:val="et-EE" w:eastAsia="en-US"/>
        </w:rPr>
        <w:t>Siseministeerium</w:t>
      </w:r>
    </w:p>
    <w:p w14:paraId="0B0C97A9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hyperlink r:id="rId7" w:history="1">
        <w:r w:rsidRPr="00ED3A3D">
          <w:rPr>
            <w:rStyle w:val="Hperlink"/>
            <w:rFonts w:eastAsiaTheme="minorHAnsi" w:cs="Times New Roman"/>
            <w:lang w:val="et-EE" w:eastAsia="en-US"/>
          </w:rPr>
          <w:t>info@siseministeerium.ee</w:t>
        </w:r>
      </w:hyperlink>
      <w:r w:rsidRPr="00ED3A3D">
        <w:rPr>
          <w:rFonts w:eastAsiaTheme="minorHAnsi" w:cs="Times New Roman"/>
          <w:color w:val="000000"/>
          <w:lang w:val="et-EE" w:eastAsia="en-US"/>
        </w:rPr>
        <w:tab/>
      </w:r>
      <w:r w:rsidRPr="00ED3A3D">
        <w:rPr>
          <w:rFonts w:eastAsiaTheme="minorHAnsi" w:cs="Times New Roman"/>
          <w:color w:val="000000"/>
          <w:lang w:val="et-EE" w:eastAsia="en-US"/>
        </w:rPr>
        <w:tab/>
      </w:r>
      <w:r w:rsidRPr="00ED3A3D">
        <w:rPr>
          <w:rFonts w:eastAsiaTheme="minorHAnsi" w:cs="Times New Roman"/>
          <w:color w:val="000000"/>
          <w:lang w:val="et-EE" w:eastAsia="en-US"/>
        </w:rPr>
        <w:tab/>
      </w:r>
      <w:r w:rsidRPr="00ED3A3D">
        <w:rPr>
          <w:rFonts w:eastAsiaTheme="minorHAnsi" w:cs="Times New Roman"/>
          <w:color w:val="000000"/>
          <w:lang w:val="et-EE" w:eastAsia="en-US"/>
        </w:rPr>
        <w:tab/>
      </w:r>
      <w:r w:rsidRPr="00ED3A3D">
        <w:rPr>
          <w:rFonts w:eastAsiaTheme="minorHAnsi" w:cs="Times New Roman"/>
          <w:color w:val="000000"/>
          <w:lang w:val="et-EE" w:eastAsia="en-US"/>
        </w:rPr>
        <w:tab/>
      </w:r>
      <w:r w:rsidRPr="00ED3A3D">
        <w:rPr>
          <w:rFonts w:eastAsiaTheme="minorHAnsi" w:cs="Times New Roman"/>
          <w:color w:val="000000"/>
          <w:lang w:val="et-EE" w:eastAsia="en-US"/>
        </w:rPr>
        <w:tab/>
      </w:r>
      <w:r>
        <w:rPr>
          <w:rFonts w:eastAsiaTheme="minorHAnsi" w:cs="Times New Roman"/>
          <w:color w:val="000000"/>
          <w:lang w:val="et-EE" w:eastAsia="en-US"/>
        </w:rPr>
        <w:t>09</w:t>
      </w:r>
      <w:r w:rsidRPr="00B37920">
        <w:rPr>
          <w:rFonts w:eastAsiaTheme="minorHAnsi" w:cs="Times New Roman"/>
          <w:color w:val="000000"/>
          <w:lang w:val="et-EE" w:eastAsia="en-US"/>
        </w:rPr>
        <w:t>.0</w:t>
      </w:r>
      <w:r>
        <w:rPr>
          <w:rFonts w:eastAsiaTheme="minorHAnsi" w:cs="Times New Roman"/>
          <w:color w:val="000000"/>
          <w:lang w:val="et-EE" w:eastAsia="en-US"/>
        </w:rPr>
        <w:t>2</w:t>
      </w:r>
      <w:r w:rsidRPr="00B37920">
        <w:rPr>
          <w:rFonts w:eastAsiaTheme="minorHAnsi" w:cs="Times New Roman"/>
          <w:color w:val="000000"/>
          <w:lang w:val="et-EE" w:eastAsia="en-US"/>
        </w:rPr>
        <w:t>.202</w:t>
      </w:r>
      <w:r>
        <w:rPr>
          <w:rFonts w:eastAsiaTheme="minorHAnsi" w:cs="Times New Roman"/>
          <w:color w:val="000000"/>
          <w:lang w:val="et-EE" w:eastAsia="en-US"/>
        </w:rPr>
        <w:t>2</w:t>
      </w:r>
      <w:r w:rsidRPr="00B37920">
        <w:rPr>
          <w:rFonts w:eastAsiaTheme="minorHAnsi" w:cs="Times New Roman"/>
          <w:color w:val="000000"/>
          <w:lang w:val="et-EE" w:eastAsia="en-US"/>
        </w:rPr>
        <w:t xml:space="preserve"> nr </w:t>
      </w:r>
      <w:r>
        <w:rPr>
          <w:rFonts w:eastAsiaTheme="minorHAnsi" w:cs="Times New Roman"/>
          <w:color w:val="000000"/>
          <w:lang w:val="et-EE" w:eastAsia="en-US"/>
        </w:rPr>
        <w:t>2</w:t>
      </w:r>
      <w:r w:rsidRPr="00B37920">
        <w:rPr>
          <w:rFonts w:eastAsiaTheme="minorHAnsi" w:cs="Times New Roman"/>
          <w:color w:val="000000"/>
          <w:lang w:val="et-EE" w:eastAsia="en-US"/>
        </w:rPr>
        <w:t>/1-8</w:t>
      </w:r>
    </w:p>
    <w:p w14:paraId="7D22E77D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3F178FFC" w14:textId="77777777" w:rsidR="00423E50" w:rsidRPr="00ED3A3D" w:rsidRDefault="00423E50" w:rsidP="00423E50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05FB8DD8" w14:textId="77777777" w:rsidR="00423E50" w:rsidRPr="00ED3A3D" w:rsidRDefault="00423E50" w:rsidP="00423E50">
      <w:pPr>
        <w:autoSpaceDE w:val="0"/>
        <w:autoSpaceDN w:val="0"/>
        <w:adjustRightInd w:val="0"/>
        <w:jc w:val="center"/>
        <w:rPr>
          <w:rFonts w:eastAsiaTheme="minorHAnsi" w:cs="Times New Roman"/>
          <w:color w:val="000000"/>
          <w:lang w:val="et-EE" w:eastAsia="en-US"/>
        </w:rPr>
      </w:pPr>
    </w:p>
    <w:p w14:paraId="1E7D3C09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</w:p>
    <w:p w14:paraId="4574F152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  <w:r w:rsidRPr="00ED3A3D">
        <w:rPr>
          <w:rFonts w:eastAsiaTheme="minorHAnsi" w:cs="Times New Roman"/>
          <w:b/>
          <w:bCs/>
          <w:color w:val="000000"/>
          <w:lang w:val="et-EE" w:eastAsia="en-US"/>
        </w:rPr>
        <w:t>TAOTLUS</w:t>
      </w:r>
    </w:p>
    <w:p w14:paraId="325ABEA4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5E5069FA" w14:textId="77777777" w:rsidR="00423E50" w:rsidRPr="00ED3A3D" w:rsidRDefault="00423E50" w:rsidP="00423E50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4DFE71D6" w14:textId="77777777" w:rsidR="00423E50" w:rsidRPr="00ED3A3D" w:rsidRDefault="00423E50" w:rsidP="00423E50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Käesolevaga esitan taotluse riigieelarvelise toetuse väljamaksmiseks lähtudes 202</w:t>
      </w:r>
      <w:r>
        <w:rPr>
          <w:rFonts w:eastAsiaTheme="minorHAnsi" w:cs="Times New Roman"/>
          <w:lang w:val="et-EE" w:eastAsia="en-US"/>
        </w:rPr>
        <w:t>2</w:t>
      </w:r>
      <w:r w:rsidRPr="00ED3A3D">
        <w:rPr>
          <w:rFonts w:eastAsiaTheme="minorHAnsi" w:cs="Times New Roman"/>
          <w:lang w:val="et-EE" w:eastAsia="en-US"/>
        </w:rPr>
        <w:t>. aasta riigieelarve seadusest ja halduslepinguga nr 7-3/829-1 SA Kodanikuühiskonna Sihtkapital (KÜSK) antud ülesannete täitmiseks ning lisatud KÜSK 202</w:t>
      </w:r>
      <w:r>
        <w:rPr>
          <w:rFonts w:eastAsiaTheme="minorHAnsi" w:cs="Times New Roman"/>
          <w:lang w:val="et-EE" w:eastAsia="en-US"/>
        </w:rPr>
        <w:t>2</w:t>
      </w:r>
      <w:r w:rsidRPr="00ED3A3D">
        <w:rPr>
          <w:rFonts w:eastAsiaTheme="minorHAnsi" w:cs="Times New Roman"/>
          <w:lang w:val="et-EE" w:eastAsia="en-US"/>
        </w:rPr>
        <w:t>. aasta tegevuskavast ja finantsplaanist, KÜSK 202</w:t>
      </w:r>
      <w:r>
        <w:rPr>
          <w:rFonts w:eastAsiaTheme="minorHAnsi" w:cs="Times New Roman"/>
          <w:lang w:val="et-EE" w:eastAsia="en-US"/>
        </w:rPr>
        <w:t>2</w:t>
      </w:r>
      <w:r w:rsidRPr="00ED3A3D">
        <w:rPr>
          <w:rFonts w:eastAsiaTheme="minorHAnsi" w:cs="Times New Roman"/>
          <w:lang w:val="et-EE" w:eastAsia="en-US"/>
        </w:rPr>
        <w:t xml:space="preserve">. aasta eelarvest, mille KÜSK nõukogu kinnitas </w:t>
      </w:r>
      <w:r>
        <w:rPr>
          <w:rFonts w:eastAsiaTheme="minorHAnsi" w:cs="Times New Roman"/>
          <w:lang w:val="et-EE" w:eastAsia="en-US"/>
        </w:rPr>
        <w:t>4. veebruari</w:t>
      </w:r>
      <w:r w:rsidRPr="00ED3A3D">
        <w:rPr>
          <w:rFonts w:eastAsiaTheme="minorHAnsi" w:cs="Times New Roman"/>
          <w:lang w:val="et-EE" w:eastAsia="en-US"/>
        </w:rPr>
        <w:t xml:space="preserve"> 202</w:t>
      </w:r>
      <w:r>
        <w:rPr>
          <w:rFonts w:eastAsiaTheme="minorHAnsi" w:cs="Times New Roman"/>
          <w:lang w:val="et-EE" w:eastAsia="en-US"/>
        </w:rPr>
        <w:t>2</w:t>
      </w:r>
      <w:r w:rsidRPr="00ED3A3D">
        <w:rPr>
          <w:rFonts w:eastAsiaTheme="minorHAnsi" w:cs="Times New Roman"/>
          <w:lang w:val="et-EE" w:eastAsia="en-US"/>
        </w:rPr>
        <w:t xml:space="preserve"> aasta koosolekul.</w:t>
      </w:r>
    </w:p>
    <w:p w14:paraId="35620CAA" w14:textId="77777777" w:rsidR="00423E50" w:rsidRPr="00ED3A3D" w:rsidRDefault="00423E50" w:rsidP="00423E50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Samuti palun käskkirja ettevalmistamisel lähtuda järgmisest põhimõttest:</w:t>
      </w:r>
    </w:p>
    <w:p w14:paraId="0D8C9B25" w14:textId="77777777" w:rsidR="00423E50" w:rsidRPr="00ED3A3D" w:rsidRDefault="00423E50" w:rsidP="00423E50">
      <w:pPr>
        <w:autoSpaceDE w:val="0"/>
        <w:autoSpaceDN w:val="0"/>
        <w:adjustRightInd w:val="0"/>
        <w:spacing w:line="240" w:lineRule="atLeast"/>
        <w:ind w:left="426" w:hanging="426"/>
        <w:rPr>
          <w:rFonts w:cs="Times New Roman"/>
          <w:bCs/>
          <w:lang w:val="et-EE"/>
        </w:rPr>
      </w:pPr>
      <w:r w:rsidRPr="00ED3A3D">
        <w:rPr>
          <w:rFonts w:cs="Times New Roman"/>
          <w:bCs/>
          <w:lang w:val="et-EE"/>
        </w:rPr>
        <w:t>1. Käskkirjaga 202</w:t>
      </w:r>
      <w:r>
        <w:rPr>
          <w:rFonts w:cs="Times New Roman"/>
          <w:bCs/>
          <w:lang w:val="et-EE"/>
        </w:rPr>
        <w:t>2</w:t>
      </w:r>
      <w:r w:rsidRPr="00ED3A3D">
        <w:rPr>
          <w:rFonts w:cs="Times New Roman"/>
          <w:bCs/>
          <w:lang w:val="et-EE"/>
        </w:rPr>
        <w:t xml:space="preserve">. aastal eraldatud toetus, mis vabaneb sõltumata põhjustest või jääb kasutamata (st </w:t>
      </w:r>
      <w:r w:rsidRPr="00ED3A3D">
        <w:rPr>
          <w:rFonts w:cs="Times New Roman"/>
          <w:lang w:val="et-EE" w:eastAsia="et-EE"/>
        </w:rPr>
        <w:t xml:space="preserve">lepinguliste kohustustega katmata tulevasteks väljamakseteks), </w:t>
      </w:r>
      <w:r w:rsidRPr="00ED3A3D">
        <w:rPr>
          <w:rFonts w:cs="Times New Roman"/>
          <w:bCs/>
          <w:lang w:val="et-EE"/>
        </w:rPr>
        <w:t xml:space="preserve">edasine kasutusotstarve määratakse täiendava käskkirjaga või järgmisel aastal antava käskkirjaga. </w:t>
      </w:r>
      <w:r w:rsidRPr="00ED3A3D">
        <w:rPr>
          <w:rFonts w:cs="Times New Roman"/>
          <w:bCs/>
          <w:kern w:val="36"/>
          <w:lang w:val="et-EE" w:eastAsia="et-EE"/>
        </w:rPr>
        <w:t xml:space="preserve"> </w:t>
      </w:r>
    </w:p>
    <w:p w14:paraId="6628958F" w14:textId="77777777" w:rsidR="00423E50" w:rsidRPr="00ED3A3D" w:rsidRDefault="00423E50" w:rsidP="00423E50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3DFE74DA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65D5AA3B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Lugupidamisega</w:t>
      </w:r>
    </w:p>
    <w:p w14:paraId="50F08DDF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377F8831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32989405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 xml:space="preserve">(allkirjastatud digitaalselt) </w:t>
      </w:r>
    </w:p>
    <w:p w14:paraId="227363F4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3FCE3CD7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6600DC98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4A1BA0EA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Anneli Roosalu</w:t>
      </w:r>
    </w:p>
    <w:p w14:paraId="20F907DA" w14:textId="77777777" w:rsidR="00423E50" w:rsidRPr="00ED3A3D" w:rsidRDefault="00423E50" w:rsidP="00423E50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Juhataja</w:t>
      </w:r>
    </w:p>
    <w:p w14:paraId="0CAEFDAE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3046BAA1" w14:textId="77777777" w:rsidR="00423E50" w:rsidRPr="00ED3A3D" w:rsidRDefault="00423E50" w:rsidP="00423E50">
      <w:pPr>
        <w:rPr>
          <w:rFonts w:cs="Times New Roman"/>
          <w:lang w:val="et-EE"/>
        </w:rPr>
      </w:pPr>
    </w:p>
    <w:p w14:paraId="247271BB" w14:textId="77777777" w:rsidR="00423E50" w:rsidRPr="00ED3A3D" w:rsidRDefault="00423E50" w:rsidP="00423E50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 xml:space="preserve">Lisa: </w:t>
      </w:r>
    </w:p>
    <w:p w14:paraId="5581D219" w14:textId="77777777" w:rsidR="00423E50" w:rsidRPr="00ED3A3D" w:rsidRDefault="00423E50" w:rsidP="00423E50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KÜSK 202</w:t>
      </w:r>
      <w:r>
        <w:rPr>
          <w:rFonts w:eastAsiaTheme="minorHAnsi" w:cs="Times New Roman"/>
          <w:lang w:val="et-EE" w:eastAsia="en-US"/>
        </w:rPr>
        <w:t>2</w:t>
      </w:r>
      <w:r w:rsidRPr="00ED3A3D">
        <w:rPr>
          <w:rFonts w:eastAsiaTheme="minorHAnsi" w:cs="Times New Roman"/>
          <w:lang w:val="et-EE" w:eastAsia="en-US"/>
        </w:rPr>
        <w:t xml:space="preserve">. aasta </w:t>
      </w:r>
      <w:r>
        <w:rPr>
          <w:rFonts w:eastAsiaTheme="minorHAnsi" w:cs="Times New Roman"/>
          <w:lang w:val="et-EE" w:eastAsia="en-US"/>
        </w:rPr>
        <w:t>eelarve,</w:t>
      </w:r>
      <w:r w:rsidRPr="00ED3A3D">
        <w:rPr>
          <w:rFonts w:eastAsiaTheme="minorHAnsi" w:cs="Times New Roman"/>
          <w:lang w:val="et-EE" w:eastAsia="en-US"/>
        </w:rPr>
        <w:t xml:space="preserve"> finantsplaan</w:t>
      </w:r>
      <w:r>
        <w:rPr>
          <w:rFonts w:eastAsiaTheme="minorHAnsi" w:cs="Times New Roman"/>
          <w:lang w:val="et-EE" w:eastAsia="en-US"/>
        </w:rPr>
        <w:t xml:space="preserve"> ja tegevuskava</w:t>
      </w:r>
      <w:r w:rsidRPr="00ED3A3D">
        <w:rPr>
          <w:rFonts w:eastAsiaTheme="minorHAnsi" w:cs="Times New Roman"/>
          <w:lang w:val="et-EE" w:eastAsia="en-US"/>
        </w:rPr>
        <w:t>.</w:t>
      </w:r>
    </w:p>
    <w:p w14:paraId="6A60A6F8" w14:textId="77777777" w:rsidR="00195527" w:rsidRDefault="00195527" w:rsidP="00195527">
      <w:pPr>
        <w:rPr>
          <w:rFonts w:ascii="Calibri" w:hAnsi="Calibri"/>
          <w:b/>
        </w:rPr>
      </w:pPr>
    </w:p>
    <w:sectPr w:rsidR="00195527" w:rsidSect="00A510AA">
      <w:headerReference w:type="default" r:id="rId8"/>
      <w:footerReference w:type="default" r:id="rId9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D9567" w14:textId="77777777" w:rsidR="00C610DE" w:rsidRDefault="00C610DE" w:rsidP="0040241D">
      <w:r>
        <w:separator/>
      </w:r>
    </w:p>
  </w:endnote>
  <w:endnote w:type="continuationSeparator" w:id="0">
    <w:p w14:paraId="29240C46" w14:textId="77777777" w:rsidR="00C610DE" w:rsidRDefault="00C610DE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C561B" w14:textId="77777777" w:rsidR="001568C4" w:rsidRDefault="001568C4">
    <w:pPr>
      <w:pStyle w:val="Jalus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65472B" wp14:editId="61682D29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13"/>
                          </w:tblGrid>
                          <w:tr w:rsidR="00C32368" w:rsidRPr="00E75CDD" w14:paraId="001567FE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DE39D46" w14:textId="77777777" w:rsidR="00C32368" w:rsidRPr="00E75CDD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proofErr w:type="spellStart"/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</w:t>
                                </w:r>
                                <w:proofErr w:type="spellEnd"/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 xml:space="preserve"> plats 2, Viljandi 71020</w:t>
                                </w:r>
                              </w:p>
                            </w:tc>
                          </w:tr>
                          <w:tr w:rsidR="00C32368" w:rsidRPr="007C2659" w14:paraId="397FAECA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0431B6B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423E50" w14:paraId="1B657980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2615778" w14:textId="77777777" w:rsidR="00C32368" w:rsidRPr="00E75CDD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E75CDD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EF2F45A" w14:textId="77777777" w:rsidR="001568C4" w:rsidRPr="00E75CDD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65472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13"/>
                    </w:tblGrid>
                    <w:tr w:rsidR="00C32368" w:rsidRPr="00E75CDD" w14:paraId="001567FE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DE39D46" w14:textId="77777777" w:rsidR="00C32368" w:rsidRPr="00E75CDD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</w:t>
                          </w:r>
                          <w:proofErr w:type="spellEnd"/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 xml:space="preserve"> plats 2, Viljandi 71020</w:t>
                          </w:r>
                        </w:p>
                      </w:tc>
                    </w:tr>
                    <w:tr w:rsidR="00C32368" w:rsidRPr="007C2659" w14:paraId="397FAECA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0431B6B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423E50" w14:paraId="1B657980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2615778" w14:textId="77777777" w:rsidR="00C32368" w:rsidRPr="00E75CDD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E75CDD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EF2F45A" w14:textId="77777777" w:rsidR="001568C4" w:rsidRPr="00E75CDD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997780" wp14:editId="3E8A6223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1DC78DF8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0D8E0E4E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4E8F05C6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0B9E2F73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5FDD6335" w14:textId="77777777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997780" id="Text Box 4" o:spid="_x0000_s1027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1DC78DF8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0D8E0E4E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4E8F05C6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0B9E2F73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5FDD6335" w14:textId="77777777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95C92" w14:textId="77777777" w:rsidR="00C610DE" w:rsidRDefault="00C610DE" w:rsidP="0040241D">
      <w:r>
        <w:separator/>
      </w:r>
    </w:p>
  </w:footnote>
  <w:footnote w:type="continuationSeparator" w:id="0">
    <w:p w14:paraId="27F7CD95" w14:textId="77777777" w:rsidR="00C610DE" w:rsidRDefault="00C610DE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2E8FD" w14:textId="77777777" w:rsidR="001568C4" w:rsidRDefault="00FC2F73">
    <w:pPr>
      <w:pStyle w:val="Pis"/>
    </w:pPr>
    <w:r>
      <w:rPr>
        <w:noProof/>
        <w:lang w:eastAsia="et-EE" w:bidi="ar-SA"/>
      </w:rPr>
      <w:drawing>
        <wp:anchor distT="0" distB="0" distL="114300" distR="114300" simplePos="0" relativeHeight="251664384" behindDoc="1" locked="0" layoutInCell="1" allowOverlap="1" wp14:anchorId="11EB090C" wp14:editId="00C6CDAE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2673350" cy="51752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ysk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350" cy="51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12947">
      <w:rPr>
        <w:noProof/>
        <w:lang w:eastAsia="et-EE" w:bidi="ar-SA"/>
      </w:rPr>
      <w:drawing>
        <wp:anchor distT="0" distB="0" distL="114300" distR="114300" simplePos="0" relativeHeight="251663360" behindDoc="1" locked="1" layoutInCell="1" allowOverlap="1" wp14:anchorId="65CD4827" wp14:editId="0F55E60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E50"/>
    <w:rsid w:val="000C5BC0"/>
    <w:rsid w:val="000E041B"/>
    <w:rsid w:val="001568C4"/>
    <w:rsid w:val="00195527"/>
    <w:rsid w:val="00253F82"/>
    <w:rsid w:val="002C18D8"/>
    <w:rsid w:val="002C43D6"/>
    <w:rsid w:val="00322B05"/>
    <w:rsid w:val="00342427"/>
    <w:rsid w:val="00370512"/>
    <w:rsid w:val="003F22D1"/>
    <w:rsid w:val="0040241D"/>
    <w:rsid w:val="00423E50"/>
    <w:rsid w:val="00482DC7"/>
    <w:rsid w:val="00496682"/>
    <w:rsid w:val="004D3759"/>
    <w:rsid w:val="00552989"/>
    <w:rsid w:val="00556B82"/>
    <w:rsid w:val="0064589A"/>
    <w:rsid w:val="006B3474"/>
    <w:rsid w:val="006B42D4"/>
    <w:rsid w:val="006F389E"/>
    <w:rsid w:val="00722E3F"/>
    <w:rsid w:val="00724041"/>
    <w:rsid w:val="007C2659"/>
    <w:rsid w:val="007E58E7"/>
    <w:rsid w:val="00894CAD"/>
    <w:rsid w:val="0093515F"/>
    <w:rsid w:val="00980253"/>
    <w:rsid w:val="009F601A"/>
    <w:rsid w:val="00A510AA"/>
    <w:rsid w:val="00A75DF2"/>
    <w:rsid w:val="00AA002B"/>
    <w:rsid w:val="00B263A6"/>
    <w:rsid w:val="00BB4DB6"/>
    <w:rsid w:val="00BD5F9C"/>
    <w:rsid w:val="00C02106"/>
    <w:rsid w:val="00C03833"/>
    <w:rsid w:val="00C32368"/>
    <w:rsid w:val="00C610DE"/>
    <w:rsid w:val="00CC4406"/>
    <w:rsid w:val="00D96BC0"/>
    <w:rsid w:val="00E43C79"/>
    <w:rsid w:val="00E75CDD"/>
    <w:rsid w:val="00E873FB"/>
    <w:rsid w:val="00F12947"/>
    <w:rsid w:val="00F7092A"/>
    <w:rsid w:val="00F845BD"/>
    <w:rsid w:val="00FA2BA3"/>
    <w:rsid w:val="00F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D0FC8"/>
  <w14:defaultImageDpi w14:val="330"/>
  <w15:docId w15:val="{D2B90071-B4FE-4A42-9EC2-6B5DD876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3E50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  <w:lang w:val="et-EE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  <w:lang w:val="et-EE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  <w:lang w:val="et-EE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  <w:rPr>
      <w:lang w:val="et-EE"/>
    </w:r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  <w:rPr>
      <w:lang w:val="et-EE"/>
    </w:r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t-EE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  <w:lang w:val="et-EE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  <w:lang w:val="et-EE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  <w:lang w:val="et-EE"/>
    </w:rPr>
  </w:style>
  <w:style w:type="character" w:styleId="Tugev">
    <w:name w:val="Strong"/>
    <w:basedOn w:val="Liguvaikefont"/>
    <w:uiPriority w:val="22"/>
    <w:qFormat/>
    <w:rsid w:val="00E75CDD"/>
    <w:rPr>
      <w:b/>
      <w:bCs/>
    </w:rPr>
  </w:style>
  <w:style w:type="character" w:styleId="Hperlink">
    <w:name w:val="Hyperlink"/>
    <w:basedOn w:val="Liguvaikefont"/>
    <w:uiPriority w:val="99"/>
    <w:unhideWhenUsed/>
    <w:rsid w:val="00423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siseministeerium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YSK3\Dropbox\17_DOKUMENTIDE%20ALUSED\Uuendatud%20dokumentide%20alused%202021\Kirjade%20alused\K&#220;SK%20kirja%20BLANKETT%20%5bUUS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KÜSK kirja BLANKETT [UUS]</Template>
  <TotalTime>1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</dc:creator>
  <cp:keywords/>
  <dc:description/>
  <cp:lastModifiedBy>Anneli Roosalu</cp:lastModifiedBy>
  <cp:revision>1</cp:revision>
  <cp:lastPrinted>2014-08-04T11:46:00Z</cp:lastPrinted>
  <dcterms:created xsi:type="dcterms:W3CDTF">2022-02-09T07:47:00Z</dcterms:created>
  <dcterms:modified xsi:type="dcterms:W3CDTF">2022-02-09T07:48:00Z</dcterms:modified>
</cp:coreProperties>
</file>