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6"/>
        <w:gridCol w:w="4309"/>
      </w:tblGrid>
      <w:tr w:rsidR="00F158E9" w14:paraId="2FC7C217" w14:textId="77777777">
        <w:trPr>
          <w:cantSplit/>
          <w:trHeight w:val="284"/>
        </w:trPr>
        <w:tc>
          <w:tcPr>
            <w:tcW w:w="9498" w:type="dxa"/>
            <w:gridSpan w:val="2"/>
          </w:tcPr>
          <w:p w14:paraId="73C4D162" w14:textId="652C3B30" w:rsidR="00F158E9" w:rsidRDefault="00330D03">
            <w:pPr>
              <w:pStyle w:val="Heading4"/>
              <w:framePr w:w="9526" w:h="1474" w:wrap="notBeside" w:y="3063"/>
            </w:pPr>
            <w:r>
              <w:fldChar w:fldCharType="begin">
                <w:ffData>
                  <w:name w:val=""/>
                  <w:enabled/>
                  <w:calcOnExit w:val="0"/>
                  <w:helpText w:type="text" w:val="Sisestage siia käskkirja väljaandja ametinimetus.&#10;&#10;Näiteks: JUHATUSE ESIMEES&#10;&#10;Seejärel liikuge Tab klahviga järgmisele väljale."/>
                  <w:statusText w:type="text" w:val="Sisestage siia käskkirja väljaandja ametinimetus (vt F1)"/>
                  <w:textInput>
                    <w:format w:val="Ülaregist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6B1E62" w:rsidRPr="008222E2">
              <w:rPr>
                <w:noProof/>
              </w:rPr>
              <w:t>PUIDUTURUSTUSOSAKONNA JUHATAJA</w:t>
            </w:r>
            <w:r>
              <w:fldChar w:fldCharType="end"/>
            </w:r>
          </w:p>
          <w:p w14:paraId="60A18713" w14:textId="77777777" w:rsidR="00F158E9" w:rsidRDefault="00F158E9">
            <w:pPr>
              <w:pStyle w:val="Heading4"/>
              <w:framePr w:w="9526" w:h="1474" w:wrap="notBeside" w:y="3063"/>
            </w:pPr>
            <w:r>
              <w:t>KÄSKKIRI</w:t>
            </w:r>
          </w:p>
        </w:tc>
      </w:tr>
      <w:tr w:rsidR="00F158E9" w14:paraId="64ED4E7A" w14:textId="77777777">
        <w:trPr>
          <w:cantSplit/>
          <w:trHeight w:val="570"/>
        </w:trPr>
        <w:tc>
          <w:tcPr>
            <w:tcW w:w="5216" w:type="dxa"/>
            <w:tcBorders>
              <w:bottom w:val="nil"/>
            </w:tcBorders>
          </w:tcPr>
          <w:p w14:paraId="1D6DAC32" w14:textId="77777777" w:rsidR="00F158E9" w:rsidRDefault="00F158E9">
            <w:pPr>
              <w:pStyle w:val="Heading4"/>
              <w:framePr w:w="9526" w:h="1474" w:wrap="notBeside" w:y="3063"/>
              <w:rPr>
                <w:sz w:val="22"/>
              </w:rPr>
            </w:pPr>
          </w:p>
          <w:bookmarkStart w:id="0" w:name="Text2"/>
          <w:p w14:paraId="1373CAB7" w14:textId="77777777" w:rsidR="00F158E9" w:rsidRDefault="00330D03" w:rsidP="008222E2">
            <w:r>
              <w:fldChar w:fldCharType="begin">
                <w:ffData>
                  <w:name w:val="Text2"/>
                  <w:enabled/>
                  <w:calcOnExit w:val="0"/>
                  <w:helpText w:type="text" w:val="Sisestage siia koostamise koht.&#10;&#10;&#10;&#10;Seejärel liikuge Tab klahviga järgmisele väljale."/>
                  <w:statusText w:type="text" w:val="Sisestage siia koostamise koht.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8222E2" w:rsidRPr="008222E2">
              <w:rPr>
                <w:noProof/>
              </w:rPr>
              <w:t xml:space="preserve">Tallinn </w:t>
            </w:r>
            <w:r>
              <w:fldChar w:fldCharType="end"/>
            </w:r>
            <w:bookmarkEnd w:id="0"/>
          </w:p>
        </w:tc>
        <w:tc>
          <w:tcPr>
            <w:tcW w:w="4309" w:type="dxa"/>
            <w:tcBorders>
              <w:bottom w:val="nil"/>
            </w:tcBorders>
          </w:tcPr>
          <w:p w14:paraId="5C348C12" w14:textId="77777777" w:rsidR="00F158E9" w:rsidRDefault="00F158E9">
            <w:pPr>
              <w:pStyle w:val="Heading4"/>
              <w:framePr w:w="9526" w:h="1474" w:wrap="notBeside" w:y="3063"/>
              <w:rPr>
                <w:sz w:val="22"/>
              </w:rPr>
            </w:pPr>
          </w:p>
          <w:p w14:paraId="66EE7437" w14:textId="747F2571" w:rsidR="00F158E9" w:rsidRDefault="00330D03" w:rsidP="00104189">
            <w:r>
              <w:fldChar w:fldCharType="begin">
                <w:ffData>
                  <w:name w:val=""/>
                  <w:enabled/>
                  <w:calcOnExit w:val="0"/>
                  <w:helpText w:type="text" w:val="Sisestage siia kuupäev.&#10;&#10;Näiteks: &#10;01. aprilll 2012&#10;kuupäev vastavalt digitaalallkirja kuupäevale&#10;&#10;Seejärel liikuge Tab klahviga järgmisele väljale."/>
                  <w:statusText w:type="text" w:val="Sisestage siia kuupäev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B60285">
              <w:t>29</w:t>
            </w:r>
            <w:r w:rsidR="006B1E62">
              <w:t xml:space="preserve">. </w:t>
            </w:r>
            <w:r w:rsidR="00B60285">
              <w:t>aprill</w:t>
            </w:r>
            <w:r w:rsidR="00D72ECF">
              <w:t xml:space="preserve"> 20</w:t>
            </w:r>
            <w:r w:rsidR="00D844AF">
              <w:t>2</w:t>
            </w:r>
            <w:r w:rsidR="00B60285">
              <w:t>5</w:t>
            </w:r>
            <w:r>
              <w:fldChar w:fldCharType="end"/>
            </w:r>
            <w:r w:rsidR="00F158E9">
              <w:t xml:space="preserve"> nr </w:t>
            </w:r>
            <w:r>
              <w:fldChar w:fldCharType="begin">
                <w:ffData>
                  <w:name w:val=""/>
                  <w:enabled/>
                  <w:calcOnExit w:val="0"/>
                  <w:helpText w:type="text" w:val="Sisestage siia käskkirja viit.&#10;&#10;Näiteks: &#10;2-6/7&#10;2-6/number vastavalt faili nimes märgitule&#10;&#10;Seejärel liikuge Tab klahviga järgmisele väljale."/>
                  <w:statusText w:type="text" w:val="Sisestage siia käskkirja viit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8222E2" w:rsidRPr="008222E2">
              <w:rPr>
                <w:noProof/>
              </w:rPr>
              <w:t>1-5/</w:t>
            </w:r>
            <w:r w:rsidR="00F00AFC">
              <w:rPr>
                <w:noProof/>
              </w:rPr>
              <w:t>37</w:t>
            </w:r>
            <w:r>
              <w:fldChar w:fldCharType="end"/>
            </w:r>
          </w:p>
        </w:tc>
      </w:tr>
    </w:tbl>
    <w:p w14:paraId="7EE878C1" w14:textId="77777777" w:rsidR="00F158E9" w:rsidRDefault="00F158E9">
      <w:pPr>
        <w:framePr w:w="9526" w:h="1474" w:wrap="notBeside" w:vAnchor="page" w:hAnchor="page" w:x="1702" w:y="3063"/>
        <w:rPr>
          <w:sz w:val="12"/>
        </w:rPr>
      </w:pPr>
    </w:p>
    <w:p w14:paraId="376D8D88" w14:textId="77777777" w:rsidR="00F158E9" w:rsidRDefault="008222E2">
      <w:pPr>
        <w:framePr w:w="3289" w:h="851" w:wrap="around" w:vAnchor="page" w:hAnchor="page" w:x="8052" w:y="625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 wp14:anchorId="70963000" wp14:editId="4CBC6FE7">
            <wp:extent cx="2087880" cy="541020"/>
            <wp:effectExtent l="0" t="0" r="7620" b="0"/>
            <wp:docPr id="1" name="Picture 1" descr="RMK_logo_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MK_logo_v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788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DB7958" w14:textId="77777777" w:rsidR="00F158E9" w:rsidRDefault="00F158E9">
      <w:pPr>
        <w:pStyle w:val="Footer"/>
      </w:pPr>
    </w:p>
    <w:bookmarkStart w:id="1" w:name="Text7"/>
    <w:p w14:paraId="7ECADDC3" w14:textId="3C9632CD" w:rsidR="00F158E9" w:rsidRDefault="00D638ED">
      <w:pPr>
        <w:pStyle w:val="Heading1"/>
      </w:pPr>
      <w:r>
        <w:fldChar w:fldCharType="begin">
          <w:ffData>
            <w:name w:val="Text7"/>
            <w:enabled/>
            <w:calcOnExit w:val="0"/>
            <w:helpText w:type="text" w:val="Sisestage siia pealkiri.&#10;&#10;Näiteks: Puhkusele lubamine&#10;&#10;Seejärel liikuge Tab klahviga järgmisele väljale."/>
            <w:statusText w:type="text" w:val="Sisestage siia pealkiri (vt F1)"/>
            <w:textInput>
              <w:format w:val="Algsuurtäht"/>
            </w:textInput>
          </w:ffData>
        </w:fldChar>
      </w:r>
      <w:r>
        <w:instrText xml:space="preserve"> FORMTEXT </w:instrText>
      </w:r>
      <w:r>
        <w:fldChar w:fldCharType="separate"/>
      </w:r>
      <w:r w:rsidR="00F41DD0" w:rsidRPr="00F41DD0">
        <w:rPr>
          <w:noProof/>
        </w:rPr>
        <w:t xml:space="preserve">Enampakkumise </w:t>
      </w:r>
      <w:r w:rsidR="00986F9C">
        <w:rPr>
          <w:noProof/>
        </w:rPr>
        <w:t xml:space="preserve">pakkumuste </w:t>
      </w:r>
      <w:r w:rsidR="00F41DD0" w:rsidRPr="00F41DD0">
        <w:rPr>
          <w:noProof/>
        </w:rPr>
        <w:t>nõuetele vastavus ja</w:t>
      </w:r>
      <w:r w:rsidR="00F41DD0">
        <w:rPr>
          <w:noProof/>
        </w:rPr>
        <w:t xml:space="preserve"> </w:t>
      </w:r>
      <w:r w:rsidR="00D73095" w:rsidRPr="00D73095">
        <w:rPr>
          <w:noProof/>
        </w:rPr>
        <w:t>e</w:t>
      </w:r>
      <w:r w:rsidR="00F41DD0">
        <w:rPr>
          <w:noProof/>
        </w:rPr>
        <w:t>dukate pakkumuste</w:t>
      </w:r>
      <w:r w:rsidR="00D73095" w:rsidRPr="00D73095">
        <w:rPr>
          <w:noProof/>
        </w:rPr>
        <w:t xml:space="preserve"> kinnitamine</w:t>
      </w:r>
      <w:r>
        <w:fldChar w:fldCharType="end"/>
      </w:r>
      <w:bookmarkEnd w:id="1"/>
    </w:p>
    <w:p w14:paraId="47AA75E8" w14:textId="77777777" w:rsidR="00F158E9" w:rsidRDefault="00F158E9"/>
    <w:p w14:paraId="717A123B" w14:textId="77777777" w:rsidR="00F158E9" w:rsidRDefault="00F158E9">
      <w:pPr>
        <w:rPr>
          <w:sz w:val="26"/>
        </w:rPr>
      </w:pPr>
    </w:p>
    <w:p w14:paraId="27779576" w14:textId="77777777" w:rsidR="00F158E9" w:rsidRDefault="00F158E9">
      <w:pPr>
        <w:sectPr w:rsidR="00F158E9">
          <w:headerReference w:type="default" r:id="rId8"/>
          <w:footerReference w:type="default" r:id="rId9"/>
          <w:headerReference w:type="first" r:id="rId10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14:paraId="2FB619E1" w14:textId="77777777" w:rsidR="00DC1AA6" w:rsidRDefault="00DC1AA6" w:rsidP="00DC1AA6">
      <w:pPr>
        <w:autoSpaceDE w:val="0"/>
        <w:autoSpaceDN w:val="0"/>
        <w:adjustRightInd w:val="0"/>
        <w:rPr>
          <w:rFonts w:ascii="TimesNewRomanPSMT" w:hAnsi="TimesNewRomanPSMT" w:cs="TimesNewRomanPSMT"/>
          <w:spacing w:val="0"/>
          <w:position w:val="0"/>
          <w:szCs w:val="24"/>
          <w:lang w:val="en-GB" w:eastAsia="et-EE"/>
        </w:rPr>
      </w:pPr>
      <w:r>
        <w:rPr>
          <w:spacing w:val="0"/>
          <w:position w:val="0"/>
          <w:szCs w:val="24"/>
          <w:lang w:val="en-GB" w:eastAsia="et-EE"/>
        </w:rPr>
        <w:t>RMK juhatuse 04. veebruari 2025. a otsusega nr 1-</w:t>
      </w:r>
      <w:r>
        <w:rPr>
          <w:rFonts w:ascii="TimesNewRomanPSMT" w:hAnsi="TimesNewRomanPSMT" w:cs="TimesNewRomanPSMT"/>
          <w:spacing w:val="0"/>
          <w:position w:val="0"/>
          <w:szCs w:val="24"/>
          <w:lang w:val="en-GB" w:eastAsia="et-EE"/>
        </w:rPr>
        <w:t>32/23 kinnitatud „RMK</w:t>
      </w:r>
    </w:p>
    <w:p w14:paraId="6CB0A94E" w14:textId="780B89CD" w:rsidR="008222E2" w:rsidRDefault="00DC1AA6" w:rsidP="00DC1AA6">
      <w:pPr>
        <w:rPr>
          <w:spacing w:val="0"/>
          <w:position w:val="0"/>
          <w:szCs w:val="24"/>
          <w:lang w:val="en-GB" w:eastAsia="et-EE"/>
        </w:rPr>
      </w:pPr>
      <w:r>
        <w:rPr>
          <w:rFonts w:ascii="TimesNewRomanPSMT" w:hAnsi="TimesNewRomanPSMT" w:cs="TimesNewRomanPSMT"/>
          <w:spacing w:val="0"/>
          <w:position w:val="0"/>
          <w:szCs w:val="24"/>
          <w:lang w:val="en-GB" w:eastAsia="et-EE"/>
        </w:rPr>
        <w:t>puiduturustusosakonna põhimääruse ” punkti 5.4.5. alusel</w:t>
      </w:r>
      <w:r>
        <w:rPr>
          <w:spacing w:val="0"/>
          <w:position w:val="0"/>
          <w:szCs w:val="24"/>
          <w:lang w:val="en-GB" w:eastAsia="et-EE"/>
        </w:rPr>
        <w:t>.</w:t>
      </w:r>
    </w:p>
    <w:p w14:paraId="09226491" w14:textId="77777777" w:rsidR="00DC1AA6" w:rsidRDefault="00DC1AA6" w:rsidP="00DC1AA6">
      <w:pPr>
        <w:rPr>
          <w:spacing w:val="0"/>
          <w:position w:val="0"/>
          <w:szCs w:val="24"/>
          <w:lang w:val="en-GB" w:eastAsia="et-EE"/>
        </w:rPr>
      </w:pPr>
    </w:p>
    <w:p w14:paraId="3CE5B90D" w14:textId="77777777" w:rsidR="00DC1AA6" w:rsidRDefault="00DC1AA6" w:rsidP="00DC1AA6"/>
    <w:p w14:paraId="505C08F3" w14:textId="391D9C05" w:rsidR="00F158E9" w:rsidRDefault="004C22C7" w:rsidP="008222E2">
      <w:r>
        <w:t>k</w:t>
      </w:r>
      <w:r w:rsidR="00D73095" w:rsidRPr="00D73095">
        <w:t xml:space="preserve"> i n n i t a n   RMK </w:t>
      </w:r>
      <w:r w:rsidR="00B60285">
        <w:t>24</w:t>
      </w:r>
      <w:r w:rsidR="006B1E62">
        <w:t xml:space="preserve">. </w:t>
      </w:r>
      <w:r w:rsidR="00B60285">
        <w:t>aprilli</w:t>
      </w:r>
      <w:r w:rsidR="00D844AF">
        <w:t xml:space="preserve"> 202</w:t>
      </w:r>
      <w:r w:rsidR="00B60285">
        <w:t>5</w:t>
      </w:r>
      <w:r w:rsidR="00D73095" w:rsidRPr="00D73095">
        <w:t xml:space="preserve">. a </w:t>
      </w:r>
      <w:r w:rsidR="00B60285">
        <w:t>kiirestirikneva metsamaterjali</w:t>
      </w:r>
      <w:r w:rsidR="00F41DD0" w:rsidRPr="00F41DD0">
        <w:t xml:space="preserve"> kirjaliku enampakkumise </w:t>
      </w:r>
      <w:r w:rsidR="00A50408">
        <w:t xml:space="preserve">pakkujate kvalifitseerimise, </w:t>
      </w:r>
      <w:r w:rsidR="00F423AC">
        <w:t xml:space="preserve">pakkumuste </w:t>
      </w:r>
      <w:r w:rsidR="00F41DD0" w:rsidRPr="00F41DD0">
        <w:t>hindamise ja eduka</w:t>
      </w:r>
      <w:r w:rsidR="00A50408">
        <w:t>ks tunnistamise</w:t>
      </w:r>
      <w:r w:rsidR="00F41DD0" w:rsidRPr="00F41DD0">
        <w:t xml:space="preserve"> </w:t>
      </w:r>
      <w:r w:rsidR="00561C11">
        <w:t>otsuse protokolli nr 3-3.4/</w:t>
      </w:r>
      <w:r w:rsidR="00B60285">
        <w:t>5</w:t>
      </w:r>
      <w:r w:rsidR="00F41DD0" w:rsidRPr="00F41DD0">
        <w:t xml:space="preserve"> (</w:t>
      </w:r>
      <w:r w:rsidR="007918DD" w:rsidRPr="007918DD">
        <w:t xml:space="preserve">protokoll salvestatud RMK dokumendihaldussüsteemis sarjas 3-3.4, dokumendi id </w:t>
      </w:r>
      <w:r w:rsidR="00F00AFC" w:rsidRPr="00F00AFC">
        <w:t>858409</w:t>
      </w:r>
      <w:r w:rsidR="007918DD">
        <w:t>)</w:t>
      </w:r>
      <w:r w:rsidR="00EB1D4C">
        <w:t>.</w:t>
      </w:r>
    </w:p>
    <w:p w14:paraId="75D0369A" w14:textId="77777777" w:rsidR="00F423AC" w:rsidRDefault="00F423AC" w:rsidP="008222E2"/>
    <w:p w14:paraId="4FCBBA77" w14:textId="77777777" w:rsidR="00F423AC" w:rsidRDefault="00F423AC" w:rsidP="00F423AC">
      <w:pPr>
        <w:sectPr w:rsidR="00F423AC"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</w:p>
    <w:p w14:paraId="55BD3F45" w14:textId="77777777" w:rsidR="00F158E9" w:rsidRDefault="00F158E9"/>
    <w:p w14:paraId="58312450" w14:textId="77777777" w:rsidR="00F158E9" w:rsidRDefault="00F158E9"/>
    <w:bookmarkStart w:id="2" w:name="Dropdown9"/>
    <w:p w14:paraId="704B00A1" w14:textId="77777777" w:rsidR="00F158E9" w:rsidRDefault="00D638ED">
      <w:r>
        <w:rPr>
          <w:spacing w:val="0"/>
          <w:position w:val="0"/>
        </w:rPr>
        <w:fldChar w:fldCharType="begin">
          <w:ffData>
            <w:name w:val="Dropdown9"/>
            <w:enabled/>
            <w:calcOnExit w:val="0"/>
            <w:helpText w:type="text" w:val="Tehke valik vastavalt allkirjastamise viisile.&#10;&#10;Kui käskkiri allkirjastatakse digitaalselt, avage rippmenüü ja tehke valik (allkirjastatud digitaalselt)&#10;&#10;Seejärel liikuge Tab klahviga järgmisele väljale."/>
            <w:statusText w:type="text" w:val="Tehke valik vastavalt allkirjastamise viisile (vt F1)"/>
            <w:ddList>
              <w:result w:val="1"/>
              <w:listEntry w:val="          "/>
              <w:listEntry w:val="(allkirjastatud digitaalselt)"/>
            </w:ddList>
          </w:ffData>
        </w:fldChar>
      </w:r>
      <w:r>
        <w:rPr>
          <w:spacing w:val="0"/>
          <w:position w:val="0"/>
        </w:rPr>
        <w:instrText xml:space="preserve"> FORMDROPDOWN </w:instrText>
      </w:r>
      <w:r>
        <w:rPr>
          <w:spacing w:val="0"/>
          <w:position w:val="0"/>
        </w:rPr>
      </w:r>
      <w:r>
        <w:rPr>
          <w:spacing w:val="0"/>
          <w:position w:val="0"/>
        </w:rPr>
        <w:fldChar w:fldCharType="separate"/>
      </w:r>
      <w:r>
        <w:rPr>
          <w:spacing w:val="0"/>
          <w:position w:val="0"/>
        </w:rPr>
        <w:fldChar w:fldCharType="end"/>
      </w:r>
      <w:bookmarkEnd w:id="2"/>
    </w:p>
    <w:p w14:paraId="08640C17" w14:textId="77777777" w:rsidR="00F158E9" w:rsidRDefault="00F158E9"/>
    <w:p w14:paraId="01307B8B" w14:textId="77777777" w:rsidR="00F158E9" w:rsidRDefault="00F158E9"/>
    <w:p w14:paraId="3C0024EA" w14:textId="47A1090B" w:rsidR="00F158E9" w:rsidRDefault="00D638ED">
      <w:r>
        <w:fldChar w:fldCharType="begin">
          <w:ffData>
            <w:name w:val=""/>
            <w:enabled/>
            <w:calcOnExit w:val="0"/>
            <w:helpText w:type="text" w:val="Sisestage siia allakirjutaja nimi.&#10;&#10;&#10;&#10;Seejärel liikuge Tab klahviga järgmisele väljale."/>
            <w:statusText w:type="text" w:val="Sisestage siia allakirjutaja nimi."/>
            <w:textInput/>
          </w:ffData>
        </w:fldChar>
      </w:r>
      <w:r>
        <w:instrText xml:space="preserve"> FORMTEXT </w:instrText>
      </w:r>
      <w:r>
        <w:fldChar w:fldCharType="separate"/>
      </w:r>
      <w:r w:rsidR="00B60285">
        <w:rPr>
          <w:noProof/>
        </w:rPr>
        <w:t>Esko Oras</w:t>
      </w:r>
      <w:r>
        <w:fldChar w:fldCharType="end"/>
      </w:r>
    </w:p>
    <w:p w14:paraId="6C94FF4C" w14:textId="77777777" w:rsidR="00F158E9" w:rsidRDefault="00D638ED">
      <w:r>
        <w:fldChar w:fldCharType="begin">
          <w:ffData>
            <w:name w:val=""/>
            <w:enabled/>
            <w:calcOnExit w:val="0"/>
            <w:helpText w:type="text" w:val="Sisestage siia allakirjutaja ametinimetus.&#10;&#10;&#10;&#10;Seejärel liikuge Tab klahviga järgmisele väljale."/>
            <w:statusText w:type="text" w:val="Sisestage siia allakirjutaja ametinimetus."/>
            <w:textInput/>
          </w:ffData>
        </w:fldChar>
      </w:r>
      <w:r>
        <w:instrText xml:space="preserve"> FORMTEXT </w:instrText>
      </w:r>
      <w:r>
        <w:fldChar w:fldCharType="separate"/>
      </w:r>
      <w:r w:rsidR="008222E2" w:rsidRPr="008222E2">
        <w:rPr>
          <w:noProof/>
        </w:rPr>
        <w:t>Puiduturustusosakonna juhataja</w:t>
      </w:r>
      <w:r>
        <w:fldChar w:fldCharType="end"/>
      </w:r>
    </w:p>
    <w:p w14:paraId="2B12E732" w14:textId="77777777" w:rsidR="00F158E9" w:rsidRDefault="00F158E9"/>
    <w:p w14:paraId="0F3C21E3" w14:textId="77777777" w:rsidR="00F158E9" w:rsidRDefault="00F158E9"/>
    <w:p w14:paraId="10ECC833" w14:textId="77777777" w:rsidR="00F158E9" w:rsidRDefault="00F158E9"/>
    <w:bookmarkStart w:id="3" w:name="Text28"/>
    <w:p w14:paraId="66C911FC" w14:textId="77777777" w:rsidR="00F158E9" w:rsidRDefault="00D638ED">
      <w:r>
        <w:fldChar w:fldCharType="begin">
          <w:ffData>
            <w:name w:val="Text28"/>
            <w:enabled/>
            <w:calcOnExit w:val="0"/>
            <w:helpText w:type="text" w:val="Sisestage siia jaotuskava.&#10;&#10;Näiteks: &#10;Jaotuskava: finantsosakond, personaliosakond&#10;&#10;Seejärel liikuge Tab klahviga järgmisele väljale.&#10;&#10;"/>
            <w:statusText w:type="text" w:val="Sisestage siia jaotuskava (vt F1)"/>
            <w:textInput/>
          </w:ffData>
        </w:fldChar>
      </w:r>
      <w:r>
        <w:instrText xml:space="preserve"> FORMTEXT </w:instrText>
      </w:r>
      <w:r>
        <w:fldChar w:fldCharType="separate"/>
      </w:r>
      <w:r w:rsidR="008222E2" w:rsidRPr="008222E2">
        <w:rPr>
          <w:noProof/>
        </w:rPr>
        <w:t>Jaotuskava: puiduturustusosakond</w:t>
      </w:r>
      <w:r>
        <w:fldChar w:fldCharType="end"/>
      </w:r>
      <w:bookmarkEnd w:id="3"/>
    </w:p>
    <w:p w14:paraId="4AC3D8FF" w14:textId="77777777" w:rsidR="00F158E9" w:rsidRDefault="00F158E9"/>
    <w:p w14:paraId="5668906B" w14:textId="77777777" w:rsidR="00F158E9" w:rsidRDefault="00F158E9"/>
    <w:p w14:paraId="0479344A" w14:textId="77777777" w:rsidR="00F158E9" w:rsidRDefault="00F158E9"/>
    <w:p w14:paraId="38D79F13" w14:textId="77777777" w:rsidR="00F158E9" w:rsidRDefault="00330D03">
      <w:r>
        <w:fldChar w:fldCharType="begin">
          <w:ffData>
            <w:name w:val=""/>
            <w:enabled/>
            <w:calcOnExit w:val="0"/>
            <w:helpText w:type="text" w:val="Sisestage siia koostaja nimi.&#10;&#10;&#10;&#10;Seejärel liikuge Tab klahviga järgmisele väljale."/>
            <w:statusText w:type="text" w:val="Sisestage siia koostaja nimi."/>
            <w:textInput/>
          </w:ffData>
        </w:fldChar>
      </w:r>
      <w:r>
        <w:instrText xml:space="preserve"> FORMTEXT </w:instrText>
      </w:r>
      <w:r>
        <w:fldChar w:fldCharType="separate"/>
      </w:r>
      <w:r w:rsidR="008222E2">
        <w:t> </w:t>
      </w:r>
      <w:r w:rsidR="008222E2">
        <w:t> </w:t>
      </w:r>
      <w:r w:rsidR="008222E2">
        <w:t> </w:t>
      </w:r>
      <w:r w:rsidR="008222E2">
        <w:t> </w:t>
      </w:r>
      <w:r w:rsidR="008222E2">
        <w:t> </w:t>
      </w:r>
      <w:r>
        <w:fldChar w:fldCharType="end"/>
      </w:r>
    </w:p>
    <w:p w14:paraId="42FE6B7A" w14:textId="77777777" w:rsidR="00F158E9" w:rsidRDefault="00330D03">
      <w:r>
        <w:fldChar w:fldCharType="begin">
          <w:ffData>
            <w:name w:val=""/>
            <w:enabled/>
            <w:calcOnExit w:val="0"/>
            <w:helpText w:type="text" w:val="Sisestage siia koostaja ametinimetus.&#10;&#10;&#10;&#10;Seejärel liikuge Tab klahviga järgmisele väljale."/>
            <w:statusText w:type="text" w:val="Sisestage siia koostaja ametinimetus.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356DFD6A" w14:textId="77777777" w:rsidR="00D638ED" w:rsidRDefault="00330D03">
      <w:r>
        <w:fldChar w:fldCharType="begin">
          <w:ffData>
            <w:name w:val=""/>
            <w:enabled/>
            <w:calcOnExit w:val="0"/>
            <w:helpText w:type="text" w:val="Sisestage siia koostamise kuupäev.&#10;&#10;Näiteks: 01. aprill 2012"/>
            <w:statusText w:type="text" w:val="Sisestage siia koostamise kuupäev (vt F1)"/>
            <w:textInput>
              <w:maxLength w:val="27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sectPr w:rsidR="00D638ED">
      <w:footerReference w:type="default" r:id="rId11"/>
      <w:headerReference w:type="first" r:id="rId12"/>
      <w:footerReference w:type="first" r:id="rId13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D9E63E" w14:textId="77777777" w:rsidR="00BE5590" w:rsidRDefault="00BE5590">
      <w:r>
        <w:separator/>
      </w:r>
    </w:p>
  </w:endnote>
  <w:endnote w:type="continuationSeparator" w:id="0">
    <w:p w14:paraId="54781367" w14:textId="77777777" w:rsidR="00BE5590" w:rsidRDefault="00BE5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9D961" w14:textId="77777777" w:rsidR="00F158E9" w:rsidRDefault="00F158E9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E50C89" w14:textId="77777777" w:rsidR="00F158E9" w:rsidRDefault="00F158E9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C1ED88" w14:textId="77777777" w:rsidR="00F158E9" w:rsidRDefault="00F158E9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61E3F0" w14:textId="77777777" w:rsidR="00BE5590" w:rsidRDefault="00BE5590">
      <w:r>
        <w:separator/>
      </w:r>
    </w:p>
  </w:footnote>
  <w:footnote w:type="continuationSeparator" w:id="0">
    <w:p w14:paraId="691153EC" w14:textId="77777777" w:rsidR="00BE5590" w:rsidRDefault="00BE55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198F5B" w14:textId="77777777" w:rsidR="00F158E9" w:rsidRDefault="00F158E9">
    <w:pPr>
      <w:pStyle w:val="Head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CCFFA0" w14:textId="77777777" w:rsidR="00F158E9" w:rsidRDefault="00F158E9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D0AFB8" w14:textId="77777777" w:rsidR="00F158E9" w:rsidRDefault="00F158E9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 w16cid:durableId="100298348">
    <w:abstractNumId w:val="0"/>
  </w:num>
  <w:num w:numId="2" w16cid:durableId="169335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uKMg9OBfBsqDp3AKEDs4BcXhtJ4=" w:salt="K6xIq+edhRSi4zlA2HeUxg==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22E2"/>
    <w:rsid w:val="00045CE7"/>
    <w:rsid w:val="00054B2F"/>
    <w:rsid w:val="00071D71"/>
    <w:rsid w:val="00092CDE"/>
    <w:rsid w:val="00104189"/>
    <w:rsid w:val="00130D73"/>
    <w:rsid w:val="001616B1"/>
    <w:rsid w:val="00182700"/>
    <w:rsid w:val="00190B7C"/>
    <w:rsid w:val="001A03D6"/>
    <w:rsid w:val="001E0857"/>
    <w:rsid w:val="001F0623"/>
    <w:rsid w:val="001F0E57"/>
    <w:rsid w:val="002226C1"/>
    <w:rsid w:val="00257262"/>
    <w:rsid w:val="00266369"/>
    <w:rsid w:val="00287A4B"/>
    <w:rsid w:val="002B1624"/>
    <w:rsid w:val="002B68DA"/>
    <w:rsid w:val="002B7E27"/>
    <w:rsid w:val="002E22E1"/>
    <w:rsid w:val="002E483F"/>
    <w:rsid w:val="002E5942"/>
    <w:rsid w:val="002E6BAC"/>
    <w:rsid w:val="00330D03"/>
    <w:rsid w:val="00390FC2"/>
    <w:rsid w:val="003D4DE3"/>
    <w:rsid w:val="00400322"/>
    <w:rsid w:val="0041587A"/>
    <w:rsid w:val="004375B7"/>
    <w:rsid w:val="0044274F"/>
    <w:rsid w:val="00443ADA"/>
    <w:rsid w:val="00461097"/>
    <w:rsid w:val="004657E0"/>
    <w:rsid w:val="004B2C70"/>
    <w:rsid w:val="004C22C7"/>
    <w:rsid w:val="004D609F"/>
    <w:rsid w:val="004F00D3"/>
    <w:rsid w:val="004F3C1B"/>
    <w:rsid w:val="004F6D7F"/>
    <w:rsid w:val="00533C55"/>
    <w:rsid w:val="00534F3E"/>
    <w:rsid w:val="00553D3B"/>
    <w:rsid w:val="00561C11"/>
    <w:rsid w:val="005630A0"/>
    <w:rsid w:val="00580222"/>
    <w:rsid w:val="00582CA6"/>
    <w:rsid w:val="005908CE"/>
    <w:rsid w:val="005A3757"/>
    <w:rsid w:val="005B39CA"/>
    <w:rsid w:val="00615D8F"/>
    <w:rsid w:val="00633C93"/>
    <w:rsid w:val="006453D7"/>
    <w:rsid w:val="00662904"/>
    <w:rsid w:val="00672285"/>
    <w:rsid w:val="006952BA"/>
    <w:rsid w:val="006B1E62"/>
    <w:rsid w:val="006C04BD"/>
    <w:rsid w:val="006E6016"/>
    <w:rsid w:val="006E7A71"/>
    <w:rsid w:val="00722999"/>
    <w:rsid w:val="007302A5"/>
    <w:rsid w:val="00730D2A"/>
    <w:rsid w:val="00737036"/>
    <w:rsid w:val="0074009F"/>
    <w:rsid w:val="007467F3"/>
    <w:rsid w:val="0076086A"/>
    <w:rsid w:val="00776B89"/>
    <w:rsid w:val="007918DD"/>
    <w:rsid w:val="0079534F"/>
    <w:rsid w:val="007C777B"/>
    <w:rsid w:val="007D3A2D"/>
    <w:rsid w:val="007D42C8"/>
    <w:rsid w:val="007F3C6B"/>
    <w:rsid w:val="007F71E4"/>
    <w:rsid w:val="0081349A"/>
    <w:rsid w:val="008222E2"/>
    <w:rsid w:val="0083663A"/>
    <w:rsid w:val="00843A83"/>
    <w:rsid w:val="00866A02"/>
    <w:rsid w:val="00897B68"/>
    <w:rsid w:val="008D25A5"/>
    <w:rsid w:val="00913EC1"/>
    <w:rsid w:val="0091709D"/>
    <w:rsid w:val="009474C5"/>
    <w:rsid w:val="009536C8"/>
    <w:rsid w:val="00976B8D"/>
    <w:rsid w:val="009770C5"/>
    <w:rsid w:val="00983B93"/>
    <w:rsid w:val="00986F9C"/>
    <w:rsid w:val="009B0E2C"/>
    <w:rsid w:val="009C0FF1"/>
    <w:rsid w:val="009D4074"/>
    <w:rsid w:val="009F226F"/>
    <w:rsid w:val="00A10677"/>
    <w:rsid w:val="00A22F67"/>
    <w:rsid w:val="00A23494"/>
    <w:rsid w:val="00A50408"/>
    <w:rsid w:val="00A569AE"/>
    <w:rsid w:val="00A80A46"/>
    <w:rsid w:val="00AA412B"/>
    <w:rsid w:val="00AB3D0E"/>
    <w:rsid w:val="00AB494E"/>
    <w:rsid w:val="00B03B51"/>
    <w:rsid w:val="00B07141"/>
    <w:rsid w:val="00B07BA9"/>
    <w:rsid w:val="00B13CE2"/>
    <w:rsid w:val="00B23E37"/>
    <w:rsid w:val="00B340CE"/>
    <w:rsid w:val="00B60285"/>
    <w:rsid w:val="00B713EF"/>
    <w:rsid w:val="00B7378D"/>
    <w:rsid w:val="00B81E79"/>
    <w:rsid w:val="00B913DF"/>
    <w:rsid w:val="00BA1349"/>
    <w:rsid w:val="00BB4A1C"/>
    <w:rsid w:val="00BB678B"/>
    <w:rsid w:val="00BE5590"/>
    <w:rsid w:val="00BF241B"/>
    <w:rsid w:val="00BF4456"/>
    <w:rsid w:val="00BF6883"/>
    <w:rsid w:val="00C06278"/>
    <w:rsid w:val="00C10F61"/>
    <w:rsid w:val="00C27AB3"/>
    <w:rsid w:val="00C57C2B"/>
    <w:rsid w:val="00C65902"/>
    <w:rsid w:val="00C93828"/>
    <w:rsid w:val="00CA41AB"/>
    <w:rsid w:val="00CD51BB"/>
    <w:rsid w:val="00CD5BBF"/>
    <w:rsid w:val="00D4030E"/>
    <w:rsid w:val="00D638ED"/>
    <w:rsid w:val="00D67B60"/>
    <w:rsid w:val="00D72ECF"/>
    <w:rsid w:val="00D73095"/>
    <w:rsid w:val="00D844AF"/>
    <w:rsid w:val="00D92114"/>
    <w:rsid w:val="00DB3561"/>
    <w:rsid w:val="00DC1AA6"/>
    <w:rsid w:val="00DC7A3A"/>
    <w:rsid w:val="00E00FAF"/>
    <w:rsid w:val="00E03CDC"/>
    <w:rsid w:val="00E14CA4"/>
    <w:rsid w:val="00E27CA0"/>
    <w:rsid w:val="00E40570"/>
    <w:rsid w:val="00E50CD6"/>
    <w:rsid w:val="00E72D7A"/>
    <w:rsid w:val="00EB0430"/>
    <w:rsid w:val="00EB1D4C"/>
    <w:rsid w:val="00ED626E"/>
    <w:rsid w:val="00F00AFC"/>
    <w:rsid w:val="00F0201E"/>
    <w:rsid w:val="00F135DA"/>
    <w:rsid w:val="00F158E9"/>
    <w:rsid w:val="00F41DD0"/>
    <w:rsid w:val="00F423AC"/>
    <w:rsid w:val="00F46815"/>
    <w:rsid w:val="00F67350"/>
    <w:rsid w:val="00F81C67"/>
    <w:rsid w:val="00FA34A6"/>
    <w:rsid w:val="00FC3D75"/>
    <w:rsid w:val="00FF4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9C8BEB7"/>
  <w15:docId w15:val="{762201A7-3CB1-43FD-B923-2AE06582C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pacing w:val="2"/>
      <w:position w:val="6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kern w:val="28"/>
    </w:rPr>
  </w:style>
  <w:style w:type="paragraph" w:styleId="Heading2">
    <w:name w:val="heading 2"/>
    <w:aliases w:val="(sama)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aliases w:val="( sama)"/>
    <w:basedOn w:val="Normal"/>
    <w:next w:val="Normal"/>
    <w:qFormat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jc w:val="center"/>
    </w:pPr>
    <w:rPr>
      <w:spacing w:val="0"/>
      <w:position w:val="0"/>
      <w:sz w:val="20"/>
    </w:rPr>
  </w:style>
  <w:style w:type="paragraph" w:customStyle="1" w:styleId="Numbering">
    <w:name w:val="Numbering"/>
    <w:basedOn w:val="Normal"/>
    <w:pPr>
      <w:numPr>
        <w:numId w:val="1"/>
      </w:numPr>
    </w:pPr>
  </w:style>
  <w:style w:type="paragraph" w:customStyle="1" w:styleId="Bulleting">
    <w:name w:val="Bulleting."/>
    <w:basedOn w:val="Normal"/>
    <w:pPr>
      <w:numPr>
        <w:numId w:val="2"/>
      </w:numPr>
      <w:tabs>
        <w:tab w:val="clear" w:pos="360"/>
      </w:tabs>
    </w:pPr>
  </w:style>
  <w:style w:type="paragraph" w:styleId="Footer">
    <w:name w:val="footer"/>
    <w:basedOn w:val="Normal"/>
    <w:rPr>
      <w:spacing w:val="0"/>
      <w:position w:val="0"/>
      <w:sz w:val="20"/>
    </w:rPr>
  </w:style>
  <w:style w:type="paragraph" w:styleId="Caption">
    <w:name w:val="caption"/>
    <w:basedOn w:val="Normal"/>
    <w:next w:val="Normal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BalloonText">
    <w:name w:val="Balloon Text"/>
    <w:basedOn w:val="Normal"/>
    <w:link w:val="BalloonTextChar"/>
    <w:rsid w:val="00533C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33C55"/>
    <w:rPr>
      <w:rFonts w:ascii="Tahoma" w:hAnsi="Tahoma" w:cs="Tahoma"/>
      <w:spacing w:val="2"/>
      <w:position w:val="6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lvar\AppData\Local\Microsoft\Windows\Temporary%20Internet%20Files\Content.IE5\Z3HDSG5F\k&#228;skkiri%20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käskkiri logoga.dot</Template>
  <TotalTime>13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DF Ltd., Parnu mnt 154, 11317 Tallinn, Estonia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2000(TM) file templates</dc:subject>
  <dc:creator>Ulvar Kaubi</dc:creator>
  <dc:description>Ver 2.0, 01.2013</dc:description>
  <cp:lastModifiedBy>Urmas Treial</cp:lastModifiedBy>
  <cp:revision>6</cp:revision>
  <cp:lastPrinted>2015-02-11T14:52:00Z</cp:lastPrinted>
  <dcterms:created xsi:type="dcterms:W3CDTF">2025-04-29T13:03:00Z</dcterms:created>
  <dcterms:modified xsi:type="dcterms:W3CDTF">2025-04-29T13:14:00Z</dcterms:modified>
</cp:coreProperties>
</file>