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5055AF" w14:paraId="0001E552" w14:textId="77777777" w:rsidTr="00E8748F">
        <w:tc>
          <w:tcPr>
            <w:tcW w:w="4672" w:type="dxa"/>
          </w:tcPr>
          <w:p w14:paraId="5DD4D8FD" w14:textId="181599F4" w:rsidR="005055AF" w:rsidRDefault="008201CF" w:rsidP="0038712E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  <w:proofErr w:type="spellStart"/>
            <w:r>
              <w:rPr>
                <w:kern w:val="0"/>
                <w14:ligatures w14:val="none"/>
              </w:rPr>
              <w:t>Justiitsministeerium</w:t>
            </w:r>
            <w:proofErr w:type="spellEnd"/>
          </w:p>
        </w:tc>
        <w:tc>
          <w:tcPr>
            <w:tcW w:w="4672" w:type="dxa"/>
          </w:tcPr>
          <w:p w14:paraId="49954EEE" w14:textId="77777777" w:rsidR="005055AF" w:rsidRPr="00A07A71" w:rsidRDefault="005055AF" w:rsidP="0038712E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</w:p>
        </w:tc>
      </w:tr>
      <w:tr w:rsidR="005055AF" w14:paraId="370BC2C6" w14:textId="77777777" w:rsidTr="00E8748F">
        <w:tc>
          <w:tcPr>
            <w:tcW w:w="4672" w:type="dxa"/>
          </w:tcPr>
          <w:p w14:paraId="556B9F42" w14:textId="2CC2B08B" w:rsidR="008201CF" w:rsidRPr="008201CF" w:rsidRDefault="005B4896" w:rsidP="008201CF">
            <w:pPr>
              <w:tabs>
                <w:tab w:val="left" w:pos="709"/>
              </w:tabs>
              <w:spacing w:line="260" w:lineRule="exact"/>
              <w:rPr>
                <w:kern w:val="0"/>
                <w:lang w:val="et-EE"/>
                <w14:ligatures w14:val="none"/>
              </w:rPr>
            </w:pPr>
            <w:hyperlink r:id="rId10" w:history="1">
              <w:r w:rsidR="008201CF" w:rsidRPr="008201CF">
                <w:rPr>
                  <w:rStyle w:val="Hperlink"/>
                  <w:kern w:val="0"/>
                  <w:lang w:val="et-EE"/>
                  <w14:ligatures w14:val="none"/>
                </w:rPr>
                <w:t>info@just.ee</w:t>
              </w:r>
            </w:hyperlink>
            <w:r w:rsidR="008201CF" w:rsidRPr="008201CF">
              <w:rPr>
                <w:kern w:val="0"/>
                <w:lang w:val="et-EE"/>
                <w14:ligatures w14:val="none"/>
              </w:rPr>
              <w:t xml:space="preserve">  </w:t>
            </w:r>
          </w:p>
          <w:p w14:paraId="63C71AA2" w14:textId="52C000F7" w:rsidR="005055AF" w:rsidRDefault="005055AF" w:rsidP="0038712E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</w:p>
        </w:tc>
        <w:tc>
          <w:tcPr>
            <w:tcW w:w="4672" w:type="dxa"/>
          </w:tcPr>
          <w:p w14:paraId="68559A42" w14:textId="1DCCACBD" w:rsidR="005055AF" w:rsidRPr="00A07A71" w:rsidRDefault="005B4896" w:rsidP="0038712E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  <w:r>
              <w:rPr>
                <w:kern w:val="0"/>
                <w14:ligatures w14:val="none"/>
              </w:rPr>
              <w:t xml:space="preserve">19. </w:t>
            </w:r>
            <w:proofErr w:type="spellStart"/>
            <w:r>
              <w:rPr>
                <w:kern w:val="0"/>
                <w14:ligatures w14:val="none"/>
              </w:rPr>
              <w:t>jaanuar</w:t>
            </w:r>
            <w:proofErr w:type="spellEnd"/>
            <w:r>
              <w:rPr>
                <w:kern w:val="0"/>
                <w14:ligatures w14:val="none"/>
              </w:rPr>
              <w:t xml:space="preserve"> 2024 nr 14-1</w:t>
            </w:r>
          </w:p>
        </w:tc>
      </w:tr>
      <w:tr w:rsidR="005055AF" w14:paraId="027135FC" w14:textId="77777777" w:rsidTr="00E8748F">
        <w:tc>
          <w:tcPr>
            <w:tcW w:w="4672" w:type="dxa"/>
          </w:tcPr>
          <w:p w14:paraId="593BF5E1" w14:textId="77777777" w:rsidR="005055AF" w:rsidRDefault="005055AF" w:rsidP="005055AF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</w:p>
        </w:tc>
        <w:tc>
          <w:tcPr>
            <w:tcW w:w="4672" w:type="dxa"/>
          </w:tcPr>
          <w:p w14:paraId="6C548B4F" w14:textId="0EC3D810" w:rsidR="005055AF" w:rsidRPr="00A07A71" w:rsidRDefault="005055AF" w:rsidP="005055AF">
            <w:pPr>
              <w:tabs>
                <w:tab w:val="left" w:pos="709"/>
              </w:tabs>
              <w:spacing w:line="260" w:lineRule="exact"/>
              <w:rPr>
                <w:kern w:val="0"/>
                <w14:ligatures w14:val="none"/>
              </w:rPr>
            </w:pPr>
          </w:p>
        </w:tc>
      </w:tr>
    </w:tbl>
    <w:p w14:paraId="4C30C7C2" w14:textId="77777777" w:rsidR="005055AF" w:rsidRDefault="005055AF" w:rsidP="0038712E">
      <w:pPr>
        <w:tabs>
          <w:tab w:val="left" w:pos="709"/>
        </w:tabs>
        <w:spacing w:line="260" w:lineRule="exact"/>
        <w:rPr>
          <w:kern w:val="0"/>
          <w14:ligatures w14:val="none"/>
        </w:rPr>
      </w:pPr>
    </w:p>
    <w:p w14:paraId="066C34B3" w14:textId="77777777" w:rsidR="005055AF" w:rsidRPr="005055AF" w:rsidRDefault="005055AF" w:rsidP="0038712E">
      <w:pPr>
        <w:tabs>
          <w:tab w:val="left" w:pos="709"/>
        </w:tabs>
        <w:spacing w:line="260" w:lineRule="exact"/>
        <w:rPr>
          <w:kern w:val="0"/>
          <w14:ligatures w14:val="none"/>
        </w:rPr>
      </w:pPr>
    </w:p>
    <w:p w14:paraId="002E6BA2" w14:textId="77777777" w:rsidR="005055AF" w:rsidRPr="005055AF" w:rsidRDefault="005055AF" w:rsidP="0038712E">
      <w:pPr>
        <w:tabs>
          <w:tab w:val="left" w:pos="709"/>
        </w:tabs>
        <w:spacing w:line="260" w:lineRule="exact"/>
        <w:rPr>
          <w:kern w:val="0"/>
          <w14:ligatures w14:val="none"/>
        </w:rPr>
      </w:pPr>
    </w:p>
    <w:p w14:paraId="0FE3C699" w14:textId="00207D5C" w:rsidR="00D47721" w:rsidRPr="008201CF" w:rsidRDefault="008201CF" w:rsidP="0038712E">
      <w:pPr>
        <w:tabs>
          <w:tab w:val="left" w:pos="709"/>
        </w:tabs>
        <w:spacing w:line="260" w:lineRule="exact"/>
        <w:rPr>
          <w:rFonts w:asciiTheme="majorHAnsi" w:hAnsiTheme="majorHAnsi"/>
          <w:kern w:val="0"/>
          <w:lang w:val="sv-SE"/>
          <w14:ligatures w14:val="none"/>
        </w:rPr>
      </w:pPr>
      <w:r w:rsidRPr="008201CF">
        <w:rPr>
          <w:rFonts w:asciiTheme="majorHAnsi" w:hAnsiTheme="majorHAnsi"/>
          <w:kern w:val="0"/>
          <w:lang w:val="sv-SE"/>
          <w14:ligatures w14:val="none"/>
        </w:rPr>
        <w:t xml:space="preserve">Aruanne </w:t>
      </w:r>
      <w:r>
        <w:rPr>
          <w:rFonts w:asciiTheme="majorHAnsi" w:hAnsiTheme="majorHAnsi"/>
          <w:kern w:val="0"/>
          <w:lang w:val="sv-SE"/>
          <w14:ligatures w14:val="none"/>
        </w:rPr>
        <w:t xml:space="preserve">2023. aasta </w:t>
      </w:r>
      <w:r w:rsidRPr="008201CF">
        <w:rPr>
          <w:rFonts w:asciiTheme="majorHAnsi" w:hAnsiTheme="majorHAnsi"/>
          <w:kern w:val="0"/>
          <w:lang w:val="sv-SE"/>
          <w14:ligatures w14:val="none"/>
        </w:rPr>
        <w:t>tõestamistoimingute koh</w:t>
      </w:r>
      <w:r>
        <w:rPr>
          <w:rFonts w:asciiTheme="majorHAnsi" w:hAnsiTheme="majorHAnsi"/>
          <w:kern w:val="0"/>
          <w:lang w:val="sv-SE"/>
          <w14:ligatures w14:val="none"/>
        </w:rPr>
        <w:t>t</w:t>
      </w:r>
      <w:r w:rsidRPr="008201CF">
        <w:rPr>
          <w:rFonts w:asciiTheme="majorHAnsi" w:hAnsiTheme="majorHAnsi"/>
          <w:kern w:val="0"/>
          <w:lang w:val="sv-SE"/>
          <w14:ligatures w14:val="none"/>
        </w:rPr>
        <w:t>a Kadrina vallas</w:t>
      </w:r>
      <w:r>
        <w:rPr>
          <w:rFonts w:asciiTheme="majorHAnsi" w:hAnsiTheme="majorHAnsi"/>
          <w:kern w:val="0"/>
          <w:lang w:val="sv-SE"/>
          <w14:ligatures w14:val="none"/>
        </w:rPr>
        <w:t>.</w:t>
      </w:r>
    </w:p>
    <w:p w14:paraId="30469D86" w14:textId="77777777" w:rsidR="00D47721" w:rsidRPr="008201CF" w:rsidRDefault="00D47721" w:rsidP="002773D1">
      <w:pPr>
        <w:spacing w:line="260" w:lineRule="exact"/>
        <w:rPr>
          <w:kern w:val="0"/>
          <w:lang w:val="sv-SE"/>
          <w14:ligatures w14:val="none"/>
        </w:rPr>
      </w:pPr>
    </w:p>
    <w:p w14:paraId="2015D988" w14:textId="77777777" w:rsidR="002773D1" w:rsidRPr="008201CF" w:rsidRDefault="002773D1" w:rsidP="002773D1">
      <w:pPr>
        <w:pStyle w:val="Default"/>
        <w:rPr>
          <w:lang w:val="sv-SE"/>
        </w:rPr>
      </w:pPr>
    </w:p>
    <w:p w14:paraId="0146F6C6" w14:textId="1E4BAD16" w:rsidR="002773D1" w:rsidRPr="008201CF" w:rsidRDefault="008201CF" w:rsidP="002773D1">
      <w:pPr>
        <w:spacing w:line="260" w:lineRule="exact"/>
        <w:rPr>
          <w:kern w:val="0"/>
          <w:lang w:val="sv-SE"/>
          <w14:ligatures w14:val="none"/>
        </w:rPr>
      </w:pPr>
      <w:r w:rsidRPr="008201CF">
        <w:rPr>
          <w:lang w:val="sv-SE"/>
        </w:rPr>
        <w:t>Annan teada, et 2023. aastal Kadrina vallas tõestamistoiminguid ei tehtud.</w:t>
      </w:r>
    </w:p>
    <w:p w14:paraId="1A75BE88" w14:textId="77777777" w:rsidR="00D47721" w:rsidRPr="008201CF" w:rsidRDefault="00D47721" w:rsidP="002773D1">
      <w:pPr>
        <w:spacing w:line="260" w:lineRule="exact"/>
        <w:rPr>
          <w:kern w:val="0"/>
          <w:lang w:val="sv-SE"/>
          <w14:ligatures w14:val="none"/>
        </w:rPr>
      </w:pPr>
    </w:p>
    <w:p w14:paraId="321B2E84" w14:textId="77777777" w:rsidR="005055AF" w:rsidRPr="008201CF" w:rsidRDefault="005055AF" w:rsidP="002773D1">
      <w:pPr>
        <w:spacing w:line="260" w:lineRule="exact"/>
        <w:rPr>
          <w:kern w:val="0"/>
          <w:lang w:val="sv-SE"/>
          <w14:ligatures w14:val="none"/>
        </w:rPr>
      </w:pPr>
    </w:p>
    <w:p w14:paraId="57D44B64" w14:textId="77777777" w:rsidR="00713097" w:rsidRPr="008201CF" w:rsidRDefault="00713097" w:rsidP="002773D1">
      <w:pPr>
        <w:spacing w:line="260" w:lineRule="exact"/>
        <w:rPr>
          <w:kern w:val="0"/>
          <w:lang w:val="sv-SE"/>
          <w14:ligatures w14:val="none"/>
        </w:rPr>
      </w:pPr>
    </w:p>
    <w:tbl>
      <w:tblPr>
        <w:tblStyle w:val="Kontuurtabel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5055AF" w14:paraId="3D4DE565" w14:textId="77777777" w:rsidTr="00E8748F">
        <w:tc>
          <w:tcPr>
            <w:tcW w:w="9344" w:type="dxa"/>
          </w:tcPr>
          <w:p w14:paraId="065D1DD3" w14:textId="77777777" w:rsidR="005055AF" w:rsidRDefault="005055AF" w:rsidP="002773D1">
            <w:pPr>
              <w:spacing w:line="260" w:lineRule="exact"/>
              <w:rPr>
                <w:kern w:val="0"/>
                <w14:ligatures w14:val="none"/>
              </w:rPr>
            </w:pPr>
            <w:proofErr w:type="spellStart"/>
            <w:r>
              <w:rPr>
                <w:kern w:val="0"/>
                <w14:ligatures w14:val="none"/>
              </w:rPr>
              <w:t>Lugupidamisega</w:t>
            </w:r>
            <w:proofErr w:type="spellEnd"/>
          </w:p>
        </w:tc>
      </w:tr>
      <w:tr w:rsidR="005055AF" w14:paraId="190AA1CF" w14:textId="77777777" w:rsidTr="00E8748F">
        <w:tc>
          <w:tcPr>
            <w:tcW w:w="9344" w:type="dxa"/>
          </w:tcPr>
          <w:p w14:paraId="706620F1" w14:textId="77777777" w:rsidR="005055AF" w:rsidRDefault="005055AF" w:rsidP="002773D1">
            <w:pPr>
              <w:spacing w:line="260" w:lineRule="exact"/>
              <w:rPr>
                <w:kern w:val="0"/>
                <w14:ligatures w14:val="none"/>
              </w:rPr>
            </w:pPr>
          </w:p>
        </w:tc>
      </w:tr>
      <w:tr w:rsidR="005055AF" w14:paraId="18C77CF0" w14:textId="77777777" w:rsidTr="00E8748F">
        <w:tc>
          <w:tcPr>
            <w:tcW w:w="9344" w:type="dxa"/>
          </w:tcPr>
          <w:p w14:paraId="47EE372C" w14:textId="77777777" w:rsidR="005055AF" w:rsidRDefault="005055AF" w:rsidP="002773D1">
            <w:pPr>
              <w:spacing w:line="260" w:lineRule="exact"/>
              <w:rPr>
                <w:kern w:val="0"/>
                <w14:ligatures w14:val="none"/>
              </w:rPr>
            </w:pPr>
            <w:r w:rsidRPr="00D47721">
              <w:rPr>
                <w:kern w:val="0"/>
                <w14:ligatures w14:val="none"/>
              </w:rPr>
              <w:t>(</w:t>
            </w:r>
            <w:proofErr w:type="spellStart"/>
            <w:r w:rsidRPr="00D47721">
              <w:rPr>
                <w:kern w:val="0"/>
                <w14:ligatures w14:val="none"/>
              </w:rPr>
              <w:t>allkirjastatud</w:t>
            </w:r>
            <w:proofErr w:type="spellEnd"/>
            <w:r w:rsidRPr="00D47721">
              <w:rPr>
                <w:kern w:val="0"/>
                <w14:ligatures w14:val="none"/>
              </w:rPr>
              <w:t xml:space="preserve"> </w:t>
            </w:r>
            <w:proofErr w:type="spellStart"/>
            <w:r w:rsidRPr="00D47721">
              <w:rPr>
                <w:kern w:val="0"/>
                <w14:ligatures w14:val="none"/>
              </w:rPr>
              <w:t>digitaalselt</w:t>
            </w:r>
            <w:proofErr w:type="spellEnd"/>
            <w:r w:rsidRPr="00D47721">
              <w:rPr>
                <w:kern w:val="0"/>
                <w14:ligatures w14:val="none"/>
              </w:rPr>
              <w:t>)</w:t>
            </w:r>
          </w:p>
        </w:tc>
      </w:tr>
      <w:tr w:rsidR="005055AF" w14:paraId="7350B408" w14:textId="77777777" w:rsidTr="00E8748F">
        <w:tc>
          <w:tcPr>
            <w:tcW w:w="9344" w:type="dxa"/>
          </w:tcPr>
          <w:p w14:paraId="3810B085" w14:textId="5E4AF461" w:rsidR="005055AF" w:rsidRDefault="008201CF" w:rsidP="002773D1">
            <w:pPr>
              <w:spacing w:line="260" w:lineRule="exact"/>
              <w:rPr>
                <w:kern w:val="0"/>
                <w14:ligatures w14:val="none"/>
              </w:rPr>
            </w:pPr>
            <w:r>
              <w:rPr>
                <w:kern w:val="0"/>
                <w14:ligatures w14:val="none"/>
              </w:rPr>
              <w:t>Marika Mardõkainen</w:t>
            </w:r>
          </w:p>
        </w:tc>
      </w:tr>
      <w:tr w:rsidR="005055AF" w14:paraId="74E1EC5E" w14:textId="77777777" w:rsidTr="00E8748F">
        <w:tc>
          <w:tcPr>
            <w:tcW w:w="9344" w:type="dxa"/>
          </w:tcPr>
          <w:p w14:paraId="7A178F50" w14:textId="3BA685E7" w:rsidR="005055AF" w:rsidRDefault="008201CF" w:rsidP="002773D1">
            <w:pPr>
              <w:spacing w:line="260" w:lineRule="exact"/>
              <w:rPr>
                <w:kern w:val="0"/>
                <w14:ligatures w14:val="none"/>
              </w:rPr>
            </w:pPr>
            <w:proofErr w:type="spellStart"/>
            <w:r>
              <w:rPr>
                <w:kern w:val="0"/>
                <w14:ligatures w14:val="none"/>
              </w:rPr>
              <w:t>vallasekretär</w:t>
            </w:r>
            <w:proofErr w:type="spellEnd"/>
          </w:p>
        </w:tc>
      </w:tr>
    </w:tbl>
    <w:p w14:paraId="1A35B92D" w14:textId="77777777" w:rsidR="00713097" w:rsidRDefault="00713097" w:rsidP="002773D1">
      <w:pPr>
        <w:spacing w:line="260" w:lineRule="exact"/>
        <w:rPr>
          <w:kern w:val="0"/>
          <w14:ligatures w14:val="none"/>
        </w:rPr>
      </w:pPr>
    </w:p>
    <w:p w14:paraId="1A0DC3E6" w14:textId="77777777" w:rsidR="00713097" w:rsidRDefault="00713097" w:rsidP="002773D1">
      <w:pPr>
        <w:spacing w:line="260" w:lineRule="exact"/>
        <w:rPr>
          <w:kern w:val="0"/>
          <w14:ligatures w14:val="none"/>
        </w:rPr>
      </w:pPr>
    </w:p>
    <w:p w14:paraId="1D210C26" w14:textId="77777777" w:rsidR="00713097" w:rsidRDefault="00713097" w:rsidP="002773D1">
      <w:pPr>
        <w:spacing w:line="260" w:lineRule="exact"/>
        <w:rPr>
          <w:kern w:val="0"/>
          <w14:ligatures w14:val="none"/>
        </w:rPr>
      </w:pPr>
    </w:p>
    <w:tbl>
      <w:tblPr>
        <w:tblStyle w:val="Kontuurtabel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5055AF" w:rsidRPr="008201CF" w14:paraId="6658E465" w14:textId="77777777" w:rsidTr="00E8748F">
        <w:tc>
          <w:tcPr>
            <w:tcW w:w="4673" w:type="dxa"/>
          </w:tcPr>
          <w:p w14:paraId="17DBCD1F" w14:textId="6264C6E8" w:rsidR="005055AF" w:rsidRPr="00306F70" w:rsidRDefault="008201CF" w:rsidP="005E4A93">
            <w:pPr>
              <w:spacing w:line="260" w:lineRule="exact"/>
              <w:rPr>
                <w:kern w:val="0"/>
                <w:lang w:val="nb-NO"/>
                <w14:ligatures w14:val="none"/>
              </w:rPr>
            </w:pPr>
            <w:r>
              <w:rPr>
                <w:kern w:val="0"/>
                <w:lang w:val="nb-NO"/>
                <w14:ligatures w14:val="none"/>
              </w:rPr>
              <w:t>Marika Mardõkainen</w:t>
            </w:r>
          </w:p>
        </w:tc>
      </w:tr>
      <w:tr w:rsidR="00306F70" w:rsidRPr="008201CF" w14:paraId="33E9C20B" w14:textId="77777777" w:rsidTr="001E2F56">
        <w:tc>
          <w:tcPr>
            <w:tcW w:w="4673" w:type="dxa"/>
          </w:tcPr>
          <w:p w14:paraId="7B3ED120" w14:textId="2C97A294" w:rsidR="00306F70" w:rsidRPr="00B222CA" w:rsidRDefault="008201CF" w:rsidP="001E2F56">
            <w:pPr>
              <w:spacing w:line="260" w:lineRule="exact"/>
              <w:rPr>
                <w:kern w:val="0"/>
                <w:lang w:val="nb-NO"/>
                <w14:ligatures w14:val="none"/>
              </w:rPr>
            </w:pPr>
            <w:r>
              <w:rPr>
                <w:rFonts w:cs="Times New Roman"/>
                <w:sz w:val="24"/>
                <w:szCs w:val="24"/>
                <w:lang w:val="nb-NO"/>
              </w:rPr>
              <w:t>322</w:t>
            </w:r>
            <w:r w:rsidR="005979AA">
              <w:rPr>
                <w:rFonts w:cs="Times New Roman"/>
                <w:sz w:val="24"/>
                <w:szCs w:val="24"/>
                <w:lang w:val="nb-NO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nb-NO"/>
              </w:rPr>
              <w:t>5604 marika.mardokainen</w:t>
            </w:r>
            <w:r w:rsidR="00306F70" w:rsidRPr="00B222CA">
              <w:rPr>
                <w:rFonts w:cs="Times New Roman"/>
                <w:sz w:val="24"/>
                <w:szCs w:val="24"/>
                <w:lang w:val="nb-NO"/>
              </w:rPr>
              <w:t>@kadrina.ee</w:t>
            </w:r>
          </w:p>
        </w:tc>
      </w:tr>
    </w:tbl>
    <w:p w14:paraId="29C5FEEF" w14:textId="77777777" w:rsidR="00FB5A34" w:rsidRPr="00B222CA" w:rsidRDefault="00FB5A34" w:rsidP="005E4A93">
      <w:pPr>
        <w:spacing w:line="260" w:lineRule="exact"/>
        <w:rPr>
          <w:kern w:val="0"/>
          <w:lang w:val="nb-NO"/>
          <w14:ligatures w14:val="none"/>
        </w:rPr>
      </w:pPr>
    </w:p>
    <w:sectPr w:rsidR="00FB5A34" w:rsidRPr="00B222CA" w:rsidSect="00A65E97">
      <w:footerReference w:type="default" r:id="rId11"/>
      <w:headerReference w:type="first" r:id="rId12"/>
      <w:footerReference w:type="first" r:id="rId13"/>
      <w:type w:val="continuous"/>
      <w:pgSz w:w="11906" w:h="16838" w:code="9"/>
      <w:pgMar w:top="680" w:right="851" w:bottom="1134" w:left="0" w:header="282" w:footer="97" w:gutter="17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B04BB" w14:textId="77777777" w:rsidR="00A65E97" w:rsidRDefault="00A65E97" w:rsidP="0015174F">
      <w:r>
        <w:separator/>
      </w:r>
    </w:p>
  </w:endnote>
  <w:endnote w:type="continuationSeparator" w:id="0">
    <w:p w14:paraId="1FBF622A" w14:textId="77777777" w:rsidR="00A65E97" w:rsidRDefault="00A65E97" w:rsidP="0015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rbera-Light">
    <w:panose1 w:val="02000300000000000000"/>
    <w:charset w:val="00"/>
    <w:family w:val="modern"/>
    <w:notTrueType/>
    <w:pitch w:val="variable"/>
    <w:sig w:usb0="800002AF" w:usb1="5000206A" w:usb2="00000000" w:usb3="00000000" w:csb0="00000097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rbera-Bold">
    <w:altName w:val="Gerbera"/>
    <w:panose1 w:val="00000000000000000000"/>
    <w:charset w:val="00"/>
    <w:family w:val="modern"/>
    <w:notTrueType/>
    <w:pitch w:val="variable"/>
    <w:sig w:usb0="800002AF" w:usb1="5000206A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07334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B09592" w14:textId="77777777" w:rsidR="009052B6" w:rsidRDefault="009052B6">
        <w:pPr>
          <w:pStyle w:val="Jalus"/>
          <w:jc w:val="right"/>
        </w:pPr>
        <w:r w:rsidRPr="00307C22">
          <w:rPr>
            <w:sz w:val="18"/>
            <w:szCs w:val="18"/>
          </w:rPr>
          <w:fldChar w:fldCharType="begin"/>
        </w:r>
        <w:r w:rsidRPr="00307C22">
          <w:rPr>
            <w:sz w:val="18"/>
            <w:szCs w:val="18"/>
          </w:rPr>
          <w:instrText xml:space="preserve"> PAGE   \* MERGEFORMAT </w:instrText>
        </w:r>
        <w:r w:rsidRPr="00307C22">
          <w:rPr>
            <w:sz w:val="18"/>
            <w:szCs w:val="18"/>
          </w:rPr>
          <w:fldChar w:fldCharType="separate"/>
        </w:r>
        <w:r w:rsidRPr="00307C22">
          <w:rPr>
            <w:noProof/>
            <w:sz w:val="18"/>
            <w:szCs w:val="18"/>
          </w:rPr>
          <w:t>2</w:t>
        </w:r>
        <w:r w:rsidRPr="00307C22">
          <w:rPr>
            <w:noProof/>
            <w:sz w:val="18"/>
            <w:szCs w:val="18"/>
          </w:rPr>
          <w:fldChar w:fldCharType="end"/>
        </w:r>
      </w:p>
    </w:sdtContent>
  </w:sdt>
  <w:p w14:paraId="0266B6F1" w14:textId="77777777" w:rsidR="009052B6" w:rsidRDefault="009052B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9390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118"/>
      <w:gridCol w:w="2586"/>
    </w:tblGrid>
    <w:tr w:rsidR="001D5C2C" w:rsidRPr="000D06CE" w14:paraId="2ACE79A1" w14:textId="77777777" w:rsidTr="00DC3EF8">
      <w:trPr>
        <w:trHeight w:hRule="exact" w:val="851"/>
        <w:jc w:val="center"/>
      </w:trPr>
      <w:tc>
        <w:tcPr>
          <w:tcW w:w="3686" w:type="dxa"/>
          <w:tcBorders>
            <w:top w:val="single" w:sz="4" w:space="0" w:color="51A92D" w:themeColor="accent1"/>
          </w:tcBorders>
          <w:vAlign w:val="center"/>
        </w:tcPr>
        <w:p w14:paraId="6CEFB252" w14:textId="77777777" w:rsidR="001D5C2C" w:rsidRPr="00B222CA" w:rsidRDefault="001D5C2C" w:rsidP="00DC3EF8">
          <w:pPr>
            <w:pStyle w:val="Jalus"/>
            <w:ind w:left="597"/>
            <w:rPr>
              <w:sz w:val="16"/>
              <w:szCs w:val="16"/>
              <w:lang w:val="nb-NO"/>
            </w:rPr>
          </w:pPr>
          <w:r w:rsidRPr="00B222CA">
            <w:rPr>
              <w:sz w:val="16"/>
              <w:szCs w:val="16"/>
              <w:lang w:val="nb-NO"/>
            </w:rPr>
            <w:t xml:space="preserve">Rakvere tee 14 </w:t>
          </w:r>
          <w:r w:rsidR="009052B6" w:rsidRPr="00B222CA">
            <w:rPr>
              <w:sz w:val="16"/>
              <w:szCs w:val="16"/>
              <w:lang w:val="nb-NO"/>
            </w:rPr>
            <w:br/>
          </w:r>
          <w:r w:rsidRPr="00B222CA">
            <w:rPr>
              <w:sz w:val="16"/>
              <w:szCs w:val="16"/>
              <w:lang w:val="nb-NO"/>
            </w:rPr>
            <w:t xml:space="preserve">Kadrina </w:t>
          </w:r>
          <w:r w:rsidR="00FB5A34" w:rsidRPr="00B222CA">
            <w:rPr>
              <w:sz w:val="16"/>
              <w:szCs w:val="16"/>
              <w:lang w:val="nb-NO"/>
            </w:rPr>
            <w:br/>
          </w:r>
          <w:r w:rsidRPr="00B222CA">
            <w:rPr>
              <w:sz w:val="16"/>
              <w:szCs w:val="16"/>
              <w:lang w:val="nb-NO"/>
            </w:rPr>
            <w:t>45201</w:t>
          </w:r>
          <w:r w:rsidR="00FB5A34" w:rsidRPr="00B222CA">
            <w:rPr>
              <w:sz w:val="16"/>
              <w:szCs w:val="16"/>
              <w:lang w:val="nb-NO"/>
            </w:rPr>
            <w:t xml:space="preserve"> </w:t>
          </w:r>
          <w:r w:rsidRPr="00B222CA">
            <w:rPr>
              <w:sz w:val="16"/>
              <w:szCs w:val="16"/>
              <w:lang w:val="nb-NO"/>
            </w:rPr>
            <w:t>Lääne-Viru maakond</w:t>
          </w:r>
        </w:p>
      </w:tc>
      <w:tc>
        <w:tcPr>
          <w:tcW w:w="3118" w:type="dxa"/>
          <w:tcBorders>
            <w:top w:val="single" w:sz="4" w:space="0" w:color="51A92D" w:themeColor="accent1"/>
          </w:tcBorders>
          <w:vAlign w:val="center"/>
        </w:tcPr>
        <w:p w14:paraId="4298D845" w14:textId="77777777" w:rsidR="001D5C2C" w:rsidRPr="00B222CA" w:rsidRDefault="000D06CE" w:rsidP="00DC3EF8">
          <w:pPr>
            <w:pStyle w:val="Jalus"/>
            <w:ind w:left="355"/>
            <w:rPr>
              <w:sz w:val="16"/>
              <w:szCs w:val="16"/>
              <w:lang w:val="nb-NO"/>
            </w:rPr>
          </w:pPr>
          <w:r w:rsidRPr="00B222CA">
            <w:rPr>
              <w:sz w:val="16"/>
              <w:szCs w:val="16"/>
              <w:lang w:val="nb-NO"/>
            </w:rPr>
            <w:t>t</w:t>
          </w:r>
          <w:r w:rsidR="001D5C2C" w:rsidRPr="00B222CA">
            <w:rPr>
              <w:sz w:val="16"/>
              <w:szCs w:val="16"/>
              <w:lang w:val="nb-NO"/>
            </w:rPr>
            <w:t xml:space="preserve">elefon 322 5600 </w:t>
          </w:r>
          <w:r w:rsidR="001D5C2C" w:rsidRPr="00B222CA">
            <w:rPr>
              <w:sz w:val="16"/>
              <w:szCs w:val="16"/>
              <w:lang w:val="nb-NO"/>
            </w:rPr>
            <w:br/>
            <w:t>e-post: kadrina@kadrina.ee www.kadrina.ee</w:t>
          </w:r>
        </w:p>
      </w:tc>
      <w:tc>
        <w:tcPr>
          <w:tcW w:w="2586" w:type="dxa"/>
          <w:tcBorders>
            <w:top w:val="single" w:sz="4" w:space="0" w:color="51A92D" w:themeColor="accent1"/>
          </w:tcBorders>
          <w:vAlign w:val="center"/>
        </w:tcPr>
        <w:p w14:paraId="7CAD98DE" w14:textId="77777777" w:rsidR="001D5C2C" w:rsidRPr="000D06CE" w:rsidRDefault="000D06CE" w:rsidP="00DC3EF8">
          <w:pPr>
            <w:pStyle w:val="Jalus"/>
            <w:ind w:right="-470"/>
            <w:rPr>
              <w:sz w:val="16"/>
              <w:szCs w:val="16"/>
            </w:rPr>
          </w:pPr>
          <w:proofErr w:type="spellStart"/>
          <w:r w:rsidRPr="000D06CE">
            <w:rPr>
              <w:sz w:val="16"/>
              <w:szCs w:val="16"/>
            </w:rPr>
            <w:t>r</w:t>
          </w:r>
          <w:r w:rsidR="001D5C2C" w:rsidRPr="000D06CE">
            <w:rPr>
              <w:sz w:val="16"/>
              <w:szCs w:val="16"/>
            </w:rPr>
            <w:t>g-kood</w:t>
          </w:r>
          <w:proofErr w:type="spellEnd"/>
          <w:r w:rsidR="001D5C2C" w:rsidRPr="000D06CE">
            <w:rPr>
              <w:sz w:val="16"/>
              <w:szCs w:val="16"/>
            </w:rPr>
            <w:t xml:space="preserve"> 75007824</w:t>
          </w:r>
        </w:p>
      </w:tc>
    </w:tr>
  </w:tbl>
  <w:p w14:paraId="4E1CEE6D" w14:textId="77777777" w:rsidR="000C6D6E" w:rsidRPr="000D06CE" w:rsidRDefault="000C6D6E" w:rsidP="000D06CE">
    <w:pPr>
      <w:pStyle w:val="Jalus"/>
      <w:spacing w:line="160" w:lineRule="exact"/>
      <w:rPr>
        <w:kern w:val="0"/>
        <w:sz w:val="16"/>
        <w:szCs w:val="16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FCE3" w14:textId="77777777" w:rsidR="00A65E97" w:rsidRDefault="00A65E97" w:rsidP="0015174F">
      <w:r>
        <w:separator/>
      </w:r>
    </w:p>
  </w:footnote>
  <w:footnote w:type="continuationSeparator" w:id="0">
    <w:p w14:paraId="25062941" w14:textId="77777777" w:rsidR="00A65E97" w:rsidRDefault="00A65E97" w:rsidP="00151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1052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"/>
      <w:gridCol w:w="6096"/>
      <w:gridCol w:w="3543"/>
    </w:tblGrid>
    <w:tr w:rsidR="0015174F" w14:paraId="6FF87351" w14:textId="77777777" w:rsidTr="0038712E">
      <w:trPr>
        <w:trHeight w:val="1692"/>
      </w:trPr>
      <w:tc>
        <w:tcPr>
          <w:tcW w:w="885" w:type="dxa"/>
        </w:tcPr>
        <w:p w14:paraId="3D316171" w14:textId="77777777" w:rsidR="0015174F" w:rsidRDefault="0015174F" w:rsidP="00EC0CEF">
          <w:pPr>
            <w:pStyle w:val="Pis"/>
            <w:spacing w:line="440" w:lineRule="exact"/>
            <w:ind w:left="-1134" w:right="177"/>
          </w:pPr>
        </w:p>
        <w:p w14:paraId="2A73F209" w14:textId="77777777" w:rsidR="00EC0CEF" w:rsidRPr="00EC0CEF" w:rsidRDefault="00EC0CEF" w:rsidP="00EC0CEF"/>
      </w:tc>
      <w:tc>
        <w:tcPr>
          <w:tcW w:w="6096" w:type="dxa"/>
          <w:vAlign w:val="center"/>
        </w:tcPr>
        <w:p w14:paraId="3D190FC6" w14:textId="77777777" w:rsidR="0015174F" w:rsidRPr="0042265D" w:rsidRDefault="0015174F" w:rsidP="00C10B99">
          <w:pPr>
            <w:pStyle w:val="Pis"/>
            <w:spacing w:line="400" w:lineRule="exact"/>
            <w:ind w:left="-106" w:right="177"/>
            <w:rPr>
              <w:color w:val="51A92D" w:themeColor="accent1"/>
              <w:sz w:val="48"/>
              <w:szCs w:val="48"/>
            </w:rPr>
          </w:pPr>
          <w:r w:rsidRPr="0042265D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>K</w:t>
          </w:r>
          <w:r w:rsidR="00EC0CEF" w:rsidRPr="0042265D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>adrina</w:t>
          </w:r>
          <w:r w:rsidR="00C10B99" w:rsidRPr="0042265D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 xml:space="preserve"> </w:t>
          </w:r>
          <w:proofErr w:type="spellStart"/>
          <w:r w:rsidR="005055AF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>V</w:t>
          </w:r>
          <w:r w:rsidR="00EC0CEF" w:rsidRPr="0042265D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>alla</w:t>
          </w:r>
          <w:r w:rsidR="005055AF">
            <w:rPr>
              <w:rFonts w:asciiTheme="majorHAnsi" w:hAnsiTheme="majorHAnsi"/>
              <w:b/>
              <w:bCs/>
              <w:color w:val="51A92D" w:themeColor="accent1"/>
              <w:sz w:val="48"/>
              <w:szCs w:val="48"/>
            </w:rPr>
            <w:t>valitsus</w:t>
          </w:r>
          <w:proofErr w:type="spellEnd"/>
        </w:p>
      </w:tc>
      <w:tc>
        <w:tcPr>
          <w:tcW w:w="3543" w:type="dxa"/>
          <w:vAlign w:val="center"/>
        </w:tcPr>
        <w:p w14:paraId="057EE3DE" w14:textId="77777777" w:rsidR="0015174F" w:rsidRPr="00FD491D" w:rsidRDefault="0015174F" w:rsidP="0038712E">
          <w:pPr>
            <w:pStyle w:val="Pis"/>
            <w:spacing w:line="220" w:lineRule="exact"/>
            <w:ind w:left="-104" w:right="-248"/>
            <w:rPr>
              <w:sz w:val="16"/>
              <w:szCs w:val="16"/>
            </w:rPr>
          </w:pPr>
        </w:p>
      </w:tc>
    </w:tr>
  </w:tbl>
  <w:p w14:paraId="296CE90E" w14:textId="77777777" w:rsidR="0015174F" w:rsidRDefault="00476DAE" w:rsidP="00D47721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5FC5D0" wp14:editId="2F3465D9">
          <wp:simplePos x="0" y="0"/>
          <wp:positionH relativeFrom="column">
            <wp:posOffset>-772160</wp:posOffset>
          </wp:positionH>
          <wp:positionV relativeFrom="page">
            <wp:posOffset>370840</wp:posOffset>
          </wp:positionV>
          <wp:extent cx="651510" cy="779780"/>
          <wp:effectExtent l="0" t="0" r="0" b="1270"/>
          <wp:wrapTight wrapText="bothSides">
            <wp:wrapPolygon edited="0">
              <wp:start x="0" y="0"/>
              <wp:lineTo x="0" y="13192"/>
              <wp:lineTo x="632" y="17414"/>
              <wp:lineTo x="5684" y="21107"/>
              <wp:lineTo x="6316" y="21107"/>
              <wp:lineTo x="14526" y="21107"/>
              <wp:lineTo x="15158" y="21107"/>
              <wp:lineTo x="20211" y="17941"/>
              <wp:lineTo x="20842" y="13192"/>
              <wp:lineTo x="20842" y="0"/>
              <wp:lineTo x="0" y="0"/>
            </wp:wrapPolygon>
          </wp:wrapTight>
          <wp:docPr id="1807851948" name="Graphic 1807851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25041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510" cy="779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A"/>
    <w:rsid w:val="000869D5"/>
    <w:rsid w:val="000C6D6E"/>
    <w:rsid w:val="000D06CE"/>
    <w:rsid w:val="0015174F"/>
    <w:rsid w:val="001714FB"/>
    <w:rsid w:val="001A32B2"/>
    <w:rsid w:val="001D5C2C"/>
    <w:rsid w:val="0025775B"/>
    <w:rsid w:val="002773D1"/>
    <w:rsid w:val="00282D58"/>
    <w:rsid w:val="00306F70"/>
    <w:rsid w:val="00307C22"/>
    <w:rsid w:val="00366A0F"/>
    <w:rsid w:val="0038712E"/>
    <w:rsid w:val="0042265D"/>
    <w:rsid w:val="004502B7"/>
    <w:rsid w:val="00476DAE"/>
    <w:rsid w:val="004A0A59"/>
    <w:rsid w:val="004B676C"/>
    <w:rsid w:val="004E0C8E"/>
    <w:rsid w:val="005055AF"/>
    <w:rsid w:val="00522999"/>
    <w:rsid w:val="00555ECA"/>
    <w:rsid w:val="005979AA"/>
    <w:rsid w:val="005B4896"/>
    <w:rsid w:val="005D057A"/>
    <w:rsid w:val="005E4A93"/>
    <w:rsid w:val="006A07DD"/>
    <w:rsid w:val="006A4B06"/>
    <w:rsid w:val="00713097"/>
    <w:rsid w:val="00733F3F"/>
    <w:rsid w:val="0078521E"/>
    <w:rsid w:val="007B2902"/>
    <w:rsid w:val="008201CF"/>
    <w:rsid w:val="008509AD"/>
    <w:rsid w:val="008715FD"/>
    <w:rsid w:val="008D5378"/>
    <w:rsid w:val="008D7FF1"/>
    <w:rsid w:val="009052B6"/>
    <w:rsid w:val="009150BC"/>
    <w:rsid w:val="009C4663"/>
    <w:rsid w:val="00A07A71"/>
    <w:rsid w:val="00A33B0E"/>
    <w:rsid w:val="00A37B4A"/>
    <w:rsid w:val="00A65E97"/>
    <w:rsid w:val="00AD3648"/>
    <w:rsid w:val="00AD5BD8"/>
    <w:rsid w:val="00AF77E7"/>
    <w:rsid w:val="00B222CA"/>
    <w:rsid w:val="00B53E05"/>
    <w:rsid w:val="00B642DF"/>
    <w:rsid w:val="00BB53E1"/>
    <w:rsid w:val="00BD2717"/>
    <w:rsid w:val="00BE4267"/>
    <w:rsid w:val="00C073FE"/>
    <w:rsid w:val="00C10B99"/>
    <w:rsid w:val="00C20F44"/>
    <w:rsid w:val="00C2732F"/>
    <w:rsid w:val="00C44922"/>
    <w:rsid w:val="00CF7A9E"/>
    <w:rsid w:val="00D25132"/>
    <w:rsid w:val="00D47721"/>
    <w:rsid w:val="00D832E1"/>
    <w:rsid w:val="00D91147"/>
    <w:rsid w:val="00DC3EF8"/>
    <w:rsid w:val="00DD20D7"/>
    <w:rsid w:val="00E326BA"/>
    <w:rsid w:val="00E76BAD"/>
    <w:rsid w:val="00E8748F"/>
    <w:rsid w:val="00EC0CEF"/>
    <w:rsid w:val="00EF0A99"/>
    <w:rsid w:val="00F44937"/>
    <w:rsid w:val="00F7252A"/>
    <w:rsid w:val="00FB5A34"/>
    <w:rsid w:val="00FD491D"/>
    <w:rsid w:val="00FD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BC99"/>
  <w15:chartTrackingRefBased/>
  <w15:docId w15:val="{129EC04B-FFD6-4B5E-A12A-0BED0CB9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2299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5174F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15174F"/>
  </w:style>
  <w:style w:type="paragraph" w:styleId="Jalus">
    <w:name w:val="footer"/>
    <w:basedOn w:val="Normaallaad"/>
    <w:link w:val="JalusMrk"/>
    <w:uiPriority w:val="99"/>
    <w:unhideWhenUsed/>
    <w:rsid w:val="0015174F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15174F"/>
  </w:style>
  <w:style w:type="table" w:styleId="Kontuurtabel">
    <w:name w:val="Table Grid"/>
    <w:basedOn w:val="Normaaltabel"/>
    <w:uiPriority w:val="39"/>
    <w:rsid w:val="00151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altabel"/>
    <w:next w:val="Kontuurtabel"/>
    <w:uiPriority w:val="39"/>
    <w:rsid w:val="00D47721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73D1"/>
    <w:pPr>
      <w:autoSpaceDE w:val="0"/>
      <w:autoSpaceDN w:val="0"/>
      <w:adjustRightInd w:val="0"/>
    </w:pPr>
    <w:rPr>
      <w:rFonts w:ascii="Gerbera-Light" w:hAnsi="Gerbera-Light" w:cs="Gerbera-Light"/>
      <w:color w:val="000000"/>
      <w:kern w:val="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8201CF"/>
    <w:rPr>
      <w:color w:val="2755A4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20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jus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aMard&#245;kainen\Kadrina%20Vallavalitsus\Kantselei%20-%20Documents\Blanketid\kiri_valja.dotx" TargetMode="External"/></Relationships>
</file>

<file path=word/theme/theme1.xml><?xml version="1.0" encoding="utf-8"?>
<a:theme xmlns:a="http://schemas.openxmlformats.org/drawingml/2006/main" name="Office Theme">
  <a:themeElements>
    <a:clrScheme name="Kadrina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1A92D"/>
      </a:accent1>
      <a:accent2>
        <a:srgbClr val="33872C"/>
      </a:accent2>
      <a:accent3>
        <a:srgbClr val="8BD685"/>
      </a:accent3>
      <a:accent4>
        <a:srgbClr val="B2E4AE"/>
      </a:accent4>
      <a:accent5>
        <a:srgbClr val="E22146"/>
      </a:accent5>
      <a:accent6>
        <a:srgbClr val="F3A6B5"/>
      </a:accent6>
      <a:hlink>
        <a:srgbClr val="2755A4"/>
      </a:hlink>
      <a:folHlink>
        <a:srgbClr val="26938A"/>
      </a:folHlink>
    </a:clrScheme>
    <a:fontScheme name="Kadrina plank">
      <a:majorFont>
        <a:latin typeface="Gerbera-Bold"/>
        <a:ea typeface=""/>
        <a:cs typeface=""/>
      </a:majorFont>
      <a:minorFont>
        <a:latin typeface="Gerbera-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1B04AAEF2BE4AAA3755EBCC20AA61" ma:contentTypeVersion="14" ma:contentTypeDescription="Loo uus dokument" ma:contentTypeScope="" ma:versionID="22153ce2c3cdeb227f96aae0c3b4d6b9">
  <xsd:schema xmlns:xsd="http://www.w3.org/2001/XMLSchema" xmlns:xs="http://www.w3.org/2001/XMLSchema" xmlns:p="http://schemas.microsoft.com/office/2006/metadata/properties" xmlns:ns2="36f64899-c29f-4361-ad21-ff182142b2be" xmlns:ns3="e36e7683-5aaa-4925-8968-a3b0eb712736" targetNamespace="http://schemas.microsoft.com/office/2006/metadata/properties" ma:root="true" ma:fieldsID="7c92e91db31f83c1474d1cb091c17104" ns2:_="" ns3:_="">
    <xsd:import namespace="36f64899-c29f-4361-ad21-ff182142b2be"/>
    <xsd:import namespace="e36e7683-5aaa-4925-8968-a3b0eb7127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64899-c29f-4361-ad21-ff182142b2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834de9a-f062-446d-b3d5-56bad8796611}" ma:internalName="TaxCatchAll" ma:showField="CatchAllData" ma:web="36f64899-c29f-4361-ad21-ff182142b2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e7683-5aaa-4925-8968-a3b0eb712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f235455-7e11-48a3-9662-1236fef5f7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e7683-5aaa-4925-8968-a3b0eb712736">
      <Terms xmlns="http://schemas.microsoft.com/office/infopath/2007/PartnerControls"/>
    </lcf76f155ced4ddcb4097134ff3c332f>
    <TaxCatchAll xmlns="36f64899-c29f-4361-ad21-ff182142b2b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79D81-D08A-4695-864E-A5D18263E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64899-c29f-4361-ad21-ff182142b2be"/>
    <ds:schemaRef ds:uri="e36e7683-5aaa-4925-8968-a3b0eb712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6105DF-D28E-4A22-89C6-332CE11F1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D76F2-3687-468C-90C2-62C3F6FC2409}">
  <ds:schemaRefs>
    <ds:schemaRef ds:uri="http://schemas.microsoft.com/office/2006/metadata/properties"/>
    <ds:schemaRef ds:uri="http://schemas.microsoft.com/office/infopath/2007/PartnerControls"/>
    <ds:schemaRef ds:uri="e36e7683-5aaa-4925-8968-a3b0eb712736"/>
    <ds:schemaRef ds:uri="36f64899-c29f-4361-ad21-ff182142b2be"/>
  </ds:schemaRefs>
</ds:datastoreItem>
</file>

<file path=customXml/itemProps4.xml><?xml version="1.0" encoding="utf-8"?>
<ds:datastoreItem xmlns:ds="http://schemas.openxmlformats.org/officeDocument/2006/customXml" ds:itemID="{2C3BDB56-C4CD-4F8F-B33B-F4A987F7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kiri_valja</Template>
  <TotalTime>35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Mardõkainen</dc:creator>
  <cp:keywords/>
  <dc:description/>
  <cp:lastModifiedBy>Marika Mardõkainen</cp:lastModifiedBy>
  <cp:revision>22</cp:revision>
  <dcterms:created xsi:type="dcterms:W3CDTF">2024-01-17T06:40:00Z</dcterms:created>
  <dcterms:modified xsi:type="dcterms:W3CDTF">2024-01-19T10:51:00Z</dcterms:modified>
</cp:coreProperties>
</file>