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F158E9">
        <w:trPr>
          <w:cantSplit/>
          <w:trHeight w:val="284"/>
        </w:trPr>
        <w:tc>
          <w:tcPr>
            <w:tcW w:w="9498" w:type="dxa"/>
            <w:gridSpan w:val="2"/>
          </w:tcPr>
          <w:p w:rsidR="00F158E9" w:rsidRDefault="00330D03" w:rsidP="00852DCB">
            <w:pPr>
              <w:pStyle w:val="Heading4"/>
              <w:framePr w:w="9526" w:h="1474" w:wrap="notBeside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äljaandja ametinimetus.&#10;&#10;Näiteks: JUHATUSE ESIMEES&#10;&#10;Seejärel liikuge Tab klahviga järgmisele väljale."/>
                  <w:statusText w:type="text" w:val="Sisestage siia käskkirja väljaandja ametinimetus (vt F1)"/>
                  <w:textInput>
                    <w:format w:val="Uppercas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841E32">
              <w:rPr>
                <w:noProof/>
              </w:rPr>
              <w:t>PUIDUTURUSTUSOSAKONNA JUHATAJA</w:t>
            </w:r>
            <w:r>
              <w:fldChar w:fldCharType="end"/>
            </w:r>
          </w:p>
          <w:p w:rsidR="00F158E9" w:rsidRDefault="00F158E9">
            <w:pPr>
              <w:pStyle w:val="Heading4"/>
              <w:framePr w:w="9526" w:h="1474" w:wrap="notBeside" w:y="3063"/>
            </w:pPr>
            <w:r>
              <w:t>KÄSKKIRI</w:t>
            </w:r>
          </w:p>
        </w:tc>
      </w:tr>
      <w:tr w:rsidR="00F158E9">
        <w:trPr>
          <w:cantSplit/>
          <w:trHeight w:val="570"/>
        </w:trPr>
        <w:tc>
          <w:tcPr>
            <w:tcW w:w="5216" w:type="dxa"/>
            <w:tcBorders>
              <w:bottom w:val="nil"/>
            </w:tcBorders>
          </w:tcPr>
          <w:p w:rsidR="00F158E9" w:rsidRDefault="00F158E9">
            <w:pPr>
              <w:pStyle w:val="Heading4"/>
              <w:framePr w:w="9526" w:h="1474" w:wrap="notBeside" w:y="3063"/>
              <w:rPr>
                <w:sz w:val="22"/>
              </w:rPr>
            </w:pPr>
          </w:p>
          <w:bookmarkStart w:id="0" w:name="Text2"/>
          <w:p w:rsidR="00F158E9" w:rsidRDefault="00330D03" w:rsidP="00852DCB">
            <w:r>
              <w:fldChar w:fldCharType="begin">
                <w:ffData>
                  <w:name w:val="Text2"/>
                  <w:enabled/>
                  <w:calcOnExit w:val="0"/>
                  <w:helpText w:type="text" w:val="Sisestage siia koostamise koht.&#10;&#10;&#10;&#10;Seejärel liikuge Tab klahviga järgmisele väljale."/>
                  <w:statusText w:type="text" w:val="Sisestage siia koostamise koht.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852DCB">
              <w:rPr>
                <w:noProof/>
              </w:rPr>
              <w:t>Tallinn</w:t>
            </w:r>
            <w:r>
              <w:fldChar w:fldCharType="end"/>
            </w:r>
            <w:bookmarkEnd w:id="0"/>
          </w:p>
        </w:tc>
        <w:tc>
          <w:tcPr>
            <w:tcW w:w="4309" w:type="dxa"/>
            <w:tcBorders>
              <w:bottom w:val="nil"/>
            </w:tcBorders>
          </w:tcPr>
          <w:p w:rsidR="00F158E9" w:rsidRDefault="00F158E9">
            <w:pPr>
              <w:pStyle w:val="Heading4"/>
              <w:framePr w:w="9526" w:h="1474" w:wrap="notBeside" w:y="3063"/>
              <w:rPr>
                <w:sz w:val="22"/>
              </w:rPr>
            </w:pPr>
          </w:p>
          <w:p w:rsidR="00F158E9" w:rsidRDefault="00330D03" w:rsidP="00D51887">
            <w:r>
              <w:fldChar w:fldCharType="begin">
                <w:ffData>
                  <w:name w:val=""/>
                  <w:enabled/>
                  <w:calcOnExit w:val="0"/>
                  <w:helpText w:type="text" w:val="Sisestage siia kuupäev.&#10;&#10;Näiteks: &#10;01. aprilll 2012&#10;kuupäev vastavalt digitaalallkirja kuupäevale&#10;&#10;Seejärel liikuge Tab klahviga järgmisele väljale."/>
                  <w:statusText w:type="text" w:val="Sisestage sii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D51887">
              <w:t>14</w:t>
            </w:r>
            <w:r w:rsidR="00841E32">
              <w:t>. märts</w:t>
            </w:r>
            <w:r w:rsidR="00597EA0">
              <w:t xml:space="preserve"> 201</w:t>
            </w:r>
            <w:r w:rsidR="00CE472C">
              <w:t>7</w:t>
            </w:r>
            <w:r>
              <w:fldChar w:fldCharType="end"/>
            </w:r>
            <w:r w:rsidR="00F158E9">
              <w:t xml:space="preserve"> nr </w:t>
            </w: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iit.&#10;&#10;Näiteks: &#10;2-6/7&#10;2-6/number vastavalt faili nimes märgitule&#10;&#10;Seejärel liikuge Tab klahviga järgmisele väljale."/>
                  <w:statusText w:type="text" w:val="Sisestage siia käskkirja viit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852DCB">
              <w:t>1-5/</w:t>
            </w:r>
            <w:r w:rsidR="00841E32">
              <w:t>67</w:t>
            </w:r>
            <w:r>
              <w:fldChar w:fldCharType="end"/>
            </w:r>
          </w:p>
        </w:tc>
      </w:tr>
    </w:tbl>
    <w:p w:rsidR="00F158E9" w:rsidRDefault="00F158E9">
      <w:pPr>
        <w:framePr w:w="9526" w:h="1474" w:wrap="notBeside" w:vAnchor="page" w:hAnchor="page" w:x="1702" w:y="3063"/>
        <w:rPr>
          <w:sz w:val="12"/>
        </w:rPr>
      </w:pPr>
    </w:p>
    <w:p w:rsidR="00F158E9" w:rsidRDefault="00D8241A">
      <w:pPr>
        <w:framePr w:w="3289" w:h="851" w:wrap="around" w:vAnchor="page" w:hAnchor="page" w:x="805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>
            <wp:extent cx="2087880" cy="541020"/>
            <wp:effectExtent l="0" t="0" r="7620" b="0"/>
            <wp:docPr id="1" name="Picture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8E9" w:rsidRDefault="00F158E9">
      <w:pPr>
        <w:pStyle w:val="Footer"/>
      </w:pPr>
    </w:p>
    <w:bookmarkStart w:id="1" w:name="Text7"/>
    <w:p w:rsidR="00F158E9" w:rsidRDefault="00D638ED">
      <w:pPr>
        <w:pStyle w:val="Heading1"/>
      </w:pPr>
      <w:r>
        <w:fldChar w:fldCharType="begin">
          <w:ffData>
            <w:name w:val="Text7"/>
            <w:enabled/>
            <w:calcOnExit w:val="0"/>
            <w:helpText w:type="text" w:val="Sisestage siia pealkiri.&#10;&#10;Näiteks: Puhkusele lubamine&#10;&#10;Seejärel liikuge Tab klahviga järgmisele väljale."/>
            <w:statusText w:type="text" w:val="Sisestage siia pealkiri (vt F1)"/>
            <w:textInput>
              <w:format w:val="First capital"/>
            </w:textInput>
          </w:ffData>
        </w:fldChar>
      </w:r>
      <w:r>
        <w:instrText xml:space="preserve"> FORMTEXT </w:instrText>
      </w:r>
      <w:r>
        <w:fldChar w:fldCharType="separate"/>
      </w:r>
      <w:r w:rsidR="0010645C">
        <w:rPr>
          <w:noProof/>
        </w:rPr>
        <w:t xml:space="preserve">Enampakkumise läbiviimine </w:t>
      </w:r>
      <w:r w:rsidR="00CE472C">
        <w:rPr>
          <w:noProof/>
        </w:rPr>
        <w:t>2</w:t>
      </w:r>
      <w:r w:rsidR="00D51887">
        <w:rPr>
          <w:noProof/>
        </w:rPr>
        <w:t>2</w:t>
      </w:r>
      <w:r w:rsidR="00841E32">
        <w:rPr>
          <w:noProof/>
        </w:rPr>
        <w:t>. märtsil</w:t>
      </w:r>
      <w:r w:rsidR="0010645C">
        <w:rPr>
          <w:noProof/>
        </w:rPr>
        <w:t xml:space="preserve"> 201</w:t>
      </w:r>
      <w:r w:rsidR="00CE472C">
        <w:rPr>
          <w:noProof/>
        </w:rPr>
        <w:t>7</w:t>
      </w:r>
      <w:r w:rsidR="0010645C">
        <w:rPr>
          <w:noProof/>
        </w:rPr>
        <w:t>. a</w:t>
      </w:r>
      <w:r>
        <w:fldChar w:fldCharType="end"/>
      </w:r>
      <w:bookmarkEnd w:id="1"/>
    </w:p>
    <w:p w:rsidR="00F158E9" w:rsidRDefault="00F158E9"/>
    <w:p w:rsidR="00F158E9" w:rsidRDefault="00F158E9">
      <w:pPr>
        <w:rPr>
          <w:sz w:val="26"/>
        </w:rPr>
      </w:pPr>
    </w:p>
    <w:p w:rsidR="00F158E9" w:rsidRDefault="00F158E9">
      <w:pPr>
        <w:sectPr w:rsidR="00F158E9">
          <w:headerReference w:type="default" r:id="rId9"/>
          <w:footerReference w:type="default" r:id="rId10"/>
          <w:headerReference w:type="first" r:id="rId11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:rsidR="00F158E9" w:rsidRDefault="00852DCB">
      <w:smartTag w:uri="urn:schemas-microsoft-com:office:smarttags" w:element="PersonName">
        <w:r>
          <w:lastRenderedPageBreak/>
          <w:t>RMK</w:t>
        </w:r>
      </w:smartTag>
      <w:r>
        <w:t xml:space="preserve"> juhatuse </w:t>
      </w:r>
      <w:r w:rsidR="00CE0012" w:rsidRPr="00CE0012">
        <w:t xml:space="preserve">31. mai 2016. a otsusega nr 1-32/35 </w:t>
      </w:r>
      <w:r w:rsidR="00CE0012">
        <w:t xml:space="preserve">kinnitatud </w:t>
      </w:r>
      <w:r w:rsidRPr="00A80231">
        <w:t>„RMK puiduturustusosakonna põhimääruse</w:t>
      </w:r>
      <w:r>
        <w:t xml:space="preserve"> ” punkti</w:t>
      </w:r>
      <w:r w:rsidR="0010645C">
        <w:t>de</w:t>
      </w:r>
      <w:r>
        <w:t xml:space="preserve"> </w:t>
      </w:r>
      <w:r w:rsidR="0010645C" w:rsidRPr="0010645C">
        <w:t>4.4.1 ja 4.4.11 ning RMK juhatuse esimehe 5. jaanuari 2012. a käskkirjaga nr 1-5/4 kinnitatud „Metsamaterjali müügi toimingute ettevalmistamiseks ja läbiviimiseks volitatud isikute määramine“ alusel ning  Vabariigi Valitsuse 04.01.2007. a määruse nr 1 „Riigimetsas kasvava metsa raieõiguse ja metsamaterjali müügi kord“ § 4 lg 1 p 1 ja lõike 2 täitmiseks</w:t>
      </w:r>
    </w:p>
    <w:p w:rsidR="007917B2" w:rsidRDefault="007917B2" w:rsidP="00852DCB"/>
    <w:p w:rsidR="0010645C" w:rsidRDefault="0010645C" w:rsidP="0010645C">
      <w:r>
        <w:t xml:space="preserve">1. M ä ä r a n   RMK poolt </w:t>
      </w:r>
      <w:r w:rsidR="00CE472C">
        <w:t>2</w:t>
      </w:r>
      <w:r w:rsidR="00D51887">
        <w:t>2</w:t>
      </w:r>
      <w:r w:rsidR="00CE472C">
        <w:t xml:space="preserve">. </w:t>
      </w:r>
      <w:r w:rsidR="00841E32">
        <w:t>märtsil</w:t>
      </w:r>
      <w:r>
        <w:t xml:space="preserve"> 201</w:t>
      </w:r>
      <w:r w:rsidR="00CE472C">
        <w:t>7</w:t>
      </w:r>
      <w:r>
        <w:t>. a korraldata</w:t>
      </w:r>
      <w:r w:rsidR="00415B32">
        <w:t>va</w:t>
      </w:r>
      <w:r w:rsidR="00215F8A">
        <w:t xml:space="preserve"> metsamaterjali avalik</w:t>
      </w:r>
      <w:r w:rsidR="00415B32">
        <w:t>u</w:t>
      </w:r>
      <w:r>
        <w:t xml:space="preserve"> </w:t>
      </w:r>
      <w:r w:rsidR="003E7C4E">
        <w:t>elektroonilise</w:t>
      </w:r>
      <w:r>
        <w:t xml:space="preserve"> enampakkumise etteval</w:t>
      </w:r>
      <w:bookmarkStart w:id="2" w:name="_GoBack"/>
      <w:bookmarkEnd w:id="2"/>
      <w:r>
        <w:t xml:space="preserve">mistamise ja </w:t>
      </w:r>
      <w:r w:rsidR="003E7C4E">
        <w:t xml:space="preserve">läbiviimise </w:t>
      </w:r>
      <w:r>
        <w:t xml:space="preserve">eest vastutavaks isikuks puiduturustusosakonna turustusspetsialisti </w:t>
      </w:r>
      <w:r w:rsidR="00215F8A">
        <w:t xml:space="preserve">Jaanus </w:t>
      </w:r>
      <w:proofErr w:type="spellStart"/>
      <w:r w:rsidR="00215F8A">
        <w:t>Reinvee</w:t>
      </w:r>
      <w:proofErr w:type="spellEnd"/>
      <w:r w:rsidR="00841E32">
        <w:t xml:space="preserve"> ja kaasatavaks turustuse peaspetsialisti Urmas Treiali</w:t>
      </w:r>
      <w:r>
        <w:t>.</w:t>
      </w:r>
    </w:p>
    <w:p w:rsidR="0010645C" w:rsidRDefault="0010645C" w:rsidP="0010645C"/>
    <w:p w:rsidR="00597EA0" w:rsidRDefault="00597EA0" w:rsidP="0010645C">
      <w:r>
        <w:t xml:space="preserve">1.1. Vastutaval isikul esitada RMK puiduturustusosakonna juhatajale protokolli projekt edukate pakkujate </w:t>
      </w:r>
      <w:r w:rsidR="00CE472C">
        <w:t>kinnitamise</w:t>
      </w:r>
      <w:r>
        <w:t xml:space="preserve">ks hiljemalt </w:t>
      </w:r>
      <w:r w:rsidR="00D51887">
        <w:t>23</w:t>
      </w:r>
      <w:r w:rsidR="00841E32">
        <w:t>. märtsil</w:t>
      </w:r>
      <w:r>
        <w:t xml:space="preserve"> 201</w:t>
      </w:r>
      <w:r w:rsidR="00CE472C">
        <w:t>7</w:t>
      </w:r>
      <w:r>
        <w:t>. a.</w:t>
      </w:r>
    </w:p>
    <w:p w:rsidR="0010645C" w:rsidRDefault="0010645C" w:rsidP="0010645C"/>
    <w:p w:rsidR="00900107" w:rsidRDefault="00900107" w:rsidP="00852DCB">
      <w:pPr>
        <w:sectPr w:rsidR="00900107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:rsidR="00F158E9" w:rsidRDefault="00F158E9"/>
    <w:p w:rsidR="00F158E9" w:rsidRDefault="00F158E9"/>
    <w:bookmarkStart w:id="3" w:name="Dropdown9"/>
    <w:p w:rsidR="00F158E9" w:rsidRDefault="00D638ED">
      <w:r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äsk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result w:val="1"/>
              <w:listEntry w:val="          "/>
              <w:listEntry w:val="(allkirjastatud digitaalselt)"/>
            </w:ddList>
          </w:ffData>
        </w:fldChar>
      </w:r>
      <w:r>
        <w:rPr>
          <w:spacing w:val="0"/>
          <w:position w:val="0"/>
        </w:rPr>
        <w:instrText xml:space="preserve"> FORMDROPDOWN </w:instrText>
      </w:r>
      <w:r w:rsidR="00841E32">
        <w:rPr>
          <w:spacing w:val="0"/>
          <w:position w:val="0"/>
        </w:rPr>
      </w:r>
      <w:r w:rsidR="007256C1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3"/>
    </w:p>
    <w:p w:rsidR="00F158E9" w:rsidRDefault="00F158E9"/>
    <w:p w:rsidR="00F158E9" w:rsidRDefault="00F158E9"/>
    <w:p w:rsidR="00F158E9" w:rsidRDefault="00D638ED">
      <w:r>
        <w:fldChar w:fldCharType="begin">
          <w:ffData>
            <w:name w:val="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r>
        <w:instrText xml:space="preserve"> FORMTEXT </w:instrText>
      </w:r>
      <w:r>
        <w:fldChar w:fldCharType="separate"/>
      </w:r>
      <w:r w:rsidR="00D8241A">
        <w:rPr>
          <w:noProof/>
        </w:rPr>
        <w:t>Ulvar Kaubi</w:t>
      </w:r>
      <w:r>
        <w:fldChar w:fldCharType="end"/>
      </w:r>
    </w:p>
    <w:p w:rsidR="00F158E9" w:rsidRDefault="00D638ED">
      <w:r>
        <w:fldChar w:fldCharType="begin">
          <w:ffData>
            <w:name w:val=""/>
            <w:enabled/>
            <w:calcOnExit w:val="0"/>
            <w:helpText w:type="text" w:val="Sisestage siia allakirjutaja ametinimetus.&#10;&#10;&#10;&#10;Seejärel liikuge Tab klahviga järgmisele väljale."/>
            <w:statusText w:type="text" w:val="Sisestage siia allakirjutaja ametinimetus."/>
            <w:textInput/>
          </w:ffData>
        </w:fldChar>
      </w:r>
      <w:r>
        <w:instrText xml:space="preserve"> FORMTEXT </w:instrText>
      </w:r>
      <w:r>
        <w:fldChar w:fldCharType="separate"/>
      </w:r>
      <w:r w:rsidR="00D8241A">
        <w:rPr>
          <w:noProof/>
        </w:rPr>
        <w:t>Puiduturustusosakonna juhataja</w:t>
      </w:r>
      <w:r>
        <w:fldChar w:fldCharType="end"/>
      </w:r>
    </w:p>
    <w:p w:rsidR="00F158E9" w:rsidRDefault="00F158E9"/>
    <w:p w:rsidR="00F158E9" w:rsidRDefault="00F158E9"/>
    <w:p w:rsidR="00F158E9" w:rsidRDefault="00F158E9"/>
    <w:bookmarkStart w:id="4" w:name="Text28"/>
    <w:p w:rsidR="00F158E9" w:rsidRDefault="00D638ED">
      <w:r>
        <w:fldChar w:fldCharType="begin">
          <w:ffData>
            <w:name w:val="Text28"/>
            <w:enabled/>
            <w:calcOnExit w:val="0"/>
            <w:helpText w:type="text" w:val="Sisestage siia jaotuskava.&#10;&#10;Näiteks: &#10;Jaotuskava: finantsosakond, personaliosakond&#10;&#10;Seejärel liikuge Tab klahviga järgmisele väljale.&#10;&#10;"/>
            <w:statusText w:type="text" w:val="Sisestage siia jaotuskava (vt F1)"/>
            <w:textInput/>
          </w:ffData>
        </w:fldChar>
      </w:r>
      <w:r>
        <w:instrText xml:space="preserve"> FORMTEXT </w:instrText>
      </w:r>
      <w:r>
        <w:fldChar w:fldCharType="separate"/>
      </w:r>
      <w:r w:rsidR="00D8241A" w:rsidRPr="00D8241A">
        <w:rPr>
          <w:noProof/>
        </w:rPr>
        <w:t>Jaotuskava: puiduturustusosakond</w:t>
      </w:r>
      <w:r>
        <w:fldChar w:fldCharType="end"/>
      </w:r>
      <w:bookmarkEnd w:id="4"/>
    </w:p>
    <w:p w:rsidR="00F158E9" w:rsidRDefault="00F158E9"/>
    <w:p w:rsidR="00F158E9" w:rsidRDefault="00F158E9"/>
    <w:p w:rsidR="00F158E9" w:rsidRDefault="00F158E9"/>
    <w:p w:rsidR="00F158E9" w:rsidRDefault="00330D03">
      <w:r>
        <w:fldChar w:fldCharType="begin">
          <w:ffData>
            <w:name w:val=""/>
            <w:enabled/>
            <w:calcOnExit w:val="0"/>
            <w:helpText w:type="text" w:val="Sisestage siia koostaja nimi.&#10;&#10;&#10;&#10;Seejärel liikuge Tab klahviga järgmisele väljale."/>
            <w:statusText w:type="text" w:val="Sisestage siia koostaja nimi.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F158E9" w:rsidRDefault="00330D03">
      <w:r>
        <w:fldChar w:fldCharType="begin">
          <w:ffData>
            <w:name w:val=""/>
            <w:enabled/>
            <w:calcOnExit w:val="0"/>
            <w:helpText w:type="text" w:val="Sisestage siia koostaja ametinimetus.&#10;&#10;&#10;&#10;Seejärel liikuge Tab klahviga järgmisele väljale."/>
            <w:statusText w:type="text" w:val="Sisestage siia koostaja ametinimetus.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D638ED" w:rsidRDefault="00330D03">
      <w:r>
        <w:fldChar w:fldCharType="begin">
          <w:ffData>
            <w:name w:val=""/>
            <w:enabled/>
            <w:calcOnExit w:val="0"/>
            <w:helpText w:type="text" w:val="Sisestage siia koostamise kuupäev.&#10;&#10;Näiteks: 01. aprill 2012"/>
            <w:statusText w:type="text" w:val="Sisestage siia koostamise kuupäev (vt F1)"/>
            <w:textInput>
              <w:maxLength w:val="27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sectPr w:rsidR="00D638ED">
      <w:footerReference w:type="default" r:id="rId12"/>
      <w:headerReference w:type="first" r:id="rId13"/>
      <w:footerReference w:type="first" r:id="rId14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6C1" w:rsidRDefault="007256C1">
      <w:r>
        <w:separator/>
      </w:r>
    </w:p>
  </w:endnote>
  <w:endnote w:type="continuationSeparator" w:id="0">
    <w:p w:rsidR="007256C1" w:rsidRDefault="00725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6C1" w:rsidRDefault="007256C1">
      <w:r>
        <w:separator/>
      </w:r>
    </w:p>
  </w:footnote>
  <w:footnote w:type="continuationSeparator" w:id="0">
    <w:p w:rsidR="007256C1" w:rsidRDefault="007256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pStyle w:val="Header"/>
    </w:pPr>
    <w:r>
      <w:fldChar w:fldCharType="begin"/>
    </w:r>
    <w:r>
      <w:instrText xml:space="preserve"> PAGE </w:instrText>
    </w:r>
    <w:r>
      <w:fldChar w:fldCharType="separate"/>
    </w:r>
    <w:r w:rsidR="00BA04EF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zOAY+uPHT/JVyQBDRs1O7Ij9UAg=" w:salt="C+2hiYhJQ1GC+hMjTB1RWA==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DCB"/>
    <w:rsid w:val="000F6230"/>
    <w:rsid w:val="0010645C"/>
    <w:rsid w:val="00215F8A"/>
    <w:rsid w:val="002214E5"/>
    <w:rsid w:val="00263040"/>
    <w:rsid w:val="002F1DAA"/>
    <w:rsid w:val="00330D03"/>
    <w:rsid w:val="003419D7"/>
    <w:rsid w:val="003A33D9"/>
    <w:rsid w:val="003C7D75"/>
    <w:rsid w:val="003E7C4E"/>
    <w:rsid w:val="00415B32"/>
    <w:rsid w:val="005012A8"/>
    <w:rsid w:val="00597EA0"/>
    <w:rsid w:val="005B39CA"/>
    <w:rsid w:val="005D2457"/>
    <w:rsid w:val="005E2C20"/>
    <w:rsid w:val="00605CE0"/>
    <w:rsid w:val="006862DC"/>
    <w:rsid w:val="006D1849"/>
    <w:rsid w:val="007256C1"/>
    <w:rsid w:val="00743061"/>
    <w:rsid w:val="00776147"/>
    <w:rsid w:val="007917B2"/>
    <w:rsid w:val="00841E32"/>
    <w:rsid w:val="00852DCB"/>
    <w:rsid w:val="00900107"/>
    <w:rsid w:val="00946179"/>
    <w:rsid w:val="009A41F2"/>
    <w:rsid w:val="009E7BFF"/>
    <w:rsid w:val="009F059A"/>
    <w:rsid w:val="009F1A02"/>
    <w:rsid w:val="00A37FB2"/>
    <w:rsid w:val="00AB6D96"/>
    <w:rsid w:val="00AC01AE"/>
    <w:rsid w:val="00AE783D"/>
    <w:rsid w:val="00B23E37"/>
    <w:rsid w:val="00B30C0A"/>
    <w:rsid w:val="00B77D47"/>
    <w:rsid w:val="00BA04EF"/>
    <w:rsid w:val="00BF75B4"/>
    <w:rsid w:val="00C90721"/>
    <w:rsid w:val="00CE0012"/>
    <w:rsid w:val="00CE472C"/>
    <w:rsid w:val="00D3081A"/>
    <w:rsid w:val="00D51887"/>
    <w:rsid w:val="00D638ED"/>
    <w:rsid w:val="00D82347"/>
    <w:rsid w:val="00D8241A"/>
    <w:rsid w:val="00E23073"/>
    <w:rsid w:val="00E73795"/>
    <w:rsid w:val="00E9619F"/>
    <w:rsid w:val="00EC2658"/>
    <w:rsid w:val="00EE3849"/>
    <w:rsid w:val="00F158E9"/>
    <w:rsid w:val="00F16A6D"/>
    <w:rsid w:val="00FA4C1A"/>
    <w:rsid w:val="00FF44AC"/>
    <w:rsid w:val="00FF5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rPr>
      <w:spacing w:val="0"/>
      <w:position w:val="0"/>
      <w:sz w:val="20"/>
    </w:rPr>
  </w:style>
  <w:style w:type="paragraph" w:styleId="Caption">
    <w:name w:val="caption"/>
    <w:basedOn w:val="Normal"/>
    <w:next w:val="Normal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BalloonText">
    <w:name w:val="Balloon Text"/>
    <w:basedOn w:val="Normal"/>
    <w:link w:val="BalloonTextChar"/>
    <w:rsid w:val="009E7B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7BFF"/>
    <w:rPr>
      <w:rFonts w:ascii="Tahoma" w:hAnsi="Tahoma" w:cs="Tahoma"/>
      <w:spacing w:val="2"/>
      <w:position w:val="6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rPr>
      <w:spacing w:val="0"/>
      <w:position w:val="0"/>
      <w:sz w:val="20"/>
    </w:rPr>
  </w:style>
  <w:style w:type="paragraph" w:styleId="Caption">
    <w:name w:val="caption"/>
    <w:basedOn w:val="Normal"/>
    <w:next w:val="Normal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BalloonText">
    <w:name w:val="Balloon Text"/>
    <w:basedOn w:val="Normal"/>
    <w:link w:val="BalloonTextChar"/>
    <w:rsid w:val="009E7B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7BFF"/>
    <w:rPr>
      <w:rFonts w:ascii="Tahoma" w:hAnsi="Tahoma" w:cs="Tahoma"/>
      <w:spacing w:val="2"/>
      <w:position w:val="6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AppData\Local\Microsoft\Windows\Temporary%20Internet%20Files\Content.IE5\S9FGQVBO\k&#228;skkiri%20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käskkiri logoga</Template>
  <TotalTime>0</TotalTime>
  <Pages>1</Pages>
  <Words>192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DF Ltd., Parnu mnt 154, 11317 Tallinn, Estonia</Company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Ulvar Kaubi</dc:creator>
  <dc:description>Ver 2.0, 01.2013</dc:description>
  <cp:lastModifiedBy>Ulvar Kaubi</cp:lastModifiedBy>
  <cp:revision>2</cp:revision>
  <cp:lastPrinted>2003-07-14T18:24:00Z</cp:lastPrinted>
  <dcterms:created xsi:type="dcterms:W3CDTF">2017-03-14T06:18:00Z</dcterms:created>
  <dcterms:modified xsi:type="dcterms:W3CDTF">2017-03-14T06:18:00Z</dcterms:modified>
</cp:coreProperties>
</file>