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69583" w14:textId="77777777" w:rsidR="00B159D2" w:rsidRDefault="00000000">
      <w:pPr>
        <w:pStyle w:val="Standar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2769583" wp14:editId="32769584">
            <wp:simplePos x="0" y="0"/>
            <wp:positionH relativeFrom="column">
              <wp:posOffset>-786600</wp:posOffset>
            </wp:positionH>
            <wp:positionV relativeFrom="paragraph">
              <wp:posOffset>-38880</wp:posOffset>
            </wp:positionV>
            <wp:extent cx="2780639" cy="654840"/>
            <wp:effectExtent l="0" t="0" r="661" b="0"/>
            <wp:wrapTopAndBottom/>
            <wp:docPr id="1235476203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0639" cy="6548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tbl>
      <w:tblPr>
        <w:tblW w:w="96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4"/>
        <w:gridCol w:w="4089"/>
      </w:tblGrid>
      <w:tr w:rsidR="00B159D2" w14:paraId="3276958E" w14:textId="77777777">
        <w:tblPrEx>
          <w:tblCellMar>
            <w:top w:w="0" w:type="dxa"/>
            <w:bottom w:w="0" w:type="dxa"/>
          </w:tblCellMar>
        </w:tblPrEx>
        <w:tc>
          <w:tcPr>
            <w:tcW w:w="55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69584" w14:textId="77777777" w:rsidR="00B159D2" w:rsidRDefault="00B159D2">
            <w:pPr>
              <w:pStyle w:val="TableContents"/>
            </w:pPr>
          </w:p>
          <w:p w14:paraId="32769585" w14:textId="0823C369" w:rsidR="00B159D2" w:rsidRDefault="00EF2EC6">
            <w:pPr>
              <w:pStyle w:val="TableContents"/>
            </w:pPr>
            <w:r>
              <w:t>Jürgen Ligi</w:t>
            </w:r>
          </w:p>
          <w:p w14:paraId="32769586" w14:textId="77777777" w:rsidR="00B159D2" w:rsidRDefault="00000000">
            <w:pPr>
              <w:pStyle w:val="TableContents"/>
            </w:pPr>
            <w:r>
              <w:t>Rahandusministeerium</w:t>
            </w:r>
          </w:p>
        </w:tc>
        <w:tc>
          <w:tcPr>
            <w:tcW w:w="40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69587" w14:textId="77777777" w:rsidR="00B159D2" w:rsidRDefault="00B159D2">
            <w:pPr>
              <w:pStyle w:val="TableContents"/>
            </w:pPr>
          </w:p>
          <w:p w14:paraId="32769588" w14:textId="77777777" w:rsidR="00B159D2" w:rsidRDefault="00B159D2">
            <w:pPr>
              <w:pStyle w:val="TableContents"/>
            </w:pPr>
          </w:p>
          <w:p w14:paraId="32769589" w14:textId="77777777" w:rsidR="00B159D2" w:rsidRDefault="00B159D2">
            <w:pPr>
              <w:pStyle w:val="TableContents"/>
            </w:pPr>
          </w:p>
          <w:p w14:paraId="3276958A" w14:textId="77777777" w:rsidR="00B159D2" w:rsidRDefault="00000000">
            <w:pPr>
              <w:pStyle w:val="TableContents"/>
            </w:pPr>
            <w:r>
              <w:t>(kuupäev digiallkirjas) nr 13-2/675</w:t>
            </w:r>
          </w:p>
          <w:p w14:paraId="3276958B" w14:textId="77777777" w:rsidR="00B159D2" w:rsidRDefault="00B159D2">
            <w:pPr>
              <w:pStyle w:val="Standard"/>
              <w:ind w:left="43"/>
            </w:pPr>
          </w:p>
          <w:p w14:paraId="3276958C" w14:textId="77777777" w:rsidR="00B159D2" w:rsidRDefault="00B159D2">
            <w:pPr>
              <w:pStyle w:val="TableContents"/>
            </w:pPr>
          </w:p>
          <w:p w14:paraId="3276958D" w14:textId="77777777" w:rsidR="00B159D2" w:rsidRDefault="00B159D2">
            <w:pPr>
              <w:pStyle w:val="TableContents"/>
            </w:pPr>
          </w:p>
        </w:tc>
      </w:tr>
    </w:tbl>
    <w:p w14:paraId="3276958F" w14:textId="77777777" w:rsidR="00000000" w:rsidRDefault="00000000">
      <w:pPr>
        <w:rPr>
          <w:vanish/>
        </w:rPr>
      </w:pPr>
    </w:p>
    <w:tbl>
      <w:tblPr>
        <w:tblW w:w="5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0"/>
      </w:tblGrid>
      <w:tr w:rsidR="00B159D2" w14:paraId="32769592" w14:textId="77777777">
        <w:tblPrEx>
          <w:tblCellMar>
            <w:top w:w="0" w:type="dxa"/>
            <w:bottom w:w="0" w:type="dxa"/>
          </w:tblCellMar>
        </w:tblPrEx>
        <w:tc>
          <w:tcPr>
            <w:tcW w:w="510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69590" w14:textId="77777777" w:rsidR="00B159D2" w:rsidRDefault="00B159D2">
            <w:pPr>
              <w:pStyle w:val="Standard"/>
              <w:textAlignment w:val="bottom"/>
              <w:rPr>
                <w:b/>
                <w:bCs/>
              </w:rPr>
            </w:pPr>
          </w:p>
          <w:p w14:paraId="32769591" w14:textId="42120F69" w:rsidR="00B159D2" w:rsidRDefault="00EF2EC6">
            <w:pPr>
              <w:pStyle w:val="Standard"/>
              <w:textAlignment w:val="bottom"/>
              <w:rPr>
                <w:b/>
                <w:bCs/>
              </w:rPr>
            </w:pPr>
            <w:r w:rsidRPr="00EF2EC6">
              <w:rPr>
                <w:b/>
                <w:bCs/>
              </w:rPr>
              <w:t>Valitsuskomisjoni ning Eesti Linnade ja Valdade Liidu eelarve läbirääkimiste protokolli edastamine</w:t>
            </w:r>
          </w:p>
        </w:tc>
      </w:tr>
    </w:tbl>
    <w:p w14:paraId="32769593" w14:textId="77777777" w:rsidR="00B159D2" w:rsidRDefault="00B159D2">
      <w:pPr>
        <w:pStyle w:val="Standard"/>
        <w:jc w:val="both"/>
      </w:pPr>
    </w:p>
    <w:p w14:paraId="32769594" w14:textId="77777777" w:rsidR="00B159D2" w:rsidRDefault="00B159D2">
      <w:pPr>
        <w:pStyle w:val="Standard"/>
        <w:jc w:val="both"/>
      </w:pPr>
    </w:p>
    <w:p w14:paraId="32769597" w14:textId="77777777" w:rsidR="00B159D2" w:rsidRDefault="00B159D2">
      <w:pPr>
        <w:pStyle w:val="Standard"/>
      </w:pPr>
    </w:p>
    <w:p w14:paraId="32769599" w14:textId="794C6722" w:rsidR="00B159D2" w:rsidRDefault="00EF2EC6" w:rsidP="00EF2EC6">
      <w:pPr>
        <w:pStyle w:val="Standard"/>
        <w:jc w:val="both"/>
      </w:pPr>
      <w:r w:rsidRPr="00EF2EC6">
        <w:t>Edastame valitsuskomisjoni ning Eesti Linnade ja Valdade Liidu vahel toimunud riigi eelarvestrateegia 202</w:t>
      </w:r>
      <w:r>
        <w:t>6</w:t>
      </w:r>
      <w:r w:rsidRPr="00EF2EC6">
        <w:t>-202</w:t>
      </w:r>
      <w:r>
        <w:t>9</w:t>
      </w:r>
      <w:r w:rsidRPr="00EF2EC6">
        <w:t xml:space="preserve"> ja 202</w:t>
      </w:r>
      <w:r>
        <w:t>6</w:t>
      </w:r>
      <w:r w:rsidRPr="00EF2EC6">
        <w:t>.a riigieelarve läbirääkimiste protokolli lisamaks see riigieelarve eelnõu seletuskirjale vastavalt riigieelarve seaduse § 46 lõikele 4.</w:t>
      </w:r>
    </w:p>
    <w:p w14:paraId="7EE1DAB8" w14:textId="77777777" w:rsidR="00EF2EC6" w:rsidRDefault="00EF2EC6">
      <w:pPr>
        <w:pStyle w:val="Standard"/>
      </w:pPr>
    </w:p>
    <w:p w14:paraId="0359DE4C" w14:textId="77777777" w:rsidR="00EF2EC6" w:rsidRDefault="00EF2EC6">
      <w:pPr>
        <w:pStyle w:val="Standard"/>
      </w:pPr>
    </w:p>
    <w:p w14:paraId="23DD9916" w14:textId="77777777" w:rsidR="00EF2EC6" w:rsidRDefault="00EF2EC6">
      <w:pPr>
        <w:pStyle w:val="Standard"/>
      </w:pPr>
    </w:p>
    <w:p w14:paraId="3276959A" w14:textId="77777777" w:rsidR="00B159D2" w:rsidRDefault="00B159D2">
      <w:pPr>
        <w:pStyle w:val="Standard"/>
      </w:pPr>
    </w:p>
    <w:p w14:paraId="3276959B" w14:textId="77777777" w:rsidR="00B159D2" w:rsidRDefault="00000000">
      <w:pPr>
        <w:pStyle w:val="Standard"/>
        <w:ind w:left="43" w:hanging="33"/>
      </w:pPr>
      <w:r>
        <w:t>Lugupidamisega</w:t>
      </w:r>
    </w:p>
    <w:p w14:paraId="3276959C" w14:textId="77777777" w:rsidR="00B159D2" w:rsidRDefault="00B159D2">
      <w:pPr>
        <w:pStyle w:val="Standard"/>
      </w:pPr>
    </w:p>
    <w:p w14:paraId="3276959D" w14:textId="77777777" w:rsidR="00B159D2" w:rsidRDefault="00B159D2">
      <w:pPr>
        <w:pStyle w:val="Standard"/>
      </w:pPr>
    </w:p>
    <w:p w14:paraId="3276959E" w14:textId="77777777" w:rsidR="00B159D2" w:rsidRDefault="00000000">
      <w:pPr>
        <w:pStyle w:val="Standard"/>
      </w:pPr>
      <w:r>
        <w:t>(allkirjastatud digitaalselt)</w:t>
      </w:r>
    </w:p>
    <w:p w14:paraId="3276959F" w14:textId="1DC59657" w:rsidR="00B159D2" w:rsidRDefault="00000000">
      <w:pPr>
        <w:pStyle w:val="Standard"/>
      </w:pPr>
      <w:r>
        <w:t>Hendrik Johannes Terras</w:t>
      </w:r>
      <w:r>
        <w:br/>
      </w:r>
      <w:r w:rsidR="00EF2EC6">
        <w:t>R</w:t>
      </w:r>
      <w:r>
        <w:t>egionaal- ja põllumajandusminister</w:t>
      </w:r>
    </w:p>
    <w:p w14:paraId="327695A0" w14:textId="77777777" w:rsidR="00B159D2" w:rsidRDefault="00B159D2">
      <w:pPr>
        <w:pStyle w:val="Standard"/>
      </w:pPr>
    </w:p>
    <w:p w14:paraId="327695A1" w14:textId="77777777" w:rsidR="00B159D2" w:rsidRDefault="00B159D2">
      <w:pPr>
        <w:pStyle w:val="Standard"/>
      </w:pPr>
    </w:p>
    <w:p w14:paraId="327695A2" w14:textId="77777777" w:rsidR="00B159D2" w:rsidRDefault="00B159D2">
      <w:pPr>
        <w:pStyle w:val="Standard"/>
      </w:pPr>
    </w:p>
    <w:p w14:paraId="327695A3" w14:textId="77777777" w:rsidR="00B159D2" w:rsidRDefault="00B159D2">
      <w:pPr>
        <w:pStyle w:val="Standard"/>
      </w:pPr>
    </w:p>
    <w:p w14:paraId="327695A4" w14:textId="77777777" w:rsidR="00B159D2" w:rsidRDefault="00B159D2">
      <w:pPr>
        <w:pStyle w:val="Standard"/>
      </w:pPr>
    </w:p>
    <w:p w14:paraId="327695A5" w14:textId="77777777" w:rsidR="00B159D2" w:rsidRDefault="00B159D2">
      <w:pPr>
        <w:pStyle w:val="Standard"/>
      </w:pPr>
    </w:p>
    <w:p w14:paraId="327695A6" w14:textId="07E84322" w:rsidR="00B159D2" w:rsidRDefault="00EF2EC6">
      <w:pPr>
        <w:pStyle w:val="Standard"/>
      </w:pPr>
      <w:r w:rsidRPr="00EF2EC6">
        <w:t>Lisad: 1. Valitsuskomisjoni ja Eesti Linnade ja Valdade Liidu riigi eelarvestrateegia 202</w:t>
      </w:r>
      <w:r>
        <w:t>6</w:t>
      </w:r>
      <w:r w:rsidRPr="00EF2EC6">
        <w:t>-202</w:t>
      </w:r>
      <w:r>
        <w:t>9</w:t>
      </w:r>
      <w:r w:rsidRPr="00EF2EC6">
        <w:t xml:space="preserve"> ja 202</w:t>
      </w:r>
      <w:r>
        <w:t>6</w:t>
      </w:r>
      <w:r w:rsidRPr="00EF2EC6">
        <w:t>.a riigieelarve läbirääkimiste protokoll.</w:t>
      </w:r>
    </w:p>
    <w:p w14:paraId="003F8E53" w14:textId="77777777" w:rsidR="00EF2EC6" w:rsidRDefault="00EF2EC6">
      <w:pPr>
        <w:pStyle w:val="Standard"/>
      </w:pPr>
    </w:p>
    <w:p w14:paraId="3EFE5E1C" w14:textId="77777777" w:rsidR="00EF2EC6" w:rsidRDefault="00EF2EC6">
      <w:pPr>
        <w:pStyle w:val="Standard"/>
      </w:pPr>
    </w:p>
    <w:p w14:paraId="5A3E791B" w14:textId="77777777" w:rsidR="00EF2EC6" w:rsidRDefault="00EF2EC6">
      <w:pPr>
        <w:pStyle w:val="Standard"/>
      </w:pPr>
    </w:p>
    <w:p w14:paraId="37017D70" w14:textId="77777777" w:rsidR="00EF2EC6" w:rsidRDefault="00EF2EC6">
      <w:pPr>
        <w:pStyle w:val="Standard"/>
      </w:pPr>
    </w:p>
    <w:p w14:paraId="67428D44" w14:textId="77777777" w:rsidR="00EF2EC6" w:rsidRDefault="00EF2EC6">
      <w:pPr>
        <w:pStyle w:val="Standard"/>
      </w:pPr>
    </w:p>
    <w:p w14:paraId="47EE2ACE" w14:textId="77777777" w:rsidR="00EF2EC6" w:rsidRDefault="00EF2EC6">
      <w:pPr>
        <w:pStyle w:val="Standard"/>
      </w:pPr>
    </w:p>
    <w:p w14:paraId="1AD2A21C" w14:textId="77777777" w:rsidR="00EF2EC6" w:rsidRDefault="00EF2EC6">
      <w:pPr>
        <w:pStyle w:val="Standard"/>
      </w:pPr>
    </w:p>
    <w:p w14:paraId="327695A7" w14:textId="77777777" w:rsidR="00B159D2" w:rsidRDefault="00B159D2">
      <w:pPr>
        <w:pStyle w:val="Standard"/>
      </w:pPr>
    </w:p>
    <w:p w14:paraId="327695A8" w14:textId="77777777" w:rsidR="00B159D2" w:rsidRDefault="00B159D2">
      <w:pPr>
        <w:pStyle w:val="Standard"/>
      </w:pPr>
    </w:p>
    <w:p w14:paraId="327695A9" w14:textId="77777777" w:rsidR="00B159D2" w:rsidRDefault="00000000">
      <w:pPr>
        <w:pStyle w:val="Standard"/>
      </w:pPr>
      <w:r>
        <w:t>Kaie Küngas</w:t>
      </w:r>
    </w:p>
    <w:p w14:paraId="327695AA" w14:textId="77777777" w:rsidR="00B159D2" w:rsidRDefault="00000000">
      <w:pPr>
        <w:pStyle w:val="Standard"/>
      </w:pPr>
      <w:r>
        <w:t>58851370 kaie.kyngas@agri.ee</w:t>
      </w:r>
    </w:p>
    <w:p w14:paraId="327695AB" w14:textId="77777777" w:rsidR="00B159D2" w:rsidRDefault="00B159D2">
      <w:pPr>
        <w:pStyle w:val="Standard"/>
      </w:pPr>
    </w:p>
    <w:sectPr w:rsidR="00B159D2">
      <w:footerReference w:type="default" r:id="rId7"/>
      <w:footerReference w:type="first" r:id="rId8"/>
      <w:pgSz w:w="11906" w:h="16838"/>
      <w:pgMar w:top="680" w:right="850" w:bottom="1020" w:left="1701" w:header="708" w:footer="6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7D53C" w14:textId="77777777" w:rsidR="00EC4177" w:rsidRDefault="00EC4177">
      <w:r>
        <w:separator/>
      </w:r>
    </w:p>
  </w:endnote>
  <w:endnote w:type="continuationSeparator" w:id="0">
    <w:p w14:paraId="3EF6A65A" w14:textId="77777777" w:rsidR="00EC4177" w:rsidRDefault="00EC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958D" w14:textId="77777777" w:rsidR="00000000" w:rsidRDefault="00000000">
    <w:pPr>
      <w:pStyle w:val="Footer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6958F" w14:textId="77777777" w:rsidR="00000000" w:rsidRDefault="00000000">
    <w:pPr>
      <w:pStyle w:val="Textbody"/>
      <w:spacing w:after="0"/>
    </w:pPr>
    <w:r>
      <w:rPr>
        <w:sz w:val="20"/>
      </w:rPr>
      <w:t xml:space="preserve">Suur-Ameerika 1 / 10122 Tallinn / 625 6101/ info@agri.ee / </w:t>
    </w:r>
    <w:hyperlink r:id="rId1" w:history="1">
      <w:r>
        <w:rPr>
          <w:color w:val="000000"/>
          <w:sz w:val="20"/>
        </w:rPr>
        <w:t>www.agri.ee</w:t>
      </w:r>
    </w:hyperlink>
  </w:p>
  <w:p w14:paraId="32769590" w14:textId="77777777" w:rsidR="00000000" w:rsidRDefault="00000000">
    <w:pPr>
      <w:pStyle w:val="Textbody"/>
      <w:spacing w:after="0"/>
      <w:rPr>
        <w:sz w:val="20"/>
      </w:rPr>
    </w:pPr>
    <w:r>
      <w:rPr>
        <w:sz w:val="20"/>
      </w:rPr>
      <w:t>Registrikood 70000734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CEB5D" w14:textId="77777777" w:rsidR="00EC4177" w:rsidRDefault="00EC4177">
      <w:r>
        <w:rPr>
          <w:color w:val="000000"/>
        </w:rPr>
        <w:separator/>
      </w:r>
    </w:p>
  </w:footnote>
  <w:footnote w:type="continuationSeparator" w:id="0">
    <w:p w14:paraId="3E88DD92" w14:textId="77777777" w:rsidR="00EC4177" w:rsidRDefault="00EC4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B159D2"/>
    <w:rsid w:val="00A03A20"/>
    <w:rsid w:val="00AC75A4"/>
    <w:rsid w:val="00B159D2"/>
    <w:rsid w:val="00EC4177"/>
    <w:rsid w:val="00EF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69583"/>
  <w15:docId w15:val="{3F3D28EF-998F-46C7-9D69-513F24A89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et-E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Footnote">
    <w:name w:val="Footnote"/>
    <w:basedOn w:val="Standard"/>
    <w:pPr>
      <w:suppressLineNumbers/>
      <w:ind w:left="340" w:hanging="340"/>
    </w:pPr>
    <w:rPr>
      <w:sz w:val="20"/>
      <w:szCs w:val="20"/>
    </w:rPr>
  </w:style>
  <w:style w:type="paragraph" w:customStyle="1" w:styleId="TableNormal1">
    <w:name w:val="Table Normal1"/>
  </w:style>
  <w:style w:type="character" w:customStyle="1" w:styleId="HeaderChar">
    <w:name w:val="Header Char"/>
    <w:basedOn w:val="DefaultParagraphFont"/>
    <w:rPr>
      <w:rFonts w:cs="Mangal"/>
      <w:szCs w:val="21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gri.ee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../../../personal/personal/personal/personal/Downloads/valjasaadetav_algatuskiri_0210.odt/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643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Aila Soroka</dc:creator>
  <cp:lastModifiedBy>Kaie Küngas</cp:lastModifiedBy>
  <cp:revision>2</cp:revision>
  <dcterms:created xsi:type="dcterms:W3CDTF">2025-09-22T06:15:00Z</dcterms:created>
  <dcterms:modified xsi:type="dcterms:W3CDTF">2025-09-22T06:15:00Z</dcterms:modified>
</cp:coreProperties>
</file>