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7138FC4A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011024CC" w14:textId="7CD4C912" w:rsidR="00E85637" w:rsidRDefault="00A117BF" w:rsidP="00763732">
            <w:pPr>
              <w:framePr w:w="9582" w:h="2155" w:wrap="notBeside" w:vAnchor="page" w:hAnchor="page" w:x="1702" w:y="3063"/>
            </w:pPr>
            <w:r>
              <w:t>Reaalprojekt OÜ</w:t>
            </w:r>
          </w:p>
        </w:tc>
        <w:tc>
          <w:tcPr>
            <w:tcW w:w="510" w:type="dxa"/>
            <w:noWrap/>
          </w:tcPr>
          <w:p w14:paraId="636049B3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7FF83C94" w14:textId="77777777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1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85637" w14:paraId="39C4490D" w14:textId="77777777">
        <w:trPr>
          <w:cantSplit/>
          <w:trHeight w:val="743"/>
        </w:trPr>
        <w:tc>
          <w:tcPr>
            <w:tcW w:w="5216" w:type="dxa"/>
            <w:vMerge/>
          </w:tcPr>
          <w:p w14:paraId="32338CE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EB17B04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79C94761" w14:textId="545CF196" w:rsidR="00E85637" w:rsidRDefault="00A117BF" w:rsidP="00FF7A7E">
            <w:pPr>
              <w:framePr w:w="9582" w:h="2155" w:wrap="notBeside" w:vAnchor="page" w:hAnchor="page" w:x="1702" w:y="3063"/>
            </w:pPr>
            <w:r>
              <w:t>13</w:t>
            </w:r>
            <w:r w:rsidR="004A7458">
              <w:t>.</w:t>
            </w:r>
            <w:r>
              <w:t>10</w:t>
            </w:r>
            <w:r w:rsidR="0026542C">
              <w:t>.202</w:t>
            </w:r>
            <w:r w:rsidR="000C0C61">
              <w:t>5</w:t>
            </w:r>
            <w:r w:rsidR="00FF7A7E">
              <w:t xml:space="preserve"> nr </w:t>
            </w:r>
            <w:r w:rsidR="005468B9">
              <w:t>3-</w:t>
            </w:r>
            <w:r w:rsidR="00E50F55">
              <w:t>6.1/202</w:t>
            </w:r>
            <w:r w:rsidR="000C0C61">
              <w:t>5</w:t>
            </w:r>
            <w:r w:rsidR="00E50F55">
              <w:t>/</w:t>
            </w:r>
            <w:r>
              <w:t>6944</w:t>
            </w:r>
          </w:p>
        </w:tc>
      </w:tr>
      <w:tr w:rsidR="00E85637" w14:paraId="3A032611" w14:textId="77777777">
        <w:trPr>
          <w:cantSplit/>
          <w:trHeight w:hRule="exact" w:val="23"/>
        </w:trPr>
        <w:tc>
          <w:tcPr>
            <w:tcW w:w="5216" w:type="dxa"/>
          </w:tcPr>
          <w:p w14:paraId="3A335875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5ED54716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14F4E1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25D83B36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736442B5" w14:textId="77777777" w:rsidR="00E85637" w:rsidRDefault="00E85637">
      <w:pPr>
        <w:rPr>
          <w:spacing w:val="0"/>
          <w:position w:val="0"/>
          <w:sz w:val="20"/>
        </w:rPr>
      </w:pPr>
    </w:p>
    <w:p w14:paraId="68600D84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43213AEA" wp14:editId="6CDDFFD7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37338" w14:textId="77777777" w:rsidR="00E85637" w:rsidRDefault="00E85637">
      <w:pPr>
        <w:rPr>
          <w:sz w:val="18"/>
        </w:rPr>
      </w:pPr>
    </w:p>
    <w:p w14:paraId="61980542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00E8D9E" w14:textId="56A59ABC" w:rsidR="006C23EE" w:rsidRDefault="00A117BF" w:rsidP="006C23EE">
      <w:pPr>
        <w:pStyle w:val="Pealkiri1"/>
      </w:pPr>
      <w:r>
        <w:t>Kahepaiksete kompensatsioonitiigi rajamine OJ230 er 10</w:t>
      </w:r>
    </w:p>
    <w:p w14:paraId="695BBBAA" w14:textId="77777777" w:rsidR="006C23EE" w:rsidRDefault="006C23EE" w:rsidP="006C23EE"/>
    <w:p w14:paraId="7F3B5DB8" w14:textId="77777777" w:rsidR="006C23EE" w:rsidRDefault="006C23EE" w:rsidP="006C23EE">
      <w:pPr>
        <w:rPr>
          <w:sz w:val="26"/>
        </w:rPr>
      </w:pPr>
    </w:p>
    <w:p w14:paraId="183F886D" w14:textId="77777777" w:rsidR="006C23EE" w:rsidRDefault="006C23EE" w:rsidP="006C23EE"/>
    <w:p w14:paraId="586179FD" w14:textId="77777777" w:rsidR="006C23EE" w:rsidRDefault="006C23EE" w:rsidP="006C23EE">
      <w:pPr>
        <w:rPr>
          <w:sz w:val="18"/>
        </w:rPr>
      </w:pPr>
    </w:p>
    <w:p w14:paraId="2E91C830" w14:textId="77777777" w:rsidR="006C23EE" w:rsidRDefault="006C23EE" w:rsidP="006C23EE">
      <w:pPr>
        <w:sectPr w:rsidR="006C23EE" w:rsidSect="006C23EE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49CB2D1" w14:textId="2C205E93" w:rsidR="00A117BF" w:rsidRDefault="00945D79" w:rsidP="00A117BF">
      <w:pPr>
        <w:sectPr w:rsidR="00A117B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Riigimetsa Majandamise Keskus</w:t>
      </w:r>
      <w:r w:rsidR="005468B9">
        <w:t xml:space="preserve"> </w:t>
      </w:r>
      <w:r w:rsidR="00A117BF">
        <w:t xml:space="preserve"> on </w:t>
      </w:r>
      <w:r w:rsidR="003C3809">
        <w:t xml:space="preserve">tutvunud </w:t>
      </w:r>
      <w:r w:rsidR="00C24DFE">
        <w:t xml:space="preserve">Reaalprojekt OÜ koostatud projektiga kahepaiksetele asendusveekogu rajamiseks </w:t>
      </w:r>
      <w:r w:rsidR="003C3809">
        <w:t>kv</w:t>
      </w:r>
      <w:r w:rsidR="00C24DFE">
        <w:t>artali</w:t>
      </w:r>
      <w:r w:rsidR="003C3809">
        <w:t xml:space="preserve"> </w:t>
      </w:r>
      <w:r w:rsidR="00A117BF">
        <w:t>OJ230 er</w:t>
      </w:r>
      <w:r w:rsidR="00C24DFE">
        <w:t>aldisele</w:t>
      </w:r>
      <w:r w:rsidR="00A117BF">
        <w:t xml:space="preserve"> 10.</w:t>
      </w:r>
      <w:r w:rsidR="00C24DFE">
        <w:t xml:space="preserve"> RMK on projektiga nõus.</w:t>
      </w:r>
    </w:p>
    <w:p w14:paraId="2A84BB51" w14:textId="77777777" w:rsidR="00E85637" w:rsidRDefault="00E85637"/>
    <w:p w14:paraId="4112DF87" w14:textId="77777777" w:rsidR="00E85637" w:rsidRDefault="00E85637"/>
    <w:p w14:paraId="0C16145D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 w:rsidR="00763732">
        <w:rPr>
          <w:noProof/>
        </w:rPr>
        <w:t>,</w:t>
      </w:r>
      <w:r>
        <w:fldChar w:fldCharType="end"/>
      </w:r>
    </w:p>
    <w:p w14:paraId="4617F0DA" w14:textId="77777777" w:rsidR="00E85637" w:rsidRDefault="00945D79">
      <w:r>
        <w:t xml:space="preserve"> </w:t>
      </w:r>
    </w:p>
    <w:p w14:paraId="1F7FB676" w14:textId="77777777" w:rsidR="00E85637" w:rsidRDefault="00E85637"/>
    <w:p w14:paraId="0187897D" w14:textId="77777777" w:rsidR="00E85637" w:rsidRPr="00A41C1E" w:rsidRDefault="00B7608B">
      <w:pPr>
        <w:rPr>
          <w:i/>
          <w:spacing w:val="0"/>
          <w:position w:val="0"/>
        </w:rPr>
      </w:pPr>
      <w:r w:rsidRPr="00A41C1E">
        <w:rPr>
          <w:i/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 w:rsidRPr="00A41C1E">
        <w:rPr>
          <w:i/>
          <w:spacing w:val="0"/>
          <w:position w:val="0"/>
        </w:rPr>
        <w:instrText xml:space="preserve"> FORMDROPDOWN </w:instrText>
      </w:r>
      <w:r w:rsidRPr="00A41C1E">
        <w:rPr>
          <w:i/>
          <w:spacing w:val="0"/>
          <w:position w:val="0"/>
        </w:rPr>
      </w:r>
      <w:r w:rsidRPr="00A41C1E">
        <w:rPr>
          <w:i/>
          <w:spacing w:val="0"/>
          <w:position w:val="0"/>
        </w:rPr>
        <w:fldChar w:fldCharType="separate"/>
      </w:r>
      <w:r w:rsidRPr="00A41C1E">
        <w:rPr>
          <w:i/>
          <w:spacing w:val="0"/>
          <w:position w:val="0"/>
        </w:rPr>
        <w:fldChar w:fldCharType="end"/>
      </w:r>
      <w:bookmarkEnd w:id="2"/>
    </w:p>
    <w:p w14:paraId="47B231DD" w14:textId="77777777" w:rsidR="00E85637" w:rsidRDefault="00E85637"/>
    <w:p w14:paraId="1A2FC0A2" w14:textId="77777777" w:rsidR="00E85637" w:rsidRDefault="00E85637">
      <w:pPr>
        <w:rPr>
          <w:sz w:val="14"/>
        </w:rPr>
      </w:pPr>
    </w:p>
    <w:p w14:paraId="34FDC185" w14:textId="77777777" w:rsidR="00E85637" w:rsidRDefault="00E85637">
      <w:pPr>
        <w:rPr>
          <w:sz w:val="2"/>
        </w:rPr>
      </w:pPr>
    </w:p>
    <w:p w14:paraId="05F5EDC7" w14:textId="77777777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3" w:name="Text30"/>
      <w:r>
        <w:instrText xml:space="preserve"> FORMTEXT </w:instrText>
      </w:r>
      <w:r>
        <w:fldChar w:fldCharType="separate"/>
      </w:r>
      <w:r w:rsidR="00763732">
        <w:rPr>
          <w:noProof/>
        </w:rPr>
        <w:t>Ants Animägi</w:t>
      </w:r>
      <w:r>
        <w:fldChar w:fldCharType="end"/>
      </w:r>
      <w:bookmarkEnd w:id="3"/>
    </w:p>
    <w:p w14:paraId="46AF9255" w14:textId="77777777" w:rsidR="00763732" w:rsidRDefault="00B7608B">
      <w:pPr>
        <w:rPr>
          <w:noProof/>
        </w:rPr>
      </w:pPr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4" w:name="Text32"/>
      <w:r>
        <w:instrText xml:space="preserve"> FORMTEXT </w:instrText>
      </w:r>
      <w:r>
        <w:fldChar w:fldCharType="separate"/>
      </w:r>
      <w:r w:rsidR="00763732">
        <w:rPr>
          <w:noProof/>
        </w:rPr>
        <w:t>looduskaitsespetsialist</w:t>
      </w:r>
    </w:p>
    <w:p w14:paraId="588D92B5" w14:textId="77777777" w:rsidR="00763732" w:rsidRDefault="00763732">
      <w:pPr>
        <w:rPr>
          <w:noProof/>
        </w:rPr>
      </w:pPr>
      <w:r>
        <w:rPr>
          <w:noProof/>
        </w:rPr>
        <w:t>RMK looduskaitseosakond</w:t>
      </w:r>
    </w:p>
    <w:p w14:paraId="4A41FCB3" w14:textId="77777777" w:rsidR="00917782" w:rsidRDefault="00917782">
      <w:pPr>
        <w:rPr>
          <w:noProof/>
        </w:rPr>
      </w:pPr>
      <w:r>
        <w:rPr>
          <w:noProof/>
        </w:rPr>
        <w:t>ants.animagi@rmk.ee</w:t>
      </w:r>
    </w:p>
    <w:p w14:paraId="60883BC9" w14:textId="77777777" w:rsidR="00356C40" w:rsidRDefault="00763732">
      <w:r>
        <w:rPr>
          <w:noProof/>
        </w:rPr>
        <w:t>511 6458</w:t>
      </w:r>
      <w:r w:rsidR="00B7608B">
        <w:fldChar w:fldCharType="end"/>
      </w:r>
      <w:bookmarkEnd w:id="4"/>
    </w:p>
    <w:p w14:paraId="656A8946" w14:textId="77777777" w:rsidR="00B736B9" w:rsidRDefault="00B736B9"/>
    <w:sectPr w:rsidR="00B736B9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F7AA2" w14:textId="77777777" w:rsidR="002F2BB4" w:rsidRDefault="002F2BB4">
      <w:r>
        <w:separator/>
      </w:r>
    </w:p>
  </w:endnote>
  <w:endnote w:type="continuationSeparator" w:id="0">
    <w:p w14:paraId="3032D6D6" w14:textId="77777777" w:rsidR="002F2BB4" w:rsidRDefault="002F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3F782" w14:textId="77777777" w:rsidR="002F2BB4" w:rsidRDefault="002F2BB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4744" w14:textId="77777777" w:rsidR="006C23EE" w:rsidRDefault="006C23E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54F85" w14:textId="77777777" w:rsidR="002F2BB4" w:rsidRDefault="002F2BB4">
    <w:pPr>
      <w:jc w:val="center"/>
      <w:rPr>
        <w:spacing w:val="0"/>
        <w:position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43BC" w14:textId="77777777" w:rsidR="002F2BB4" w:rsidRDefault="002F2BB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CDD55" w14:textId="77777777" w:rsidR="002F2BB4" w:rsidRDefault="002F2BB4">
      <w:r>
        <w:separator/>
      </w:r>
    </w:p>
  </w:footnote>
  <w:footnote w:type="continuationSeparator" w:id="0">
    <w:p w14:paraId="7AD9FBB0" w14:textId="77777777" w:rsidR="002F2BB4" w:rsidRDefault="002F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EC6DE" w14:textId="77777777" w:rsidR="002F2BB4" w:rsidRDefault="002F2BB4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A940" w14:textId="77777777" w:rsidR="002F2BB4" w:rsidRDefault="002F2BB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7D51" w14:textId="77777777" w:rsidR="006C23EE" w:rsidRDefault="006C23EE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9725A5">
      <w:rPr>
        <w:noProof/>
      </w:rP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E70A" w14:textId="77777777" w:rsidR="006C23EE" w:rsidRDefault="006C23EE">
    <w:pPr>
      <w:jc w:val="both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FD99" w14:textId="77777777" w:rsidR="002F2BB4" w:rsidRDefault="002F2BB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0694267">
    <w:abstractNumId w:val="0"/>
  </w:num>
  <w:num w:numId="2" w16cid:durableId="88317317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732"/>
    <w:rsid w:val="000B0022"/>
    <w:rsid w:val="000C0C61"/>
    <w:rsid w:val="000C4369"/>
    <w:rsid w:val="000D31BC"/>
    <w:rsid w:val="0013727A"/>
    <w:rsid w:val="0015432F"/>
    <w:rsid w:val="00160818"/>
    <w:rsid w:val="00175DE3"/>
    <w:rsid w:val="00187A2D"/>
    <w:rsid w:val="001B34C6"/>
    <w:rsid w:val="001D139F"/>
    <w:rsid w:val="001D2BDC"/>
    <w:rsid w:val="001E574A"/>
    <w:rsid w:val="00211FDF"/>
    <w:rsid w:val="00212825"/>
    <w:rsid w:val="00231DFB"/>
    <w:rsid w:val="00241CA3"/>
    <w:rsid w:val="00260957"/>
    <w:rsid w:val="0026542C"/>
    <w:rsid w:val="00287EF6"/>
    <w:rsid w:val="002D7BDA"/>
    <w:rsid w:val="002E1196"/>
    <w:rsid w:val="002F2BB4"/>
    <w:rsid w:val="002F4111"/>
    <w:rsid w:val="00326150"/>
    <w:rsid w:val="00356C40"/>
    <w:rsid w:val="003A08B0"/>
    <w:rsid w:val="003B6810"/>
    <w:rsid w:val="003C3809"/>
    <w:rsid w:val="003D011E"/>
    <w:rsid w:val="003E3D37"/>
    <w:rsid w:val="004274F7"/>
    <w:rsid w:val="00433FF7"/>
    <w:rsid w:val="00436506"/>
    <w:rsid w:val="00447E9C"/>
    <w:rsid w:val="00463DEE"/>
    <w:rsid w:val="00473828"/>
    <w:rsid w:val="00474C2B"/>
    <w:rsid w:val="00491E34"/>
    <w:rsid w:val="004A2FFC"/>
    <w:rsid w:val="004A7458"/>
    <w:rsid w:val="004C0884"/>
    <w:rsid w:val="005468B9"/>
    <w:rsid w:val="005724EA"/>
    <w:rsid w:val="005C081E"/>
    <w:rsid w:val="00604936"/>
    <w:rsid w:val="006C0E8F"/>
    <w:rsid w:val="006C23EE"/>
    <w:rsid w:val="006D0C0D"/>
    <w:rsid w:val="00704BBF"/>
    <w:rsid w:val="00763732"/>
    <w:rsid w:val="00796E83"/>
    <w:rsid w:val="007A5C26"/>
    <w:rsid w:val="007B7275"/>
    <w:rsid w:val="007C7651"/>
    <w:rsid w:val="007E0D20"/>
    <w:rsid w:val="007F482F"/>
    <w:rsid w:val="007F5B6E"/>
    <w:rsid w:val="00805716"/>
    <w:rsid w:val="0082145A"/>
    <w:rsid w:val="00833BC2"/>
    <w:rsid w:val="00845FCB"/>
    <w:rsid w:val="008B1038"/>
    <w:rsid w:val="008C0A3A"/>
    <w:rsid w:val="00917782"/>
    <w:rsid w:val="009446D3"/>
    <w:rsid w:val="00945D79"/>
    <w:rsid w:val="009725A5"/>
    <w:rsid w:val="00A117BF"/>
    <w:rsid w:val="00A13DC8"/>
    <w:rsid w:val="00A41C1E"/>
    <w:rsid w:val="00A44828"/>
    <w:rsid w:val="00A9445B"/>
    <w:rsid w:val="00AA6DA9"/>
    <w:rsid w:val="00AD6EAE"/>
    <w:rsid w:val="00B47A02"/>
    <w:rsid w:val="00B736B9"/>
    <w:rsid w:val="00B7608B"/>
    <w:rsid w:val="00BD66E8"/>
    <w:rsid w:val="00BE12C4"/>
    <w:rsid w:val="00BF1907"/>
    <w:rsid w:val="00BF2607"/>
    <w:rsid w:val="00C24DFE"/>
    <w:rsid w:val="00C32B5E"/>
    <w:rsid w:val="00C336A3"/>
    <w:rsid w:val="00C33ECA"/>
    <w:rsid w:val="00C46810"/>
    <w:rsid w:val="00C52479"/>
    <w:rsid w:val="00C67247"/>
    <w:rsid w:val="00C9313E"/>
    <w:rsid w:val="00CC3519"/>
    <w:rsid w:val="00CD5A01"/>
    <w:rsid w:val="00CF13C4"/>
    <w:rsid w:val="00D0216E"/>
    <w:rsid w:val="00D027D5"/>
    <w:rsid w:val="00D16EB9"/>
    <w:rsid w:val="00D302C2"/>
    <w:rsid w:val="00D33F8C"/>
    <w:rsid w:val="00D37AAF"/>
    <w:rsid w:val="00D42ED2"/>
    <w:rsid w:val="00D54BC3"/>
    <w:rsid w:val="00D664DD"/>
    <w:rsid w:val="00DE347E"/>
    <w:rsid w:val="00E073D4"/>
    <w:rsid w:val="00E459BE"/>
    <w:rsid w:val="00E50F55"/>
    <w:rsid w:val="00E6279F"/>
    <w:rsid w:val="00E85637"/>
    <w:rsid w:val="00EA5225"/>
    <w:rsid w:val="00EC5BAE"/>
    <w:rsid w:val="00EE1D5B"/>
    <w:rsid w:val="00F04FCF"/>
    <w:rsid w:val="00F91873"/>
    <w:rsid w:val="00F94062"/>
    <w:rsid w:val="00FB3544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D42C2A1"/>
  <w15:docId w15:val="{611A5321-4C3C-4AC3-BA01-AADA82A5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s.animagi\AppData\Local\Microsoft\Windows\Temporary%20Internet%20Files\Content.IE5\HLEFOFZB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A576-FCBF-4778-B6EC-20062F48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kirjaplank_ee_20181113.dotx</Template>
  <TotalTime>18</TotalTime>
  <Pages>1</Pages>
  <Words>48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583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Ants Animägi</dc:creator>
  <dc:description>Ver 6.0, 11.2018</dc:description>
  <cp:lastModifiedBy>Ants Animägi</cp:lastModifiedBy>
  <cp:revision>3</cp:revision>
  <cp:lastPrinted>2022-12-27T08:52:00Z</cp:lastPrinted>
  <dcterms:created xsi:type="dcterms:W3CDTF">2025-10-13T12:14:00Z</dcterms:created>
  <dcterms:modified xsi:type="dcterms:W3CDTF">2025-10-13T12:27:00Z</dcterms:modified>
</cp:coreProperties>
</file>