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3B040B70"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FB20DF">
        <w:t>1-18/2023/139</w:t>
      </w:r>
    </w:p>
    <w:p w14:paraId="45391100" w14:textId="77777777" w:rsidR="00370EBA" w:rsidRPr="00487EC6" w:rsidRDefault="00370EBA" w:rsidP="00155339">
      <w:pPr>
        <w:pStyle w:val="Pealkiri"/>
      </w:pPr>
    </w:p>
    <w:p w14:paraId="394DFAC7" w14:textId="2040AFE7" w:rsidR="00DE11EC" w:rsidRPr="005160E2" w:rsidRDefault="00DE11EC" w:rsidP="00DE11EC">
      <w:pPr>
        <w:pStyle w:val="Normaallaadveeb"/>
        <w:jc w:val="right"/>
        <w:rPr>
          <w:rFonts w:eastAsia="Calibri"/>
          <w:lang w:val="fi-FI"/>
        </w:rPr>
      </w:pPr>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499C1DD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9E0417">
            <w:rPr>
              <w:spacing w:val="0"/>
            </w:rPr>
            <w:t>juhatuse esimehe</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fullDate="2022-04-28T00:00:00Z">
            <w:dateFormat w:val="d.MM.yyyy"/>
            <w:lid w:val="et-EE"/>
            <w:storeMappedDataAs w:val="dateTime"/>
            <w:calendar w:val="gregorian"/>
          </w:date>
        </w:sdtPr>
        <w:sdtEndPr/>
        <w:sdtContent>
          <w:r w:rsidR="007E75E4">
            <w:rPr>
              <w:spacing w:val="0"/>
            </w:rPr>
            <w:t>28.04.2022</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9E0417">
            <w:rPr>
              <w:spacing w:val="0"/>
            </w:rPr>
            <w:t>volikirja</w:t>
          </w:r>
        </w:sdtContent>
      </w:sdt>
      <w:r w:rsidR="00DE11EC" w:rsidRPr="00487EC6">
        <w:rPr>
          <w:spacing w:val="0"/>
        </w:rPr>
        <w:t xml:space="preserve"> nr </w:t>
      </w:r>
      <w:r w:rsidR="009E0417">
        <w:rPr>
          <w:spacing w:val="0"/>
        </w:rPr>
        <w:t>1-5/</w:t>
      </w:r>
      <w:r w:rsidR="007E75E4">
        <w:rPr>
          <w:spacing w:val="0"/>
        </w:rPr>
        <w:t>4</w:t>
      </w:r>
      <w:r w:rsidR="009E0417">
        <w:rPr>
          <w:spacing w:val="0"/>
        </w:rPr>
        <w:t xml:space="preserve">2 </w:t>
      </w:r>
      <w:r w:rsidR="00DE11EC" w:rsidRPr="00487EC6">
        <w:rPr>
          <w:spacing w:val="0"/>
        </w:rPr>
        <w:t xml:space="preserve">alusel </w:t>
      </w:r>
      <w:r w:rsidR="009E0417" w:rsidRPr="0081458D">
        <w:rPr>
          <w:bCs/>
          <w:spacing w:val="0"/>
        </w:rPr>
        <w:t>Lääne–Eesti piirkonna juht Aili Küttim</w:t>
      </w:r>
      <w:r w:rsidR="00DE11EC" w:rsidRPr="00487EC6">
        <w:rPr>
          <w:spacing w:val="0"/>
        </w:rPr>
        <w:t>, ühelt poolt,</w:t>
      </w:r>
    </w:p>
    <w:p w14:paraId="1100F2D2" w14:textId="77777777" w:rsidR="00DE11EC" w:rsidRPr="00487EC6" w:rsidRDefault="00DE11EC" w:rsidP="00155339">
      <w:pPr>
        <w:rPr>
          <w:spacing w:val="0"/>
        </w:rPr>
      </w:pPr>
    </w:p>
    <w:p w14:paraId="6C701A1C" w14:textId="588C97F6" w:rsidR="00DE11EC" w:rsidRPr="00487EC6" w:rsidRDefault="00DE11EC" w:rsidP="00DE11EC">
      <w:pPr>
        <w:jc w:val="both"/>
        <w:rPr>
          <w:rFonts w:eastAsia="Calibri"/>
        </w:rPr>
      </w:pPr>
      <w:r w:rsidRPr="00487EC6">
        <w:rPr>
          <w:spacing w:val="0"/>
        </w:rPr>
        <w:t xml:space="preserve">ja </w:t>
      </w:r>
      <w:r w:rsidR="009E0417" w:rsidRPr="0081458D">
        <w:rPr>
          <w:spacing w:val="0"/>
        </w:rPr>
        <w:t xml:space="preserve">Metsamajand OÜ </w:t>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009E0417">
            <w:rPr>
              <w:spacing w:val="0"/>
            </w:rPr>
            <w:t>volikirja</w:t>
          </w:r>
        </w:sdtContent>
      </w:sdt>
      <w:r w:rsidRPr="00554433">
        <w:rPr>
          <w:spacing w:val="0"/>
        </w:rPr>
        <w:t xml:space="preserve"> alusel </w:t>
      </w:r>
      <w:r w:rsidR="009E0417" w:rsidRPr="0081458D">
        <w:rPr>
          <w:spacing w:val="0"/>
        </w:rPr>
        <w:t>projektijuht Vahur Tõnisson</w:t>
      </w:r>
      <w:r w:rsidRPr="00554433">
        <w:rPr>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23F811F7" w:rsidR="00B94694" w:rsidRPr="00487EC6" w:rsidRDefault="00155339" w:rsidP="00FA6E84">
      <w:pPr>
        <w:jc w:val="both"/>
        <w:rPr>
          <w:spacing w:val="0"/>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 xml:space="preserve">edaspidi </w:t>
      </w:r>
      <w:r w:rsidR="000310AC" w:rsidRPr="00487EC6">
        <w:rPr>
          <w:b/>
          <w:bCs/>
          <w:spacing w:val="0"/>
        </w:rPr>
        <w:t>l</w:t>
      </w:r>
      <w:r w:rsidR="00B94694" w:rsidRPr="00487EC6">
        <w:rPr>
          <w:b/>
          <w:bCs/>
          <w:spacing w:val="0"/>
        </w:rPr>
        <w:t>eping</w:t>
      </w:r>
      <w:r w:rsidR="00DE11EC" w:rsidRPr="00487EC6">
        <w:rPr>
          <w:spacing w:val="0"/>
        </w:rPr>
        <w:t xml:space="preserve">, </w:t>
      </w:r>
      <w:r w:rsidR="003265BD">
        <w:rPr>
          <w:spacing w:val="0"/>
        </w:rPr>
        <w:t xml:space="preserve">lihthanke </w:t>
      </w:r>
      <w:r w:rsidR="00857415" w:rsidRPr="00857415">
        <w:rPr>
          <w:spacing w:val="0"/>
        </w:rPr>
        <w:t>"</w:t>
      </w:r>
      <w:r w:rsidR="00622143">
        <w:rPr>
          <w:spacing w:val="0"/>
        </w:rPr>
        <w:t xml:space="preserve">RMK </w:t>
      </w:r>
      <w:proofErr w:type="spellStart"/>
      <w:r w:rsidR="00857415" w:rsidRPr="00857415">
        <w:rPr>
          <w:spacing w:val="0"/>
        </w:rPr>
        <w:t>Audaku</w:t>
      </w:r>
      <w:proofErr w:type="spellEnd"/>
      <w:r w:rsidR="00857415" w:rsidRPr="00857415">
        <w:rPr>
          <w:spacing w:val="0"/>
        </w:rPr>
        <w:t xml:space="preserve"> õpperaja ja Viidumäe vaateplatvormi rekonstrueerimine</w:t>
      </w:r>
      <w:r w:rsidR="00857415" w:rsidRPr="009423AE">
        <w:rPr>
          <w:spacing w:val="0"/>
        </w:rPr>
        <w:t xml:space="preserve">” </w:t>
      </w:r>
      <w:r w:rsidR="0008439E" w:rsidRPr="009423AE">
        <w:rPr>
          <w:spacing w:val="0"/>
        </w:rPr>
        <w:t xml:space="preserve"> </w:t>
      </w:r>
      <w:r w:rsidR="003265BD" w:rsidRPr="009423AE">
        <w:rPr>
          <w:spacing w:val="0"/>
        </w:rPr>
        <w:t>(DHS</w:t>
      </w:r>
      <w:r w:rsidR="001950D6" w:rsidRPr="009423AE">
        <w:rPr>
          <w:spacing w:val="0"/>
        </w:rPr>
        <w:t xml:space="preserve"> nr 1-47</w:t>
      </w:r>
      <w:r w:rsidR="00310542" w:rsidRPr="009423AE">
        <w:rPr>
          <w:spacing w:val="0"/>
        </w:rPr>
        <w:t>/</w:t>
      </w:r>
      <w:r w:rsidR="009423AE" w:rsidRPr="009423AE">
        <w:rPr>
          <w:spacing w:val="0"/>
        </w:rPr>
        <w:t>2866</w:t>
      </w:r>
      <w:r w:rsidR="003265BD" w:rsidRPr="009423AE">
        <w:rPr>
          <w:spacing w:val="0"/>
        </w:rPr>
        <w:t>,</w:t>
      </w:r>
      <w:r w:rsidR="001950D6" w:rsidRPr="009423AE">
        <w:rPr>
          <w:spacing w:val="0"/>
        </w:rPr>
        <w:t xml:space="preserve"> (viitenumber </w:t>
      </w:r>
      <w:r w:rsidR="0008439E" w:rsidRPr="009423AE">
        <w:rPr>
          <w:spacing w:val="0"/>
          <w:lang w:val="en-AU"/>
        </w:rPr>
        <w:t>2</w:t>
      </w:r>
      <w:r w:rsidR="009423AE" w:rsidRPr="009423AE">
        <w:rPr>
          <w:spacing w:val="0"/>
          <w:lang w:val="en-AU"/>
        </w:rPr>
        <w:t>66029</w:t>
      </w:r>
      <w:r w:rsidR="001950D6" w:rsidRPr="009423AE">
        <w:rPr>
          <w:spacing w:val="0"/>
        </w:rPr>
        <w:t xml:space="preserve">) tulemusena </w:t>
      </w:r>
      <w:r w:rsidR="00B94694" w:rsidRPr="009423AE">
        <w:rPr>
          <w:spacing w:val="0"/>
        </w:rPr>
        <w:t>all</w:t>
      </w:r>
      <w:r w:rsidR="008D247D" w:rsidRPr="009423AE">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0925062B" w:rsidR="007A2FCE" w:rsidRPr="00B72DAC" w:rsidRDefault="00B94694" w:rsidP="008627D6">
      <w:pPr>
        <w:pStyle w:val="Loendilik"/>
        <w:numPr>
          <w:ilvl w:val="1"/>
          <w:numId w:val="33"/>
        </w:numPr>
        <w:jc w:val="both"/>
        <w:rPr>
          <w:spacing w:val="0"/>
        </w:rPr>
      </w:pPr>
      <w:r w:rsidRPr="00B72DAC">
        <w:rPr>
          <w:spacing w:val="0"/>
        </w:rPr>
        <w:t>Lepingu</w:t>
      </w:r>
      <w:r w:rsidR="005160E2" w:rsidRPr="00B72DAC">
        <w:rPr>
          <w:spacing w:val="0"/>
        </w:rPr>
        <w:t xml:space="preserve"> objektiks on töövõtja poolt </w:t>
      </w:r>
      <w:r w:rsidR="00B72DAC" w:rsidRPr="00B72DAC">
        <w:rPr>
          <w:spacing w:val="0"/>
        </w:rPr>
        <w:t xml:space="preserve">Saare maakonnas, Saaremaa vallas, Viidu külas, </w:t>
      </w:r>
      <w:r w:rsidR="00C002C5" w:rsidRPr="00B72DAC">
        <w:rPr>
          <w:spacing w:val="0"/>
        </w:rPr>
        <w:t xml:space="preserve">asuva </w:t>
      </w:r>
      <w:proofErr w:type="spellStart"/>
      <w:r w:rsidR="00B72DAC" w:rsidRPr="00B72DAC">
        <w:rPr>
          <w:spacing w:val="0"/>
        </w:rPr>
        <w:t>Audaku</w:t>
      </w:r>
      <w:proofErr w:type="spellEnd"/>
      <w:r w:rsidR="00B72DAC" w:rsidRPr="00B72DAC">
        <w:rPr>
          <w:spacing w:val="0"/>
        </w:rPr>
        <w:t xml:space="preserve"> õpperaja ja Viidumäe vaateplatvorm</w:t>
      </w:r>
      <w:r w:rsidR="00B72DAC" w:rsidRPr="0082285A">
        <w:rPr>
          <w:spacing w:val="0"/>
        </w:rPr>
        <w:t>i</w:t>
      </w:r>
      <w:r w:rsidR="00DE11EC" w:rsidRPr="0082285A">
        <w:rPr>
          <w:spacing w:val="0"/>
        </w:rPr>
        <w:t xml:space="preserve">, </w:t>
      </w:r>
      <w:r w:rsidR="007A2FCE" w:rsidRPr="0082285A">
        <w:rPr>
          <w:spacing w:val="0"/>
        </w:rPr>
        <w:t>edaspidi</w:t>
      </w:r>
      <w:r w:rsidR="007A2FCE" w:rsidRPr="00B72DAC">
        <w:rPr>
          <w:spacing w:val="0"/>
        </w:rPr>
        <w:t xml:space="preserve"> </w:t>
      </w:r>
      <w:r w:rsidR="000310AC" w:rsidRPr="00B72DAC">
        <w:rPr>
          <w:b/>
          <w:spacing w:val="0"/>
        </w:rPr>
        <w:t>e</w:t>
      </w:r>
      <w:r w:rsidR="007A2FCE" w:rsidRPr="00B72DAC">
        <w:rPr>
          <w:b/>
          <w:spacing w:val="0"/>
        </w:rPr>
        <w:t>hitis</w:t>
      </w:r>
      <w:r w:rsidR="009D178B" w:rsidRPr="00B72DAC">
        <w:rPr>
          <w:spacing w:val="0"/>
        </w:rPr>
        <w:t>,</w:t>
      </w:r>
      <w:r w:rsidR="007A2FCE" w:rsidRPr="00B72DAC">
        <w:rPr>
          <w:spacing w:val="0"/>
        </w:rPr>
        <w:t xml:space="preserve"> </w:t>
      </w:r>
      <w:r w:rsidR="0034767B" w:rsidRPr="00B72DAC">
        <w:rPr>
          <w:spacing w:val="0"/>
        </w:rPr>
        <w:t>e</w:t>
      </w:r>
      <w:r w:rsidR="007A541D" w:rsidRPr="00B72DAC">
        <w:rPr>
          <w:spacing w:val="0"/>
        </w:rPr>
        <w:t>hitus- ja remonttööd</w:t>
      </w:r>
      <w:r w:rsidR="005160E2" w:rsidRPr="00B72DAC">
        <w:rPr>
          <w:spacing w:val="0"/>
        </w:rPr>
        <w:t>e</w:t>
      </w:r>
      <w:r w:rsidR="00B40651" w:rsidRPr="00B72DAC">
        <w:rPr>
          <w:spacing w:val="0"/>
        </w:rPr>
        <w:t xml:space="preserve"> </w:t>
      </w:r>
      <w:r w:rsidR="005160E2" w:rsidRPr="00B72DAC">
        <w:rPr>
          <w:spacing w:val="0"/>
        </w:rPr>
        <w:t xml:space="preserve">tegemine </w:t>
      </w:r>
      <w:r w:rsidR="000310AC" w:rsidRPr="00B72DAC">
        <w:rPr>
          <w:spacing w:val="0"/>
        </w:rPr>
        <w:t>l</w:t>
      </w:r>
      <w:r w:rsidRPr="00B72DAC">
        <w:rPr>
          <w:spacing w:val="0"/>
        </w:rPr>
        <w:t>epinguga kokk</w:t>
      </w:r>
      <w:r w:rsidR="00DE11EC" w:rsidRPr="00B72DAC">
        <w:rPr>
          <w:spacing w:val="0"/>
        </w:rPr>
        <w:t xml:space="preserve">ulepitud tingimustel ja korras, </w:t>
      </w:r>
      <w:r w:rsidRPr="00B72DAC">
        <w:rPr>
          <w:spacing w:val="0"/>
        </w:rPr>
        <w:t xml:space="preserve">edaspidi </w:t>
      </w:r>
      <w:r w:rsidR="00BF5FC2" w:rsidRPr="00B72DAC">
        <w:rPr>
          <w:b/>
          <w:spacing w:val="0"/>
        </w:rPr>
        <w:t>t</w:t>
      </w:r>
      <w:r w:rsidRPr="00B72DAC">
        <w:rPr>
          <w:b/>
          <w:spacing w:val="0"/>
        </w:rPr>
        <w:t>öö</w:t>
      </w:r>
      <w:r w:rsidRPr="00B72DAC">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5A0BB7A3" w:rsidR="00D353D2" w:rsidRPr="00DC4812" w:rsidRDefault="00DD3F45" w:rsidP="00DC4812">
      <w:pPr>
        <w:pStyle w:val="Loendilik"/>
        <w:numPr>
          <w:ilvl w:val="1"/>
          <w:numId w:val="33"/>
        </w:numPr>
        <w:jc w:val="both"/>
        <w:rPr>
          <w:spacing w:val="0"/>
        </w:rPr>
      </w:pPr>
      <w:r w:rsidRPr="00DC4812">
        <w:rPr>
          <w:spacing w:val="0"/>
        </w:rPr>
        <w:t>T</w:t>
      </w:r>
      <w:r w:rsidR="00D353D2" w:rsidRPr="00DC4812">
        <w:rPr>
          <w:spacing w:val="0"/>
        </w:rPr>
        <w:t xml:space="preserve">ellija annab </w:t>
      </w:r>
      <w:r w:rsidR="000310AC" w:rsidRPr="00DC4812">
        <w:rPr>
          <w:spacing w:val="0"/>
        </w:rPr>
        <w:t>t</w:t>
      </w:r>
      <w:r w:rsidR="00D353D2" w:rsidRPr="00DC4812">
        <w:rPr>
          <w:spacing w:val="0"/>
        </w:rPr>
        <w:t xml:space="preserve">öövõtjale </w:t>
      </w:r>
      <w:r w:rsidR="000310AC" w:rsidRPr="00DC4812">
        <w:rPr>
          <w:spacing w:val="0"/>
        </w:rPr>
        <w:t>t</w:t>
      </w:r>
      <w:r w:rsidR="00D353D2" w:rsidRPr="00DC4812">
        <w:rPr>
          <w:spacing w:val="0"/>
        </w:rPr>
        <w:t>öö teostamiseks üle järgmised dokumendid:</w:t>
      </w:r>
      <w:r w:rsidR="00FF59A2" w:rsidRPr="00DC4812">
        <w:rPr>
          <w:spacing w:val="0"/>
        </w:rPr>
        <w:t xml:space="preserve"> </w:t>
      </w:r>
      <w:r w:rsidR="0082285A" w:rsidRPr="0082285A">
        <w:rPr>
          <w:b/>
          <w:spacing w:val="0"/>
        </w:rPr>
        <w:t>„</w:t>
      </w:r>
      <w:r w:rsidR="0082285A" w:rsidRPr="0082285A">
        <w:rPr>
          <w:spacing w:val="0"/>
        </w:rPr>
        <w:t xml:space="preserve">RMK </w:t>
      </w:r>
      <w:proofErr w:type="spellStart"/>
      <w:r w:rsidR="0082285A" w:rsidRPr="0082285A">
        <w:rPr>
          <w:spacing w:val="0"/>
        </w:rPr>
        <w:t>Audaku</w:t>
      </w:r>
      <w:proofErr w:type="spellEnd"/>
      <w:r w:rsidR="0082285A" w:rsidRPr="0082285A">
        <w:rPr>
          <w:spacing w:val="0"/>
        </w:rPr>
        <w:t xml:space="preserve"> õpperaja ja Viidumäe õpperaja vaateplatvormi rekonstrueerimisprojekt“ (AB </w:t>
      </w:r>
      <w:proofErr w:type="spellStart"/>
      <w:r w:rsidR="0082285A" w:rsidRPr="0082285A">
        <w:rPr>
          <w:spacing w:val="0"/>
        </w:rPr>
        <w:t>Artes</w:t>
      </w:r>
      <w:proofErr w:type="spellEnd"/>
      <w:r w:rsidR="0082285A" w:rsidRPr="0082285A">
        <w:rPr>
          <w:spacing w:val="0"/>
        </w:rPr>
        <w:t xml:space="preserve"> </w:t>
      </w:r>
      <w:proofErr w:type="spellStart"/>
      <w:r w:rsidR="0082285A" w:rsidRPr="0082285A">
        <w:rPr>
          <w:spacing w:val="0"/>
        </w:rPr>
        <w:t>Terrae</w:t>
      </w:r>
      <w:proofErr w:type="spellEnd"/>
      <w:r w:rsidR="0082285A" w:rsidRPr="0082285A">
        <w:rPr>
          <w:spacing w:val="0"/>
        </w:rPr>
        <w:t xml:space="preserve"> OÜ töö nr TP 22009KP2 ) </w:t>
      </w:r>
      <w:r w:rsidR="00DC4812" w:rsidRPr="00DC4812">
        <w:rPr>
          <w:spacing w:val="0"/>
        </w:rPr>
        <w:t>ning joonis</w:t>
      </w:r>
      <w:r w:rsidR="0082285A">
        <w:rPr>
          <w:spacing w:val="0"/>
        </w:rPr>
        <w:t xml:space="preserve"> </w:t>
      </w:r>
      <w:r w:rsidR="0082285A" w:rsidRPr="0082285A">
        <w:rPr>
          <w:spacing w:val="0"/>
        </w:rPr>
        <w:t>10350720_TP_EK-7-04_LaudPinkVarjualune1</w:t>
      </w:r>
      <w:r w:rsidR="00DC4812">
        <w:rPr>
          <w:spacing w:val="0"/>
        </w:rPr>
        <w:t>,</w:t>
      </w:r>
      <w:r w:rsidR="00DC4812" w:rsidRPr="00DC4812">
        <w:rPr>
          <w:spacing w:val="0"/>
        </w:rPr>
        <w:t xml:space="preserve"> mis on alla</w:t>
      </w:r>
      <w:r w:rsidR="00DC4812">
        <w:rPr>
          <w:spacing w:val="0"/>
        </w:rPr>
        <w:t xml:space="preserve"> </w:t>
      </w:r>
      <w:r w:rsidR="00DC4812" w:rsidRPr="00DC4812">
        <w:rPr>
          <w:spacing w:val="0"/>
        </w:rPr>
        <w:t xml:space="preserve">laetavad lingilt: </w:t>
      </w:r>
      <w:hyperlink r:id="rId8" w:anchor="/procurement/6031380/documents?group=B" w:history="1">
        <w:r w:rsidR="00DC4812" w:rsidRPr="00DC4812">
          <w:rPr>
            <w:rStyle w:val="Hperlink"/>
            <w:spacing w:val="0"/>
          </w:rPr>
          <w:t>https://riigihanked.riik.ee/rhr-web/#/procurement/6031380/documents?group=B</w:t>
        </w:r>
      </w:hyperlink>
      <w:r w:rsidR="00DC4812">
        <w:rPr>
          <w:spacing w:val="0"/>
        </w:rPr>
        <w:t xml:space="preserve"> </w:t>
      </w:r>
      <w:r w:rsidR="00DC4812" w:rsidRPr="00DC4812">
        <w:rPr>
          <w:spacing w:val="0"/>
        </w:rPr>
        <w:t>.</w:t>
      </w:r>
      <w:r w:rsidR="00DC4812" w:rsidRPr="00DC4812">
        <w:rPr>
          <w:b/>
          <w:spacing w:val="0"/>
        </w:rPr>
        <w:t xml:space="preserve"> </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1A4085" w:rsidRDefault="007A139E" w:rsidP="007A139E">
      <w:pPr>
        <w:pStyle w:val="Loendilik"/>
        <w:numPr>
          <w:ilvl w:val="1"/>
          <w:numId w:val="33"/>
        </w:numPr>
        <w:jc w:val="both"/>
        <w:rPr>
          <w:spacing w:val="0"/>
        </w:rPr>
      </w:pPr>
      <w:r w:rsidRPr="001A4085">
        <w:rPr>
          <w:spacing w:val="0"/>
        </w:rPr>
        <w:t>Töövõtja alustab ehitustööde teostamist pärast lepingu sõlmimist.</w:t>
      </w:r>
    </w:p>
    <w:p w14:paraId="2FDDBA04" w14:textId="13FCE1A8" w:rsidR="00543444" w:rsidRPr="001A4085" w:rsidRDefault="00543444" w:rsidP="008627D6">
      <w:pPr>
        <w:pStyle w:val="Loendilik"/>
        <w:numPr>
          <w:ilvl w:val="1"/>
          <w:numId w:val="33"/>
        </w:numPr>
        <w:jc w:val="both"/>
        <w:rPr>
          <w:spacing w:val="0"/>
        </w:rPr>
      </w:pPr>
      <w:r w:rsidRPr="001A4085">
        <w:rPr>
          <w:spacing w:val="0"/>
        </w:rPr>
        <w:t>Töö</w:t>
      </w:r>
      <w:r w:rsidR="001A4085" w:rsidRPr="001A4085">
        <w:rPr>
          <w:spacing w:val="0"/>
        </w:rPr>
        <w:t xml:space="preserve"> </w:t>
      </w:r>
      <w:r w:rsidRPr="001A4085">
        <w:rPr>
          <w:spacing w:val="0"/>
        </w:rPr>
        <w:t>üleandmise lõpptäht</w:t>
      </w:r>
      <w:r w:rsidR="00F343EA" w:rsidRPr="001A4085">
        <w:rPr>
          <w:spacing w:val="0"/>
        </w:rPr>
        <w:t>päev</w:t>
      </w:r>
      <w:r w:rsidRPr="001A4085">
        <w:rPr>
          <w:spacing w:val="0"/>
        </w:rPr>
        <w:t xml:space="preserve"> on</w:t>
      </w:r>
      <w:r w:rsidR="00676BC1" w:rsidRPr="001A4085">
        <w:rPr>
          <w:spacing w:val="0"/>
        </w:rPr>
        <w:t xml:space="preserve"> </w:t>
      </w:r>
      <w:r w:rsidRPr="001A4085">
        <w:rPr>
          <w:spacing w:val="0"/>
        </w:rPr>
        <w:t xml:space="preserve"> </w:t>
      </w:r>
      <w:sdt>
        <w:sdtPr>
          <w:rPr>
            <w:spacing w:val="0"/>
          </w:rPr>
          <w:id w:val="61070318"/>
          <w:placeholder>
            <w:docPart w:val="B0CC20E456EC40339715C603D2BA7B2C"/>
          </w:placeholder>
          <w:date w:fullDate="2024-04-07T00:00:00Z">
            <w:dateFormat w:val="d.MM.yyyy"/>
            <w:lid w:val="et-EE"/>
            <w:storeMappedDataAs w:val="dateTime"/>
            <w:calendar w:val="gregorian"/>
          </w:date>
        </w:sdtPr>
        <w:sdtEndPr/>
        <w:sdtContent>
          <w:r w:rsidR="0082285A">
            <w:rPr>
              <w:spacing w:val="0"/>
            </w:rPr>
            <w:t>7.04.2024</w:t>
          </w:r>
        </w:sdtContent>
      </w:sdt>
      <w:r w:rsidR="00580820" w:rsidRPr="001A4085">
        <w:rPr>
          <w:spacing w:val="0"/>
        </w:rPr>
        <w:t>.</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15C44BB5"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3A481C">
        <w:rPr>
          <w:spacing w:val="0"/>
        </w:rPr>
        <w:t>,</w:t>
      </w:r>
      <w:r w:rsidR="009E4BBE" w:rsidRPr="003A481C">
        <w:rPr>
          <w:spacing w:val="0"/>
        </w:rPr>
        <w:t xml:space="preserve"> </w:t>
      </w:r>
      <w:r w:rsidR="003A481C" w:rsidRPr="003A481C">
        <w:rPr>
          <w:spacing w:val="0"/>
        </w:rPr>
        <w:t xml:space="preserve">99500 </w:t>
      </w:r>
      <w:r w:rsidR="000B213D" w:rsidRPr="003A481C">
        <w:rPr>
          <w:spacing w:val="0"/>
        </w:rPr>
        <w:t>(</w:t>
      </w:r>
      <w:r w:rsidR="003A481C">
        <w:rPr>
          <w:spacing w:val="0"/>
        </w:rPr>
        <w:t xml:space="preserve">üheksakümmend üheksatuhat viissada) </w:t>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1BCBE49" w:rsidR="002E19B4" w:rsidRPr="0082285A" w:rsidRDefault="002E19B4" w:rsidP="0082285A">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3A481C">
        <w:rPr>
          <w:spacing w:val="0"/>
        </w:rPr>
        <w:t xml:space="preserve">9950 </w:t>
      </w:r>
      <w:r w:rsidR="000B213D" w:rsidRPr="003A481C">
        <w:rPr>
          <w:spacing w:val="0"/>
        </w:rPr>
        <w:t>(</w:t>
      </w:r>
      <w:r w:rsidR="003A481C">
        <w:rPr>
          <w:spacing w:val="0"/>
        </w:rPr>
        <w:t>üheksa tuhat üheksas</w:t>
      </w:r>
      <w:r w:rsidR="003A481C" w:rsidRPr="0082285A">
        <w:rPr>
          <w:spacing w:val="0"/>
        </w:rPr>
        <w:t xml:space="preserve">ada viiskümmend) </w:t>
      </w:r>
      <w:r w:rsidR="00727DC2" w:rsidRPr="0082285A">
        <w:rPr>
          <w:spacing w:val="0"/>
        </w:rPr>
        <w:t>eurot, millele lisandub käibemaks</w:t>
      </w:r>
      <w:r w:rsidR="001E1A21" w:rsidRPr="0082285A">
        <w:rPr>
          <w:spacing w:val="0"/>
        </w:rPr>
        <w:t>.</w:t>
      </w:r>
      <w:r w:rsidR="00727DC2" w:rsidRPr="0082285A">
        <w:rPr>
          <w:spacing w:val="0"/>
        </w:rPr>
        <w:t xml:space="preserve"> Tellija eeldab, et nimetatud reserv ei kuulu </w:t>
      </w:r>
      <w:r w:rsidR="00F57EA5" w:rsidRPr="0082285A">
        <w:rPr>
          <w:spacing w:val="0"/>
        </w:rPr>
        <w:t>t</w:t>
      </w:r>
      <w:r w:rsidR="00727DC2" w:rsidRPr="0082285A">
        <w:rPr>
          <w:spacing w:val="0"/>
        </w:rPr>
        <w:t xml:space="preserve">ellija poolt </w:t>
      </w:r>
      <w:r w:rsidR="00F57EA5" w:rsidRPr="0082285A">
        <w:rPr>
          <w:spacing w:val="0"/>
        </w:rPr>
        <w:t>t</w:t>
      </w:r>
      <w:r w:rsidR="00727DC2" w:rsidRPr="0082285A">
        <w:rPr>
          <w:spacing w:val="0"/>
        </w:rPr>
        <w:t xml:space="preserve">öövõtjale tasumisele ning reservi kasutatakse üksnes juhul, kui ilmneb võrreldes seni tellitud </w:t>
      </w:r>
      <w:r w:rsidR="00F57EA5" w:rsidRPr="0082285A">
        <w:rPr>
          <w:spacing w:val="0"/>
        </w:rPr>
        <w:t>t</w:t>
      </w:r>
      <w:r w:rsidR="00727DC2" w:rsidRPr="0082285A">
        <w:rPr>
          <w:spacing w:val="0"/>
        </w:rPr>
        <w:t xml:space="preserve">öödega selliste täiendavate tööde tellimise vajadus, mida </w:t>
      </w:r>
      <w:r w:rsidR="00F57EA5" w:rsidRPr="0082285A">
        <w:rPr>
          <w:spacing w:val="0"/>
        </w:rPr>
        <w:t>t</w:t>
      </w:r>
      <w:r w:rsidR="00727DC2" w:rsidRPr="0082285A">
        <w:rPr>
          <w:spacing w:val="0"/>
        </w:rPr>
        <w:t xml:space="preserve">ellija </w:t>
      </w:r>
      <w:r w:rsidR="00F57EA5" w:rsidRPr="0082285A">
        <w:rPr>
          <w:spacing w:val="0"/>
        </w:rPr>
        <w:t>t</w:t>
      </w:r>
      <w:r w:rsidR="00727DC2" w:rsidRPr="0082285A">
        <w:rPr>
          <w:spacing w:val="0"/>
        </w:rPr>
        <w:t xml:space="preserve">ööde tellimisel ette ei näinud. Reservi kasutamise üle otsustab </w:t>
      </w:r>
      <w:r w:rsidR="00F57EA5" w:rsidRPr="0082285A">
        <w:rPr>
          <w:spacing w:val="0"/>
        </w:rPr>
        <w:t>t</w:t>
      </w:r>
      <w:r w:rsidR="00727DC2" w:rsidRPr="0082285A">
        <w:rPr>
          <w:spacing w:val="0"/>
        </w:rPr>
        <w:t xml:space="preserve">ellija </w:t>
      </w:r>
      <w:r w:rsidR="00F57EA5" w:rsidRPr="0082285A">
        <w:rPr>
          <w:spacing w:val="0"/>
        </w:rPr>
        <w:t>t</w:t>
      </w:r>
      <w:r w:rsidR="00727DC2" w:rsidRPr="0082285A">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25DD9F5D"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777647">
        <w:rPr>
          <w:spacing w:val="0"/>
        </w:rPr>
        <w:t>.</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4433">
        <w:rPr>
          <w:spacing w:val="0"/>
        </w:rPr>
        <w:t>l</w:t>
      </w:r>
      <w:r w:rsidR="0010269D" w:rsidRPr="00554433">
        <w:rPr>
          <w:spacing w:val="0"/>
        </w:rPr>
        <w:t xml:space="preserve">epingu </w:t>
      </w:r>
      <w:r w:rsidR="0010269D" w:rsidRPr="006D5E90">
        <w:rPr>
          <w:spacing w:val="0"/>
        </w:rPr>
        <w:t xml:space="preserve">punktis </w:t>
      </w:r>
      <w:r w:rsidR="00BF1C0D" w:rsidRPr="006D5E90">
        <w:rPr>
          <w:spacing w:val="0"/>
        </w:rPr>
        <w:t>5.8</w:t>
      </w:r>
      <w:r w:rsidR="0010269D" w:rsidRPr="006D5E90">
        <w:rPr>
          <w:spacing w:val="0"/>
        </w:rPr>
        <w:t>.</w:t>
      </w:r>
      <w:r w:rsidR="0010269D" w:rsidRPr="00554433">
        <w:rPr>
          <w:spacing w:val="0"/>
        </w:rPr>
        <w:t xml:space="preserve"> sätestatud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lastRenderedPageBreak/>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w:t>
      </w:r>
      <w:r w:rsidR="00477BE3" w:rsidRPr="00554433">
        <w:rPr>
          <w:spacing w:val="0"/>
        </w:rPr>
        <w:lastRenderedPageBreak/>
        <w:t>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w:t>
      </w:r>
      <w:r w:rsidRPr="004A080E">
        <w:rPr>
          <w:spacing w:val="0"/>
        </w:rPr>
        <w:t xml:space="preserve">Välismaine teenuseosutaja peab järgima temale kehtivaid nõudeid. </w:t>
      </w:r>
    </w:p>
    <w:p w14:paraId="71DD366D" w14:textId="77777777" w:rsidR="00667683" w:rsidRPr="00554433" w:rsidRDefault="00667683" w:rsidP="00667683">
      <w:pPr>
        <w:pStyle w:val="Loendilik"/>
        <w:ind w:left="576"/>
        <w:jc w:val="both"/>
        <w:rPr>
          <w:spacing w:val="0"/>
        </w:rPr>
      </w:pP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lastRenderedPageBreak/>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 xml:space="preserve">esindaja poolt </w:t>
      </w:r>
      <w:r w:rsidR="00EC39BF" w:rsidRPr="00554433">
        <w:rPr>
          <w:spacing w:val="0"/>
        </w:rPr>
        <w:lastRenderedPageBreak/>
        <w:t>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554433">
        <w:rPr>
          <w:spacing w:val="0"/>
        </w:rPr>
        <w:t xml:space="preserve">Vaegtööde olemasolul kannab </w:t>
      </w:r>
      <w:r w:rsidR="005B7BA9" w:rsidRPr="00554433">
        <w:rPr>
          <w:spacing w:val="0"/>
        </w:rPr>
        <w:t>t</w:t>
      </w:r>
      <w:r w:rsidRPr="00554433">
        <w:rPr>
          <w:spacing w:val="0"/>
        </w:rPr>
        <w:t xml:space="preserve">öövõtja vaegtööde juhusliku hävimise või kahjustamise riisikot kuni vaegtööde vastuvõtmiseni </w:t>
      </w:r>
      <w:r w:rsidR="005B7BA9" w:rsidRPr="00554433">
        <w:rPr>
          <w:spacing w:val="0"/>
        </w:rPr>
        <w:t>t</w:t>
      </w:r>
      <w:r w:rsidRPr="00554433">
        <w:rPr>
          <w:spacing w:val="0"/>
        </w:rPr>
        <w:t>ellija poolt.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proofErr w:type="spellStart"/>
      <w:r w:rsidR="00580820" w:rsidRPr="00554433">
        <w:rPr>
          <w:spacing w:val="0"/>
        </w:rPr>
        <w:t>viisteist</w:t>
      </w:r>
      <w:proofErr w:type="spellEnd"/>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77777777" w:rsidR="001515C2" w:rsidRPr="00554433" w:rsidRDefault="001515C2" w:rsidP="008627D6">
      <w:pPr>
        <w:pStyle w:val="Loendilik"/>
        <w:numPr>
          <w:ilvl w:val="1"/>
          <w:numId w:val="33"/>
        </w:numPr>
        <w:jc w:val="both"/>
        <w:rPr>
          <w:spacing w:val="0"/>
        </w:rPr>
      </w:pPr>
      <w:r w:rsidRPr="00554433">
        <w:rPr>
          <w:spacing w:val="0"/>
        </w:rPr>
        <w:t>Viimane makse, mis ei tohi olla väiksem kui 10</w:t>
      </w:r>
      <w:r w:rsidR="00C17206" w:rsidRPr="00554433">
        <w:rPr>
          <w:spacing w:val="0"/>
        </w:rPr>
        <w:t xml:space="preserve"> (kümme) </w:t>
      </w:r>
      <w:r w:rsidRPr="00554433">
        <w:rPr>
          <w:spacing w:val="0"/>
        </w:rPr>
        <w:t xml:space="preserve">% </w:t>
      </w:r>
      <w:r w:rsidR="00003552" w:rsidRPr="00554433">
        <w:rPr>
          <w:spacing w:val="0"/>
        </w:rPr>
        <w:t>l</w:t>
      </w:r>
      <w:r w:rsidRPr="00554433">
        <w:rPr>
          <w:spacing w:val="0"/>
        </w:rPr>
        <w:t xml:space="preserve">epingu hinnast, sooritatakse </w:t>
      </w:r>
      <w:r w:rsidR="00003552" w:rsidRPr="00554433">
        <w:rPr>
          <w:spacing w:val="0"/>
        </w:rPr>
        <w:t>t</w:t>
      </w:r>
      <w:r w:rsidRPr="00554433">
        <w:rPr>
          <w:spacing w:val="0"/>
        </w:rPr>
        <w:t xml:space="preserve">öövõtjale 3 </w:t>
      </w:r>
      <w:r w:rsidR="00003552" w:rsidRPr="00554433">
        <w:rPr>
          <w:spacing w:val="0"/>
        </w:rPr>
        <w:t xml:space="preserve">(kolme) </w:t>
      </w:r>
      <w:r w:rsidRPr="00554433">
        <w:rPr>
          <w:spacing w:val="0"/>
        </w:rPr>
        <w:t>tööpäeva jooksul peale ehitusobjektile kasutusloa vormistamist kohaliku omavalitsuse poolt.</w:t>
      </w:r>
    </w:p>
    <w:p w14:paraId="20629C1F" w14:textId="22F0347D"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xml:space="preserve">, mis asub ettevõtjaportaalis </w:t>
      </w:r>
      <w:hyperlink r:id="rId9" w:history="1">
        <w:r w:rsidR="009E0417" w:rsidRPr="00012F3B">
          <w:rPr>
            <w:rStyle w:val="Hperlink"/>
            <w:spacing w:val="0"/>
          </w:rPr>
          <w:t>https://www.rik.ee/et/e-arveldaja</w:t>
        </w:r>
      </w:hyperlink>
      <w:r w:rsidR="009E0417">
        <w:rPr>
          <w:spacing w:val="0"/>
        </w:rPr>
        <w:t xml:space="preserve"> </w:t>
      </w:r>
      <w:r w:rsidR="00BA0CDE" w:rsidRPr="00BA0CDE">
        <w:rPr>
          <w:spacing w:val="0"/>
        </w:rPr>
        <w:t>.</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lastRenderedPageBreak/>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oendilik"/>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4C4C93D"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9E0417">
        <w:rPr>
          <w:spacing w:val="0"/>
        </w:rPr>
        <w:t xml:space="preserve">: </w:t>
      </w:r>
      <w:r w:rsidR="009E0417" w:rsidRPr="0081458D">
        <w:rPr>
          <w:spacing w:val="0"/>
        </w:rPr>
        <w:t>Lääne – Eesti piirkonna juht Aili Küttim</w:t>
      </w:r>
      <w:r w:rsidR="009E0417">
        <w:rPr>
          <w:spacing w:val="0"/>
        </w:rPr>
        <w:t>,</w:t>
      </w:r>
      <w:r w:rsidR="009E0417" w:rsidRPr="0081458D">
        <w:rPr>
          <w:spacing w:val="0"/>
        </w:rPr>
        <w:t xml:space="preserve"> tel 5158921</w:t>
      </w:r>
      <w:r w:rsidR="009E0417">
        <w:rPr>
          <w:spacing w:val="0"/>
        </w:rPr>
        <w:t>,</w:t>
      </w:r>
      <w:r w:rsidR="009E0417" w:rsidRPr="0081458D">
        <w:rPr>
          <w:spacing w:val="0"/>
        </w:rPr>
        <w:t xml:space="preserve"> e-post</w:t>
      </w:r>
      <w:r w:rsidR="009E0417">
        <w:rPr>
          <w:spacing w:val="0"/>
        </w:rPr>
        <w:t xml:space="preserve"> </w:t>
      </w:r>
      <w:hyperlink r:id="rId10" w:history="1">
        <w:r w:rsidR="009E0417" w:rsidRPr="0081458D">
          <w:rPr>
            <w:rStyle w:val="Hperlink"/>
            <w:spacing w:val="0"/>
          </w:rPr>
          <w:t>aili.kuttim@rmk.ee</w:t>
        </w:r>
      </w:hyperlink>
      <w:r w:rsidR="009E0417">
        <w:rPr>
          <w:spacing w:val="0"/>
        </w:rPr>
        <w:t xml:space="preserve"> ;</w:t>
      </w:r>
    </w:p>
    <w:p w14:paraId="036DDA67" w14:textId="28B54E7F"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9E0417">
        <w:rPr>
          <w:spacing w:val="0"/>
        </w:rPr>
        <w:t>:</w:t>
      </w:r>
      <w:r w:rsidR="00D21B88" w:rsidRPr="00554433">
        <w:rPr>
          <w:spacing w:val="0"/>
        </w:rPr>
        <w:t xml:space="preserve"> </w:t>
      </w:r>
      <w:r w:rsidR="009E0417">
        <w:rPr>
          <w:spacing w:val="0"/>
        </w:rPr>
        <w:t>k</w:t>
      </w:r>
      <w:r w:rsidR="009E0417" w:rsidRPr="0081458D">
        <w:rPr>
          <w:spacing w:val="0"/>
        </w:rPr>
        <w:t>ülastusala juht Üllar Soonik</w:t>
      </w:r>
      <w:r w:rsidR="009E0417">
        <w:rPr>
          <w:spacing w:val="0"/>
        </w:rPr>
        <w:t>,</w:t>
      </w:r>
      <w:r w:rsidR="009E0417" w:rsidRPr="0081458D">
        <w:rPr>
          <w:spacing w:val="0"/>
        </w:rPr>
        <w:t xml:space="preserve"> tel 5158901</w:t>
      </w:r>
      <w:r w:rsidR="009E0417">
        <w:rPr>
          <w:spacing w:val="0"/>
        </w:rPr>
        <w:t>,</w:t>
      </w:r>
      <w:r w:rsidR="009E0417" w:rsidRPr="0081458D">
        <w:rPr>
          <w:spacing w:val="0"/>
        </w:rPr>
        <w:t xml:space="preserve"> e-post </w:t>
      </w:r>
      <w:hyperlink r:id="rId11" w:history="1">
        <w:r w:rsidR="009E0417" w:rsidRPr="0081458D">
          <w:rPr>
            <w:rStyle w:val="Hperlink"/>
            <w:spacing w:val="0"/>
          </w:rPr>
          <w:t>ullar.soonik@rmk.ee</w:t>
        </w:r>
      </w:hyperlink>
      <w:r w:rsidR="009E0417">
        <w:rPr>
          <w:spacing w:val="0"/>
        </w:rPr>
        <w:t xml:space="preserve"> </w:t>
      </w:r>
      <w:r w:rsidR="009E0417" w:rsidRPr="0081458D">
        <w:rPr>
          <w:spacing w:val="0"/>
        </w:rPr>
        <w:t>;</w:t>
      </w:r>
      <w:r w:rsidR="009E0417" w:rsidRPr="00554433">
        <w:rPr>
          <w:spacing w:val="0"/>
        </w:rPr>
        <w:t xml:space="preserve"> </w:t>
      </w:r>
    </w:p>
    <w:p w14:paraId="28605904" w14:textId="18CC8F29" w:rsidR="00D21B88" w:rsidRPr="00554433" w:rsidRDefault="00ED074F" w:rsidP="00FF59A2">
      <w:pPr>
        <w:pStyle w:val="Loendilik"/>
        <w:numPr>
          <w:ilvl w:val="2"/>
          <w:numId w:val="33"/>
        </w:numPr>
        <w:jc w:val="both"/>
        <w:rPr>
          <w:spacing w:val="0"/>
        </w:rPr>
      </w:pPr>
      <w:r w:rsidRPr="009E0417">
        <w:rPr>
          <w:spacing w:val="0"/>
          <w:u w:val="single"/>
        </w:rPr>
        <w:t>Omaniku</w:t>
      </w:r>
      <w:r w:rsidR="0045429A" w:rsidRPr="009E0417">
        <w:rPr>
          <w:spacing w:val="0"/>
          <w:u w:val="single"/>
        </w:rPr>
        <w:t>järelevalve teosta</w:t>
      </w:r>
      <w:r w:rsidR="009E0417" w:rsidRPr="009E0417">
        <w:rPr>
          <w:spacing w:val="0"/>
          <w:u w:val="single"/>
        </w:rPr>
        <w:t>ja</w:t>
      </w:r>
      <w:r w:rsidR="0045429A" w:rsidRPr="009E0417">
        <w:rPr>
          <w:spacing w:val="0"/>
          <w:u w:val="single"/>
        </w:rPr>
        <w:t xml:space="preserve"> </w:t>
      </w:r>
      <w:r w:rsidR="009E0417" w:rsidRPr="009E0417">
        <w:rPr>
          <w:rFonts w:asciiTheme="minorHAnsi" w:eastAsiaTheme="minorHAnsi" w:hAnsiTheme="minorHAnsi" w:cstheme="minorBidi"/>
          <w:spacing w:val="0"/>
          <w:kern w:val="2"/>
          <w:sz w:val="22"/>
          <w:szCs w:val="22"/>
          <w:u w:val="single"/>
          <w14:ligatures w14:val="standardContextual"/>
        </w:rPr>
        <w:t xml:space="preserve"> </w:t>
      </w:r>
      <w:r w:rsidR="009E0417" w:rsidRPr="0081458D">
        <w:rPr>
          <w:spacing w:val="0"/>
          <w:u w:val="single"/>
        </w:rPr>
        <w:t>esitame Teile teatisega peale hanke</w:t>
      </w:r>
      <w:r w:rsidR="003A481C">
        <w:rPr>
          <w:spacing w:val="0"/>
          <w:u w:val="single"/>
        </w:rPr>
        <w:t>tulemuse</w:t>
      </w:r>
      <w:r w:rsidR="009E0417" w:rsidRPr="0081458D">
        <w:rPr>
          <w:spacing w:val="0"/>
          <w:u w:val="single"/>
        </w:rPr>
        <w:t xml:space="preserve"> kinnitamist</w:t>
      </w:r>
      <w:r w:rsidR="009E0417">
        <w:rPr>
          <w:spacing w:val="0"/>
        </w:rPr>
        <w:t>;</w:t>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1C3C5394" w:rsidR="00D21B88" w:rsidRPr="009E0417" w:rsidRDefault="00D21B88" w:rsidP="009E0417">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9E0417">
        <w:rPr>
          <w:spacing w:val="0"/>
        </w:rPr>
        <w:t xml:space="preserve">: </w:t>
      </w:r>
      <w:r w:rsidR="009E0417" w:rsidRPr="0081458D">
        <w:rPr>
          <w:spacing w:val="0"/>
        </w:rPr>
        <w:t>projektijuht Ivar Kraan</w:t>
      </w:r>
      <w:r w:rsidR="009E0417">
        <w:rPr>
          <w:spacing w:val="0"/>
        </w:rPr>
        <w:t>,</w:t>
      </w:r>
      <w:r w:rsidR="009E0417" w:rsidRPr="0081458D">
        <w:rPr>
          <w:spacing w:val="0"/>
        </w:rPr>
        <w:t xml:space="preserve"> tel 56935112</w:t>
      </w:r>
      <w:r w:rsidR="009E0417">
        <w:rPr>
          <w:spacing w:val="0"/>
        </w:rPr>
        <w:t>,</w:t>
      </w:r>
      <w:r w:rsidR="009E0417" w:rsidRPr="0081458D">
        <w:rPr>
          <w:spacing w:val="0"/>
        </w:rPr>
        <w:t xml:space="preserve"> e-posti </w:t>
      </w:r>
      <w:hyperlink r:id="rId12" w:history="1">
        <w:r w:rsidR="009E0417" w:rsidRPr="0081458D">
          <w:rPr>
            <w:rStyle w:val="Hperlink"/>
            <w:spacing w:val="0"/>
          </w:rPr>
          <w:t>ivar.kraan@gmail.com</w:t>
        </w:r>
      </w:hyperlink>
      <w:r w:rsidR="009E0417">
        <w:rPr>
          <w:spacing w:val="0"/>
        </w:rPr>
        <w:t xml:space="preserve"> </w:t>
      </w:r>
      <w:r w:rsidR="009E0417" w:rsidRPr="0081458D">
        <w:rPr>
          <w:spacing w:val="0"/>
        </w:rPr>
        <w:t xml:space="preserve">; </w:t>
      </w:r>
    </w:p>
    <w:p w14:paraId="4C860739" w14:textId="4686A6DB"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9E0417" w:rsidRPr="0081458D">
        <w:rPr>
          <w:spacing w:val="0"/>
        </w:rPr>
        <w:t>projektijuht Ivar Kraan</w:t>
      </w:r>
      <w:r w:rsidR="009E0417">
        <w:rPr>
          <w:spacing w:val="0"/>
        </w:rPr>
        <w:t>,</w:t>
      </w:r>
      <w:r w:rsidR="009E0417" w:rsidRPr="0081458D">
        <w:rPr>
          <w:spacing w:val="0"/>
        </w:rPr>
        <w:t xml:space="preserve"> tel 56935112</w:t>
      </w:r>
      <w:r w:rsidR="009E0417">
        <w:rPr>
          <w:spacing w:val="0"/>
        </w:rPr>
        <w:t>,</w:t>
      </w:r>
      <w:r w:rsidR="009E0417" w:rsidRPr="0081458D">
        <w:rPr>
          <w:spacing w:val="0"/>
        </w:rPr>
        <w:t xml:space="preserve"> e-post </w:t>
      </w:r>
      <w:hyperlink r:id="rId13" w:history="1">
        <w:r w:rsidR="009E0417" w:rsidRPr="0081458D">
          <w:rPr>
            <w:rStyle w:val="Hperlink"/>
            <w:spacing w:val="0"/>
          </w:rPr>
          <w:t>ivar.kraan@gmail.com</w:t>
        </w:r>
      </w:hyperlink>
      <w:r w:rsidR="009E0417">
        <w:rPr>
          <w:spacing w:val="0"/>
        </w:rPr>
        <w:t xml:space="preserve"> </w:t>
      </w:r>
      <w:r w:rsidR="009E0417" w:rsidRPr="0081458D">
        <w:rPr>
          <w:spacing w:val="0"/>
        </w:rPr>
        <w:t>;</w:t>
      </w:r>
    </w:p>
    <w:p w14:paraId="4CD005F3" w14:textId="3688C3DD" w:rsidR="00926027" w:rsidRDefault="00010E89" w:rsidP="00FF59A2">
      <w:pPr>
        <w:pStyle w:val="Loendilik"/>
        <w:numPr>
          <w:ilvl w:val="2"/>
          <w:numId w:val="33"/>
        </w:numPr>
        <w:jc w:val="both"/>
        <w:rPr>
          <w:spacing w:val="0"/>
        </w:rPr>
      </w:pPr>
      <w:r w:rsidRPr="00554433">
        <w:rPr>
          <w:spacing w:val="0"/>
        </w:rPr>
        <w:t>V</w:t>
      </w:r>
      <w:r w:rsidR="00366B8F" w:rsidRPr="00554433">
        <w:rPr>
          <w:spacing w:val="0"/>
        </w:rPr>
        <w:t xml:space="preserve">astutav </w:t>
      </w:r>
      <w:r w:rsidR="00333E02" w:rsidRPr="00554433">
        <w:rPr>
          <w:spacing w:val="0"/>
        </w:rPr>
        <w:t xml:space="preserve">pädev isik </w:t>
      </w:r>
      <w:r w:rsidR="00F61E68">
        <w:rPr>
          <w:spacing w:val="0"/>
        </w:rPr>
        <w:t xml:space="preserve">(mh </w:t>
      </w:r>
      <w:r w:rsidR="00366B8F" w:rsidRPr="00554433">
        <w:rPr>
          <w:spacing w:val="0"/>
        </w:rPr>
        <w:t>Majandustegevuse Registri mõistes</w:t>
      </w:r>
      <w:r w:rsidR="00F61E68">
        <w:rPr>
          <w:spacing w:val="0"/>
        </w:rPr>
        <w:t>, kui see on asjakohane)</w:t>
      </w:r>
      <w:r w:rsidR="0045429A" w:rsidRPr="00554433">
        <w:rPr>
          <w:spacing w:val="0"/>
        </w:rPr>
        <w:t>:</w:t>
      </w:r>
      <w:r w:rsidR="00882874" w:rsidRPr="00554433">
        <w:rPr>
          <w:spacing w:val="0"/>
        </w:rPr>
        <w:t xml:space="preserve"> </w:t>
      </w:r>
      <w:r w:rsidR="009E0417" w:rsidRPr="0081458D">
        <w:rPr>
          <w:spacing w:val="0"/>
        </w:rPr>
        <w:t>Mona Group OÜ, Mihkel Kuld</w:t>
      </w:r>
      <w:r w:rsidR="009E0417">
        <w:rPr>
          <w:spacing w:val="0"/>
        </w:rPr>
        <w:t>,</w:t>
      </w:r>
      <w:r w:rsidR="009E0417" w:rsidRPr="0081458D">
        <w:rPr>
          <w:spacing w:val="0"/>
        </w:rPr>
        <w:t xml:space="preserve"> tel 53732036</w:t>
      </w:r>
      <w:r w:rsidR="009E0417">
        <w:rPr>
          <w:spacing w:val="0"/>
        </w:rPr>
        <w:t>,</w:t>
      </w:r>
      <w:r w:rsidR="009E0417" w:rsidRPr="0081458D">
        <w:rPr>
          <w:spacing w:val="0"/>
        </w:rPr>
        <w:t xml:space="preserve"> e-post </w:t>
      </w:r>
      <w:hyperlink r:id="rId14" w:history="1">
        <w:r w:rsidR="009E0417" w:rsidRPr="0081458D">
          <w:rPr>
            <w:rStyle w:val="Hperlink"/>
            <w:spacing w:val="0"/>
          </w:rPr>
          <w:t>monaehitus@gmail.com</w:t>
        </w:r>
      </w:hyperlink>
      <w:r w:rsidR="009E0417">
        <w:rPr>
          <w:spacing w:val="0"/>
        </w:rPr>
        <w:t xml:space="preserve"> </w:t>
      </w:r>
      <w:r w:rsidR="009E02CA" w:rsidRPr="00554433">
        <w:rPr>
          <w:spacing w:val="0"/>
        </w:rPr>
        <w:t>.</w:t>
      </w:r>
    </w:p>
    <w:p w14:paraId="638118DC" w14:textId="067BF294" w:rsidR="00A9606E" w:rsidRDefault="00A9606E" w:rsidP="00A9606E">
      <w:pPr>
        <w:jc w:val="both"/>
        <w:rPr>
          <w:spacing w:val="0"/>
        </w:rPr>
      </w:pPr>
    </w:p>
    <w:p w14:paraId="5C15DD5F" w14:textId="61A716E3" w:rsidR="00323196" w:rsidRDefault="00323196" w:rsidP="00A9606E">
      <w:pPr>
        <w:jc w:val="both"/>
        <w:rPr>
          <w:spacing w:val="0"/>
        </w:rPr>
      </w:pPr>
    </w:p>
    <w:p w14:paraId="6225F507" w14:textId="77777777" w:rsidR="00323196" w:rsidRDefault="00323196" w:rsidP="00A9606E">
      <w:pPr>
        <w:jc w:val="both"/>
        <w:rPr>
          <w:spacing w:val="0"/>
        </w:rPr>
      </w:pPr>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 xml:space="preserve">Lepingust taganemise või lepingu ülesütlemise avaldused ning lepingu rikkumisel teisele poolele esitatavad nõudekirjad peavad olema kirjalikus vormis. Kirjaliku vormiga on </w:t>
      </w:r>
      <w:r w:rsidRPr="00554433">
        <w:rPr>
          <w:spacing w:val="0"/>
        </w:rPr>
        <w:lastRenderedPageBreak/>
        <w:t>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002914C9" w:rsidR="00FF59A2" w:rsidRDefault="007E75E4"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CC7A5C">
            <w:rPr>
              <w:spacing w:val="0"/>
            </w:rPr>
            <w:t>Leping on allkirjastatud digitaalselt.</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35"/>
        <w:gridCol w:w="4467"/>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0BC5211E" w:rsidR="00561311" w:rsidRDefault="00857415"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51641C85" w:rsidR="00310542" w:rsidRPr="00CC7A5C" w:rsidRDefault="00CC7A5C" w:rsidP="00155339">
            <w:pPr>
              <w:tabs>
                <w:tab w:val="left" w:pos="4320"/>
              </w:tabs>
              <w:jc w:val="both"/>
              <w:rPr>
                <w:spacing w:val="0"/>
              </w:rPr>
            </w:pPr>
            <w:r w:rsidRPr="00CC7A5C">
              <w:rPr>
                <w:spacing w:val="0"/>
              </w:rPr>
              <w:t xml:space="preserve">Metsamajand OÜ </w:t>
            </w:r>
          </w:p>
          <w:p w14:paraId="11D5E8DA" w14:textId="3064EF52" w:rsidR="00310542" w:rsidRPr="00487EC6" w:rsidRDefault="00310542" w:rsidP="00155339">
            <w:pPr>
              <w:tabs>
                <w:tab w:val="left" w:pos="4320"/>
              </w:tabs>
              <w:jc w:val="both"/>
              <w:rPr>
                <w:spacing w:val="-3"/>
              </w:rPr>
            </w:pPr>
            <w:r w:rsidRPr="00487EC6">
              <w:rPr>
                <w:spacing w:val="-3"/>
              </w:rPr>
              <w:t xml:space="preserve">Registrikood </w:t>
            </w:r>
            <w:r w:rsidR="00CC7A5C" w:rsidRPr="0081458D">
              <w:rPr>
                <w:spacing w:val="-3"/>
              </w:rPr>
              <w:t>11950590</w:t>
            </w:r>
          </w:p>
          <w:p w14:paraId="5652AE76" w14:textId="5AC057D8" w:rsidR="00310542" w:rsidRPr="00487EC6" w:rsidRDefault="00CC7A5C" w:rsidP="00155339">
            <w:pPr>
              <w:tabs>
                <w:tab w:val="left" w:pos="4320"/>
              </w:tabs>
              <w:jc w:val="both"/>
              <w:rPr>
                <w:spacing w:val="-3"/>
              </w:rPr>
            </w:pPr>
            <w:r w:rsidRPr="00CC7A5C">
              <w:rPr>
                <w:spacing w:val="-3"/>
              </w:rPr>
              <w:t xml:space="preserve">Peetri tee 19 Peetri alevik, Rae vald Harjumaa 75312 </w:t>
            </w:r>
          </w:p>
          <w:p w14:paraId="3CFBD8B5" w14:textId="425A0D28" w:rsidR="00310542" w:rsidRPr="00487EC6" w:rsidRDefault="00BE2D03" w:rsidP="00155339">
            <w:pPr>
              <w:tabs>
                <w:tab w:val="left" w:pos="4320"/>
              </w:tabs>
              <w:jc w:val="both"/>
              <w:rPr>
                <w:spacing w:val="-3"/>
              </w:rPr>
            </w:pPr>
            <w:r w:rsidRPr="00487EC6">
              <w:rPr>
                <w:spacing w:val="-3"/>
              </w:rPr>
              <w:t xml:space="preserve">Tel </w:t>
            </w:r>
            <w:r w:rsidR="00CC7A5C" w:rsidRPr="0081458D">
              <w:rPr>
                <w:spacing w:val="-3"/>
              </w:rPr>
              <w:t>5074747</w:t>
            </w:r>
            <w:r w:rsidR="00CC7A5C">
              <w:rPr>
                <w:spacing w:val="-3"/>
              </w:rPr>
              <w:t xml:space="preserve"> </w:t>
            </w:r>
          </w:p>
          <w:p w14:paraId="24B56A8D" w14:textId="4F7C877D" w:rsidR="00561311" w:rsidRPr="00487EC6" w:rsidRDefault="005A5F0E" w:rsidP="005A5F0E">
            <w:pPr>
              <w:tabs>
                <w:tab w:val="left" w:pos="4320"/>
              </w:tabs>
              <w:jc w:val="both"/>
              <w:rPr>
                <w:iCs/>
                <w:spacing w:val="0"/>
              </w:rPr>
            </w:pPr>
            <w:r w:rsidRPr="00487EC6">
              <w:rPr>
                <w:iCs/>
                <w:spacing w:val="0"/>
              </w:rPr>
              <w:t xml:space="preserve">E-post </w:t>
            </w:r>
            <w:hyperlink r:id="rId15" w:history="1">
              <w:r w:rsidR="00CC7A5C" w:rsidRPr="0081458D">
                <w:rPr>
                  <w:rStyle w:val="Hperlink"/>
                  <w:spacing w:val="-3"/>
                </w:rPr>
                <w:t>vahur@metsamajand.ee</w:t>
              </w:r>
            </w:hyperlink>
            <w:r w:rsidR="00CC7A5C">
              <w:rPr>
                <w:spacing w:val="-3"/>
              </w:rPr>
              <w:t xml:space="preserve"> </w:t>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34DBF7F1" w:rsidR="00487EC6" w:rsidRDefault="007E75E4"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CC7A5C">
                  <w:rPr>
                    <w:spacing w:val="0"/>
                  </w:rPr>
                  <w:t>(allkirjastatud digitaalselt)</w:t>
                </w:r>
              </w:sdtContent>
            </w:sdt>
          </w:p>
        </w:tc>
        <w:tc>
          <w:tcPr>
            <w:tcW w:w="4606" w:type="dxa"/>
          </w:tcPr>
          <w:p w14:paraId="691B1F1B" w14:textId="16ACFD4C" w:rsidR="00487EC6" w:rsidRDefault="007E75E4"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CC7A5C">
                  <w:rPr>
                    <w:iCs/>
                    <w:spacing w:val="0"/>
                  </w:rPr>
                  <w:t>(allkirjastatud digitaalselt)</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3093B465" w:rsidR="00487EC6" w:rsidRDefault="00CC7A5C" w:rsidP="00495612">
            <w:pPr>
              <w:tabs>
                <w:tab w:val="left" w:pos="4320"/>
              </w:tabs>
              <w:jc w:val="both"/>
            </w:pPr>
            <w:r>
              <w:rPr>
                <w:spacing w:val="0"/>
              </w:rPr>
              <w:t>Aili Küttim</w:t>
            </w:r>
          </w:p>
        </w:tc>
        <w:tc>
          <w:tcPr>
            <w:tcW w:w="4606" w:type="dxa"/>
          </w:tcPr>
          <w:p w14:paraId="5B4A5B79" w14:textId="1D468D4E" w:rsidR="00487EC6" w:rsidRDefault="00CC7A5C" w:rsidP="00495612">
            <w:pPr>
              <w:tabs>
                <w:tab w:val="left" w:pos="4320"/>
              </w:tabs>
              <w:jc w:val="both"/>
            </w:pPr>
            <w:r w:rsidRPr="0081458D">
              <w:rPr>
                <w:spacing w:val="0"/>
              </w:rPr>
              <w:t>Vahur Tõnisson</w:t>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16"/>
      <w:headerReference w:type="default" r:id="rId17"/>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384B" w14:textId="77777777" w:rsidR="009467DC" w:rsidRDefault="009467DC">
      <w:r>
        <w:separator/>
      </w:r>
    </w:p>
  </w:endnote>
  <w:endnote w:type="continuationSeparator" w:id="0">
    <w:p w14:paraId="05EFDBAA" w14:textId="77777777" w:rsidR="009467DC" w:rsidRDefault="00946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AAA9B" w14:textId="77777777" w:rsidR="009467DC" w:rsidRDefault="009467DC">
      <w:r>
        <w:separator/>
      </w:r>
    </w:p>
  </w:footnote>
  <w:footnote w:type="continuationSeparator" w:id="0">
    <w:p w14:paraId="5BF76CFC" w14:textId="77777777" w:rsidR="009467DC" w:rsidRDefault="00946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EndPr/>
    <w:sdtContent>
      <w:p w14:paraId="22E409E4" w14:textId="0943F92B" w:rsidR="0020776E" w:rsidRDefault="0020776E">
        <w:pPr>
          <w:pStyle w:val="Pis"/>
          <w:jc w:val="center"/>
        </w:pPr>
        <w:r>
          <w:fldChar w:fldCharType="begin"/>
        </w:r>
        <w:r>
          <w:instrText>PAGE   \* MERGEFORMAT</w:instrText>
        </w:r>
        <w:r>
          <w:fldChar w:fldCharType="separate"/>
        </w:r>
        <w:r w:rsidR="004A080E">
          <w:rPr>
            <w:noProof/>
          </w:rPr>
          <w:t>4</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B839F3D" w:rsidR="0020776E" w:rsidRDefault="0020776E">
    <w:pPr>
      <w:pStyle w:val="Pis"/>
      <w:rPr>
        <w:b/>
      </w:rPr>
    </w:pPr>
    <w:r w:rsidRPr="00E70F10">
      <w:rPr>
        <w:b/>
      </w:rPr>
      <w:t>HANKELEPINGU VORM</w:t>
    </w:r>
    <w:r>
      <w:rPr>
        <w:b/>
      </w:rPr>
      <w:tab/>
    </w:r>
    <w:r>
      <w:rPr>
        <w:b/>
      </w:rPr>
      <w:tab/>
      <w:t>Hankedokumentide lisa 1</w:t>
    </w:r>
  </w:p>
  <w:p w14:paraId="19E0B07A" w14:textId="78C5F786" w:rsidR="0020776E" w:rsidRDefault="00622143" w:rsidP="00553153">
    <w:pPr>
      <w:pStyle w:val="Pis"/>
      <w:rPr>
        <w:b/>
      </w:rPr>
    </w:pPr>
    <w:r>
      <w:rPr>
        <w:i/>
      </w:rPr>
      <w:t xml:space="preserve">RMK </w:t>
    </w:r>
    <w:bookmarkStart w:id="0" w:name="_Hlk141264667"/>
    <w:proofErr w:type="spellStart"/>
    <w:r w:rsidR="00857415" w:rsidRPr="00857415">
      <w:rPr>
        <w:i/>
      </w:rPr>
      <w:t>Audaku</w:t>
    </w:r>
    <w:proofErr w:type="spellEnd"/>
    <w:r w:rsidR="00857415" w:rsidRPr="00857415">
      <w:rPr>
        <w:i/>
      </w:rPr>
      <w:t xml:space="preserve"> õpperaja ja Viidumäe </w:t>
    </w:r>
    <w:r>
      <w:rPr>
        <w:i/>
      </w:rPr>
      <w:t xml:space="preserve">vaateplatvormi </w:t>
    </w:r>
    <w:bookmarkEnd w:id="0"/>
    <w:r>
      <w:rPr>
        <w:i/>
      </w:rPr>
      <w:t>rekonstrueerimine</w:t>
    </w:r>
  </w:p>
  <w:p w14:paraId="2EF08641" w14:textId="77777777" w:rsidR="0020776E" w:rsidRPr="00E70F10" w:rsidRDefault="0020776E" w:rsidP="00553153">
    <w:pPr>
      <w:pStyle w:val="Pi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97ABBD6"/>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ascii="Times New Roman" w:hAnsi="Times New Roman" w:cs="Times New Roman" w:hint="default"/>
        <w:b w:val="0"/>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5"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9"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8"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2"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194343769">
    <w:abstractNumId w:val="25"/>
  </w:num>
  <w:num w:numId="2" w16cid:durableId="70741738">
    <w:abstractNumId w:val="24"/>
  </w:num>
  <w:num w:numId="3" w16cid:durableId="1425220947">
    <w:abstractNumId w:val="6"/>
  </w:num>
  <w:num w:numId="4" w16cid:durableId="1050423858">
    <w:abstractNumId w:val="29"/>
  </w:num>
  <w:num w:numId="5" w16cid:durableId="1285769824">
    <w:abstractNumId w:val="20"/>
  </w:num>
  <w:num w:numId="6" w16cid:durableId="66076883">
    <w:abstractNumId w:val="26"/>
  </w:num>
  <w:num w:numId="7" w16cid:durableId="1744254236">
    <w:abstractNumId w:val="16"/>
  </w:num>
  <w:num w:numId="8" w16cid:durableId="1711688461">
    <w:abstractNumId w:val="1"/>
  </w:num>
  <w:num w:numId="9" w16cid:durableId="830949033">
    <w:abstractNumId w:val="23"/>
  </w:num>
  <w:num w:numId="10" w16cid:durableId="315300280">
    <w:abstractNumId w:val="8"/>
  </w:num>
  <w:num w:numId="11" w16cid:durableId="1962494749">
    <w:abstractNumId w:val="32"/>
  </w:num>
  <w:num w:numId="12" w16cid:durableId="779839998">
    <w:abstractNumId w:val="17"/>
  </w:num>
  <w:num w:numId="13" w16cid:durableId="1582715958">
    <w:abstractNumId w:val="12"/>
  </w:num>
  <w:num w:numId="14" w16cid:durableId="286008449">
    <w:abstractNumId w:val="31"/>
  </w:num>
  <w:num w:numId="15" w16cid:durableId="1299258747">
    <w:abstractNumId w:val="28"/>
  </w:num>
  <w:num w:numId="16" w16cid:durableId="161434649">
    <w:abstractNumId w:val="13"/>
  </w:num>
  <w:num w:numId="17" w16cid:durableId="1167940649">
    <w:abstractNumId w:val="5"/>
  </w:num>
  <w:num w:numId="18" w16cid:durableId="1928616406">
    <w:abstractNumId w:val="21"/>
  </w:num>
  <w:num w:numId="19" w16cid:durableId="1091242699">
    <w:abstractNumId w:val="15"/>
  </w:num>
  <w:num w:numId="20" w16cid:durableId="102922727">
    <w:abstractNumId w:val="30"/>
  </w:num>
  <w:num w:numId="21" w16cid:durableId="2138520086">
    <w:abstractNumId w:val="19"/>
  </w:num>
  <w:num w:numId="22" w16cid:durableId="2056421250">
    <w:abstractNumId w:val="22"/>
  </w:num>
  <w:num w:numId="23" w16cid:durableId="1321928696">
    <w:abstractNumId w:val="7"/>
  </w:num>
  <w:num w:numId="24" w16cid:durableId="2098092417">
    <w:abstractNumId w:val="11"/>
  </w:num>
  <w:num w:numId="25" w16cid:durableId="70465130">
    <w:abstractNumId w:val="2"/>
  </w:num>
  <w:num w:numId="26" w16cid:durableId="372385757">
    <w:abstractNumId w:val="10"/>
  </w:num>
  <w:num w:numId="27" w16cid:durableId="1792750529">
    <w:abstractNumId w:val="18"/>
  </w:num>
  <w:num w:numId="28" w16cid:durableId="1547836729">
    <w:abstractNumId w:val="27"/>
  </w:num>
  <w:num w:numId="29" w16cid:durableId="1027872035">
    <w:abstractNumId w:val="14"/>
  </w:num>
  <w:num w:numId="30" w16cid:durableId="2028095604">
    <w:abstractNumId w:val="9"/>
  </w:num>
  <w:num w:numId="31" w16cid:durableId="594291887">
    <w:abstractNumId w:val="4"/>
  </w:num>
  <w:num w:numId="32" w16cid:durableId="356739920">
    <w:abstractNumId w:val="4"/>
  </w:num>
  <w:num w:numId="33" w16cid:durableId="175002657">
    <w:abstractNumId w:val="3"/>
  </w:num>
  <w:num w:numId="34" w16cid:durableId="16790370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7B2B"/>
    <w:rsid w:val="00010E89"/>
    <w:rsid w:val="00024C33"/>
    <w:rsid w:val="000310AC"/>
    <w:rsid w:val="000314D3"/>
    <w:rsid w:val="000470C0"/>
    <w:rsid w:val="000521CE"/>
    <w:rsid w:val="00060081"/>
    <w:rsid w:val="0006341C"/>
    <w:rsid w:val="0007111D"/>
    <w:rsid w:val="0007601E"/>
    <w:rsid w:val="00082415"/>
    <w:rsid w:val="000826CB"/>
    <w:rsid w:val="00083543"/>
    <w:rsid w:val="0008439E"/>
    <w:rsid w:val="00084BA6"/>
    <w:rsid w:val="00085556"/>
    <w:rsid w:val="00086A22"/>
    <w:rsid w:val="000B213D"/>
    <w:rsid w:val="000B31BC"/>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4085"/>
    <w:rsid w:val="001A7DC6"/>
    <w:rsid w:val="001B0DD7"/>
    <w:rsid w:val="001B3B92"/>
    <w:rsid w:val="001D7643"/>
    <w:rsid w:val="001E0346"/>
    <w:rsid w:val="001E1A21"/>
    <w:rsid w:val="001E45E2"/>
    <w:rsid w:val="001F694C"/>
    <w:rsid w:val="0020776E"/>
    <w:rsid w:val="002171BB"/>
    <w:rsid w:val="00226FE0"/>
    <w:rsid w:val="00243153"/>
    <w:rsid w:val="00252553"/>
    <w:rsid w:val="00263586"/>
    <w:rsid w:val="00266BC5"/>
    <w:rsid w:val="002727E6"/>
    <w:rsid w:val="00273BFA"/>
    <w:rsid w:val="002820BC"/>
    <w:rsid w:val="002832E7"/>
    <w:rsid w:val="002857EB"/>
    <w:rsid w:val="002A2EFC"/>
    <w:rsid w:val="002A3155"/>
    <w:rsid w:val="002A3368"/>
    <w:rsid w:val="002B4335"/>
    <w:rsid w:val="002B5483"/>
    <w:rsid w:val="002C397D"/>
    <w:rsid w:val="002D53B8"/>
    <w:rsid w:val="002D6DC8"/>
    <w:rsid w:val="002E19B4"/>
    <w:rsid w:val="002E2CD0"/>
    <w:rsid w:val="002E4109"/>
    <w:rsid w:val="002E558B"/>
    <w:rsid w:val="002F2B06"/>
    <w:rsid w:val="00310542"/>
    <w:rsid w:val="00323196"/>
    <w:rsid w:val="003238B6"/>
    <w:rsid w:val="003265BD"/>
    <w:rsid w:val="003313EF"/>
    <w:rsid w:val="00333E02"/>
    <w:rsid w:val="00334246"/>
    <w:rsid w:val="00335638"/>
    <w:rsid w:val="00337F97"/>
    <w:rsid w:val="0034005B"/>
    <w:rsid w:val="00343EBA"/>
    <w:rsid w:val="0034767B"/>
    <w:rsid w:val="00356DA0"/>
    <w:rsid w:val="00357644"/>
    <w:rsid w:val="003576E1"/>
    <w:rsid w:val="00366B39"/>
    <w:rsid w:val="00366B8F"/>
    <w:rsid w:val="003706B3"/>
    <w:rsid w:val="00370EBA"/>
    <w:rsid w:val="00394B2F"/>
    <w:rsid w:val="003A481C"/>
    <w:rsid w:val="003D2132"/>
    <w:rsid w:val="003D2F9D"/>
    <w:rsid w:val="003D7D70"/>
    <w:rsid w:val="003F68D6"/>
    <w:rsid w:val="0040040D"/>
    <w:rsid w:val="00407EB4"/>
    <w:rsid w:val="00413C7B"/>
    <w:rsid w:val="00425102"/>
    <w:rsid w:val="004255B8"/>
    <w:rsid w:val="00427B5B"/>
    <w:rsid w:val="0043036B"/>
    <w:rsid w:val="00431854"/>
    <w:rsid w:val="0045429A"/>
    <w:rsid w:val="0046327F"/>
    <w:rsid w:val="00470DE8"/>
    <w:rsid w:val="00476F34"/>
    <w:rsid w:val="00477BE3"/>
    <w:rsid w:val="004812F1"/>
    <w:rsid w:val="00487EC6"/>
    <w:rsid w:val="00493647"/>
    <w:rsid w:val="004953A8"/>
    <w:rsid w:val="00495612"/>
    <w:rsid w:val="004A080E"/>
    <w:rsid w:val="004A4BF3"/>
    <w:rsid w:val="004A7A4E"/>
    <w:rsid w:val="004B49CA"/>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47C65"/>
    <w:rsid w:val="005523BA"/>
    <w:rsid w:val="00553153"/>
    <w:rsid w:val="00554433"/>
    <w:rsid w:val="00561311"/>
    <w:rsid w:val="00564B84"/>
    <w:rsid w:val="005674A0"/>
    <w:rsid w:val="00580820"/>
    <w:rsid w:val="00581B92"/>
    <w:rsid w:val="00584E25"/>
    <w:rsid w:val="00587ED9"/>
    <w:rsid w:val="00597C4F"/>
    <w:rsid w:val="005A3A33"/>
    <w:rsid w:val="005A5F0E"/>
    <w:rsid w:val="005B2378"/>
    <w:rsid w:val="005B6CCC"/>
    <w:rsid w:val="005B7BA9"/>
    <w:rsid w:val="005C0D61"/>
    <w:rsid w:val="005C164A"/>
    <w:rsid w:val="005D4A5A"/>
    <w:rsid w:val="005D75BC"/>
    <w:rsid w:val="005E2123"/>
    <w:rsid w:val="005F0DD5"/>
    <w:rsid w:val="005F32F1"/>
    <w:rsid w:val="006034AC"/>
    <w:rsid w:val="00605DC9"/>
    <w:rsid w:val="00610B3B"/>
    <w:rsid w:val="00622143"/>
    <w:rsid w:val="006302B5"/>
    <w:rsid w:val="00641EBD"/>
    <w:rsid w:val="00644EEE"/>
    <w:rsid w:val="00653E92"/>
    <w:rsid w:val="00657374"/>
    <w:rsid w:val="006656D7"/>
    <w:rsid w:val="00666B60"/>
    <w:rsid w:val="00667683"/>
    <w:rsid w:val="00675252"/>
    <w:rsid w:val="00676BC1"/>
    <w:rsid w:val="00680884"/>
    <w:rsid w:val="00682E09"/>
    <w:rsid w:val="00687AAF"/>
    <w:rsid w:val="006925D6"/>
    <w:rsid w:val="006D2CFA"/>
    <w:rsid w:val="006D5CD2"/>
    <w:rsid w:val="006D5E90"/>
    <w:rsid w:val="006E1D84"/>
    <w:rsid w:val="006E29B2"/>
    <w:rsid w:val="006E493A"/>
    <w:rsid w:val="006F36C4"/>
    <w:rsid w:val="00701A6A"/>
    <w:rsid w:val="00713428"/>
    <w:rsid w:val="00727DC2"/>
    <w:rsid w:val="00740B81"/>
    <w:rsid w:val="00742BF5"/>
    <w:rsid w:val="00747DAF"/>
    <w:rsid w:val="00764277"/>
    <w:rsid w:val="007660CE"/>
    <w:rsid w:val="007741C1"/>
    <w:rsid w:val="00777647"/>
    <w:rsid w:val="00780F2A"/>
    <w:rsid w:val="0079313F"/>
    <w:rsid w:val="0079581D"/>
    <w:rsid w:val="007A139E"/>
    <w:rsid w:val="007A2FCE"/>
    <w:rsid w:val="007A541D"/>
    <w:rsid w:val="007D5605"/>
    <w:rsid w:val="007E75E4"/>
    <w:rsid w:val="0080599F"/>
    <w:rsid w:val="00810573"/>
    <w:rsid w:val="008145C3"/>
    <w:rsid w:val="00817E41"/>
    <w:rsid w:val="0082285A"/>
    <w:rsid w:val="008235A5"/>
    <w:rsid w:val="008319DC"/>
    <w:rsid w:val="00846115"/>
    <w:rsid w:val="008518B9"/>
    <w:rsid w:val="008522D5"/>
    <w:rsid w:val="00852AE5"/>
    <w:rsid w:val="00855849"/>
    <w:rsid w:val="0085684B"/>
    <w:rsid w:val="0085737D"/>
    <w:rsid w:val="00857415"/>
    <w:rsid w:val="008627D6"/>
    <w:rsid w:val="00862E8E"/>
    <w:rsid w:val="00865FC7"/>
    <w:rsid w:val="00877A32"/>
    <w:rsid w:val="008816FB"/>
    <w:rsid w:val="00882874"/>
    <w:rsid w:val="008A7EFF"/>
    <w:rsid w:val="008B3DA5"/>
    <w:rsid w:val="008B68D6"/>
    <w:rsid w:val="008C2178"/>
    <w:rsid w:val="008C7512"/>
    <w:rsid w:val="008D247D"/>
    <w:rsid w:val="008D6B3A"/>
    <w:rsid w:val="009109EE"/>
    <w:rsid w:val="0091421C"/>
    <w:rsid w:val="00915420"/>
    <w:rsid w:val="00925DB6"/>
    <w:rsid w:val="00926027"/>
    <w:rsid w:val="009311E2"/>
    <w:rsid w:val="009325FD"/>
    <w:rsid w:val="00933BFC"/>
    <w:rsid w:val="009423AE"/>
    <w:rsid w:val="009467DC"/>
    <w:rsid w:val="00954F57"/>
    <w:rsid w:val="009603AB"/>
    <w:rsid w:val="009620E2"/>
    <w:rsid w:val="0096739E"/>
    <w:rsid w:val="009735BF"/>
    <w:rsid w:val="0099427C"/>
    <w:rsid w:val="009B1A47"/>
    <w:rsid w:val="009B79B9"/>
    <w:rsid w:val="009C4B94"/>
    <w:rsid w:val="009C6496"/>
    <w:rsid w:val="009D13A8"/>
    <w:rsid w:val="009D178B"/>
    <w:rsid w:val="009D2603"/>
    <w:rsid w:val="009D52DB"/>
    <w:rsid w:val="009D7ADD"/>
    <w:rsid w:val="009E02CA"/>
    <w:rsid w:val="009E0417"/>
    <w:rsid w:val="009E4BBE"/>
    <w:rsid w:val="009F1A41"/>
    <w:rsid w:val="009F47F3"/>
    <w:rsid w:val="00A049A8"/>
    <w:rsid w:val="00A04F72"/>
    <w:rsid w:val="00A07880"/>
    <w:rsid w:val="00A12AF5"/>
    <w:rsid w:val="00A224D7"/>
    <w:rsid w:val="00A24BB4"/>
    <w:rsid w:val="00A40C55"/>
    <w:rsid w:val="00A4356D"/>
    <w:rsid w:val="00A5157A"/>
    <w:rsid w:val="00A53A0D"/>
    <w:rsid w:val="00A74D30"/>
    <w:rsid w:val="00A834E8"/>
    <w:rsid w:val="00A95CB9"/>
    <w:rsid w:val="00A9606E"/>
    <w:rsid w:val="00AC4F61"/>
    <w:rsid w:val="00AC5E3D"/>
    <w:rsid w:val="00AE4FB5"/>
    <w:rsid w:val="00AF38E6"/>
    <w:rsid w:val="00AF7594"/>
    <w:rsid w:val="00B209BA"/>
    <w:rsid w:val="00B21C20"/>
    <w:rsid w:val="00B25834"/>
    <w:rsid w:val="00B31366"/>
    <w:rsid w:val="00B40651"/>
    <w:rsid w:val="00B44CC4"/>
    <w:rsid w:val="00B51ED3"/>
    <w:rsid w:val="00B5699C"/>
    <w:rsid w:val="00B56D57"/>
    <w:rsid w:val="00B60B3C"/>
    <w:rsid w:val="00B72DAC"/>
    <w:rsid w:val="00B81DF9"/>
    <w:rsid w:val="00B9464B"/>
    <w:rsid w:val="00B94694"/>
    <w:rsid w:val="00B96B64"/>
    <w:rsid w:val="00BA0CDE"/>
    <w:rsid w:val="00BB626F"/>
    <w:rsid w:val="00BC753E"/>
    <w:rsid w:val="00BD020B"/>
    <w:rsid w:val="00BD3B59"/>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C61"/>
    <w:rsid w:val="00C54E68"/>
    <w:rsid w:val="00C557C3"/>
    <w:rsid w:val="00C83EF3"/>
    <w:rsid w:val="00C86E0A"/>
    <w:rsid w:val="00CA1F35"/>
    <w:rsid w:val="00CA2B5D"/>
    <w:rsid w:val="00CA7555"/>
    <w:rsid w:val="00CB0E41"/>
    <w:rsid w:val="00CC0DD2"/>
    <w:rsid w:val="00CC3F43"/>
    <w:rsid w:val="00CC7A5C"/>
    <w:rsid w:val="00CE0335"/>
    <w:rsid w:val="00CF2C51"/>
    <w:rsid w:val="00CF2D96"/>
    <w:rsid w:val="00D135D3"/>
    <w:rsid w:val="00D21B88"/>
    <w:rsid w:val="00D256FE"/>
    <w:rsid w:val="00D353D2"/>
    <w:rsid w:val="00D35EDF"/>
    <w:rsid w:val="00D56821"/>
    <w:rsid w:val="00D63E89"/>
    <w:rsid w:val="00D64E88"/>
    <w:rsid w:val="00D708C2"/>
    <w:rsid w:val="00D84DA4"/>
    <w:rsid w:val="00D84FE7"/>
    <w:rsid w:val="00D856BC"/>
    <w:rsid w:val="00DA731F"/>
    <w:rsid w:val="00DC4812"/>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D4B3D"/>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20DF"/>
    <w:rsid w:val="00FB6760"/>
    <w:rsid w:val="00FC552E"/>
    <w:rsid w:val="00FE05CF"/>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 w:type="character" w:styleId="Lahendamatamainimine">
    <w:name w:val="Unresolved Mention"/>
    <w:basedOn w:val="Liguvaikefont"/>
    <w:uiPriority w:val="99"/>
    <w:semiHidden/>
    <w:unhideWhenUsed/>
    <w:rsid w:val="009E04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8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rhr-web/" TargetMode="External"/><Relationship Id="rId13" Type="http://schemas.openxmlformats.org/officeDocument/2006/relationships/hyperlink" Target="mailto:ivar.kraan@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var.kraan@gmail.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llar.soonik@rmk.ee" TargetMode="External"/><Relationship Id="rId5" Type="http://schemas.openxmlformats.org/officeDocument/2006/relationships/webSettings" Target="webSettings.xml"/><Relationship Id="rId15" Type="http://schemas.openxmlformats.org/officeDocument/2006/relationships/hyperlink" Target="mailto:vahur@metsamajand.ee" TargetMode="External"/><Relationship Id="rId10" Type="http://schemas.openxmlformats.org/officeDocument/2006/relationships/hyperlink" Target="mailto:aili.kuttim@rmk.ee"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hyperlink" Target="mailto:monaehitus@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294645"/>
    <w:rsid w:val="00401CF8"/>
    <w:rsid w:val="007A2383"/>
    <w:rsid w:val="00A75EC2"/>
    <w:rsid w:val="00B65668"/>
    <w:rsid w:val="00BB56E6"/>
    <w:rsid w:val="00CA46CB"/>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25BEF-A699-45E7-B538-1E84644BC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5</TotalTime>
  <Pages>8</Pages>
  <Words>3037</Words>
  <Characters>22530</Characters>
  <Application>Microsoft Office Word</Application>
  <DocSecurity>0</DocSecurity>
  <Lines>187</Lines>
  <Paragraphs>51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Üllar Soonik</cp:lastModifiedBy>
  <cp:revision>2</cp:revision>
  <cp:lastPrinted>2012-01-19T11:15:00Z</cp:lastPrinted>
  <dcterms:created xsi:type="dcterms:W3CDTF">2023-08-04T08:16:00Z</dcterms:created>
  <dcterms:modified xsi:type="dcterms:W3CDTF">2023-08-04T08:16:00Z</dcterms:modified>
</cp:coreProperties>
</file>