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E40830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Pr="00E40830" w:rsidRDefault="00597302" w:rsidP="00AC5CB4">
      <w:pPr>
        <w:rPr>
          <w:sz w:val="24"/>
          <w:szCs w:val="24"/>
        </w:rPr>
      </w:pPr>
    </w:p>
    <w:p w14:paraId="66A3288D" w14:textId="77777777" w:rsidR="009F26C9" w:rsidRPr="00E40830" w:rsidRDefault="009F26C9" w:rsidP="00543749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</w:p>
    <w:p w14:paraId="53DF0C2B" w14:textId="4E16B118" w:rsidR="00941A15" w:rsidRPr="00E40830" w:rsidRDefault="00543749" w:rsidP="00941A15">
      <w:pPr>
        <w:spacing w:after="0"/>
        <w:rPr>
          <w:sz w:val="24"/>
          <w:szCs w:val="24"/>
        </w:rPr>
      </w:pP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  <w:r w:rsidRPr="00E40830">
        <w:rPr>
          <w:sz w:val="24"/>
          <w:szCs w:val="24"/>
        </w:rPr>
        <w:tab/>
      </w:r>
    </w:p>
    <w:p w14:paraId="72AA360C" w14:textId="77777777" w:rsidR="00AB49E0" w:rsidRPr="00E40830" w:rsidRDefault="00AB49E0" w:rsidP="00AB49E0">
      <w:pPr>
        <w:pStyle w:val="Lihttekst"/>
        <w:rPr>
          <w:rFonts w:ascii="Times New Roman" w:hAnsi="Times New Roman" w:cs="Times New Roman"/>
          <w:sz w:val="24"/>
          <w:szCs w:val="24"/>
          <w:lang w:val="ru-RU"/>
        </w:rPr>
      </w:pPr>
    </w:p>
    <w:p w14:paraId="79491F5C" w14:textId="77777777" w:rsidR="005E506B" w:rsidRDefault="005E506B" w:rsidP="005E506B"/>
    <w:p w14:paraId="054511B9" w14:textId="1506514B" w:rsidR="005E506B" w:rsidRPr="00DE46C2" w:rsidRDefault="00DE4EAA" w:rsidP="005E506B">
      <w:pPr>
        <w:pStyle w:val="Vahedeta"/>
        <w:rPr>
          <w:sz w:val="24"/>
          <w:szCs w:val="24"/>
        </w:rPr>
      </w:pPr>
      <w:r>
        <w:rPr>
          <w:sz w:val="24"/>
          <w:szCs w:val="24"/>
        </w:rPr>
        <w:t>Lauri Läänemets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E506B" w:rsidRPr="00DE46C2">
        <w:rPr>
          <w:sz w:val="24"/>
          <w:szCs w:val="24"/>
        </w:rPr>
        <w:t>30.08.2024 nr</w:t>
      </w:r>
      <w:r w:rsidR="005E506B">
        <w:rPr>
          <w:sz w:val="24"/>
          <w:szCs w:val="24"/>
        </w:rPr>
        <w:t xml:space="preserve"> </w:t>
      </w:r>
      <w:r w:rsidR="005E506B" w:rsidRPr="005E506B">
        <w:rPr>
          <w:sz w:val="24"/>
          <w:szCs w:val="24"/>
        </w:rPr>
        <w:tab/>
        <w:t>2.1-11/8812</w:t>
      </w:r>
    </w:p>
    <w:p w14:paraId="45C59F14" w14:textId="14B2C8C7" w:rsidR="005E506B" w:rsidRPr="00DE46C2" w:rsidRDefault="00DE4EAA" w:rsidP="005E506B">
      <w:pPr>
        <w:pStyle w:val="Vahedeta"/>
        <w:rPr>
          <w:sz w:val="24"/>
          <w:szCs w:val="24"/>
        </w:rPr>
      </w:pPr>
      <w:r>
        <w:rPr>
          <w:sz w:val="24"/>
          <w:szCs w:val="24"/>
        </w:rPr>
        <w:t>Siseminister</w:t>
      </w:r>
    </w:p>
    <w:p w14:paraId="497496EF" w14:textId="77777777" w:rsidR="005E506B" w:rsidRPr="00DE46C2" w:rsidRDefault="005E506B" w:rsidP="005E506B">
      <w:pPr>
        <w:pStyle w:val="Vahedeta"/>
        <w:rPr>
          <w:sz w:val="24"/>
          <w:szCs w:val="24"/>
        </w:rPr>
      </w:pPr>
      <w:r w:rsidRPr="00DE46C2">
        <w:rPr>
          <w:sz w:val="24"/>
          <w:szCs w:val="24"/>
        </w:rPr>
        <w:t>Siseministeerium</w:t>
      </w:r>
    </w:p>
    <w:bookmarkStart w:id="0" w:name="_GoBack"/>
    <w:bookmarkEnd w:id="0"/>
    <w:p w14:paraId="18CF3268" w14:textId="2514DA03" w:rsidR="005E506B" w:rsidRDefault="006330BB" w:rsidP="005E506B">
      <w:pPr>
        <w:pStyle w:val="Vahedeta"/>
        <w:rPr>
          <w:color w:val="000000"/>
          <w:sz w:val="24"/>
          <w:szCs w:val="24"/>
          <w:shd w:val="clear" w:color="auto" w:fill="FFFFFF"/>
        </w:rPr>
      </w:pPr>
      <w:r>
        <w:rPr>
          <w:rStyle w:val="Hperlink"/>
          <w:sz w:val="24"/>
          <w:szCs w:val="24"/>
          <w:shd w:val="clear" w:color="auto" w:fill="FFFFFF"/>
        </w:rPr>
        <w:fldChar w:fldCharType="begin"/>
      </w:r>
      <w:r>
        <w:rPr>
          <w:rStyle w:val="Hperlink"/>
          <w:sz w:val="24"/>
          <w:szCs w:val="24"/>
          <w:shd w:val="clear" w:color="auto" w:fill="FFFFFF"/>
        </w:rPr>
        <w:instrText xml:space="preserve"> HYPERLINK "mailto:</w:instrText>
      </w:r>
      <w:r w:rsidRPr="006330BB">
        <w:rPr>
          <w:rStyle w:val="Hperlink"/>
          <w:sz w:val="24"/>
          <w:szCs w:val="24"/>
          <w:shd w:val="clear" w:color="auto" w:fill="FFFFFF"/>
        </w:rPr>
        <w:instrText>lauri.laanemets@siseministeerium.ee</w:instrText>
      </w:r>
      <w:r>
        <w:rPr>
          <w:rStyle w:val="Hperlink"/>
          <w:sz w:val="24"/>
          <w:szCs w:val="24"/>
          <w:shd w:val="clear" w:color="auto" w:fill="FFFFFF"/>
        </w:rPr>
        <w:instrText xml:space="preserve">" </w:instrText>
      </w:r>
      <w:r>
        <w:rPr>
          <w:rStyle w:val="Hperlink"/>
          <w:sz w:val="24"/>
          <w:szCs w:val="24"/>
          <w:shd w:val="clear" w:color="auto" w:fill="FFFFFF"/>
        </w:rPr>
        <w:fldChar w:fldCharType="separate"/>
      </w:r>
      <w:r w:rsidRPr="00034B09">
        <w:rPr>
          <w:rStyle w:val="Hperlink"/>
          <w:sz w:val="24"/>
          <w:szCs w:val="24"/>
          <w:shd w:val="clear" w:color="auto" w:fill="FFFFFF"/>
        </w:rPr>
        <w:t>lauri.laanemets@siseministeerium.ee</w:t>
      </w:r>
      <w:r>
        <w:rPr>
          <w:rStyle w:val="Hperlink"/>
          <w:sz w:val="24"/>
          <w:szCs w:val="24"/>
          <w:shd w:val="clear" w:color="auto" w:fill="FFFFFF"/>
        </w:rPr>
        <w:fldChar w:fldCharType="end"/>
      </w:r>
    </w:p>
    <w:p w14:paraId="4175DC94" w14:textId="77777777" w:rsidR="005E506B" w:rsidRPr="00DE46C2" w:rsidRDefault="005E506B" w:rsidP="005E506B">
      <w:pPr>
        <w:pStyle w:val="Vahedeta"/>
        <w:rPr>
          <w:sz w:val="24"/>
          <w:szCs w:val="24"/>
        </w:rPr>
      </w:pPr>
    </w:p>
    <w:p w14:paraId="5FCD829E" w14:textId="77777777" w:rsidR="005E506B" w:rsidRDefault="005E506B" w:rsidP="005E506B">
      <w:pPr>
        <w:pStyle w:val="Vahedeta"/>
        <w:rPr>
          <w:sz w:val="24"/>
          <w:szCs w:val="24"/>
        </w:rPr>
      </w:pPr>
    </w:p>
    <w:p w14:paraId="6A18C222" w14:textId="77777777" w:rsidR="005E506B" w:rsidRDefault="005E506B" w:rsidP="005E506B">
      <w:pPr>
        <w:pStyle w:val="Vahedeta"/>
        <w:rPr>
          <w:sz w:val="24"/>
          <w:szCs w:val="24"/>
        </w:rPr>
      </w:pPr>
    </w:p>
    <w:p w14:paraId="52DC9147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72BE4574" w14:textId="77777777" w:rsidR="005E506B" w:rsidRPr="00DE46C2" w:rsidRDefault="005E506B" w:rsidP="005E506B">
      <w:pPr>
        <w:pStyle w:val="Vahedeta"/>
        <w:spacing w:line="360" w:lineRule="auto"/>
        <w:rPr>
          <w:sz w:val="24"/>
          <w:szCs w:val="24"/>
        </w:rPr>
      </w:pPr>
      <w:r w:rsidRPr="00DE46C2">
        <w:rPr>
          <w:sz w:val="24"/>
          <w:szCs w:val="24"/>
        </w:rPr>
        <w:t>Taotlus</w:t>
      </w:r>
    </w:p>
    <w:p w14:paraId="27423072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01F3B4E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 w:rsidRPr="00DE46C2">
        <w:rPr>
          <w:sz w:val="24"/>
          <w:szCs w:val="24"/>
        </w:rPr>
        <w:t xml:space="preserve">Seoses pideva  suure piiriületajate hulga ning ülipika piirijärjekorraga palun kaaluda võimalust taastada Narva piiripunkti öine töörežiim. </w:t>
      </w:r>
    </w:p>
    <w:p w14:paraId="7D70C95A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6AE9790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2857A5A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31494388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19D60C7E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43AA01BC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</w:p>
    <w:p w14:paraId="6C115978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(allkirjastatud digitaalselt)</w:t>
      </w:r>
    </w:p>
    <w:p w14:paraId="70A23811" w14:textId="77777777" w:rsidR="005E506B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Jaan Toots </w:t>
      </w:r>
    </w:p>
    <w:p w14:paraId="1A4DDE89" w14:textId="77777777" w:rsidR="005E506B" w:rsidRPr="00DE46C2" w:rsidRDefault="005E506B" w:rsidP="005E506B">
      <w:pPr>
        <w:pStyle w:val="Vahedet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Linnapea</w:t>
      </w:r>
    </w:p>
    <w:p w14:paraId="1E1ABA2D" w14:textId="77777777" w:rsidR="006A3921" w:rsidRPr="00DF51CE" w:rsidRDefault="006A3921" w:rsidP="006A3921">
      <w:pPr>
        <w:spacing w:after="0" w:line="240" w:lineRule="auto"/>
        <w:rPr>
          <w:sz w:val="24"/>
          <w:szCs w:val="24"/>
        </w:rPr>
      </w:pPr>
    </w:p>
    <w:p w14:paraId="02651D3A" w14:textId="77777777" w:rsidR="006A3921" w:rsidRPr="00DF51CE" w:rsidRDefault="006A3921" w:rsidP="006A3921">
      <w:pPr>
        <w:spacing w:after="0" w:line="240" w:lineRule="auto"/>
        <w:rPr>
          <w:sz w:val="24"/>
          <w:szCs w:val="24"/>
        </w:rPr>
      </w:pPr>
    </w:p>
    <w:sectPr w:rsidR="006A3921" w:rsidRPr="00DF51CE" w:rsidSect="00754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A41E3" w14:textId="77777777" w:rsidR="00C27DBD" w:rsidRDefault="00C27DBD">
      <w:r>
        <w:separator/>
      </w:r>
    </w:p>
  </w:endnote>
  <w:endnote w:type="continuationSeparator" w:id="0">
    <w:p w14:paraId="2861267E" w14:textId="77777777" w:rsidR="00C27DBD" w:rsidRDefault="00C2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2D74" w14:textId="77777777" w:rsidR="005B2D1C" w:rsidRDefault="005B2D1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8752" w14:textId="77777777" w:rsidR="005B2D1C" w:rsidRDefault="005B2D1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685D2" w14:textId="77777777" w:rsidR="00C27DBD" w:rsidRDefault="00C27DBD">
      <w:r>
        <w:separator/>
      </w:r>
    </w:p>
  </w:footnote>
  <w:footnote w:type="continuationSeparator" w:id="0">
    <w:p w14:paraId="6D4FC5C8" w14:textId="77777777" w:rsidR="00C27DBD" w:rsidRDefault="00C27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E94F" w14:textId="77777777" w:rsidR="005B2D1C" w:rsidRDefault="005B2D1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8E35" w14:textId="77777777" w:rsidR="005B2D1C" w:rsidRDefault="005B2D1C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4EB2"/>
    <w:multiLevelType w:val="hybridMultilevel"/>
    <w:tmpl w:val="9502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1E7"/>
    <w:multiLevelType w:val="hybridMultilevel"/>
    <w:tmpl w:val="57D26BF0"/>
    <w:lvl w:ilvl="0" w:tplc="7D103B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B03B2"/>
    <w:multiLevelType w:val="hybridMultilevel"/>
    <w:tmpl w:val="84680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439B"/>
    <w:rsid w:val="000062D8"/>
    <w:rsid w:val="000254F4"/>
    <w:rsid w:val="000259F8"/>
    <w:rsid w:val="00034CE7"/>
    <w:rsid w:val="00063648"/>
    <w:rsid w:val="00065323"/>
    <w:rsid w:val="00073A13"/>
    <w:rsid w:val="00076783"/>
    <w:rsid w:val="000832D7"/>
    <w:rsid w:val="00083CAD"/>
    <w:rsid w:val="000938A3"/>
    <w:rsid w:val="0009475F"/>
    <w:rsid w:val="000B073F"/>
    <w:rsid w:val="000C57D1"/>
    <w:rsid w:val="000D5E2D"/>
    <w:rsid w:val="000D6E7E"/>
    <w:rsid w:val="000D7C74"/>
    <w:rsid w:val="000F28D0"/>
    <w:rsid w:val="000F631E"/>
    <w:rsid w:val="001117C2"/>
    <w:rsid w:val="00113623"/>
    <w:rsid w:val="00116F52"/>
    <w:rsid w:val="00130ACA"/>
    <w:rsid w:val="00133432"/>
    <w:rsid w:val="00134F08"/>
    <w:rsid w:val="00135320"/>
    <w:rsid w:val="0013661D"/>
    <w:rsid w:val="0013696C"/>
    <w:rsid w:val="00144C34"/>
    <w:rsid w:val="00166996"/>
    <w:rsid w:val="00166FE6"/>
    <w:rsid w:val="001A7E36"/>
    <w:rsid w:val="001C4B8B"/>
    <w:rsid w:val="001C5845"/>
    <w:rsid w:val="001E4D5D"/>
    <w:rsid w:val="001E4DB0"/>
    <w:rsid w:val="001F2027"/>
    <w:rsid w:val="002048D3"/>
    <w:rsid w:val="00204DE1"/>
    <w:rsid w:val="0020740A"/>
    <w:rsid w:val="00216A6E"/>
    <w:rsid w:val="00217545"/>
    <w:rsid w:val="0021778E"/>
    <w:rsid w:val="00224FD2"/>
    <w:rsid w:val="00231318"/>
    <w:rsid w:val="0023369A"/>
    <w:rsid w:val="00236862"/>
    <w:rsid w:val="00255584"/>
    <w:rsid w:val="0025582A"/>
    <w:rsid w:val="00265008"/>
    <w:rsid w:val="00276D90"/>
    <w:rsid w:val="002816D3"/>
    <w:rsid w:val="00287019"/>
    <w:rsid w:val="002945C6"/>
    <w:rsid w:val="002B07ED"/>
    <w:rsid w:val="002B794E"/>
    <w:rsid w:val="002C16D6"/>
    <w:rsid w:val="002C1A41"/>
    <w:rsid w:val="002C2AE5"/>
    <w:rsid w:val="002C4ECC"/>
    <w:rsid w:val="002E0750"/>
    <w:rsid w:val="002F7385"/>
    <w:rsid w:val="00304216"/>
    <w:rsid w:val="00315BBF"/>
    <w:rsid w:val="00316C84"/>
    <w:rsid w:val="003318E9"/>
    <w:rsid w:val="003476A6"/>
    <w:rsid w:val="00351955"/>
    <w:rsid w:val="00355048"/>
    <w:rsid w:val="003656F7"/>
    <w:rsid w:val="003739E6"/>
    <w:rsid w:val="00373DF1"/>
    <w:rsid w:val="00377E85"/>
    <w:rsid w:val="00380DAD"/>
    <w:rsid w:val="00383440"/>
    <w:rsid w:val="003A6E64"/>
    <w:rsid w:val="003B54A2"/>
    <w:rsid w:val="003B5540"/>
    <w:rsid w:val="003B7723"/>
    <w:rsid w:val="003D00B8"/>
    <w:rsid w:val="003D0D3E"/>
    <w:rsid w:val="003D5634"/>
    <w:rsid w:val="003F77E2"/>
    <w:rsid w:val="00403FB8"/>
    <w:rsid w:val="0042247A"/>
    <w:rsid w:val="0043262A"/>
    <w:rsid w:val="0043479C"/>
    <w:rsid w:val="0044309A"/>
    <w:rsid w:val="0044673A"/>
    <w:rsid w:val="00450A13"/>
    <w:rsid w:val="004612D6"/>
    <w:rsid w:val="00462510"/>
    <w:rsid w:val="0046311F"/>
    <w:rsid w:val="004679EA"/>
    <w:rsid w:val="004A50CB"/>
    <w:rsid w:val="004A55E6"/>
    <w:rsid w:val="004B24A0"/>
    <w:rsid w:val="004B3FBB"/>
    <w:rsid w:val="004B5FB9"/>
    <w:rsid w:val="004D3B0E"/>
    <w:rsid w:val="004E0E62"/>
    <w:rsid w:val="004E1AEC"/>
    <w:rsid w:val="004F5E99"/>
    <w:rsid w:val="004F6E60"/>
    <w:rsid w:val="00505087"/>
    <w:rsid w:val="0050589A"/>
    <w:rsid w:val="00513B6D"/>
    <w:rsid w:val="005158C2"/>
    <w:rsid w:val="005362D0"/>
    <w:rsid w:val="00543749"/>
    <w:rsid w:val="00560F32"/>
    <w:rsid w:val="0056380F"/>
    <w:rsid w:val="0058430A"/>
    <w:rsid w:val="00584873"/>
    <w:rsid w:val="005860A3"/>
    <w:rsid w:val="00597302"/>
    <w:rsid w:val="005B1000"/>
    <w:rsid w:val="005B2D1C"/>
    <w:rsid w:val="005B41CE"/>
    <w:rsid w:val="005B4657"/>
    <w:rsid w:val="005C5E54"/>
    <w:rsid w:val="005C72DE"/>
    <w:rsid w:val="005D4134"/>
    <w:rsid w:val="005D66F1"/>
    <w:rsid w:val="005E506B"/>
    <w:rsid w:val="005F20AC"/>
    <w:rsid w:val="005F3C6C"/>
    <w:rsid w:val="00610E2F"/>
    <w:rsid w:val="00620BE3"/>
    <w:rsid w:val="006330BB"/>
    <w:rsid w:val="00644401"/>
    <w:rsid w:val="00651FA1"/>
    <w:rsid w:val="00662045"/>
    <w:rsid w:val="00675818"/>
    <w:rsid w:val="00680390"/>
    <w:rsid w:val="00681F52"/>
    <w:rsid w:val="0068539F"/>
    <w:rsid w:val="00692AA8"/>
    <w:rsid w:val="006A3921"/>
    <w:rsid w:val="006A4CBD"/>
    <w:rsid w:val="006D33CD"/>
    <w:rsid w:val="006E6D22"/>
    <w:rsid w:val="006F1712"/>
    <w:rsid w:val="007053C4"/>
    <w:rsid w:val="0071259C"/>
    <w:rsid w:val="00730B02"/>
    <w:rsid w:val="00737844"/>
    <w:rsid w:val="00740527"/>
    <w:rsid w:val="0075143A"/>
    <w:rsid w:val="00754790"/>
    <w:rsid w:val="00756857"/>
    <w:rsid w:val="007578E9"/>
    <w:rsid w:val="00760F0F"/>
    <w:rsid w:val="0077235A"/>
    <w:rsid w:val="00773D0D"/>
    <w:rsid w:val="00775C85"/>
    <w:rsid w:val="0078249D"/>
    <w:rsid w:val="007A74EA"/>
    <w:rsid w:val="007C5B69"/>
    <w:rsid w:val="007C6E6C"/>
    <w:rsid w:val="007D15A9"/>
    <w:rsid w:val="007D3B56"/>
    <w:rsid w:val="007F267C"/>
    <w:rsid w:val="007F3D0A"/>
    <w:rsid w:val="008047E6"/>
    <w:rsid w:val="00806DFD"/>
    <w:rsid w:val="00807467"/>
    <w:rsid w:val="0082698F"/>
    <w:rsid w:val="00833581"/>
    <w:rsid w:val="0083407D"/>
    <w:rsid w:val="008360E7"/>
    <w:rsid w:val="00853807"/>
    <w:rsid w:val="008612FF"/>
    <w:rsid w:val="008857E0"/>
    <w:rsid w:val="00890597"/>
    <w:rsid w:val="00891D8B"/>
    <w:rsid w:val="008946B8"/>
    <w:rsid w:val="00894A11"/>
    <w:rsid w:val="00895397"/>
    <w:rsid w:val="00895B35"/>
    <w:rsid w:val="008A38DD"/>
    <w:rsid w:val="008A5582"/>
    <w:rsid w:val="008C2791"/>
    <w:rsid w:val="008C76DB"/>
    <w:rsid w:val="008F1160"/>
    <w:rsid w:val="008F2F48"/>
    <w:rsid w:val="0090226A"/>
    <w:rsid w:val="00923549"/>
    <w:rsid w:val="00941A15"/>
    <w:rsid w:val="00950FB0"/>
    <w:rsid w:val="00973BF1"/>
    <w:rsid w:val="00990B86"/>
    <w:rsid w:val="009B0854"/>
    <w:rsid w:val="009C149E"/>
    <w:rsid w:val="009D7ADB"/>
    <w:rsid w:val="009F0178"/>
    <w:rsid w:val="009F26C9"/>
    <w:rsid w:val="00A033A1"/>
    <w:rsid w:val="00A20943"/>
    <w:rsid w:val="00A315CD"/>
    <w:rsid w:val="00A421CC"/>
    <w:rsid w:val="00A63D97"/>
    <w:rsid w:val="00A7631E"/>
    <w:rsid w:val="00A91A11"/>
    <w:rsid w:val="00A97393"/>
    <w:rsid w:val="00AB2F57"/>
    <w:rsid w:val="00AB49E0"/>
    <w:rsid w:val="00AC1D7A"/>
    <w:rsid w:val="00AC5CB4"/>
    <w:rsid w:val="00AC5D9A"/>
    <w:rsid w:val="00AD5C0A"/>
    <w:rsid w:val="00AE2509"/>
    <w:rsid w:val="00AE3045"/>
    <w:rsid w:val="00AF0BB5"/>
    <w:rsid w:val="00AF731B"/>
    <w:rsid w:val="00B00AB9"/>
    <w:rsid w:val="00B12C83"/>
    <w:rsid w:val="00B15F98"/>
    <w:rsid w:val="00B21767"/>
    <w:rsid w:val="00B31FBC"/>
    <w:rsid w:val="00B34637"/>
    <w:rsid w:val="00B41321"/>
    <w:rsid w:val="00B448D6"/>
    <w:rsid w:val="00B5141B"/>
    <w:rsid w:val="00B82825"/>
    <w:rsid w:val="00B84D98"/>
    <w:rsid w:val="00B91310"/>
    <w:rsid w:val="00B920FF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233DB"/>
    <w:rsid w:val="00C2482A"/>
    <w:rsid w:val="00C27DBD"/>
    <w:rsid w:val="00C35A53"/>
    <w:rsid w:val="00C53183"/>
    <w:rsid w:val="00C5499A"/>
    <w:rsid w:val="00C741F2"/>
    <w:rsid w:val="00C976DC"/>
    <w:rsid w:val="00CA1C6E"/>
    <w:rsid w:val="00CA76D0"/>
    <w:rsid w:val="00CC228E"/>
    <w:rsid w:val="00CD6323"/>
    <w:rsid w:val="00CE36EE"/>
    <w:rsid w:val="00CE73F0"/>
    <w:rsid w:val="00CE75D4"/>
    <w:rsid w:val="00D023DF"/>
    <w:rsid w:val="00D03BCA"/>
    <w:rsid w:val="00D10C2B"/>
    <w:rsid w:val="00D34F4A"/>
    <w:rsid w:val="00D3788D"/>
    <w:rsid w:val="00D44FCA"/>
    <w:rsid w:val="00D46D9D"/>
    <w:rsid w:val="00D47DFD"/>
    <w:rsid w:val="00D61186"/>
    <w:rsid w:val="00D62A09"/>
    <w:rsid w:val="00D64BAD"/>
    <w:rsid w:val="00D76756"/>
    <w:rsid w:val="00D9230F"/>
    <w:rsid w:val="00D930C4"/>
    <w:rsid w:val="00DA4867"/>
    <w:rsid w:val="00DB201D"/>
    <w:rsid w:val="00DB49DA"/>
    <w:rsid w:val="00DB6EDC"/>
    <w:rsid w:val="00DC2BF7"/>
    <w:rsid w:val="00DC44DA"/>
    <w:rsid w:val="00DC6854"/>
    <w:rsid w:val="00DE4EAA"/>
    <w:rsid w:val="00DE5049"/>
    <w:rsid w:val="00E112A7"/>
    <w:rsid w:val="00E277CB"/>
    <w:rsid w:val="00E40830"/>
    <w:rsid w:val="00E409C7"/>
    <w:rsid w:val="00E4290D"/>
    <w:rsid w:val="00E469F4"/>
    <w:rsid w:val="00E618CA"/>
    <w:rsid w:val="00E922B7"/>
    <w:rsid w:val="00E959B2"/>
    <w:rsid w:val="00ED1E08"/>
    <w:rsid w:val="00EF0EAE"/>
    <w:rsid w:val="00EF7A9A"/>
    <w:rsid w:val="00F173AD"/>
    <w:rsid w:val="00F1752D"/>
    <w:rsid w:val="00F205A4"/>
    <w:rsid w:val="00F22772"/>
    <w:rsid w:val="00F31A66"/>
    <w:rsid w:val="00F31E65"/>
    <w:rsid w:val="00F32043"/>
    <w:rsid w:val="00F54F6E"/>
    <w:rsid w:val="00F57B00"/>
    <w:rsid w:val="00F630E1"/>
    <w:rsid w:val="00F6334F"/>
    <w:rsid w:val="00F65DE4"/>
    <w:rsid w:val="00F74B8E"/>
    <w:rsid w:val="00F74C54"/>
    <w:rsid w:val="00F770C1"/>
    <w:rsid w:val="00F82866"/>
    <w:rsid w:val="00F91F53"/>
    <w:rsid w:val="00F94E46"/>
    <w:rsid w:val="00FA003A"/>
    <w:rsid w:val="00FA3669"/>
    <w:rsid w:val="00FB12B6"/>
    <w:rsid w:val="00FB3A40"/>
    <w:rsid w:val="00FB6800"/>
    <w:rsid w:val="00FB7FF8"/>
    <w:rsid w:val="00FC3AE1"/>
    <w:rsid w:val="00FD3932"/>
    <w:rsid w:val="00FD4D1B"/>
    <w:rsid w:val="00FE041B"/>
    <w:rsid w:val="00FE1AFF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99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FF1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FF1C6D"/>
    <w:rPr>
      <w:rFonts w:ascii="Courier New" w:eastAsia="Times New Roman" w:hAnsi="Courier New" w:cs="Courier New"/>
    </w:rPr>
  </w:style>
  <w:style w:type="paragraph" w:styleId="Lihttekst">
    <w:name w:val="Plain Text"/>
    <w:basedOn w:val="Normaallaad"/>
    <w:link w:val="LihttekstMrk"/>
    <w:uiPriority w:val="99"/>
    <w:unhideWhenUsed/>
    <w:rsid w:val="00AB49E0"/>
    <w:pPr>
      <w:spacing w:after="0" w:line="240" w:lineRule="auto"/>
    </w:pPr>
    <w:rPr>
      <w:rFonts w:ascii="Calibri" w:eastAsia="Times New Roman" w:hAnsi="Calibri" w:cstheme="minorBidi"/>
      <w:kern w:val="2"/>
      <w:szCs w:val="21"/>
      <w:lang w:val="en-US"/>
      <w14:ligatures w14:val="standardContextual"/>
    </w:rPr>
  </w:style>
  <w:style w:type="character" w:customStyle="1" w:styleId="LihttekstMrk">
    <w:name w:val="Lihttekst Märk"/>
    <w:basedOn w:val="Liguvaikefont"/>
    <w:link w:val="Lihttekst"/>
    <w:uiPriority w:val="99"/>
    <w:rsid w:val="00AB49E0"/>
    <w:rPr>
      <w:rFonts w:ascii="Calibri" w:eastAsia="Times New Roman" w:hAnsi="Calibri" w:cstheme="minorBidi"/>
      <w:kern w:val="2"/>
      <w:sz w:val="22"/>
      <w:szCs w:val="21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302D4-6512-4ECF-9BD5-B4816CA9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1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Urmas</dc:creator>
  <cp:lastModifiedBy>Marika</cp:lastModifiedBy>
  <cp:revision>4</cp:revision>
  <cp:lastPrinted>2024-02-15T09:39:00Z</cp:lastPrinted>
  <dcterms:created xsi:type="dcterms:W3CDTF">2024-08-30T11:52:00Z</dcterms:created>
  <dcterms:modified xsi:type="dcterms:W3CDTF">2024-08-30T11:52:00Z</dcterms:modified>
</cp:coreProperties>
</file>