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D40650" w:rsidTr="001C28BA">
        <w:trPr>
          <w:trHeight w:val="1905"/>
        </w:trPr>
        <w:tc>
          <w:tcPr>
            <w:tcW w:w="5245" w:type="dxa"/>
            <w:shd w:val="clear" w:color="auto" w:fill="auto"/>
          </w:tcPr>
          <w:p w:rsidR="00D40650" w:rsidRPr="00A10E66" w:rsidRDefault="0008669E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1152525" y="-238125"/>
                  <wp:positionH relativeFrom="margin">
                    <wp:posOffset>-864235</wp:posOffset>
                  </wp:positionH>
                  <wp:positionV relativeFrom="margin">
                    <wp:posOffset>-144145</wp:posOffset>
                  </wp:positionV>
                  <wp:extent cx="29484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maantee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shd w:val="clear" w:color="auto" w:fill="auto"/>
          </w:tcPr>
          <w:p w:rsidR="00BC1A62" w:rsidRPr="00BC1A62" w:rsidRDefault="00BC1A62" w:rsidP="0008669E">
            <w:pPr>
              <w:pStyle w:val="AK"/>
            </w:pPr>
          </w:p>
        </w:tc>
      </w:tr>
      <w:tr w:rsidR="00D40650" w:rsidRPr="001D4CFB" w:rsidTr="001C28BA">
        <w:trPr>
          <w:trHeight w:val="1985"/>
        </w:trPr>
        <w:tc>
          <w:tcPr>
            <w:tcW w:w="5245" w:type="dxa"/>
            <w:shd w:val="clear" w:color="auto" w:fill="auto"/>
          </w:tcPr>
          <w:p w:rsidR="009C74C9" w:rsidRPr="00731B88" w:rsidRDefault="00731B88" w:rsidP="009C74C9">
            <w:pPr>
              <w:pStyle w:val="adressaat0"/>
              <w:rPr>
                <w:b/>
              </w:rPr>
            </w:pPr>
            <w:r w:rsidRPr="00731B88">
              <w:rPr>
                <w:b/>
              </w:rPr>
              <w:t xml:space="preserve">Mikk </w:t>
            </w:r>
            <w:proofErr w:type="spellStart"/>
            <w:r w:rsidRPr="00731B88">
              <w:rPr>
                <w:b/>
              </w:rPr>
              <w:t>Mutso</w:t>
            </w:r>
            <w:proofErr w:type="spellEnd"/>
          </w:p>
          <w:p w:rsidR="009C74C9" w:rsidRPr="00731B88" w:rsidRDefault="009C74C9" w:rsidP="009C74C9">
            <w:pPr>
              <w:pStyle w:val="adressaat0"/>
              <w:rPr>
                <w:b/>
              </w:rPr>
            </w:pPr>
            <w:r w:rsidRPr="00731B88">
              <w:rPr>
                <w:b/>
              </w:rPr>
              <w:t>Esprii OÜ</w:t>
            </w:r>
          </w:p>
          <w:p w:rsidR="009C74C9" w:rsidRPr="00015E5C" w:rsidRDefault="009C74C9" w:rsidP="009C74C9">
            <w:pPr>
              <w:pStyle w:val="aadress"/>
            </w:pPr>
            <w:r w:rsidRPr="00015E5C">
              <w:t>Kaisla tn 3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13516  Tallinn</w:t>
            </w:r>
          </w:p>
          <w:p w:rsidR="003B2A9C" w:rsidRPr="00BF4D7C" w:rsidRDefault="009C74C9" w:rsidP="009C74C9">
            <w:pPr>
              <w:pStyle w:val="Adressaat"/>
              <w:rPr>
                <w:iCs/>
              </w:rPr>
            </w:pPr>
            <w:r w:rsidRPr="00015E5C">
              <w:t>mikk.mutso@esprii.ee</w:t>
            </w:r>
          </w:p>
        </w:tc>
        <w:tc>
          <w:tcPr>
            <w:tcW w:w="3827" w:type="dxa"/>
            <w:shd w:val="clear" w:color="auto" w:fill="auto"/>
          </w:tcPr>
          <w:p w:rsidR="009C74C9" w:rsidRPr="00015E5C" w:rsidRDefault="009C74C9" w:rsidP="009C74C9">
            <w:pPr>
              <w:pStyle w:val="adressaat0"/>
              <w:snapToGrid w:val="0"/>
            </w:pPr>
            <w:r w:rsidRPr="00015E5C">
              <w:t xml:space="preserve">Teie  </w:t>
            </w:r>
            <w:r w:rsidR="00731B88">
              <w:t>31.03.2017</w:t>
            </w:r>
          </w:p>
          <w:p w:rsidR="009C74C9" w:rsidRDefault="009C74C9" w:rsidP="009C74C9">
            <w:pPr>
              <w:pStyle w:val="adressaat0"/>
              <w:snapToGrid w:val="0"/>
            </w:pPr>
          </w:p>
          <w:p w:rsidR="003B2A9C" w:rsidRPr="001D4CFB" w:rsidRDefault="009C74C9" w:rsidP="009C52CC">
            <w:pPr>
              <w:jc w:val="left"/>
            </w:pPr>
            <w:r w:rsidRPr="00015E5C">
              <w:t>Meie 31.03.17 nr 17-2/17-00029/028</w:t>
            </w:r>
          </w:p>
        </w:tc>
      </w:tr>
    </w:tbl>
    <w:p w:rsidR="009C74C9" w:rsidRPr="009C74C9" w:rsidRDefault="009C74C9" w:rsidP="009C74C9">
      <w:pPr>
        <w:pStyle w:val="kirjapealkiri"/>
        <w:spacing w:before="0" w:after="480"/>
        <w:rPr>
          <w:b/>
        </w:rPr>
      </w:pPr>
      <w:r w:rsidRPr="009C74C9">
        <w:rPr>
          <w:b/>
        </w:rPr>
        <w:t>Tõend</w:t>
      </w:r>
    </w:p>
    <w:p w:rsidR="00B314F9" w:rsidRPr="00B314F9" w:rsidRDefault="00B314F9" w:rsidP="00B314F9">
      <w:pPr>
        <w:rPr>
          <w:lang w:eastAsia="et-EE"/>
        </w:rPr>
      </w:pPr>
      <w:r w:rsidRPr="00B314F9">
        <w:rPr>
          <w:lang w:eastAsia="et-EE"/>
        </w:rPr>
        <w:t>Käesolevaga kinnitame, et OÜ Esprii (registrikood 12566284) teostas perioodil 04/2016 kuni 11/2016 omanikujärelevalvet „Riigimaantee 5 Pärnu-Rakvere-Sõmeru km 161,46-170,74 Lante-Tõrremäe lõigu teekatte taastusremont koos liiklusohtlike kohtade ümberehitusega“ (</w:t>
      </w:r>
      <w:r w:rsidRPr="00B314F9">
        <w:t>riigihanke viitenumber 169950)</w:t>
      </w:r>
      <w:r w:rsidRPr="00B314F9">
        <w:rPr>
          <w:lang w:eastAsia="et-EE"/>
        </w:rPr>
        <w:t xml:space="preserve"> ehitusobjektil.</w:t>
      </w:r>
    </w:p>
    <w:p w:rsidR="00B314F9" w:rsidRPr="00B314F9" w:rsidRDefault="00B314F9" w:rsidP="00B314F9">
      <w:pPr>
        <w:rPr>
          <w:lang w:eastAsia="et-EE"/>
        </w:rPr>
      </w:pPr>
    </w:p>
    <w:p w:rsidR="00B314F9" w:rsidRPr="00B314F9" w:rsidRDefault="00B314F9" w:rsidP="00B314F9">
      <w:r w:rsidRPr="00B314F9">
        <w:rPr>
          <w:lang w:eastAsia="et-EE"/>
        </w:rPr>
        <w:t xml:space="preserve">Töövõtja: </w:t>
      </w:r>
      <w:r w:rsidRPr="00B314F9">
        <w:t xml:space="preserve">AS TREV-2 Grupp (registrikood 10047362). Ehituslepingu maksumus ilma </w:t>
      </w:r>
      <w:proofErr w:type="spellStart"/>
      <w:r w:rsidRPr="00B314F9">
        <w:t>KM’ta</w:t>
      </w:r>
      <w:proofErr w:type="spellEnd"/>
      <w:r w:rsidRPr="00B314F9">
        <w:t>: 1 358 217,04 €</w:t>
      </w:r>
    </w:p>
    <w:p w:rsidR="00B314F9" w:rsidRPr="00B314F9" w:rsidRDefault="00B314F9" w:rsidP="00B314F9"/>
    <w:p w:rsidR="00B314F9" w:rsidRPr="00B314F9" w:rsidRDefault="00B314F9" w:rsidP="00B314F9">
      <w:pPr>
        <w:rPr>
          <w:lang w:eastAsia="et-EE"/>
        </w:rPr>
      </w:pPr>
      <w:r w:rsidRPr="00B314F9">
        <w:rPr>
          <w:lang w:eastAsia="et-EE"/>
        </w:rPr>
        <w:t xml:space="preserve">OÜ Esprii on täitnud lepingu nõuetekohaselt ning vastavalt lepingus ettenähtud tingimustele. Kinnitame, et hankes osales projektijuhina Mikk </w:t>
      </w:r>
      <w:proofErr w:type="spellStart"/>
      <w:r w:rsidRPr="00B314F9">
        <w:rPr>
          <w:lang w:eastAsia="et-EE"/>
        </w:rPr>
        <w:t>Mutso</w:t>
      </w:r>
      <w:proofErr w:type="spellEnd"/>
      <w:r w:rsidRPr="00B314F9">
        <w:rPr>
          <w:lang w:eastAsia="et-EE"/>
        </w:rPr>
        <w:t>.</w:t>
      </w:r>
    </w:p>
    <w:p w:rsidR="00731B88" w:rsidRDefault="00731B88" w:rsidP="00A13FDE">
      <w:pPr>
        <w:pStyle w:val="Snum"/>
      </w:pPr>
    </w:p>
    <w:p w:rsidR="00B314F9" w:rsidRDefault="00B314F9" w:rsidP="00A13FDE">
      <w:pPr>
        <w:pStyle w:val="Snum"/>
      </w:pPr>
    </w:p>
    <w:p w:rsidR="00A13FDE" w:rsidRDefault="00A13FDE" w:rsidP="00A13FDE">
      <w:pPr>
        <w:pStyle w:val="Snum"/>
      </w:pPr>
      <w:bookmarkStart w:id="0" w:name="_GoBack"/>
      <w:bookmarkEnd w:id="0"/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(allkirjastatud digitaalselt)</w:t>
      </w:r>
    </w:p>
    <w:p w:rsidR="009C74C9" w:rsidRPr="00015E5C" w:rsidRDefault="009C74C9" w:rsidP="009C74C9">
      <w:pPr>
        <w:rPr>
          <w:rFonts w:eastAsia="Calibri"/>
          <w:szCs w:val="22"/>
        </w:rPr>
      </w:pPr>
      <w:r w:rsidRPr="00015E5C">
        <w:t>Marko Aava</w:t>
      </w:r>
    </w:p>
    <w:p w:rsidR="009C74C9" w:rsidRPr="00015E5C" w:rsidRDefault="009C74C9" w:rsidP="009C74C9">
      <w:r w:rsidRPr="00015E5C">
        <w:t>projektijuht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9C74C9" w:rsidRDefault="009C74C9" w:rsidP="00A13FDE">
      <w:pPr>
        <w:pStyle w:val="Snum"/>
      </w:pPr>
    </w:p>
    <w:p w:rsidR="009C74C9" w:rsidRDefault="009C74C9" w:rsidP="009C74C9">
      <w:pPr>
        <w:widowControl/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>
        <w:rPr>
          <w:rFonts w:eastAsia="Times New Roman"/>
          <w:kern w:val="0"/>
          <w:szCs w:val="20"/>
          <w:lang w:eastAsia="en-US" w:bidi="ar-SA"/>
        </w:rPr>
        <w:t>Marko Aava</w:t>
      </w:r>
      <w:r w:rsidRPr="009C74C9">
        <w:rPr>
          <w:rFonts w:eastAsia="Times New Roman"/>
          <w:kern w:val="0"/>
          <w:szCs w:val="20"/>
          <w:lang w:eastAsia="en-US" w:bidi="ar-SA"/>
        </w:rPr>
        <w:t xml:space="preserve"> </w:t>
      </w:r>
    </w:p>
    <w:p w:rsidR="009C74C9" w:rsidRPr="009C74C9" w:rsidRDefault="009C74C9" w:rsidP="009C74C9">
      <w:pPr>
        <w:widowControl/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 w:rsidRPr="009C74C9">
        <w:rPr>
          <w:rFonts w:eastAsia="Times New Roman"/>
          <w:kern w:val="0"/>
          <w:szCs w:val="20"/>
          <w:lang w:eastAsia="en-US" w:bidi="ar-SA"/>
        </w:rPr>
        <w:t>325 8738</w:t>
      </w:r>
    </w:p>
    <w:p w:rsidR="001C28BA" w:rsidRDefault="009C74C9" w:rsidP="009C74C9">
      <w:pPr>
        <w:pStyle w:val="Snum"/>
      </w:pPr>
      <w:r w:rsidRPr="009C74C9">
        <w:rPr>
          <w:rFonts w:eastAsia="Times New Roman" w:cs="Times New Roman"/>
          <w:kern w:val="0"/>
          <w:szCs w:val="20"/>
          <w:lang w:eastAsia="en-US" w:bidi="ar-SA"/>
        </w:rPr>
        <w:t>Marko.Aava@mnt.ee</w:t>
      </w:r>
    </w:p>
    <w:p w:rsidR="00BD078E" w:rsidRPr="001C28BA" w:rsidRDefault="00BD078E" w:rsidP="001C28BA">
      <w:pPr>
        <w:tabs>
          <w:tab w:val="left" w:pos="2250"/>
        </w:tabs>
      </w:pPr>
    </w:p>
    <w:sectPr w:rsidR="00BD078E" w:rsidRPr="001C28BA" w:rsidSect="001C28BA">
      <w:footerReference w:type="default" r:id="rId9"/>
      <w:footerReference w:type="first" r:id="rId10"/>
      <w:pgSz w:w="11906" w:h="16838" w:code="9"/>
      <w:pgMar w:top="907" w:right="1021" w:bottom="1134" w:left="1814" w:header="89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D24" w:rsidRDefault="00A84D24" w:rsidP="00DF44DF">
      <w:r>
        <w:separator/>
      </w:r>
    </w:p>
  </w:endnote>
  <w:endnote w:type="continuationSeparator" w:id="0">
    <w:p w:rsidR="00A84D24" w:rsidRDefault="00A84D24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A9C" w:rsidRPr="00AD2EA7" w:rsidRDefault="004B216A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9C74C9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9C74C9">
        <w:rPr>
          <w:noProof/>
        </w:rPr>
        <w:t>2</w:t>
      </w:r>
    </w:fldSimple>
    <w:r w:rsidR="003B2A9C"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7B5" w:rsidRPr="000A17B5" w:rsidRDefault="007E51C4" w:rsidP="000A17B5">
    <w:pPr>
      <w:pStyle w:val="Jalus1"/>
    </w:pPr>
    <w:r w:rsidRPr="007E51C4">
      <w:rPr>
        <w:rFonts w:eastAsia="Times New Roman" w:cs="Times New Roman"/>
        <w:kern w:val="0"/>
        <w:szCs w:val="20"/>
        <w:lang w:eastAsia="en-US" w:bidi="ar-SA"/>
      </w:rPr>
      <w:t>Pärnu</w:t>
    </w:r>
    <w:r>
      <w:t xml:space="preserve"> mnt 463a </w:t>
    </w:r>
    <w:r w:rsidR="000A17B5" w:rsidRPr="000A17B5">
      <w:t xml:space="preserve"> / 1</w:t>
    </w:r>
    <w:r>
      <w:t>0916</w:t>
    </w:r>
    <w:r w:rsidR="000A17B5" w:rsidRPr="000A17B5">
      <w:t xml:space="preserve"> Tallinn /</w:t>
    </w:r>
    <w:r>
      <w:t xml:space="preserve"> 611 9300</w:t>
    </w:r>
    <w:r w:rsidR="000A17B5" w:rsidRPr="000A17B5">
      <w:t xml:space="preserve"> / </w:t>
    </w:r>
    <w:r w:rsidR="00902620">
      <w:t>maantee</w:t>
    </w:r>
    <w:r w:rsidR="000A17B5" w:rsidRPr="000A17B5">
      <w:t>@</w:t>
    </w:r>
    <w:r>
      <w:t>mnt</w:t>
    </w:r>
    <w:r w:rsidR="000A17B5" w:rsidRPr="000A17B5">
      <w:t>.ee / www.</w:t>
    </w:r>
    <w:r>
      <w:t>mnt</w:t>
    </w:r>
    <w:r w:rsidR="000A17B5" w:rsidRPr="000A17B5">
      <w:t>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7E51C4">
      <w:t>70001490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D24" w:rsidRDefault="00A84D24" w:rsidP="00DF44DF">
      <w:r>
        <w:separator/>
      </w:r>
    </w:p>
  </w:footnote>
  <w:footnote w:type="continuationSeparator" w:id="0">
    <w:p w:rsidR="00A84D24" w:rsidRDefault="00A84D24" w:rsidP="00DF44DF">
      <w:r>
        <w:continuationSeparator/>
      </w:r>
    </w:p>
  </w:footnote>
  <w:footnote w:type="separator" w:id="-1">
    <w:p w:rsidR="00A84D24" w:rsidRDefault="00A84D24" w:rsidP="00DF44DF">
      <w:r>
        <w:separator/>
      </w:r>
    </w:p>
  </w:footnote>
  <w:footnote w:type="continuationSeparator" w:id="0">
    <w:p w:rsidR="00A84D24" w:rsidRDefault="00A84D24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52"/>
    <w:rsid w:val="00060947"/>
    <w:rsid w:val="0008669E"/>
    <w:rsid w:val="000913FC"/>
    <w:rsid w:val="000A17B5"/>
    <w:rsid w:val="00124999"/>
    <w:rsid w:val="001523BD"/>
    <w:rsid w:val="001A7D04"/>
    <w:rsid w:val="001C28BA"/>
    <w:rsid w:val="001D4CFB"/>
    <w:rsid w:val="002008A2"/>
    <w:rsid w:val="002835BB"/>
    <w:rsid w:val="00293449"/>
    <w:rsid w:val="002F254F"/>
    <w:rsid w:val="0034719C"/>
    <w:rsid w:val="00354059"/>
    <w:rsid w:val="00394DCB"/>
    <w:rsid w:val="003B2A9C"/>
    <w:rsid w:val="003E1E02"/>
    <w:rsid w:val="00435A13"/>
    <w:rsid w:val="0044084D"/>
    <w:rsid w:val="004B216A"/>
    <w:rsid w:val="004C1391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80609"/>
    <w:rsid w:val="006A01AC"/>
    <w:rsid w:val="006E16BD"/>
    <w:rsid w:val="006F3BB9"/>
    <w:rsid w:val="006F72D7"/>
    <w:rsid w:val="007056E1"/>
    <w:rsid w:val="00713327"/>
    <w:rsid w:val="00731B88"/>
    <w:rsid w:val="0075695A"/>
    <w:rsid w:val="007A1DE8"/>
    <w:rsid w:val="007D54FC"/>
    <w:rsid w:val="007E51C4"/>
    <w:rsid w:val="00835858"/>
    <w:rsid w:val="008919F2"/>
    <w:rsid w:val="008B041F"/>
    <w:rsid w:val="008C0679"/>
    <w:rsid w:val="008D4634"/>
    <w:rsid w:val="008F0B50"/>
    <w:rsid w:val="00902620"/>
    <w:rsid w:val="0091786B"/>
    <w:rsid w:val="009370A4"/>
    <w:rsid w:val="009C52CC"/>
    <w:rsid w:val="009C74C9"/>
    <w:rsid w:val="009E7F4A"/>
    <w:rsid w:val="00A10E66"/>
    <w:rsid w:val="00A1244E"/>
    <w:rsid w:val="00A13FDE"/>
    <w:rsid w:val="00A84D24"/>
    <w:rsid w:val="00AC4752"/>
    <w:rsid w:val="00AD2EA7"/>
    <w:rsid w:val="00AE02A8"/>
    <w:rsid w:val="00B314F9"/>
    <w:rsid w:val="00BC1A62"/>
    <w:rsid w:val="00BD078E"/>
    <w:rsid w:val="00BD3CCF"/>
    <w:rsid w:val="00BE0CC9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77DD0"/>
    <w:rsid w:val="00DF44DF"/>
    <w:rsid w:val="00E023F6"/>
    <w:rsid w:val="00E03DBB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l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l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l"/>
    <w:next w:val="Normal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l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l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l"/>
    <w:next w:val="Normal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2.xml"/>
  <Relationship Id="rId11" Type="http://schemas.openxmlformats.org/officeDocument/2006/relationships/fontTable" Target="fontTable.xml"/>
  <Relationship Id="rId12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image" Target="media/image1.png"/>
  <Relationship Id="rId9" Type="http://schemas.openxmlformats.org/officeDocument/2006/relationships/footer" Target="footer1.xml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D:/Users/GertU/Desktop/Uued%20veebi/kirjaplank.dotx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3451D01-0693-4046-A3F7-C50998DB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3</TotalTime>
  <Pages>1</Pages>
  <Words>118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2016-04-21T18:01:00Z</dcterms:created>
  <dc:creator>Kairit</dc:creator>
  <lastModifiedBy>Marko Aava</lastModifiedBy>
  <lastPrinted>2014-04-03T10:06:00Z</lastPrinted>
  <dcterms:modified xsi:type="dcterms:W3CDTF">2017-03-31T05:44:00Z</dcterms:modified>
  <revision>4</revision>
</coreProperties>
</file>