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CEE0" w14:textId="182C596B" w:rsidR="0050732D" w:rsidRDefault="0050732D" w:rsidP="0020794D">
      <w:pPr>
        <w:rPr>
          <w:sz w:val="24"/>
          <w:szCs w:val="24"/>
          <w:lang w:val="et-EE"/>
        </w:rPr>
      </w:pPr>
    </w:p>
    <w:p w14:paraId="788826D7" w14:textId="77777777" w:rsidR="00A1183E" w:rsidRDefault="00A1183E" w:rsidP="0020794D">
      <w:pPr>
        <w:rPr>
          <w:sz w:val="24"/>
          <w:szCs w:val="24"/>
          <w:lang w:val="et-EE"/>
        </w:rPr>
      </w:pPr>
    </w:p>
    <w:p w14:paraId="31E69527" w14:textId="77777777" w:rsidR="00A1183E" w:rsidRDefault="00A1183E" w:rsidP="0020794D">
      <w:pPr>
        <w:rPr>
          <w:sz w:val="24"/>
          <w:szCs w:val="24"/>
          <w:lang w:val="et-EE"/>
        </w:rPr>
      </w:pPr>
    </w:p>
    <w:p w14:paraId="31B1F221" w14:textId="1045A5BB" w:rsidR="00A92F6B" w:rsidRPr="00AB3F1F" w:rsidRDefault="00AB3F1F" w:rsidP="00AB3F1F">
      <w:pPr>
        <w:jc w:val="both"/>
        <w:rPr>
          <w:sz w:val="24"/>
          <w:szCs w:val="24"/>
        </w:rPr>
      </w:pPr>
      <w:r w:rsidRPr="00AB3F1F">
        <w:rPr>
          <w:sz w:val="24"/>
          <w:szCs w:val="24"/>
        </w:rPr>
        <w:t>Marit Romantsov</w:t>
      </w:r>
    </w:p>
    <w:p w14:paraId="12A29922" w14:textId="2B485084" w:rsidR="00A92F6B" w:rsidRPr="00AB3F1F" w:rsidRDefault="00AB3F1F" w:rsidP="00AB3F1F">
      <w:pPr>
        <w:jc w:val="both"/>
        <w:rPr>
          <w:sz w:val="24"/>
          <w:szCs w:val="24"/>
        </w:rPr>
      </w:pPr>
      <w:proofErr w:type="spellStart"/>
      <w:r w:rsidRPr="00AB3F1F">
        <w:rPr>
          <w:sz w:val="24"/>
          <w:szCs w:val="24"/>
        </w:rPr>
        <w:t>Riigi</w:t>
      </w:r>
      <w:proofErr w:type="spellEnd"/>
      <w:r w:rsidRPr="00AB3F1F">
        <w:rPr>
          <w:sz w:val="24"/>
          <w:szCs w:val="24"/>
        </w:rPr>
        <w:t xml:space="preserve"> </w:t>
      </w:r>
      <w:proofErr w:type="spellStart"/>
      <w:r w:rsidRPr="00AB3F1F">
        <w:rPr>
          <w:sz w:val="24"/>
          <w:szCs w:val="24"/>
        </w:rPr>
        <w:t>Tugiteenuste</w:t>
      </w:r>
      <w:proofErr w:type="spellEnd"/>
      <w:r w:rsidRPr="00AB3F1F">
        <w:rPr>
          <w:sz w:val="24"/>
          <w:szCs w:val="24"/>
        </w:rPr>
        <w:t xml:space="preserve"> Keskus</w:t>
      </w:r>
      <w:r w:rsidR="00C408DF" w:rsidRPr="00AB3F1F">
        <w:rPr>
          <w:sz w:val="24"/>
          <w:szCs w:val="24"/>
          <w:lang w:val="et-EE"/>
        </w:rPr>
        <w:tab/>
      </w:r>
      <w:r w:rsidR="00A92F6B" w:rsidRPr="00AB3F1F">
        <w:rPr>
          <w:sz w:val="24"/>
          <w:szCs w:val="24"/>
          <w:lang w:val="et-EE"/>
        </w:rPr>
        <w:tab/>
      </w:r>
      <w:r w:rsidR="00A92F6B" w:rsidRPr="00AB3F1F">
        <w:rPr>
          <w:sz w:val="24"/>
          <w:szCs w:val="24"/>
          <w:lang w:val="et-EE"/>
        </w:rPr>
        <w:tab/>
      </w:r>
      <w:r w:rsidR="00C408DF" w:rsidRPr="00AB3F1F">
        <w:rPr>
          <w:sz w:val="24"/>
          <w:szCs w:val="24"/>
          <w:lang w:val="et-EE"/>
        </w:rPr>
        <w:tab/>
      </w:r>
      <w:r w:rsidR="00A92F6B" w:rsidRPr="00AB3F1F">
        <w:rPr>
          <w:sz w:val="24"/>
          <w:szCs w:val="24"/>
          <w:lang w:val="et-EE"/>
        </w:rPr>
        <w:tab/>
        <w:t xml:space="preserve"> </w:t>
      </w:r>
    </w:p>
    <w:p w14:paraId="02D96939" w14:textId="6CCFA7FB" w:rsidR="00A92F6B" w:rsidRPr="00AB3F1F" w:rsidRDefault="00A92F6B" w:rsidP="00A92F6B">
      <w:pPr>
        <w:rPr>
          <w:sz w:val="24"/>
          <w:szCs w:val="24"/>
          <w:lang w:val="et-EE"/>
        </w:rPr>
      </w:pPr>
      <w:r w:rsidRPr="00AB3F1F">
        <w:rPr>
          <w:sz w:val="24"/>
          <w:szCs w:val="24"/>
          <w:lang w:val="et-EE"/>
        </w:rPr>
        <w:t xml:space="preserve">E-post: </w:t>
      </w:r>
      <w:hyperlink r:id="rId8" w:history="1">
        <w:r w:rsidR="00AB3F1F" w:rsidRPr="008C7B5C">
          <w:rPr>
            <w:rStyle w:val="Hyperlink"/>
            <w:sz w:val="24"/>
            <w:szCs w:val="24"/>
          </w:rPr>
          <w:t>info@rtk.ee</w:t>
        </w:r>
      </w:hyperlink>
      <w:r w:rsidR="00AB3F1F">
        <w:rPr>
          <w:sz w:val="24"/>
          <w:szCs w:val="24"/>
        </w:rPr>
        <w:t xml:space="preserve"> </w:t>
      </w:r>
      <w:r w:rsidRPr="00AB3F1F">
        <w:rPr>
          <w:sz w:val="24"/>
          <w:szCs w:val="24"/>
          <w:lang w:val="et-EE"/>
        </w:rPr>
        <w:tab/>
      </w:r>
      <w:r w:rsidRPr="00AB3F1F">
        <w:rPr>
          <w:sz w:val="24"/>
          <w:szCs w:val="24"/>
          <w:lang w:val="et-EE"/>
        </w:rPr>
        <w:tab/>
      </w:r>
      <w:r w:rsidRPr="00AB3F1F">
        <w:rPr>
          <w:sz w:val="24"/>
          <w:szCs w:val="24"/>
          <w:lang w:val="et-EE"/>
        </w:rPr>
        <w:tab/>
      </w:r>
      <w:r w:rsidR="00AB3F1F" w:rsidRPr="00AB3F1F">
        <w:rPr>
          <w:sz w:val="24"/>
          <w:szCs w:val="24"/>
          <w:lang w:val="et-EE"/>
        </w:rPr>
        <w:tab/>
      </w:r>
      <w:r w:rsidR="00AB3F1F" w:rsidRPr="00AB3F1F">
        <w:rPr>
          <w:sz w:val="24"/>
          <w:szCs w:val="24"/>
          <w:lang w:val="et-EE"/>
        </w:rPr>
        <w:tab/>
      </w:r>
      <w:r w:rsidRPr="00AB3F1F">
        <w:rPr>
          <w:sz w:val="24"/>
          <w:szCs w:val="24"/>
          <w:lang w:val="et-EE"/>
        </w:rPr>
        <w:tab/>
      </w:r>
      <w:r w:rsidR="00222D90">
        <w:rPr>
          <w:sz w:val="24"/>
          <w:szCs w:val="24"/>
          <w:lang w:val="et-EE"/>
        </w:rPr>
        <w:tab/>
      </w:r>
      <w:r w:rsidR="00AB3F1F">
        <w:rPr>
          <w:sz w:val="24"/>
          <w:szCs w:val="24"/>
          <w:lang w:val="et-EE"/>
        </w:rPr>
        <w:t>12</w:t>
      </w:r>
      <w:r w:rsidRPr="00AB3F1F">
        <w:rPr>
          <w:sz w:val="24"/>
          <w:szCs w:val="24"/>
          <w:lang w:val="et-EE"/>
        </w:rPr>
        <w:t>.</w:t>
      </w:r>
      <w:r w:rsidR="00AB3F1F">
        <w:rPr>
          <w:sz w:val="24"/>
          <w:szCs w:val="24"/>
          <w:lang w:val="et-EE"/>
        </w:rPr>
        <w:t>02</w:t>
      </w:r>
      <w:r w:rsidRPr="00AB3F1F">
        <w:rPr>
          <w:sz w:val="24"/>
          <w:szCs w:val="24"/>
          <w:lang w:val="et-EE"/>
        </w:rPr>
        <w:t>.202</w:t>
      </w:r>
      <w:r w:rsidR="00AB3F1F">
        <w:rPr>
          <w:sz w:val="24"/>
          <w:szCs w:val="24"/>
          <w:lang w:val="et-EE"/>
        </w:rPr>
        <w:t>6</w:t>
      </w:r>
      <w:r w:rsidRPr="00AB3F1F">
        <w:rPr>
          <w:sz w:val="24"/>
          <w:szCs w:val="24"/>
          <w:lang w:val="et-EE"/>
        </w:rPr>
        <w:t xml:space="preserve"> nr </w:t>
      </w:r>
      <w:r w:rsidR="00222D90" w:rsidRPr="00222D90">
        <w:rPr>
          <w:sz w:val="24"/>
          <w:szCs w:val="24"/>
          <w:lang w:val="et-EE"/>
        </w:rPr>
        <w:t>5.1-7/1635</w:t>
      </w:r>
    </w:p>
    <w:p w14:paraId="4CDC9F10" w14:textId="73670099" w:rsidR="00A1183E" w:rsidRPr="00AB3F1F" w:rsidRDefault="00AB3F1F" w:rsidP="00A92F6B">
      <w:pPr>
        <w:rPr>
          <w:sz w:val="24"/>
          <w:szCs w:val="24"/>
          <w:lang w:val="et-EE"/>
        </w:rPr>
      </w:pPr>
      <w:hyperlink r:id="rId9" w:history="1">
        <w:r w:rsidRPr="00AB11DA">
          <w:rPr>
            <w:rStyle w:val="Hyperlink"/>
            <w:sz w:val="24"/>
            <w:szCs w:val="24"/>
            <w:lang w:val="et-EE"/>
          </w:rPr>
          <w:t>Marit.Romantsov@rtk.ee</w:t>
        </w:r>
      </w:hyperlink>
      <w:r w:rsidRPr="00AB11DA">
        <w:rPr>
          <w:sz w:val="24"/>
          <w:szCs w:val="24"/>
          <w:lang w:val="et-EE"/>
        </w:rPr>
        <w:t xml:space="preserve"> </w:t>
      </w:r>
    </w:p>
    <w:p w14:paraId="38125967" w14:textId="77777777" w:rsidR="00A92F6B" w:rsidRPr="00A92F6B" w:rsidRDefault="00A92F6B" w:rsidP="00A92F6B">
      <w:pPr>
        <w:rPr>
          <w:sz w:val="24"/>
          <w:szCs w:val="24"/>
          <w:lang w:val="et-EE"/>
        </w:rPr>
      </w:pPr>
    </w:p>
    <w:p w14:paraId="6D3E1090" w14:textId="77777777" w:rsidR="00AB3F1F" w:rsidRDefault="00AB3F1F" w:rsidP="00C408DF">
      <w:pPr>
        <w:rPr>
          <w:b/>
          <w:bCs/>
          <w:sz w:val="24"/>
          <w:szCs w:val="24"/>
          <w:lang w:val="et-EE"/>
        </w:rPr>
      </w:pPr>
    </w:p>
    <w:p w14:paraId="3B674803" w14:textId="77777777" w:rsidR="00AB11DA" w:rsidRDefault="00AB11DA" w:rsidP="00C408DF">
      <w:pPr>
        <w:rPr>
          <w:b/>
          <w:bCs/>
          <w:sz w:val="24"/>
          <w:szCs w:val="24"/>
          <w:lang w:val="et-EE"/>
        </w:rPr>
      </w:pPr>
    </w:p>
    <w:p w14:paraId="11EC5A79" w14:textId="0F3D3D59" w:rsidR="00C408DF" w:rsidRPr="00C408DF" w:rsidRDefault="00AB3F1F" w:rsidP="00C408DF">
      <w:pPr>
        <w:rPr>
          <w:b/>
          <w:bCs/>
          <w:sz w:val="24"/>
          <w:szCs w:val="24"/>
          <w:lang w:val="et-EE"/>
        </w:rPr>
      </w:pPr>
      <w:r>
        <w:rPr>
          <w:b/>
          <w:bCs/>
          <w:sz w:val="24"/>
          <w:szCs w:val="24"/>
          <w:lang w:val="et-EE"/>
        </w:rPr>
        <w:t>Avaldus</w:t>
      </w:r>
      <w:r w:rsidR="00C408DF" w:rsidRPr="00C408DF">
        <w:rPr>
          <w:b/>
          <w:bCs/>
          <w:sz w:val="24"/>
          <w:szCs w:val="24"/>
          <w:lang w:val="et-EE"/>
        </w:rPr>
        <w:t xml:space="preserve"> </w:t>
      </w:r>
    </w:p>
    <w:p w14:paraId="0D132473" w14:textId="77777777" w:rsidR="00A1183E" w:rsidRPr="00C408DF" w:rsidRDefault="00A1183E" w:rsidP="00C408DF">
      <w:pPr>
        <w:rPr>
          <w:b/>
          <w:bCs/>
          <w:sz w:val="24"/>
          <w:szCs w:val="24"/>
          <w:lang w:val="et-EE"/>
        </w:rPr>
      </w:pPr>
    </w:p>
    <w:p w14:paraId="70966B44" w14:textId="77777777" w:rsidR="00C408DF" w:rsidRPr="00C408DF" w:rsidRDefault="00C408DF" w:rsidP="00C408DF">
      <w:pPr>
        <w:rPr>
          <w:sz w:val="24"/>
          <w:szCs w:val="24"/>
          <w:lang w:val="et-EE"/>
        </w:rPr>
      </w:pPr>
    </w:p>
    <w:p w14:paraId="61616F70" w14:textId="40F268E4" w:rsidR="00AB3F1F" w:rsidRPr="00AB3F1F" w:rsidRDefault="00AB3F1F" w:rsidP="00AB3F1F">
      <w:pPr>
        <w:jc w:val="both"/>
        <w:rPr>
          <w:sz w:val="24"/>
          <w:szCs w:val="24"/>
          <w:lang w:val="et-EE"/>
        </w:rPr>
      </w:pPr>
      <w:r w:rsidRPr="00AB3F1F">
        <w:rPr>
          <w:sz w:val="24"/>
          <w:szCs w:val="24"/>
          <w:lang w:val="et-EE"/>
        </w:rPr>
        <w:t xml:space="preserve">Projektis nr 2021-2027.6.01.23-0069 „Narva uue hooldekodu päevahoiuteenuse loomine“ </w:t>
      </w:r>
      <w:r w:rsidR="00AB11DA" w:rsidRPr="00AB3F1F">
        <w:rPr>
          <w:sz w:val="24"/>
          <w:szCs w:val="24"/>
          <w:lang w:val="et-EE"/>
        </w:rPr>
        <w:t>rahuldati</w:t>
      </w:r>
      <w:r w:rsidR="00AB11DA" w:rsidRPr="00AB3F1F">
        <w:rPr>
          <w:sz w:val="24"/>
          <w:szCs w:val="24"/>
          <w:lang w:val="et-EE"/>
        </w:rPr>
        <w:t xml:space="preserve"> </w:t>
      </w:r>
      <w:r w:rsidRPr="00AB3F1F">
        <w:rPr>
          <w:sz w:val="24"/>
          <w:szCs w:val="24"/>
          <w:lang w:val="et-EE"/>
        </w:rPr>
        <w:t xml:space="preserve">Riigi </w:t>
      </w:r>
      <w:r w:rsidR="00AB11DA">
        <w:rPr>
          <w:sz w:val="24"/>
          <w:szCs w:val="24"/>
          <w:lang w:val="et-EE"/>
        </w:rPr>
        <w:t>T</w:t>
      </w:r>
      <w:r w:rsidRPr="00AB3F1F">
        <w:rPr>
          <w:sz w:val="24"/>
          <w:szCs w:val="24"/>
          <w:lang w:val="et-EE"/>
        </w:rPr>
        <w:t xml:space="preserve">ugiteenuste Keskuse </w:t>
      </w:r>
      <w:r w:rsidR="00AB11DA" w:rsidRPr="00AB3F1F">
        <w:rPr>
          <w:sz w:val="24"/>
          <w:szCs w:val="24"/>
          <w:lang w:val="et-EE"/>
        </w:rPr>
        <w:t xml:space="preserve">17.06.2024 </w:t>
      </w:r>
      <w:r w:rsidRPr="00AB3F1F">
        <w:rPr>
          <w:sz w:val="24"/>
          <w:szCs w:val="24"/>
          <w:lang w:val="et-EE"/>
        </w:rPr>
        <w:t xml:space="preserve">otsusega Narva Linnavalitsuse Linnamajandusameti taotlus projektile kogumaksumusega 922 360,00 eurot, millest toetuse saaja minimaalne omafinantseeringu määr on 15% ja maksimaalne toetuse piirmäär on 85% ehk 784 006,00 eurot. </w:t>
      </w:r>
    </w:p>
    <w:p w14:paraId="353CD75B" w14:textId="77777777" w:rsidR="00AB3F1F" w:rsidRPr="00AB3F1F" w:rsidRDefault="00AB3F1F" w:rsidP="00AB3F1F">
      <w:pPr>
        <w:jc w:val="both"/>
        <w:rPr>
          <w:sz w:val="24"/>
          <w:szCs w:val="24"/>
          <w:lang w:val="et-EE"/>
        </w:rPr>
      </w:pPr>
    </w:p>
    <w:p w14:paraId="71FD0243" w14:textId="01585DBC" w:rsidR="00AB3F1F" w:rsidRPr="00AB3F1F" w:rsidRDefault="00AB3F1F" w:rsidP="00AB3F1F">
      <w:pPr>
        <w:jc w:val="both"/>
        <w:rPr>
          <w:sz w:val="24"/>
          <w:szCs w:val="24"/>
          <w:lang w:val="et-EE"/>
        </w:rPr>
      </w:pPr>
      <w:r w:rsidRPr="00AB3F1F">
        <w:rPr>
          <w:sz w:val="24"/>
          <w:szCs w:val="24"/>
          <w:lang w:val="et-EE"/>
        </w:rPr>
        <w:t>Narva Linnavalitsuse Linnamajandusamet sõlmis Viru Elektrivõrgud OÜ-ga 10.02.2025 elektrivõrguga liitumislepingu nr 15 (3) (edaspidi Leping).  Lepingu tingimustega vastavuses teht</w:t>
      </w:r>
      <w:r w:rsidR="00AB11DA">
        <w:rPr>
          <w:sz w:val="24"/>
          <w:szCs w:val="24"/>
          <w:lang w:val="et-EE"/>
        </w:rPr>
        <w:t>i</w:t>
      </w:r>
      <w:r w:rsidRPr="00AB3F1F">
        <w:rPr>
          <w:sz w:val="24"/>
          <w:szCs w:val="24"/>
          <w:lang w:val="et-EE"/>
        </w:rPr>
        <w:t xml:space="preserve"> Viru Elektrivõrgud OÜ-le ettemaks. Liitumistasu on arvutatud vastavalt Konkurentsiameti poolt kooskõlastatud </w:t>
      </w:r>
      <w:r w:rsidR="00AB11DA">
        <w:rPr>
          <w:sz w:val="24"/>
          <w:szCs w:val="24"/>
          <w:lang w:val="et-EE"/>
        </w:rPr>
        <w:t>v</w:t>
      </w:r>
      <w:r w:rsidRPr="00AB3F1F">
        <w:rPr>
          <w:sz w:val="24"/>
          <w:szCs w:val="24"/>
          <w:lang w:val="et-EE"/>
        </w:rPr>
        <w:t>õrguettevõtja „Võrguga liitumise ning tarbimis- või tootmistingimuste muutmise tasu määramise metoodikale“. Kuna liitumise väljaehitamisega seotud kulud osutusid tegelikkuses madalama</w:t>
      </w:r>
      <w:r w:rsidR="00AB11DA">
        <w:rPr>
          <w:sz w:val="24"/>
          <w:szCs w:val="24"/>
          <w:lang w:val="et-EE"/>
        </w:rPr>
        <w:t>ks</w:t>
      </w:r>
      <w:r w:rsidRPr="00AB3F1F">
        <w:rPr>
          <w:sz w:val="24"/>
          <w:szCs w:val="24"/>
          <w:lang w:val="et-EE"/>
        </w:rPr>
        <w:t xml:space="preserve"> kui Lepingu eelkalkulatsiooni alusel Narva Linnavalitsuse Linnamajandusameti poolt tasutud ettemaks, siis 03.02.2026 maksis Viru Elektrivõrgud OÜ summa 35 258,71 eurot Narva Linnavalitsuse Linnamajandusametile tagasi. Summa 35 258,71 on ettemaksu ja tegelike kulude vahe. </w:t>
      </w:r>
    </w:p>
    <w:p w14:paraId="7E6C15A0" w14:textId="77777777" w:rsidR="00AB3F1F" w:rsidRPr="00AB3F1F" w:rsidRDefault="00AB3F1F" w:rsidP="00AB3F1F">
      <w:pPr>
        <w:jc w:val="both"/>
        <w:rPr>
          <w:sz w:val="24"/>
          <w:szCs w:val="24"/>
          <w:lang w:val="et-EE"/>
        </w:rPr>
      </w:pPr>
    </w:p>
    <w:p w14:paraId="124CB7BC" w14:textId="77777777" w:rsidR="00AB3F1F" w:rsidRPr="00AB3F1F" w:rsidRDefault="00AB3F1F" w:rsidP="00AB3F1F">
      <w:pPr>
        <w:jc w:val="both"/>
        <w:rPr>
          <w:sz w:val="24"/>
          <w:szCs w:val="24"/>
          <w:lang w:val="et-EE"/>
        </w:rPr>
      </w:pPr>
      <w:r w:rsidRPr="00AB3F1F">
        <w:rPr>
          <w:sz w:val="24"/>
          <w:szCs w:val="24"/>
          <w:lang w:val="et-EE"/>
        </w:rPr>
        <w:t>Soovime vabatahtlikult tagastada projektis nr 2021-2027.6.01.23-0069 „Narva uue hooldekodu päevahoiuteenuse loomine“ saadud toetuse osa summas 2 497,49 eurot (arvutuskäik: 35 258,71 / 12 * 85%).</w:t>
      </w:r>
    </w:p>
    <w:p w14:paraId="2E2435B6" w14:textId="77777777" w:rsidR="00AB3F1F" w:rsidRPr="00AB3F1F" w:rsidRDefault="00AB3F1F" w:rsidP="00AB3F1F">
      <w:pPr>
        <w:jc w:val="both"/>
        <w:rPr>
          <w:sz w:val="24"/>
          <w:szCs w:val="24"/>
          <w:lang w:val="et-EE"/>
        </w:rPr>
      </w:pPr>
    </w:p>
    <w:p w14:paraId="57A01BC4" w14:textId="7C5C2DF6" w:rsidR="00C408DF" w:rsidRPr="00AB3F1F" w:rsidRDefault="00AB3F1F" w:rsidP="00AB3F1F">
      <w:pPr>
        <w:jc w:val="both"/>
        <w:rPr>
          <w:sz w:val="24"/>
          <w:szCs w:val="24"/>
          <w:lang w:val="et-EE"/>
        </w:rPr>
      </w:pPr>
      <w:r w:rsidRPr="00AB3F1F">
        <w:rPr>
          <w:sz w:val="24"/>
          <w:szCs w:val="24"/>
          <w:lang w:val="et-EE"/>
        </w:rPr>
        <w:t>Eeltoodust tulenevalt taotleme summa 2 497,49 eurot tasaarveldamist menetluses oleva kuludokumendiga nr 20 (aktsiaselts</w:t>
      </w:r>
      <w:r w:rsidR="00C0042A">
        <w:rPr>
          <w:sz w:val="24"/>
          <w:szCs w:val="24"/>
          <w:lang w:val="et-EE"/>
        </w:rPr>
        <w:t>i</w:t>
      </w:r>
      <w:r w:rsidRPr="00AB3F1F">
        <w:rPr>
          <w:sz w:val="24"/>
          <w:szCs w:val="24"/>
          <w:lang w:val="et-EE"/>
        </w:rPr>
        <w:t xml:space="preserve"> EHITUSFIRMA RAND JA TUULBERG 09.01.2026 arve 100539).</w:t>
      </w:r>
    </w:p>
    <w:p w14:paraId="345607BE" w14:textId="77777777" w:rsidR="00C408DF" w:rsidRDefault="00C408DF" w:rsidP="00C408DF">
      <w:pPr>
        <w:rPr>
          <w:sz w:val="24"/>
          <w:szCs w:val="24"/>
        </w:rPr>
      </w:pPr>
    </w:p>
    <w:p w14:paraId="2D27BB53" w14:textId="77777777" w:rsidR="00535C3A" w:rsidRDefault="00535C3A" w:rsidP="00C408DF">
      <w:pPr>
        <w:rPr>
          <w:sz w:val="24"/>
          <w:szCs w:val="24"/>
        </w:rPr>
      </w:pPr>
    </w:p>
    <w:p w14:paraId="6F6C54F2" w14:textId="77777777" w:rsidR="00C408DF" w:rsidRPr="00AB3F1F" w:rsidRDefault="00C408DF" w:rsidP="00C408DF">
      <w:pPr>
        <w:rPr>
          <w:sz w:val="24"/>
          <w:szCs w:val="24"/>
          <w:lang w:val="et-EE"/>
        </w:rPr>
      </w:pPr>
      <w:r w:rsidRPr="00AB3F1F">
        <w:rPr>
          <w:sz w:val="24"/>
          <w:szCs w:val="24"/>
          <w:lang w:val="et-EE"/>
        </w:rPr>
        <w:t>Lugupidamisega</w:t>
      </w:r>
    </w:p>
    <w:p w14:paraId="2A03BB01" w14:textId="77777777" w:rsidR="00C408DF" w:rsidRPr="00AB3F1F" w:rsidRDefault="00C408DF" w:rsidP="00C408DF">
      <w:pPr>
        <w:rPr>
          <w:sz w:val="24"/>
          <w:szCs w:val="24"/>
          <w:lang w:val="et-EE"/>
        </w:rPr>
      </w:pPr>
    </w:p>
    <w:p w14:paraId="6C29EF33" w14:textId="77777777" w:rsidR="00C408DF" w:rsidRPr="00AB3F1F" w:rsidRDefault="00C408DF" w:rsidP="00C408DF">
      <w:pPr>
        <w:rPr>
          <w:sz w:val="24"/>
          <w:szCs w:val="24"/>
          <w:lang w:val="et-EE"/>
        </w:rPr>
      </w:pPr>
      <w:r w:rsidRPr="00AB3F1F">
        <w:rPr>
          <w:sz w:val="24"/>
          <w:szCs w:val="24"/>
          <w:lang w:val="et-EE"/>
        </w:rPr>
        <w:t>(allkirjastatud digitaalselt)</w:t>
      </w:r>
    </w:p>
    <w:p w14:paraId="75C30DF4" w14:textId="1FCA6F91" w:rsidR="00A92F6B" w:rsidRPr="00AB3F1F" w:rsidRDefault="00C408DF" w:rsidP="00C408DF">
      <w:pPr>
        <w:rPr>
          <w:sz w:val="24"/>
          <w:szCs w:val="24"/>
          <w:lang w:val="et-EE"/>
        </w:rPr>
      </w:pPr>
      <w:r w:rsidRPr="00AB3F1F">
        <w:rPr>
          <w:sz w:val="24"/>
          <w:szCs w:val="24"/>
          <w:lang w:val="et-EE"/>
        </w:rPr>
        <w:br/>
        <w:t>Natalja Šibalova</w:t>
      </w:r>
      <w:r w:rsidRPr="00AB3F1F">
        <w:rPr>
          <w:sz w:val="24"/>
          <w:szCs w:val="24"/>
          <w:lang w:val="et-EE"/>
        </w:rPr>
        <w:br/>
        <w:t>direktor</w:t>
      </w:r>
      <w:r w:rsidRPr="00AB3F1F">
        <w:rPr>
          <w:lang w:val="et-EE"/>
        </w:rPr>
        <w:br/>
      </w:r>
    </w:p>
    <w:p w14:paraId="2556B569" w14:textId="77777777" w:rsidR="00A92F6B" w:rsidRPr="00AB3F1F" w:rsidRDefault="00A92F6B" w:rsidP="00A92F6B">
      <w:pPr>
        <w:rPr>
          <w:sz w:val="24"/>
          <w:szCs w:val="24"/>
          <w:lang w:val="et-EE"/>
        </w:rPr>
      </w:pPr>
    </w:p>
    <w:p w14:paraId="0A7A508B" w14:textId="77777777" w:rsidR="00A92F6B" w:rsidRPr="00A92F6B" w:rsidRDefault="00A92F6B" w:rsidP="00A92F6B">
      <w:pPr>
        <w:rPr>
          <w:sz w:val="24"/>
          <w:szCs w:val="24"/>
          <w:lang w:val="et-EE"/>
        </w:rPr>
      </w:pPr>
    </w:p>
    <w:p w14:paraId="11709E58" w14:textId="77777777" w:rsidR="00A92F6B" w:rsidRPr="00A92F6B" w:rsidRDefault="00A92F6B" w:rsidP="00A92F6B">
      <w:pPr>
        <w:rPr>
          <w:sz w:val="24"/>
          <w:szCs w:val="24"/>
          <w:lang w:val="et-EE"/>
        </w:rPr>
      </w:pPr>
      <w:r w:rsidRPr="00A92F6B">
        <w:rPr>
          <w:sz w:val="24"/>
          <w:szCs w:val="24"/>
          <w:lang w:val="et-EE"/>
        </w:rPr>
        <w:t>Aleksandr Artemjev 5665 4230</w:t>
      </w:r>
    </w:p>
    <w:p w14:paraId="786F22E0" w14:textId="77777777" w:rsidR="0050732D" w:rsidRDefault="0050732D" w:rsidP="0020794D">
      <w:pPr>
        <w:rPr>
          <w:sz w:val="24"/>
          <w:szCs w:val="24"/>
          <w:lang w:val="et-EE"/>
        </w:rPr>
      </w:pPr>
    </w:p>
    <w:sectPr w:rsidR="0050732D" w:rsidSect="008C130E">
      <w:headerReference w:type="even" r:id="rId10"/>
      <w:headerReference w:type="default" r:id="rId11"/>
      <w:footerReference w:type="even" r:id="rId12"/>
      <w:footerReference w:type="default" r:id="rId13"/>
      <w:headerReference w:type="first" r:id="rId14"/>
      <w:footerReference w:type="first" r:id="rId15"/>
      <w:pgSz w:w="11907" w:h="16839" w:code="9"/>
      <w:pgMar w:top="680" w:right="851" w:bottom="680"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4E2B3" w14:textId="77777777" w:rsidR="00663F6C" w:rsidRDefault="00663F6C">
      <w:r>
        <w:separator/>
      </w:r>
    </w:p>
  </w:endnote>
  <w:endnote w:type="continuationSeparator" w:id="0">
    <w:p w14:paraId="5D5FD191" w14:textId="77777777" w:rsidR="00663F6C" w:rsidRDefault="0066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2FFB3" w14:textId="77777777" w:rsidR="00622A56" w:rsidRDefault="00622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CEAB2" w14:textId="77777777" w:rsidR="00E327DD" w:rsidRPr="003C1D3E" w:rsidRDefault="00C5713A" w:rsidP="00E327DD">
    <w:pPr>
      <w:ind w:right="-851"/>
      <w:rPr>
        <w:rFonts w:ascii="Calibri" w:hAnsi="Calibri"/>
        <w:sz w:val="22"/>
        <w:szCs w:val="22"/>
        <w:lang w:val="en-US"/>
      </w:rPr>
    </w:pPr>
    <w:r>
      <w:rPr>
        <w:rFonts w:ascii="Calibri" w:hAnsi="Calibri"/>
        <w:noProof/>
        <w:sz w:val="22"/>
        <w:szCs w:val="22"/>
        <w:lang w:eastAsia="en-GB"/>
      </w:rPr>
      <mc:AlternateContent>
        <mc:Choice Requires="wps">
          <w:drawing>
            <wp:anchor distT="0" distB="0" distL="114300" distR="114300" simplePos="0" relativeHeight="251658240" behindDoc="0" locked="0" layoutInCell="0" allowOverlap="1" wp14:anchorId="3243CCB2" wp14:editId="6E109730">
              <wp:simplePos x="0" y="0"/>
              <wp:positionH relativeFrom="column">
                <wp:posOffset>-42545</wp:posOffset>
              </wp:positionH>
              <wp:positionV relativeFrom="paragraph">
                <wp:posOffset>-67945</wp:posOffset>
              </wp:positionV>
              <wp:extent cx="5934075" cy="635"/>
              <wp:effectExtent l="0" t="0" r="9525" b="374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9C1E2C"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pt,-5.35pt" to="463.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" o:allowincell="f" strokeweight="1pt">
              <v:stroke startarrowwidth="narrow" startarrowlength="short" endarrowwidth="narrow" endarrowlength="short"/>
            </v:line>
          </w:pict>
        </mc:Fallback>
      </mc:AlternateContent>
    </w:r>
    <w:r w:rsidR="00E327DD" w:rsidRPr="003C1D3E">
      <w:rPr>
        <w:rFonts w:ascii="Calibri" w:hAnsi="Calibri"/>
        <w:sz w:val="22"/>
        <w:szCs w:val="22"/>
        <w:lang w:val="en-US"/>
      </w:rPr>
      <w:t>Peetri plats  3</w:t>
    </w:r>
    <w:r w:rsidR="00E327DD" w:rsidRPr="003C1D3E">
      <w:rPr>
        <w:rFonts w:ascii="Calibri" w:hAnsi="Calibri"/>
        <w:sz w:val="22"/>
        <w:szCs w:val="22"/>
        <w:lang w:val="en-US"/>
      </w:rPr>
      <w:tab/>
    </w:r>
    <w:r w:rsidR="00E327DD" w:rsidRPr="003C1D3E">
      <w:rPr>
        <w:rFonts w:ascii="Calibri" w:hAnsi="Calibri"/>
        <w:sz w:val="22"/>
        <w:szCs w:val="22"/>
        <w:lang w:val="en-US"/>
      </w:rPr>
      <w:tab/>
    </w:r>
    <w:r w:rsidR="00E327DD" w:rsidRPr="003C1D3E">
      <w:rPr>
        <w:rFonts w:ascii="Calibri" w:hAnsi="Calibri"/>
        <w:sz w:val="22"/>
        <w:szCs w:val="22"/>
        <w:lang w:val="en-US"/>
      </w:rPr>
      <w:tab/>
    </w:r>
    <w:proofErr w:type="spellStart"/>
    <w:r w:rsidR="00E327DD" w:rsidRPr="003C1D3E">
      <w:rPr>
        <w:rFonts w:ascii="Calibri" w:hAnsi="Calibri"/>
        <w:sz w:val="22"/>
        <w:szCs w:val="22"/>
        <w:lang w:val="en-US"/>
      </w:rPr>
      <w:t>tel</w:t>
    </w:r>
    <w:proofErr w:type="spellEnd"/>
    <w:r w:rsidR="00E327DD" w:rsidRPr="003C1D3E">
      <w:rPr>
        <w:rFonts w:ascii="Calibri" w:hAnsi="Calibri"/>
        <w:sz w:val="22"/>
        <w:szCs w:val="22"/>
        <w:lang w:val="en-US"/>
      </w:rPr>
      <w:t xml:space="preserve"> 35 99 155</w:t>
    </w:r>
    <w:r w:rsidR="00E327DD" w:rsidRPr="003C1D3E">
      <w:rPr>
        <w:rFonts w:ascii="Calibri" w:hAnsi="Calibri"/>
        <w:sz w:val="22"/>
        <w:szCs w:val="22"/>
        <w:lang w:val="en-US"/>
      </w:rPr>
      <w:tab/>
    </w:r>
    <w:r w:rsidR="00E327DD" w:rsidRPr="003C1D3E">
      <w:rPr>
        <w:rFonts w:ascii="Calibri" w:hAnsi="Calibri"/>
        <w:sz w:val="22"/>
        <w:szCs w:val="22"/>
        <w:lang w:val="en-US"/>
      </w:rPr>
      <w:tab/>
    </w:r>
    <w:r w:rsidR="00E327DD" w:rsidRPr="003C1D3E">
      <w:rPr>
        <w:rFonts w:ascii="Calibri" w:hAnsi="Calibri"/>
        <w:sz w:val="22"/>
        <w:szCs w:val="22"/>
        <w:lang w:val="en-US"/>
      </w:rPr>
      <w:tab/>
    </w:r>
    <w:r w:rsidR="00E327DD" w:rsidRPr="003C1D3E">
      <w:rPr>
        <w:rFonts w:ascii="Calibri" w:hAnsi="Calibri"/>
        <w:sz w:val="22"/>
        <w:szCs w:val="22"/>
        <w:lang w:val="en-US"/>
      </w:rPr>
      <w:tab/>
      <w:t>a/a EE101010220258554220</w:t>
    </w:r>
  </w:p>
  <w:p w14:paraId="049483A3" w14:textId="77777777" w:rsidR="00E327DD" w:rsidRPr="003C1D3E" w:rsidRDefault="00E327DD" w:rsidP="00E327DD">
    <w:pPr>
      <w:rPr>
        <w:rFonts w:ascii="Calibri" w:hAnsi="Calibri"/>
        <w:sz w:val="22"/>
        <w:szCs w:val="22"/>
        <w:lang w:val="fi-FI"/>
      </w:rPr>
    </w:pPr>
    <w:r w:rsidRPr="003C1D3E">
      <w:rPr>
        <w:rFonts w:ascii="Calibri" w:hAnsi="Calibri"/>
        <w:sz w:val="22"/>
        <w:szCs w:val="22"/>
        <w:lang w:val="fi-FI"/>
      </w:rPr>
      <w:t>20308 Narva</w:t>
    </w:r>
    <w:r w:rsidRPr="003C1D3E">
      <w:rPr>
        <w:rFonts w:ascii="Calibri" w:hAnsi="Calibri"/>
        <w:sz w:val="22"/>
        <w:szCs w:val="22"/>
        <w:lang w:val="fi-FI"/>
      </w:rPr>
      <w:tab/>
    </w:r>
    <w:r w:rsidRPr="003C1D3E">
      <w:rPr>
        <w:rFonts w:ascii="Calibri" w:hAnsi="Calibri"/>
        <w:sz w:val="22"/>
        <w:szCs w:val="22"/>
        <w:lang w:val="fi-FI"/>
      </w:rPr>
      <w:tab/>
    </w:r>
    <w:r w:rsidRPr="003C1D3E">
      <w:rPr>
        <w:rFonts w:ascii="Calibri" w:hAnsi="Calibri"/>
        <w:sz w:val="22"/>
        <w:szCs w:val="22"/>
        <w:lang w:val="fi-FI"/>
      </w:rPr>
      <w:tab/>
      <w:t>e-</w:t>
    </w:r>
    <w:proofErr w:type="spellStart"/>
    <w:r w:rsidR="00F73B73">
      <w:rPr>
        <w:rFonts w:ascii="Calibri" w:hAnsi="Calibri"/>
        <w:sz w:val="22"/>
        <w:szCs w:val="22"/>
        <w:lang w:val="fi-FI"/>
      </w:rPr>
      <w:t>post</w:t>
    </w:r>
    <w:proofErr w:type="spellEnd"/>
    <w:r w:rsidR="00F73B73">
      <w:rPr>
        <w:rFonts w:ascii="Calibri" w:hAnsi="Calibri"/>
        <w:sz w:val="22"/>
        <w:szCs w:val="22"/>
        <w:lang w:val="fi-FI"/>
      </w:rPr>
      <w:t xml:space="preserve"> </w:t>
    </w:r>
    <w:r w:rsidRPr="003C1D3E">
      <w:rPr>
        <w:rFonts w:ascii="Calibri" w:hAnsi="Calibri"/>
        <w:sz w:val="22"/>
        <w:szCs w:val="22"/>
        <w:lang w:val="fi-FI"/>
      </w:rPr>
      <w:t xml:space="preserve"> </w:t>
    </w:r>
    <w:hyperlink r:id="rId1" w:history="1">
      <w:r w:rsidRPr="003C1D3E">
        <w:rPr>
          <w:rStyle w:val="Hyperlink"/>
          <w:rFonts w:ascii="Calibri" w:hAnsi="Calibri"/>
          <w:sz w:val="22"/>
          <w:szCs w:val="22"/>
          <w:lang w:val="fi-FI"/>
        </w:rPr>
        <w:t>linnamajandus@narva.ee</w:t>
      </w:r>
    </w:hyperlink>
    <w:r w:rsidRPr="003C1D3E">
      <w:rPr>
        <w:rFonts w:ascii="Calibri" w:hAnsi="Calibri"/>
        <w:sz w:val="22"/>
        <w:szCs w:val="22"/>
        <w:lang w:val="fi-FI"/>
      </w:rPr>
      <w:tab/>
      <w:t xml:space="preserve">SEB </w:t>
    </w:r>
    <w:proofErr w:type="spellStart"/>
    <w:r w:rsidRPr="003C1D3E">
      <w:rPr>
        <w:rFonts w:ascii="Calibri" w:hAnsi="Calibri"/>
        <w:sz w:val="22"/>
        <w:szCs w:val="22"/>
        <w:lang w:val="fi-FI"/>
      </w:rPr>
      <w:t>pank</w:t>
    </w:r>
    <w:proofErr w:type="spellEnd"/>
  </w:p>
  <w:p w14:paraId="508AB6F1" w14:textId="77777777" w:rsidR="00E327DD" w:rsidRPr="003C1D3E" w:rsidRDefault="00E327DD" w:rsidP="00E327DD">
    <w:pPr>
      <w:rPr>
        <w:rFonts w:ascii="Calibri" w:hAnsi="Calibri"/>
        <w:sz w:val="22"/>
        <w:szCs w:val="22"/>
        <w:lang w:val="en-US"/>
      </w:rPr>
    </w:pPr>
    <w:r w:rsidRPr="003C1D3E">
      <w:rPr>
        <w:rFonts w:ascii="Calibri" w:hAnsi="Calibri"/>
        <w:sz w:val="22"/>
        <w:szCs w:val="22"/>
        <w:lang w:val="en-US"/>
      </w:rPr>
      <w:t>reg nr 75039729</w:t>
    </w:r>
    <w:r w:rsidRPr="003C1D3E">
      <w:rPr>
        <w:rFonts w:ascii="Calibri" w:hAnsi="Calibri"/>
        <w:sz w:val="22"/>
        <w:szCs w:val="22"/>
        <w:lang w:val="en-US"/>
      </w:rPr>
      <w:tab/>
    </w:r>
    <w:r w:rsidRPr="003C1D3E">
      <w:rPr>
        <w:rFonts w:ascii="Calibri" w:hAnsi="Calibri"/>
        <w:sz w:val="22"/>
        <w:szCs w:val="22"/>
        <w:lang w:val="en-US"/>
      </w:rPr>
      <w:tab/>
      <w:t>www.narva.ee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B0469" w14:textId="77777777" w:rsidR="00622A56" w:rsidRDefault="0062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95672" w14:textId="77777777" w:rsidR="00663F6C" w:rsidRDefault="00663F6C">
      <w:r>
        <w:separator/>
      </w:r>
    </w:p>
  </w:footnote>
  <w:footnote w:type="continuationSeparator" w:id="0">
    <w:p w14:paraId="6DD4EA5A" w14:textId="77777777" w:rsidR="00663F6C" w:rsidRDefault="00663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DF67D" w14:textId="77777777" w:rsidR="00622A56" w:rsidRDefault="00622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62FF" w14:textId="77777777" w:rsidR="000D7ACC" w:rsidRPr="0011537C" w:rsidRDefault="00C5713A" w:rsidP="0011537C">
    <w:pPr>
      <w:pStyle w:val="Header"/>
      <w:jc w:val="center"/>
      <w:rPr>
        <w:b/>
        <w:sz w:val="32"/>
        <w:szCs w:val="32"/>
        <w:lang w:val="fi-FI"/>
      </w:rPr>
    </w:pPr>
    <w:r>
      <w:rPr>
        <w:b/>
        <w:noProof/>
        <w:sz w:val="32"/>
        <w:szCs w:val="32"/>
        <w:lang w:eastAsia="en-GB"/>
      </w:rPr>
      <w:drawing>
        <wp:anchor distT="0" distB="0" distL="114300" distR="114300" simplePos="0" relativeHeight="251657216" behindDoc="1" locked="0" layoutInCell="1" allowOverlap="1" wp14:anchorId="5A4CF81A" wp14:editId="55D6F362">
          <wp:simplePos x="0" y="0"/>
          <wp:positionH relativeFrom="column">
            <wp:posOffset>4781550</wp:posOffset>
          </wp:positionH>
          <wp:positionV relativeFrom="paragraph">
            <wp:posOffset>-106680</wp:posOffset>
          </wp:positionV>
          <wp:extent cx="571500" cy="6858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7ACC" w:rsidRPr="0011537C">
      <w:rPr>
        <w:b/>
        <w:sz w:val="32"/>
        <w:szCs w:val="32"/>
        <w:lang w:val="fi-FI"/>
      </w:rPr>
      <w:t>NARVA LINNAVALITSUSE</w:t>
    </w:r>
  </w:p>
  <w:p w14:paraId="7575ABD2" w14:textId="77777777" w:rsidR="000D7ACC" w:rsidRPr="00E327DD" w:rsidRDefault="000D7ACC" w:rsidP="0011537C">
    <w:pPr>
      <w:pStyle w:val="Header"/>
      <w:jc w:val="center"/>
      <w:rPr>
        <w:b/>
        <w:sz w:val="40"/>
        <w:szCs w:val="40"/>
        <w:lang w:val="fi-FI"/>
      </w:rPr>
    </w:pPr>
    <w:r w:rsidRPr="00E327DD">
      <w:rPr>
        <w:b/>
        <w:sz w:val="40"/>
        <w:szCs w:val="40"/>
        <w:lang w:val="fi-FI"/>
      </w:rPr>
      <w:t>LINNAMAJANDUSAMET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6C31E" w14:textId="77777777" w:rsidR="00622A56" w:rsidRDefault="00622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D54A3"/>
    <w:multiLevelType w:val="hybridMultilevel"/>
    <w:tmpl w:val="C788279A"/>
    <w:lvl w:ilvl="0" w:tplc="438835B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E4A39E4"/>
    <w:multiLevelType w:val="hybridMultilevel"/>
    <w:tmpl w:val="23A03A96"/>
    <w:lvl w:ilvl="0" w:tplc="E0547E92">
      <w:numFmt w:val="bullet"/>
      <w:lvlText w:val="-"/>
      <w:lvlJc w:val="left"/>
      <w:pPr>
        <w:ind w:left="3960" w:hanging="360"/>
      </w:pPr>
      <w:rPr>
        <w:rFonts w:ascii="Times New Roman" w:eastAsiaTheme="minorHAnsi" w:hAnsi="Times New Roman" w:cs="Times New Roman" w:hint="default"/>
      </w:rPr>
    </w:lvl>
    <w:lvl w:ilvl="1" w:tplc="04250003">
      <w:start w:val="1"/>
      <w:numFmt w:val="bullet"/>
      <w:lvlText w:val="o"/>
      <w:lvlJc w:val="left"/>
      <w:pPr>
        <w:ind w:left="4680" w:hanging="360"/>
      </w:pPr>
      <w:rPr>
        <w:rFonts w:ascii="Courier New" w:hAnsi="Courier New" w:cs="Courier New" w:hint="default"/>
      </w:rPr>
    </w:lvl>
    <w:lvl w:ilvl="2" w:tplc="04250005">
      <w:start w:val="1"/>
      <w:numFmt w:val="bullet"/>
      <w:lvlText w:val=""/>
      <w:lvlJc w:val="left"/>
      <w:pPr>
        <w:ind w:left="5400" w:hanging="360"/>
      </w:pPr>
      <w:rPr>
        <w:rFonts w:ascii="Wingdings" w:hAnsi="Wingdings" w:hint="default"/>
      </w:rPr>
    </w:lvl>
    <w:lvl w:ilvl="3" w:tplc="04250001">
      <w:start w:val="1"/>
      <w:numFmt w:val="bullet"/>
      <w:lvlText w:val=""/>
      <w:lvlJc w:val="left"/>
      <w:pPr>
        <w:ind w:left="6120" w:hanging="360"/>
      </w:pPr>
      <w:rPr>
        <w:rFonts w:ascii="Symbol" w:hAnsi="Symbol" w:hint="default"/>
      </w:rPr>
    </w:lvl>
    <w:lvl w:ilvl="4" w:tplc="04250003">
      <w:start w:val="1"/>
      <w:numFmt w:val="bullet"/>
      <w:lvlText w:val="o"/>
      <w:lvlJc w:val="left"/>
      <w:pPr>
        <w:ind w:left="6840" w:hanging="360"/>
      </w:pPr>
      <w:rPr>
        <w:rFonts w:ascii="Courier New" w:hAnsi="Courier New" w:cs="Courier New" w:hint="default"/>
      </w:rPr>
    </w:lvl>
    <w:lvl w:ilvl="5" w:tplc="04250005">
      <w:start w:val="1"/>
      <w:numFmt w:val="bullet"/>
      <w:lvlText w:val=""/>
      <w:lvlJc w:val="left"/>
      <w:pPr>
        <w:ind w:left="7560" w:hanging="360"/>
      </w:pPr>
      <w:rPr>
        <w:rFonts w:ascii="Wingdings" w:hAnsi="Wingdings" w:hint="default"/>
      </w:rPr>
    </w:lvl>
    <w:lvl w:ilvl="6" w:tplc="04250001">
      <w:start w:val="1"/>
      <w:numFmt w:val="bullet"/>
      <w:lvlText w:val=""/>
      <w:lvlJc w:val="left"/>
      <w:pPr>
        <w:ind w:left="8280" w:hanging="360"/>
      </w:pPr>
      <w:rPr>
        <w:rFonts w:ascii="Symbol" w:hAnsi="Symbol" w:hint="default"/>
      </w:rPr>
    </w:lvl>
    <w:lvl w:ilvl="7" w:tplc="04250003">
      <w:start w:val="1"/>
      <w:numFmt w:val="bullet"/>
      <w:lvlText w:val="o"/>
      <w:lvlJc w:val="left"/>
      <w:pPr>
        <w:ind w:left="9000" w:hanging="360"/>
      </w:pPr>
      <w:rPr>
        <w:rFonts w:ascii="Courier New" w:hAnsi="Courier New" w:cs="Courier New" w:hint="default"/>
      </w:rPr>
    </w:lvl>
    <w:lvl w:ilvl="8" w:tplc="04250005">
      <w:start w:val="1"/>
      <w:numFmt w:val="bullet"/>
      <w:lvlText w:val=""/>
      <w:lvlJc w:val="left"/>
      <w:pPr>
        <w:ind w:left="9720" w:hanging="360"/>
      </w:pPr>
      <w:rPr>
        <w:rFonts w:ascii="Wingdings" w:hAnsi="Wingdings" w:hint="default"/>
      </w:rPr>
    </w:lvl>
  </w:abstractNum>
  <w:abstractNum w:abstractNumId="2" w15:restartNumberingAfterBreak="0">
    <w:nsid w:val="577C6FB6"/>
    <w:multiLevelType w:val="hybridMultilevel"/>
    <w:tmpl w:val="C8DC3AB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3376FD6"/>
    <w:multiLevelType w:val="multilevel"/>
    <w:tmpl w:val="64CEC1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67B565D"/>
    <w:multiLevelType w:val="hybridMultilevel"/>
    <w:tmpl w:val="F05EF6F6"/>
    <w:lvl w:ilvl="0" w:tplc="438835BC">
      <w:numFmt w:val="bullet"/>
      <w:lvlText w:val="-"/>
      <w:lvlJc w:val="left"/>
      <w:pPr>
        <w:ind w:left="720" w:hanging="360"/>
      </w:pPr>
      <w:rPr>
        <w:rFonts w:ascii="Times New Roman" w:eastAsia="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72453057">
    <w:abstractNumId w:val="3"/>
  </w:num>
  <w:num w:numId="2" w16cid:durableId="123739271">
    <w:abstractNumId w:val="2"/>
  </w:num>
  <w:num w:numId="3" w16cid:durableId="341401936">
    <w:abstractNumId w:val="0"/>
  </w:num>
  <w:num w:numId="4" w16cid:durableId="300614998">
    <w:abstractNumId w:val="4"/>
  </w:num>
  <w:num w:numId="5" w16cid:durableId="1601059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3A"/>
    <w:rsid w:val="00013BAD"/>
    <w:rsid w:val="00015053"/>
    <w:rsid w:val="00015A4C"/>
    <w:rsid w:val="00023921"/>
    <w:rsid w:val="00026405"/>
    <w:rsid w:val="0002781B"/>
    <w:rsid w:val="00035425"/>
    <w:rsid w:val="00040AEC"/>
    <w:rsid w:val="000479E9"/>
    <w:rsid w:val="0005690C"/>
    <w:rsid w:val="0006308C"/>
    <w:rsid w:val="000659AB"/>
    <w:rsid w:val="00073615"/>
    <w:rsid w:val="000778BA"/>
    <w:rsid w:val="00083216"/>
    <w:rsid w:val="0009234A"/>
    <w:rsid w:val="000B223E"/>
    <w:rsid w:val="000C0A1B"/>
    <w:rsid w:val="000C7495"/>
    <w:rsid w:val="000D1D22"/>
    <w:rsid w:val="000D2470"/>
    <w:rsid w:val="000D7ACC"/>
    <w:rsid w:val="000F416C"/>
    <w:rsid w:val="000F76B5"/>
    <w:rsid w:val="001006BA"/>
    <w:rsid w:val="0011537C"/>
    <w:rsid w:val="001446E7"/>
    <w:rsid w:val="00151F14"/>
    <w:rsid w:val="0016015F"/>
    <w:rsid w:val="00161CD5"/>
    <w:rsid w:val="0016530C"/>
    <w:rsid w:val="001737CE"/>
    <w:rsid w:val="0018109A"/>
    <w:rsid w:val="001813C5"/>
    <w:rsid w:val="001B0206"/>
    <w:rsid w:val="001B49E9"/>
    <w:rsid w:val="001C70EF"/>
    <w:rsid w:val="001E3002"/>
    <w:rsid w:val="001E392B"/>
    <w:rsid w:val="001E7D02"/>
    <w:rsid w:val="0020794D"/>
    <w:rsid w:val="00207F73"/>
    <w:rsid w:val="0021408A"/>
    <w:rsid w:val="00222D90"/>
    <w:rsid w:val="00230266"/>
    <w:rsid w:val="002701AD"/>
    <w:rsid w:val="00270EEC"/>
    <w:rsid w:val="002722A7"/>
    <w:rsid w:val="00280618"/>
    <w:rsid w:val="002807C4"/>
    <w:rsid w:val="00283966"/>
    <w:rsid w:val="002B0073"/>
    <w:rsid w:val="002D7741"/>
    <w:rsid w:val="002E41AD"/>
    <w:rsid w:val="002E4DE9"/>
    <w:rsid w:val="0030473C"/>
    <w:rsid w:val="00304F2F"/>
    <w:rsid w:val="003123DF"/>
    <w:rsid w:val="00312FFF"/>
    <w:rsid w:val="00313498"/>
    <w:rsid w:val="003168E9"/>
    <w:rsid w:val="0033025D"/>
    <w:rsid w:val="0033166A"/>
    <w:rsid w:val="00342E3A"/>
    <w:rsid w:val="0034391F"/>
    <w:rsid w:val="0034523C"/>
    <w:rsid w:val="00356331"/>
    <w:rsid w:val="003A25FB"/>
    <w:rsid w:val="003C1D3E"/>
    <w:rsid w:val="003C5216"/>
    <w:rsid w:val="003C7B81"/>
    <w:rsid w:val="003F0399"/>
    <w:rsid w:val="003F3D7F"/>
    <w:rsid w:val="004401A5"/>
    <w:rsid w:val="004418ED"/>
    <w:rsid w:val="00450BF7"/>
    <w:rsid w:val="00451709"/>
    <w:rsid w:val="00452749"/>
    <w:rsid w:val="0047488C"/>
    <w:rsid w:val="00487A39"/>
    <w:rsid w:val="00492218"/>
    <w:rsid w:val="004930BD"/>
    <w:rsid w:val="004A0AE4"/>
    <w:rsid w:val="004A6AA9"/>
    <w:rsid w:val="004B1A32"/>
    <w:rsid w:val="004C0D3B"/>
    <w:rsid w:val="004C27C1"/>
    <w:rsid w:val="004E654C"/>
    <w:rsid w:val="004F3188"/>
    <w:rsid w:val="0050732D"/>
    <w:rsid w:val="00523BA0"/>
    <w:rsid w:val="00535C3A"/>
    <w:rsid w:val="0055158F"/>
    <w:rsid w:val="00560E77"/>
    <w:rsid w:val="005745CA"/>
    <w:rsid w:val="005966BE"/>
    <w:rsid w:val="00597531"/>
    <w:rsid w:val="005A11A8"/>
    <w:rsid w:val="005A44A3"/>
    <w:rsid w:val="005C5651"/>
    <w:rsid w:val="005C5B25"/>
    <w:rsid w:val="005C74A7"/>
    <w:rsid w:val="005E4AA9"/>
    <w:rsid w:val="00622A56"/>
    <w:rsid w:val="00635148"/>
    <w:rsid w:val="00647D0E"/>
    <w:rsid w:val="006522D2"/>
    <w:rsid w:val="0065747E"/>
    <w:rsid w:val="00663F6C"/>
    <w:rsid w:val="00670F51"/>
    <w:rsid w:val="006723A1"/>
    <w:rsid w:val="006812F4"/>
    <w:rsid w:val="006908FE"/>
    <w:rsid w:val="006971E5"/>
    <w:rsid w:val="006A6879"/>
    <w:rsid w:val="006B58EE"/>
    <w:rsid w:val="006B75BF"/>
    <w:rsid w:val="006C06D4"/>
    <w:rsid w:val="006C3B0A"/>
    <w:rsid w:val="006F47D1"/>
    <w:rsid w:val="00710E23"/>
    <w:rsid w:val="00715CED"/>
    <w:rsid w:val="00727EDC"/>
    <w:rsid w:val="00734218"/>
    <w:rsid w:val="007351CA"/>
    <w:rsid w:val="00746BC4"/>
    <w:rsid w:val="00753D7F"/>
    <w:rsid w:val="00756B27"/>
    <w:rsid w:val="00765630"/>
    <w:rsid w:val="00785F15"/>
    <w:rsid w:val="007B08DA"/>
    <w:rsid w:val="007B7CCB"/>
    <w:rsid w:val="007D34AE"/>
    <w:rsid w:val="007F1B61"/>
    <w:rsid w:val="007F4A9B"/>
    <w:rsid w:val="00815725"/>
    <w:rsid w:val="008533B3"/>
    <w:rsid w:val="0086294C"/>
    <w:rsid w:val="008670A1"/>
    <w:rsid w:val="00871145"/>
    <w:rsid w:val="008809B4"/>
    <w:rsid w:val="008C130E"/>
    <w:rsid w:val="008C1C0A"/>
    <w:rsid w:val="008D51B3"/>
    <w:rsid w:val="008D6D1B"/>
    <w:rsid w:val="008E3EB3"/>
    <w:rsid w:val="008F2020"/>
    <w:rsid w:val="008F5B73"/>
    <w:rsid w:val="00914985"/>
    <w:rsid w:val="00921135"/>
    <w:rsid w:val="009346DA"/>
    <w:rsid w:val="00947DA4"/>
    <w:rsid w:val="00952A46"/>
    <w:rsid w:val="00977098"/>
    <w:rsid w:val="00986D86"/>
    <w:rsid w:val="0099667F"/>
    <w:rsid w:val="009B187B"/>
    <w:rsid w:val="009C3228"/>
    <w:rsid w:val="009E1680"/>
    <w:rsid w:val="00A1183E"/>
    <w:rsid w:val="00A122E5"/>
    <w:rsid w:val="00A142E8"/>
    <w:rsid w:val="00A1637B"/>
    <w:rsid w:val="00A22B47"/>
    <w:rsid w:val="00A31CE0"/>
    <w:rsid w:val="00A4063C"/>
    <w:rsid w:val="00A643C8"/>
    <w:rsid w:val="00A65B08"/>
    <w:rsid w:val="00A72896"/>
    <w:rsid w:val="00A75A56"/>
    <w:rsid w:val="00A81167"/>
    <w:rsid w:val="00A81D6A"/>
    <w:rsid w:val="00A81EA7"/>
    <w:rsid w:val="00A92F6B"/>
    <w:rsid w:val="00AA3A1A"/>
    <w:rsid w:val="00AB11DA"/>
    <w:rsid w:val="00AB3F1F"/>
    <w:rsid w:val="00AC7BBC"/>
    <w:rsid w:val="00AE4401"/>
    <w:rsid w:val="00AF5DFF"/>
    <w:rsid w:val="00B078F1"/>
    <w:rsid w:val="00B11B74"/>
    <w:rsid w:val="00B141B1"/>
    <w:rsid w:val="00B408CC"/>
    <w:rsid w:val="00B541DD"/>
    <w:rsid w:val="00B9092E"/>
    <w:rsid w:val="00BA3AB6"/>
    <w:rsid w:val="00BB29D6"/>
    <w:rsid w:val="00BC03BA"/>
    <w:rsid w:val="00BC4A93"/>
    <w:rsid w:val="00C0042A"/>
    <w:rsid w:val="00C04D6F"/>
    <w:rsid w:val="00C2423D"/>
    <w:rsid w:val="00C408DF"/>
    <w:rsid w:val="00C4191D"/>
    <w:rsid w:val="00C41FAC"/>
    <w:rsid w:val="00C42738"/>
    <w:rsid w:val="00C5713A"/>
    <w:rsid w:val="00C85BB9"/>
    <w:rsid w:val="00C9181B"/>
    <w:rsid w:val="00C922D1"/>
    <w:rsid w:val="00C945EF"/>
    <w:rsid w:val="00C96D9C"/>
    <w:rsid w:val="00CA615C"/>
    <w:rsid w:val="00CB2CD6"/>
    <w:rsid w:val="00CC7C12"/>
    <w:rsid w:val="00CD19BB"/>
    <w:rsid w:val="00CF43E1"/>
    <w:rsid w:val="00D02F0A"/>
    <w:rsid w:val="00D31FD6"/>
    <w:rsid w:val="00D460A3"/>
    <w:rsid w:val="00D51663"/>
    <w:rsid w:val="00D84298"/>
    <w:rsid w:val="00D8793F"/>
    <w:rsid w:val="00DA283F"/>
    <w:rsid w:val="00DB0B3E"/>
    <w:rsid w:val="00DC0BC2"/>
    <w:rsid w:val="00DC5B88"/>
    <w:rsid w:val="00DC6BE6"/>
    <w:rsid w:val="00DD1A94"/>
    <w:rsid w:val="00DE057A"/>
    <w:rsid w:val="00DE061A"/>
    <w:rsid w:val="00DF4BFF"/>
    <w:rsid w:val="00E11EA4"/>
    <w:rsid w:val="00E13D86"/>
    <w:rsid w:val="00E1550C"/>
    <w:rsid w:val="00E21CFB"/>
    <w:rsid w:val="00E24298"/>
    <w:rsid w:val="00E24502"/>
    <w:rsid w:val="00E327DD"/>
    <w:rsid w:val="00E3451B"/>
    <w:rsid w:val="00E34903"/>
    <w:rsid w:val="00E43CD9"/>
    <w:rsid w:val="00E60A1C"/>
    <w:rsid w:val="00E62CF8"/>
    <w:rsid w:val="00E6326E"/>
    <w:rsid w:val="00E64090"/>
    <w:rsid w:val="00E74A24"/>
    <w:rsid w:val="00E854E6"/>
    <w:rsid w:val="00E90F8F"/>
    <w:rsid w:val="00E97E04"/>
    <w:rsid w:val="00EA0534"/>
    <w:rsid w:val="00EA6BE7"/>
    <w:rsid w:val="00EC117F"/>
    <w:rsid w:val="00EC1492"/>
    <w:rsid w:val="00EC43C4"/>
    <w:rsid w:val="00EF3115"/>
    <w:rsid w:val="00EF45AB"/>
    <w:rsid w:val="00F001D3"/>
    <w:rsid w:val="00F02AEB"/>
    <w:rsid w:val="00F159EA"/>
    <w:rsid w:val="00F25C41"/>
    <w:rsid w:val="00F653A3"/>
    <w:rsid w:val="00F66DD3"/>
    <w:rsid w:val="00F73B73"/>
    <w:rsid w:val="00F82E16"/>
    <w:rsid w:val="00F83742"/>
    <w:rsid w:val="00FC33B0"/>
    <w:rsid w:val="00FC4270"/>
    <w:rsid w:val="00FC6436"/>
    <w:rsid w:val="00FD5050"/>
    <w:rsid w:val="00FE28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3EBBE"/>
  <w15:docId w15:val="{9DE2D4A6-1688-4804-BFB9-F99B54AA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E3A"/>
    <w:rPr>
      <w:lang w:val="en-GB" w:eastAsia="en-US"/>
    </w:rPr>
  </w:style>
  <w:style w:type="paragraph" w:styleId="Heading1">
    <w:name w:val="heading 1"/>
    <w:basedOn w:val="Normal"/>
    <w:next w:val="Normal"/>
    <w:qFormat/>
    <w:rsid w:val="00083216"/>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rsid w:val="00083216"/>
    <w:pPr>
      <w:jc w:val="both"/>
    </w:pPr>
    <w:rPr>
      <w:sz w:val="24"/>
      <w:lang w:val="et-EE"/>
    </w:rPr>
  </w:style>
  <w:style w:type="character" w:styleId="Hyperlink">
    <w:name w:val="Hyperlink"/>
    <w:unhideWhenUsed/>
    <w:rsid w:val="00E327DD"/>
    <w:rPr>
      <w:color w:val="0000FF"/>
      <w:u w:val="single"/>
    </w:rPr>
  </w:style>
  <w:style w:type="paragraph" w:styleId="BodyText">
    <w:name w:val="Body Text"/>
    <w:basedOn w:val="Normal"/>
    <w:link w:val="BodyTextChar"/>
    <w:rsid w:val="00E6326E"/>
    <w:pPr>
      <w:spacing w:after="120"/>
    </w:pPr>
  </w:style>
  <w:style w:type="character" w:customStyle="1" w:styleId="BodyTextChar">
    <w:name w:val="Body Text Char"/>
    <w:basedOn w:val="DefaultParagraphFont"/>
    <w:link w:val="BodyText"/>
    <w:rsid w:val="00E6326E"/>
    <w:rPr>
      <w:lang w:val="en-GB" w:eastAsia="en-US"/>
    </w:rPr>
  </w:style>
  <w:style w:type="character" w:styleId="Emphasis">
    <w:name w:val="Emphasis"/>
    <w:basedOn w:val="DefaultParagraphFont"/>
    <w:qFormat/>
    <w:rsid w:val="0009234A"/>
    <w:rPr>
      <w:i/>
      <w:iCs/>
    </w:rPr>
  </w:style>
  <w:style w:type="paragraph" w:styleId="ListParagraph">
    <w:name w:val="List Paragraph"/>
    <w:basedOn w:val="Normal"/>
    <w:uiPriority w:val="34"/>
    <w:qFormat/>
    <w:rsid w:val="006F47D1"/>
    <w:pPr>
      <w:ind w:left="720"/>
      <w:contextualSpacing/>
    </w:pPr>
  </w:style>
  <w:style w:type="character" w:customStyle="1" w:styleId="txt">
    <w:name w:val="txt"/>
    <w:uiPriority w:val="99"/>
    <w:rsid w:val="00FC6436"/>
    <w:rPr>
      <w:rFonts w:ascii="Times New Roman" w:hAnsi="Times New Roman" w:cs="Times New Roman" w:hint="default"/>
    </w:rPr>
  </w:style>
  <w:style w:type="character" w:customStyle="1" w:styleId="HeaderChar">
    <w:name w:val="Header Char"/>
    <w:basedOn w:val="DefaultParagraphFont"/>
    <w:link w:val="Header"/>
    <w:rsid w:val="00C9181B"/>
    <w:rPr>
      <w:lang w:val="en-GB" w:eastAsia="en-US"/>
    </w:rPr>
  </w:style>
  <w:style w:type="character" w:styleId="UnresolvedMention">
    <w:name w:val="Unresolved Mention"/>
    <w:basedOn w:val="DefaultParagraphFont"/>
    <w:uiPriority w:val="99"/>
    <w:semiHidden/>
    <w:unhideWhenUsed/>
    <w:rsid w:val="0047488C"/>
    <w:rPr>
      <w:color w:val="605E5C"/>
      <w:shd w:val="clear" w:color="auto" w:fill="E1DFDD"/>
    </w:rPr>
  </w:style>
  <w:style w:type="paragraph" w:styleId="FootnoteText">
    <w:name w:val="footnote text"/>
    <w:basedOn w:val="Normal"/>
    <w:link w:val="FootnoteTextChar"/>
    <w:semiHidden/>
    <w:unhideWhenUsed/>
    <w:rsid w:val="0050732D"/>
    <w:pPr>
      <w:suppressAutoHyphens/>
      <w:autoSpaceDN w:val="0"/>
    </w:pPr>
    <w:rPr>
      <w:rFonts w:ascii="Calibri" w:eastAsia="Calibri" w:hAnsi="Calibri"/>
      <w:lang w:val="et-EE"/>
    </w:rPr>
  </w:style>
  <w:style w:type="character" w:customStyle="1" w:styleId="FootnoteTextChar">
    <w:name w:val="Footnote Text Char"/>
    <w:basedOn w:val="DefaultParagraphFont"/>
    <w:link w:val="FootnoteText"/>
    <w:semiHidden/>
    <w:rsid w:val="0050732D"/>
    <w:rPr>
      <w:rFonts w:ascii="Calibri" w:eastAsia="Calibri" w:hAnsi="Calibri"/>
      <w:lang w:eastAsia="en-US"/>
    </w:rPr>
  </w:style>
  <w:style w:type="paragraph" w:styleId="CommentText">
    <w:name w:val="annotation text"/>
    <w:basedOn w:val="Normal"/>
    <w:link w:val="CommentTextChar"/>
    <w:uiPriority w:val="99"/>
    <w:semiHidden/>
    <w:unhideWhenUsed/>
    <w:rsid w:val="0050732D"/>
    <w:pPr>
      <w:suppressAutoHyphens/>
      <w:autoSpaceDN w:val="0"/>
      <w:spacing w:after="160"/>
    </w:pPr>
    <w:rPr>
      <w:rFonts w:ascii="Calibri" w:eastAsia="Calibri" w:hAnsi="Calibri"/>
      <w:lang w:val="et-EE"/>
    </w:rPr>
  </w:style>
  <w:style w:type="character" w:customStyle="1" w:styleId="CommentTextChar">
    <w:name w:val="Comment Text Char"/>
    <w:basedOn w:val="DefaultParagraphFont"/>
    <w:link w:val="CommentText"/>
    <w:uiPriority w:val="99"/>
    <w:semiHidden/>
    <w:rsid w:val="0050732D"/>
    <w:rPr>
      <w:rFonts w:ascii="Calibri" w:eastAsia="Calibri" w:hAnsi="Calibri"/>
      <w:lang w:eastAsia="en-US"/>
    </w:rPr>
  </w:style>
  <w:style w:type="character" w:styleId="FootnoteReference">
    <w:name w:val="footnote reference"/>
    <w:basedOn w:val="DefaultParagraphFont"/>
    <w:semiHidden/>
    <w:unhideWhenUsed/>
    <w:rsid w:val="0050732D"/>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7389">
      <w:bodyDiv w:val="1"/>
      <w:marLeft w:val="0"/>
      <w:marRight w:val="0"/>
      <w:marTop w:val="0"/>
      <w:marBottom w:val="0"/>
      <w:divBdr>
        <w:top w:val="none" w:sz="0" w:space="0" w:color="auto"/>
        <w:left w:val="none" w:sz="0" w:space="0" w:color="auto"/>
        <w:bottom w:val="none" w:sz="0" w:space="0" w:color="auto"/>
        <w:right w:val="none" w:sz="0" w:space="0" w:color="auto"/>
      </w:divBdr>
    </w:div>
    <w:div w:id="277445046">
      <w:bodyDiv w:val="1"/>
      <w:marLeft w:val="0"/>
      <w:marRight w:val="0"/>
      <w:marTop w:val="0"/>
      <w:marBottom w:val="0"/>
      <w:divBdr>
        <w:top w:val="none" w:sz="0" w:space="0" w:color="auto"/>
        <w:left w:val="none" w:sz="0" w:space="0" w:color="auto"/>
        <w:bottom w:val="none" w:sz="0" w:space="0" w:color="auto"/>
        <w:right w:val="none" w:sz="0" w:space="0" w:color="auto"/>
      </w:divBdr>
    </w:div>
    <w:div w:id="470830761">
      <w:bodyDiv w:val="1"/>
      <w:marLeft w:val="0"/>
      <w:marRight w:val="0"/>
      <w:marTop w:val="0"/>
      <w:marBottom w:val="0"/>
      <w:divBdr>
        <w:top w:val="none" w:sz="0" w:space="0" w:color="auto"/>
        <w:left w:val="none" w:sz="0" w:space="0" w:color="auto"/>
        <w:bottom w:val="none" w:sz="0" w:space="0" w:color="auto"/>
        <w:right w:val="none" w:sz="0" w:space="0" w:color="auto"/>
      </w:divBdr>
    </w:div>
    <w:div w:id="815149103">
      <w:bodyDiv w:val="1"/>
      <w:marLeft w:val="0"/>
      <w:marRight w:val="0"/>
      <w:marTop w:val="0"/>
      <w:marBottom w:val="0"/>
      <w:divBdr>
        <w:top w:val="none" w:sz="0" w:space="0" w:color="auto"/>
        <w:left w:val="none" w:sz="0" w:space="0" w:color="auto"/>
        <w:bottom w:val="none" w:sz="0" w:space="0" w:color="auto"/>
        <w:right w:val="none" w:sz="0" w:space="0" w:color="auto"/>
      </w:divBdr>
    </w:div>
    <w:div w:id="1158693212">
      <w:bodyDiv w:val="1"/>
      <w:marLeft w:val="0"/>
      <w:marRight w:val="0"/>
      <w:marTop w:val="0"/>
      <w:marBottom w:val="0"/>
      <w:divBdr>
        <w:top w:val="none" w:sz="0" w:space="0" w:color="auto"/>
        <w:left w:val="none" w:sz="0" w:space="0" w:color="auto"/>
        <w:bottom w:val="none" w:sz="0" w:space="0" w:color="auto"/>
        <w:right w:val="none" w:sz="0" w:space="0" w:color="auto"/>
      </w:divBdr>
    </w:div>
    <w:div w:id="1366952844">
      <w:bodyDiv w:val="1"/>
      <w:marLeft w:val="0"/>
      <w:marRight w:val="0"/>
      <w:marTop w:val="0"/>
      <w:marBottom w:val="0"/>
      <w:divBdr>
        <w:top w:val="none" w:sz="0" w:space="0" w:color="auto"/>
        <w:left w:val="none" w:sz="0" w:space="0" w:color="auto"/>
        <w:bottom w:val="none" w:sz="0" w:space="0" w:color="auto"/>
        <w:right w:val="none" w:sz="0" w:space="0" w:color="auto"/>
      </w:divBdr>
    </w:div>
    <w:div w:id="1497189336">
      <w:bodyDiv w:val="1"/>
      <w:marLeft w:val="0"/>
      <w:marRight w:val="0"/>
      <w:marTop w:val="0"/>
      <w:marBottom w:val="0"/>
      <w:divBdr>
        <w:top w:val="none" w:sz="0" w:space="0" w:color="auto"/>
        <w:left w:val="none" w:sz="0" w:space="0" w:color="auto"/>
        <w:bottom w:val="none" w:sz="0" w:space="0" w:color="auto"/>
        <w:right w:val="none" w:sz="0" w:space="0" w:color="auto"/>
      </w:divBdr>
    </w:div>
    <w:div w:id="1504272858">
      <w:bodyDiv w:val="1"/>
      <w:marLeft w:val="0"/>
      <w:marRight w:val="0"/>
      <w:marTop w:val="0"/>
      <w:marBottom w:val="0"/>
      <w:divBdr>
        <w:top w:val="none" w:sz="0" w:space="0" w:color="auto"/>
        <w:left w:val="none" w:sz="0" w:space="0" w:color="auto"/>
        <w:bottom w:val="none" w:sz="0" w:space="0" w:color="auto"/>
        <w:right w:val="none" w:sz="0" w:space="0" w:color="auto"/>
      </w:divBdr>
    </w:div>
    <w:div w:id="1893543155">
      <w:bodyDiv w:val="1"/>
      <w:marLeft w:val="0"/>
      <w:marRight w:val="0"/>
      <w:marTop w:val="0"/>
      <w:marBottom w:val="0"/>
      <w:divBdr>
        <w:top w:val="none" w:sz="0" w:space="0" w:color="auto"/>
        <w:left w:val="none" w:sz="0" w:space="0" w:color="auto"/>
        <w:bottom w:val="none" w:sz="0" w:space="0" w:color="auto"/>
        <w:right w:val="none" w:sz="0" w:space="0" w:color="auto"/>
      </w:divBdr>
    </w:div>
    <w:div w:id="195023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t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t.Romantsov@rtk.e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linnamajandus@narv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ai\AppData\Local\Temp\LMA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68B3-4DE1-4F99-99B3-11AF6DCF7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LMA_KIRJAPLANK</Template>
  <TotalTime>53</TotalTime>
  <Pages>1</Pages>
  <Words>270</Words>
  <Characters>1540</Characters>
  <Application>Microsoft Office Word</Application>
  <DocSecurity>0</DocSecurity>
  <Lines>12</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Narva Linnavalitsus</Company>
  <LinksUpToDate>false</LinksUpToDate>
  <CharactersWithSpaces>1807</CharactersWithSpaces>
  <SharedDoc>false</SharedDoc>
  <HLinks>
    <vt:vector size="6" baseType="variant">
      <vt:variant>
        <vt:i4>917544</vt:i4>
      </vt:variant>
      <vt:variant>
        <vt:i4>0</vt:i4>
      </vt:variant>
      <vt:variant>
        <vt:i4>0</vt:i4>
      </vt:variant>
      <vt:variant>
        <vt:i4>5</vt:i4>
      </vt:variant>
      <vt:variant>
        <vt:lpwstr>mailto:linnamajandus@narva.ee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Natalja</dc:creator>
  <cp:lastModifiedBy>Darja Orehhova</cp:lastModifiedBy>
  <cp:revision>27</cp:revision>
  <cp:lastPrinted>2018-07-04T13:49:00Z</cp:lastPrinted>
  <dcterms:created xsi:type="dcterms:W3CDTF">2022-03-30T05:57:00Z</dcterms:created>
  <dcterms:modified xsi:type="dcterms:W3CDTF">2026-02-12T11:43:00Z</dcterms:modified>
</cp:coreProperties>
</file>