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085841">
              <w:t xml:space="preserve">  nr </w:t>
            </w:r>
            <w:r w:rsidR="00190C2D">
              <w:t>6.4-1/1413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sõlminud hankelepingu (nr 3-3/389 06.07.2023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Meeksi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3D667C">
        <w:rPr>
          <w:color w:val="000000"/>
        </w:rPr>
        <w:t xml:space="preserve"> 4,07 – 7,80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>
        <w:rPr>
          <w:color w:val="000000"/>
        </w:rPr>
        <w:t>teie kinnisasjal teostatakse oja</w:t>
      </w:r>
      <w:r w:rsidR="003D667C">
        <w:rPr>
          <w:color w:val="000000"/>
        </w:rPr>
        <w:t xml:space="preserve"> nõlvade niitmist ja võsast puhastamist</w:t>
      </w:r>
      <w:r w:rsidRPr="00677F22">
        <w:rPr>
          <w:color w:val="000000"/>
        </w:rPr>
        <w:t xml:space="preserve">. </w:t>
      </w:r>
      <w:r w:rsidR="003D667C">
        <w:rPr>
          <w:color w:val="000000"/>
        </w:rPr>
        <w:t>Tööde käigus e</w:t>
      </w:r>
      <w:r w:rsidR="00486442">
        <w:rPr>
          <w:color w:val="000000"/>
        </w:rPr>
        <w:t>emaldatakse koprapaisud</w:t>
      </w:r>
      <w:r w:rsidR="005A5CD0">
        <w:rPr>
          <w:color w:val="000000"/>
        </w:rPr>
        <w:t xml:space="preserve">. </w:t>
      </w:r>
      <w:r w:rsidRPr="00677F22">
        <w:rPr>
          <w:color w:val="000000"/>
        </w:rPr>
        <w:t xml:space="preserve">Tööde planeeritav algusaeg on </w:t>
      </w:r>
      <w:r w:rsidR="003D667C">
        <w:rPr>
          <w:color w:val="000000"/>
        </w:rPr>
        <w:t>01.08.2023</w:t>
      </w:r>
      <w:r w:rsidRPr="00677F22">
        <w:rPr>
          <w:color w:val="000000"/>
        </w:rPr>
        <w:t>. Tööde planeerit</w:t>
      </w:r>
      <w:r w:rsidR="003D667C">
        <w:rPr>
          <w:color w:val="000000"/>
        </w:rPr>
        <w:t>av lõpptähtaeg on  27.08.2023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3D667C">
        <w:rPr>
          <w:b/>
          <w:bCs/>
          <w:sz w:val="23"/>
          <w:szCs w:val="23"/>
        </w:rPr>
        <w:t xml:space="preserve">Masinakoda </w:t>
      </w:r>
      <w:proofErr w:type="spellStart"/>
      <w:r w:rsidR="003D667C">
        <w:rPr>
          <w:b/>
          <w:bCs/>
          <w:sz w:val="23"/>
          <w:szCs w:val="23"/>
        </w:rPr>
        <w:t>Oü</w:t>
      </w:r>
      <w:proofErr w:type="spellEnd"/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3D667C" w:rsidP="00BE129F">
      <w:pPr>
        <w:pStyle w:val="Snum"/>
        <w:numPr>
          <w:ilvl w:val="0"/>
          <w:numId w:val="1"/>
        </w:numPr>
      </w:pPr>
      <w:r>
        <w:t>Meeksi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190C2D">
      <w:fldChar w:fldCharType="begin"/>
    </w:r>
    <w:r w:rsidR="00190C2D">
      <w:instrText xml:space="preserve"> NUMPAGES </w:instrText>
    </w:r>
    <w:r w:rsidR="00190C2D">
      <w:fldChar w:fldCharType="separate"/>
    </w:r>
    <w:r w:rsidR="005A5CD0">
      <w:rPr>
        <w:noProof/>
      </w:rPr>
      <w:t>2</w:t>
    </w:r>
    <w:r w:rsidR="00190C2D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835BB"/>
    <w:rsid w:val="00293449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86442"/>
    <w:rsid w:val="004C1391"/>
    <w:rsid w:val="00530F52"/>
    <w:rsid w:val="00546204"/>
    <w:rsid w:val="00551E24"/>
    <w:rsid w:val="00557534"/>
    <w:rsid w:val="00560A92"/>
    <w:rsid w:val="00564569"/>
    <w:rsid w:val="005A5CD0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A1DE8"/>
    <w:rsid w:val="007D54FC"/>
    <w:rsid w:val="007F2A0D"/>
    <w:rsid w:val="00835858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,"/>
  <w14:docId w14:val="6B746110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EE2A28E-6730-458C-BC57-E04DA2B5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43</TotalTime>
  <Pages>1</Pages>
  <Words>170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6</cp:revision>
  <cp:lastPrinted>2014-04-03T10:06:00Z</cp:lastPrinted>
  <dcterms:created xsi:type="dcterms:W3CDTF">2023-07-26T05:30:00Z</dcterms:created>
  <dcterms:modified xsi:type="dcterms:W3CDTF">2023-07-26T10:33:00Z</dcterms:modified>
</cp:coreProperties>
</file>