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6B302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 wp14:anchorId="04596033" wp14:editId="73CC2D4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7AF24287" wp14:editId="3AEF1C5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43E011F6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392E6191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1CBA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19CF50B7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83E0B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151035C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4BFAD8AE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71577994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FA0A82D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61DD320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9346A" w14:textId="7E03E14E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AB38FA">
              <w:rPr>
                <w:rFonts w:cs="Arial"/>
                <w:szCs w:val="20"/>
              </w:rPr>
              <w:t>9</w:t>
            </w:r>
            <w:r>
              <w:rPr>
                <w:rFonts w:cs="Arial"/>
                <w:szCs w:val="20"/>
              </w:rPr>
              <w:t xml:space="preserve">. </w:t>
            </w:r>
            <w:r w:rsidR="009A7B6E">
              <w:rPr>
                <w:rFonts w:cs="Arial"/>
                <w:szCs w:val="20"/>
              </w:rPr>
              <w:t xml:space="preserve">september 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4A9C8C6A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3AA67" w14:textId="61D271CA" w:rsidR="008260A6" w:rsidRDefault="0017341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76D20D6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8F7B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3B3A1E14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4C12C1D4" w14:textId="77777777" w:rsidR="00A252B8" w:rsidRPr="00EE3824" w:rsidRDefault="00A252B8" w:rsidP="00EE3824">
      <w:pPr>
        <w:rPr>
          <w:rFonts w:cs="Arial"/>
          <w:szCs w:val="20"/>
        </w:rPr>
      </w:pPr>
    </w:p>
    <w:p w14:paraId="06A2BBB5" w14:textId="77777777" w:rsidR="00A252B8" w:rsidRPr="00EE3824" w:rsidRDefault="00A252B8" w:rsidP="00EE3824">
      <w:pPr>
        <w:rPr>
          <w:rFonts w:cs="Arial"/>
          <w:szCs w:val="20"/>
        </w:rPr>
      </w:pPr>
    </w:p>
    <w:tbl>
      <w:tblPr>
        <w:tblW w:w="2539" w:type="dxa"/>
        <w:tblInd w:w="65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</w:tblGrid>
      <w:tr w:rsidR="00173410" w:rsidRPr="00173410" w14:paraId="0D94DECD" w14:textId="77777777" w:rsidTr="00173410">
        <w:trPr>
          <w:trHeight w:val="535"/>
        </w:trPr>
        <w:tc>
          <w:tcPr>
            <w:tcW w:w="2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BCE54" w14:textId="063F8CE0" w:rsidR="00173410" w:rsidRPr="00173410" w:rsidRDefault="00173410" w:rsidP="00173410">
            <w:pPr>
              <w:pStyle w:val="Alapealkiri"/>
              <w:rPr>
                <w:b w:val="0"/>
                <w:bCs/>
              </w:rPr>
            </w:pPr>
            <w:r w:rsidRPr="00173410">
              <w:rPr>
                <w:b w:val="0"/>
                <w:bCs/>
              </w:rPr>
              <w:t>Tsiviilasi 2-2</w:t>
            </w:r>
            <w:r w:rsidR="00B60D7A">
              <w:rPr>
                <w:b w:val="0"/>
                <w:bCs/>
              </w:rPr>
              <w:t>5-10814</w:t>
            </w:r>
          </w:p>
          <w:p w14:paraId="14975B43" w14:textId="616449E5" w:rsidR="00173410" w:rsidRPr="00173410" w:rsidRDefault="00173410" w:rsidP="00173410">
            <w:pPr>
              <w:pStyle w:val="Alapealkiri"/>
            </w:pPr>
          </w:p>
        </w:tc>
      </w:tr>
    </w:tbl>
    <w:p w14:paraId="23342090" w14:textId="1DDF4655" w:rsidR="00173410" w:rsidRPr="00173410" w:rsidRDefault="00173410" w:rsidP="00173410">
      <w:pPr>
        <w:pStyle w:val="Alapealkiri"/>
        <w:spacing w:after="0"/>
        <w:rPr>
          <w:b w:val="0"/>
          <w:bCs/>
        </w:rPr>
      </w:pPr>
      <w:r>
        <w:rPr>
          <w:b w:val="0"/>
          <w:bCs/>
        </w:rPr>
        <w:t>K</w:t>
      </w:r>
      <w:r w:rsidRPr="00173410">
        <w:rPr>
          <w:b w:val="0"/>
          <w:bCs/>
        </w:rPr>
        <w:t>onkurentsiamet</w:t>
      </w:r>
    </w:p>
    <w:p w14:paraId="21D1EFBC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Maksejõuetuse teenistus</w:t>
      </w:r>
    </w:p>
    <w:p w14:paraId="0DE6B459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 </w:t>
      </w:r>
    </w:p>
    <w:p w14:paraId="5D73C80A" w14:textId="48681BE4" w:rsidR="00173410" w:rsidRPr="00173410" w:rsidRDefault="00173410" w:rsidP="00173410">
      <w:pPr>
        <w:pStyle w:val="Alapealkiri"/>
      </w:pPr>
      <w:r w:rsidRPr="00173410">
        <w:t>Ettepanek</w:t>
      </w:r>
    </w:p>
    <w:p w14:paraId="2331DCC8" w14:textId="75D6525D" w:rsidR="0030287B" w:rsidRPr="00471EFB" w:rsidRDefault="0030287B" w:rsidP="0030287B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Harju Maakohtu menetluses on tsiviilasi 2-25-</w:t>
      </w:r>
      <w:r w:rsidR="009647FB">
        <w:rPr>
          <w:rFonts w:cs="Arial"/>
          <w:b w:val="0"/>
          <w:bCs/>
        </w:rPr>
        <w:t>10814</w:t>
      </w:r>
      <w:r>
        <w:rPr>
          <w:rFonts w:cs="Arial"/>
          <w:b w:val="0"/>
          <w:bCs/>
        </w:rPr>
        <w:t xml:space="preserve"> </w:t>
      </w:r>
      <w:r w:rsidR="009647FB">
        <w:rPr>
          <w:rFonts w:cs="Arial"/>
          <w:b w:val="0"/>
          <w:bCs/>
        </w:rPr>
        <w:t xml:space="preserve">osaühing BOGDAN </w:t>
      </w:r>
      <w:r w:rsidRPr="00471EFB">
        <w:rPr>
          <w:rFonts w:cs="Arial"/>
          <w:b w:val="0"/>
          <w:bCs/>
        </w:rPr>
        <w:t xml:space="preserve">(registrikood </w:t>
      </w:r>
      <w:r w:rsidR="009647FB" w:rsidRPr="009647FB">
        <w:rPr>
          <w:rFonts w:cs="Arial"/>
          <w:b w:val="0"/>
          <w:bCs/>
        </w:rPr>
        <w:t>10476695</w:t>
      </w:r>
      <w:r w:rsidRPr="00471EFB">
        <w:rPr>
          <w:rFonts w:cs="Arial"/>
          <w:b w:val="0"/>
          <w:bCs/>
        </w:rPr>
        <w:t xml:space="preserve">) pankrotiavaldus. </w:t>
      </w:r>
    </w:p>
    <w:p w14:paraId="4AEFB98D" w14:textId="77777777" w:rsidR="0030287B" w:rsidRPr="00471EFB" w:rsidRDefault="0030287B" w:rsidP="0030287B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>PankrS § 30 lg 1 sätestab, et kui võlgnikul ei jätku vara pankrotimenetluse kulude katteks, määrab kohus menetluse raugemise vältimiseks pankrotimenetluse kulude katteks deposiidina selleks ettenähtud kontole makstava summa suuruse ja selle maksmise tähtaja. PankrS § 30 lg 5 sätestab, et kui PankrS § 30 lg 1 nimetatud deposiiti ei maksta, teeb kohus juriidilisest isikust võlgniku puhul maksejõuetuse teenistusele ettepaneku esitada avaldus pankrotimenetluse läbiviimiseks avaliku uurimisena ja annab avalduse esitamiseks mõistliku tähtaja. PankrS § 192</w:t>
      </w:r>
      <w:r w:rsidRPr="00471EFB">
        <w:rPr>
          <w:rFonts w:cs="Arial"/>
          <w:b w:val="0"/>
          <w:bCs/>
          <w:vertAlign w:val="superscript"/>
        </w:rPr>
        <w:t>11</w:t>
      </w:r>
      <w:r w:rsidRPr="00471EFB">
        <w:rPr>
          <w:rFonts w:cs="Arial"/>
          <w:b w:val="0"/>
          <w:bCs/>
        </w:rPr>
        <w:t> lg 1 kohaselt teeb kohus maksejõuetuse teenistusele vastavalt PankrS § 30 lg 5 või § 158 lg 5</w:t>
      </w:r>
      <w:r w:rsidRPr="00471EFB">
        <w:rPr>
          <w:rFonts w:cs="Arial"/>
          <w:b w:val="0"/>
          <w:bCs/>
          <w:vertAlign w:val="superscript"/>
        </w:rPr>
        <w:t>1</w:t>
      </w:r>
      <w:r w:rsidRPr="00471EFB">
        <w:rPr>
          <w:rFonts w:cs="Arial"/>
          <w:b w:val="0"/>
          <w:bCs/>
        </w:rPr>
        <w:t> 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69AE2858" w14:textId="07A3AF6F" w:rsidR="0030287B" w:rsidRPr="00471EFB" w:rsidRDefault="0030287B" w:rsidP="0030287B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 xml:space="preserve">Kohus määras </w:t>
      </w:r>
      <w:r w:rsidR="00014CC8">
        <w:rPr>
          <w:rFonts w:cs="Arial"/>
          <w:b w:val="0"/>
          <w:bCs/>
        </w:rPr>
        <w:t>10</w:t>
      </w:r>
      <w:r w:rsidRPr="00471EFB">
        <w:rPr>
          <w:rFonts w:cs="Arial"/>
          <w:b w:val="0"/>
          <w:bCs/>
        </w:rPr>
        <w:t>.09.2025 määrusega pankrotimenetluse raugemise vältimiseks pankrotimenetluse kulude katteks kohtu deposiiti makstava summa suuruseks</w:t>
      </w:r>
      <w:r w:rsidR="00014CC8">
        <w:rPr>
          <w:rFonts w:cs="Arial"/>
          <w:b w:val="0"/>
          <w:bCs/>
        </w:rPr>
        <w:t xml:space="preserve"> 3</w:t>
      </w:r>
      <w:r w:rsidRPr="00471EFB">
        <w:rPr>
          <w:rFonts w:cs="Arial"/>
          <w:b w:val="0"/>
          <w:bCs/>
        </w:rPr>
        <w:t>000 eurot maksmise tähtpäevaga 1</w:t>
      </w:r>
      <w:r w:rsidR="00014CC8">
        <w:rPr>
          <w:rFonts w:cs="Arial"/>
          <w:b w:val="0"/>
          <w:bCs/>
        </w:rPr>
        <w:t>7</w:t>
      </w:r>
      <w:r w:rsidRPr="00471EFB">
        <w:rPr>
          <w:rFonts w:cs="Arial"/>
          <w:b w:val="0"/>
          <w:bCs/>
        </w:rPr>
        <w:t>.09.2025. Deposiiti tasutud ei ole. </w:t>
      </w:r>
    </w:p>
    <w:p w14:paraId="3BF2F557" w14:textId="5B782C57" w:rsidR="00173410" w:rsidRPr="0030287B" w:rsidRDefault="0030287B" w:rsidP="0030287B">
      <w:pPr>
        <w:pStyle w:val="Alapealkiri"/>
        <w:jc w:val="both"/>
        <w:rPr>
          <w:rFonts w:cs="Arial"/>
          <w:b w:val="0"/>
          <w:bCs/>
        </w:rPr>
      </w:pPr>
      <w:r w:rsidRPr="00471EFB">
        <w:rPr>
          <w:rFonts w:cs="Arial"/>
          <w:b w:val="0"/>
          <w:bCs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014CC8">
        <w:rPr>
          <w:rFonts w:cs="Arial"/>
          <w:b w:val="0"/>
          <w:bCs/>
        </w:rPr>
        <w:t>18</w:t>
      </w:r>
      <w:r w:rsidRPr="00471EFB">
        <w:rPr>
          <w:rFonts w:cs="Arial"/>
          <w:b w:val="0"/>
          <w:bCs/>
        </w:rPr>
        <w:t>. oktoober 2025. Põhjendatud vajaduse esinemisel on võimalik taotleda selle tähtaja pikendamist.</w:t>
      </w:r>
    </w:p>
    <w:p w14:paraId="72BADD40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 </w:t>
      </w:r>
    </w:p>
    <w:p w14:paraId="05C6C781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Lugupidamisega</w:t>
      </w:r>
    </w:p>
    <w:p w14:paraId="35E05F07" w14:textId="77777777" w:rsidR="00173410" w:rsidRPr="00173410" w:rsidRDefault="00173410" w:rsidP="00173410">
      <w:pPr>
        <w:pStyle w:val="Alapealkiri"/>
        <w:rPr>
          <w:b w:val="0"/>
          <w:bCs/>
        </w:rPr>
      </w:pPr>
      <w:r w:rsidRPr="00173410">
        <w:rPr>
          <w:b w:val="0"/>
          <w:bCs/>
        </w:rPr>
        <w:t>(allkirjastatud digitaalselt)</w:t>
      </w:r>
    </w:p>
    <w:p w14:paraId="544EBE20" w14:textId="322BF7DE" w:rsidR="00173410" w:rsidRDefault="0030287B" w:rsidP="0030287B">
      <w:pPr>
        <w:pStyle w:val="Alapealkiri"/>
        <w:spacing w:after="0"/>
        <w:rPr>
          <w:b w:val="0"/>
          <w:bCs/>
        </w:rPr>
      </w:pPr>
      <w:r>
        <w:rPr>
          <w:b w:val="0"/>
          <w:bCs/>
        </w:rPr>
        <w:t xml:space="preserve">Kai Härmand </w:t>
      </w:r>
    </w:p>
    <w:p w14:paraId="771A57BC" w14:textId="2A8AE810" w:rsidR="0030287B" w:rsidRPr="0030287B" w:rsidRDefault="0030287B" w:rsidP="0030287B">
      <w:pPr>
        <w:rPr>
          <w:rFonts w:cs="Arial"/>
        </w:rPr>
      </w:pPr>
      <w:r w:rsidRPr="0030287B">
        <w:rPr>
          <w:rFonts w:cs="Arial"/>
        </w:rPr>
        <w:t xml:space="preserve">Kohtunik </w:t>
      </w:r>
    </w:p>
    <w:p w14:paraId="0C4CE590" w14:textId="77777777" w:rsidR="009C6417" w:rsidRPr="009C6417" w:rsidRDefault="009C6417" w:rsidP="009C6417"/>
    <w:p w14:paraId="41A2245A" w14:textId="77777777" w:rsidR="009C6417" w:rsidRDefault="009C6417" w:rsidP="009C6417"/>
    <w:sectPr w:rsidR="009C6417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B7776" w14:textId="77777777" w:rsidR="00173410" w:rsidRDefault="00173410" w:rsidP="00DA1915">
      <w:r>
        <w:separator/>
      </w:r>
    </w:p>
  </w:endnote>
  <w:endnote w:type="continuationSeparator" w:id="0">
    <w:p w14:paraId="1CCA373F" w14:textId="77777777" w:rsidR="00173410" w:rsidRDefault="001734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7370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356A3" wp14:editId="110F5F12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BEDD54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563DA44C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5D4EE1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B356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5BEDD54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563DA44C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5D4EE1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76A83" w14:textId="77777777" w:rsidR="00173410" w:rsidRDefault="00173410" w:rsidP="00DA1915">
      <w:r>
        <w:separator/>
      </w:r>
    </w:p>
  </w:footnote>
  <w:footnote w:type="continuationSeparator" w:id="0">
    <w:p w14:paraId="162038D5" w14:textId="77777777" w:rsidR="00173410" w:rsidRDefault="001734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0CBC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389E97" wp14:editId="1028F7B3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17667D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0"/>
    <w:rsid w:val="00014CC8"/>
    <w:rsid w:val="0004544D"/>
    <w:rsid w:val="000F3D1E"/>
    <w:rsid w:val="00173410"/>
    <w:rsid w:val="002719AB"/>
    <w:rsid w:val="002F71A3"/>
    <w:rsid w:val="0030287B"/>
    <w:rsid w:val="003C08C5"/>
    <w:rsid w:val="003D56C4"/>
    <w:rsid w:val="003F0460"/>
    <w:rsid w:val="003F6F57"/>
    <w:rsid w:val="004365BC"/>
    <w:rsid w:val="004900A5"/>
    <w:rsid w:val="00494C7C"/>
    <w:rsid w:val="004A1192"/>
    <w:rsid w:val="0051481A"/>
    <w:rsid w:val="00562726"/>
    <w:rsid w:val="006C5155"/>
    <w:rsid w:val="006F03E6"/>
    <w:rsid w:val="0071022B"/>
    <w:rsid w:val="00791DB2"/>
    <w:rsid w:val="008260A6"/>
    <w:rsid w:val="00873A81"/>
    <w:rsid w:val="008A49AC"/>
    <w:rsid w:val="008F0FC9"/>
    <w:rsid w:val="009647FB"/>
    <w:rsid w:val="009A7B6E"/>
    <w:rsid w:val="009C6417"/>
    <w:rsid w:val="00A05D8B"/>
    <w:rsid w:val="00A252B8"/>
    <w:rsid w:val="00A54FEF"/>
    <w:rsid w:val="00A87BC8"/>
    <w:rsid w:val="00A93C85"/>
    <w:rsid w:val="00AB38FA"/>
    <w:rsid w:val="00B1243C"/>
    <w:rsid w:val="00B310B5"/>
    <w:rsid w:val="00B47997"/>
    <w:rsid w:val="00B57933"/>
    <w:rsid w:val="00B60D7A"/>
    <w:rsid w:val="00C119CF"/>
    <w:rsid w:val="00C8651B"/>
    <w:rsid w:val="00CD3E78"/>
    <w:rsid w:val="00CE278A"/>
    <w:rsid w:val="00DA1915"/>
    <w:rsid w:val="00DF03A5"/>
    <w:rsid w:val="00E349D5"/>
    <w:rsid w:val="00E7252F"/>
    <w:rsid w:val="00EB0DA6"/>
    <w:rsid w:val="00ED24E6"/>
    <w:rsid w:val="00EE3824"/>
    <w:rsid w:val="00EE667C"/>
    <w:rsid w:val="00F14807"/>
    <w:rsid w:val="00FC186C"/>
    <w:rsid w:val="00FD2773"/>
    <w:rsid w:val="00F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9F18B"/>
  <w15:chartTrackingRefBased/>
  <w15:docId w15:val="{6EE3AA8A-48A8-430F-9816-8B1B1ACC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458A9B-0819-47CD-A748-A3255EB8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1</TotalTime>
  <Pages>1</Pages>
  <Words>251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Melmariin Salumäe</dc:creator>
  <cp:keywords/>
  <dc:description/>
  <cp:lastModifiedBy>Kai Härmand - HMK</cp:lastModifiedBy>
  <cp:revision>4</cp:revision>
  <dcterms:created xsi:type="dcterms:W3CDTF">2025-09-18T07:12:00Z</dcterms:created>
  <dcterms:modified xsi:type="dcterms:W3CDTF">2025-09-19T12:09:00Z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2025-09-15T08:19:35Z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003b7f4e-0c1a-4a15-b79c-8c0512ba15ae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