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9406C" w14:textId="77777777" w:rsidR="006E2144" w:rsidRPr="00882D69" w:rsidRDefault="006E2144" w:rsidP="004E14E1">
      <w:pPr>
        <w:jc w:val="center"/>
        <w:rPr>
          <w:b/>
          <w:bCs/>
          <w:sz w:val="22"/>
          <w:szCs w:val="22"/>
        </w:rPr>
      </w:pPr>
    </w:p>
    <w:p w14:paraId="6F294C5E" w14:textId="77777777" w:rsidR="006E2144" w:rsidRPr="00882D69" w:rsidRDefault="006E2144" w:rsidP="004E14E1">
      <w:pPr>
        <w:jc w:val="center"/>
        <w:rPr>
          <w:b/>
          <w:bCs/>
          <w:sz w:val="22"/>
          <w:szCs w:val="22"/>
        </w:rPr>
      </w:pPr>
    </w:p>
    <w:p w14:paraId="1E63A9E3" w14:textId="77777777" w:rsidR="00B41319" w:rsidRPr="00882D69" w:rsidRDefault="004E14E1" w:rsidP="004E14E1">
      <w:pPr>
        <w:jc w:val="center"/>
        <w:rPr>
          <w:sz w:val="22"/>
          <w:szCs w:val="22"/>
        </w:rPr>
      </w:pPr>
      <w:r w:rsidRPr="00882D69">
        <w:rPr>
          <w:b/>
          <w:bCs/>
          <w:sz w:val="22"/>
          <w:szCs w:val="22"/>
        </w:rPr>
        <w:t>ÜÜRIPINNA</w:t>
      </w:r>
      <w:r w:rsidR="007049AD" w:rsidRPr="00882D69">
        <w:rPr>
          <w:b/>
          <w:bCs/>
          <w:sz w:val="22"/>
          <w:szCs w:val="22"/>
        </w:rPr>
        <w:t xml:space="preserve"> </w:t>
      </w:r>
      <w:r w:rsidRPr="00882D69">
        <w:rPr>
          <w:b/>
          <w:bCs/>
          <w:sz w:val="22"/>
          <w:szCs w:val="22"/>
        </w:rPr>
        <w:t>ÜLEANDMISE-</w:t>
      </w:r>
      <w:r w:rsidR="00B41319" w:rsidRPr="00882D69">
        <w:rPr>
          <w:b/>
          <w:bCs/>
          <w:sz w:val="22"/>
          <w:szCs w:val="22"/>
        </w:rPr>
        <w:t xml:space="preserve">VASTUVÕTMISE </w:t>
      </w:r>
      <w:r w:rsidR="006E2144" w:rsidRPr="00882D69">
        <w:rPr>
          <w:b/>
          <w:bCs/>
          <w:sz w:val="22"/>
          <w:szCs w:val="22"/>
        </w:rPr>
        <w:t>AKT</w:t>
      </w:r>
    </w:p>
    <w:p w14:paraId="70792721" w14:textId="77777777" w:rsidR="00DF16DE" w:rsidRDefault="00DF16DE" w:rsidP="001A3650">
      <w:pPr>
        <w:jc w:val="both"/>
        <w:rPr>
          <w:sz w:val="22"/>
          <w:szCs w:val="22"/>
        </w:rPr>
      </w:pPr>
    </w:p>
    <w:p w14:paraId="72DF09A2" w14:textId="77777777" w:rsidR="005223B0" w:rsidRPr="00882D69" w:rsidRDefault="005223B0" w:rsidP="001A3650">
      <w:pPr>
        <w:jc w:val="both"/>
        <w:rPr>
          <w:sz w:val="22"/>
          <w:szCs w:val="22"/>
        </w:rPr>
      </w:pPr>
    </w:p>
    <w:p w14:paraId="71817460" w14:textId="627C8437" w:rsidR="00DF16DE" w:rsidRPr="00882D69" w:rsidRDefault="00DF16DE" w:rsidP="00DF16DE">
      <w:pPr>
        <w:tabs>
          <w:tab w:val="left" w:pos="5670"/>
        </w:tabs>
        <w:jc w:val="both"/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 xml:space="preserve">Käesolevale aktile alla kirjutades kinnitavad Üleandja ja Vastuvõtja, et üüripind on üle antud ja vastu võetud seisuga </w:t>
      </w:r>
      <w:r w:rsidR="0051721F">
        <w:rPr>
          <w:b/>
          <w:sz w:val="22"/>
          <w:szCs w:val="22"/>
        </w:rPr>
        <w:t>2</w:t>
      </w:r>
      <w:r w:rsidR="005433AE">
        <w:rPr>
          <w:b/>
          <w:sz w:val="22"/>
          <w:szCs w:val="22"/>
        </w:rPr>
        <w:t>8</w:t>
      </w:r>
      <w:r w:rsidR="0051721F">
        <w:rPr>
          <w:b/>
          <w:sz w:val="22"/>
          <w:szCs w:val="22"/>
        </w:rPr>
        <w:t>.08.2023</w:t>
      </w:r>
      <w:r w:rsidRPr="00882D69">
        <w:rPr>
          <w:b/>
          <w:sz w:val="22"/>
          <w:szCs w:val="22"/>
        </w:rPr>
        <w:t xml:space="preserve">. </w:t>
      </w:r>
    </w:p>
    <w:p w14:paraId="0E5A6FB4" w14:textId="77777777" w:rsidR="00DF16DE" w:rsidRPr="00882D69" w:rsidRDefault="00DF16DE">
      <w:pPr>
        <w:rPr>
          <w:sz w:val="22"/>
          <w:szCs w:val="22"/>
        </w:rPr>
      </w:pPr>
    </w:p>
    <w:p w14:paraId="3E7C045D" w14:textId="6BE07BB8" w:rsidR="00DF16DE" w:rsidRPr="00882D69" w:rsidRDefault="007049AD" w:rsidP="00DF16DE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>Üüripinna üleandja</w:t>
      </w:r>
      <w:r w:rsidR="00DF16DE" w:rsidRPr="00882D69">
        <w:rPr>
          <w:b/>
          <w:sz w:val="22"/>
          <w:szCs w:val="22"/>
        </w:rPr>
        <w:t xml:space="preserve">: </w:t>
      </w:r>
      <w:r w:rsidR="009D7050">
        <w:rPr>
          <w:b/>
          <w:sz w:val="22"/>
          <w:szCs w:val="22"/>
        </w:rPr>
        <w:t>Viljar Kuus</w:t>
      </w:r>
      <w:r w:rsidR="00341605" w:rsidRPr="00882D69">
        <w:rPr>
          <w:b/>
          <w:sz w:val="22"/>
          <w:szCs w:val="22"/>
        </w:rPr>
        <w:t xml:space="preserve"> ja </w:t>
      </w:r>
      <w:r w:rsidR="009D7050">
        <w:rPr>
          <w:b/>
          <w:sz w:val="22"/>
          <w:szCs w:val="22"/>
        </w:rPr>
        <w:t>Kristjan Kukk</w:t>
      </w:r>
    </w:p>
    <w:p w14:paraId="36C03190" w14:textId="7D367383" w:rsidR="00DF16DE" w:rsidRPr="00882D69" w:rsidRDefault="00DF16DE" w:rsidP="00DF16DE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 xml:space="preserve">Vastuvõtja: </w:t>
      </w:r>
      <w:r w:rsidR="009D7050">
        <w:rPr>
          <w:b/>
          <w:sz w:val="22"/>
          <w:szCs w:val="22"/>
        </w:rPr>
        <w:t>Hannes Jaanimäe</w:t>
      </w:r>
    </w:p>
    <w:p w14:paraId="063A299F" w14:textId="77777777" w:rsidR="00B41319" w:rsidRPr="00882D69" w:rsidRDefault="00B41319">
      <w:pPr>
        <w:rPr>
          <w:sz w:val="22"/>
          <w:szCs w:val="22"/>
        </w:rPr>
      </w:pPr>
      <w:r w:rsidRPr="00882D69">
        <w:rPr>
          <w:sz w:val="22"/>
          <w:szCs w:val="22"/>
        </w:rPr>
        <w:t> </w:t>
      </w:r>
    </w:p>
    <w:p w14:paraId="005B771B" w14:textId="2BCEF621" w:rsidR="00B41319" w:rsidRDefault="00B41319" w:rsidP="006F3ACC">
      <w:pPr>
        <w:pStyle w:val="ListParagraph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882D69">
        <w:rPr>
          <w:sz w:val="22"/>
          <w:szCs w:val="22"/>
        </w:rPr>
        <w:t xml:space="preserve">Üleandja annab Vastuvõtjale üle </w:t>
      </w:r>
      <w:r w:rsidR="001A3650" w:rsidRPr="00882D69">
        <w:rPr>
          <w:sz w:val="22"/>
          <w:szCs w:val="22"/>
        </w:rPr>
        <w:t>üürilepingu</w:t>
      </w:r>
      <w:r w:rsidR="005223B0">
        <w:rPr>
          <w:sz w:val="22"/>
          <w:szCs w:val="22"/>
        </w:rPr>
        <w:t>st</w:t>
      </w:r>
      <w:r w:rsidR="001A3650" w:rsidRPr="00882D69">
        <w:rPr>
          <w:sz w:val="22"/>
          <w:szCs w:val="22"/>
        </w:rPr>
        <w:t xml:space="preserve"> nr</w:t>
      </w:r>
      <w:r w:rsidR="009D7050">
        <w:rPr>
          <w:sz w:val="22"/>
          <w:szCs w:val="22"/>
        </w:rPr>
        <w:t xml:space="preserve"> </w:t>
      </w:r>
      <w:r w:rsidR="009D7050" w:rsidRPr="009D7050">
        <w:rPr>
          <w:sz w:val="22"/>
          <w:szCs w:val="22"/>
        </w:rPr>
        <w:t>Ü13481/17</w:t>
      </w:r>
      <w:r w:rsidR="009D7050">
        <w:rPr>
          <w:sz w:val="22"/>
          <w:szCs w:val="22"/>
        </w:rPr>
        <w:t xml:space="preserve"> </w:t>
      </w:r>
      <w:r w:rsidR="001A3650" w:rsidRPr="00882D69">
        <w:rPr>
          <w:sz w:val="22"/>
          <w:szCs w:val="22"/>
        </w:rPr>
        <w:t xml:space="preserve">tulenevalt aadressil </w:t>
      </w:r>
      <w:r w:rsidR="009D7050">
        <w:rPr>
          <w:sz w:val="22"/>
          <w:szCs w:val="22"/>
        </w:rPr>
        <w:t>Rahumäe tee 6/1, Tallinn, keldrikorrusel ja väikeses mahus 1. korrusel paiknevate rekonstrueeritud</w:t>
      </w:r>
      <w:r w:rsidRPr="00882D69">
        <w:rPr>
          <w:sz w:val="22"/>
          <w:szCs w:val="22"/>
        </w:rPr>
        <w:t xml:space="preserve"> </w:t>
      </w:r>
      <w:r w:rsidR="001A3650" w:rsidRPr="00882D69">
        <w:rPr>
          <w:sz w:val="22"/>
          <w:szCs w:val="22"/>
        </w:rPr>
        <w:t>üüripinna alljärgnevas</w:t>
      </w:r>
      <w:r w:rsidRPr="00882D69">
        <w:rPr>
          <w:sz w:val="22"/>
          <w:szCs w:val="22"/>
        </w:rPr>
        <w:t>:</w:t>
      </w:r>
    </w:p>
    <w:p w14:paraId="3695D00A" w14:textId="77777777" w:rsidR="00C93AB8" w:rsidRPr="00882D69" w:rsidRDefault="00C93AB8" w:rsidP="00C93AB8">
      <w:pPr>
        <w:pStyle w:val="ListParagraph"/>
        <w:ind w:left="426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918"/>
        <w:gridCol w:w="2074"/>
        <w:gridCol w:w="779"/>
        <w:gridCol w:w="3741"/>
        <w:gridCol w:w="1536"/>
      </w:tblGrid>
      <w:tr w:rsidR="00341605" w:rsidRPr="00882D69" w14:paraId="77D95A1B" w14:textId="77777777" w:rsidTr="009D7050">
        <w:tc>
          <w:tcPr>
            <w:tcW w:w="581" w:type="dxa"/>
            <w:shd w:val="clear" w:color="auto" w:fill="D9D9D9" w:themeFill="background1" w:themeFillShade="D9"/>
          </w:tcPr>
          <w:p w14:paraId="4FF4FF14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Jrk nr</w:t>
            </w:r>
          </w:p>
        </w:tc>
        <w:tc>
          <w:tcPr>
            <w:tcW w:w="920" w:type="dxa"/>
            <w:shd w:val="clear" w:color="auto" w:fill="D9D9D9" w:themeFill="background1" w:themeFillShade="D9"/>
          </w:tcPr>
          <w:p w14:paraId="04EA8BEB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nr</w:t>
            </w:r>
            <w:r w:rsidRPr="00882D69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1997" w:type="dxa"/>
            <w:shd w:val="clear" w:color="auto" w:fill="D9D9D9" w:themeFill="background1" w:themeFillShade="D9"/>
          </w:tcPr>
          <w:p w14:paraId="35067C94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nimetus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14:paraId="54E61B2C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proofErr w:type="spellStart"/>
            <w:r w:rsidRPr="00882D69">
              <w:rPr>
                <w:b/>
                <w:sz w:val="22"/>
                <w:szCs w:val="22"/>
              </w:rPr>
              <w:t>Seisu-korra</w:t>
            </w:r>
            <w:proofErr w:type="spellEnd"/>
            <w:r w:rsidRPr="00882D69">
              <w:rPr>
                <w:b/>
                <w:sz w:val="22"/>
                <w:szCs w:val="22"/>
              </w:rPr>
              <w:t xml:space="preserve"> hinne (1-5)</w:t>
            </w:r>
            <w:r w:rsidRPr="00882D69">
              <w:rPr>
                <w:rStyle w:val="FootnoteReference"/>
                <w:b/>
                <w:sz w:val="22"/>
                <w:szCs w:val="22"/>
              </w:rPr>
              <w:footnoteReference w:id="1"/>
            </w:r>
          </w:p>
        </w:tc>
        <w:tc>
          <w:tcPr>
            <w:tcW w:w="3815" w:type="dxa"/>
            <w:shd w:val="clear" w:color="auto" w:fill="D9D9D9" w:themeFill="background1" w:themeFillShade="D9"/>
          </w:tcPr>
          <w:p w14:paraId="1AAD45EC" w14:textId="77777777" w:rsidR="00341605" w:rsidRPr="00882D69" w:rsidRDefault="00341605" w:rsidP="00341605">
            <w:pPr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Olulised puudused </w:t>
            </w:r>
          </w:p>
        </w:tc>
        <w:tc>
          <w:tcPr>
            <w:tcW w:w="1536" w:type="dxa"/>
            <w:shd w:val="clear" w:color="auto" w:fill="D9D9D9" w:themeFill="background1" w:themeFillShade="D9"/>
          </w:tcPr>
          <w:p w14:paraId="04602789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Puuduse likvideerimise aeg</w:t>
            </w:r>
          </w:p>
        </w:tc>
      </w:tr>
      <w:tr w:rsidR="00341605" w:rsidRPr="00882D69" w14:paraId="7BE79407" w14:textId="77777777" w:rsidTr="009D7050">
        <w:tc>
          <w:tcPr>
            <w:tcW w:w="581" w:type="dxa"/>
          </w:tcPr>
          <w:p w14:paraId="6862A582" w14:textId="77777777"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1</w:t>
            </w:r>
          </w:p>
        </w:tc>
        <w:tc>
          <w:tcPr>
            <w:tcW w:w="920" w:type="dxa"/>
          </w:tcPr>
          <w:p w14:paraId="2B74550E" w14:textId="3DC50B1B" w:rsidR="00341605" w:rsidRPr="00882D69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97" w:type="dxa"/>
          </w:tcPr>
          <w:p w14:paraId="28EFB1FC" w14:textId="08AE91E8" w:rsidR="00341605" w:rsidRPr="00882D69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Tuulekoda</w:t>
            </w:r>
          </w:p>
        </w:tc>
        <w:tc>
          <w:tcPr>
            <w:tcW w:w="779" w:type="dxa"/>
          </w:tcPr>
          <w:p w14:paraId="0E8BD75C" w14:textId="57206E3B" w:rsidR="00341605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25D18A7D" w14:textId="67427A62" w:rsidR="00341605" w:rsidRPr="00882D69" w:rsidRDefault="00AF3B5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72BA9B60" w14:textId="78D26B7A" w:rsidR="00341605" w:rsidRPr="00882D69" w:rsidRDefault="00AF3B5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1605" w:rsidRPr="00882D69" w14:paraId="7388B177" w14:textId="77777777" w:rsidTr="009D7050">
        <w:tc>
          <w:tcPr>
            <w:tcW w:w="581" w:type="dxa"/>
          </w:tcPr>
          <w:p w14:paraId="7E26CEF2" w14:textId="77777777"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2</w:t>
            </w:r>
          </w:p>
        </w:tc>
        <w:tc>
          <w:tcPr>
            <w:tcW w:w="920" w:type="dxa"/>
          </w:tcPr>
          <w:p w14:paraId="31DE043D" w14:textId="4B47F0B6" w:rsidR="00341605" w:rsidRPr="00882D69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97" w:type="dxa"/>
          </w:tcPr>
          <w:p w14:paraId="2D556869" w14:textId="040DBC74" w:rsidR="00341605" w:rsidRPr="00882D69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Fuajee</w:t>
            </w:r>
          </w:p>
        </w:tc>
        <w:tc>
          <w:tcPr>
            <w:tcW w:w="779" w:type="dxa"/>
          </w:tcPr>
          <w:p w14:paraId="40934C3A" w14:textId="1231B463" w:rsidR="00341605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6DE01CDE" w14:textId="7C5E0074" w:rsidR="00341605" w:rsidRPr="00882D69" w:rsidRDefault="00AF3B5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49C05BA5" w14:textId="3B722487" w:rsidR="00341605" w:rsidRPr="00882D69" w:rsidRDefault="00AF3B5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1605" w:rsidRPr="00882D69" w14:paraId="732E2A8D" w14:textId="77777777" w:rsidTr="009D7050">
        <w:tc>
          <w:tcPr>
            <w:tcW w:w="581" w:type="dxa"/>
          </w:tcPr>
          <w:p w14:paraId="5E0D0AFB" w14:textId="77777777"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3</w:t>
            </w:r>
          </w:p>
        </w:tc>
        <w:tc>
          <w:tcPr>
            <w:tcW w:w="920" w:type="dxa"/>
          </w:tcPr>
          <w:p w14:paraId="356B16A0" w14:textId="21EA5128" w:rsidR="00341605" w:rsidRPr="00882D69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97" w:type="dxa"/>
          </w:tcPr>
          <w:p w14:paraId="684FD0FD" w14:textId="27DED62E" w:rsidR="00341605" w:rsidRPr="00882D69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Tehniline ruum</w:t>
            </w:r>
          </w:p>
        </w:tc>
        <w:tc>
          <w:tcPr>
            <w:tcW w:w="779" w:type="dxa"/>
          </w:tcPr>
          <w:p w14:paraId="59116415" w14:textId="17E20379" w:rsidR="00341605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0B39623B" w14:textId="3D444FD6" w:rsidR="00341605" w:rsidRPr="00882D69" w:rsidRDefault="00AF3B5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337A3ACA" w14:textId="24F0169A" w:rsidR="00341605" w:rsidRPr="00882D69" w:rsidRDefault="00AF3B5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1605" w:rsidRPr="00882D69" w14:paraId="7B63B292" w14:textId="77777777" w:rsidTr="009D7050">
        <w:tc>
          <w:tcPr>
            <w:tcW w:w="581" w:type="dxa"/>
          </w:tcPr>
          <w:p w14:paraId="4D2354E3" w14:textId="77777777"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4</w:t>
            </w:r>
          </w:p>
        </w:tc>
        <w:tc>
          <w:tcPr>
            <w:tcW w:w="920" w:type="dxa"/>
          </w:tcPr>
          <w:p w14:paraId="5F7C776F" w14:textId="3538399C" w:rsidR="00341605" w:rsidRPr="00882D69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97" w:type="dxa"/>
          </w:tcPr>
          <w:p w14:paraId="44FEB78A" w14:textId="5371E922" w:rsidR="00341605" w:rsidRPr="00882D69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Tehniline ruum</w:t>
            </w:r>
          </w:p>
        </w:tc>
        <w:tc>
          <w:tcPr>
            <w:tcW w:w="779" w:type="dxa"/>
          </w:tcPr>
          <w:p w14:paraId="7AD3F748" w14:textId="54ABF3B3" w:rsidR="00341605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30C2704E" w14:textId="00B79B97" w:rsidR="00341605" w:rsidRPr="00882D69" w:rsidRDefault="00AF3B5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2E5B3096" w14:textId="299FD755" w:rsidR="00341605" w:rsidRPr="00882D69" w:rsidRDefault="00AF3B5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60481EC0" w14:textId="77777777" w:rsidTr="009D7050">
        <w:tc>
          <w:tcPr>
            <w:tcW w:w="581" w:type="dxa"/>
          </w:tcPr>
          <w:p w14:paraId="04E324EE" w14:textId="5CE82D9E" w:rsidR="009D7050" w:rsidRPr="00882D69" w:rsidRDefault="009D7050" w:rsidP="009D7050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5</w:t>
            </w:r>
          </w:p>
        </w:tc>
        <w:tc>
          <w:tcPr>
            <w:tcW w:w="920" w:type="dxa"/>
          </w:tcPr>
          <w:p w14:paraId="190C717D" w14:textId="3F01AC03" w:rsidR="009D7050" w:rsidRDefault="009D7050" w:rsidP="009D7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4a</w:t>
            </w:r>
          </w:p>
        </w:tc>
        <w:tc>
          <w:tcPr>
            <w:tcW w:w="1997" w:type="dxa"/>
          </w:tcPr>
          <w:p w14:paraId="0D6A96A4" w14:textId="32FF76EC" w:rsidR="009D7050" w:rsidRPr="00882D69" w:rsidRDefault="009D7050" w:rsidP="009D7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Turvalüüs</w:t>
            </w:r>
          </w:p>
        </w:tc>
        <w:tc>
          <w:tcPr>
            <w:tcW w:w="779" w:type="dxa"/>
          </w:tcPr>
          <w:p w14:paraId="4D21B6F8" w14:textId="63B10373" w:rsidR="009D7050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21751413" w14:textId="1ED890FA" w:rsidR="009D7050" w:rsidRPr="00882D69" w:rsidRDefault="00AF3B5F" w:rsidP="009D7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238FD76C" w14:textId="741492FF" w:rsidR="009D7050" w:rsidRPr="00882D69" w:rsidRDefault="00AF3B5F" w:rsidP="009D7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4361F945" w14:textId="77777777" w:rsidTr="009D7050">
        <w:trPr>
          <w:trHeight w:val="70"/>
        </w:trPr>
        <w:tc>
          <w:tcPr>
            <w:tcW w:w="581" w:type="dxa"/>
          </w:tcPr>
          <w:p w14:paraId="3AC68134" w14:textId="557E4C93" w:rsidR="009D7050" w:rsidRPr="00882D69" w:rsidRDefault="009D7050" w:rsidP="009D7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0" w:type="dxa"/>
          </w:tcPr>
          <w:p w14:paraId="6C576C99" w14:textId="4906D37D" w:rsidR="009D7050" w:rsidRPr="00882D69" w:rsidRDefault="009D7050" w:rsidP="009D7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97" w:type="dxa"/>
          </w:tcPr>
          <w:p w14:paraId="70EE1913" w14:textId="4E694947" w:rsidR="009D7050" w:rsidRPr="00882D69" w:rsidRDefault="009D7050" w:rsidP="009D7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WC</w:t>
            </w:r>
          </w:p>
        </w:tc>
        <w:tc>
          <w:tcPr>
            <w:tcW w:w="779" w:type="dxa"/>
          </w:tcPr>
          <w:p w14:paraId="7944D287" w14:textId="18DE426C" w:rsidR="009D7050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604D8325" w14:textId="753E853C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18AD1742" w14:textId="5458268A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0AB7E392" w14:textId="77777777" w:rsidTr="009D7050">
        <w:trPr>
          <w:trHeight w:val="70"/>
        </w:trPr>
        <w:tc>
          <w:tcPr>
            <w:tcW w:w="581" w:type="dxa"/>
          </w:tcPr>
          <w:p w14:paraId="76E612D1" w14:textId="3A92357A" w:rsidR="009D7050" w:rsidRPr="00882D69" w:rsidRDefault="009D7050" w:rsidP="009D7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20" w:type="dxa"/>
          </w:tcPr>
          <w:p w14:paraId="736CC858" w14:textId="253B7AA0" w:rsidR="009D7050" w:rsidRDefault="009D7050" w:rsidP="009D7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97" w:type="dxa"/>
          </w:tcPr>
          <w:p w14:paraId="2F4ED1E1" w14:textId="3FB5B9AB" w:rsidR="009D7050" w:rsidRPr="00882D69" w:rsidRDefault="009D7050" w:rsidP="009D7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Koridor</w:t>
            </w:r>
          </w:p>
        </w:tc>
        <w:tc>
          <w:tcPr>
            <w:tcW w:w="779" w:type="dxa"/>
          </w:tcPr>
          <w:p w14:paraId="7DD66C97" w14:textId="4971590D" w:rsidR="009D7050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2610E47A" w14:textId="7A8A3FE6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7119ED77" w14:textId="54CB572B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636EC868" w14:textId="77777777" w:rsidTr="009D7050">
        <w:trPr>
          <w:trHeight w:val="70"/>
        </w:trPr>
        <w:tc>
          <w:tcPr>
            <w:tcW w:w="581" w:type="dxa"/>
          </w:tcPr>
          <w:p w14:paraId="064ECAFB" w14:textId="099DB8A3" w:rsidR="009D7050" w:rsidRPr="00882D69" w:rsidRDefault="009D7050" w:rsidP="009D7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0" w:type="dxa"/>
          </w:tcPr>
          <w:p w14:paraId="17CDB9B5" w14:textId="144B4439" w:rsidR="009D7050" w:rsidRDefault="009D7050" w:rsidP="009D7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97" w:type="dxa"/>
          </w:tcPr>
          <w:p w14:paraId="4A5A02E9" w14:textId="14986442" w:rsidR="009D7050" w:rsidRPr="00882D69" w:rsidRDefault="009D7050" w:rsidP="009D7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Puhkeruum</w:t>
            </w:r>
          </w:p>
        </w:tc>
        <w:tc>
          <w:tcPr>
            <w:tcW w:w="779" w:type="dxa"/>
          </w:tcPr>
          <w:p w14:paraId="7A2E7A49" w14:textId="0D3F1E12" w:rsidR="009D7050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641633F6" w14:textId="24C24EC5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42D43E82" w14:textId="17DC0110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52751434" w14:textId="77777777" w:rsidTr="009D7050">
        <w:trPr>
          <w:trHeight w:val="70"/>
        </w:trPr>
        <w:tc>
          <w:tcPr>
            <w:tcW w:w="581" w:type="dxa"/>
          </w:tcPr>
          <w:p w14:paraId="5D0B0947" w14:textId="7A1C1098" w:rsidR="009D7050" w:rsidRPr="00882D69" w:rsidRDefault="009D7050" w:rsidP="009D7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20" w:type="dxa"/>
          </w:tcPr>
          <w:p w14:paraId="0B6FC40F" w14:textId="21B58E6F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97" w:type="dxa"/>
          </w:tcPr>
          <w:p w14:paraId="59C13011" w14:textId="2CA8B686" w:rsidR="009D7050" w:rsidRPr="00882D69" w:rsidRDefault="009D7050" w:rsidP="009D7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Riietusruum</w:t>
            </w:r>
          </w:p>
        </w:tc>
        <w:tc>
          <w:tcPr>
            <w:tcW w:w="779" w:type="dxa"/>
          </w:tcPr>
          <w:p w14:paraId="635DD3FD" w14:textId="5358B5B1" w:rsidR="009D7050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219A8C9E" w14:textId="4D54AAEA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41115EF8" w14:textId="6E2180A0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05051B19" w14:textId="77777777" w:rsidTr="009D7050">
        <w:trPr>
          <w:trHeight w:val="70"/>
        </w:trPr>
        <w:tc>
          <w:tcPr>
            <w:tcW w:w="581" w:type="dxa"/>
          </w:tcPr>
          <w:p w14:paraId="159D3F52" w14:textId="6F5DA8DF" w:rsidR="009D7050" w:rsidRPr="00882D69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20" w:type="dxa"/>
          </w:tcPr>
          <w:p w14:paraId="4C92E429" w14:textId="772469D8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997" w:type="dxa"/>
          </w:tcPr>
          <w:p w14:paraId="3A47DBA7" w14:textId="3B828040" w:rsidR="009D7050" w:rsidRPr="00882D69" w:rsidRDefault="009D7050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Nõupidamiste ruum</w:t>
            </w:r>
          </w:p>
        </w:tc>
        <w:tc>
          <w:tcPr>
            <w:tcW w:w="779" w:type="dxa"/>
          </w:tcPr>
          <w:p w14:paraId="71C25894" w14:textId="1C7230A0" w:rsidR="009D7050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47CD0779" w14:textId="442DBA8F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1FA48167" w14:textId="165074B6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2B48CFDB" w14:textId="77777777" w:rsidTr="009D7050">
        <w:trPr>
          <w:trHeight w:val="70"/>
        </w:trPr>
        <w:tc>
          <w:tcPr>
            <w:tcW w:w="581" w:type="dxa"/>
          </w:tcPr>
          <w:p w14:paraId="51C2E223" w14:textId="3DE8EA07" w:rsidR="009D7050" w:rsidRPr="00882D69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20" w:type="dxa"/>
          </w:tcPr>
          <w:p w14:paraId="3C6A370D" w14:textId="7B2FA98A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97" w:type="dxa"/>
          </w:tcPr>
          <w:p w14:paraId="51CEBB7F" w14:textId="0A6BD520" w:rsidR="009D7050" w:rsidRPr="00882D69" w:rsidRDefault="009D7050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Kabinet</w:t>
            </w:r>
          </w:p>
        </w:tc>
        <w:tc>
          <w:tcPr>
            <w:tcW w:w="779" w:type="dxa"/>
          </w:tcPr>
          <w:p w14:paraId="02FBE5CF" w14:textId="63C028FD" w:rsidR="009D7050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14ABF48B" w14:textId="295ADAD7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23D130C6" w14:textId="279A23E4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464C70C7" w14:textId="77777777" w:rsidTr="009D7050">
        <w:trPr>
          <w:trHeight w:val="70"/>
        </w:trPr>
        <w:tc>
          <w:tcPr>
            <w:tcW w:w="581" w:type="dxa"/>
          </w:tcPr>
          <w:p w14:paraId="754B9EA5" w14:textId="226A11C1" w:rsidR="009D7050" w:rsidRPr="00882D69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20" w:type="dxa"/>
          </w:tcPr>
          <w:p w14:paraId="71121487" w14:textId="722760EB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997" w:type="dxa"/>
          </w:tcPr>
          <w:p w14:paraId="5DAA7128" w14:textId="2C61048A" w:rsidR="009D7050" w:rsidRPr="00882D69" w:rsidRDefault="009D7050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Tootmine</w:t>
            </w:r>
          </w:p>
        </w:tc>
        <w:tc>
          <w:tcPr>
            <w:tcW w:w="779" w:type="dxa"/>
          </w:tcPr>
          <w:p w14:paraId="6EC3FDF2" w14:textId="5DF15AF5" w:rsidR="009D7050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6FF214C3" w14:textId="1D8A2A3F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351373C1" w14:textId="5F5F9707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5495E1E6" w14:textId="77777777" w:rsidTr="009D7050">
        <w:trPr>
          <w:trHeight w:val="70"/>
        </w:trPr>
        <w:tc>
          <w:tcPr>
            <w:tcW w:w="581" w:type="dxa"/>
          </w:tcPr>
          <w:p w14:paraId="3D4DDCD1" w14:textId="2D34460D" w:rsidR="009D7050" w:rsidRPr="00882D69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20" w:type="dxa"/>
          </w:tcPr>
          <w:p w14:paraId="6F1D06C1" w14:textId="712889D8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997" w:type="dxa"/>
          </w:tcPr>
          <w:p w14:paraId="4799093B" w14:textId="13FC252F" w:rsidR="009D7050" w:rsidRPr="00882D69" w:rsidRDefault="009D7050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Logistika 1</w:t>
            </w:r>
          </w:p>
        </w:tc>
        <w:tc>
          <w:tcPr>
            <w:tcW w:w="779" w:type="dxa"/>
          </w:tcPr>
          <w:p w14:paraId="550404A8" w14:textId="0F3B5C2C" w:rsidR="009D7050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16339446" w14:textId="588378F2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53CC02D7" w14:textId="7131C008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38146C04" w14:textId="77777777" w:rsidTr="009D7050">
        <w:trPr>
          <w:trHeight w:val="70"/>
        </w:trPr>
        <w:tc>
          <w:tcPr>
            <w:tcW w:w="581" w:type="dxa"/>
          </w:tcPr>
          <w:p w14:paraId="28F6ED5A" w14:textId="6DDD4203" w:rsidR="009D7050" w:rsidRPr="00882D69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20" w:type="dxa"/>
          </w:tcPr>
          <w:p w14:paraId="23FC58E9" w14:textId="3104AC76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997" w:type="dxa"/>
          </w:tcPr>
          <w:p w14:paraId="22EBA1E3" w14:textId="32DB2911" w:rsidR="009D7050" w:rsidRPr="00882D69" w:rsidRDefault="009D7050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Tehniline ruum</w:t>
            </w:r>
          </w:p>
        </w:tc>
        <w:tc>
          <w:tcPr>
            <w:tcW w:w="779" w:type="dxa"/>
          </w:tcPr>
          <w:p w14:paraId="44AE40A1" w14:textId="734BBE6D" w:rsidR="009D7050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6BF23F0C" w14:textId="46C3AF62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4769920A" w14:textId="1CA0E09B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57295938" w14:textId="77777777" w:rsidTr="009D7050">
        <w:trPr>
          <w:trHeight w:val="70"/>
        </w:trPr>
        <w:tc>
          <w:tcPr>
            <w:tcW w:w="581" w:type="dxa"/>
          </w:tcPr>
          <w:p w14:paraId="1B6FC696" w14:textId="7E338510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20" w:type="dxa"/>
          </w:tcPr>
          <w:p w14:paraId="2A2226AF" w14:textId="217A7286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997" w:type="dxa"/>
          </w:tcPr>
          <w:p w14:paraId="7B32D845" w14:textId="400E3825" w:rsidR="009D7050" w:rsidRPr="00882D69" w:rsidRDefault="009D7050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Hoidla</w:t>
            </w:r>
          </w:p>
        </w:tc>
        <w:tc>
          <w:tcPr>
            <w:tcW w:w="779" w:type="dxa"/>
          </w:tcPr>
          <w:p w14:paraId="689FC0F5" w14:textId="3BD54F83" w:rsidR="009D7050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53BA5470" w14:textId="5C2C29C7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2E4639EF" w14:textId="62D54AC9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4B544F67" w14:textId="77777777" w:rsidTr="009D7050">
        <w:trPr>
          <w:trHeight w:val="70"/>
        </w:trPr>
        <w:tc>
          <w:tcPr>
            <w:tcW w:w="581" w:type="dxa"/>
          </w:tcPr>
          <w:p w14:paraId="1BCCE685" w14:textId="14DDD5A6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20" w:type="dxa"/>
          </w:tcPr>
          <w:p w14:paraId="1EB44021" w14:textId="161A9F1B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97" w:type="dxa"/>
          </w:tcPr>
          <w:p w14:paraId="040CF43B" w14:textId="3641F7EC" w:rsidR="009D7050" w:rsidRPr="00882D69" w:rsidRDefault="009D7050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Trepikoda</w:t>
            </w:r>
          </w:p>
        </w:tc>
        <w:tc>
          <w:tcPr>
            <w:tcW w:w="779" w:type="dxa"/>
          </w:tcPr>
          <w:p w14:paraId="00021E6E" w14:textId="01582E6F" w:rsidR="009D7050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6C560EC4" w14:textId="254B95B4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3C8166DF" w14:textId="2BA2EEDE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23E42714" w14:textId="77777777" w:rsidTr="009D7050">
        <w:trPr>
          <w:trHeight w:val="70"/>
        </w:trPr>
        <w:tc>
          <w:tcPr>
            <w:tcW w:w="581" w:type="dxa"/>
          </w:tcPr>
          <w:p w14:paraId="2334C51D" w14:textId="2EB7D0C5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20" w:type="dxa"/>
          </w:tcPr>
          <w:p w14:paraId="3A7AAE65" w14:textId="0F3B82EB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997" w:type="dxa"/>
          </w:tcPr>
          <w:p w14:paraId="0F812FC3" w14:textId="38A447C0" w:rsidR="009D7050" w:rsidRPr="00882D69" w:rsidRDefault="009D7050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Kaubalift</w:t>
            </w:r>
          </w:p>
        </w:tc>
        <w:tc>
          <w:tcPr>
            <w:tcW w:w="779" w:type="dxa"/>
          </w:tcPr>
          <w:p w14:paraId="6A1201DC" w14:textId="2EFA03A2" w:rsidR="009D7050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4FDE53B3" w14:textId="5FBAEF22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1F3DE0C2" w14:textId="24B27911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023D9013" w14:textId="77777777" w:rsidTr="009D7050">
        <w:trPr>
          <w:trHeight w:val="70"/>
        </w:trPr>
        <w:tc>
          <w:tcPr>
            <w:tcW w:w="581" w:type="dxa"/>
          </w:tcPr>
          <w:p w14:paraId="6616644A" w14:textId="562CBE13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20" w:type="dxa"/>
          </w:tcPr>
          <w:p w14:paraId="04124A7F" w14:textId="63DBEAA9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997" w:type="dxa"/>
          </w:tcPr>
          <w:p w14:paraId="4CC094EC" w14:textId="663F2D34" w:rsidR="009D7050" w:rsidRPr="00882D69" w:rsidRDefault="009D7050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Logistika 2</w:t>
            </w:r>
          </w:p>
        </w:tc>
        <w:tc>
          <w:tcPr>
            <w:tcW w:w="779" w:type="dxa"/>
          </w:tcPr>
          <w:p w14:paraId="131DF0B6" w14:textId="486A373E" w:rsidR="009D7050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7EA83AD3" w14:textId="2174D5E7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16E5A026" w14:textId="6DDB406A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14FB878E" w14:textId="77777777" w:rsidTr="009D7050">
        <w:trPr>
          <w:trHeight w:val="70"/>
        </w:trPr>
        <w:tc>
          <w:tcPr>
            <w:tcW w:w="581" w:type="dxa"/>
          </w:tcPr>
          <w:p w14:paraId="2B34AEDE" w14:textId="37AA62F4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20" w:type="dxa"/>
          </w:tcPr>
          <w:p w14:paraId="1F254C9F" w14:textId="0019B3EA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997" w:type="dxa"/>
          </w:tcPr>
          <w:p w14:paraId="74F93EA9" w14:textId="32CBEF81" w:rsidR="009D7050" w:rsidRPr="00882D69" w:rsidRDefault="009D7050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Kaubalüüs</w:t>
            </w:r>
          </w:p>
        </w:tc>
        <w:tc>
          <w:tcPr>
            <w:tcW w:w="779" w:type="dxa"/>
          </w:tcPr>
          <w:p w14:paraId="18E5BD80" w14:textId="2DD61F40" w:rsidR="009D7050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40A3A4C0" w14:textId="1A3EBDA3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60F43E01" w14:textId="0F43080A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29776FAE" w14:textId="77777777" w:rsidTr="009D7050">
        <w:trPr>
          <w:trHeight w:val="70"/>
        </w:trPr>
        <w:tc>
          <w:tcPr>
            <w:tcW w:w="581" w:type="dxa"/>
          </w:tcPr>
          <w:p w14:paraId="665E6A7F" w14:textId="4A39F9FE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20" w:type="dxa"/>
          </w:tcPr>
          <w:p w14:paraId="4F2867CC" w14:textId="2C53A351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997" w:type="dxa"/>
          </w:tcPr>
          <w:p w14:paraId="5C22D8E5" w14:textId="3E4DEB87" w:rsidR="009D7050" w:rsidRDefault="009D7050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Garaaž</w:t>
            </w:r>
          </w:p>
        </w:tc>
        <w:tc>
          <w:tcPr>
            <w:tcW w:w="779" w:type="dxa"/>
          </w:tcPr>
          <w:p w14:paraId="3FE7B696" w14:textId="0A79B49E" w:rsidR="009D7050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375479D3" w14:textId="73FDCAF6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3ED26B9E" w14:textId="19981FE8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0FE791D3" w14:textId="77777777" w:rsidTr="009D7050">
        <w:trPr>
          <w:trHeight w:val="70"/>
        </w:trPr>
        <w:tc>
          <w:tcPr>
            <w:tcW w:w="581" w:type="dxa"/>
          </w:tcPr>
          <w:p w14:paraId="35C66102" w14:textId="663B51FD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20" w:type="dxa"/>
          </w:tcPr>
          <w:p w14:paraId="16846957" w14:textId="4DFE3237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A002</w:t>
            </w:r>
          </w:p>
        </w:tc>
        <w:tc>
          <w:tcPr>
            <w:tcW w:w="1997" w:type="dxa"/>
          </w:tcPr>
          <w:p w14:paraId="70C9D963" w14:textId="417B705F" w:rsidR="009D7050" w:rsidRPr="00882D69" w:rsidRDefault="009D7050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Trepp/trepikoda*</w:t>
            </w:r>
          </w:p>
        </w:tc>
        <w:tc>
          <w:tcPr>
            <w:tcW w:w="779" w:type="dxa"/>
          </w:tcPr>
          <w:p w14:paraId="0AA5A04E" w14:textId="55E7C12D" w:rsidR="009D7050" w:rsidRPr="00882D69" w:rsidRDefault="00AF3B5F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15" w:type="dxa"/>
          </w:tcPr>
          <w:p w14:paraId="0F039533" w14:textId="6A603AC6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177F763C" w14:textId="7C0CCA90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7050" w:rsidRPr="00882D69" w14:paraId="4AD1B8A1" w14:textId="77777777" w:rsidTr="009D7050">
        <w:trPr>
          <w:trHeight w:val="70"/>
        </w:trPr>
        <w:tc>
          <w:tcPr>
            <w:tcW w:w="581" w:type="dxa"/>
          </w:tcPr>
          <w:p w14:paraId="6E3A7F88" w14:textId="097527AB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920" w:type="dxa"/>
          </w:tcPr>
          <w:p w14:paraId="553B74B9" w14:textId="22712DDE" w:rsidR="009D7050" w:rsidRDefault="009D705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A032</w:t>
            </w:r>
          </w:p>
        </w:tc>
        <w:tc>
          <w:tcPr>
            <w:tcW w:w="1997" w:type="dxa"/>
          </w:tcPr>
          <w:p w14:paraId="64F9C1D5" w14:textId="133D7A0B" w:rsidR="009D7050" w:rsidRPr="00882D69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Abiruum*</w:t>
            </w:r>
          </w:p>
        </w:tc>
        <w:tc>
          <w:tcPr>
            <w:tcW w:w="779" w:type="dxa"/>
          </w:tcPr>
          <w:p w14:paraId="5C8E0668" w14:textId="774716ED" w:rsidR="009D7050" w:rsidRPr="00882D69" w:rsidRDefault="00AF3B5F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15" w:type="dxa"/>
          </w:tcPr>
          <w:p w14:paraId="4F98B18D" w14:textId="08BB9E11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2FE04C09" w14:textId="11C3FADD" w:rsidR="009D7050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60AC7" w:rsidRPr="00882D69" w14:paraId="3A4CF14D" w14:textId="77777777" w:rsidTr="009D7050">
        <w:trPr>
          <w:trHeight w:val="70"/>
        </w:trPr>
        <w:tc>
          <w:tcPr>
            <w:tcW w:w="581" w:type="dxa"/>
          </w:tcPr>
          <w:p w14:paraId="72EEEB0F" w14:textId="74D3CFF3" w:rsidR="00360AC7" w:rsidRDefault="00360AC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20" w:type="dxa"/>
          </w:tcPr>
          <w:p w14:paraId="52BC9848" w14:textId="7D900866" w:rsidR="00360AC7" w:rsidRDefault="00360AC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A104</w:t>
            </w:r>
          </w:p>
        </w:tc>
        <w:tc>
          <w:tcPr>
            <w:tcW w:w="1997" w:type="dxa"/>
          </w:tcPr>
          <w:p w14:paraId="282AE97C" w14:textId="38507AEA" w:rsidR="00360AC7" w:rsidRDefault="00360AC7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Kaubalift/eesruum**</w:t>
            </w:r>
          </w:p>
        </w:tc>
        <w:tc>
          <w:tcPr>
            <w:tcW w:w="779" w:type="dxa"/>
          </w:tcPr>
          <w:p w14:paraId="114C0008" w14:textId="2E62A38A" w:rsidR="00360AC7" w:rsidRPr="00882D69" w:rsidRDefault="00AF3B5F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15" w:type="dxa"/>
          </w:tcPr>
          <w:p w14:paraId="2BA9FF69" w14:textId="20ABA761" w:rsidR="00360AC7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33B82414" w14:textId="267BB033" w:rsidR="00360AC7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F3B5F" w:rsidRPr="00882D69" w14:paraId="67AD52DB" w14:textId="77777777" w:rsidTr="009D7050">
        <w:trPr>
          <w:trHeight w:val="70"/>
        </w:trPr>
        <w:tc>
          <w:tcPr>
            <w:tcW w:w="581" w:type="dxa"/>
          </w:tcPr>
          <w:p w14:paraId="0568FECD" w14:textId="4FD697A5" w:rsidR="00AF3B5F" w:rsidRDefault="00AF3B5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20" w:type="dxa"/>
          </w:tcPr>
          <w:p w14:paraId="2803AAD5" w14:textId="76846F87" w:rsidR="00AF3B5F" w:rsidRDefault="00AF3B5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97" w:type="dxa"/>
          </w:tcPr>
          <w:p w14:paraId="2FBD753D" w14:textId="2F47D19C" w:rsidR="00AF3B5F" w:rsidRDefault="00AF3B5F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Väliala</w:t>
            </w:r>
            <w:r w:rsidR="00A1169C">
              <w:rPr>
                <w:sz w:val="22"/>
                <w:szCs w:val="22"/>
              </w:rPr>
              <w:t>***</w:t>
            </w:r>
          </w:p>
        </w:tc>
        <w:tc>
          <w:tcPr>
            <w:tcW w:w="779" w:type="dxa"/>
          </w:tcPr>
          <w:p w14:paraId="1247600F" w14:textId="019312BD" w:rsidR="00AF3B5F" w:rsidRDefault="00A1169C" w:rsidP="00360A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5" w:type="dxa"/>
          </w:tcPr>
          <w:p w14:paraId="573CCA15" w14:textId="7440E65D" w:rsidR="00AF3B5F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52216F07" w14:textId="72236C0A" w:rsidR="00AF3B5F" w:rsidRPr="00882D69" w:rsidRDefault="00AF3B5F" w:rsidP="00AF3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60AC7" w:rsidRPr="00882D69" w14:paraId="2EFF531B" w14:textId="77777777" w:rsidTr="00923C55">
        <w:trPr>
          <w:trHeight w:val="70"/>
        </w:trPr>
        <w:tc>
          <w:tcPr>
            <w:tcW w:w="9628" w:type="dxa"/>
            <w:gridSpan w:val="6"/>
          </w:tcPr>
          <w:p w14:paraId="29B666A5" w14:textId="676D2CB8" w:rsidR="00360AC7" w:rsidRDefault="00360AC7" w:rsidP="00360AC7">
            <w:pPr>
              <w:rPr>
                <w:sz w:val="22"/>
                <w:szCs w:val="22"/>
              </w:rPr>
            </w:pPr>
            <w:r w:rsidRPr="00360AC7">
              <w:rPr>
                <w:sz w:val="22"/>
                <w:szCs w:val="22"/>
              </w:rPr>
              <w:t>* - Ei kuulu dokumenditrüki</w:t>
            </w:r>
            <w:r>
              <w:rPr>
                <w:sz w:val="22"/>
                <w:szCs w:val="22"/>
              </w:rPr>
              <w:t xml:space="preserve"> </w:t>
            </w:r>
            <w:r w:rsidRPr="00360AC7">
              <w:rPr>
                <w:sz w:val="22"/>
                <w:szCs w:val="22"/>
              </w:rPr>
              <w:t>keskuse ruumide hulka</w:t>
            </w:r>
            <w:r w:rsidR="00AF3B5F">
              <w:rPr>
                <w:sz w:val="22"/>
                <w:szCs w:val="22"/>
              </w:rPr>
              <w:t xml:space="preserve"> ning nendes ruumides viimistlustöid ei tehtud.</w:t>
            </w:r>
          </w:p>
          <w:p w14:paraId="6B144414" w14:textId="77777777" w:rsidR="00360AC7" w:rsidRDefault="00360AC7" w:rsidP="0036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 - Antud ruumides ei teostatud viimistlustöid, sest tegu oli perspektiivse valmiduse tagamisega.</w:t>
            </w:r>
          </w:p>
          <w:p w14:paraId="176F96F7" w14:textId="68A9777C" w:rsidR="00A1169C" w:rsidRPr="00882D69" w:rsidRDefault="00A1169C" w:rsidP="00360A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 - Hinnang antud ainult korrastatud osas.</w:t>
            </w:r>
          </w:p>
        </w:tc>
      </w:tr>
    </w:tbl>
    <w:p w14:paraId="20A4B20C" w14:textId="2C5AD29F" w:rsidR="006F3ACC" w:rsidRPr="00882D69" w:rsidRDefault="00752162" w:rsidP="006E2144">
      <w:pPr>
        <w:pStyle w:val="ListParagraph"/>
        <w:numPr>
          <w:ilvl w:val="0"/>
          <w:numId w:val="24"/>
        </w:numPr>
        <w:spacing w:before="360" w:after="100" w:afterAutospacing="1"/>
        <w:ind w:left="426"/>
        <w:rPr>
          <w:sz w:val="22"/>
          <w:szCs w:val="22"/>
        </w:rPr>
      </w:pPr>
      <w:r w:rsidRPr="00882D69">
        <w:rPr>
          <w:sz w:val="22"/>
          <w:szCs w:val="22"/>
        </w:rPr>
        <w:t>Loetelu üüripinna</w:t>
      </w:r>
      <w:r w:rsidR="00171ADC" w:rsidRPr="00882D69">
        <w:rPr>
          <w:sz w:val="22"/>
          <w:szCs w:val="22"/>
        </w:rPr>
        <w:t xml:space="preserve"> kasutuseks vajalikest kasutu</w:t>
      </w:r>
      <w:r w:rsidR="006F3ACC" w:rsidRPr="00882D69">
        <w:rPr>
          <w:sz w:val="22"/>
          <w:szCs w:val="22"/>
        </w:rPr>
        <w:t>sjuhenditest (nende olemasolul)</w:t>
      </w:r>
      <w:r w:rsidR="00C93AB8">
        <w:rPr>
          <w:sz w:val="22"/>
          <w:szCs w:val="22"/>
        </w:rPr>
        <w:t>.</w:t>
      </w:r>
    </w:p>
    <w:p w14:paraId="1E3E1A52" w14:textId="77777777" w:rsidR="006F3ACC" w:rsidRDefault="006F3ACC" w:rsidP="006F3ACC">
      <w:pPr>
        <w:pStyle w:val="ListParagraph"/>
        <w:spacing w:before="100" w:beforeAutospacing="1" w:after="100" w:afterAutospacing="1"/>
        <w:rPr>
          <w:sz w:val="22"/>
          <w:szCs w:val="22"/>
        </w:rPr>
      </w:pPr>
    </w:p>
    <w:p w14:paraId="4F8479FB" w14:textId="77777777" w:rsidR="007049AD" w:rsidRPr="00882D69" w:rsidRDefault="007049AD" w:rsidP="006F3ACC">
      <w:pPr>
        <w:pStyle w:val="ListParagraph"/>
        <w:numPr>
          <w:ilvl w:val="0"/>
          <w:numId w:val="24"/>
        </w:numPr>
        <w:ind w:left="426"/>
        <w:rPr>
          <w:sz w:val="22"/>
          <w:szCs w:val="22"/>
        </w:rPr>
      </w:pPr>
      <w:r w:rsidRPr="00882D69">
        <w:rPr>
          <w:sz w:val="22"/>
          <w:szCs w:val="22"/>
        </w:rPr>
        <w:lastRenderedPageBreak/>
        <w:t>Üüripinna kasutamiseks vajalikud läbipääsuvahendid (võtmed, puldid, kaardid, jms):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0"/>
        <w:gridCol w:w="1275"/>
        <w:gridCol w:w="3969"/>
      </w:tblGrid>
      <w:tr w:rsidR="007049AD" w:rsidRPr="00882D69" w14:paraId="728FCF0D" w14:textId="77777777" w:rsidTr="007A1B70">
        <w:trPr>
          <w:trHeight w:val="255"/>
        </w:trPr>
        <w:tc>
          <w:tcPr>
            <w:tcW w:w="4390" w:type="dxa"/>
            <w:shd w:val="clear" w:color="auto" w:fill="D9D9D9" w:themeFill="background1" w:themeFillShade="D9"/>
          </w:tcPr>
          <w:p w14:paraId="284862E2" w14:textId="77777777"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nr</w:t>
            </w:r>
            <w:r w:rsidRPr="00882D69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C0643A0" w14:textId="77777777"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Võtmete, kaartide arv 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75D54ED" w14:textId="77777777"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Märkused </w:t>
            </w:r>
          </w:p>
        </w:tc>
      </w:tr>
      <w:tr w:rsidR="007049AD" w:rsidRPr="00882D69" w14:paraId="17EC266F" w14:textId="77777777" w:rsidTr="007A1B70">
        <w:trPr>
          <w:trHeight w:val="255"/>
        </w:trPr>
        <w:tc>
          <w:tcPr>
            <w:tcW w:w="4390" w:type="dxa"/>
          </w:tcPr>
          <w:p w14:paraId="12072674" w14:textId="49A49773" w:rsidR="007049AD" w:rsidRPr="00882D69" w:rsidRDefault="00427E23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Välisuks</w:t>
            </w:r>
            <w:r w:rsidR="008F51D1">
              <w:rPr>
                <w:sz w:val="22"/>
                <w:szCs w:val="22"/>
              </w:rPr>
              <w:t xml:space="preserve"> ruumi 1, ruumi 1 klaasuks, 3, 7, 8, 9, 10, </w:t>
            </w:r>
            <w:r w:rsidR="001A027F">
              <w:rPr>
                <w:sz w:val="22"/>
                <w:szCs w:val="22"/>
              </w:rPr>
              <w:t>garaažist kaubalüüsi 18</w:t>
            </w:r>
            <w:r w:rsidR="00F67EB9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14:paraId="375AE604" w14:textId="0F2A2B12" w:rsidR="007049AD" w:rsidRPr="00882D69" w:rsidRDefault="008F51D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3536F1EF" w14:textId="0D38C7FD" w:rsidR="007049AD" w:rsidRPr="00882D69" w:rsidRDefault="00427E23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Peavõti 1</w:t>
            </w:r>
            <w:r w:rsidR="009231AB">
              <w:rPr>
                <w:sz w:val="22"/>
                <w:szCs w:val="22"/>
              </w:rPr>
              <w:t xml:space="preserve"> (tähis pakil 1/1  PEAVÕTI 1)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049AD" w:rsidRPr="00882D69" w14:paraId="7851A79D" w14:textId="77777777" w:rsidTr="007A1B70">
        <w:trPr>
          <w:trHeight w:val="270"/>
        </w:trPr>
        <w:tc>
          <w:tcPr>
            <w:tcW w:w="4390" w:type="dxa"/>
          </w:tcPr>
          <w:p w14:paraId="598B242C" w14:textId="6DC8A80B" w:rsidR="007049AD" w:rsidRPr="00882D69" w:rsidRDefault="003D12D4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4a, 11 uks ruumi 12, 16 mõlemad kaubalifti uksed, 17 kaubalüüsi viiv uks,</w:t>
            </w:r>
            <w:r w:rsidR="00F67EB9">
              <w:rPr>
                <w:sz w:val="22"/>
                <w:szCs w:val="22"/>
              </w:rPr>
              <w:t xml:space="preserve"> 15 (trepikoja uks), 13, 14, a104 lift.</w:t>
            </w:r>
          </w:p>
        </w:tc>
        <w:tc>
          <w:tcPr>
            <w:tcW w:w="1275" w:type="dxa"/>
          </w:tcPr>
          <w:p w14:paraId="49F7A07F" w14:textId="66E1E0BC" w:rsidR="007049AD" w:rsidRPr="00882D69" w:rsidRDefault="008F51D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3BD51349" w14:textId="46E6FD25" w:rsidR="007049AD" w:rsidRPr="00882D69" w:rsidRDefault="008F51D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Peavõti 2</w:t>
            </w:r>
            <w:r w:rsidR="009231AB">
              <w:rPr>
                <w:sz w:val="22"/>
                <w:szCs w:val="22"/>
              </w:rPr>
              <w:t xml:space="preserve"> (tähis pakil 2/1  PEAVÕTI 2)</w:t>
            </w:r>
          </w:p>
        </w:tc>
      </w:tr>
      <w:tr w:rsidR="007049AD" w:rsidRPr="00882D69" w14:paraId="5537A0B5" w14:textId="77777777" w:rsidTr="007A1B70">
        <w:trPr>
          <w:trHeight w:val="270"/>
        </w:trPr>
        <w:tc>
          <w:tcPr>
            <w:tcW w:w="4390" w:type="dxa"/>
          </w:tcPr>
          <w:p w14:paraId="6F9838E7" w14:textId="22F2D215" w:rsidR="007049AD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a002</w:t>
            </w:r>
          </w:p>
        </w:tc>
        <w:tc>
          <w:tcPr>
            <w:tcW w:w="1275" w:type="dxa"/>
          </w:tcPr>
          <w:p w14:paraId="3DCBF453" w14:textId="5B924E4E" w:rsidR="007049AD" w:rsidRPr="00882D69" w:rsidRDefault="009479E5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5468D81D" w14:textId="2FB93283" w:rsidR="007049AD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Trepikoda a002 (Rahumäe tee poolne)</w:t>
            </w:r>
            <w:r w:rsidR="009231AB">
              <w:rPr>
                <w:sz w:val="22"/>
                <w:szCs w:val="22"/>
              </w:rPr>
              <w:t xml:space="preserve"> (tähis pakil </w:t>
            </w:r>
            <w:r w:rsidR="009479E5">
              <w:rPr>
                <w:sz w:val="22"/>
                <w:szCs w:val="22"/>
              </w:rPr>
              <w:t>5/1  TUULEKODA</w:t>
            </w:r>
            <w:r w:rsidR="009231AB">
              <w:rPr>
                <w:sz w:val="22"/>
                <w:szCs w:val="22"/>
              </w:rPr>
              <w:t>)</w:t>
            </w:r>
          </w:p>
        </w:tc>
      </w:tr>
      <w:tr w:rsidR="00C93AB8" w:rsidRPr="00882D69" w14:paraId="0844E51A" w14:textId="77777777" w:rsidTr="007A1B70">
        <w:trPr>
          <w:trHeight w:val="270"/>
        </w:trPr>
        <w:tc>
          <w:tcPr>
            <w:tcW w:w="4390" w:type="dxa"/>
          </w:tcPr>
          <w:p w14:paraId="354DF06B" w14:textId="21BB099F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14:paraId="0A0D0DB2" w14:textId="13EB3C63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31D30A74" w14:textId="4FFFBADC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Server</w:t>
            </w:r>
            <w:r w:rsidR="009231AB">
              <w:rPr>
                <w:sz w:val="22"/>
                <w:szCs w:val="22"/>
              </w:rPr>
              <w:t xml:space="preserve"> (tähis pakil 4/1  SERVER)</w:t>
            </w:r>
          </w:p>
        </w:tc>
      </w:tr>
      <w:tr w:rsidR="00C93AB8" w:rsidRPr="00882D69" w14:paraId="2268CF0C" w14:textId="77777777" w:rsidTr="007A1B70">
        <w:trPr>
          <w:trHeight w:val="270"/>
        </w:trPr>
        <w:tc>
          <w:tcPr>
            <w:tcW w:w="4390" w:type="dxa"/>
          </w:tcPr>
          <w:p w14:paraId="60EF4EA1" w14:textId="4924633F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14:paraId="57A8502D" w14:textId="3387492B" w:rsidR="00C93AB8" w:rsidRPr="00882D69" w:rsidRDefault="009479E5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14:paraId="6F18B872" w14:textId="6ED39E02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Välisuks ruumi 1</w:t>
            </w:r>
            <w:r w:rsidR="009231AB">
              <w:rPr>
                <w:sz w:val="22"/>
                <w:szCs w:val="22"/>
              </w:rPr>
              <w:t xml:space="preserve"> (tähis pakil </w:t>
            </w:r>
            <w:r w:rsidR="000D3790">
              <w:rPr>
                <w:sz w:val="22"/>
                <w:szCs w:val="22"/>
              </w:rPr>
              <w:t>5/1  TUULEKODA</w:t>
            </w:r>
            <w:r w:rsidR="009479E5">
              <w:rPr>
                <w:sz w:val="22"/>
                <w:szCs w:val="22"/>
              </w:rPr>
              <w:t xml:space="preserve"> </w:t>
            </w:r>
            <w:r w:rsidR="009479E5">
              <w:rPr>
                <w:sz w:val="22"/>
                <w:szCs w:val="22"/>
              </w:rPr>
              <w:t>6/1  TREPIKODA A002</w:t>
            </w:r>
            <w:r w:rsidR="009479E5">
              <w:rPr>
                <w:sz w:val="22"/>
                <w:szCs w:val="22"/>
              </w:rPr>
              <w:t xml:space="preserve"> ja </w:t>
            </w:r>
            <w:r w:rsidR="009479E5">
              <w:rPr>
                <w:sz w:val="22"/>
                <w:szCs w:val="22"/>
              </w:rPr>
              <w:t>3/1 RAHUMÄE V_TI</w:t>
            </w:r>
            <w:r w:rsidR="009231AB">
              <w:rPr>
                <w:sz w:val="22"/>
                <w:szCs w:val="22"/>
              </w:rPr>
              <w:t>)</w:t>
            </w:r>
          </w:p>
        </w:tc>
      </w:tr>
      <w:tr w:rsidR="00C93AB8" w:rsidRPr="00882D69" w14:paraId="664BFA12" w14:textId="77777777" w:rsidTr="007A1B70">
        <w:trPr>
          <w:trHeight w:val="270"/>
        </w:trPr>
        <w:tc>
          <w:tcPr>
            <w:tcW w:w="4390" w:type="dxa"/>
          </w:tcPr>
          <w:p w14:paraId="76014603" w14:textId="44EABBBB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29E7EA96" w14:textId="205460FF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411F3BF5" w14:textId="4A3CA796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Tehniline ruum </w:t>
            </w:r>
            <w:r w:rsidR="000D3790">
              <w:rPr>
                <w:sz w:val="22"/>
                <w:szCs w:val="22"/>
              </w:rPr>
              <w:t>3 (tähis pakil 7/1  TEH RUUM 3)</w:t>
            </w:r>
          </w:p>
        </w:tc>
      </w:tr>
      <w:tr w:rsidR="00C93AB8" w:rsidRPr="00882D69" w14:paraId="4E6B7801" w14:textId="77777777" w:rsidTr="007A1B70">
        <w:trPr>
          <w:trHeight w:val="270"/>
        </w:trPr>
        <w:tc>
          <w:tcPr>
            <w:tcW w:w="4390" w:type="dxa"/>
          </w:tcPr>
          <w:p w14:paraId="5C35002E" w14:textId="118B99DC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4a</w:t>
            </w:r>
          </w:p>
        </w:tc>
        <w:tc>
          <w:tcPr>
            <w:tcW w:w="1275" w:type="dxa"/>
          </w:tcPr>
          <w:p w14:paraId="7854DE77" w14:textId="6019E47C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6AE781CD" w14:textId="27D0679F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Turvalüüs</w:t>
            </w:r>
            <w:r w:rsidR="000D3790">
              <w:rPr>
                <w:sz w:val="22"/>
                <w:szCs w:val="22"/>
              </w:rPr>
              <w:t xml:space="preserve"> (tähis pakil 8/1  TURVALÜÜS)</w:t>
            </w:r>
          </w:p>
        </w:tc>
      </w:tr>
      <w:tr w:rsidR="00C93AB8" w:rsidRPr="00882D69" w14:paraId="145058F0" w14:textId="77777777" w:rsidTr="007A1B70">
        <w:trPr>
          <w:trHeight w:val="270"/>
        </w:trPr>
        <w:tc>
          <w:tcPr>
            <w:tcW w:w="4390" w:type="dxa"/>
          </w:tcPr>
          <w:p w14:paraId="77631A7F" w14:textId="6DB7CBB9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14:paraId="2FFC8355" w14:textId="5C5F5EAF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05471DD6" w14:textId="0C247272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Puhkeruum</w:t>
            </w:r>
            <w:r w:rsidR="000D3790">
              <w:rPr>
                <w:sz w:val="22"/>
                <w:szCs w:val="22"/>
              </w:rPr>
              <w:t xml:space="preserve"> (tähis pakil 9/1  PUHKERUUM)</w:t>
            </w:r>
          </w:p>
        </w:tc>
      </w:tr>
      <w:tr w:rsidR="00C93AB8" w:rsidRPr="00882D69" w14:paraId="5F675192" w14:textId="77777777" w:rsidTr="007A1B70">
        <w:trPr>
          <w:trHeight w:val="270"/>
        </w:trPr>
        <w:tc>
          <w:tcPr>
            <w:tcW w:w="4390" w:type="dxa"/>
          </w:tcPr>
          <w:p w14:paraId="0352672A" w14:textId="36E30AF2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14:paraId="0B4C68FD" w14:textId="51C04028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0D646445" w14:textId="59BB5C9E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Riietusruum</w:t>
            </w:r>
            <w:r w:rsidR="000D3790">
              <w:rPr>
                <w:sz w:val="22"/>
                <w:szCs w:val="22"/>
              </w:rPr>
              <w:t xml:space="preserve"> (tähis pakil 10/1  RIIETUSRUUM)</w:t>
            </w:r>
          </w:p>
        </w:tc>
      </w:tr>
      <w:tr w:rsidR="00C93AB8" w:rsidRPr="00882D69" w14:paraId="439AA6D6" w14:textId="77777777" w:rsidTr="007A1B70">
        <w:trPr>
          <w:trHeight w:val="270"/>
        </w:trPr>
        <w:tc>
          <w:tcPr>
            <w:tcW w:w="4390" w:type="dxa"/>
          </w:tcPr>
          <w:p w14:paraId="0693453B" w14:textId="247D4BCD" w:rsidR="00C93AB8" w:rsidRPr="00882D69" w:rsidRDefault="009231AB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ja </w:t>
            </w:r>
            <w:r w:rsidR="007A1B70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14:paraId="5AD3A62C" w14:textId="576A1D8A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049AD99A" w14:textId="33C70E72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Nõupidamiste ruum</w:t>
            </w:r>
            <w:r w:rsidR="009231AB">
              <w:rPr>
                <w:sz w:val="22"/>
                <w:szCs w:val="22"/>
              </w:rPr>
              <w:t xml:space="preserve"> ja tuulekoja klaasuks</w:t>
            </w:r>
            <w:r w:rsidR="007D384B">
              <w:rPr>
                <w:sz w:val="22"/>
                <w:szCs w:val="22"/>
              </w:rPr>
              <w:t xml:space="preserve"> ruumist 1</w:t>
            </w:r>
            <w:r w:rsidR="000D3790">
              <w:rPr>
                <w:sz w:val="22"/>
                <w:szCs w:val="22"/>
              </w:rPr>
              <w:t xml:space="preserve"> (tähis pakil 11/1 </w:t>
            </w:r>
            <w:r w:rsidR="00A85C4D">
              <w:rPr>
                <w:sz w:val="22"/>
                <w:szCs w:val="22"/>
              </w:rPr>
              <w:t xml:space="preserve"> </w:t>
            </w:r>
            <w:r w:rsidR="000D3790">
              <w:rPr>
                <w:sz w:val="22"/>
                <w:szCs w:val="22"/>
              </w:rPr>
              <w:t>KLAASUKS)</w:t>
            </w:r>
          </w:p>
        </w:tc>
      </w:tr>
      <w:tr w:rsidR="00C93AB8" w:rsidRPr="00882D69" w14:paraId="6245FCE6" w14:textId="77777777" w:rsidTr="007A1B70">
        <w:trPr>
          <w:trHeight w:val="270"/>
        </w:trPr>
        <w:tc>
          <w:tcPr>
            <w:tcW w:w="4390" w:type="dxa"/>
          </w:tcPr>
          <w:p w14:paraId="036AD166" w14:textId="6A7BAE36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14:paraId="33EFE124" w14:textId="1CFC1D43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149CE691" w14:textId="79A9CE8B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Kabinet</w:t>
            </w:r>
            <w:r w:rsidR="009231AB">
              <w:rPr>
                <w:sz w:val="22"/>
                <w:szCs w:val="22"/>
              </w:rPr>
              <w:t xml:space="preserve"> (tähis pakil</w:t>
            </w:r>
            <w:r w:rsidR="000D3790">
              <w:rPr>
                <w:sz w:val="22"/>
                <w:szCs w:val="22"/>
              </w:rPr>
              <w:t xml:space="preserve"> 12/1  KABINET)</w:t>
            </w:r>
          </w:p>
        </w:tc>
      </w:tr>
      <w:tr w:rsidR="00C93AB8" w:rsidRPr="00882D69" w14:paraId="379C30E8" w14:textId="77777777" w:rsidTr="007A1B70">
        <w:trPr>
          <w:trHeight w:val="270"/>
        </w:trPr>
        <w:tc>
          <w:tcPr>
            <w:tcW w:w="4390" w:type="dxa"/>
          </w:tcPr>
          <w:p w14:paraId="65607BF6" w14:textId="7AE0A209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14:paraId="41807C89" w14:textId="0EFB5CEC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79366A62" w14:textId="2208E540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Tootmise ja Logistika 1 vaheline uks</w:t>
            </w:r>
            <w:r w:rsidR="000D3790">
              <w:rPr>
                <w:sz w:val="22"/>
                <w:szCs w:val="22"/>
              </w:rPr>
              <w:t xml:space="preserve"> (tähis pakil 13/1  LOGISTIKA 1)</w:t>
            </w:r>
          </w:p>
        </w:tc>
      </w:tr>
      <w:tr w:rsidR="00C93AB8" w:rsidRPr="00882D69" w14:paraId="12E47DEB" w14:textId="77777777" w:rsidTr="007A1B70">
        <w:trPr>
          <w:trHeight w:val="270"/>
        </w:trPr>
        <w:tc>
          <w:tcPr>
            <w:tcW w:w="4390" w:type="dxa"/>
          </w:tcPr>
          <w:p w14:paraId="606B2808" w14:textId="2148FB17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</w:tcPr>
          <w:p w14:paraId="09EB9353" w14:textId="5C288B72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2D7F9784" w14:textId="17F8B789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Tehniline ruum</w:t>
            </w:r>
            <w:r w:rsidR="000D3790">
              <w:rPr>
                <w:sz w:val="22"/>
                <w:szCs w:val="22"/>
              </w:rPr>
              <w:t xml:space="preserve"> 13 (tähis pakil 19/1  TEHNILINE 13)</w:t>
            </w:r>
          </w:p>
        </w:tc>
      </w:tr>
      <w:tr w:rsidR="00C93AB8" w:rsidRPr="00882D69" w14:paraId="7522AFB9" w14:textId="77777777" w:rsidTr="007A1B70">
        <w:trPr>
          <w:trHeight w:val="270"/>
        </w:trPr>
        <w:tc>
          <w:tcPr>
            <w:tcW w:w="4390" w:type="dxa"/>
          </w:tcPr>
          <w:p w14:paraId="02CFD167" w14:textId="2060EEDF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5" w:type="dxa"/>
          </w:tcPr>
          <w:p w14:paraId="79A11822" w14:textId="1A7A79B8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3427C7A4" w14:textId="68B73E06" w:rsidR="00C93AB8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Hoidla</w:t>
            </w:r>
            <w:r w:rsidR="000D3790">
              <w:rPr>
                <w:sz w:val="22"/>
                <w:szCs w:val="22"/>
              </w:rPr>
              <w:t xml:space="preserve"> (tähis pakil 20/1  DOK HOIDLA)</w:t>
            </w:r>
          </w:p>
        </w:tc>
      </w:tr>
      <w:tr w:rsidR="0051721F" w:rsidRPr="00882D69" w14:paraId="335CE065" w14:textId="77777777" w:rsidTr="007A1B70">
        <w:trPr>
          <w:trHeight w:val="270"/>
        </w:trPr>
        <w:tc>
          <w:tcPr>
            <w:tcW w:w="4390" w:type="dxa"/>
          </w:tcPr>
          <w:p w14:paraId="637395C7" w14:textId="11FBF7A9" w:rsidR="0051721F" w:rsidRDefault="0051721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5" w:type="dxa"/>
          </w:tcPr>
          <w:p w14:paraId="6445E1CF" w14:textId="0D19453B" w:rsidR="0051721F" w:rsidRDefault="0051721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67F4BF54" w14:textId="3ACE5FAA" w:rsidR="0051721F" w:rsidRDefault="0051721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Trepikoda</w:t>
            </w:r>
            <w:r w:rsidR="000D3790">
              <w:rPr>
                <w:sz w:val="22"/>
                <w:szCs w:val="22"/>
              </w:rPr>
              <w:t xml:space="preserve"> (tähis pakil 21/1  TREPIKODA)</w:t>
            </w:r>
          </w:p>
        </w:tc>
      </w:tr>
      <w:tr w:rsidR="007049AD" w:rsidRPr="00882D69" w14:paraId="3D468079" w14:textId="77777777" w:rsidTr="007A1B70">
        <w:trPr>
          <w:trHeight w:val="270"/>
        </w:trPr>
        <w:tc>
          <w:tcPr>
            <w:tcW w:w="4390" w:type="dxa"/>
          </w:tcPr>
          <w:p w14:paraId="521D273B" w14:textId="57BACC33" w:rsidR="007049AD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5" w:type="dxa"/>
          </w:tcPr>
          <w:p w14:paraId="4376D65A" w14:textId="679C517F" w:rsidR="007049AD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410A2552" w14:textId="7EA75427" w:rsidR="007049AD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Kaubalift</w:t>
            </w:r>
            <w:r w:rsidR="0051721F">
              <w:rPr>
                <w:sz w:val="22"/>
                <w:szCs w:val="22"/>
              </w:rPr>
              <w:t>i uksed</w:t>
            </w:r>
            <w:r>
              <w:rPr>
                <w:sz w:val="22"/>
                <w:szCs w:val="22"/>
              </w:rPr>
              <w:t xml:space="preserve"> (Logistika 1</w:t>
            </w:r>
            <w:r w:rsidR="0051721F">
              <w:rPr>
                <w:sz w:val="22"/>
                <w:szCs w:val="22"/>
              </w:rPr>
              <w:t>)</w:t>
            </w:r>
            <w:r w:rsidR="000D3790">
              <w:rPr>
                <w:sz w:val="22"/>
                <w:szCs w:val="22"/>
              </w:rPr>
              <w:t xml:space="preserve"> (tähis pakil 14/1  KAUBALIFT 1)</w:t>
            </w:r>
          </w:p>
        </w:tc>
      </w:tr>
      <w:tr w:rsidR="007049AD" w:rsidRPr="00882D69" w14:paraId="125E1EE2" w14:textId="77777777" w:rsidTr="007A1B70">
        <w:trPr>
          <w:trHeight w:val="270"/>
        </w:trPr>
        <w:tc>
          <w:tcPr>
            <w:tcW w:w="4390" w:type="dxa"/>
          </w:tcPr>
          <w:p w14:paraId="54BB78F3" w14:textId="66941072" w:rsidR="007049AD" w:rsidRPr="00882D69" w:rsidRDefault="0051721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5" w:type="dxa"/>
          </w:tcPr>
          <w:p w14:paraId="371BD7B2" w14:textId="72EF642D" w:rsidR="007049AD" w:rsidRPr="00882D69" w:rsidRDefault="007A1B70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422EA433" w14:textId="3BF6E604" w:rsidR="007049AD" w:rsidRPr="00882D69" w:rsidRDefault="0051721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Kaubalifti uksed (Logistika 2)</w:t>
            </w:r>
            <w:r w:rsidR="000D3790">
              <w:rPr>
                <w:sz w:val="22"/>
                <w:szCs w:val="22"/>
              </w:rPr>
              <w:t xml:space="preserve"> (tähis pakil 16/1  KAUBALIFT 2)</w:t>
            </w:r>
          </w:p>
        </w:tc>
      </w:tr>
      <w:tr w:rsidR="0051721F" w:rsidRPr="00882D69" w14:paraId="5C061AAE" w14:textId="77777777" w:rsidTr="007A1B70">
        <w:trPr>
          <w:trHeight w:val="270"/>
        </w:trPr>
        <w:tc>
          <w:tcPr>
            <w:tcW w:w="4390" w:type="dxa"/>
          </w:tcPr>
          <w:p w14:paraId="194D1B60" w14:textId="5911ADC0" w:rsidR="0051721F" w:rsidRPr="00882D69" w:rsidRDefault="0051721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5" w:type="dxa"/>
          </w:tcPr>
          <w:p w14:paraId="3E1FE6A0" w14:textId="16438CBF" w:rsidR="0051721F" w:rsidRDefault="0051721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68DF5D2B" w14:textId="6BC55C10" w:rsidR="0051721F" w:rsidRPr="00882D69" w:rsidRDefault="0051721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Logistika 2 ja Kaubalüüs vaheline uks</w:t>
            </w:r>
            <w:r w:rsidR="000D3790">
              <w:rPr>
                <w:sz w:val="22"/>
                <w:szCs w:val="22"/>
              </w:rPr>
              <w:t xml:space="preserve"> (tähis pakil 15/1  LOGISTIKA 2)</w:t>
            </w:r>
          </w:p>
        </w:tc>
      </w:tr>
      <w:tr w:rsidR="0051721F" w:rsidRPr="00882D69" w14:paraId="0FCBE7F5" w14:textId="77777777" w:rsidTr="007A1B70">
        <w:trPr>
          <w:trHeight w:val="270"/>
        </w:trPr>
        <w:tc>
          <w:tcPr>
            <w:tcW w:w="4390" w:type="dxa"/>
          </w:tcPr>
          <w:p w14:paraId="377CE848" w14:textId="083D4354" w:rsidR="0051721F" w:rsidRPr="00882D69" w:rsidRDefault="0051721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5" w:type="dxa"/>
          </w:tcPr>
          <w:p w14:paraId="4DE7D837" w14:textId="387B47BD" w:rsidR="0051721F" w:rsidRDefault="0051721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525E8973" w14:textId="46F2B515" w:rsidR="0051721F" w:rsidRPr="00882D69" w:rsidRDefault="0051721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Garaaži ja Kaubalüüsi vaheline uks</w:t>
            </w:r>
            <w:r w:rsidR="000D3790">
              <w:rPr>
                <w:sz w:val="22"/>
                <w:szCs w:val="22"/>
              </w:rPr>
              <w:t xml:space="preserve"> (tähis pakil </w:t>
            </w:r>
            <w:r w:rsidR="00A85C4D">
              <w:rPr>
                <w:sz w:val="22"/>
                <w:szCs w:val="22"/>
              </w:rPr>
              <w:t>17/1  GARAAZ)</w:t>
            </w:r>
          </w:p>
        </w:tc>
      </w:tr>
      <w:tr w:rsidR="0051721F" w:rsidRPr="00882D69" w14:paraId="2D74877E" w14:textId="77777777" w:rsidTr="007A1B70">
        <w:trPr>
          <w:trHeight w:val="270"/>
        </w:trPr>
        <w:tc>
          <w:tcPr>
            <w:tcW w:w="4390" w:type="dxa"/>
          </w:tcPr>
          <w:p w14:paraId="4BBC8007" w14:textId="4FEF7C6B" w:rsidR="0051721F" w:rsidRPr="00882D69" w:rsidRDefault="0051721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75" w:type="dxa"/>
          </w:tcPr>
          <w:p w14:paraId="1988669C" w14:textId="6C7BFB05" w:rsidR="0051721F" w:rsidRDefault="0051721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20D52EE3" w14:textId="3917DB4E" w:rsidR="0051721F" w:rsidRPr="00882D69" w:rsidRDefault="0051721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Garaaži välisuks</w:t>
            </w:r>
            <w:r w:rsidR="009231AB">
              <w:rPr>
                <w:sz w:val="22"/>
                <w:szCs w:val="22"/>
              </w:rPr>
              <w:t xml:space="preserve"> (tähis pakil 18/1  GARAAZ 509)</w:t>
            </w:r>
          </w:p>
        </w:tc>
      </w:tr>
      <w:tr w:rsidR="0051721F" w:rsidRPr="00882D69" w14:paraId="382C7ADF" w14:textId="77777777" w:rsidTr="007A1B70">
        <w:trPr>
          <w:trHeight w:val="270"/>
        </w:trPr>
        <w:tc>
          <w:tcPr>
            <w:tcW w:w="4390" w:type="dxa"/>
          </w:tcPr>
          <w:p w14:paraId="5823F905" w14:textId="64FD3936" w:rsidR="0051721F" w:rsidRPr="00882D69" w:rsidRDefault="0051721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a104</w:t>
            </w:r>
          </w:p>
        </w:tc>
        <w:tc>
          <w:tcPr>
            <w:tcW w:w="1275" w:type="dxa"/>
          </w:tcPr>
          <w:p w14:paraId="7715091C" w14:textId="6188CC72" w:rsidR="0051721F" w:rsidRDefault="0051721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14:paraId="7D0B5E45" w14:textId="3D4A43ED" w:rsidR="0051721F" w:rsidRPr="00882D69" w:rsidRDefault="0051721F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Kaubalifti uksed (1. korruse tasand)</w:t>
            </w:r>
            <w:r w:rsidR="009231AB">
              <w:rPr>
                <w:sz w:val="22"/>
                <w:szCs w:val="22"/>
              </w:rPr>
              <w:t xml:space="preserve"> (tähis pakil 22/1  RUUM A104)</w:t>
            </w:r>
          </w:p>
        </w:tc>
      </w:tr>
      <w:tr w:rsidR="009231AB" w:rsidRPr="00882D69" w14:paraId="7CB6CEA1" w14:textId="77777777" w:rsidTr="007A1B70">
        <w:trPr>
          <w:trHeight w:val="270"/>
        </w:trPr>
        <w:tc>
          <w:tcPr>
            <w:tcW w:w="4390" w:type="dxa"/>
          </w:tcPr>
          <w:p w14:paraId="6420AF8F" w14:textId="5B4F0034" w:rsidR="009231AB" w:rsidRDefault="009231AB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Süsteemikaart</w:t>
            </w:r>
          </w:p>
        </w:tc>
        <w:tc>
          <w:tcPr>
            <w:tcW w:w="1275" w:type="dxa"/>
          </w:tcPr>
          <w:p w14:paraId="54FBFDA1" w14:textId="00C7B1EC" w:rsidR="009231AB" w:rsidRDefault="009231AB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14:paraId="623DECEB" w14:textId="0C5B1781" w:rsidR="009231AB" w:rsidRDefault="009231AB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Süsteemikaart</w:t>
            </w:r>
          </w:p>
        </w:tc>
      </w:tr>
    </w:tbl>
    <w:p w14:paraId="3FD37C39" w14:textId="6A357738" w:rsidR="006E2144" w:rsidRDefault="007D384B" w:rsidP="00171AD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Vt. </w:t>
      </w:r>
      <w:r w:rsidR="00DE271A">
        <w:rPr>
          <w:b/>
          <w:sz w:val="22"/>
          <w:szCs w:val="22"/>
        </w:rPr>
        <w:t xml:space="preserve">DTK </w:t>
      </w:r>
      <w:r>
        <w:rPr>
          <w:b/>
          <w:sz w:val="22"/>
          <w:szCs w:val="22"/>
        </w:rPr>
        <w:t xml:space="preserve">lukustuse </w:t>
      </w:r>
      <w:proofErr w:type="spellStart"/>
      <w:r>
        <w:rPr>
          <w:b/>
          <w:sz w:val="22"/>
          <w:szCs w:val="22"/>
        </w:rPr>
        <w:t>sarjastuse</w:t>
      </w:r>
      <w:proofErr w:type="spellEnd"/>
      <w:r>
        <w:rPr>
          <w:b/>
          <w:sz w:val="22"/>
          <w:szCs w:val="22"/>
        </w:rPr>
        <w:t xml:space="preserve"> tabel</w:t>
      </w:r>
      <w:r w:rsidR="00DE271A">
        <w:rPr>
          <w:b/>
          <w:sz w:val="22"/>
          <w:szCs w:val="22"/>
        </w:rPr>
        <w:t>it</w:t>
      </w:r>
    </w:p>
    <w:p w14:paraId="417E1319" w14:textId="77777777" w:rsidR="00DE271A" w:rsidRPr="00882D69" w:rsidRDefault="00DE271A" w:rsidP="00171ADC">
      <w:pPr>
        <w:jc w:val="both"/>
        <w:rPr>
          <w:b/>
          <w:sz w:val="22"/>
          <w:szCs w:val="22"/>
        </w:rPr>
      </w:pPr>
    </w:p>
    <w:p w14:paraId="6F254DC7" w14:textId="77777777" w:rsidR="00882D69" w:rsidRDefault="00882D69" w:rsidP="00882D69">
      <w:pPr>
        <w:pStyle w:val="ListParagraph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Loetelu üürniku kasutusse antavast mööblist ja/või muust inventarist:</w:t>
      </w:r>
      <w:r w:rsidR="005223B0">
        <w:rPr>
          <w:sz w:val="22"/>
          <w:szCs w:val="22"/>
        </w:rPr>
        <w:t xml:space="preserve"> </w:t>
      </w:r>
    </w:p>
    <w:p w14:paraId="380B351B" w14:textId="5BE91331" w:rsidR="00C93AB8" w:rsidRPr="00882D69" w:rsidRDefault="00C93AB8" w:rsidP="00C93AB8">
      <w:pPr>
        <w:pStyle w:val="ListParagraph"/>
        <w:numPr>
          <w:ilvl w:val="0"/>
          <w:numId w:val="25"/>
        </w:numPr>
        <w:jc w:val="both"/>
        <w:rPr>
          <w:sz w:val="22"/>
          <w:szCs w:val="22"/>
        </w:rPr>
      </w:pPr>
      <w:r>
        <w:rPr>
          <w:sz w:val="22"/>
          <w:szCs w:val="22"/>
        </w:rPr>
        <w:t>Üleantava inventari ja mööbli nimekiri on toodud lisas 1.</w:t>
      </w:r>
    </w:p>
    <w:p w14:paraId="0525AE0D" w14:textId="0BC5A302" w:rsidR="005223B0" w:rsidRPr="005223B0" w:rsidRDefault="005223B0" w:rsidP="005223B0">
      <w:pPr>
        <w:pStyle w:val="Footer"/>
        <w:tabs>
          <w:tab w:val="clear" w:pos="4153"/>
          <w:tab w:val="clear" w:pos="8306"/>
        </w:tabs>
        <w:ind w:right="360" w:firstLine="426"/>
        <w:rPr>
          <w:sz w:val="22"/>
          <w:szCs w:val="22"/>
        </w:rPr>
      </w:pPr>
    </w:p>
    <w:p w14:paraId="1192EBC9" w14:textId="77777777" w:rsidR="00882D69" w:rsidRPr="00882D69" w:rsidRDefault="00882D69" w:rsidP="00882D69">
      <w:pPr>
        <w:pStyle w:val="ListParagraph"/>
        <w:ind w:left="426"/>
        <w:jc w:val="both"/>
        <w:rPr>
          <w:sz w:val="22"/>
          <w:szCs w:val="22"/>
        </w:rPr>
      </w:pPr>
    </w:p>
    <w:p w14:paraId="4C6C474D" w14:textId="77777777" w:rsidR="007049AD" w:rsidRPr="00882D69" w:rsidRDefault="007049AD" w:rsidP="006F3ACC">
      <w:pPr>
        <w:pStyle w:val="ListParagraph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882D69">
        <w:rPr>
          <w:sz w:val="22"/>
          <w:szCs w:val="22"/>
        </w:rPr>
        <w:t>Märkused</w:t>
      </w:r>
      <w:r w:rsidR="006F3ACC" w:rsidRPr="00882D69">
        <w:rPr>
          <w:sz w:val="22"/>
          <w:szCs w:val="22"/>
        </w:rPr>
        <w:t xml:space="preserve"> üüripinna üleandmisel:</w:t>
      </w:r>
    </w:p>
    <w:p w14:paraId="70F8212C" w14:textId="22194501" w:rsidR="007049AD" w:rsidRPr="00882D69" w:rsidRDefault="00C93AB8" w:rsidP="006F3ACC">
      <w:pPr>
        <w:pStyle w:val="Footer"/>
        <w:tabs>
          <w:tab w:val="clear" w:pos="4153"/>
          <w:tab w:val="clear" w:pos="8306"/>
        </w:tabs>
        <w:ind w:left="426" w:right="360"/>
        <w:rPr>
          <w:sz w:val="22"/>
          <w:szCs w:val="22"/>
        </w:rPr>
      </w:pPr>
      <w:r>
        <w:rPr>
          <w:sz w:val="22"/>
          <w:szCs w:val="22"/>
        </w:rPr>
        <w:t>-</w:t>
      </w:r>
    </w:p>
    <w:p w14:paraId="7A1D8AC5" w14:textId="77777777" w:rsidR="005223B0" w:rsidRDefault="005223B0" w:rsidP="00A46C34">
      <w:pPr>
        <w:jc w:val="both"/>
        <w:rPr>
          <w:sz w:val="22"/>
          <w:szCs w:val="22"/>
        </w:rPr>
      </w:pPr>
    </w:p>
    <w:p w14:paraId="6024D10C" w14:textId="77777777" w:rsidR="00C93AB8" w:rsidRDefault="005223B0" w:rsidP="00A46C34">
      <w:pPr>
        <w:jc w:val="both"/>
        <w:rPr>
          <w:b/>
          <w:sz w:val="22"/>
          <w:szCs w:val="22"/>
        </w:rPr>
      </w:pPr>
      <w:r w:rsidRPr="005223B0">
        <w:rPr>
          <w:sz w:val="22"/>
          <w:szCs w:val="22"/>
        </w:rPr>
        <w:t>Ü</w:t>
      </w:r>
      <w:r>
        <w:rPr>
          <w:sz w:val="22"/>
          <w:szCs w:val="22"/>
        </w:rPr>
        <w:t>üripinna ü</w:t>
      </w:r>
      <w:r w:rsidRPr="005223B0">
        <w:rPr>
          <w:sz w:val="22"/>
          <w:szCs w:val="22"/>
        </w:rPr>
        <w:t>leandmise-vastuvõtmise akti lisad:</w:t>
      </w:r>
      <w:r>
        <w:rPr>
          <w:b/>
          <w:sz w:val="22"/>
          <w:szCs w:val="22"/>
        </w:rPr>
        <w:t xml:space="preserve"> </w:t>
      </w:r>
    </w:p>
    <w:p w14:paraId="5A619616" w14:textId="779B10E6" w:rsidR="00DF16DE" w:rsidRPr="00A879AA" w:rsidRDefault="00C93AB8" w:rsidP="00A879AA">
      <w:pPr>
        <w:pStyle w:val="ListParagraph"/>
        <w:numPr>
          <w:ilvl w:val="0"/>
          <w:numId w:val="26"/>
        </w:numPr>
        <w:jc w:val="both"/>
        <w:rPr>
          <w:sz w:val="22"/>
          <w:szCs w:val="22"/>
        </w:rPr>
      </w:pPr>
      <w:r w:rsidRPr="00A879AA">
        <w:rPr>
          <w:sz w:val="22"/>
          <w:szCs w:val="22"/>
        </w:rPr>
        <w:t>Üleantava sisustuse ja inventari loetelu (v.a nõrkvoolusüsteemidega seotud info, sh osad ekraanid).</w:t>
      </w:r>
    </w:p>
    <w:p w14:paraId="33950985" w14:textId="756E431E" w:rsidR="00A879AA" w:rsidRPr="00A879AA" w:rsidRDefault="00A879AA" w:rsidP="00A879AA">
      <w:pPr>
        <w:pStyle w:val="ListParagraph"/>
        <w:numPr>
          <w:ilvl w:val="0"/>
          <w:numId w:val="26"/>
        </w:numPr>
        <w:jc w:val="both"/>
        <w:rPr>
          <w:bCs/>
          <w:sz w:val="22"/>
          <w:szCs w:val="22"/>
        </w:rPr>
      </w:pPr>
      <w:r w:rsidRPr="00A879AA">
        <w:rPr>
          <w:bCs/>
          <w:sz w:val="22"/>
          <w:szCs w:val="22"/>
        </w:rPr>
        <w:t xml:space="preserve">Lukustuse </w:t>
      </w:r>
      <w:proofErr w:type="spellStart"/>
      <w:r w:rsidRPr="00A879AA">
        <w:rPr>
          <w:bCs/>
          <w:sz w:val="22"/>
          <w:szCs w:val="22"/>
        </w:rPr>
        <w:t>sarjastuse</w:t>
      </w:r>
      <w:proofErr w:type="spellEnd"/>
      <w:r w:rsidRPr="00A879AA">
        <w:rPr>
          <w:bCs/>
          <w:sz w:val="22"/>
          <w:szCs w:val="22"/>
        </w:rPr>
        <w:t xml:space="preserve"> tabel</w:t>
      </w:r>
    </w:p>
    <w:p w14:paraId="6CC7A0D5" w14:textId="77777777" w:rsidR="007049AD" w:rsidRPr="00882D69" w:rsidRDefault="007049AD" w:rsidP="007049AD">
      <w:pPr>
        <w:spacing w:before="100" w:beforeAutospacing="1" w:after="100" w:afterAutospacing="1"/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212"/>
        <w:gridCol w:w="3213"/>
      </w:tblGrid>
      <w:tr w:rsidR="00341605" w:rsidRPr="00882D69" w14:paraId="6EBA0E63" w14:textId="77777777" w:rsidTr="003B67B7">
        <w:tc>
          <w:tcPr>
            <w:tcW w:w="6518" w:type="dxa"/>
            <w:gridSpan w:val="2"/>
          </w:tcPr>
          <w:p w14:paraId="4171F939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Üüripinna üleandjad:</w:t>
            </w:r>
          </w:p>
        </w:tc>
        <w:tc>
          <w:tcPr>
            <w:tcW w:w="3260" w:type="dxa"/>
          </w:tcPr>
          <w:p w14:paraId="4C72E4A3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Üüripinna vastuvõtja:</w:t>
            </w:r>
          </w:p>
        </w:tc>
      </w:tr>
      <w:tr w:rsidR="00341605" w:rsidRPr="00882D69" w14:paraId="2E022388" w14:textId="77777777" w:rsidTr="003B67B7">
        <w:tc>
          <w:tcPr>
            <w:tcW w:w="3259" w:type="dxa"/>
          </w:tcPr>
          <w:p w14:paraId="72C6EF9C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59" w:type="dxa"/>
          </w:tcPr>
          <w:p w14:paraId="54E3396B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2C1EA08E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</w:tr>
      <w:tr w:rsidR="00341605" w:rsidRPr="00882D69" w14:paraId="6B324B3E" w14:textId="77777777" w:rsidTr="003B67B7">
        <w:tc>
          <w:tcPr>
            <w:tcW w:w="3259" w:type="dxa"/>
          </w:tcPr>
          <w:p w14:paraId="2319D7DF" w14:textId="78E91A39" w:rsidR="00341605" w:rsidRPr="00882D69" w:rsidRDefault="00EB4CE2" w:rsidP="005B18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Viljar Kuus</w:t>
            </w:r>
          </w:p>
        </w:tc>
        <w:tc>
          <w:tcPr>
            <w:tcW w:w="3259" w:type="dxa"/>
          </w:tcPr>
          <w:p w14:paraId="11F8FF9B" w14:textId="6E592435" w:rsidR="00341605" w:rsidRDefault="00EB4CE2" w:rsidP="005B18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Kristjan Kukk</w:t>
            </w:r>
          </w:p>
          <w:p w14:paraId="643BA9D3" w14:textId="7107460B" w:rsidR="00EB4CE2" w:rsidRPr="00882D69" w:rsidRDefault="00EB4CE2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5FEEE775" w14:textId="48098D7B" w:rsidR="00341605" w:rsidRPr="00882D69" w:rsidRDefault="00EB4CE2" w:rsidP="005B18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Hannes Jaanimäe</w:t>
            </w:r>
          </w:p>
        </w:tc>
      </w:tr>
      <w:tr w:rsidR="00341605" w:rsidRPr="00882D69" w14:paraId="1B7920FF" w14:textId="77777777" w:rsidTr="003B67B7">
        <w:tc>
          <w:tcPr>
            <w:tcW w:w="3259" w:type="dxa"/>
          </w:tcPr>
          <w:p w14:paraId="037D7E44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  <w:tc>
          <w:tcPr>
            <w:tcW w:w="3259" w:type="dxa"/>
          </w:tcPr>
          <w:p w14:paraId="0061AA2F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  <w:tc>
          <w:tcPr>
            <w:tcW w:w="3260" w:type="dxa"/>
          </w:tcPr>
          <w:p w14:paraId="3DCA7862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</w:tr>
    </w:tbl>
    <w:p w14:paraId="10F38CE3" w14:textId="77777777" w:rsidR="00341605" w:rsidRPr="00882D69" w:rsidRDefault="00341605" w:rsidP="005B18B8">
      <w:pPr>
        <w:rPr>
          <w:b/>
          <w:sz w:val="22"/>
          <w:szCs w:val="22"/>
        </w:rPr>
      </w:pPr>
    </w:p>
    <w:p w14:paraId="6A70A76B" w14:textId="77777777" w:rsidR="00341605" w:rsidRPr="00882D69" w:rsidRDefault="005B18B8" w:rsidP="005B18B8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</w:p>
    <w:p w14:paraId="7ED3B498" w14:textId="77777777" w:rsidR="00341605" w:rsidRPr="00882D69" w:rsidRDefault="00341605" w:rsidP="005B18B8">
      <w:pPr>
        <w:rPr>
          <w:b/>
          <w:sz w:val="22"/>
          <w:szCs w:val="22"/>
        </w:rPr>
      </w:pPr>
    </w:p>
    <w:p w14:paraId="1AC42DAC" w14:textId="77777777" w:rsidR="005B18B8" w:rsidRPr="00882D69" w:rsidRDefault="00341605" w:rsidP="005B18B8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20000D" w:rsidRPr="00882D69">
        <w:rPr>
          <w:b/>
          <w:sz w:val="22"/>
          <w:szCs w:val="22"/>
        </w:rPr>
        <w:tab/>
      </w:r>
    </w:p>
    <w:p w14:paraId="7318DC19" w14:textId="77777777" w:rsidR="007049AD" w:rsidRPr="00882D69" w:rsidRDefault="007049AD" w:rsidP="00341605">
      <w:pPr>
        <w:ind w:left="2160" w:firstLine="720"/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</w:p>
    <w:p w14:paraId="7599C324" w14:textId="2E4FCD35" w:rsidR="00B41319" w:rsidRPr="00E8497C" w:rsidRDefault="00341605" w:rsidP="00E8497C">
      <w:pPr>
        <w:pStyle w:val="Footer"/>
        <w:tabs>
          <w:tab w:val="clear" w:pos="4153"/>
          <w:tab w:val="clear" w:pos="8306"/>
        </w:tabs>
        <w:rPr>
          <w:i/>
          <w:sz w:val="22"/>
          <w:szCs w:val="22"/>
        </w:rPr>
      </w:pPr>
      <w:r w:rsidRPr="00882D69">
        <w:rPr>
          <w:i/>
          <w:sz w:val="22"/>
          <w:szCs w:val="22"/>
        </w:rPr>
        <w:tab/>
      </w:r>
      <w:r w:rsidR="005B18B8" w:rsidRPr="00882D69">
        <w:rPr>
          <w:i/>
          <w:sz w:val="22"/>
          <w:szCs w:val="22"/>
        </w:rPr>
        <w:tab/>
      </w:r>
      <w:r w:rsidR="0020000D" w:rsidRPr="00882D69">
        <w:rPr>
          <w:i/>
          <w:sz w:val="22"/>
          <w:szCs w:val="22"/>
        </w:rPr>
        <w:tab/>
      </w:r>
      <w:r w:rsidRPr="00882D69">
        <w:rPr>
          <w:i/>
          <w:sz w:val="22"/>
          <w:szCs w:val="22"/>
        </w:rPr>
        <w:tab/>
      </w:r>
    </w:p>
    <w:sectPr w:rsidR="00B41319" w:rsidRPr="00E8497C" w:rsidSect="00BF7CB9">
      <w:headerReference w:type="default" r:id="rId12"/>
      <w:footerReference w:type="even" r:id="rId13"/>
      <w:footerReference w:type="default" r:id="rId14"/>
      <w:pgSz w:w="11906" w:h="16838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BADC7" w14:textId="77777777" w:rsidR="000578A3" w:rsidRDefault="000578A3">
      <w:r>
        <w:separator/>
      </w:r>
    </w:p>
  </w:endnote>
  <w:endnote w:type="continuationSeparator" w:id="0">
    <w:p w14:paraId="5EA56BA7" w14:textId="77777777" w:rsidR="000578A3" w:rsidRDefault="0005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1ADDD" w14:textId="77777777" w:rsidR="00341605" w:rsidRDefault="00341605" w:rsidP="00E03B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97C224" w14:textId="77777777" w:rsidR="00341605" w:rsidRDefault="003416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A4DE" w14:textId="77777777" w:rsidR="00341605" w:rsidRPr="006E2144" w:rsidRDefault="00341605" w:rsidP="006E2144">
    <w:pPr>
      <w:pStyle w:val="Footer"/>
      <w:framePr w:wrap="around" w:vAnchor="text" w:hAnchor="page" w:x="5857" w:y="-113"/>
      <w:jc w:val="center"/>
      <w:rPr>
        <w:rStyle w:val="PageNumber"/>
        <w:sz w:val="20"/>
        <w:szCs w:val="20"/>
      </w:rPr>
    </w:pPr>
    <w:r w:rsidRPr="006E2144">
      <w:rPr>
        <w:rStyle w:val="PageNumber"/>
        <w:sz w:val="20"/>
        <w:szCs w:val="20"/>
      </w:rPr>
      <w:fldChar w:fldCharType="begin"/>
    </w:r>
    <w:r w:rsidRPr="006E2144">
      <w:rPr>
        <w:rStyle w:val="PageNumber"/>
        <w:sz w:val="20"/>
        <w:szCs w:val="20"/>
      </w:rPr>
      <w:instrText xml:space="preserve">PAGE  </w:instrText>
    </w:r>
    <w:r w:rsidRPr="006E2144">
      <w:rPr>
        <w:rStyle w:val="PageNumber"/>
        <w:sz w:val="20"/>
        <w:szCs w:val="20"/>
      </w:rPr>
      <w:fldChar w:fldCharType="separate"/>
    </w:r>
    <w:r w:rsidR="003760E2">
      <w:rPr>
        <w:rStyle w:val="PageNumber"/>
        <w:noProof/>
        <w:sz w:val="20"/>
        <w:szCs w:val="20"/>
      </w:rPr>
      <w:t>2</w:t>
    </w:r>
    <w:r w:rsidRPr="006E2144">
      <w:rPr>
        <w:rStyle w:val="PageNumber"/>
        <w:sz w:val="20"/>
        <w:szCs w:val="20"/>
      </w:rPr>
      <w:fldChar w:fldCharType="end"/>
    </w:r>
    <w:r w:rsidRPr="006E2144">
      <w:rPr>
        <w:rStyle w:val="PageNumber"/>
        <w:sz w:val="20"/>
        <w:szCs w:val="20"/>
      </w:rPr>
      <w:t>/</w:t>
    </w:r>
    <w:r w:rsidRPr="006E2144">
      <w:rPr>
        <w:rStyle w:val="PageNumber"/>
        <w:sz w:val="20"/>
        <w:szCs w:val="20"/>
      </w:rPr>
      <w:fldChar w:fldCharType="begin"/>
    </w:r>
    <w:r w:rsidRPr="006E2144">
      <w:rPr>
        <w:rStyle w:val="PageNumber"/>
        <w:sz w:val="20"/>
        <w:szCs w:val="20"/>
      </w:rPr>
      <w:instrText xml:space="preserve"> NUMPAGES </w:instrText>
    </w:r>
    <w:r w:rsidRPr="006E2144">
      <w:rPr>
        <w:rStyle w:val="PageNumber"/>
        <w:sz w:val="20"/>
        <w:szCs w:val="20"/>
      </w:rPr>
      <w:fldChar w:fldCharType="separate"/>
    </w:r>
    <w:r w:rsidR="003760E2">
      <w:rPr>
        <w:rStyle w:val="PageNumber"/>
        <w:noProof/>
        <w:sz w:val="20"/>
        <w:szCs w:val="20"/>
      </w:rPr>
      <w:t>2</w:t>
    </w:r>
    <w:r w:rsidRPr="006E2144">
      <w:rPr>
        <w:rStyle w:val="PageNumber"/>
        <w:sz w:val="20"/>
        <w:szCs w:val="20"/>
      </w:rPr>
      <w:fldChar w:fldCharType="end"/>
    </w:r>
  </w:p>
  <w:p w14:paraId="7F46A8AB" w14:textId="77777777" w:rsidR="00341605" w:rsidRDefault="00341605">
    <w:pPr>
      <w:pStyle w:val="Footer"/>
      <w:ind w:right="360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D11230" wp14:editId="6CB38996">
              <wp:simplePos x="0" y="0"/>
              <wp:positionH relativeFrom="column">
                <wp:posOffset>-457200</wp:posOffset>
              </wp:positionH>
              <wp:positionV relativeFrom="paragraph">
                <wp:posOffset>-292735</wp:posOffset>
              </wp:positionV>
              <wp:extent cx="228600" cy="572135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572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B7B0B" w14:textId="77777777" w:rsidR="00341605" w:rsidRPr="00BF7CB9" w:rsidRDefault="00341605" w:rsidP="00BF7CB9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D1123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6pt;margin-top:-23.05pt;width:18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eO47wEAAMkDAAAOAAAAZHJzL2Uyb0RvYy54bWysU8GO0zAQvSPxD5bvNGnpLkvUdLV0VYS0&#10;LEgLH+A4TmLheMzYbdK/Z+xkuwVuiBwsj8d+M+/Ny+Z27A07KvQabMmXi5wzZSXU2rYl//5t/+aG&#10;Mx+ErYUBq0p+Up7fbl+/2gyuUCvowNQKGYFYXwyu5F0IrsgyLzvVC78ApywlG8BeBAqxzWoUA6H3&#10;Jlvl+XU2ANYOQSrv6fR+SvJtwm8aJcOXpvEqMFNy6i2kFdNaxTXbbkTRonCdlnMb4h+66IW2VPQM&#10;dS+CYAfUf0H1WiJ4aMJCQp9B02ipEgdis8z/YPPUCacSFxLHu7NM/v/Bysfjk/uKLIwfYKQBJhLe&#10;PYD84ZmFXSdsq+4QYeiUqKnwMkqWDc4X89MotS98BKmGz1DTkMUhQAIaG+yjKsSTEToN4HQWXY2B&#10;STpcrW6uc8pISl29Wy3fXqUKonh+7NCHjwp6FjclR5ppAhfHBx9iM6J4vhJreTC63mtjUoBttTPI&#10;joLmv0/fjP7bNWPjZQvx2YQYTxLLSGyiGMZqpGRkW0F9Ir4Ik5/I/7SJK2cDeank/udBoOLMfLKk&#10;2fvleh3Nl4I1kaQALzPVZUZY2QFZlMCm7S5Mhj041G1HlaYpWbgjnRudNHjpau6b/JKkmb0dDXkZ&#10;p1svf+D2FwAAAP//AwBQSwMEFAAGAAgAAAAhAIYrzobgAAAACgEAAA8AAABkcnMvZG93bnJldi54&#10;bWxMj0FPhDAQhe8m/odmTLwYtsAia5Cy2Wj2qFFWs9cu7QKxnRJaWPz3jie9zcx7efO9crtYw2Y9&#10;+t6hgGQVA9PYONVjK+DjsI8egPkgUUnjUAv41h621fVVKQvlLviu5zq0jELQF1JAF8JQcO6bTlvp&#10;V27QSNrZjVYGWseWq1FeKNwansZxzq3skT50ctBPnW6+6skKOH5O+7s0eds9z+ukfr0/mJczGiFu&#10;b5bdI7Cgl/Bnhl98QoeKmE5uQuWZERBtUuoSaMjyBBg5onVOl5OALIuBVyX/X6H6AQAA//8DAFBL&#10;AQItABQABgAIAAAAIQC2gziS/gAAAOEBAAATAAAAAAAAAAAAAAAAAAAAAABbQ29udGVudF9UeXBl&#10;c10ueG1sUEsBAi0AFAAGAAgAAAAhADj9If/WAAAAlAEAAAsAAAAAAAAAAAAAAAAALwEAAF9yZWxz&#10;Ly5yZWxzUEsBAi0AFAAGAAgAAAAhAGMx47jvAQAAyQMAAA4AAAAAAAAAAAAAAAAALgIAAGRycy9l&#10;Mm9Eb2MueG1sUEsBAi0AFAAGAAgAAAAhAIYrzobgAAAACgEAAA8AAAAAAAAAAAAAAAAASQQAAGRy&#10;cy9kb3ducmV2LnhtbFBLBQYAAAAABAAEAPMAAABWBQAAAAA=&#10;" stroked="f">
              <v:textbox style="layout-flow:vertical">
                <w:txbxContent>
                  <w:p w14:paraId="057B7B0B" w14:textId="77777777" w:rsidR="00341605" w:rsidRPr="00BF7CB9" w:rsidRDefault="00341605" w:rsidP="00BF7CB9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9CA0A" w14:textId="77777777" w:rsidR="000578A3" w:rsidRDefault="000578A3">
      <w:r>
        <w:separator/>
      </w:r>
    </w:p>
  </w:footnote>
  <w:footnote w:type="continuationSeparator" w:id="0">
    <w:p w14:paraId="03C8621E" w14:textId="77777777" w:rsidR="000578A3" w:rsidRDefault="000578A3">
      <w:r>
        <w:continuationSeparator/>
      </w:r>
    </w:p>
  </w:footnote>
  <w:footnote w:id="1">
    <w:p w14:paraId="3EB22AA4" w14:textId="77777777" w:rsidR="00341605" w:rsidRDefault="00341605" w:rsidP="00341605">
      <w:pPr>
        <w:pStyle w:val="CommentText"/>
      </w:pPr>
      <w:r>
        <w:rPr>
          <w:rStyle w:val="FootnoteReference"/>
        </w:rPr>
        <w:footnoteRef/>
      </w:r>
      <w:r>
        <w:t xml:space="preserve"> „1“ – täiesti amortiseerunud ehitise osa; </w:t>
      </w:r>
    </w:p>
    <w:p w14:paraId="541AA5D3" w14:textId="77777777" w:rsidR="00341605" w:rsidRDefault="00341605" w:rsidP="00341605">
      <w:pPr>
        <w:pStyle w:val="CommentText"/>
      </w:pPr>
      <w:r>
        <w:t xml:space="preserve">  „2“ – halvas seisukorras, kohest remonti/vahetamise planeerimist vajav ehitise osa; </w:t>
      </w:r>
    </w:p>
    <w:p w14:paraId="1D587E19" w14:textId="77777777" w:rsidR="00341605" w:rsidRDefault="00341605" w:rsidP="00341605">
      <w:pPr>
        <w:pStyle w:val="CommentText"/>
      </w:pPr>
      <w:r>
        <w:t xml:space="preserve">  „3“ – remonti vajav, kuid veel kestev ehitise osa; </w:t>
      </w:r>
    </w:p>
    <w:p w14:paraId="66EA54E1" w14:textId="77777777" w:rsidR="00341605" w:rsidRDefault="00341605" w:rsidP="00341605">
      <w:pPr>
        <w:pStyle w:val="CommentText"/>
      </w:pPr>
      <w:r>
        <w:t xml:space="preserve">  „4“ – heas korras ehitise osa; </w:t>
      </w:r>
    </w:p>
    <w:p w14:paraId="46C726BC" w14:textId="77777777" w:rsidR="00341605" w:rsidRDefault="00341605" w:rsidP="00341605">
      <w:pPr>
        <w:pStyle w:val="FootnoteText"/>
      </w:pPr>
      <w:r>
        <w:t xml:space="preserve">  „5“ – värskelt korrastatud ehitise osa, mis vastab heale ehitustavale ja ehitusnormidele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A501A" w14:textId="474B980B" w:rsidR="006E2144" w:rsidRPr="006E2144" w:rsidRDefault="0064218A" w:rsidP="006E2144">
    <w:pPr>
      <w:pStyle w:val="Header"/>
      <w:tabs>
        <w:tab w:val="clear" w:pos="4320"/>
        <w:tab w:val="clear" w:pos="8640"/>
        <w:tab w:val="left" w:pos="7428"/>
      </w:tabs>
      <w:rPr>
        <w:sz w:val="20"/>
        <w:szCs w:val="20"/>
      </w:rPr>
    </w:pPr>
    <w:r>
      <w:rPr>
        <w:noProof/>
        <w:lang w:eastAsia="et-EE"/>
      </w:rPr>
      <w:t xml:space="preserve">      </w:t>
    </w:r>
    <w:r>
      <w:rPr>
        <w:noProof/>
        <w:lang w:eastAsia="et-EE"/>
      </w:rPr>
      <w:drawing>
        <wp:inline distT="0" distB="0" distL="0" distR="0" wp14:anchorId="1F535C6C" wp14:editId="730D15BD">
          <wp:extent cx="2036445" cy="231775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6445" cy="231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E2144">
      <w:tab/>
    </w:r>
    <w:r w:rsidR="00B17F7D">
      <w:t xml:space="preserve">       </w:t>
    </w:r>
    <w:r w:rsidR="000443CD">
      <w:t xml:space="preserve"> </w:t>
    </w:r>
    <w:r w:rsidR="003760E2">
      <w:rPr>
        <w:sz w:val="20"/>
        <w:szCs w:val="20"/>
      </w:rPr>
      <w:t>HAL.</w:t>
    </w:r>
    <w:r w:rsidR="00B17F7D">
      <w:rPr>
        <w:sz w:val="20"/>
        <w:szCs w:val="20"/>
      </w:rPr>
      <w:t>2</w:t>
    </w:r>
    <w:r w:rsidR="003760E2">
      <w:rPr>
        <w:sz w:val="20"/>
        <w:szCs w:val="20"/>
      </w:rPr>
      <w:t>.</w:t>
    </w:r>
    <w:r w:rsidR="00B17F7D">
      <w:rPr>
        <w:sz w:val="20"/>
        <w:szCs w:val="20"/>
      </w:rPr>
      <w:t>4</w:t>
    </w:r>
    <w:r w:rsidR="003760E2">
      <w:rPr>
        <w:sz w:val="20"/>
        <w:szCs w:val="20"/>
      </w:rPr>
      <w:t>.</w:t>
    </w:r>
    <w:r w:rsidR="004745B0">
      <w:rPr>
        <w:sz w:val="20"/>
        <w:szCs w:val="20"/>
      </w:rPr>
      <w:t>V</w:t>
    </w:r>
    <w:r w:rsidR="00646BF3">
      <w:rPr>
        <w:sz w:val="20"/>
        <w:szCs w:val="20"/>
      </w:rPr>
      <w:t>1.</w:t>
    </w:r>
    <w:r w:rsidR="003760E2">
      <w:rPr>
        <w:sz w:val="20"/>
        <w:szCs w:val="20"/>
      </w:rPr>
      <w:t>v0</w:t>
    </w:r>
    <w:r w:rsidR="00B17F7D">
      <w:rPr>
        <w:sz w:val="20"/>
        <w:szCs w:val="20"/>
      </w:rPr>
      <w:t>1</w:t>
    </w:r>
  </w:p>
  <w:p w14:paraId="688FF5CC" w14:textId="30F5F532" w:rsidR="006E2144" w:rsidRDefault="003760E2" w:rsidP="006E2144">
    <w:pPr>
      <w:pStyle w:val="Header"/>
      <w:tabs>
        <w:tab w:val="clear" w:pos="4320"/>
        <w:tab w:val="clear" w:pos="8640"/>
        <w:tab w:val="left" w:pos="7428"/>
      </w:tabs>
      <w:rPr>
        <w:sz w:val="20"/>
        <w:szCs w:val="20"/>
      </w:rPr>
    </w:pPr>
    <w:r>
      <w:rPr>
        <w:sz w:val="20"/>
        <w:szCs w:val="20"/>
      </w:rPr>
      <w:tab/>
      <w:t xml:space="preserve">Kinnitatud: </w:t>
    </w:r>
    <w:r w:rsidR="004745B0">
      <w:rPr>
        <w:sz w:val="20"/>
        <w:szCs w:val="20"/>
      </w:rPr>
      <w:t>30</w:t>
    </w:r>
    <w:r>
      <w:rPr>
        <w:sz w:val="20"/>
        <w:szCs w:val="20"/>
      </w:rPr>
      <w:t>.</w:t>
    </w:r>
    <w:r w:rsidR="004745B0">
      <w:rPr>
        <w:sz w:val="20"/>
        <w:szCs w:val="20"/>
      </w:rPr>
      <w:t>06</w:t>
    </w:r>
    <w:r>
      <w:rPr>
        <w:sz w:val="20"/>
        <w:szCs w:val="20"/>
      </w:rPr>
      <w:t>.20</w:t>
    </w:r>
    <w:r w:rsidR="001B1ACA">
      <w:rPr>
        <w:sz w:val="20"/>
        <w:szCs w:val="20"/>
      </w:rPr>
      <w:t>21</w:t>
    </w:r>
  </w:p>
  <w:p w14:paraId="51800E51" w14:textId="38B22433" w:rsidR="0064218A" w:rsidRDefault="0064218A" w:rsidP="006E2144">
    <w:pPr>
      <w:pStyle w:val="Header"/>
      <w:tabs>
        <w:tab w:val="clear" w:pos="4320"/>
        <w:tab w:val="clear" w:pos="8640"/>
        <w:tab w:val="left" w:pos="7428"/>
      </w:tabs>
      <w:rPr>
        <w:sz w:val="20"/>
        <w:szCs w:val="20"/>
      </w:rPr>
    </w:pPr>
  </w:p>
  <w:p w14:paraId="25238C26" w14:textId="77777777" w:rsidR="0064218A" w:rsidRPr="006E2144" w:rsidRDefault="0064218A" w:rsidP="006E2144">
    <w:pPr>
      <w:pStyle w:val="Header"/>
      <w:tabs>
        <w:tab w:val="clear" w:pos="4320"/>
        <w:tab w:val="clear" w:pos="8640"/>
        <w:tab w:val="left" w:pos="7428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42940"/>
    <w:multiLevelType w:val="hybridMultilevel"/>
    <w:tmpl w:val="84AC4616"/>
    <w:lvl w:ilvl="0" w:tplc="3EA800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389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6428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FE6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ED7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C4F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CE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64FC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E0F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C5686"/>
    <w:multiLevelType w:val="hybridMultilevel"/>
    <w:tmpl w:val="18804744"/>
    <w:lvl w:ilvl="0" w:tplc="7ACED50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58E6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2A9F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6AB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206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613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368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F62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7C2B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A4C79"/>
    <w:multiLevelType w:val="hybridMultilevel"/>
    <w:tmpl w:val="F612922E"/>
    <w:lvl w:ilvl="0" w:tplc="6958BEAE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74F2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FEC7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8E04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2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3263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F60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227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56D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5B67BD"/>
    <w:multiLevelType w:val="hybridMultilevel"/>
    <w:tmpl w:val="C56672D6"/>
    <w:lvl w:ilvl="0" w:tplc="A1549D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8B0C6C"/>
    <w:multiLevelType w:val="hybridMultilevel"/>
    <w:tmpl w:val="8C6EB898"/>
    <w:lvl w:ilvl="0" w:tplc="4808DAF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707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CF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3E4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61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167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6AD8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4FF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0E90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F624DF"/>
    <w:multiLevelType w:val="hybridMultilevel"/>
    <w:tmpl w:val="5CF0D6EE"/>
    <w:lvl w:ilvl="0" w:tplc="24F079D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8425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07D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066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AE65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C4B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365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EC97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FA7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C64BDC"/>
    <w:multiLevelType w:val="hybridMultilevel"/>
    <w:tmpl w:val="F60EFB0E"/>
    <w:lvl w:ilvl="0" w:tplc="0662516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5814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FEAD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E42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3E37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2CE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4EE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145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2039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6159C3"/>
    <w:multiLevelType w:val="hybridMultilevel"/>
    <w:tmpl w:val="A1BEA3A8"/>
    <w:lvl w:ilvl="0" w:tplc="F9027E18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D808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B2DD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A43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20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221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C45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BA8E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9CB3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EA2B76"/>
    <w:multiLevelType w:val="hybridMultilevel"/>
    <w:tmpl w:val="5B740F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212A6"/>
    <w:multiLevelType w:val="hybridMultilevel"/>
    <w:tmpl w:val="3810242A"/>
    <w:lvl w:ilvl="0" w:tplc="A882ED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D8F7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9CE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BCA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9C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7E32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3A4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6EE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A840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12000B"/>
    <w:multiLevelType w:val="hybridMultilevel"/>
    <w:tmpl w:val="82BCFE88"/>
    <w:lvl w:ilvl="0" w:tplc="63A87A72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AAD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4E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C2C7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42A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7EE7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70BE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8A9B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B21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5D2217"/>
    <w:multiLevelType w:val="hybridMultilevel"/>
    <w:tmpl w:val="12D49D8A"/>
    <w:lvl w:ilvl="0" w:tplc="6400DED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68A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52F7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367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3C1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F0C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02D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900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6D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A71095"/>
    <w:multiLevelType w:val="hybridMultilevel"/>
    <w:tmpl w:val="88824B82"/>
    <w:lvl w:ilvl="0" w:tplc="369A3B9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9A27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BC09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FEE6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657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D6B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50C8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AB9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430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A5539A"/>
    <w:multiLevelType w:val="hybridMultilevel"/>
    <w:tmpl w:val="F1063B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21A49"/>
    <w:multiLevelType w:val="hybridMultilevel"/>
    <w:tmpl w:val="256ADFD0"/>
    <w:lvl w:ilvl="0" w:tplc="E626EE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BE36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C80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3AD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9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9880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4E6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E4D9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3AE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CD5C47"/>
    <w:multiLevelType w:val="hybridMultilevel"/>
    <w:tmpl w:val="9A16BDB0"/>
    <w:lvl w:ilvl="0" w:tplc="B198902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CEE2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342F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0C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031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1CB4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F28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F42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B626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6539DE"/>
    <w:multiLevelType w:val="hybridMultilevel"/>
    <w:tmpl w:val="8090B1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71B43"/>
    <w:multiLevelType w:val="hybridMultilevel"/>
    <w:tmpl w:val="34D4F56A"/>
    <w:lvl w:ilvl="0" w:tplc="A03CBA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FAFDF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77C62"/>
    <w:multiLevelType w:val="hybridMultilevel"/>
    <w:tmpl w:val="25245864"/>
    <w:lvl w:ilvl="0" w:tplc="6C24016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04A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F6E6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1402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CD9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02B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4E0A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EE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54A2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1F5593"/>
    <w:multiLevelType w:val="hybridMultilevel"/>
    <w:tmpl w:val="6CC0A480"/>
    <w:lvl w:ilvl="0" w:tplc="5FB052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92F4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F04C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44F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AA5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045D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88C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EA7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FA0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A7407D"/>
    <w:multiLevelType w:val="hybridMultilevel"/>
    <w:tmpl w:val="6218CEC8"/>
    <w:lvl w:ilvl="0" w:tplc="606EEEF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1AE7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48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7CE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04D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0EC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C02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65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8A56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04359E"/>
    <w:multiLevelType w:val="hybridMultilevel"/>
    <w:tmpl w:val="678830EC"/>
    <w:lvl w:ilvl="0" w:tplc="45ECD3D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3A40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E8A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E2E1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A26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EC4B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3C2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C5F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C2FB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26462D"/>
    <w:multiLevelType w:val="hybridMultilevel"/>
    <w:tmpl w:val="D2EEA0F8"/>
    <w:lvl w:ilvl="0" w:tplc="E376D46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0AF5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A40C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945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286F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82B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A6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F0B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4066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C075B27"/>
    <w:multiLevelType w:val="hybridMultilevel"/>
    <w:tmpl w:val="3E824C9E"/>
    <w:lvl w:ilvl="0" w:tplc="BDB0B23C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02FD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3C70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F8A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A4EE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2A9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A86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891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2FA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E47E66"/>
    <w:multiLevelType w:val="hybridMultilevel"/>
    <w:tmpl w:val="A2AE6A9A"/>
    <w:lvl w:ilvl="0" w:tplc="0E3696E6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5473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8454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F2F0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DC3D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C00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D6AB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A42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64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DA03811"/>
    <w:multiLevelType w:val="hybridMultilevel"/>
    <w:tmpl w:val="6B32CFF2"/>
    <w:lvl w:ilvl="0" w:tplc="02DC0E78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050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F6E5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0A5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0A7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3AB1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0C0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AD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6C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2218362">
    <w:abstractNumId w:val="0"/>
  </w:num>
  <w:num w:numId="2" w16cid:durableId="642779776">
    <w:abstractNumId w:val="9"/>
  </w:num>
  <w:num w:numId="3" w16cid:durableId="1957906765">
    <w:abstractNumId w:val="19"/>
  </w:num>
  <w:num w:numId="4" w16cid:durableId="1177771338">
    <w:abstractNumId w:val="20"/>
  </w:num>
  <w:num w:numId="5" w16cid:durableId="187069299">
    <w:abstractNumId w:val="14"/>
  </w:num>
  <w:num w:numId="6" w16cid:durableId="1712924377">
    <w:abstractNumId w:val="5"/>
  </w:num>
  <w:num w:numId="7" w16cid:durableId="1784616374">
    <w:abstractNumId w:val="21"/>
  </w:num>
  <w:num w:numId="8" w16cid:durableId="729574374">
    <w:abstractNumId w:val="6"/>
  </w:num>
  <w:num w:numId="9" w16cid:durableId="299965680">
    <w:abstractNumId w:val="12"/>
  </w:num>
  <w:num w:numId="10" w16cid:durableId="1571963794">
    <w:abstractNumId w:val="18"/>
  </w:num>
  <w:num w:numId="11" w16cid:durableId="1906790764">
    <w:abstractNumId w:val="4"/>
  </w:num>
  <w:num w:numId="12" w16cid:durableId="1584414960">
    <w:abstractNumId w:val="22"/>
  </w:num>
  <w:num w:numId="13" w16cid:durableId="1360232272">
    <w:abstractNumId w:val="1"/>
  </w:num>
  <w:num w:numId="14" w16cid:durableId="958800444">
    <w:abstractNumId w:val="2"/>
  </w:num>
  <w:num w:numId="15" w16cid:durableId="1396589404">
    <w:abstractNumId w:val="15"/>
  </w:num>
  <w:num w:numId="16" w16cid:durableId="855969562">
    <w:abstractNumId w:val="24"/>
  </w:num>
  <w:num w:numId="17" w16cid:durableId="1576278791">
    <w:abstractNumId w:val="25"/>
  </w:num>
  <w:num w:numId="18" w16cid:durableId="783043308">
    <w:abstractNumId w:val="11"/>
  </w:num>
  <w:num w:numId="19" w16cid:durableId="771389873">
    <w:abstractNumId w:val="10"/>
  </w:num>
  <w:num w:numId="20" w16cid:durableId="1438136124">
    <w:abstractNumId w:val="7"/>
  </w:num>
  <w:num w:numId="21" w16cid:durableId="1602370989">
    <w:abstractNumId w:val="23"/>
  </w:num>
  <w:num w:numId="22" w16cid:durableId="337539387">
    <w:abstractNumId w:val="17"/>
  </w:num>
  <w:num w:numId="23" w16cid:durableId="1136145580">
    <w:abstractNumId w:val="16"/>
  </w:num>
  <w:num w:numId="24" w16cid:durableId="1313565234">
    <w:abstractNumId w:val="8"/>
  </w:num>
  <w:num w:numId="25" w16cid:durableId="438372153">
    <w:abstractNumId w:val="3"/>
  </w:num>
  <w:num w:numId="26" w16cid:durableId="19633421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9DF"/>
    <w:rsid w:val="00010290"/>
    <w:rsid w:val="000443CD"/>
    <w:rsid w:val="0005496F"/>
    <w:rsid w:val="000578A3"/>
    <w:rsid w:val="000D3790"/>
    <w:rsid w:val="00113142"/>
    <w:rsid w:val="001543F9"/>
    <w:rsid w:val="00171ADC"/>
    <w:rsid w:val="00193F48"/>
    <w:rsid w:val="001A027F"/>
    <w:rsid w:val="001A22AE"/>
    <w:rsid w:val="001A3650"/>
    <w:rsid w:val="001B1ACA"/>
    <w:rsid w:val="001D7BFD"/>
    <w:rsid w:val="0020000D"/>
    <w:rsid w:val="00272B01"/>
    <w:rsid w:val="002946EC"/>
    <w:rsid w:val="00296AFD"/>
    <w:rsid w:val="002D0BB7"/>
    <w:rsid w:val="002D3617"/>
    <w:rsid w:val="002E41FC"/>
    <w:rsid w:val="003369D5"/>
    <w:rsid w:val="00341605"/>
    <w:rsid w:val="00360AC7"/>
    <w:rsid w:val="003760E2"/>
    <w:rsid w:val="003B67B7"/>
    <w:rsid w:val="003D12D4"/>
    <w:rsid w:val="00427E23"/>
    <w:rsid w:val="0043679E"/>
    <w:rsid w:val="004745B0"/>
    <w:rsid w:val="004C3D70"/>
    <w:rsid w:val="004C5EB1"/>
    <w:rsid w:val="004E14E1"/>
    <w:rsid w:val="0051721F"/>
    <w:rsid w:val="005223B0"/>
    <w:rsid w:val="005433AE"/>
    <w:rsid w:val="005B18B8"/>
    <w:rsid w:val="005D08B8"/>
    <w:rsid w:val="005D2768"/>
    <w:rsid w:val="005D7EBB"/>
    <w:rsid w:val="0064218A"/>
    <w:rsid w:val="00646BF3"/>
    <w:rsid w:val="006E2144"/>
    <w:rsid w:val="006E59DF"/>
    <w:rsid w:val="006F3ACC"/>
    <w:rsid w:val="007049AD"/>
    <w:rsid w:val="00725BA0"/>
    <w:rsid w:val="00752162"/>
    <w:rsid w:val="007923B7"/>
    <w:rsid w:val="007A1B70"/>
    <w:rsid w:val="007A1BA5"/>
    <w:rsid w:val="007B7778"/>
    <w:rsid w:val="007D384B"/>
    <w:rsid w:val="00833E53"/>
    <w:rsid w:val="00882D69"/>
    <w:rsid w:val="008E75E9"/>
    <w:rsid w:val="008F51D1"/>
    <w:rsid w:val="00904410"/>
    <w:rsid w:val="009231AB"/>
    <w:rsid w:val="009479E5"/>
    <w:rsid w:val="00964623"/>
    <w:rsid w:val="009B2C0C"/>
    <w:rsid w:val="009D7050"/>
    <w:rsid w:val="00A07645"/>
    <w:rsid w:val="00A1169C"/>
    <w:rsid w:val="00A46C34"/>
    <w:rsid w:val="00A85C4D"/>
    <w:rsid w:val="00A879AA"/>
    <w:rsid w:val="00AA3B35"/>
    <w:rsid w:val="00AF3B5F"/>
    <w:rsid w:val="00B17F7D"/>
    <w:rsid w:val="00B41319"/>
    <w:rsid w:val="00BF7CB9"/>
    <w:rsid w:val="00C25756"/>
    <w:rsid w:val="00C476B6"/>
    <w:rsid w:val="00C55851"/>
    <w:rsid w:val="00C93AB8"/>
    <w:rsid w:val="00CE5C33"/>
    <w:rsid w:val="00D63D0F"/>
    <w:rsid w:val="00DE271A"/>
    <w:rsid w:val="00DF16DE"/>
    <w:rsid w:val="00E03B6C"/>
    <w:rsid w:val="00E32297"/>
    <w:rsid w:val="00E8497C"/>
    <w:rsid w:val="00EB4CE2"/>
    <w:rsid w:val="00F1292C"/>
    <w:rsid w:val="00F3540F"/>
    <w:rsid w:val="00F67EB9"/>
    <w:rsid w:val="00FC5ECB"/>
    <w:rsid w:val="00FF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404712"/>
  <w15:docId w15:val="{6E236EF1-1507-495F-B2BE-7D105DE83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E41F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E41F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E41FC"/>
  </w:style>
  <w:style w:type="paragraph" w:styleId="Header">
    <w:name w:val="header"/>
    <w:basedOn w:val="Normal"/>
    <w:rsid w:val="004E14E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F7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7CB9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7049AD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049AD"/>
    <w:pPr>
      <w:ind w:left="720"/>
      <w:contextualSpacing/>
    </w:pPr>
  </w:style>
  <w:style w:type="character" w:styleId="CommentReference">
    <w:name w:val="annotation reference"/>
    <w:basedOn w:val="DefaultParagraphFont"/>
    <w:rsid w:val="0001029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02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1029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10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10290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3416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41605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341605"/>
    <w:rPr>
      <w:vertAlign w:val="superscript"/>
    </w:rPr>
  </w:style>
  <w:style w:type="table" w:styleId="TableGrid">
    <w:name w:val="Table Grid"/>
    <w:basedOn w:val="TableNormal"/>
    <w:rsid w:val="00341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inuP\Downloads\HAL%201%205%20v02%20&#220;&#252;ripinna%20&#252;leandmise-vastuv&#245;tmise%20akt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e28af432-c306-4222-96fb-155b29ff53c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D9C21325AD0246A66477816FE85150" ma:contentTypeVersion="10" ma:contentTypeDescription="Loo uus dokument" ma:contentTypeScope="" ma:versionID="b532ac2c00ed79f5bdf688856560df04">
  <xsd:schema xmlns:xsd="http://www.w3.org/2001/XMLSchema" xmlns:xs="http://www.w3.org/2001/XMLSchema" xmlns:p="http://schemas.microsoft.com/office/2006/metadata/properties" xmlns:ns2="e28af432-c306-4222-96fb-155b29ff53cc" xmlns:ns3="d65e48b5-f38d-431e-9b4f-47403bf4583f" targetNamespace="http://schemas.microsoft.com/office/2006/metadata/properties" ma:root="true" ma:fieldsID="7343b1bc11e8c1f95b071068d7ecbc26" ns2:_="" ns3:_="">
    <xsd:import namespace="e28af432-c306-4222-96fb-155b29ff53cc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8af432-c306-4222-96fb-155b29ff53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6A23BFA-7F56-4D35-AC9E-3012268A00B7}">
  <ds:schemaRefs>
    <ds:schemaRef ds:uri="http://schemas.microsoft.com/office/2006/metadata/properties"/>
    <ds:schemaRef ds:uri="d65e48b5-f38d-431e-9b4f-47403bf4583f"/>
    <ds:schemaRef ds:uri="e28af432-c306-4222-96fb-155b29ff53cc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6ADD7E-7DDB-465F-BBF5-3EEF56E1F7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363253-C4C5-46D4-86E1-E7C6E5ECC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8af432-c306-4222-96fb-155b29ff53cc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36DC36-EA6D-4A57-B70F-F06497E97D7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C3AA55E-4BAE-486A-868A-4C14519B37E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HAL 1 5 v02 Üüripinna üleandmise-vastuvõtmise akt.dotx</Template>
  <TotalTime>4369</TotalTime>
  <Pages>3</Pages>
  <Words>535</Words>
  <Characters>3106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Üüripinna üleandmise-vastuvõtmise akt</vt:lpstr>
      <vt:lpstr>Üüripinna üleandmise-vastuvõtmise akt</vt:lpstr>
      <vt:lpstr>Akt üüripinna üleandmise-vastuvõtmise kohta</vt:lpstr>
    </vt:vector>
  </TitlesOfParts>
  <Company>Riigi Kinnisvara AS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Üüripinna üleandmise-vastuvõtmise akt</dc:title>
  <dc:creator>Triinu Paemurd</dc:creator>
  <cp:lastModifiedBy>Kristjan Kukk</cp:lastModifiedBy>
  <cp:revision>9</cp:revision>
  <dcterms:created xsi:type="dcterms:W3CDTF">2023-08-23T11:48:00Z</dcterms:created>
  <dcterms:modified xsi:type="dcterms:W3CDTF">2023-08-28T10:53:00Z</dcterms:modified>
  <cp:category>Normdokument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0x010100AAD9C21325AD0246A66477816FE85150</vt:lpwstr>
  </property>
  <property fmtid="{D5CDD505-2E9C-101B-9397-08002B2CF9AE}" pid="4" name="Valdkond">
    <vt:lpwstr>01_Kinnisvara haldamine ja hooldamine</vt:lpwstr>
  </property>
  <property fmtid="{D5CDD505-2E9C-101B-9397-08002B2CF9AE}" pid="5" name="Dokumendi haldur">
    <vt:lpwstr>Haldusosakonna juhataja</vt:lpwstr>
  </property>
  <property fmtid="{D5CDD505-2E9C-101B-9397-08002B2CF9AE}" pid="6" name="Arhiveeritud">
    <vt:lpwstr>false</vt:lpwstr>
  </property>
  <property fmtid="{D5CDD505-2E9C-101B-9397-08002B2CF9AE}" pid="7" name="Kinnitatud">
    <vt:lpwstr>2006-03-15T22:00:00+00:00</vt:lpwstr>
  </property>
  <property fmtid="{D5CDD505-2E9C-101B-9397-08002B2CF9AE}" pid="8" name="Tähis">
    <vt:lpwstr>HA-V10</vt:lpwstr>
  </property>
  <property fmtid="{D5CDD505-2E9C-101B-9397-08002B2CF9AE}" pid="9" name="Dokumendi liik">
    <vt:lpwstr>Vorm</vt:lpwstr>
  </property>
  <property fmtid="{D5CDD505-2E9C-101B-9397-08002B2CF9AE}" pid="10" name="Versiooni nr">
    <vt:lpwstr>v01</vt:lpwstr>
  </property>
</Properties>
</file>