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9"/>
      </w:tblGrid>
      <w:tr w:rsidR="001B44BD" w14:paraId="620715C6" w14:textId="77777777" w:rsidTr="008070F0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4537DA0" w14:textId="5B92F521" w:rsidR="001B44BD" w:rsidRDefault="001B44BD" w:rsidP="001B44BD">
            <w:pPr>
              <w:framePr w:w="4479" w:h="1304" w:hRule="exact" w:wrap="around" w:vAnchor="page" w:hAnchor="page" w:x="6875" w:y="965"/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44DB450A" w14:textId="77777777" w:rsidR="001B44BD" w:rsidRDefault="001B44BD" w:rsidP="001B44BD">
      <w:pPr>
        <w:framePr w:w="4479" w:h="1304" w:hRule="exact" w:wrap="around" w:vAnchor="page" w:hAnchor="page" w:x="6875" w:y="96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</w:rPr>
      </w:pPr>
    </w:p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79D768D2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036075">
        <w:rPr>
          <w:b/>
          <w:bCs/>
          <w:sz w:val="20"/>
        </w:rPr>
        <w:t>202</w:t>
      </w:r>
      <w:r w:rsidR="001507FF">
        <w:rPr>
          <w:b/>
          <w:bCs/>
          <w:sz w:val="20"/>
        </w:rPr>
        <w:t>4</w:t>
      </w:r>
      <w:r w:rsidR="00036075">
        <w:rPr>
          <w:b/>
          <w:bCs/>
          <w:sz w:val="20"/>
        </w:rPr>
        <w:t>/</w:t>
      </w:r>
      <w:r w:rsidR="001507FF">
        <w:rPr>
          <w:b/>
          <w:bCs/>
          <w:sz w:val="20"/>
        </w:rPr>
        <w:t>62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lW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CommentTex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proofErr w:type="spellStart"/>
            <w:r w:rsidR="00DA637A" w:rsidRPr="001611B4">
              <w:rPr>
                <w:sz w:val="20"/>
              </w:rPr>
              <w:t>Sagadi</w:t>
            </w:r>
            <w:proofErr w:type="spellEnd"/>
            <w:r w:rsidR="00DA637A" w:rsidRPr="001611B4">
              <w:rPr>
                <w:sz w:val="20"/>
              </w:rPr>
              <w:t xml:space="preserve">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y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5253F3" w:rsidRPr="001611B4" w14:paraId="07674A18" w14:textId="77777777" w:rsidTr="004127F5">
        <w:tc>
          <w:tcPr>
            <w:tcW w:w="3261" w:type="dxa"/>
          </w:tcPr>
          <w:p w14:paraId="12E94443" w14:textId="77777777" w:rsidR="004127F5" w:rsidRPr="001611B4" w:rsidRDefault="00836379" w:rsidP="004127F5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5253F3" w:rsidRPr="001611B4" w:rsidRDefault="005253F3" w:rsidP="00E8544B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0C7D9C4F" w:rsidR="005253F3" w:rsidRPr="001611B4" w:rsidRDefault="000568AE" w:rsidP="00836379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39A1D7D2" w14:textId="77777777" w:rsidR="000568AE" w:rsidRPr="000568AE" w:rsidRDefault="000568AE" w:rsidP="000568AE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10E172FA" w:rsidR="005253F3" w:rsidRPr="001611B4" w:rsidRDefault="000568AE" w:rsidP="000568AE">
            <w:pPr>
              <w:rPr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mart.enel@rmk.ee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6AAE14D3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EE9B844811604FF49E8FF83E2C45B162"/>
                </w:placeholder>
                <w:date w:fullDate="2023-05-12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AE55C8">
                  <w:rPr>
                    <w:rFonts w:eastAsia="Calibri"/>
                    <w:sz w:val="20"/>
                  </w:rPr>
                  <w:t>12</w:t>
                </w:r>
                <w:r w:rsidR="006D3FEC" w:rsidRPr="001611B4">
                  <w:rPr>
                    <w:rFonts w:eastAsia="Calibri"/>
                    <w:sz w:val="20"/>
                  </w:rPr>
                  <w:t>.0</w:t>
                </w:r>
                <w:r w:rsidR="00AE55C8">
                  <w:rPr>
                    <w:rFonts w:eastAsia="Calibri"/>
                    <w:sz w:val="20"/>
                  </w:rPr>
                  <w:t>5</w:t>
                </w:r>
                <w:r w:rsidR="006D3FEC" w:rsidRPr="001611B4">
                  <w:rPr>
                    <w:rFonts w:eastAsia="Calibri"/>
                    <w:sz w:val="20"/>
                  </w:rPr>
                  <w:t>.20</w:t>
                </w:r>
                <w:r w:rsidR="00AE55C8">
                  <w:rPr>
                    <w:rFonts w:eastAsia="Calibri"/>
                    <w:sz w:val="20"/>
                  </w:rPr>
                  <w:t>23</w:t>
                </w:r>
              </w:sdtContent>
            </w:sdt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AE55C8">
              <w:rPr>
                <w:sz w:val="20"/>
              </w:rPr>
              <w:t>4</w:t>
            </w:r>
            <w:r w:rsidR="003A114F" w:rsidRPr="001611B4">
              <w:rPr>
                <w:sz w:val="20"/>
              </w:rPr>
              <w:t>1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969"/>
        <w:gridCol w:w="2771"/>
      </w:tblGrid>
      <w:tr w:rsidR="00420B85" w:rsidRPr="001611B4" w14:paraId="6E3EC6BB" w14:textId="77777777" w:rsidTr="004854CB">
        <w:tc>
          <w:tcPr>
            <w:tcW w:w="3289" w:type="dxa"/>
          </w:tcPr>
          <w:p w14:paraId="2B1B6F41" w14:textId="77777777" w:rsidR="00420B85" w:rsidRPr="00846626" w:rsidRDefault="00420B85" w:rsidP="00420B85">
            <w:pPr>
              <w:rPr>
                <w:sz w:val="20"/>
              </w:rPr>
            </w:pPr>
            <w:r>
              <w:rPr>
                <w:sz w:val="20"/>
              </w:rPr>
              <w:t xml:space="preserve">OÜ Samm Mets </w:t>
            </w:r>
          </w:p>
          <w:p w14:paraId="4FC74FA5" w14:textId="36733F24" w:rsidR="00420B85" w:rsidRPr="001611B4" w:rsidRDefault="00420B85" w:rsidP="00420B85">
            <w:pPr>
              <w:rPr>
                <w:sz w:val="20"/>
              </w:rPr>
            </w:pPr>
          </w:p>
        </w:tc>
        <w:tc>
          <w:tcPr>
            <w:tcW w:w="3969" w:type="dxa"/>
          </w:tcPr>
          <w:p w14:paraId="364BA08C" w14:textId="77777777" w:rsidR="00420B85" w:rsidRPr="00846626" w:rsidRDefault="00420B85" w:rsidP="00420B85">
            <w:pPr>
              <w:rPr>
                <w:sz w:val="20"/>
              </w:rPr>
            </w:pPr>
            <w:r>
              <w:rPr>
                <w:sz w:val="20"/>
              </w:rPr>
              <w:t>Registrikood 12484664</w:t>
            </w:r>
          </w:p>
          <w:p w14:paraId="0E5AF108" w14:textId="77777777" w:rsidR="00420B85" w:rsidRPr="00846626" w:rsidRDefault="00420B85" w:rsidP="00420B85">
            <w:pPr>
              <w:rPr>
                <w:sz w:val="20"/>
              </w:rPr>
            </w:pPr>
            <w:r>
              <w:rPr>
                <w:sz w:val="20"/>
              </w:rPr>
              <w:t>Võru tee 18</w:t>
            </w:r>
          </w:p>
          <w:p w14:paraId="2C4748F4" w14:textId="51DD6F09" w:rsidR="00420B85" w:rsidRPr="001611B4" w:rsidRDefault="00420B85" w:rsidP="00420B85">
            <w:pPr>
              <w:rPr>
                <w:bCs/>
                <w:sz w:val="20"/>
              </w:rPr>
            </w:pPr>
            <w:r>
              <w:rPr>
                <w:sz w:val="20"/>
              </w:rPr>
              <w:t>Haanja Rõuge vald 65101</w:t>
            </w:r>
          </w:p>
        </w:tc>
        <w:tc>
          <w:tcPr>
            <w:tcW w:w="2771" w:type="dxa"/>
          </w:tcPr>
          <w:p w14:paraId="122CB660" w14:textId="040F373D" w:rsidR="00420B85" w:rsidRPr="00420B85" w:rsidRDefault="00420B85" w:rsidP="00420B85">
            <w:pPr>
              <w:rPr>
                <w:sz w:val="20"/>
              </w:rPr>
            </w:pPr>
            <w:r w:rsidRPr="00420B85">
              <w:rPr>
                <w:sz w:val="20"/>
                <w:lang w:val="en-US"/>
              </w:rPr>
              <w:t xml:space="preserve">Tel. </w:t>
            </w:r>
            <w:r w:rsidRPr="00420B85">
              <w:rPr>
                <w:sz w:val="20"/>
              </w:rPr>
              <w:t>+3725034482</w:t>
            </w:r>
          </w:p>
          <w:p w14:paraId="45C69494" w14:textId="658AA018" w:rsidR="00420B85" w:rsidRPr="001611B4" w:rsidRDefault="00420B85" w:rsidP="00420B85">
            <w:pPr>
              <w:rPr>
                <w:bCs/>
                <w:sz w:val="20"/>
              </w:rPr>
            </w:pPr>
          </w:p>
        </w:tc>
      </w:tr>
      <w:tr w:rsidR="008E3CDE" w:rsidRPr="001611B4" w14:paraId="58FA04AD" w14:textId="77777777" w:rsidTr="004854CB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969" w:type="dxa"/>
          </w:tcPr>
          <w:p w14:paraId="4ADBD065" w14:textId="3CC12A5C" w:rsidR="008E3CDE" w:rsidRPr="00235183" w:rsidRDefault="008E3CDE" w:rsidP="008E3CDE">
            <w:pPr>
              <w:rPr>
                <w:sz w:val="20"/>
              </w:rPr>
            </w:pPr>
            <w:r w:rsidRPr="0035225F">
              <w:rPr>
                <w:sz w:val="20"/>
              </w:rPr>
              <w:t xml:space="preserve">Juhatuse liige </w:t>
            </w:r>
            <w:r w:rsidR="00420B85">
              <w:rPr>
                <w:sz w:val="20"/>
              </w:rPr>
              <w:t>Janno Samm</w:t>
            </w:r>
            <w:r w:rsidR="00420B85" w:rsidRPr="00846626">
              <w:rPr>
                <w:sz w:val="20"/>
              </w:rPr>
              <w:t xml:space="preserve">  </w:t>
            </w:r>
          </w:p>
        </w:tc>
        <w:tc>
          <w:tcPr>
            <w:tcW w:w="2771" w:type="dxa"/>
          </w:tcPr>
          <w:p w14:paraId="6DD68004" w14:textId="41A4288B" w:rsidR="008E3CDE" w:rsidRPr="00235183" w:rsidRDefault="00F932EB" w:rsidP="008E3CDE">
            <w:pPr>
              <w:rPr>
                <w:sz w:val="20"/>
              </w:rPr>
            </w:pPr>
            <w:hyperlink r:id="rId12" w:history="1">
              <w:r w:rsidR="00420B85" w:rsidRPr="00B11099">
                <w:rPr>
                  <w:rStyle w:val="Hyperlink"/>
                  <w:sz w:val="20"/>
                </w:rPr>
                <w:t>jannosamm@gmail.com</w:t>
              </w:r>
            </w:hyperlink>
          </w:p>
        </w:tc>
      </w:tr>
      <w:tr w:rsidR="008E3CDE" w:rsidRPr="001611B4" w14:paraId="267AC844" w14:textId="77777777" w:rsidTr="000568AE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0A9237FE" w14:textId="4B4A084B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57DD3E18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3B7EA0FD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AC7315" w:rsidRPr="001611B4">
        <w:rPr>
          <w:sz w:val="20"/>
        </w:rPr>
        <w:t xml:space="preserve">nott-haaval mõõdetud metsamaterjali puhul 3 (kolme) </w:t>
      </w:r>
      <w:r w:rsidR="00592EF7">
        <w:rPr>
          <w:sz w:val="20"/>
        </w:rPr>
        <w:t>tööpäeva</w:t>
      </w:r>
      <w:r w:rsidR="00AC7315" w:rsidRPr="001611B4">
        <w:rPr>
          <w:sz w:val="20"/>
        </w:rPr>
        <w:t>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52E27A83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</w:t>
      </w:r>
      <w:r w:rsidR="00592EF7">
        <w:rPr>
          <w:sz w:val="20"/>
        </w:rPr>
        <w:t>2.12</w:t>
      </w:r>
      <w:r w:rsidR="000355E3" w:rsidRPr="001611B4">
        <w:rPr>
          <w:sz w:val="20"/>
        </w:rPr>
        <w:t>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8E52DD7" w14:textId="77777777" w:rsidR="00293770" w:rsidRPr="001611B4" w:rsidRDefault="00D4333E" w:rsidP="00A1317E">
      <w:pPr>
        <w:pStyle w:val="Pealkiri21"/>
        <w:rPr>
          <w:sz w:val="20"/>
        </w:rPr>
      </w:pPr>
      <w:r w:rsidRPr="001611B4">
        <w:rPr>
          <w:i/>
          <w:sz w:val="20"/>
        </w:rPr>
        <w:t>Müüja</w:t>
      </w:r>
      <w:r w:rsidR="005253F3" w:rsidRPr="001611B4">
        <w:rPr>
          <w:sz w:val="20"/>
        </w:rPr>
        <w:t xml:space="preserve"> poolne </w:t>
      </w:r>
      <w:r w:rsidR="00AC7315" w:rsidRPr="001611B4">
        <w:rPr>
          <w:i/>
          <w:sz w:val="20"/>
        </w:rPr>
        <w:t>m</w:t>
      </w:r>
      <w:r w:rsidRPr="001611B4">
        <w:rPr>
          <w:i/>
          <w:sz w:val="20"/>
        </w:rPr>
        <w:t>etsamaterjal</w:t>
      </w:r>
      <w:r w:rsidR="005253F3" w:rsidRPr="001611B4">
        <w:rPr>
          <w:i/>
          <w:sz w:val="20"/>
        </w:rPr>
        <w:t>i</w:t>
      </w:r>
      <w:r w:rsidR="005253F3" w:rsidRPr="001611B4">
        <w:rPr>
          <w:sz w:val="20"/>
        </w:rPr>
        <w:t xml:space="preserve"> </w:t>
      </w:r>
      <w:r w:rsidR="00AC7315" w:rsidRPr="001611B4">
        <w:rPr>
          <w:sz w:val="20"/>
        </w:rPr>
        <w:t>tehingu vormistaja</w:t>
      </w:r>
      <w:r w:rsidR="005253F3" w:rsidRPr="001611B4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1"/>
        <w:gridCol w:w="4385"/>
        <w:gridCol w:w="1360"/>
        <w:gridCol w:w="2305"/>
      </w:tblGrid>
      <w:tr w:rsidR="000568AE" w:rsidRPr="00330C91" w14:paraId="34544830" w14:textId="77777777" w:rsidTr="000568AE">
        <w:tc>
          <w:tcPr>
            <w:tcW w:w="939" w:type="pct"/>
          </w:tcPr>
          <w:p w14:paraId="046AEF94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12" w:type="pct"/>
          </w:tcPr>
          <w:p w14:paraId="5F263BF9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86" w:type="pct"/>
          </w:tcPr>
          <w:p w14:paraId="58D7A5EC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3" w:type="pct"/>
          </w:tcPr>
          <w:p w14:paraId="64052473" w14:textId="77777777" w:rsidR="000568AE" w:rsidRPr="00330C91" w:rsidRDefault="000568AE" w:rsidP="00F41803">
            <w:pPr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592EF7" w:rsidRPr="00BC0D03" w14:paraId="5A03B7B1" w14:textId="77777777" w:rsidTr="000568AE">
        <w:trPr>
          <w:trHeight w:val="237"/>
        </w:trPr>
        <w:tc>
          <w:tcPr>
            <w:tcW w:w="939" w:type="pct"/>
          </w:tcPr>
          <w:p w14:paraId="20622F4F" w14:textId="189488A9" w:rsidR="00592EF7" w:rsidRPr="00BC0D03" w:rsidRDefault="00592EF7" w:rsidP="00592EF7">
            <w:pPr>
              <w:rPr>
                <w:sz w:val="20"/>
              </w:rPr>
            </w:pPr>
            <w:r w:rsidRPr="00FA2D6B">
              <w:rPr>
                <w:sz w:val="20"/>
              </w:rPr>
              <w:t>Katrin Võlli</w:t>
            </w:r>
          </w:p>
        </w:tc>
        <w:tc>
          <w:tcPr>
            <w:tcW w:w="2212" w:type="pct"/>
          </w:tcPr>
          <w:p w14:paraId="132F4E6B" w14:textId="2EF27401" w:rsidR="00592EF7" w:rsidRPr="00BC0D03" w:rsidRDefault="00592EF7" w:rsidP="00592EF7">
            <w:pPr>
              <w:rPr>
                <w:sz w:val="20"/>
              </w:rPr>
            </w:pPr>
            <w:r w:rsidRPr="00FA2D6B">
              <w:rPr>
                <w:sz w:val="20"/>
              </w:rPr>
              <w:t xml:space="preserve"> Räpina Põlvamaa</w:t>
            </w:r>
          </w:p>
        </w:tc>
        <w:tc>
          <w:tcPr>
            <w:tcW w:w="686" w:type="pct"/>
          </w:tcPr>
          <w:p w14:paraId="18E0193E" w14:textId="26591D9C" w:rsidR="00592EF7" w:rsidRPr="00BC0D03" w:rsidRDefault="00592EF7" w:rsidP="00592EF7">
            <w:pPr>
              <w:rPr>
                <w:sz w:val="20"/>
              </w:rPr>
            </w:pPr>
          </w:p>
        </w:tc>
        <w:tc>
          <w:tcPr>
            <w:tcW w:w="1163" w:type="pct"/>
          </w:tcPr>
          <w:p w14:paraId="6835261B" w14:textId="6023F752" w:rsidR="00592EF7" w:rsidRPr="00BC0D03" w:rsidRDefault="00F932EB" w:rsidP="00592EF7">
            <w:pPr>
              <w:rPr>
                <w:sz w:val="20"/>
              </w:rPr>
            </w:pPr>
            <w:hyperlink r:id="rId13" w:history="1">
              <w:r w:rsidR="00592EF7" w:rsidRPr="00CB4AD6">
                <w:rPr>
                  <w:rStyle w:val="Hyperlink"/>
                  <w:sz w:val="20"/>
                </w:rPr>
                <w:t>aktid.kagu@rmk.ee</w:t>
              </w:r>
            </w:hyperlink>
            <w:r w:rsidR="00592EF7">
              <w:rPr>
                <w:sz w:val="20"/>
              </w:rPr>
              <w:t xml:space="preserve"> </w:t>
            </w:r>
          </w:p>
        </w:tc>
      </w:tr>
    </w:tbl>
    <w:p w14:paraId="2E3F4091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vastuvõtja ja mõõtja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4403"/>
        <w:gridCol w:w="1373"/>
        <w:gridCol w:w="2296"/>
      </w:tblGrid>
      <w:tr w:rsidR="000568AE" w:rsidRPr="00330C91" w14:paraId="5D889C5F" w14:textId="77777777" w:rsidTr="00592EF7">
        <w:tc>
          <w:tcPr>
            <w:tcW w:w="934" w:type="pct"/>
          </w:tcPr>
          <w:p w14:paraId="269878D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7" w:type="pct"/>
          </w:tcPr>
          <w:p w14:paraId="125E8F56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75" w:type="pct"/>
          </w:tcPr>
          <w:p w14:paraId="50ADA25E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4" w:type="pct"/>
          </w:tcPr>
          <w:p w14:paraId="303ADEF8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592EF7" w:rsidRPr="008F7DDE" w14:paraId="0FBCF4A2" w14:textId="77777777" w:rsidTr="00592EF7">
        <w:trPr>
          <w:trHeight w:val="237"/>
        </w:trPr>
        <w:tc>
          <w:tcPr>
            <w:tcW w:w="934" w:type="pct"/>
          </w:tcPr>
          <w:p w14:paraId="5CE3BEE7" w14:textId="02A19710" w:rsidR="00592EF7" w:rsidRPr="00330C91" w:rsidRDefault="00592EF7" w:rsidP="00592EF7">
            <w:pPr>
              <w:jc w:val="both"/>
              <w:rPr>
                <w:sz w:val="20"/>
              </w:rPr>
            </w:pPr>
            <w:r>
              <w:rPr>
                <w:sz w:val="20"/>
              </w:rPr>
              <w:t>Janno Samm</w:t>
            </w:r>
          </w:p>
        </w:tc>
        <w:tc>
          <w:tcPr>
            <w:tcW w:w="2227" w:type="pct"/>
          </w:tcPr>
          <w:p w14:paraId="5DA39091" w14:textId="3DA63E85" w:rsidR="00592EF7" w:rsidRPr="00330C91" w:rsidRDefault="00592EF7" w:rsidP="00592EF7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Haanja Rõuge vald</w:t>
            </w:r>
          </w:p>
        </w:tc>
        <w:tc>
          <w:tcPr>
            <w:tcW w:w="675" w:type="pct"/>
          </w:tcPr>
          <w:p w14:paraId="66EDEE07" w14:textId="2DB954FA" w:rsidR="00592EF7" w:rsidRPr="00330C91" w:rsidRDefault="00592EF7" w:rsidP="00592EF7">
            <w:pPr>
              <w:jc w:val="both"/>
              <w:rPr>
                <w:spacing w:val="0"/>
                <w:position w:val="0"/>
                <w:sz w:val="20"/>
              </w:rPr>
            </w:pPr>
            <w:r w:rsidRPr="00CD6336">
              <w:rPr>
                <w:sz w:val="20"/>
              </w:rPr>
              <w:t>+3725034482</w:t>
            </w:r>
          </w:p>
        </w:tc>
        <w:tc>
          <w:tcPr>
            <w:tcW w:w="1164" w:type="pct"/>
          </w:tcPr>
          <w:p w14:paraId="50D17D33" w14:textId="55E61654" w:rsidR="00592EF7" w:rsidRPr="008F7DDE" w:rsidRDefault="00F932EB" w:rsidP="00592EF7">
            <w:pPr>
              <w:rPr>
                <w:bCs/>
                <w:sz w:val="20"/>
              </w:rPr>
            </w:pPr>
            <w:hyperlink r:id="rId14" w:history="1">
              <w:r w:rsidR="00592EF7" w:rsidRPr="00B11099">
                <w:rPr>
                  <w:rStyle w:val="Hyperlink"/>
                  <w:sz w:val="20"/>
                </w:rPr>
                <w:t>jannosamm@gmail.com</w:t>
              </w:r>
            </w:hyperlink>
          </w:p>
        </w:tc>
      </w:tr>
    </w:tbl>
    <w:p w14:paraId="59CE266B" w14:textId="77777777" w:rsidR="00293770" w:rsidRPr="001611B4" w:rsidRDefault="00293770" w:rsidP="00293770">
      <w:pPr>
        <w:pStyle w:val="Pealkiri21"/>
        <w:rPr>
          <w:sz w:val="20"/>
        </w:rPr>
      </w:pPr>
      <w:r w:rsidRPr="001611B4">
        <w:rPr>
          <w:i/>
          <w:sz w:val="20"/>
        </w:rPr>
        <w:t>Ostja</w:t>
      </w:r>
      <w:r w:rsidRPr="001611B4">
        <w:rPr>
          <w:sz w:val="20"/>
        </w:rPr>
        <w:t xml:space="preserve"> poolne </w:t>
      </w:r>
      <w:r w:rsidRPr="001611B4">
        <w:rPr>
          <w:i/>
          <w:sz w:val="20"/>
        </w:rPr>
        <w:t>metsamaterjali</w:t>
      </w:r>
      <w:r w:rsidRPr="001611B4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4403"/>
        <w:gridCol w:w="1373"/>
        <w:gridCol w:w="2296"/>
      </w:tblGrid>
      <w:tr w:rsidR="000568AE" w:rsidRPr="00330C91" w14:paraId="66609326" w14:textId="77777777" w:rsidTr="00592EF7">
        <w:tc>
          <w:tcPr>
            <w:tcW w:w="934" w:type="pct"/>
          </w:tcPr>
          <w:p w14:paraId="51BD9D55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Nimi</w:t>
            </w:r>
          </w:p>
        </w:tc>
        <w:tc>
          <w:tcPr>
            <w:tcW w:w="2227" w:type="pct"/>
          </w:tcPr>
          <w:p w14:paraId="72499740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Aadress</w:t>
            </w:r>
          </w:p>
        </w:tc>
        <w:tc>
          <w:tcPr>
            <w:tcW w:w="675" w:type="pct"/>
          </w:tcPr>
          <w:p w14:paraId="0C3C5622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 w:rsidRPr="00330C91">
              <w:rPr>
                <w:spacing w:val="0"/>
                <w:position w:val="0"/>
                <w:sz w:val="20"/>
              </w:rPr>
              <w:t>Telefon</w:t>
            </w:r>
          </w:p>
        </w:tc>
        <w:tc>
          <w:tcPr>
            <w:tcW w:w="1164" w:type="pct"/>
          </w:tcPr>
          <w:p w14:paraId="01C10EC7" w14:textId="77777777" w:rsidR="000568AE" w:rsidRPr="00330C91" w:rsidRDefault="000568AE" w:rsidP="00F41803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pacing w:val="0"/>
                <w:position w:val="0"/>
                <w:sz w:val="20"/>
              </w:rPr>
              <w:t>E</w:t>
            </w:r>
            <w:r w:rsidRPr="00330C91">
              <w:rPr>
                <w:spacing w:val="0"/>
                <w:position w:val="0"/>
                <w:sz w:val="20"/>
              </w:rPr>
              <w:t>-post</w:t>
            </w:r>
          </w:p>
        </w:tc>
      </w:tr>
      <w:tr w:rsidR="00592EF7" w:rsidRPr="008F7DDE" w14:paraId="6AAAF677" w14:textId="77777777" w:rsidTr="00592EF7">
        <w:trPr>
          <w:trHeight w:val="237"/>
        </w:trPr>
        <w:tc>
          <w:tcPr>
            <w:tcW w:w="934" w:type="pct"/>
          </w:tcPr>
          <w:p w14:paraId="21FA151D" w14:textId="68905CB0" w:rsidR="00592EF7" w:rsidRPr="00330C91" w:rsidRDefault="00592EF7" w:rsidP="00592EF7">
            <w:pPr>
              <w:jc w:val="both"/>
              <w:rPr>
                <w:sz w:val="20"/>
              </w:rPr>
            </w:pPr>
            <w:r>
              <w:rPr>
                <w:sz w:val="20"/>
              </w:rPr>
              <w:t>Janno Samm</w:t>
            </w:r>
          </w:p>
        </w:tc>
        <w:tc>
          <w:tcPr>
            <w:tcW w:w="2227" w:type="pct"/>
          </w:tcPr>
          <w:p w14:paraId="1208D121" w14:textId="2065BF4C" w:rsidR="00592EF7" w:rsidRPr="00330C91" w:rsidRDefault="00592EF7" w:rsidP="00592EF7">
            <w:pPr>
              <w:jc w:val="both"/>
              <w:rPr>
                <w:spacing w:val="0"/>
                <w:position w:val="0"/>
                <w:sz w:val="20"/>
              </w:rPr>
            </w:pPr>
            <w:r>
              <w:rPr>
                <w:sz w:val="20"/>
              </w:rPr>
              <w:t>Haanja Rõuge vald</w:t>
            </w:r>
          </w:p>
        </w:tc>
        <w:tc>
          <w:tcPr>
            <w:tcW w:w="675" w:type="pct"/>
          </w:tcPr>
          <w:p w14:paraId="774B9F6C" w14:textId="7A688D43" w:rsidR="00592EF7" w:rsidRPr="00330C91" w:rsidRDefault="00592EF7" w:rsidP="00592EF7">
            <w:pPr>
              <w:jc w:val="both"/>
              <w:rPr>
                <w:spacing w:val="0"/>
                <w:position w:val="0"/>
                <w:sz w:val="20"/>
              </w:rPr>
            </w:pPr>
            <w:r w:rsidRPr="00CD6336">
              <w:rPr>
                <w:sz w:val="20"/>
              </w:rPr>
              <w:t>+3725034482</w:t>
            </w:r>
          </w:p>
        </w:tc>
        <w:tc>
          <w:tcPr>
            <w:tcW w:w="1164" w:type="pct"/>
          </w:tcPr>
          <w:p w14:paraId="2B2FFA88" w14:textId="5ED28A4E" w:rsidR="00592EF7" w:rsidRPr="008F7DDE" w:rsidRDefault="00F932EB" w:rsidP="00592EF7">
            <w:pPr>
              <w:rPr>
                <w:bCs/>
                <w:sz w:val="20"/>
              </w:rPr>
            </w:pPr>
            <w:hyperlink r:id="rId15" w:history="1">
              <w:r w:rsidR="00592EF7" w:rsidRPr="00B11099">
                <w:rPr>
                  <w:rStyle w:val="Hyperlink"/>
                  <w:sz w:val="20"/>
                </w:rPr>
                <w:t>jannosamm@gmail.com</w:t>
              </w:r>
            </w:hyperlink>
          </w:p>
        </w:tc>
      </w:tr>
    </w:tbl>
    <w:p w14:paraId="4ECB3464" w14:textId="2504FD67" w:rsidR="00293770" w:rsidRPr="001611B4" w:rsidRDefault="00293770" w:rsidP="00A53E7F">
      <w:pPr>
        <w:pStyle w:val="Pealkiri21"/>
        <w:rPr>
          <w:sz w:val="20"/>
        </w:rPr>
      </w:pPr>
      <w:r w:rsidRPr="001611B4">
        <w:rPr>
          <w:sz w:val="20"/>
        </w:rPr>
        <w:t>Lepingu punktis 2.12. - 2.14. toodud poolte kontaktandmete muutumisel on  vastav pool kohustatud teavitama teist poolt viivitamatult.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4E9E880B" w14:textId="2B80953B" w:rsidR="00592EF7" w:rsidRPr="008C44DC" w:rsidRDefault="00592EF7" w:rsidP="00592EF7">
            <w:pPr>
              <w:rPr>
                <w:sz w:val="20"/>
              </w:rPr>
            </w:pPr>
            <w:r w:rsidRPr="008C44DC">
              <w:rPr>
                <w:sz w:val="20"/>
              </w:rPr>
              <w:t>Ostja ostab metsamaterjali ettemaksuga,  tasudes ettemaksu vastavalt Tarnegraafikus sätestatud kogustele ning metsamaterjali hinnale metsamaterjali kuu koguse eest  iga kuu 1 kuupäevaks</w:t>
            </w:r>
            <w:r>
              <w:rPr>
                <w:sz w:val="20"/>
              </w:rPr>
              <w:t xml:space="preserve">. </w:t>
            </w:r>
            <w:r w:rsidRPr="008C44DC">
              <w:rPr>
                <w:sz w:val="20"/>
              </w:rPr>
              <w:t xml:space="preserve"> Juhul kui Ostja </w:t>
            </w:r>
            <w:r w:rsidRPr="008C44DC">
              <w:rPr>
                <w:sz w:val="20"/>
              </w:rPr>
              <w:lastRenderedPageBreak/>
              <w:t>soovib Müüjaga kooskõlastades, et Müüja tarniks Tarnegraafikus näidatud kuukogusest korraga rohkem, siis Ostja tasub vastavalt suurema ettemaksu.</w:t>
            </w:r>
            <w:r>
              <w:rPr>
                <w:sz w:val="20"/>
              </w:rPr>
              <w:t xml:space="preserve">  Ettemaks kanda RMK  a/a </w:t>
            </w:r>
            <w:r w:rsidRPr="004063F2">
              <w:rPr>
                <w:rStyle w:val="Heading3Char"/>
                <w:rFonts w:ascii="Times New Roman" w:hAnsi="Times New Roman"/>
                <w:sz w:val="20"/>
              </w:rPr>
              <w:t>EE781010402024861004</w:t>
            </w:r>
            <w:r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selgitusse ettemaks ja lepingu number.</w:t>
            </w:r>
          </w:p>
          <w:p w14:paraId="75B9A551" w14:textId="450E3F48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3373" w:type="dxa"/>
          </w:tcPr>
          <w:p w14:paraId="6E0816F3" w14:textId="3993F192" w:rsidR="005253F3" w:rsidRPr="001611B4" w:rsidRDefault="00592EF7" w:rsidP="004D483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Vastavalt ettemaksu summale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2DFC5947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6" w:history="1">
        <w:r w:rsidR="00592EF7" w:rsidRPr="00592EF7">
          <w:rPr>
            <w:rStyle w:val="Hyperlink"/>
          </w:rPr>
          <w:t>jannosamm@gmail.com</w:t>
        </w:r>
      </w:hyperlink>
    </w:p>
    <w:p w14:paraId="655B6318" w14:textId="56C1FBB0" w:rsidR="00A9731F" w:rsidRPr="001611B4" w:rsidRDefault="00235183" w:rsidP="00D6350A">
      <w:pPr>
        <w:pStyle w:val="Pealkiri21"/>
        <w:rPr>
          <w:sz w:val="20"/>
        </w:rPr>
      </w:pPr>
      <w:r w:rsidRPr="001611B4">
        <w:rPr>
          <w:sz w:val="20"/>
        </w:rPr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taganed</w:t>
      </w:r>
      <w:r w:rsidR="005253F3" w:rsidRPr="001611B4">
        <w:rPr>
          <w:sz w:val="20"/>
        </w:rPr>
        <w:t>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6A19E63B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t xml:space="preserve">Lepingu kehtivuse periood on </w:t>
      </w:r>
      <w:r w:rsidR="00F932EB">
        <w:rPr>
          <w:sz w:val="20"/>
        </w:rPr>
        <w:t>29</w:t>
      </w:r>
      <w:r w:rsidR="00811CBF">
        <w:rPr>
          <w:sz w:val="20"/>
        </w:rPr>
        <w:t>.0</w:t>
      </w:r>
      <w:r w:rsidR="00F932EB">
        <w:rPr>
          <w:sz w:val="20"/>
        </w:rPr>
        <w:t>2</w:t>
      </w:r>
      <w:r w:rsidR="004D483E" w:rsidRPr="004D483E">
        <w:rPr>
          <w:sz w:val="20"/>
        </w:rPr>
        <w:t>.202</w:t>
      </w:r>
      <w:r w:rsidR="00F932EB">
        <w:rPr>
          <w:sz w:val="20"/>
        </w:rPr>
        <w:t>4</w:t>
      </w:r>
      <w:r w:rsidR="004D483E" w:rsidRPr="004D483E">
        <w:rPr>
          <w:sz w:val="20"/>
        </w:rPr>
        <w:tab/>
      </w:r>
      <w:r w:rsidR="00DC39C3" w:rsidRPr="004D483E">
        <w:rPr>
          <w:sz w:val="20"/>
        </w:rPr>
        <w:t xml:space="preserve"> - </w:t>
      </w:r>
      <w:r w:rsidR="004D483E">
        <w:rPr>
          <w:sz w:val="20"/>
        </w:rPr>
        <w:t>31.12.202</w:t>
      </w:r>
      <w:r w:rsidR="00F932EB">
        <w:rPr>
          <w:sz w:val="20"/>
        </w:rPr>
        <w:t>4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7" w:history="1">
        <w:r w:rsidRPr="001611B4">
          <w:rPr>
            <w:rStyle w:val="Hy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399DEF3C" w:rsidR="004D483E" w:rsidRPr="00D46886" w:rsidRDefault="004D483E" w:rsidP="004D483E">
      <w:pPr>
        <w:rPr>
          <w:sz w:val="20"/>
        </w:rPr>
      </w:pPr>
      <w:r w:rsidRPr="00D46886"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="00592EF7">
        <w:rPr>
          <w:sz w:val="20"/>
        </w:rPr>
        <w:t>Janno Samm</w:t>
      </w:r>
    </w:p>
    <w:sectPr w:rsidR="004D483E" w:rsidRPr="00D4688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826892"/>
      <w:docPartObj>
        <w:docPartGallery w:val="Page Numbers (Top of Page)"/>
        <w:docPartUnique/>
      </w:docPartObj>
    </w:sdtPr>
    <w:sdtEndPr/>
    <w:sdtContent>
      <w:p w14:paraId="584F5913" w14:textId="2282A334" w:rsidR="00562D95" w:rsidRPr="00562D95" w:rsidRDefault="00562D95" w:rsidP="00562D95">
        <w:pPr>
          <w:tabs>
            <w:tab w:val="left" w:pos="1843"/>
          </w:tabs>
          <w:jc w:val="right"/>
          <w:rPr>
            <w:rFonts w:ascii="Arial" w:hAnsi="Arial" w:cs="Arial"/>
            <w:b/>
            <w:sz w:val="18"/>
            <w:szCs w:val="18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BC1">
          <w:rPr>
            <w:noProof/>
          </w:rPr>
          <w:t>3</w:t>
        </w:r>
        <w:r>
          <w:fldChar w:fldCharType="end"/>
        </w:r>
        <w:r>
          <w:tab/>
        </w:r>
        <w:r w:rsidRPr="00E144F2">
          <w:rPr>
            <w:rFonts w:ascii="Arial" w:hAnsi="Arial" w:cs="Arial"/>
            <w:b/>
            <w:sz w:val="18"/>
            <w:szCs w:val="18"/>
          </w:rPr>
          <w:t>ASUTUSESISESEKS KASUTAMISEKS</w:t>
        </w:r>
      </w:p>
    </w:sdtContent>
  </w:sdt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85960638">
    <w:abstractNumId w:val="0"/>
  </w:num>
  <w:num w:numId="2" w16cid:durableId="969701351">
    <w:abstractNumId w:val="10"/>
  </w:num>
  <w:num w:numId="3" w16cid:durableId="1356420750">
    <w:abstractNumId w:val="9"/>
  </w:num>
  <w:num w:numId="4" w16cid:durableId="1857190999">
    <w:abstractNumId w:val="14"/>
  </w:num>
  <w:num w:numId="5" w16cid:durableId="1452362981">
    <w:abstractNumId w:val="15"/>
  </w:num>
  <w:num w:numId="6" w16cid:durableId="1196234349">
    <w:abstractNumId w:val="18"/>
  </w:num>
  <w:num w:numId="7" w16cid:durableId="1741363200">
    <w:abstractNumId w:val="20"/>
  </w:num>
  <w:num w:numId="8" w16cid:durableId="223957385">
    <w:abstractNumId w:val="5"/>
  </w:num>
  <w:num w:numId="9" w16cid:durableId="654527340">
    <w:abstractNumId w:val="7"/>
  </w:num>
  <w:num w:numId="10" w16cid:durableId="651257024">
    <w:abstractNumId w:val="1"/>
  </w:num>
  <w:num w:numId="11" w16cid:durableId="1666320691">
    <w:abstractNumId w:val="2"/>
  </w:num>
  <w:num w:numId="12" w16cid:durableId="3240862">
    <w:abstractNumId w:val="12"/>
  </w:num>
  <w:num w:numId="13" w16cid:durableId="349793717">
    <w:abstractNumId w:val="17"/>
  </w:num>
  <w:num w:numId="14" w16cid:durableId="958298547">
    <w:abstractNumId w:val="8"/>
  </w:num>
  <w:num w:numId="15" w16cid:durableId="255939912">
    <w:abstractNumId w:val="4"/>
  </w:num>
  <w:num w:numId="16" w16cid:durableId="503859376">
    <w:abstractNumId w:val="17"/>
  </w:num>
  <w:num w:numId="17" w16cid:durableId="141605472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671474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70594161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58873588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9600740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55675560">
    <w:abstractNumId w:val="21"/>
  </w:num>
  <w:num w:numId="23" w16cid:durableId="127165161">
    <w:abstractNumId w:val="3"/>
  </w:num>
  <w:num w:numId="24" w16cid:durableId="1051659395">
    <w:abstractNumId w:val="19"/>
  </w:num>
  <w:num w:numId="25" w16cid:durableId="1479763443">
    <w:abstractNumId w:val="6"/>
  </w:num>
  <w:num w:numId="26" w16cid:durableId="1670013585">
    <w:abstractNumId w:val="11"/>
  </w:num>
  <w:num w:numId="27" w16cid:durableId="1379580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9751111">
    <w:abstractNumId w:val="13"/>
  </w:num>
  <w:num w:numId="29" w16cid:durableId="176316530">
    <w:abstractNumId w:val="16"/>
  </w:num>
  <w:num w:numId="30" w16cid:durableId="19835326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07F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0B85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92EF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1CBF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E55C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3BC1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32EB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68AE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ktid.kagu@rmk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nosamm@gmail.com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jannosamm@gmail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annosamm@gmail.com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jannosamm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E9B844811604FF49E8FF83E2C45B16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74CA2A-BD56-4763-A265-1ABBCF9868F7}"/>
      </w:docPartPr>
      <w:docPartBody>
        <w:p w:rsidR="00985EA7" w:rsidRDefault="00985EA7">
          <w:pPr>
            <w:pStyle w:val="EE9B844811604FF49E8FF83E2C45B162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485420"/>
    <w:rsid w:val="00985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EE9B844811604FF49E8FF83E2C45B162">
    <w:name w:val="EE9B844811604FF49E8FF83E2C45B1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6868F-8B69-4913-BADE-EE681398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</Template>
  <TotalTime>3</TotalTime>
  <Pages>3</Pages>
  <Words>984</Words>
  <Characters>7690</Characters>
  <Application>Microsoft Office Word</Application>
  <DocSecurity>0</DocSecurity>
  <Lines>64</Lines>
  <Paragraphs>17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8657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2024-02-29T11:36:00Z</dcterms:created>
  <dcterms:modified xsi:type="dcterms:W3CDTF">2024-02-29T11:38:00Z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