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186B8E" w14:textId="03264318" w:rsidR="00B93AA4" w:rsidRPr="00A426C6" w:rsidRDefault="00A426C6" w:rsidP="009B7DCD">
      <w:pPr>
        <w:widowControl/>
        <w:tabs>
          <w:tab w:val="right" w:pos="8505"/>
        </w:tabs>
        <w:suppressAutoHyphens w:val="0"/>
        <w:spacing w:before="20" w:after="20" w:line="240" w:lineRule="auto"/>
        <w:jc w:val="center"/>
        <w:rPr>
          <w:rFonts w:asciiTheme="minorHAnsi" w:hAnsiTheme="minorHAnsi" w:cs="Calibri"/>
          <w:b/>
          <w:kern w:val="2"/>
          <w:sz w:val="22"/>
        </w:rPr>
      </w:pPr>
      <w:r w:rsidRPr="00A426C6">
        <w:rPr>
          <w:rFonts w:asciiTheme="minorHAnsi" w:hAnsiTheme="minorHAnsi" w:cs="Calibri"/>
          <w:b/>
          <w:kern w:val="2"/>
          <w:sz w:val="22"/>
        </w:rPr>
        <w:t>HANKELEPING</w:t>
      </w:r>
    </w:p>
    <w:p w14:paraId="14089D0A" w14:textId="77777777" w:rsidR="001D584E" w:rsidRPr="00AE13B2" w:rsidRDefault="001D584E" w:rsidP="001D584E">
      <w:pPr>
        <w:widowControl/>
        <w:tabs>
          <w:tab w:val="right" w:pos="8505"/>
        </w:tabs>
        <w:suppressAutoHyphens w:val="0"/>
        <w:spacing w:before="20" w:after="20" w:line="240" w:lineRule="auto"/>
        <w:rPr>
          <w:rFonts w:asciiTheme="minorHAnsi" w:hAnsiTheme="minorHAnsi" w:cs="Calibri"/>
          <w:kern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6"/>
      </w:tblGrid>
      <w:tr w:rsidR="00B93AA4" w:rsidRPr="00AE13B2" w14:paraId="30186B96" w14:textId="77777777" w:rsidTr="00347D95">
        <w:tc>
          <w:tcPr>
            <w:tcW w:w="4605" w:type="dxa"/>
            <w:hideMark/>
          </w:tcPr>
          <w:p w14:paraId="30186B94" w14:textId="17B97C44" w:rsidR="00B93AA4" w:rsidRPr="00206A9D" w:rsidRDefault="00A01BDC" w:rsidP="00347D95">
            <w:pPr>
              <w:widowControl/>
              <w:suppressAutoHyphens w:val="0"/>
              <w:spacing w:before="20" w:after="20" w:line="240" w:lineRule="auto"/>
              <w:ind w:left="-113"/>
              <w:jc w:val="left"/>
              <w:rPr>
                <w:rFonts w:asciiTheme="minorHAnsi" w:hAnsiTheme="minorHAnsi" w:cs="Calibri"/>
                <w:sz w:val="22"/>
              </w:rPr>
            </w:pPr>
            <w:r>
              <w:rPr>
                <w:rFonts w:asciiTheme="minorHAnsi" w:hAnsiTheme="minorHAnsi" w:cs="Calibri"/>
                <w:sz w:val="22"/>
              </w:rPr>
              <w:t>Tallinn</w:t>
            </w:r>
          </w:p>
        </w:tc>
        <w:tc>
          <w:tcPr>
            <w:tcW w:w="4606" w:type="dxa"/>
            <w:hideMark/>
          </w:tcPr>
          <w:p w14:paraId="30186B95" w14:textId="0BB33564" w:rsidR="00B93AA4" w:rsidRPr="00AE13B2" w:rsidRDefault="00D4503B" w:rsidP="009B7DCD">
            <w:pPr>
              <w:pStyle w:val="Style3"/>
              <w:ind w:left="1388"/>
            </w:pPr>
            <w:sdt>
              <w:sdtPr>
                <w:alias w:val="Registreerimise kuupäev"/>
                <w:tag w:val="RMRegistrationDate"/>
                <w:id w:val="-1609340026"/>
                <w:lock w:val="contentLocked"/>
                <w:placeholder>
                  <w:docPart w:val="076776A2A6B048358EB42693EAFE9B66"/>
                </w:placeholder>
                <w:showingPlcHdr/>
                <w:dataBinding w:prefixMappings="xmlns:ns0='http://schemas.microsoft.com/office/2006/metadata/properties' xmlns:ns1='http://www.w3.org/2001/XMLSchema-instance' xmlns:ns2='652bebee-5104-4768-9fc7-8caeb7146ea3' " w:xpath="/ns0:properties[1]/documentManagement[1]/ns2:RMRegistrationDate[1]" w:storeItemID="{251B5716-A380-40BB-9906-4B1613C4BC93}"/>
                <w:date>
                  <w:dateFormat w:val="dd.MM.yyyy"/>
                  <w:lid w:val="et-EE"/>
                  <w:storeMappedDataAs w:val="dateTime"/>
                  <w:calendar w:val="gregorian"/>
                </w:date>
              </w:sdtPr>
              <w:sdtEndPr/>
              <w:sdtContent>
                <w:r w:rsidR="009B7DCD" w:rsidRPr="004562F3">
                  <w:rPr>
                    <w:rStyle w:val="PlaceholderText"/>
                  </w:rPr>
                  <w:t>[Registreerimise kuupäev]</w:t>
                </w:r>
              </w:sdtContent>
            </w:sdt>
            <w:r w:rsidR="009B7DCD">
              <w:t xml:space="preserve"> </w:t>
            </w:r>
            <w:r w:rsidR="007B3AD4">
              <w:t xml:space="preserve">nr </w:t>
            </w:r>
            <w:sdt>
              <w:sdtPr>
                <w:alias w:val="Registreerimisnumber"/>
                <w:tag w:val="RMReferenceCode"/>
                <w:id w:val="1840124130"/>
                <w:lock w:val="contentLocked"/>
                <w:placeholder>
                  <w:docPart w:val="8D472CBD52C44E298B9FCFF7E0F47A05"/>
                </w:placeholder>
                <w:showingPlcHdr/>
                <w:dataBinding w:prefixMappings="xmlns:ns0='http://schemas.microsoft.com/office/2006/metadata/properties' xmlns:ns1='http://www.w3.org/2001/XMLSchema-instance' xmlns:ns2='652bebee-5104-4768-9fc7-8caeb7146ea3' " w:xpath="/ns0:properties[1]/documentManagement[1]/ns2:RMReferenceCode[1]" w:storeItemID="{251B5716-A380-40BB-9906-4B1613C4BC93}"/>
                <w:text/>
              </w:sdtPr>
              <w:sdtEndPr/>
              <w:sdtContent>
                <w:r w:rsidR="009B7DCD" w:rsidRPr="004562F3">
                  <w:rPr>
                    <w:rStyle w:val="PlaceholderText"/>
                  </w:rPr>
                  <w:t>[Registreerimisnumber]</w:t>
                </w:r>
              </w:sdtContent>
            </w:sdt>
          </w:p>
        </w:tc>
      </w:tr>
      <w:tr w:rsidR="00677495" w:rsidRPr="00AE13B2" w14:paraId="5065C6E2" w14:textId="77777777" w:rsidTr="00347D95">
        <w:tc>
          <w:tcPr>
            <w:tcW w:w="4605" w:type="dxa"/>
          </w:tcPr>
          <w:p w14:paraId="62C34D7C" w14:textId="77777777" w:rsidR="00677495" w:rsidRPr="00206A9D" w:rsidRDefault="00677495" w:rsidP="00347D95">
            <w:pPr>
              <w:widowControl/>
              <w:suppressAutoHyphens w:val="0"/>
              <w:spacing w:before="20" w:after="20" w:line="240" w:lineRule="auto"/>
              <w:ind w:left="-113"/>
              <w:jc w:val="left"/>
              <w:rPr>
                <w:rFonts w:asciiTheme="minorHAnsi" w:hAnsiTheme="minorHAnsi" w:cs="Calibri"/>
                <w:sz w:val="22"/>
              </w:rPr>
            </w:pPr>
          </w:p>
        </w:tc>
        <w:tc>
          <w:tcPr>
            <w:tcW w:w="4606" w:type="dxa"/>
          </w:tcPr>
          <w:p w14:paraId="79807718" w14:textId="77777777" w:rsidR="00677495" w:rsidRDefault="00677495" w:rsidP="00677495">
            <w:pPr>
              <w:pStyle w:val="Style3"/>
              <w:tabs>
                <w:tab w:val="left" w:pos="2204"/>
              </w:tabs>
            </w:pPr>
          </w:p>
        </w:tc>
      </w:tr>
    </w:tbl>
    <w:p w14:paraId="4D906C7C" w14:textId="77777777" w:rsidR="00A66D9B" w:rsidRPr="00D2314D" w:rsidRDefault="00A66D9B" w:rsidP="00A66D9B">
      <w:pPr>
        <w:autoSpaceDE w:val="0"/>
        <w:autoSpaceDN w:val="0"/>
        <w:adjustRightInd w:val="0"/>
        <w:rPr>
          <w:rFonts w:asciiTheme="minorHAnsi" w:hAnsiTheme="minorHAnsi" w:cs="Calibri"/>
          <w:sz w:val="22"/>
          <w:szCs w:val="22"/>
        </w:rPr>
      </w:pPr>
      <w:r w:rsidRPr="00D2314D">
        <w:rPr>
          <w:rFonts w:asciiTheme="minorHAnsi" w:hAnsiTheme="minorHAnsi" w:cs="Calibri"/>
          <w:b/>
          <w:sz w:val="22"/>
          <w:szCs w:val="22"/>
        </w:rPr>
        <w:t>Riigi Kaitseinvesteeringute Keskus</w:t>
      </w:r>
      <w:r w:rsidRPr="00D2314D">
        <w:rPr>
          <w:rFonts w:asciiTheme="minorHAnsi" w:hAnsiTheme="minorHAnsi" w:cs="Calibri"/>
          <w:sz w:val="22"/>
          <w:szCs w:val="22"/>
        </w:rPr>
        <w:t xml:space="preserve"> (registrikood 70009764, asukoht Järve tn 34a, 11314 Tallinn) ja </w:t>
      </w:r>
      <w:r w:rsidRPr="00D2314D">
        <w:rPr>
          <w:rFonts w:asciiTheme="minorHAnsi" w:hAnsiTheme="minorHAnsi" w:cs="Calibri"/>
          <w:b/>
          <w:sz w:val="22"/>
          <w:szCs w:val="22"/>
        </w:rPr>
        <w:t>Kaits</w:t>
      </w:r>
      <w:r>
        <w:rPr>
          <w:rFonts w:asciiTheme="minorHAnsi" w:hAnsiTheme="minorHAnsi" w:cs="Calibri"/>
          <w:b/>
          <w:sz w:val="22"/>
          <w:szCs w:val="22"/>
        </w:rPr>
        <w:t>evägi</w:t>
      </w:r>
      <w:r w:rsidRPr="00D2314D">
        <w:rPr>
          <w:rFonts w:asciiTheme="minorHAnsi" w:hAnsiTheme="minorHAnsi" w:cs="Calibri"/>
          <w:sz w:val="22"/>
          <w:szCs w:val="22"/>
        </w:rPr>
        <w:t xml:space="preserve"> (registrikood </w:t>
      </w:r>
      <w:r>
        <w:rPr>
          <w:rFonts w:asciiTheme="minorHAnsi" w:hAnsiTheme="minorHAnsi" w:cs="Calibri"/>
          <w:sz w:val="22"/>
          <w:szCs w:val="22"/>
        </w:rPr>
        <w:t>70008641</w:t>
      </w:r>
      <w:r w:rsidRPr="00D2314D">
        <w:rPr>
          <w:rFonts w:asciiTheme="minorHAnsi" w:hAnsiTheme="minorHAnsi" w:cs="Calibri"/>
          <w:sz w:val="22"/>
          <w:szCs w:val="22"/>
        </w:rPr>
        <w:t xml:space="preserve">, asukoht </w:t>
      </w:r>
      <w:r>
        <w:rPr>
          <w:rFonts w:asciiTheme="minorHAnsi" w:hAnsiTheme="minorHAnsi" w:cs="Calibri"/>
          <w:sz w:val="22"/>
          <w:szCs w:val="22"/>
        </w:rPr>
        <w:t>Juhkentali 58, 15007</w:t>
      </w:r>
      <w:r w:rsidRPr="00D2314D">
        <w:rPr>
          <w:rFonts w:asciiTheme="minorHAnsi" w:hAnsiTheme="minorHAnsi" w:cs="Calibri"/>
          <w:sz w:val="22"/>
          <w:szCs w:val="22"/>
        </w:rPr>
        <w:t xml:space="preserve"> Tallinn), </w:t>
      </w:r>
      <w:r>
        <w:rPr>
          <w:rFonts w:asciiTheme="minorHAnsi" w:hAnsiTheme="minorHAnsi" w:cs="Calibri"/>
          <w:sz w:val="22"/>
          <w:szCs w:val="22"/>
        </w:rPr>
        <w:t>mida</w:t>
      </w:r>
      <w:r w:rsidRPr="00D2314D">
        <w:rPr>
          <w:rFonts w:asciiTheme="minorHAnsi" w:hAnsiTheme="minorHAnsi" w:cs="Calibri"/>
          <w:sz w:val="22"/>
          <w:szCs w:val="22"/>
        </w:rPr>
        <w:t xml:space="preserve"> esindab</w:t>
      </w:r>
      <w:r>
        <w:rPr>
          <w:rFonts w:asciiTheme="minorHAnsi" w:hAnsiTheme="minorHAnsi" w:cs="Calibri"/>
          <w:sz w:val="22"/>
          <w:szCs w:val="22"/>
        </w:rPr>
        <w:t xml:space="preserve"> </w:t>
      </w:r>
      <w:r w:rsidRPr="00A443CC">
        <w:rPr>
          <w:rFonts w:asciiTheme="minorHAnsi" w:hAnsiTheme="minorHAnsi" w:cs="Calibri"/>
          <w:sz w:val="22"/>
          <w:szCs w:val="22"/>
        </w:rPr>
        <w:t>direktori 07.12.2020 käskkirja nr 77 alusel</w:t>
      </w:r>
      <w:r w:rsidRPr="00D2314D">
        <w:rPr>
          <w:rFonts w:asciiTheme="minorHAnsi" w:hAnsiTheme="minorHAnsi" w:cs="Calibri"/>
          <w:sz w:val="22"/>
          <w:szCs w:val="22"/>
        </w:rPr>
        <w:t xml:space="preserve"> Riigi Kaitseinvesteeringute Keskuse </w:t>
      </w:r>
      <w:r>
        <w:rPr>
          <w:rFonts w:asciiTheme="minorHAnsi" w:hAnsiTheme="minorHAnsi" w:cs="Calibri"/>
          <w:sz w:val="22"/>
          <w:szCs w:val="22"/>
        </w:rPr>
        <w:t>hangete osakonna juhataja Ivar Janson</w:t>
      </w:r>
      <w:r w:rsidRPr="00D2314D">
        <w:rPr>
          <w:rFonts w:asciiTheme="minorHAnsi" w:hAnsiTheme="minorHAnsi" w:cs="Calibri"/>
          <w:sz w:val="22"/>
          <w:szCs w:val="22"/>
        </w:rPr>
        <w:t xml:space="preserve"> </w:t>
      </w:r>
      <w:r>
        <w:rPr>
          <w:rFonts w:asciiTheme="minorHAnsi" w:hAnsiTheme="minorHAnsi" w:cs="Calibri"/>
          <w:sz w:val="22"/>
          <w:szCs w:val="22"/>
        </w:rPr>
        <w:t>(</w:t>
      </w:r>
      <w:r w:rsidRPr="00D2314D">
        <w:rPr>
          <w:rFonts w:asciiTheme="minorHAnsi" w:hAnsiTheme="minorHAnsi" w:cs="Calibri"/>
          <w:sz w:val="22"/>
          <w:szCs w:val="22"/>
        </w:rPr>
        <w:t xml:space="preserve">edaspidi nimetatud </w:t>
      </w:r>
      <w:r w:rsidRPr="00D2314D">
        <w:rPr>
          <w:rFonts w:asciiTheme="minorHAnsi" w:hAnsiTheme="minorHAnsi" w:cs="Calibri"/>
          <w:b/>
          <w:sz w:val="22"/>
          <w:szCs w:val="22"/>
        </w:rPr>
        <w:t>tellija</w:t>
      </w:r>
      <w:r w:rsidRPr="00D2314D">
        <w:rPr>
          <w:rFonts w:asciiTheme="minorHAnsi" w:hAnsiTheme="minorHAnsi" w:cs="Calibri"/>
          <w:sz w:val="22"/>
          <w:szCs w:val="22"/>
        </w:rPr>
        <w:t>), ühelt poolt</w:t>
      </w:r>
    </w:p>
    <w:p w14:paraId="389EBC92" w14:textId="77777777" w:rsidR="00A66D9B" w:rsidRPr="00D2314D" w:rsidRDefault="00A66D9B" w:rsidP="00A66D9B">
      <w:pPr>
        <w:autoSpaceDE w:val="0"/>
        <w:autoSpaceDN w:val="0"/>
        <w:adjustRightInd w:val="0"/>
        <w:rPr>
          <w:rFonts w:asciiTheme="minorHAnsi" w:hAnsiTheme="minorHAnsi" w:cs="Calibri"/>
          <w:sz w:val="22"/>
          <w:szCs w:val="22"/>
        </w:rPr>
      </w:pPr>
    </w:p>
    <w:p w14:paraId="3CB4F99E" w14:textId="77777777" w:rsidR="00A66D9B" w:rsidRPr="00D2314D" w:rsidRDefault="00A66D9B" w:rsidP="00A66D9B">
      <w:pPr>
        <w:tabs>
          <w:tab w:val="left" w:pos="2847"/>
        </w:tabs>
        <w:autoSpaceDE w:val="0"/>
        <w:autoSpaceDN w:val="0"/>
        <w:adjustRightInd w:val="0"/>
        <w:rPr>
          <w:rFonts w:asciiTheme="minorHAnsi" w:hAnsiTheme="minorHAnsi" w:cs="Calibri"/>
          <w:sz w:val="22"/>
          <w:szCs w:val="22"/>
        </w:rPr>
      </w:pPr>
      <w:r w:rsidRPr="00D2314D">
        <w:rPr>
          <w:rFonts w:asciiTheme="minorHAnsi" w:hAnsiTheme="minorHAnsi" w:cs="Calibri"/>
          <w:sz w:val="22"/>
          <w:szCs w:val="22"/>
        </w:rPr>
        <w:t>ja</w:t>
      </w:r>
    </w:p>
    <w:p w14:paraId="05D8EE4E" w14:textId="77777777" w:rsidR="00A66D9B" w:rsidRPr="00D2314D" w:rsidRDefault="00A66D9B" w:rsidP="00A66D9B">
      <w:pPr>
        <w:autoSpaceDE w:val="0"/>
        <w:autoSpaceDN w:val="0"/>
        <w:adjustRightInd w:val="0"/>
        <w:rPr>
          <w:rFonts w:asciiTheme="minorHAnsi" w:hAnsiTheme="minorHAnsi" w:cs="Calibri"/>
          <w:sz w:val="22"/>
          <w:szCs w:val="22"/>
        </w:rPr>
      </w:pPr>
    </w:p>
    <w:p w14:paraId="6E3AD9E2" w14:textId="77777777" w:rsidR="00A66D9B" w:rsidRPr="00D2314D" w:rsidRDefault="00A66D9B" w:rsidP="00A66D9B">
      <w:pPr>
        <w:rPr>
          <w:rFonts w:asciiTheme="minorHAnsi" w:hAnsiTheme="minorHAnsi" w:cs="Calibri"/>
          <w:sz w:val="22"/>
          <w:szCs w:val="22"/>
        </w:rPr>
      </w:pPr>
      <w:r w:rsidRPr="00D2314D">
        <w:rPr>
          <w:rFonts w:asciiTheme="minorHAnsi" w:hAnsiTheme="minorHAnsi" w:cs="Calibri"/>
          <w:b/>
          <w:sz w:val="22"/>
          <w:szCs w:val="22"/>
        </w:rPr>
        <w:t>Osaühing Radiocom Baltic</w:t>
      </w:r>
      <w:r w:rsidRPr="00D2314D">
        <w:rPr>
          <w:rFonts w:asciiTheme="minorHAnsi" w:hAnsiTheme="minorHAnsi" w:cs="Calibri"/>
          <w:sz w:val="22"/>
          <w:szCs w:val="22"/>
        </w:rPr>
        <w:t xml:space="preserve"> (registrikood 10453263, aadress Vase 10, 10125 Tallinn)</w:t>
      </w:r>
      <w:r>
        <w:rPr>
          <w:rFonts w:asciiTheme="minorHAnsi" w:hAnsiTheme="minorHAnsi" w:cs="Calibri"/>
          <w:sz w:val="22"/>
          <w:szCs w:val="22"/>
        </w:rPr>
        <w:t>,</w:t>
      </w:r>
      <w:r w:rsidRPr="00D2314D">
        <w:rPr>
          <w:rFonts w:asciiTheme="minorHAnsi" w:hAnsiTheme="minorHAnsi" w:cs="Calibri"/>
          <w:sz w:val="22"/>
          <w:szCs w:val="22"/>
        </w:rPr>
        <w:t xml:space="preserve"> </w:t>
      </w:r>
      <w:r>
        <w:rPr>
          <w:rFonts w:asciiTheme="minorHAnsi" w:hAnsiTheme="minorHAnsi" w:cs="Calibri"/>
          <w:sz w:val="22"/>
          <w:szCs w:val="22"/>
        </w:rPr>
        <w:t>mida</w:t>
      </w:r>
      <w:r w:rsidRPr="00D2314D">
        <w:rPr>
          <w:rFonts w:asciiTheme="minorHAnsi" w:hAnsiTheme="minorHAnsi" w:cs="Calibri"/>
          <w:sz w:val="22"/>
          <w:szCs w:val="22"/>
        </w:rPr>
        <w:t xml:space="preserve"> esindab põhikirja alusel Kaupo Kesküla (edaspidi nimetatud </w:t>
      </w:r>
      <w:r w:rsidRPr="00D2314D">
        <w:rPr>
          <w:rFonts w:asciiTheme="minorHAnsi" w:hAnsiTheme="minorHAnsi" w:cs="Calibri"/>
          <w:b/>
          <w:sz w:val="22"/>
          <w:szCs w:val="22"/>
        </w:rPr>
        <w:t>täitja</w:t>
      </w:r>
      <w:r w:rsidRPr="00D2314D">
        <w:rPr>
          <w:rFonts w:asciiTheme="minorHAnsi" w:hAnsiTheme="minorHAnsi" w:cs="Calibri"/>
          <w:sz w:val="22"/>
          <w:szCs w:val="22"/>
        </w:rPr>
        <w:t>), sõlmisid</w:t>
      </w:r>
      <w:r w:rsidRPr="00D2314D">
        <w:rPr>
          <w:rFonts w:asciiTheme="minorHAnsi" w:hAnsiTheme="minorHAnsi" w:cs="Calibri"/>
          <w:b/>
          <w:sz w:val="22"/>
          <w:szCs w:val="22"/>
        </w:rPr>
        <w:t xml:space="preserve"> </w:t>
      </w:r>
      <w:r w:rsidRPr="00D2314D">
        <w:rPr>
          <w:rFonts w:asciiTheme="minorHAnsi" w:hAnsiTheme="minorHAnsi" w:cs="Calibri"/>
          <w:sz w:val="22"/>
          <w:szCs w:val="22"/>
        </w:rPr>
        <w:t>riigihanke (viitenumber 268916) OSA 1 tulemusena 1</w:t>
      </w:r>
      <w:r>
        <w:rPr>
          <w:rFonts w:asciiTheme="minorHAnsi" w:hAnsiTheme="minorHAnsi" w:cs="Calibri"/>
          <w:sz w:val="22"/>
          <w:szCs w:val="22"/>
        </w:rPr>
        <w:t>5</w:t>
      </w:r>
      <w:r w:rsidRPr="00D2314D">
        <w:rPr>
          <w:rFonts w:asciiTheme="minorHAnsi" w:hAnsiTheme="minorHAnsi" w:cs="Calibri"/>
          <w:sz w:val="22"/>
          <w:szCs w:val="22"/>
        </w:rPr>
        <w:t xml:space="preserve">.04.2024 sõlmitud raamlepingu nr 2-2/24/378-1 ja minikonkursil (viitenumber </w:t>
      </w:r>
      <w:r>
        <w:rPr>
          <w:rFonts w:asciiTheme="minorHAnsi" w:hAnsiTheme="minorHAnsi" w:cs="Calibri"/>
          <w:sz w:val="22"/>
          <w:szCs w:val="22"/>
        </w:rPr>
        <w:t>283771</w:t>
      </w:r>
      <w:r w:rsidRPr="00D2314D">
        <w:rPr>
          <w:rFonts w:asciiTheme="minorHAnsi" w:hAnsiTheme="minorHAnsi" w:cs="Calibri"/>
          <w:sz w:val="22"/>
          <w:szCs w:val="22"/>
        </w:rPr>
        <w:t xml:space="preserve">) esitatud pakkumuse </w:t>
      </w:r>
      <w:r>
        <w:rPr>
          <w:rFonts w:asciiTheme="minorHAnsi" w:hAnsiTheme="minorHAnsi" w:cs="Calibri"/>
          <w:sz w:val="22"/>
          <w:szCs w:val="22"/>
        </w:rPr>
        <w:t xml:space="preserve">nr 511833 </w:t>
      </w:r>
      <w:r w:rsidRPr="00D2314D">
        <w:rPr>
          <w:rFonts w:asciiTheme="minorHAnsi" w:hAnsiTheme="minorHAnsi" w:cs="Calibri"/>
          <w:sz w:val="22"/>
          <w:szCs w:val="22"/>
        </w:rPr>
        <w:t xml:space="preserve">alusel hankelepingu (edaspidi nimetatud </w:t>
      </w:r>
      <w:r w:rsidRPr="00D2314D">
        <w:rPr>
          <w:rFonts w:asciiTheme="minorHAnsi" w:hAnsiTheme="minorHAnsi" w:cs="Calibri"/>
          <w:bCs/>
          <w:sz w:val="22"/>
          <w:szCs w:val="22"/>
        </w:rPr>
        <w:t>leping</w:t>
      </w:r>
      <w:r w:rsidRPr="00D2314D">
        <w:rPr>
          <w:rFonts w:asciiTheme="minorHAnsi" w:hAnsiTheme="minorHAnsi" w:cs="Calibri"/>
          <w:sz w:val="22"/>
          <w:szCs w:val="22"/>
        </w:rPr>
        <w:t>) alljärgnevas:</w:t>
      </w:r>
    </w:p>
    <w:p w14:paraId="62C5B21A" w14:textId="77777777" w:rsidR="00A66D9B" w:rsidRPr="00D2314D" w:rsidRDefault="00A66D9B" w:rsidP="00A66D9B">
      <w:pPr>
        <w:rPr>
          <w:rFonts w:asciiTheme="minorHAnsi" w:hAnsiTheme="minorHAnsi" w:cs="Calibri"/>
          <w:sz w:val="22"/>
          <w:szCs w:val="22"/>
        </w:rPr>
      </w:pPr>
    </w:p>
    <w:p w14:paraId="554E8B27" w14:textId="77777777" w:rsidR="00A66D9B" w:rsidRPr="00D2314D" w:rsidRDefault="00A66D9B" w:rsidP="00A66D9B">
      <w:pPr>
        <w:widowControl/>
        <w:numPr>
          <w:ilvl w:val="0"/>
          <w:numId w:val="2"/>
        </w:numPr>
        <w:suppressAutoHyphens w:val="0"/>
        <w:spacing w:line="240" w:lineRule="auto"/>
        <w:ind w:left="426" w:hanging="426"/>
        <w:rPr>
          <w:rFonts w:asciiTheme="minorHAnsi" w:hAnsiTheme="minorHAnsi" w:cs="Calibri"/>
          <w:b/>
          <w:sz w:val="22"/>
          <w:szCs w:val="22"/>
        </w:rPr>
      </w:pPr>
      <w:r w:rsidRPr="00D2314D">
        <w:rPr>
          <w:rFonts w:asciiTheme="minorHAnsi" w:hAnsiTheme="minorHAnsi" w:cs="Calibri"/>
          <w:b/>
          <w:sz w:val="22"/>
          <w:szCs w:val="22"/>
        </w:rPr>
        <w:t>Lepingu ese</w:t>
      </w:r>
    </w:p>
    <w:p w14:paraId="413D2CBD" w14:textId="77777777" w:rsidR="00A66D9B" w:rsidRPr="00D2314D" w:rsidRDefault="00A66D9B" w:rsidP="00A66D9B">
      <w:pPr>
        <w:rPr>
          <w:rFonts w:asciiTheme="minorHAnsi" w:hAnsiTheme="minorHAnsi" w:cs="Calibri"/>
          <w:b/>
          <w:sz w:val="22"/>
          <w:szCs w:val="22"/>
        </w:rPr>
      </w:pPr>
    </w:p>
    <w:p w14:paraId="62EA12C5"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b/>
          <w:sz w:val="22"/>
          <w:szCs w:val="22"/>
        </w:rPr>
      </w:pPr>
      <w:r w:rsidRPr="00D2314D">
        <w:rPr>
          <w:rFonts w:asciiTheme="minorHAnsi" w:hAnsiTheme="minorHAnsi" w:cs="Calibri"/>
          <w:sz w:val="22"/>
          <w:szCs w:val="22"/>
        </w:rPr>
        <w:t>Lepingu esemeks on ICOM</w:t>
      </w:r>
      <w:r>
        <w:rPr>
          <w:rFonts w:asciiTheme="minorHAnsi" w:hAnsiTheme="minorHAnsi" w:cs="Calibri"/>
          <w:sz w:val="22"/>
          <w:szCs w:val="22"/>
        </w:rPr>
        <w:t xml:space="preserve"> </w:t>
      </w:r>
      <w:r w:rsidRPr="00D2314D">
        <w:rPr>
          <w:rFonts w:asciiTheme="minorHAnsi" w:hAnsiTheme="minorHAnsi" w:cs="Calibri"/>
          <w:sz w:val="22"/>
          <w:szCs w:val="22"/>
        </w:rPr>
        <w:t xml:space="preserve">raadiojaamade </w:t>
      </w:r>
      <w:r>
        <w:rPr>
          <w:rFonts w:asciiTheme="minorHAnsi" w:hAnsiTheme="minorHAnsi" w:cs="Calibri"/>
          <w:sz w:val="22"/>
          <w:szCs w:val="22"/>
        </w:rPr>
        <w:t>ja</w:t>
      </w:r>
      <w:r w:rsidRPr="00D2314D">
        <w:rPr>
          <w:rFonts w:asciiTheme="minorHAnsi" w:hAnsiTheme="minorHAnsi" w:cs="Calibri"/>
          <w:sz w:val="22"/>
          <w:szCs w:val="22"/>
        </w:rPr>
        <w:t xml:space="preserve"> vahendite soetamine vastavalt käesoleva lepingu lisadele.</w:t>
      </w:r>
    </w:p>
    <w:p w14:paraId="48DEEDAD"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b/>
          <w:sz w:val="22"/>
          <w:szCs w:val="22"/>
        </w:rPr>
      </w:pPr>
      <w:r w:rsidRPr="00D2314D">
        <w:rPr>
          <w:rFonts w:asciiTheme="minorHAnsi" w:hAnsiTheme="minorHAnsi" w:cs="Calibri"/>
          <w:sz w:val="22"/>
          <w:szCs w:val="22"/>
        </w:rPr>
        <w:t>Lepingu sõlmimisel lähtutakse raamlepingust ja selle lisadest tulenevatest tingimustest.</w:t>
      </w:r>
    </w:p>
    <w:p w14:paraId="2B50E515"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sz w:val="22"/>
          <w:szCs w:val="22"/>
        </w:rPr>
      </w:pPr>
      <w:r w:rsidRPr="00D2314D">
        <w:rPr>
          <w:rFonts w:asciiTheme="minorHAnsi" w:hAnsiTheme="minorHAnsi" w:cs="Calibri"/>
          <w:sz w:val="22"/>
          <w:szCs w:val="22"/>
        </w:rPr>
        <w:t xml:space="preserve">Lepingu kogumaksumuseks on </w:t>
      </w:r>
      <w:r>
        <w:rPr>
          <w:rFonts w:asciiTheme="minorHAnsi" w:hAnsiTheme="minorHAnsi" w:cs="Calibri"/>
          <w:sz w:val="22"/>
          <w:szCs w:val="22"/>
        </w:rPr>
        <w:t xml:space="preserve">198 625,00 </w:t>
      </w:r>
      <w:r w:rsidRPr="00D2314D">
        <w:rPr>
          <w:rFonts w:asciiTheme="minorHAnsi" w:hAnsiTheme="minorHAnsi" w:cs="Calibri"/>
          <w:sz w:val="22"/>
          <w:szCs w:val="22"/>
        </w:rPr>
        <w:t>eurot käibemaksuta. Hinnale lisandub käibemaks seaduses sätestatud juhul.</w:t>
      </w:r>
    </w:p>
    <w:p w14:paraId="59712B4C"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sz w:val="22"/>
          <w:szCs w:val="22"/>
        </w:rPr>
      </w:pPr>
      <w:r w:rsidRPr="00D2314D">
        <w:rPr>
          <w:rFonts w:asciiTheme="minorHAnsi" w:hAnsiTheme="minorHAnsi" w:cs="Calibri"/>
          <w:sz w:val="22"/>
          <w:szCs w:val="22"/>
        </w:rPr>
        <w:t xml:space="preserve">Kauba tarneaeg on </w:t>
      </w:r>
      <w:r>
        <w:rPr>
          <w:rFonts w:asciiTheme="minorHAnsi" w:hAnsiTheme="minorHAnsi" w:cs="Calibri"/>
          <w:sz w:val="22"/>
          <w:szCs w:val="22"/>
        </w:rPr>
        <w:t>kuni 22</w:t>
      </w:r>
      <w:r w:rsidRPr="00D2314D">
        <w:rPr>
          <w:rFonts w:asciiTheme="minorHAnsi" w:hAnsiTheme="minorHAnsi" w:cs="Calibri"/>
          <w:sz w:val="22"/>
          <w:szCs w:val="22"/>
        </w:rPr>
        <w:t xml:space="preserve"> nädalat alates lepingu jõustumisest.</w:t>
      </w:r>
    </w:p>
    <w:p w14:paraId="6596E630"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sz w:val="22"/>
          <w:szCs w:val="22"/>
        </w:rPr>
      </w:pPr>
      <w:r w:rsidRPr="00D2314D">
        <w:rPr>
          <w:rFonts w:asciiTheme="minorHAnsi" w:hAnsiTheme="minorHAnsi" w:cs="Calibri"/>
          <w:sz w:val="22"/>
          <w:szCs w:val="22"/>
        </w:rPr>
        <w:t>Leping jõustub allkirjastamisel poolte poolt ning kehtib kuni võlasuhte lõppemiseni.</w:t>
      </w:r>
    </w:p>
    <w:p w14:paraId="6909A8A2" w14:textId="77777777" w:rsidR="00A66D9B" w:rsidRPr="00D2314D" w:rsidRDefault="00A66D9B" w:rsidP="00A66D9B">
      <w:pPr>
        <w:rPr>
          <w:rFonts w:asciiTheme="minorHAnsi" w:hAnsiTheme="minorHAnsi" w:cs="Calibri"/>
          <w:b/>
          <w:sz w:val="22"/>
          <w:szCs w:val="22"/>
        </w:rPr>
      </w:pPr>
    </w:p>
    <w:p w14:paraId="32974FF4" w14:textId="77777777" w:rsidR="00A66D9B" w:rsidRPr="00D2314D" w:rsidRDefault="00A66D9B" w:rsidP="00A66D9B">
      <w:pPr>
        <w:widowControl/>
        <w:numPr>
          <w:ilvl w:val="0"/>
          <w:numId w:val="2"/>
        </w:numPr>
        <w:suppressAutoHyphens w:val="0"/>
        <w:spacing w:line="240" w:lineRule="auto"/>
        <w:ind w:left="426" w:hanging="426"/>
        <w:rPr>
          <w:rFonts w:asciiTheme="minorHAnsi" w:hAnsiTheme="minorHAnsi" w:cs="Calibri"/>
          <w:b/>
          <w:sz w:val="22"/>
          <w:szCs w:val="22"/>
        </w:rPr>
      </w:pPr>
      <w:r w:rsidRPr="00D2314D">
        <w:rPr>
          <w:rFonts w:asciiTheme="minorHAnsi" w:hAnsiTheme="minorHAnsi" w:cs="Calibri"/>
          <w:b/>
          <w:sz w:val="22"/>
          <w:szCs w:val="22"/>
        </w:rPr>
        <w:t>Kauba tarne, üleandmine ja vastuvõtmine</w:t>
      </w:r>
    </w:p>
    <w:p w14:paraId="71E31C34" w14:textId="77777777" w:rsidR="00A66D9B" w:rsidRPr="00D2314D" w:rsidRDefault="00A66D9B" w:rsidP="00A66D9B">
      <w:pPr>
        <w:rPr>
          <w:rFonts w:asciiTheme="minorHAnsi" w:hAnsiTheme="minorHAnsi" w:cs="Calibri"/>
          <w:b/>
          <w:sz w:val="22"/>
          <w:szCs w:val="22"/>
        </w:rPr>
      </w:pPr>
    </w:p>
    <w:p w14:paraId="30BDEB8E" w14:textId="77777777" w:rsidR="00A66D9B" w:rsidRPr="00D2314D"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sidRPr="00D2314D">
        <w:rPr>
          <w:rFonts w:asciiTheme="minorHAnsi" w:hAnsiTheme="minorHAnsi" w:cs="Calibri"/>
          <w:spacing w:val="-2"/>
          <w:sz w:val="22"/>
          <w:szCs w:val="22"/>
        </w:rPr>
        <w:t xml:space="preserve">Kaup tarnitakse aadressile </w:t>
      </w:r>
      <w:r>
        <w:rPr>
          <w:rFonts w:asciiTheme="minorHAnsi" w:hAnsiTheme="minorHAnsi" w:cs="Calibri"/>
          <w:spacing w:val="-2"/>
          <w:sz w:val="22"/>
          <w:szCs w:val="22"/>
        </w:rPr>
        <w:t>Suur-Sõjamäe 23a, 11415</w:t>
      </w:r>
      <w:r w:rsidRPr="00D2314D">
        <w:rPr>
          <w:rFonts w:asciiTheme="minorHAnsi" w:hAnsiTheme="minorHAnsi" w:cs="Calibri"/>
          <w:spacing w:val="-2"/>
          <w:sz w:val="22"/>
          <w:szCs w:val="22"/>
        </w:rPr>
        <w:t xml:space="preserve"> Tallinn.</w:t>
      </w:r>
    </w:p>
    <w:p w14:paraId="01027963" w14:textId="77777777" w:rsidR="00A66D9B"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Pr>
          <w:rFonts w:asciiTheme="minorHAnsi" w:hAnsiTheme="minorHAnsi" w:cs="Calibri"/>
          <w:spacing w:val="-2"/>
          <w:sz w:val="22"/>
          <w:szCs w:val="22"/>
        </w:rPr>
        <w:t xml:space="preserve">Tellija kontakt </w:t>
      </w:r>
      <w:r w:rsidRPr="00D2314D">
        <w:rPr>
          <w:rFonts w:asciiTheme="minorHAnsi" w:hAnsiTheme="minorHAnsi" w:cs="Calibri"/>
          <w:spacing w:val="-2"/>
          <w:sz w:val="22"/>
          <w:szCs w:val="22"/>
        </w:rPr>
        <w:t xml:space="preserve">on </w:t>
      </w:r>
      <w:r>
        <w:rPr>
          <w:rFonts w:asciiTheme="minorHAnsi" w:hAnsiTheme="minorHAnsi" w:cs="Calibri"/>
          <w:spacing w:val="-2"/>
          <w:sz w:val="22"/>
          <w:szCs w:val="22"/>
        </w:rPr>
        <w:t>Vadim Smagin</w:t>
      </w:r>
      <w:r w:rsidRPr="00D2314D">
        <w:rPr>
          <w:rFonts w:asciiTheme="minorHAnsi" w:hAnsiTheme="minorHAnsi" w:cs="Calibri"/>
          <w:spacing w:val="-2"/>
          <w:sz w:val="22"/>
          <w:szCs w:val="22"/>
        </w:rPr>
        <w:t xml:space="preserve"> (e-post </w:t>
      </w:r>
      <w:r w:rsidRPr="00062FD4">
        <w:rPr>
          <w:rFonts w:asciiTheme="minorHAnsi" w:hAnsiTheme="minorHAnsi" w:cs="Calibri"/>
          <w:spacing w:val="-2"/>
          <w:sz w:val="22"/>
          <w:szCs w:val="22"/>
          <w:u w:val="single"/>
        </w:rPr>
        <w:t>vadim.smagin@mil.ee</w:t>
      </w:r>
      <w:r>
        <w:rPr>
          <w:rFonts w:asciiTheme="minorHAnsi" w:hAnsiTheme="minorHAnsi" w:cs="Calibri"/>
          <w:spacing w:val="-2"/>
          <w:sz w:val="22"/>
          <w:szCs w:val="22"/>
        </w:rPr>
        <w:t xml:space="preserve">, tel </w:t>
      </w:r>
      <w:r>
        <w:rPr>
          <w:rFonts w:asciiTheme="minorHAnsi" w:hAnsiTheme="minorHAnsi" w:cs="Calibri"/>
          <w:spacing w:val="-2"/>
          <w:sz w:val="22"/>
          <w:szCs w:val="22"/>
        </w:rPr>
        <w:br/>
        <w:t>+372 5919 9014).</w:t>
      </w:r>
    </w:p>
    <w:p w14:paraId="56F7736D" w14:textId="77777777" w:rsidR="00A66D9B" w:rsidRPr="00D2314D"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Pr>
          <w:rFonts w:asciiTheme="minorHAnsi" w:hAnsiTheme="minorHAnsi" w:cs="Calibri"/>
          <w:spacing w:val="-2"/>
          <w:sz w:val="22"/>
          <w:szCs w:val="22"/>
        </w:rPr>
        <w:t xml:space="preserve">Tellija kontakt kauba vastuvõtmisel on Denis Abeldjajev (e-post </w:t>
      </w:r>
      <w:r w:rsidRPr="00202DE0">
        <w:rPr>
          <w:rFonts w:asciiTheme="minorHAnsi" w:hAnsiTheme="minorHAnsi" w:cs="Calibri"/>
          <w:spacing w:val="-2"/>
          <w:sz w:val="22"/>
          <w:szCs w:val="22"/>
        </w:rPr>
        <w:t>denis.abeldjajev@mil.ee</w:t>
      </w:r>
      <w:r>
        <w:rPr>
          <w:rFonts w:asciiTheme="minorHAnsi" w:hAnsiTheme="minorHAnsi" w:cs="Calibri"/>
          <w:spacing w:val="-2"/>
          <w:sz w:val="22"/>
          <w:szCs w:val="22"/>
        </w:rPr>
        <w:t>, tel +372 5309 1089).</w:t>
      </w:r>
    </w:p>
    <w:p w14:paraId="6E13F9BB" w14:textId="77777777" w:rsidR="00A66D9B" w:rsidRPr="00D2314D"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sidRPr="00D2314D">
        <w:rPr>
          <w:rFonts w:asciiTheme="minorHAnsi" w:hAnsiTheme="minorHAnsi" w:cs="Calibri"/>
          <w:spacing w:val="-2"/>
          <w:sz w:val="22"/>
          <w:szCs w:val="22"/>
        </w:rPr>
        <w:t xml:space="preserve">Tellija kontakt lepingulistes küsimustes on Kaino Voolmaa (e-post </w:t>
      </w:r>
      <w:r w:rsidRPr="00062FD4">
        <w:rPr>
          <w:rFonts w:asciiTheme="minorHAnsi" w:hAnsiTheme="minorHAnsi" w:cs="Calibri"/>
          <w:spacing w:val="-2"/>
          <w:sz w:val="22"/>
          <w:szCs w:val="22"/>
          <w:u w:val="single"/>
        </w:rPr>
        <w:t>kaino.voolmaa@rkik.ee</w:t>
      </w:r>
      <w:r w:rsidRPr="00D2314D">
        <w:rPr>
          <w:rFonts w:asciiTheme="minorHAnsi" w:hAnsiTheme="minorHAnsi" w:cs="Calibri"/>
          <w:spacing w:val="-2"/>
          <w:sz w:val="22"/>
          <w:szCs w:val="22"/>
        </w:rPr>
        <w:t>, tel +372 5434 0383).</w:t>
      </w:r>
    </w:p>
    <w:p w14:paraId="0F607E23" w14:textId="77777777" w:rsidR="00A66D9B" w:rsidRPr="00D2314D"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sidRPr="00D2314D">
        <w:rPr>
          <w:rFonts w:asciiTheme="minorHAnsi" w:hAnsiTheme="minorHAnsi" w:cs="Calibri"/>
          <w:spacing w:val="-2"/>
          <w:sz w:val="22"/>
          <w:szCs w:val="22"/>
        </w:rPr>
        <w:t xml:space="preserve">Täitja teavitab kauba faktilisest üleandmisest </w:t>
      </w:r>
      <w:r>
        <w:rPr>
          <w:rFonts w:asciiTheme="minorHAnsi" w:hAnsiTheme="minorHAnsi" w:cs="Calibri"/>
          <w:spacing w:val="-2"/>
          <w:sz w:val="22"/>
          <w:szCs w:val="22"/>
        </w:rPr>
        <w:t xml:space="preserve">punktis 2.2. </w:t>
      </w:r>
      <w:r w:rsidRPr="00D2314D">
        <w:rPr>
          <w:rFonts w:asciiTheme="minorHAnsi" w:hAnsiTheme="minorHAnsi" w:cs="Calibri"/>
          <w:spacing w:val="-2"/>
          <w:sz w:val="22"/>
          <w:szCs w:val="22"/>
        </w:rPr>
        <w:t xml:space="preserve">kontaktisikut vähemalt </w:t>
      </w:r>
      <w:r>
        <w:rPr>
          <w:rFonts w:asciiTheme="minorHAnsi" w:hAnsiTheme="minorHAnsi" w:cs="Calibri"/>
          <w:spacing w:val="-2"/>
          <w:sz w:val="22"/>
          <w:szCs w:val="22"/>
        </w:rPr>
        <w:br/>
      </w:r>
      <w:r w:rsidRPr="00D2314D">
        <w:rPr>
          <w:rFonts w:asciiTheme="minorHAnsi" w:hAnsiTheme="minorHAnsi" w:cs="Calibri"/>
          <w:spacing w:val="-2"/>
          <w:sz w:val="22"/>
          <w:szCs w:val="22"/>
        </w:rPr>
        <w:t>5 kalendripäeva enne tarne toimumist e-kirja teel.</w:t>
      </w:r>
    </w:p>
    <w:p w14:paraId="03D3BA4B" w14:textId="4CFB586D" w:rsidR="00A66D9B" w:rsidRPr="00D2314D"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sidRPr="00D2314D">
        <w:rPr>
          <w:rFonts w:asciiTheme="minorHAnsi" w:hAnsiTheme="minorHAnsi" w:cs="Calibri"/>
          <w:spacing w:val="-2"/>
          <w:sz w:val="22"/>
          <w:szCs w:val="22"/>
        </w:rPr>
        <w:t xml:space="preserve">Kauba vastuvõtt toimub tööpäevadel esmaspäevast neljapäevani ajavahemikul </w:t>
      </w:r>
      <w:r>
        <w:rPr>
          <w:rFonts w:asciiTheme="minorHAnsi" w:hAnsiTheme="minorHAnsi" w:cs="Calibri"/>
          <w:spacing w:val="-2"/>
          <w:sz w:val="22"/>
          <w:szCs w:val="22"/>
        </w:rPr>
        <w:br/>
      </w:r>
      <w:r w:rsidR="003B5246">
        <w:rPr>
          <w:rFonts w:asciiTheme="minorHAnsi" w:hAnsiTheme="minorHAnsi" w:cs="Calibri"/>
          <w:spacing w:val="-2"/>
          <w:sz w:val="22"/>
          <w:szCs w:val="22"/>
        </w:rPr>
        <w:t>09.00-17.</w:t>
      </w:r>
      <w:r w:rsidRPr="00D2314D">
        <w:rPr>
          <w:rFonts w:asciiTheme="minorHAnsi" w:hAnsiTheme="minorHAnsi" w:cs="Calibri"/>
          <w:spacing w:val="-2"/>
          <w:sz w:val="22"/>
          <w:szCs w:val="22"/>
        </w:rPr>
        <w:t>00 ning reedeti</w:t>
      </w:r>
      <w:r w:rsidR="003B5246">
        <w:rPr>
          <w:rFonts w:asciiTheme="minorHAnsi" w:hAnsiTheme="minorHAnsi" w:cs="Calibri"/>
          <w:spacing w:val="-2"/>
          <w:sz w:val="22"/>
          <w:szCs w:val="22"/>
        </w:rPr>
        <w:t xml:space="preserve"> 09.00-15.</w:t>
      </w:r>
      <w:r w:rsidRPr="00D2314D">
        <w:rPr>
          <w:rFonts w:asciiTheme="minorHAnsi" w:hAnsiTheme="minorHAnsi" w:cs="Calibri"/>
          <w:spacing w:val="-2"/>
          <w:sz w:val="22"/>
          <w:szCs w:val="22"/>
        </w:rPr>
        <w:t>00.</w:t>
      </w:r>
    </w:p>
    <w:p w14:paraId="6C9E7DD9" w14:textId="77777777" w:rsidR="00A66D9B" w:rsidRPr="00D87D90" w:rsidRDefault="00A66D9B" w:rsidP="00A66D9B">
      <w:pPr>
        <w:widowControl/>
        <w:numPr>
          <w:ilvl w:val="1"/>
          <w:numId w:val="2"/>
        </w:numPr>
        <w:tabs>
          <w:tab w:val="left" w:pos="0"/>
        </w:tabs>
        <w:spacing w:line="240" w:lineRule="auto"/>
        <w:ind w:left="1134" w:hanging="708"/>
        <w:contextualSpacing/>
        <w:rPr>
          <w:rFonts w:asciiTheme="minorHAnsi" w:hAnsiTheme="minorHAnsi" w:cs="Calibri"/>
          <w:spacing w:val="-2"/>
          <w:sz w:val="22"/>
          <w:szCs w:val="22"/>
        </w:rPr>
      </w:pPr>
      <w:r w:rsidRPr="00D2314D">
        <w:rPr>
          <w:rFonts w:asciiTheme="minorHAnsi" w:hAnsiTheme="minorHAnsi" w:cs="Calibri"/>
          <w:spacing w:val="-2"/>
          <w:sz w:val="22"/>
          <w:szCs w:val="22"/>
        </w:rPr>
        <w:t>P</w:t>
      </w:r>
      <w:r>
        <w:rPr>
          <w:rFonts w:asciiTheme="minorHAnsi" w:hAnsiTheme="minorHAnsi" w:cs="Calibri"/>
          <w:spacing w:val="-2"/>
          <w:sz w:val="22"/>
          <w:szCs w:val="22"/>
        </w:rPr>
        <w:t>ärast</w:t>
      </w:r>
      <w:r w:rsidRPr="00D2314D">
        <w:rPr>
          <w:rFonts w:asciiTheme="minorHAnsi" w:hAnsiTheme="minorHAnsi" w:cs="Calibri"/>
          <w:spacing w:val="-2"/>
          <w:sz w:val="22"/>
          <w:szCs w:val="22"/>
        </w:rPr>
        <w:t xml:space="preserve"> igat kauba üleandmist</w:t>
      </w:r>
      <w:r>
        <w:rPr>
          <w:rFonts w:asciiTheme="minorHAnsi" w:hAnsiTheme="minorHAnsi" w:cs="Calibri"/>
          <w:spacing w:val="-2"/>
          <w:sz w:val="22"/>
          <w:szCs w:val="22"/>
        </w:rPr>
        <w:t xml:space="preserve"> koostab</w:t>
      </w:r>
      <w:r w:rsidRPr="00D2314D">
        <w:rPr>
          <w:rFonts w:asciiTheme="minorHAnsi" w:hAnsiTheme="minorHAnsi" w:cs="Calibri"/>
          <w:spacing w:val="-2"/>
          <w:sz w:val="22"/>
          <w:szCs w:val="22"/>
        </w:rPr>
        <w:t xml:space="preserve"> täitja üleandmise-vastuvõtmise akti, mille pooled allkirjastavad (soovitavalt elektrooniliselt) ja millest kummalegi poolele jääb 1 eksemplar. Kahepoolselt allkirjastatud üleandmise-vastuvõtmise akt edastada e-posti aadressile </w:t>
      </w:r>
      <w:r w:rsidRPr="004158E7">
        <w:rPr>
          <w:rFonts w:asciiTheme="minorHAnsi" w:hAnsiTheme="minorHAnsi" w:cs="Calibri"/>
          <w:spacing w:val="-2"/>
          <w:sz w:val="22"/>
          <w:szCs w:val="22"/>
          <w:u w:val="single"/>
        </w:rPr>
        <w:t>ostud@rkik.ee</w:t>
      </w:r>
      <w:r w:rsidRPr="00062FD4">
        <w:rPr>
          <w:rFonts w:asciiTheme="minorHAnsi" w:hAnsiTheme="minorHAnsi" w:cs="Calibri"/>
          <w:spacing w:val="-2"/>
          <w:sz w:val="22"/>
          <w:szCs w:val="22"/>
        </w:rPr>
        <w:t>.</w:t>
      </w:r>
    </w:p>
    <w:p w14:paraId="174EED4A" w14:textId="77777777" w:rsidR="00A66D9B" w:rsidRPr="00D87D90" w:rsidRDefault="00A66D9B" w:rsidP="00A66D9B">
      <w:pPr>
        <w:tabs>
          <w:tab w:val="left" w:pos="0"/>
        </w:tabs>
        <w:contextualSpacing/>
        <w:rPr>
          <w:rFonts w:asciiTheme="minorHAnsi" w:hAnsiTheme="minorHAnsi" w:cs="Calibri"/>
          <w:spacing w:val="-2"/>
          <w:sz w:val="22"/>
          <w:szCs w:val="22"/>
        </w:rPr>
      </w:pPr>
    </w:p>
    <w:p w14:paraId="49F1E24F" w14:textId="77777777" w:rsidR="00A66D9B" w:rsidRPr="00D2314D" w:rsidRDefault="00A66D9B" w:rsidP="00A66D9B">
      <w:pPr>
        <w:widowControl/>
        <w:numPr>
          <w:ilvl w:val="0"/>
          <w:numId w:val="2"/>
        </w:numPr>
        <w:suppressAutoHyphens w:val="0"/>
        <w:spacing w:line="240" w:lineRule="auto"/>
        <w:ind w:left="426" w:hanging="426"/>
        <w:rPr>
          <w:rFonts w:asciiTheme="minorHAnsi" w:hAnsiTheme="minorHAnsi" w:cs="Calibri"/>
          <w:b/>
          <w:sz w:val="22"/>
          <w:szCs w:val="22"/>
        </w:rPr>
      </w:pPr>
      <w:r w:rsidRPr="00D2314D">
        <w:rPr>
          <w:rFonts w:asciiTheme="minorHAnsi" w:hAnsiTheme="minorHAnsi" w:cs="Calibri"/>
          <w:b/>
          <w:sz w:val="22"/>
          <w:szCs w:val="22"/>
        </w:rPr>
        <w:t>Maksetingimused</w:t>
      </w:r>
    </w:p>
    <w:p w14:paraId="5F83D3E7" w14:textId="77777777" w:rsidR="00A66D9B" w:rsidRPr="00D2314D" w:rsidRDefault="00A66D9B" w:rsidP="00A66D9B">
      <w:pPr>
        <w:rPr>
          <w:rFonts w:asciiTheme="minorHAnsi" w:hAnsiTheme="minorHAnsi" w:cs="Calibri"/>
          <w:b/>
          <w:sz w:val="22"/>
          <w:szCs w:val="22"/>
        </w:rPr>
      </w:pPr>
    </w:p>
    <w:p w14:paraId="5F6531A3"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b/>
          <w:sz w:val="22"/>
          <w:szCs w:val="22"/>
        </w:rPr>
      </w:pPr>
      <w:r w:rsidRPr="00D2314D">
        <w:rPr>
          <w:rFonts w:asciiTheme="minorHAnsi" w:hAnsiTheme="minorHAnsi" w:cs="Calibri"/>
          <w:sz w:val="22"/>
          <w:szCs w:val="22"/>
        </w:rPr>
        <w:t>Arve esitamise aluseks on kahepoolselt allkirjastatud üleandmise-vastuvõtmise akt.</w:t>
      </w:r>
    </w:p>
    <w:p w14:paraId="482E298F" w14:textId="77777777" w:rsidR="00A66D9B" w:rsidRPr="00D2314D" w:rsidRDefault="00A66D9B" w:rsidP="00A66D9B">
      <w:pPr>
        <w:widowControl/>
        <w:numPr>
          <w:ilvl w:val="1"/>
          <w:numId w:val="2"/>
        </w:numPr>
        <w:suppressAutoHyphens w:val="0"/>
        <w:spacing w:line="240" w:lineRule="auto"/>
        <w:ind w:left="1134" w:hanging="708"/>
        <w:rPr>
          <w:rFonts w:asciiTheme="minorHAnsi" w:hAnsiTheme="minorHAnsi" w:cs="Calibri"/>
          <w:b/>
          <w:sz w:val="22"/>
          <w:szCs w:val="22"/>
        </w:rPr>
      </w:pPr>
      <w:r w:rsidRPr="00D2314D">
        <w:rPr>
          <w:rFonts w:asciiTheme="minorHAnsi" w:hAnsiTheme="minorHAnsi" w:cs="Calibri"/>
          <w:sz w:val="22"/>
          <w:szCs w:val="22"/>
        </w:rPr>
        <w:t xml:space="preserve">Tellija kohustub tasuma nõuetekohaselt </w:t>
      </w:r>
      <w:r>
        <w:rPr>
          <w:rFonts w:asciiTheme="minorHAnsi" w:hAnsiTheme="minorHAnsi" w:cs="Calibri"/>
          <w:sz w:val="22"/>
          <w:szCs w:val="22"/>
        </w:rPr>
        <w:t>tarnitud</w:t>
      </w:r>
      <w:r w:rsidRPr="00D2314D">
        <w:rPr>
          <w:rFonts w:asciiTheme="minorHAnsi" w:hAnsiTheme="minorHAnsi" w:cs="Calibri"/>
          <w:sz w:val="22"/>
          <w:szCs w:val="22"/>
        </w:rPr>
        <w:t xml:space="preserve"> kauba eest 28 kalendripäeva jooksul pärast elektroonilise arve esitamist täitja poolt esitatud arvel näidatud pangaarvele juhul, kui osapooled ei lepi kokku teisiti.</w:t>
      </w:r>
    </w:p>
    <w:p w14:paraId="2DFD29A5" w14:textId="77777777" w:rsidR="00A66D9B" w:rsidRPr="00255DD2" w:rsidRDefault="00A66D9B" w:rsidP="00A66D9B">
      <w:pPr>
        <w:widowControl/>
        <w:numPr>
          <w:ilvl w:val="1"/>
          <w:numId w:val="2"/>
        </w:numPr>
        <w:suppressAutoHyphens w:val="0"/>
        <w:spacing w:line="240" w:lineRule="auto"/>
        <w:ind w:left="1134" w:hanging="708"/>
        <w:rPr>
          <w:rFonts w:asciiTheme="minorHAnsi" w:hAnsiTheme="minorHAnsi" w:cs="Calibri"/>
          <w:b/>
          <w:sz w:val="22"/>
          <w:szCs w:val="22"/>
        </w:rPr>
      </w:pPr>
      <w:r w:rsidRPr="00D2314D">
        <w:rPr>
          <w:rFonts w:asciiTheme="minorHAnsi" w:hAnsiTheme="minorHAnsi" w:cs="Calibri"/>
          <w:sz w:val="22"/>
          <w:szCs w:val="22"/>
        </w:rPr>
        <w:t>Arve esitatakse e-arvena ja sellele peab olema märgitud:</w:t>
      </w:r>
    </w:p>
    <w:p w14:paraId="6433587C" w14:textId="77777777" w:rsidR="00A66D9B" w:rsidRDefault="00A66D9B" w:rsidP="00A66D9B">
      <w:pPr>
        <w:rPr>
          <w:rFonts w:asciiTheme="minorHAnsi" w:hAnsiTheme="minorHAnsi" w:cs="Calibri"/>
          <w:b/>
          <w:sz w:val="22"/>
          <w:szCs w:val="22"/>
        </w:rPr>
      </w:pPr>
    </w:p>
    <w:p w14:paraId="20D67A12" w14:textId="77777777" w:rsidR="00A66D9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sidRPr="00D9265A">
        <w:rPr>
          <w:rFonts w:asciiTheme="minorHAnsi" w:hAnsiTheme="minorHAnsi" w:cs="Calibri"/>
          <w:sz w:val="22"/>
          <w:szCs w:val="22"/>
        </w:rPr>
        <w:t xml:space="preserve">Maksja: </w:t>
      </w:r>
      <w:r>
        <w:rPr>
          <w:rFonts w:asciiTheme="minorHAnsi" w:hAnsiTheme="minorHAnsi" w:cs="Calibri"/>
          <w:b/>
          <w:sz w:val="22"/>
          <w:szCs w:val="22"/>
        </w:rPr>
        <w:t>Riigi Kaitseinvesteeringute Keskus</w:t>
      </w:r>
      <w:r>
        <w:rPr>
          <w:rFonts w:asciiTheme="minorHAnsi" w:hAnsiTheme="minorHAnsi" w:cs="Calibri"/>
          <w:sz w:val="22"/>
          <w:szCs w:val="22"/>
        </w:rPr>
        <w:t>, Järve 34a, 11314 Tallinn;</w:t>
      </w:r>
    </w:p>
    <w:p w14:paraId="5F15C307" w14:textId="77777777" w:rsidR="00A66D9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sidRPr="00D9265A">
        <w:rPr>
          <w:rFonts w:asciiTheme="minorHAnsi" w:hAnsiTheme="minorHAnsi" w:cs="Calibri"/>
          <w:sz w:val="22"/>
          <w:szCs w:val="22"/>
        </w:rPr>
        <w:t xml:space="preserve">registrikood </w:t>
      </w:r>
      <w:r>
        <w:rPr>
          <w:rFonts w:asciiTheme="minorHAnsi" w:hAnsiTheme="minorHAnsi" w:cs="Calibri"/>
          <w:sz w:val="22"/>
          <w:szCs w:val="22"/>
        </w:rPr>
        <w:t>70009764</w:t>
      </w:r>
      <w:r w:rsidRPr="00D9265A">
        <w:rPr>
          <w:rFonts w:asciiTheme="minorHAnsi" w:hAnsiTheme="minorHAnsi" w:cs="Calibri"/>
          <w:sz w:val="22"/>
          <w:szCs w:val="22"/>
        </w:rPr>
        <w:t>;</w:t>
      </w:r>
    </w:p>
    <w:p w14:paraId="60E7D01D" w14:textId="77777777" w:rsidR="00A66D9B" w:rsidRPr="003C2D78"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sidRPr="003C2D78">
        <w:rPr>
          <w:rFonts w:asciiTheme="minorHAnsi" w:hAnsiTheme="minorHAnsi" w:cs="Calibri"/>
          <w:sz w:val="22"/>
          <w:szCs w:val="22"/>
        </w:rPr>
        <w:lastRenderedPageBreak/>
        <w:t>hankelepingu number;</w:t>
      </w:r>
    </w:p>
    <w:p w14:paraId="3827C9F1" w14:textId="77777777" w:rsidR="00A66D9B" w:rsidRPr="00FB607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sidRPr="00D9265A">
        <w:rPr>
          <w:rFonts w:asciiTheme="minorHAnsi" w:hAnsiTheme="minorHAnsi" w:cs="Calibri"/>
          <w:sz w:val="22"/>
          <w:szCs w:val="22"/>
        </w:rPr>
        <w:t>riigihanke viitenumber: 268916;</w:t>
      </w:r>
    </w:p>
    <w:p w14:paraId="697B017C" w14:textId="77777777" w:rsidR="00A66D9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Pr>
          <w:rFonts w:asciiTheme="minorHAnsi" w:hAnsiTheme="minorHAnsi" w:cs="Calibri"/>
          <w:sz w:val="22"/>
          <w:szCs w:val="22"/>
        </w:rPr>
        <w:t>ostutellimuse number: OTE-0404096;</w:t>
      </w:r>
    </w:p>
    <w:p w14:paraId="2EF4D135" w14:textId="77777777" w:rsidR="00A66D9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Pr>
          <w:rFonts w:asciiTheme="minorHAnsi" w:hAnsiTheme="minorHAnsi" w:cs="Calibri"/>
          <w:sz w:val="22"/>
          <w:szCs w:val="22"/>
        </w:rPr>
        <w:t>kontaktisiku nimi: Kaino Voolmaa;</w:t>
      </w:r>
    </w:p>
    <w:p w14:paraId="010AABF5" w14:textId="77777777" w:rsidR="00A66D9B"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sidRPr="00D9265A">
        <w:rPr>
          <w:rFonts w:asciiTheme="minorHAnsi" w:hAnsiTheme="minorHAnsi" w:cs="Calibri"/>
          <w:sz w:val="22"/>
          <w:szCs w:val="22"/>
        </w:rPr>
        <w:t>kauba/teenuse nimetus, kogus, kauba tarnimise/teenuse osutamise aeg (ajavahemik), arve aluseks oleva akti number, hind ja muu vajalik info;</w:t>
      </w:r>
    </w:p>
    <w:p w14:paraId="11739758" w14:textId="77777777" w:rsidR="00A66D9B" w:rsidRPr="00770EDD" w:rsidRDefault="00A66D9B" w:rsidP="00A66D9B">
      <w:pPr>
        <w:widowControl/>
        <w:numPr>
          <w:ilvl w:val="2"/>
          <w:numId w:val="2"/>
        </w:numPr>
        <w:suppressAutoHyphens w:val="0"/>
        <w:spacing w:line="240" w:lineRule="auto"/>
        <w:ind w:left="1985" w:hanging="851"/>
        <w:rPr>
          <w:rFonts w:asciiTheme="minorHAnsi" w:hAnsiTheme="minorHAnsi" w:cs="Calibri"/>
          <w:b/>
          <w:sz w:val="22"/>
          <w:szCs w:val="22"/>
        </w:rPr>
      </w:pPr>
      <w:r>
        <w:rPr>
          <w:rFonts w:asciiTheme="minorHAnsi" w:hAnsiTheme="minorHAnsi" w:cs="Calibri"/>
          <w:sz w:val="22"/>
          <w:szCs w:val="22"/>
        </w:rPr>
        <w:t>l</w:t>
      </w:r>
      <w:r w:rsidRPr="00770EDD">
        <w:rPr>
          <w:rFonts w:asciiTheme="minorHAnsi" w:hAnsiTheme="minorHAnsi" w:cs="Calibri"/>
          <w:sz w:val="22"/>
          <w:szCs w:val="22"/>
        </w:rPr>
        <w:t>epingu osa viitenumber</w:t>
      </w:r>
      <w:r>
        <w:rPr>
          <w:rFonts w:asciiTheme="minorHAnsi" w:hAnsiTheme="minorHAnsi" w:cs="Calibri"/>
          <w:sz w:val="22"/>
          <w:szCs w:val="22"/>
        </w:rPr>
        <w:t>: 268916005007001.</w:t>
      </w:r>
    </w:p>
    <w:p w14:paraId="1A81CD6F" w14:textId="77777777" w:rsidR="00A66D9B" w:rsidRPr="00D2314D" w:rsidRDefault="00A66D9B" w:rsidP="00A66D9B">
      <w:pPr>
        <w:rPr>
          <w:rFonts w:asciiTheme="minorHAnsi" w:hAnsiTheme="minorHAnsi" w:cs="Calibri"/>
          <w:sz w:val="22"/>
          <w:szCs w:val="22"/>
        </w:rPr>
      </w:pPr>
    </w:p>
    <w:p w14:paraId="00B2DEBA" w14:textId="77777777" w:rsidR="00A66D9B" w:rsidRPr="00D9265A" w:rsidRDefault="00A66D9B" w:rsidP="00A66D9B">
      <w:pPr>
        <w:widowControl/>
        <w:numPr>
          <w:ilvl w:val="0"/>
          <w:numId w:val="2"/>
        </w:numPr>
        <w:tabs>
          <w:tab w:val="left" w:pos="0"/>
          <w:tab w:val="left" w:pos="426"/>
        </w:tabs>
        <w:spacing w:line="240" w:lineRule="auto"/>
        <w:ind w:left="567" w:hanging="567"/>
        <w:contextualSpacing/>
        <w:rPr>
          <w:rFonts w:asciiTheme="minorHAnsi" w:hAnsiTheme="minorHAnsi" w:cs="Calibri"/>
          <w:b/>
          <w:spacing w:val="-2"/>
          <w:sz w:val="22"/>
          <w:szCs w:val="22"/>
        </w:rPr>
      </w:pPr>
      <w:r w:rsidRPr="00D2314D">
        <w:rPr>
          <w:rFonts w:asciiTheme="minorHAnsi" w:hAnsiTheme="minorHAnsi" w:cs="Calibri"/>
          <w:b/>
          <w:sz w:val="22"/>
          <w:szCs w:val="22"/>
        </w:rPr>
        <w:t>Lepingu lisad</w:t>
      </w:r>
    </w:p>
    <w:p w14:paraId="691734A9" w14:textId="77777777" w:rsidR="00A66D9B" w:rsidRDefault="00A66D9B" w:rsidP="00A66D9B">
      <w:pPr>
        <w:tabs>
          <w:tab w:val="left" w:pos="0"/>
        </w:tabs>
        <w:contextualSpacing/>
        <w:rPr>
          <w:rFonts w:asciiTheme="minorHAnsi" w:hAnsiTheme="minorHAnsi" w:cs="Calibri"/>
          <w:b/>
          <w:spacing w:val="-2"/>
          <w:sz w:val="22"/>
          <w:szCs w:val="22"/>
        </w:rPr>
      </w:pPr>
    </w:p>
    <w:p w14:paraId="3A4C2A99" w14:textId="44761864" w:rsidR="00A66D9B" w:rsidRPr="00D9265A" w:rsidRDefault="00502BD4" w:rsidP="00A66D9B">
      <w:pPr>
        <w:widowControl/>
        <w:numPr>
          <w:ilvl w:val="1"/>
          <w:numId w:val="2"/>
        </w:numPr>
        <w:tabs>
          <w:tab w:val="left" w:pos="0"/>
        </w:tabs>
        <w:spacing w:line="240" w:lineRule="auto"/>
        <w:ind w:left="1134" w:hanging="708"/>
        <w:contextualSpacing/>
        <w:rPr>
          <w:rFonts w:asciiTheme="minorHAnsi" w:hAnsiTheme="minorHAnsi" w:cs="Calibri"/>
          <w:b/>
          <w:spacing w:val="-2"/>
          <w:sz w:val="22"/>
          <w:szCs w:val="22"/>
        </w:rPr>
      </w:pPr>
      <w:r>
        <w:rPr>
          <w:rFonts w:asciiTheme="minorHAnsi" w:hAnsiTheme="minorHAnsi" w:cs="Calibri"/>
          <w:sz w:val="22"/>
          <w:szCs w:val="22"/>
        </w:rPr>
        <w:t>Lisa</w:t>
      </w:r>
      <w:r w:rsidR="00D4503B">
        <w:rPr>
          <w:rFonts w:asciiTheme="minorHAnsi" w:hAnsiTheme="minorHAnsi" w:cs="Calibri"/>
          <w:sz w:val="22"/>
          <w:szCs w:val="22"/>
        </w:rPr>
        <w:t xml:space="preserve"> 1.</w:t>
      </w:r>
      <w:bookmarkStart w:id="0" w:name="_GoBack"/>
      <w:bookmarkEnd w:id="0"/>
      <w:r>
        <w:rPr>
          <w:rFonts w:asciiTheme="minorHAnsi" w:hAnsiTheme="minorHAnsi" w:cs="Calibri"/>
          <w:sz w:val="22"/>
          <w:szCs w:val="22"/>
        </w:rPr>
        <w:t xml:space="preserve"> </w:t>
      </w:r>
      <w:r w:rsidR="00A66D9B">
        <w:rPr>
          <w:rFonts w:asciiTheme="minorHAnsi" w:hAnsiTheme="minorHAnsi" w:cs="Calibri"/>
          <w:sz w:val="22"/>
          <w:szCs w:val="22"/>
        </w:rPr>
        <w:t>Täitja</w:t>
      </w:r>
      <w:r w:rsidR="00A66D9B" w:rsidRPr="00D9265A">
        <w:rPr>
          <w:rFonts w:asciiTheme="minorHAnsi" w:hAnsiTheme="minorHAnsi" w:cs="Calibri"/>
          <w:sz w:val="22"/>
          <w:szCs w:val="22"/>
        </w:rPr>
        <w:t xml:space="preserve"> pakkumus</w:t>
      </w:r>
    </w:p>
    <w:p w14:paraId="170B0C32" w14:textId="77777777" w:rsidR="00A66D9B" w:rsidRPr="00D2314D" w:rsidRDefault="00A66D9B" w:rsidP="00A66D9B">
      <w:pPr>
        <w:tabs>
          <w:tab w:val="left" w:pos="0"/>
        </w:tabs>
        <w:contextualSpacing/>
        <w:rPr>
          <w:rFonts w:asciiTheme="minorHAnsi" w:hAnsiTheme="minorHAnsi" w:cs="Calibri"/>
          <w:sz w:val="22"/>
          <w:szCs w:val="22"/>
        </w:rPr>
      </w:pPr>
    </w:p>
    <w:p w14:paraId="1DDFA120" w14:textId="77777777" w:rsidR="00A66D9B" w:rsidRPr="00D9265A" w:rsidRDefault="00A66D9B" w:rsidP="00A66D9B">
      <w:pPr>
        <w:widowControl/>
        <w:numPr>
          <w:ilvl w:val="0"/>
          <w:numId w:val="2"/>
        </w:numPr>
        <w:suppressAutoHyphens w:val="0"/>
        <w:spacing w:line="240" w:lineRule="auto"/>
        <w:ind w:left="426" w:hanging="426"/>
        <w:rPr>
          <w:rFonts w:asciiTheme="minorHAnsi" w:hAnsiTheme="minorHAnsi" w:cs="Calibri"/>
          <w:sz w:val="22"/>
          <w:szCs w:val="22"/>
        </w:rPr>
      </w:pPr>
      <w:r w:rsidRPr="00D2314D">
        <w:rPr>
          <w:rFonts w:asciiTheme="minorHAnsi" w:hAnsiTheme="minorHAnsi" w:cs="Calibri"/>
          <w:b/>
          <w:sz w:val="22"/>
          <w:szCs w:val="22"/>
        </w:rPr>
        <w:t>Poolte kontaktandmed</w:t>
      </w:r>
    </w:p>
    <w:tbl>
      <w:tblPr>
        <w:tblW w:w="9102" w:type="dxa"/>
        <w:tblInd w:w="284" w:type="dxa"/>
        <w:tblLook w:val="04A0" w:firstRow="1" w:lastRow="0" w:firstColumn="1" w:lastColumn="0" w:noHBand="0" w:noVBand="1"/>
      </w:tblPr>
      <w:tblGrid>
        <w:gridCol w:w="4536"/>
        <w:gridCol w:w="4424"/>
        <w:gridCol w:w="142"/>
      </w:tblGrid>
      <w:tr w:rsidR="00A66D9B" w:rsidRPr="00D2314D" w14:paraId="627D8626" w14:textId="77777777" w:rsidTr="00EB6EA7">
        <w:tc>
          <w:tcPr>
            <w:tcW w:w="4536" w:type="dxa"/>
          </w:tcPr>
          <w:p w14:paraId="2734FCA1" w14:textId="77777777" w:rsidR="00A66D9B" w:rsidRPr="00D2314D" w:rsidRDefault="00A66D9B" w:rsidP="00EB6EA7">
            <w:pPr>
              <w:rPr>
                <w:rFonts w:asciiTheme="minorHAnsi" w:hAnsiTheme="minorHAnsi" w:cs="Calibri"/>
                <w:sz w:val="22"/>
                <w:szCs w:val="22"/>
              </w:rPr>
            </w:pPr>
          </w:p>
          <w:p w14:paraId="36CC6236" w14:textId="77777777" w:rsidR="00A66D9B" w:rsidRPr="00D2314D" w:rsidRDefault="00A66D9B" w:rsidP="00EB6EA7">
            <w:pPr>
              <w:rPr>
                <w:rFonts w:asciiTheme="minorHAnsi" w:hAnsiTheme="minorHAnsi" w:cs="Calibri"/>
                <w:b/>
                <w:sz w:val="22"/>
                <w:szCs w:val="22"/>
              </w:rPr>
            </w:pPr>
            <w:r w:rsidRPr="00D2314D">
              <w:rPr>
                <w:rFonts w:asciiTheme="minorHAnsi" w:hAnsiTheme="minorHAnsi" w:cs="Calibri"/>
                <w:b/>
                <w:sz w:val="22"/>
                <w:szCs w:val="22"/>
              </w:rPr>
              <w:t>Tellija:</w:t>
            </w:r>
          </w:p>
          <w:p w14:paraId="59E09485" w14:textId="77777777" w:rsidR="00A66D9B" w:rsidRPr="00D2314D" w:rsidRDefault="00A66D9B" w:rsidP="00EB6EA7">
            <w:pPr>
              <w:rPr>
                <w:rFonts w:asciiTheme="minorHAnsi" w:hAnsiTheme="minorHAnsi" w:cs="Calibri"/>
                <w:b/>
                <w:sz w:val="22"/>
                <w:szCs w:val="22"/>
              </w:rPr>
            </w:pPr>
          </w:p>
          <w:p w14:paraId="17AEA988" w14:textId="77777777" w:rsidR="00A66D9B" w:rsidRPr="00D2314D" w:rsidRDefault="00A66D9B" w:rsidP="00EB6EA7">
            <w:pPr>
              <w:tabs>
                <w:tab w:val="left" w:pos="425"/>
              </w:tabs>
              <w:ind w:right="-2"/>
              <w:rPr>
                <w:rFonts w:asciiTheme="minorHAnsi" w:hAnsiTheme="minorHAnsi" w:cs="Calibri"/>
                <w:b/>
                <w:sz w:val="22"/>
                <w:szCs w:val="22"/>
              </w:rPr>
            </w:pPr>
            <w:r w:rsidRPr="00D2314D">
              <w:rPr>
                <w:rFonts w:asciiTheme="minorHAnsi" w:hAnsiTheme="minorHAnsi" w:cs="Calibri"/>
                <w:b/>
                <w:sz w:val="22"/>
                <w:szCs w:val="22"/>
              </w:rPr>
              <w:t>Riigi Kaitseinvesteeringute Keskus</w:t>
            </w:r>
          </w:p>
          <w:p w14:paraId="22AA7982" w14:textId="77777777" w:rsidR="00A66D9B" w:rsidRPr="00D2314D" w:rsidRDefault="00A66D9B" w:rsidP="00EB6EA7">
            <w:pPr>
              <w:tabs>
                <w:tab w:val="left" w:pos="425"/>
              </w:tabs>
              <w:ind w:right="-2"/>
              <w:rPr>
                <w:rFonts w:asciiTheme="minorHAnsi" w:hAnsiTheme="minorHAnsi" w:cs="Calibri"/>
                <w:sz w:val="22"/>
                <w:szCs w:val="22"/>
              </w:rPr>
            </w:pPr>
            <w:r w:rsidRPr="00D2314D">
              <w:rPr>
                <w:rFonts w:asciiTheme="minorHAnsi" w:hAnsiTheme="minorHAnsi" w:cs="Calibri"/>
                <w:sz w:val="22"/>
                <w:szCs w:val="22"/>
              </w:rPr>
              <w:t>Registrikood 70009764</w:t>
            </w:r>
          </w:p>
          <w:p w14:paraId="0104456D" w14:textId="77777777" w:rsidR="00A66D9B" w:rsidRPr="00D2314D" w:rsidRDefault="00A66D9B" w:rsidP="00EB6EA7">
            <w:pPr>
              <w:tabs>
                <w:tab w:val="left" w:pos="425"/>
              </w:tabs>
              <w:ind w:right="-2"/>
              <w:rPr>
                <w:rFonts w:asciiTheme="minorHAnsi" w:hAnsiTheme="minorHAnsi" w:cs="Calibri"/>
                <w:sz w:val="22"/>
                <w:szCs w:val="22"/>
              </w:rPr>
            </w:pPr>
            <w:r>
              <w:rPr>
                <w:rFonts w:asciiTheme="minorHAnsi" w:hAnsiTheme="minorHAnsi" w:cs="Calibri"/>
                <w:sz w:val="22"/>
                <w:szCs w:val="22"/>
              </w:rPr>
              <w:t>Järve 34a</w:t>
            </w:r>
          </w:p>
          <w:p w14:paraId="1BE807DE" w14:textId="77777777" w:rsidR="00A66D9B" w:rsidRDefault="00A66D9B" w:rsidP="00EB6EA7">
            <w:pPr>
              <w:tabs>
                <w:tab w:val="left" w:pos="425"/>
              </w:tabs>
              <w:ind w:right="-2"/>
              <w:rPr>
                <w:rFonts w:asciiTheme="minorHAnsi" w:hAnsiTheme="minorHAnsi" w:cs="Calibri"/>
                <w:sz w:val="22"/>
                <w:szCs w:val="22"/>
              </w:rPr>
            </w:pPr>
            <w:r w:rsidRPr="00D2314D">
              <w:rPr>
                <w:rFonts w:asciiTheme="minorHAnsi" w:hAnsiTheme="minorHAnsi" w:cs="Calibri"/>
                <w:sz w:val="22"/>
                <w:szCs w:val="22"/>
              </w:rPr>
              <w:t xml:space="preserve">11314 Tallinn </w:t>
            </w:r>
          </w:p>
          <w:p w14:paraId="2F829C01" w14:textId="77777777" w:rsidR="00A66D9B" w:rsidRDefault="00A66D9B" w:rsidP="00EB6EA7">
            <w:pPr>
              <w:tabs>
                <w:tab w:val="left" w:pos="425"/>
              </w:tabs>
              <w:ind w:right="-2"/>
              <w:rPr>
                <w:rFonts w:asciiTheme="minorHAnsi" w:hAnsiTheme="minorHAnsi" w:cs="Calibri"/>
                <w:sz w:val="22"/>
                <w:szCs w:val="22"/>
              </w:rPr>
            </w:pPr>
          </w:p>
          <w:p w14:paraId="40A794DD" w14:textId="77777777" w:rsidR="00A66D9B" w:rsidRDefault="00A66D9B" w:rsidP="00EB6EA7">
            <w:pPr>
              <w:tabs>
                <w:tab w:val="left" w:pos="425"/>
              </w:tabs>
              <w:ind w:right="-2"/>
              <w:rPr>
                <w:rFonts w:asciiTheme="minorHAnsi" w:hAnsiTheme="minorHAnsi" w:cs="Calibri"/>
                <w:sz w:val="22"/>
                <w:szCs w:val="22"/>
              </w:rPr>
            </w:pPr>
            <w:r>
              <w:rPr>
                <w:rFonts w:asciiTheme="minorHAnsi" w:hAnsiTheme="minorHAnsi" w:cs="Calibri"/>
                <w:b/>
                <w:sz w:val="22"/>
                <w:szCs w:val="22"/>
              </w:rPr>
              <w:t>Kaitsevägi</w:t>
            </w:r>
          </w:p>
          <w:p w14:paraId="7806B0D8" w14:textId="77777777" w:rsidR="00A66D9B" w:rsidRDefault="00A66D9B" w:rsidP="00EB6EA7">
            <w:pPr>
              <w:tabs>
                <w:tab w:val="left" w:pos="425"/>
              </w:tabs>
              <w:ind w:right="-2"/>
              <w:rPr>
                <w:rFonts w:asciiTheme="minorHAnsi" w:hAnsiTheme="minorHAnsi" w:cs="Calibri"/>
                <w:sz w:val="22"/>
                <w:szCs w:val="22"/>
              </w:rPr>
            </w:pPr>
            <w:r>
              <w:rPr>
                <w:rFonts w:asciiTheme="minorHAnsi" w:hAnsiTheme="minorHAnsi" w:cs="Calibri"/>
                <w:sz w:val="22"/>
                <w:szCs w:val="22"/>
              </w:rPr>
              <w:t>Registrikood 70008641</w:t>
            </w:r>
          </w:p>
          <w:p w14:paraId="33BB4CCD" w14:textId="77777777" w:rsidR="00A66D9B" w:rsidRDefault="00A66D9B" w:rsidP="00EB6EA7">
            <w:pPr>
              <w:tabs>
                <w:tab w:val="left" w:pos="425"/>
              </w:tabs>
              <w:ind w:right="-2"/>
              <w:rPr>
                <w:rFonts w:asciiTheme="minorHAnsi" w:hAnsiTheme="minorHAnsi" w:cs="Calibri"/>
                <w:sz w:val="22"/>
                <w:szCs w:val="22"/>
              </w:rPr>
            </w:pPr>
            <w:r>
              <w:rPr>
                <w:rFonts w:asciiTheme="minorHAnsi" w:hAnsiTheme="minorHAnsi" w:cs="Calibri"/>
                <w:sz w:val="22"/>
                <w:szCs w:val="22"/>
              </w:rPr>
              <w:t>Juhkentali 58</w:t>
            </w:r>
          </w:p>
          <w:p w14:paraId="337E118A" w14:textId="58F887A0" w:rsidR="00A66D9B" w:rsidRPr="00A61F5E" w:rsidRDefault="00A66D9B" w:rsidP="00EB6EA7">
            <w:pPr>
              <w:tabs>
                <w:tab w:val="left" w:pos="425"/>
              </w:tabs>
              <w:ind w:right="-2"/>
              <w:rPr>
                <w:rFonts w:asciiTheme="minorHAnsi" w:hAnsiTheme="minorHAnsi" w:cs="Calibri"/>
                <w:sz w:val="22"/>
                <w:szCs w:val="22"/>
              </w:rPr>
            </w:pPr>
            <w:r>
              <w:rPr>
                <w:rFonts w:asciiTheme="minorHAnsi" w:hAnsiTheme="minorHAnsi" w:cs="Calibri"/>
                <w:sz w:val="22"/>
                <w:szCs w:val="22"/>
              </w:rPr>
              <w:t>15007 Tallinn</w:t>
            </w:r>
          </w:p>
        </w:tc>
        <w:tc>
          <w:tcPr>
            <w:tcW w:w="4566" w:type="dxa"/>
            <w:gridSpan w:val="2"/>
          </w:tcPr>
          <w:p w14:paraId="0673B666" w14:textId="77777777" w:rsidR="00A66D9B" w:rsidRPr="00D2314D" w:rsidRDefault="00A66D9B" w:rsidP="00EB6EA7">
            <w:pPr>
              <w:rPr>
                <w:rFonts w:asciiTheme="minorHAnsi" w:hAnsiTheme="minorHAnsi" w:cs="Calibri"/>
                <w:sz w:val="22"/>
                <w:szCs w:val="22"/>
              </w:rPr>
            </w:pPr>
          </w:p>
          <w:p w14:paraId="202923AD" w14:textId="77777777" w:rsidR="00A66D9B" w:rsidRPr="00D2314D" w:rsidRDefault="00A66D9B" w:rsidP="00EB6EA7">
            <w:pPr>
              <w:rPr>
                <w:rFonts w:asciiTheme="minorHAnsi" w:hAnsiTheme="minorHAnsi" w:cs="Calibri"/>
                <w:b/>
                <w:sz w:val="22"/>
                <w:szCs w:val="22"/>
              </w:rPr>
            </w:pPr>
            <w:r w:rsidRPr="00D2314D">
              <w:rPr>
                <w:rFonts w:asciiTheme="minorHAnsi" w:hAnsiTheme="minorHAnsi" w:cs="Calibri"/>
                <w:b/>
                <w:sz w:val="22"/>
                <w:szCs w:val="22"/>
              </w:rPr>
              <w:t>Täitja:</w:t>
            </w:r>
          </w:p>
          <w:p w14:paraId="654A554C" w14:textId="77777777" w:rsidR="00A66D9B" w:rsidRPr="00D2314D" w:rsidRDefault="00A66D9B" w:rsidP="00EB6EA7">
            <w:pPr>
              <w:rPr>
                <w:rFonts w:asciiTheme="minorHAnsi" w:hAnsiTheme="minorHAnsi" w:cs="Calibri"/>
                <w:sz w:val="22"/>
                <w:szCs w:val="22"/>
              </w:rPr>
            </w:pPr>
          </w:p>
          <w:p w14:paraId="6FB74050" w14:textId="77777777" w:rsidR="00A66D9B" w:rsidRPr="00D2314D" w:rsidRDefault="00A66D9B" w:rsidP="00EB6EA7">
            <w:pPr>
              <w:rPr>
                <w:rFonts w:asciiTheme="minorHAnsi" w:hAnsiTheme="minorHAnsi" w:cs="Calibri"/>
                <w:b/>
                <w:sz w:val="22"/>
                <w:szCs w:val="22"/>
              </w:rPr>
            </w:pPr>
            <w:r w:rsidRPr="00D2314D">
              <w:rPr>
                <w:rFonts w:asciiTheme="minorHAnsi" w:hAnsiTheme="minorHAnsi" w:cs="Calibri"/>
                <w:b/>
                <w:sz w:val="22"/>
                <w:szCs w:val="22"/>
              </w:rPr>
              <w:t>Osaühing Radiocom Baltic</w:t>
            </w:r>
          </w:p>
          <w:p w14:paraId="642B38FE"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Registrikood 10453263</w:t>
            </w:r>
          </w:p>
          <w:p w14:paraId="693652E5"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Vase 10</w:t>
            </w:r>
          </w:p>
          <w:p w14:paraId="6417073C"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10125 Tallinn</w:t>
            </w:r>
          </w:p>
        </w:tc>
      </w:tr>
      <w:tr w:rsidR="00A66D9B" w:rsidRPr="00D2314D" w14:paraId="59295CCC" w14:textId="77777777" w:rsidTr="00EB6EA7">
        <w:trPr>
          <w:gridAfter w:val="1"/>
          <w:wAfter w:w="142" w:type="dxa"/>
          <w:trHeight w:val="1344"/>
        </w:trPr>
        <w:tc>
          <w:tcPr>
            <w:tcW w:w="4536" w:type="dxa"/>
          </w:tcPr>
          <w:p w14:paraId="04905B97" w14:textId="77777777" w:rsidR="00A66D9B" w:rsidRDefault="00A66D9B" w:rsidP="00EB6EA7">
            <w:pPr>
              <w:tabs>
                <w:tab w:val="left" w:pos="2836"/>
              </w:tabs>
              <w:rPr>
                <w:rFonts w:asciiTheme="minorHAnsi" w:hAnsiTheme="minorHAnsi" w:cs="Calibri"/>
                <w:sz w:val="22"/>
                <w:szCs w:val="22"/>
              </w:rPr>
            </w:pPr>
          </w:p>
          <w:p w14:paraId="31166608" w14:textId="77777777" w:rsidR="00A66D9B" w:rsidRPr="00D2314D" w:rsidRDefault="00A66D9B" w:rsidP="00EB6EA7">
            <w:pPr>
              <w:tabs>
                <w:tab w:val="left" w:pos="2836"/>
              </w:tabs>
              <w:rPr>
                <w:rFonts w:asciiTheme="minorHAnsi" w:hAnsiTheme="minorHAnsi" w:cs="Calibri"/>
                <w:sz w:val="22"/>
                <w:szCs w:val="22"/>
              </w:rPr>
            </w:pPr>
          </w:p>
          <w:p w14:paraId="435500E5"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(allkirjastatud digitaalselt)</w:t>
            </w:r>
          </w:p>
          <w:p w14:paraId="2F102FAD" w14:textId="77777777" w:rsidR="00A66D9B" w:rsidRDefault="00A66D9B" w:rsidP="00EB6EA7">
            <w:pPr>
              <w:rPr>
                <w:rFonts w:asciiTheme="minorHAnsi" w:hAnsiTheme="minorHAnsi" w:cs="Calibri"/>
                <w:sz w:val="22"/>
                <w:szCs w:val="22"/>
              </w:rPr>
            </w:pPr>
          </w:p>
          <w:p w14:paraId="1B01DB90" w14:textId="77777777" w:rsidR="00A66D9B" w:rsidRPr="00D2314D" w:rsidRDefault="00A66D9B" w:rsidP="00EB6EA7">
            <w:pPr>
              <w:rPr>
                <w:rFonts w:asciiTheme="minorHAnsi" w:hAnsiTheme="minorHAnsi" w:cs="Calibri"/>
                <w:sz w:val="22"/>
                <w:szCs w:val="22"/>
              </w:rPr>
            </w:pPr>
            <w:r>
              <w:rPr>
                <w:rFonts w:asciiTheme="minorHAnsi" w:hAnsiTheme="minorHAnsi" w:cs="Calibri"/>
                <w:sz w:val="22"/>
                <w:szCs w:val="22"/>
              </w:rPr>
              <w:t>Ivar Janson</w:t>
            </w:r>
          </w:p>
          <w:p w14:paraId="3150E361" w14:textId="77777777" w:rsidR="00A66D9B" w:rsidRPr="00D2314D" w:rsidRDefault="00A66D9B" w:rsidP="00EB6EA7">
            <w:pPr>
              <w:rPr>
                <w:rFonts w:asciiTheme="minorHAnsi" w:hAnsiTheme="minorHAnsi" w:cs="Calibri"/>
                <w:sz w:val="22"/>
                <w:szCs w:val="22"/>
              </w:rPr>
            </w:pPr>
            <w:r>
              <w:rPr>
                <w:rFonts w:asciiTheme="minorHAnsi" w:hAnsiTheme="minorHAnsi" w:cs="Calibri"/>
                <w:sz w:val="22"/>
                <w:szCs w:val="22"/>
              </w:rPr>
              <w:t>hangete osakonna juhataja</w:t>
            </w:r>
          </w:p>
        </w:tc>
        <w:tc>
          <w:tcPr>
            <w:tcW w:w="4424" w:type="dxa"/>
          </w:tcPr>
          <w:p w14:paraId="072FBF55" w14:textId="77777777" w:rsidR="00A66D9B" w:rsidRDefault="00A66D9B" w:rsidP="00EB6EA7">
            <w:pPr>
              <w:rPr>
                <w:rFonts w:asciiTheme="minorHAnsi" w:hAnsiTheme="minorHAnsi" w:cs="Calibri"/>
                <w:sz w:val="22"/>
                <w:szCs w:val="22"/>
              </w:rPr>
            </w:pPr>
          </w:p>
          <w:p w14:paraId="4DCBD11B" w14:textId="77777777" w:rsidR="00A66D9B" w:rsidRPr="00D2314D" w:rsidRDefault="00A66D9B" w:rsidP="00EB6EA7">
            <w:pPr>
              <w:rPr>
                <w:rFonts w:asciiTheme="minorHAnsi" w:hAnsiTheme="minorHAnsi" w:cs="Calibri"/>
                <w:sz w:val="22"/>
                <w:szCs w:val="22"/>
              </w:rPr>
            </w:pPr>
          </w:p>
          <w:p w14:paraId="1F21DF9D"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(allkirjastatud digitaalselt)</w:t>
            </w:r>
          </w:p>
          <w:p w14:paraId="718C459A" w14:textId="77777777" w:rsidR="00A66D9B" w:rsidRPr="00D2314D" w:rsidRDefault="00A66D9B" w:rsidP="00EB6EA7">
            <w:pPr>
              <w:rPr>
                <w:rFonts w:asciiTheme="minorHAnsi" w:hAnsiTheme="minorHAnsi" w:cs="Calibri"/>
                <w:sz w:val="22"/>
                <w:szCs w:val="22"/>
              </w:rPr>
            </w:pPr>
          </w:p>
          <w:p w14:paraId="2D570E4C"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Kaupo Kesküla</w:t>
            </w:r>
          </w:p>
          <w:p w14:paraId="7FCC3C11" w14:textId="77777777" w:rsidR="00A66D9B" w:rsidRPr="00D2314D" w:rsidRDefault="00A66D9B" w:rsidP="00EB6EA7">
            <w:pPr>
              <w:rPr>
                <w:rFonts w:asciiTheme="minorHAnsi" w:hAnsiTheme="minorHAnsi" w:cs="Calibri"/>
                <w:sz w:val="22"/>
                <w:szCs w:val="22"/>
              </w:rPr>
            </w:pPr>
            <w:r w:rsidRPr="00D2314D">
              <w:rPr>
                <w:rFonts w:asciiTheme="minorHAnsi" w:hAnsiTheme="minorHAnsi" w:cs="Calibri"/>
                <w:sz w:val="22"/>
                <w:szCs w:val="22"/>
              </w:rPr>
              <w:t>juhatuse liige</w:t>
            </w:r>
          </w:p>
        </w:tc>
      </w:tr>
    </w:tbl>
    <w:p w14:paraId="3393FA89" w14:textId="43068A97" w:rsidR="00677D9F" w:rsidRDefault="00677D9F" w:rsidP="000521AF">
      <w:pPr>
        <w:widowControl/>
        <w:suppressAutoHyphens w:val="0"/>
        <w:spacing w:before="20" w:after="20" w:line="240" w:lineRule="auto"/>
        <w:rPr>
          <w:rFonts w:asciiTheme="minorHAnsi" w:hAnsiTheme="minorHAnsi" w:cs="Calibri"/>
          <w:sz w:val="22"/>
        </w:rPr>
      </w:pPr>
    </w:p>
    <w:p w14:paraId="609E98E1" w14:textId="208F5E76" w:rsidR="00222CB3" w:rsidRPr="00847FD8" w:rsidRDefault="00222CB3" w:rsidP="000521AF">
      <w:pPr>
        <w:widowControl/>
        <w:suppressAutoHyphens w:val="0"/>
        <w:spacing w:before="20" w:after="20" w:line="240" w:lineRule="auto"/>
        <w:rPr>
          <w:rFonts w:asciiTheme="minorHAnsi" w:hAnsiTheme="minorHAnsi" w:cs="Calibri"/>
          <w:sz w:val="22"/>
        </w:rPr>
      </w:pPr>
    </w:p>
    <w:sectPr w:rsidR="00222CB3" w:rsidRPr="00847FD8" w:rsidSect="00347D95">
      <w:footerReference w:type="default" r:id="rId11"/>
      <w:headerReference w:type="first" r:id="rId12"/>
      <w:footerReference w:type="first" r:id="rId13"/>
      <w:pgSz w:w="11906" w:h="16838" w:code="9"/>
      <w:pgMar w:top="680" w:right="851" w:bottom="680" w:left="1701"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59060" w14:textId="77777777" w:rsidR="001B417B" w:rsidRDefault="001B417B" w:rsidP="00DF44DF">
      <w:r>
        <w:separator/>
      </w:r>
    </w:p>
  </w:endnote>
  <w:endnote w:type="continuationSeparator" w:id="0">
    <w:p w14:paraId="3F25A928" w14:textId="77777777" w:rsidR="001B417B" w:rsidRDefault="001B417B"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Cambria"/>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0001"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86BA5" w14:textId="40A225D0" w:rsidR="005552D8" w:rsidRPr="00677D9F" w:rsidRDefault="00DE5AB4" w:rsidP="00DE5AB4">
    <w:pPr>
      <w:pStyle w:val="Footer"/>
      <w:jc w:val="center"/>
      <w:rPr>
        <w:rFonts w:asciiTheme="minorHAnsi" w:hAnsiTheme="minorHAnsi" w:cstheme="minorHAnsi"/>
        <w:sz w:val="18"/>
        <w:szCs w:val="18"/>
      </w:rPr>
    </w:pPr>
    <w:r w:rsidRPr="00677D9F">
      <w:rPr>
        <w:rFonts w:asciiTheme="minorHAnsi" w:hAnsiTheme="minorHAnsi" w:cstheme="minorHAnsi"/>
        <w:sz w:val="18"/>
        <w:szCs w:val="18"/>
      </w:rPr>
      <w:fldChar w:fldCharType="begin"/>
    </w:r>
    <w:r w:rsidRPr="00677D9F">
      <w:rPr>
        <w:rFonts w:asciiTheme="minorHAnsi" w:hAnsiTheme="minorHAnsi" w:cstheme="minorHAnsi"/>
        <w:sz w:val="18"/>
        <w:szCs w:val="18"/>
      </w:rPr>
      <w:instrText xml:space="preserve"> PAGE   \* MERGEFORMAT </w:instrText>
    </w:r>
    <w:r w:rsidRPr="00677D9F">
      <w:rPr>
        <w:rFonts w:asciiTheme="minorHAnsi" w:hAnsiTheme="minorHAnsi" w:cstheme="minorHAnsi"/>
        <w:sz w:val="18"/>
        <w:szCs w:val="18"/>
      </w:rPr>
      <w:fldChar w:fldCharType="separate"/>
    </w:r>
    <w:r w:rsidR="00D4503B">
      <w:rPr>
        <w:rFonts w:asciiTheme="minorHAnsi" w:hAnsiTheme="minorHAnsi" w:cstheme="minorHAnsi"/>
        <w:noProof/>
        <w:sz w:val="18"/>
        <w:szCs w:val="18"/>
      </w:rPr>
      <w:t>2</w:t>
    </w:r>
    <w:r w:rsidRPr="00677D9F">
      <w:rPr>
        <w:rFonts w:asciiTheme="minorHAnsi" w:hAnsiTheme="minorHAnsi" w:cstheme="minorHAnsi"/>
        <w:sz w:val="18"/>
        <w:szCs w:val="18"/>
      </w:rPr>
      <w:fldChar w:fldCharType="end"/>
    </w:r>
    <w:r w:rsidR="00677D9F" w:rsidRPr="00677D9F">
      <w:rPr>
        <w:rFonts w:asciiTheme="minorHAnsi" w:hAnsiTheme="minorHAnsi" w:cstheme="minorHAnsi"/>
        <w:sz w:val="18"/>
        <w:szCs w:val="18"/>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E21A7" w14:textId="5F36329D" w:rsidR="00677D9F" w:rsidRDefault="00677D9F">
    <w:pPr>
      <w:pStyle w:val="Footer"/>
      <w:jc w:val="center"/>
    </w:pPr>
  </w:p>
  <w:p w14:paraId="30186BAD" w14:textId="77777777" w:rsidR="005552D8" w:rsidRPr="00DE5AB4" w:rsidRDefault="005552D8" w:rsidP="00DE5AB4">
    <w:pPr>
      <w:pStyle w:val="Footer"/>
      <w:tabs>
        <w:tab w:val="clear" w:pos="4536"/>
        <w:tab w:val="clear" w:pos="9072"/>
      </w:tabs>
      <w:jc w:val="lef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F418E" w14:textId="77777777" w:rsidR="001B417B" w:rsidRDefault="001B417B" w:rsidP="00DF44DF">
      <w:r>
        <w:separator/>
      </w:r>
    </w:p>
  </w:footnote>
  <w:footnote w:type="continuationSeparator" w:id="0">
    <w:p w14:paraId="0B5F3484" w14:textId="77777777" w:rsidR="001B417B" w:rsidRDefault="001B417B"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86BA6" w14:textId="77777777" w:rsidR="00D56F85" w:rsidRDefault="00D56F85">
    <w:pPr>
      <w:pStyle w:val="Header"/>
      <w:rPr>
        <w:rFonts w:ascii="Arial" w:hAnsi="Arial" w:cs="Arial"/>
        <w:szCs w:val="24"/>
      </w:rPr>
    </w:pPr>
  </w:p>
  <w:p w14:paraId="30186BAC" w14:textId="290FEB4F" w:rsidR="00974320" w:rsidRDefault="00974320">
    <w:pPr>
      <w:pStyle w:val="Header"/>
      <w:rPr>
        <w:rFonts w:asciiTheme="minorHAnsi" w:hAnsiTheme="minorHAnsi" w:cstheme="minorHAnsi"/>
        <w:sz w:val="18"/>
        <w:szCs w:val="24"/>
      </w:rPr>
    </w:pPr>
  </w:p>
  <w:p w14:paraId="62C30E6A" w14:textId="77777777" w:rsidR="00A01BDC" w:rsidRPr="00CF73AF" w:rsidRDefault="00A01BDC">
    <w:pPr>
      <w:pStyle w:val="Header"/>
      <w:rPr>
        <w:rFonts w:asciiTheme="minorHAnsi" w:hAnsiTheme="minorHAnsi" w:cstheme="minorHAnsi"/>
        <w:sz w:val="1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374DF"/>
    <w:multiLevelType w:val="hybridMultilevel"/>
    <w:tmpl w:val="AA1EBB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3DE62F0"/>
    <w:multiLevelType w:val="multilevel"/>
    <w:tmpl w:val="24FC28DE"/>
    <w:lvl w:ilvl="0">
      <w:start w:val="1"/>
      <w:numFmt w:val="decimal"/>
      <w:lvlText w:val="%1."/>
      <w:lvlJc w:val="left"/>
      <w:pPr>
        <w:ind w:left="360" w:hanging="360"/>
      </w:pPr>
      <w:rPr>
        <w:rFonts w:cs="Times New Roman"/>
        <w:b/>
        <w:color w:val="auto"/>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52"/>
    <w:rsid w:val="00010F1C"/>
    <w:rsid w:val="00011AC9"/>
    <w:rsid w:val="00050761"/>
    <w:rsid w:val="000521AF"/>
    <w:rsid w:val="00060947"/>
    <w:rsid w:val="0007427D"/>
    <w:rsid w:val="00090A12"/>
    <w:rsid w:val="000913FC"/>
    <w:rsid w:val="000A17B5"/>
    <w:rsid w:val="00124999"/>
    <w:rsid w:val="00145EFD"/>
    <w:rsid w:val="001523BD"/>
    <w:rsid w:val="00191760"/>
    <w:rsid w:val="0019654D"/>
    <w:rsid w:val="001A7D04"/>
    <w:rsid w:val="001B417B"/>
    <w:rsid w:val="001D4CFB"/>
    <w:rsid w:val="001D584E"/>
    <w:rsid w:val="001D762C"/>
    <w:rsid w:val="002008A2"/>
    <w:rsid w:val="00206A9D"/>
    <w:rsid w:val="002159CA"/>
    <w:rsid w:val="00222CB3"/>
    <w:rsid w:val="002835BB"/>
    <w:rsid w:val="0028449E"/>
    <w:rsid w:val="00293449"/>
    <w:rsid w:val="002946E9"/>
    <w:rsid w:val="002A0917"/>
    <w:rsid w:val="002F254F"/>
    <w:rsid w:val="0034719C"/>
    <w:rsid w:val="00347D95"/>
    <w:rsid w:val="00354059"/>
    <w:rsid w:val="00375E89"/>
    <w:rsid w:val="00383F19"/>
    <w:rsid w:val="00391645"/>
    <w:rsid w:val="00394DCB"/>
    <w:rsid w:val="003B2A9C"/>
    <w:rsid w:val="003B3912"/>
    <w:rsid w:val="003B5246"/>
    <w:rsid w:val="003F630B"/>
    <w:rsid w:val="004158E7"/>
    <w:rsid w:val="00435A13"/>
    <w:rsid w:val="0044084D"/>
    <w:rsid w:val="00445A79"/>
    <w:rsid w:val="004536D9"/>
    <w:rsid w:val="00472079"/>
    <w:rsid w:val="00493968"/>
    <w:rsid w:val="004A2412"/>
    <w:rsid w:val="004B68A0"/>
    <w:rsid w:val="004C1391"/>
    <w:rsid w:val="004E1411"/>
    <w:rsid w:val="00502BD4"/>
    <w:rsid w:val="0050310F"/>
    <w:rsid w:val="00521CF6"/>
    <w:rsid w:val="005251B9"/>
    <w:rsid w:val="005314DF"/>
    <w:rsid w:val="00544656"/>
    <w:rsid w:val="00546204"/>
    <w:rsid w:val="00551E24"/>
    <w:rsid w:val="00553C70"/>
    <w:rsid w:val="00554D52"/>
    <w:rsid w:val="005552D8"/>
    <w:rsid w:val="00557534"/>
    <w:rsid w:val="00560A92"/>
    <w:rsid w:val="00564569"/>
    <w:rsid w:val="00572653"/>
    <w:rsid w:val="005755AE"/>
    <w:rsid w:val="00583048"/>
    <w:rsid w:val="005B4AF9"/>
    <w:rsid w:val="005B5CE1"/>
    <w:rsid w:val="005E3AED"/>
    <w:rsid w:val="005E45BB"/>
    <w:rsid w:val="00602834"/>
    <w:rsid w:val="0062217E"/>
    <w:rsid w:val="00646BB8"/>
    <w:rsid w:val="00653C86"/>
    <w:rsid w:val="00672FB8"/>
    <w:rsid w:val="00677495"/>
    <w:rsid w:val="00677D9F"/>
    <w:rsid w:val="00680609"/>
    <w:rsid w:val="006822C1"/>
    <w:rsid w:val="006A01AC"/>
    <w:rsid w:val="006A1016"/>
    <w:rsid w:val="006C3DE3"/>
    <w:rsid w:val="006E16BD"/>
    <w:rsid w:val="006F2203"/>
    <w:rsid w:val="006F3BB9"/>
    <w:rsid w:val="006F72D7"/>
    <w:rsid w:val="006F7AEF"/>
    <w:rsid w:val="007056E1"/>
    <w:rsid w:val="00713327"/>
    <w:rsid w:val="007340DA"/>
    <w:rsid w:val="00743F04"/>
    <w:rsid w:val="00746336"/>
    <w:rsid w:val="0075695A"/>
    <w:rsid w:val="007A1DE8"/>
    <w:rsid w:val="007B3AD4"/>
    <w:rsid w:val="007D54FC"/>
    <w:rsid w:val="007E4615"/>
    <w:rsid w:val="007E6EDE"/>
    <w:rsid w:val="0080601D"/>
    <w:rsid w:val="00824FEF"/>
    <w:rsid w:val="00835858"/>
    <w:rsid w:val="00836D3E"/>
    <w:rsid w:val="00847FD8"/>
    <w:rsid w:val="00886BAD"/>
    <w:rsid w:val="008919F2"/>
    <w:rsid w:val="008A0C62"/>
    <w:rsid w:val="008B041F"/>
    <w:rsid w:val="008C1909"/>
    <w:rsid w:val="008C3D86"/>
    <w:rsid w:val="008D1DAE"/>
    <w:rsid w:val="008D4634"/>
    <w:rsid w:val="008D6BBD"/>
    <w:rsid w:val="008F0B50"/>
    <w:rsid w:val="00907F1C"/>
    <w:rsid w:val="0091786B"/>
    <w:rsid w:val="009179E8"/>
    <w:rsid w:val="009356E7"/>
    <w:rsid w:val="009370A4"/>
    <w:rsid w:val="009443B8"/>
    <w:rsid w:val="00953AEC"/>
    <w:rsid w:val="0095764C"/>
    <w:rsid w:val="00957E74"/>
    <w:rsid w:val="00973234"/>
    <w:rsid w:val="00974320"/>
    <w:rsid w:val="00975559"/>
    <w:rsid w:val="00975F73"/>
    <w:rsid w:val="00983727"/>
    <w:rsid w:val="009B7DCD"/>
    <w:rsid w:val="009D6FA1"/>
    <w:rsid w:val="009E1406"/>
    <w:rsid w:val="009E21B7"/>
    <w:rsid w:val="009E7F4A"/>
    <w:rsid w:val="00A01BDC"/>
    <w:rsid w:val="00A10E66"/>
    <w:rsid w:val="00A1244E"/>
    <w:rsid w:val="00A13FDE"/>
    <w:rsid w:val="00A426C6"/>
    <w:rsid w:val="00A6392F"/>
    <w:rsid w:val="00A66D9B"/>
    <w:rsid w:val="00A6761E"/>
    <w:rsid w:val="00A91D3E"/>
    <w:rsid w:val="00AB033C"/>
    <w:rsid w:val="00AC16C2"/>
    <w:rsid w:val="00AC4752"/>
    <w:rsid w:val="00AD2EA7"/>
    <w:rsid w:val="00AE02A8"/>
    <w:rsid w:val="00AE13B2"/>
    <w:rsid w:val="00B24DE5"/>
    <w:rsid w:val="00B4599A"/>
    <w:rsid w:val="00B46BBD"/>
    <w:rsid w:val="00B71187"/>
    <w:rsid w:val="00B93AA4"/>
    <w:rsid w:val="00BC1A62"/>
    <w:rsid w:val="00BD078E"/>
    <w:rsid w:val="00BD3CCF"/>
    <w:rsid w:val="00BE0CC9"/>
    <w:rsid w:val="00BE2E9A"/>
    <w:rsid w:val="00BF4162"/>
    <w:rsid w:val="00BF4D7C"/>
    <w:rsid w:val="00BF7AB7"/>
    <w:rsid w:val="00C05823"/>
    <w:rsid w:val="00C105FC"/>
    <w:rsid w:val="00C20D2C"/>
    <w:rsid w:val="00C24F66"/>
    <w:rsid w:val="00C24FB5"/>
    <w:rsid w:val="00C27B07"/>
    <w:rsid w:val="00C3359E"/>
    <w:rsid w:val="00C41FC5"/>
    <w:rsid w:val="00C4652E"/>
    <w:rsid w:val="00C83346"/>
    <w:rsid w:val="00CA00AF"/>
    <w:rsid w:val="00CA2BE2"/>
    <w:rsid w:val="00CA583B"/>
    <w:rsid w:val="00CA5F0B"/>
    <w:rsid w:val="00CA65B2"/>
    <w:rsid w:val="00CB3C3D"/>
    <w:rsid w:val="00CD2FA9"/>
    <w:rsid w:val="00CD4C75"/>
    <w:rsid w:val="00CE3212"/>
    <w:rsid w:val="00CF2B77"/>
    <w:rsid w:val="00CF4303"/>
    <w:rsid w:val="00CF73AF"/>
    <w:rsid w:val="00D13C2B"/>
    <w:rsid w:val="00D40650"/>
    <w:rsid w:val="00D4503B"/>
    <w:rsid w:val="00D56F85"/>
    <w:rsid w:val="00D75B8F"/>
    <w:rsid w:val="00DE5AB4"/>
    <w:rsid w:val="00DF44DF"/>
    <w:rsid w:val="00E023F6"/>
    <w:rsid w:val="00E03DBB"/>
    <w:rsid w:val="00E04150"/>
    <w:rsid w:val="00E26E2E"/>
    <w:rsid w:val="00E426C0"/>
    <w:rsid w:val="00E63397"/>
    <w:rsid w:val="00E86275"/>
    <w:rsid w:val="00EA445E"/>
    <w:rsid w:val="00EB3AE3"/>
    <w:rsid w:val="00EB6EA7"/>
    <w:rsid w:val="00ED2DF6"/>
    <w:rsid w:val="00F02A1C"/>
    <w:rsid w:val="00F14CB5"/>
    <w:rsid w:val="00F15543"/>
    <w:rsid w:val="00F73691"/>
    <w:rsid w:val="00F84067"/>
    <w:rsid w:val="00F91906"/>
    <w:rsid w:val="00F9645B"/>
    <w:rsid w:val="00F9773D"/>
    <w:rsid w:val="00FB4F36"/>
    <w:rsid w:val="00FD2C62"/>
    <w:rsid w:val="00FD709A"/>
    <w:rsid w:val="00FE2D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0186B8E"/>
  <w14:defaultImageDpi w14:val="0"/>
  <w15:docId w15:val="{E6A70B84-452A-4F3D-884B-E251CA9B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styleId="Hyperlink">
    <w:name w:val="Hyperlink"/>
    <w:basedOn w:val="DefaultParagraphFont"/>
    <w:uiPriority w:val="99"/>
    <w:rsid w:val="00D40650"/>
    <w:rPr>
      <w:rFonts w:cs="Times New Roman"/>
      <w:color w:val="000080"/>
      <w:u w:val="single"/>
    </w:rPr>
  </w:style>
  <w:style w:type="character" w:customStyle="1" w:styleId="NumberingSymbols">
    <w:name w:val="Numbering Symbols"/>
    <w:rsid w:val="00D40650"/>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paragraph" w:customStyle="1" w:styleId="Index">
    <w:name w:val="Index"/>
    <w:basedOn w:val="Normal"/>
    <w:rsid w:val="00D40650"/>
    <w:pPr>
      <w:suppressLineNumbers/>
    </w:p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styleId="Title">
    <w:name w:val="Title"/>
    <w:basedOn w:val="Normal"/>
    <w:link w:val="TitleChar"/>
    <w:autoRedefine/>
    <w:uiPriority w:val="10"/>
    <w:qFormat/>
    <w:rsid w:val="00835858"/>
    <w:pPr>
      <w:widowControl/>
      <w:suppressAutoHyphens w:val="0"/>
      <w:spacing w:after="560" w:line="240" w:lineRule="auto"/>
      <w:jc w:val="left"/>
    </w:pPr>
    <w:rPr>
      <w:b/>
    </w:rPr>
  </w:style>
  <w:style w:type="character" w:customStyle="1" w:styleId="TitleChar">
    <w:name w:val="Title Char"/>
    <w:basedOn w:val="DefaultParagraphFont"/>
    <w:link w:val="Title"/>
    <w:uiPriority w:val="10"/>
    <w:locked/>
    <w:rPr>
      <w:rFonts w:asciiTheme="majorHAnsi" w:eastAsiaTheme="majorEastAsia" w:hAnsiTheme="majorHAnsi" w:cs="Mangal"/>
      <w:b/>
      <w:bCs/>
      <w:kern w:val="28"/>
      <w:sz w:val="29"/>
      <w:szCs w:val="29"/>
      <w:lang w:val="x-none"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BalloonText">
    <w:name w:val="Balloon Text"/>
    <w:basedOn w:val="Normal"/>
    <w:link w:val="BalloonTextChar"/>
    <w:uiPriority w:val="99"/>
    <w:semiHidden/>
    <w:unhideWhenUsed/>
    <w:rsid w:val="006A01AC"/>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locked/>
    <w:rsid w:val="006A01AC"/>
    <w:rPr>
      <w:rFonts w:ascii="Tahoma" w:eastAsia="SimSun" w:hAnsi="Tahoma" w:cs="Mangal"/>
      <w:kern w:val="1"/>
      <w:sz w:val="14"/>
      <w:szCs w:val="14"/>
      <w:lang w:val="x-none" w:eastAsia="zh-CN" w:bidi="hi-IN"/>
    </w:rPr>
  </w:style>
  <w:style w:type="paragraph" w:styleId="ListParagraph">
    <w:name w:val="List Paragraph"/>
    <w:basedOn w:val="Normal"/>
    <w:uiPriority w:val="34"/>
    <w:qFormat/>
    <w:rsid w:val="00191760"/>
    <w:pPr>
      <w:widowControl/>
      <w:suppressAutoHyphens w:val="0"/>
      <w:spacing w:line="240" w:lineRule="auto"/>
      <w:ind w:left="720"/>
      <w:contextualSpacing/>
      <w:jc w:val="left"/>
    </w:pPr>
    <w:rPr>
      <w:rFonts w:eastAsia="Times New Roman"/>
      <w:kern w:val="0"/>
      <w:lang w:val="en-GB" w:eastAsia="en-US" w:bidi="ar-SA"/>
    </w:rPr>
  </w:style>
  <w:style w:type="table" w:styleId="TableGrid">
    <w:name w:val="Table Grid"/>
    <w:basedOn w:val="TableNormal"/>
    <w:uiPriority w:val="59"/>
    <w:rsid w:val="00D56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3AD4"/>
    <w:rPr>
      <w:color w:val="808080"/>
    </w:rPr>
  </w:style>
  <w:style w:type="paragraph" w:customStyle="1" w:styleId="Style1">
    <w:name w:val="Style1"/>
    <w:basedOn w:val="Normal"/>
    <w:link w:val="Style1Char"/>
    <w:qFormat/>
    <w:rsid w:val="007B3AD4"/>
    <w:pPr>
      <w:widowControl/>
      <w:tabs>
        <w:tab w:val="right" w:pos="8505"/>
      </w:tabs>
      <w:suppressAutoHyphens w:val="0"/>
      <w:spacing w:before="20" w:after="20" w:line="240" w:lineRule="auto"/>
      <w:jc w:val="right"/>
    </w:pPr>
    <w:rPr>
      <w:rFonts w:asciiTheme="minorHAnsi" w:hAnsiTheme="minorHAnsi" w:cs="Calibri"/>
      <w:sz w:val="22"/>
    </w:rPr>
  </w:style>
  <w:style w:type="paragraph" w:customStyle="1" w:styleId="Style2">
    <w:name w:val="Style2"/>
    <w:basedOn w:val="Normal"/>
    <w:link w:val="Style2Char"/>
    <w:qFormat/>
    <w:rsid w:val="007B3AD4"/>
    <w:pPr>
      <w:widowControl/>
      <w:tabs>
        <w:tab w:val="right" w:pos="8505"/>
      </w:tabs>
      <w:suppressAutoHyphens w:val="0"/>
      <w:spacing w:before="20" w:after="20" w:line="240" w:lineRule="auto"/>
      <w:jc w:val="right"/>
    </w:pPr>
    <w:rPr>
      <w:rFonts w:asciiTheme="minorHAnsi" w:hAnsiTheme="minorHAnsi" w:cs="Calibri"/>
      <w:sz w:val="22"/>
    </w:rPr>
  </w:style>
  <w:style w:type="character" w:customStyle="1" w:styleId="Style1Char">
    <w:name w:val="Style1 Char"/>
    <w:basedOn w:val="DefaultParagraphFont"/>
    <w:link w:val="Style1"/>
    <w:rsid w:val="007B3AD4"/>
    <w:rPr>
      <w:rFonts w:asciiTheme="minorHAnsi" w:eastAsia="SimSun" w:hAnsiTheme="minorHAnsi" w:cs="Calibri"/>
      <w:kern w:val="1"/>
      <w:sz w:val="22"/>
      <w:szCs w:val="24"/>
      <w:lang w:eastAsia="zh-CN" w:bidi="hi-IN"/>
    </w:rPr>
  </w:style>
  <w:style w:type="paragraph" w:customStyle="1" w:styleId="Style3">
    <w:name w:val="Style3"/>
    <w:basedOn w:val="Normal"/>
    <w:link w:val="Style3Char"/>
    <w:qFormat/>
    <w:rsid w:val="007B3AD4"/>
    <w:pPr>
      <w:widowControl/>
      <w:suppressAutoHyphens w:val="0"/>
      <w:spacing w:before="20" w:after="20" w:line="240" w:lineRule="auto"/>
      <w:jc w:val="right"/>
    </w:pPr>
    <w:rPr>
      <w:rFonts w:asciiTheme="minorHAnsi" w:hAnsiTheme="minorHAnsi" w:cs="Calibri"/>
      <w:sz w:val="22"/>
    </w:rPr>
  </w:style>
  <w:style w:type="character" w:customStyle="1" w:styleId="Style2Char">
    <w:name w:val="Style2 Char"/>
    <w:basedOn w:val="DefaultParagraphFont"/>
    <w:link w:val="Style2"/>
    <w:rsid w:val="007B3AD4"/>
    <w:rPr>
      <w:rFonts w:asciiTheme="minorHAnsi" w:eastAsia="SimSun" w:hAnsiTheme="minorHAnsi" w:cs="Calibri"/>
      <w:kern w:val="1"/>
      <w:sz w:val="22"/>
      <w:szCs w:val="24"/>
      <w:lang w:eastAsia="zh-CN" w:bidi="hi-IN"/>
    </w:rPr>
  </w:style>
  <w:style w:type="paragraph" w:customStyle="1" w:styleId="Style4">
    <w:name w:val="Style4"/>
    <w:basedOn w:val="Normal"/>
    <w:link w:val="Style4Char"/>
    <w:qFormat/>
    <w:rsid w:val="007B3AD4"/>
    <w:pPr>
      <w:widowControl/>
      <w:suppressAutoHyphens w:val="0"/>
      <w:spacing w:before="20" w:after="20" w:line="240" w:lineRule="auto"/>
    </w:pPr>
    <w:rPr>
      <w:rFonts w:asciiTheme="minorHAnsi" w:hAnsiTheme="minorHAnsi" w:cs="Calibri"/>
      <w:sz w:val="22"/>
    </w:rPr>
  </w:style>
  <w:style w:type="character" w:customStyle="1" w:styleId="Style3Char">
    <w:name w:val="Style3 Char"/>
    <w:basedOn w:val="DefaultParagraphFont"/>
    <w:link w:val="Style3"/>
    <w:rsid w:val="007B3AD4"/>
    <w:rPr>
      <w:rFonts w:asciiTheme="minorHAnsi" w:eastAsia="SimSun" w:hAnsiTheme="minorHAnsi" w:cs="Calibri"/>
      <w:kern w:val="1"/>
      <w:sz w:val="22"/>
      <w:szCs w:val="24"/>
      <w:lang w:eastAsia="zh-CN" w:bidi="hi-IN"/>
    </w:rPr>
  </w:style>
  <w:style w:type="paragraph" w:customStyle="1" w:styleId="Style5">
    <w:name w:val="Style5"/>
    <w:basedOn w:val="Normal"/>
    <w:link w:val="Style5Char"/>
    <w:qFormat/>
    <w:rsid w:val="007B3AD4"/>
    <w:pPr>
      <w:widowControl/>
      <w:suppressAutoHyphens w:val="0"/>
      <w:spacing w:before="20" w:after="20" w:line="240" w:lineRule="auto"/>
      <w:jc w:val="left"/>
    </w:pPr>
    <w:rPr>
      <w:rFonts w:asciiTheme="minorHAnsi" w:hAnsiTheme="minorHAnsi" w:cs="Calibri"/>
      <w:sz w:val="22"/>
    </w:rPr>
  </w:style>
  <w:style w:type="character" w:customStyle="1" w:styleId="Style4Char">
    <w:name w:val="Style4 Char"/>
    <w:basedOn w:val="DefaultParagraphFont"/>
    <w:link w:val="Style4"/>
    <w:rsid w:val="007B3AD4"/>
    <w:rPr>
      <w:rFonts w:asciiTheme="minorHAnsi" w:eastAsia="SimSun" w:hAnsiTheme="minorHAnsi" w:cs="Calibri"/>
      <w:kern w:val="1"/>
      <w:sz w:val="22"/>
      <w:szCs w:val="24"/>
      <w:lang w:eastAsia="zh-CN" w:bidi="hi-IN"/>
    </w:rPr>
  </w:style>
  <w:style w:type="paragraph" w:customStyle="1" w:styleId="Style6">
    <w:name w:val="Style6"/>
    <w:basedOn w:val="Normal"/>
    <w:link w:val="Style6Char"/>
    <w:qFormat/>
    <w:rsid w:val="007B3AD4"/>
    <w:pPr>
      <w:widowControl/>
      <w:suppressAutoHyphens w:val="0"/>
      <w:spacing w:before="20" w:after="20" w:line="240" w:lineRule="auto"/>
      <w:jc w:val="left"/>
    </w:pPr>
    <w:rPr>
      <w:rFonts w:asciiTheme="minorHAnsi" w:hAnsiTheme="minorHAnsi" w:cs="Calibri"/>
      <w:sz w:val="22"/>
    </w:rPr>
  </w:style>
  <w:style w:type="character" w:customStyle="1" w:styleId="Style5Char">
    <w:name w:val="Style5 Char"/>
    <w:basedOn w:val="DefaultParagraphFont"/>
    <w:link w:val="Style5"/>
    <w:rsid w:val="007B3AD4"/>
    <w:rPr>
      <w:rFonts w:asciiTheme="minorHAnsi" w:eastAsia="SimSun" w:hAnsiTheme="minorHAnsi" w:cs="Calibri"/>
      <w:kern w:val="1"/>
      <w:sz w:val="22"/>
      <w:szCs w:val="24"/>
      <w:lang w:eastAsia="zh-CN" w:bidi="hi-IN"/>
    </w:rPr>
  </w:style>
  <w:style w:type="paragraph" w:customStyle="1" w:styleId="Style7">
    <w:name w:val="Style7"/>
    <w:basedOn w:val="Normal"/>
    <w:link w:val="Style7Char"/>
    <w:qFormat/>
    <w:rsid w:val="007B3AD4"/>
    <w:pPr>
      <w:widowControl/>
      <w:suppressAutoHyphens w:val="0"/>
      <w:spacing w:before="20" w:after="20" w:line="240" w:lineRule="auto"/>
      <w:jc w:val="left"/>
    </w:pPr>
    <w:rPr>
      <w:rFonts w:asciiTheme="minorHAnsi" w:hAnsiTheme="minorHAnsi" w:cs="Calibri"/>
      <w:sz w:val="22"/>
    </w:rPr>
  </w:style>
  <w:style w:type="character" w:customStyle="1" w:styleId="Style6Char">
    <w:name w:val="Style6 Char"/>
    <w:basedOn w:val="DefaultParagraphFont"/>
    <w:link w:val="Style6"/>
    <w:rsid w:val="007B3AD4"/>
    <w:rPr>
      <w:rFonts w:asciiTheme="minorHAnsi" w:eastAsia="SimSun" w:hAnsiTheme="minorHAnsi" w:cs="Calibri"/>
      <w:kern w:val="1"/>
      <w:sz w:val="22"/>
      <w:szCs w:val="24"/>
      <w:lang w:eastAsia="zh-CN" w:bidi="hi-IN"/>
    </w:rPr>
  </w:style>
  <w:style w:type="paragraph" w:customStyle="1" w:styleId="Style8">
    <w:name w:val="Style8"/>
    <w:basedOn w:val="Normal"/>
    <w:link w:val="Style8Char"/>
    <w:qFormat/>
    <w:rsid w:val="007B3AD4"/>
    <w:pPr>
      <w:widowControl/>
      <w:suppressAutoHyphens w:val="0"/>
      <w:spacing w:before="20" w:after="20" w:line="240" w:lineRule="auto"/>
      <w:jc w:val="left"/>
    </w:pPr>
    <w:rPr>
      <w:rFonts w:asciiTheme="minorHAnsi" w:hAnsiTheme="minorHAnsi" w:cs="Calibri"/>
      <w:sz w:val="22"/>
    </w:rPr>
  </w:style>
  <w:style w:type="character" w:customStyle="1" w:styleId="Style7Char">
    <w:name w:val="Style7 Char"/>
    <w:basedOn w:val="DefaultParagraphFont"/>
    <w:link w:val="Style7"/>
    <w:rsid w:val="007B3AD4"/>
    <w:rPr>
      <w:rFonts w:asciiTheme="minorHAnsi" w:eastAsia="SimSun" w:hAnsiTheme="minorHAnsi" w:cs="Calibri"/>
      <w:kern w:val="1"/>
      <w:sz w:val="22"/>
      <w:szCs w:val="24"/>
      <w:lang w:eastAsia="zh-CN" w:bidi="hi-IN"/>
    </w:rPr>
  </w:style>
  <w:style w:type="character" w:customStyle="1" w:styleId="Style8Char">
    <w:name w:val="Style8 Char"/>
    <w:basedOn w:val="DefaultParagraphFont"/>
    <w:link w:val="Style8"/>
    <w:rsid w:val="007B3AD4"/>
    <w:rPr>
      <w:rFonts w:asciiTheme="minorHAnsi" w:eastAsia="SimSun" w:hAnsiTheme="minorHAnsi" w:cs="Calibri"/>
      <w:kern w:val="1"/>
      <w:sz w:val="22"/>
      <w:szCs w:val="24"/>
      <w:lang w:eastAsia="zh-CN" w:bidi="hi-IN"/>
    </w:rPr>
  </w:style>
  <w:style w:type="paragraph" w:customStyle="1" w:styleId="Style9">
    <w:name w:val="Style9"/>
    <w:basedOn w:val="Style6"/>
    <w:link w:val="Style9Char"/>
    <w:qFormat/>
    <w:rsid w:val="00743F04"/>
    <w:pPr>
      <w:jc w:val="right"/>
    </w:pPr>
    <w:rPr>
      <w:sz w:val="18"/>
    </w:rPr>
  </w:style>
  <w:style w:type="paragraph" w:customStyle="1" w:styleId="Style10">
    <w:name w:val="Style10"/>
    <w:basedOn w:val="Style1"/>
    <w:link w:val="Style10Char"/>
    <w:qFormat/>
    <w:rsid w:val="00743F04"/>
    <w:rPr>
      <w:sz w:val="18"/>
    </w:rPr>
  </w:style>
  <w:style w:type="character" w:customStyle="1" w:styleId="Style9Char">
    <w:name w:val="Style9 Char"/>
    <w:basedOn w:val="Style6Char"/>
    <w:link w:val="Style9"/>
    <w:rsid w:val="00743F04"/>
    <w:rPr>
      <w:rFonts w:asciiTheme="minorHAnsi" w:eastAsia="SimSun" w:hAnsiTheme="minorHAnsi" w:cs="Calibri"/>
      <w:kern w:val="1"/>
      <w:sz w:val="18"/>
      <w:szCs w:val="24"/>
      <w:lang w:eastAsia="zh-CN" w:bidi="hi-IN"/>
    </w:rPr>
  </w:style>
  <w:style w:type="paragraph" w:customStyle="1" w:styleId="Style11">
    <w:name w:val="Style11"/>
    <w:basedOn w:val="Header"/>
    <w:link w:val="Style11Char"/>
    <w:qFormat/>
    <w:rsid w:val="00743F04"/>
    <w:pPr>
      <w:jc w:val="right"/>
    </w:pPr>
    <w:rPr>
      <w:rFonts w:asciiTheme="minorHAnsi" w:hAnsiTheme="minorHAnsi"/>
      <w:sz w:val="18"/>
    </w:rPr>
  </w:style>
  <w:style w:type="character" w:customStyle="1" w:styleId="Style10Char">
    <w:name w:val="Style10 Char"/>
    <w:basedOn w:val="Style1Char"/>
    <w:link w:val="Style10"/>
    <w:rsid w:val="00743F04"/>
    <w:rPr>
      <w:rFonts w:asciiTheme="minorHAnsi" w:eastAsia="SimSun" w:hAnsiTheme="minorHAnsi" w:cs="Calibri"/>
      <w:kern w:val="1"/>
      <w:sz w:val="18"/>
      <w:szCs w:val="24"/>
      <w:lang w:eastAsia="zh-CN" w:bidi="hi-IN"/>
    </w:rPr>
  </w:style>
  <w:style w:type="paragraph" w:customStyle="1" w:styleId="Style12">
    <w:name w:val="Style12"/>
    <w:basedOn w:val="Normal"/>
    <w:link w:val="Style12Char"/>
    <w:qFormat/>
    <w:rsid w:val="00743F04"/>
    <w:pPr>
      <w:widowControl/>
      <w:tabs>
        <w:tab w:val="right" w:pos="8505"/>
      </w:tabs>
      <w:suppressAutoHyphens w:val="0"/>
      <w:spacing w:before="20" w:after="20" w:line="240" w:lineRule="auto"/>
      <w:ind w:right="-102"/>
      <w:jc w:val="right"/>
    </w:pPr>
    <w:rPr>
      <w:rFonts w:asciiTheme="minorHAnsi" w:hAnsiTheme="minorHAnsi" w:cs="Calibri"/>
      <w:sz w:val="22"/>
    </w:rPr>
  </w:style>
  <w:style w:type="character" w:customStyle="1" w:styleId="Style11Char">
    <w:name w:val="Style11 Char"/>
    <w:basedOn w:val="HeaderChar"/>
    <w:link w:val="Style11"/>
    <w:rsid w:val="00743F04"/>
    <w:rPr>
      <w:rFonts w:asciiTheme="minorHAnsi" w:eastAsia="SimSun" w:hAnsiTheme="minorHAnsi" w:cs="Mangal"/>
      <w:kern w:val="1"/>
      <w:sz w:val="18"/>
      <w:szCs w:val="21"/>
      <w:lang w:val="x-none" w:eastAsia="zh-CN" w:bidi="hi-IN"/>
    </w:rPr>
  </w:style>
  <w:style w:type="paragraph" w:customStyle="1" w:styleId="Style13">
    <w:name w:val="Style13"/>
    <w:basedOn w:val="Style12"/>
    <w:link w:val="Style13Char"/>
    <w:qFormat/>
    <w:rsid w:val="00743F04"/>
  </w:style>
  <w:style w:type="character" w:customStyle="1" w:styleId="Style12Char">
    <w:name w:val="Style12 Char"/>
    <w:basedOn w:val="DefaultParagraphFont"/>
    <w:link w:val="Style12"/>
    <w:rsid w:val="00743F04"/>
    <w:rPr>
      <w:rFonts w:asciiTheme="minorHAnsi" w:eastAsia="SimSun" w:hAnsiTheme="minorHAnsi" w:cs="Calibri"/>
      <w:kern w:val="1"/>
      <w:sz w:val="22"/>
      <w:szCs w:val="24"/>
      <w:lang w:eastAsia="zh-CN" w:bidi="hi-IN"/>
    </w:rPr>
  </w:style>
  <w:style w:type="character" w:customStyle="1" w:styleId="Style13Char">
    <w:name w:val="Style13 Char"/>
    <w:basedOn w:val="Style12Char"/>
    <w:link w:val="Style13"/>
    <w:rsid w:val="00743F04"/>
    <w:rPr>
      <w:rFonts w:asciiTheme="minorHAnsi" w:eastAsia="SimSun" w:hAnsiTheme="minorHAnsi" w:cs="Calibri"/>
      <w:kern w:val="1"/>
      <w:sz w:val="22"/>
      <w:szCs w:val="24"/>
      <w:lang w:eastAsia="zh-CN" w:bidi="hi-IN"/>
    </w:rPr>
  </w:style>
  <w:style w:type="paragraph" w:customStyle="1" w:styleId="Style14">
    <w:name w:val="Style14"/>
    <w:basedOn w:val="Normal"/>
    <w:link w:val="Style14Char"/>
    <w:qFormat/>
    <w:rsid w:val="008C3D86"/>
    <w:pPr>
      <w:widowControl/>
      <w:tabs>
        <w:tab w:val="right" w:pos="8505"/>
      </w:tabs>
      <w:suppressAutoHyphens w:val="0"/>
      <w:spacing w:before="20" w:after="20" w:line="240" w:lineRule="auto"/>
      <w:jc w:val="center"/>
    </w:pPr>
    <w:rPr>
      <w:rFonts w:asciiTheme="minorHAnsi" w:hAnsiTheme="minorHAnsi" w:cs="Calibri"/>
      <w:kern w:val="2"/>
      <w:sz w:val="22"/>
    </w:rPr>
  </w:style>
  <w:style w:type="character" w:customStyle="1" w:styleId="Style14Char">
    <w:name w:val="Style14 Char"/>
    <w:basedOn w:val="DefaultParagraphFont"/>
    <w:link w:val="Style14"/>
    <w:rsid w:val="008C3D86"/>
    <w:rPr>
      <w:rFonts w:asciiTheme="minorHAnsi" w:eastAsia="SimSun" w:hAnsiTheme="minorHAnsi" w:cs="Calibri"/>
      <w:kern w:val="2"/>
      <w:sz w:val="22"/>
      <w:szCs w:val="24"/>
      <w:lang w:eastAsia="zh-CN" w:bidi="hi-IN"/>
    </w:rPr>
  </w:style>
  <w:style w:type="paragraph" w:customStyle="1" w:styleId="Style15">
    <w:name w:val="Style15"/>
    <w:basedOn w:val="Style11"/>
    <w:link w:val="Style15Char"/>
    <w:qFormat/>
    <w:rsid w:val="001D584E"/>
  </w:style>
  <w:style w:type="paragraph" w:customStyle="1" w:styleId="Style16">
    <w:name w:val="Style16"/>
    <w:basedOn w:val="Normal"/>
    <w:link w:val="Style16Char"/>
    <w:qFormat/>
    <w:rsid w:val="00975559"/>
    <w:pPr>
      <w:widowControl/>
      <w:tabs>
        <w:tab w:val="right" w:pos="8505"/>
      </w:tabs>
      <w:suppressAutoHyphens w:val="0"/>
      <w:spacing w:before="20" w:after="20" w:line="240" w:lineRule="auto"/>
      <w:jc w:val="center"/>
    </w:pPr>
    <w:rPr>
      <w:rFonts w:asciiTheme="minorHAnsi" w:hAnsiTheme="minorHAnsi" w:cs="Calibri"/>
      <w:kern w:val="2"/>
      <w:sz w:val="22"/>
    </w:rPr>
  </w:style>
  <w:style w:type="character" w:customStyle="1" w:styleId="Style15Char">
    <w:name w:val="Style15 Char"/>
    <w:basedOn w:val="Style11Char"/>
    <w:link w:val="Style15"/>
    <w:rsid w:val="001D584E"/>
    <w:rPr>
      <w:rFonts w:asciiTheme="minorHAnsi" w:eastAsia="SimSun" w:hAnsiTheme="minorHAnsi" w:cs="Mangal"/>
      <w:kern w:val="1"/>
      <w:sz w:val="18"/>
      <w:szCs w:val="21"/>
      <w:lang w:val="x-none" w:eastAsia="zh-CN" w:bidi="hi-IN"/>
    </w:rPr>
  </w:style>
  <w:style w:type="character" w:customStyle="1" w:styleId="Style16Char">
    <w:name w:val="Style16 Char"/>
    <w:basedOn w:val="DefaultParagraphFont"/>
    <w:link w:val="Style16"/>
    <w:rsid w:val="00975559"/>
    <w:rPr>
      <w:rFonts w:asciiTheme="minorHAnsi" w:eastAsia="SimSun" w:hAnsiTheme="minorHAnsi" w:cs="Calibri"/>
      <w:kern w:val="2"/>
      <w:sz w:val="22"/>
      <w:szCs w:val="24"/>
      <w:lang w:eastAsia="zh-CN" w:bidi="hi-IN"/>
    </w:rPr>
  </w:style>
  <w:style w:type="paragraph" w:customStyle="1" w:styleId="Style17">
    <w:name w:val="Style17"/>
    <w:basedOn w:val="Style15"/>
    <w:link w:val="Style17Char"/>
    <w:qFormat/>
    <w:rsid w:val="00CF73AF"/>
  </w:style>
  <w:style w:type="paragraph" w:customStyle="1" w:styleId="Style18">
    <w:name w:val="Style18"/>
    <w:basedOn w:val="Style17"/>
    <w:link w:val="Style18Char"/>
    <w:qFormat/>
    <w:rsid w:val="00CF73AF"/>
    <w:rPr>
      <w:szCs w:val="18"/>
    </w:rPr>
  </w:style>
  <w:style w:type="character" w:customStyle="1" w:styleId="Style17Char">
    <w:name w:val="Style17 Char"/>
    <w:basedOn w:val="Style15Char"/>
    <w:link w:val="Style17"/>
    <w:rsid w:val="00CF73AF"/>
    <w:rPr>
      <w:rFonts w:asciiTheme="minorHAnsi" w:eastAsia="SimSun" w:hAnsiTheme="minorHAnsi" w:cs="Mangal"/>
      <w:kern w:val="1"/>
      <w:sz w:val="18"/>
      <w:szCs w:val="21"/>
      <w:lang w:val="x-none" w:eastAsia="zh-CN" w:bidi="hi-IN"/>
    </w:rPr>
  </w:style>
  <w:style w:type="character" w:customStyle="1" w:styleId="Style18Char">
    <w:name w:val="Style18 Char"/>
    <w:basedOn w:val="Style17Char"/>
    <w:link w:val="Style18"/>
    <w:rsid w:val="00CF73AF"/>
    <w:rPr>
      <w:rFonts w:asciiTheme="minorHAnsi" w:eastAsia="SimSun" w:hAnsiTheme="minorHAnsi" w:cs="Mangal"/>
      <w:kern w:val="1"/>
      <w:sz w:val="18"/>
      <w:szCs w:val="18"/>
      <w:lang w:val="x-non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09247">
      <w:marLeft w:val="0"/>
      <w:marRight w:val="0"/>
      <w:marTop w:val="0"/>
      <w:marBottom w:val="0"/>
      <w:divBdr>
        <w:top w:val="none" w:sz="0" w:space="0" w:color="auto"/>
        <w:left w:val="none" w:sz="0" w:space="0" w:color="auto"/>
        <w:bottom w:val="none" w:sz="0" w:space="0" w:color="auto"/>
        <w:right w:val="none" w:sz="0" w:space="0" w:color="auto"/>
      </w:divBdr>
    </w:div>
    <w:div w:id="281109248">
      <w:marLeft w:val="0"/>
      <w:marRight w:val="0"/>
      <w:marTop w:val="0"/>
      <w:marBottom w:val="0"/>
      <w:divBdr>
        <w:top w:val="none" w:sz="0" w:space="0" w:color="auto"/>
        <w:left w:val="none" w:sz="0" w:space="0" w:color="auto"/>
        <w:bottom w:val="none" w:sz="0" w:space="0" w:color="auto"/>
        <w:right w:val="none" w:sz="0" w:space="0" w:color="auto"/>
      </w:divBdr>
    </w:div>
    <w:div w:id="281109249">
      <w:marLeft w:val="0"/>
      <w:marRight w:val="0"/>
      <w:marTop w:val="0"/>
      <w:marBottom w:val="0"/>
      <w:divBdr>
        <w:top w:val="none" w:sz="0" w:space="0" w:color="auto"/>
        <w:left w:val="none" w:sz="0" w:space="0" w:color="auto"/>
        <w:bottom w:val="none" w:sz="0" w:space="0" w:color="auto"/>
        <w:right w:val="none" w:sz="0" w:space="0" w:color="auto"/>
      </w:divBdr>
    </w:div>
    <w:div w:id="281109250">
      <w:marLeft w:val="0"/>
      <w:marRight w:val="0"/>
      <w:marTop w:val="0"/>
      <w:marBottom w:val="0"/>
      <w:divBdr>
        <w:top w:val="none" w:sz="0" w:space="0" w:color="auto"/>
        <w:left w:val="none" w:sz="0" w:space="0" w:color="auto"/>
        <w:bottom w:val="none" w:sz="0" w:space="0" w:color="auto"/>
        <w:right w:val="none" w:sz="0" w:space="0" w:color="auto"/>
      </w:divBdr>
    </w:div>
    <w:div w:id="281109251">
      <w:marLeft w:val="0"/>
      <w:marRight w:val="0"/>
      <w:marTop w:val="0"/>
      <w:marBottom w:val="0"/>
      <w:divBdr>
        <w:top w:val="none" w:sz="0" w:space="0" w:color="auto"/>
        <w:left w:val="none" w:sz="0" w:space="0" w:color="auto"/>
        <w:bottom w:val="none" w:sz="0" w:space="0" w:color="auto"/>
        <w:right w:val="none" w:sz="0" w:space="0" w:color="auto"/>
      </w:divBdr>
    </w:div>
    <w:div w:id="281109252">
      <w:marLeft w:val="0"/>
      <w:marRight w:val="0"/>
      <w:marTop w:val="0"/>
      <w:marBottom w:val="0"/>
      <w:divBdr>
        <w:top w:val="none" w:sz="0" w:space="0" w:color="auto"/>
        <w:left w:val="none" w:sz="0" w:space="0" w:color="auto"/>
        <w:bottom w:val="none" w:sz="0" w:space="0" w:color="auto"/>
        <w:right w:val="none" w:sz="0" w:space="0" w:color="auto"/>
      </w:divBdr>
    </w:div>
    <w:div w:id="281109253">
      <w:marLeft w:val="0"/>
      <w:marRight w:val="0"/>
      <w:marTop w:val="0"/>
      <w:marBottom w:val="0"/>
      <w:divBdr>
        <w:top w:val="none" w:sz="0" w:space="0" w:color="auto"/>
        <w:left w:val="none" w:sz="0" w:space="0" w:color="auto"/>
        <w:bottom w:val="none" w:sz="0" w:space="0" w:color="auto"/>
        <w:right w:val="none" w:sz="0" w:space="0" w:color="auto"/>
      </w:divBdr>
    </w:div>
    <w:div w:id="281109254">
      <w:marLeft w:val="0"/>
      <w:marRight w:val="0"/>
      <w:marTop w:val="0"/>
      <w:marBottom w:val="0"/>
      <w:divBdr>
        <w:top w:val="none" w:sz="0" w:space="0" w:color="auto"/>
        <w:left w:val="none" w:sz="0" w:space="0" w:color="auto"/>
        <w:bottom w:val="none" w:sz="0" w:space="0" w:color="auto"/>
        <w:right w:val="none" w:sz="0" w:space="0" w:color="auto"/>
      </w:divBdr>
    </w:div>
    <w:div w:id="281109255">
      <w:marLeft w:val="0"/>
      <w:marRight w:val="0"/>
      <w:marTop w:val="0"/>
      <w:marBottom w:val="0"/>
      <w:divBdr>
        <w:top w:val="none" w:sz="0" w:space="0" w:color="auto"/>
        <w:left w:val="none" w:sz="0" w:space="0" w:color="auto"/>
        <w:bottom w:val="none" w:sz="0" w:space="0" w:color="auto"/>
        <w:right w:val="none" w:sz="0" w:space="0" w:color="auto"/>
      </w:divBdr>
    </w:div>
    <w:div w:id="2811092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6776A2A6B048358EB42693EAFE9B66"/>
        <w:category>
          <w:name w:val="General"/>
          <w:gallery w:val="placeholder"/>
        </w:category>
        <w:types>
          <w:type w:val="bbPlcHdr"/>
        </w:types>
        <w:behaviors>
          <w:behavior w:val="content"/>
        </w:behaviors>
        <w:guid w:val="{431BEFC2-C11C-4C70-BCB6-34B1A43F8A62}"/>
      </w:docPartPr>
      <w:docPartBody>
        <w:p w:rsidR="004921A3" w:rsidRDefault="00DA757F">
          <w:r w:rsidRPr="004562F3">
            <w:rPr>
              <w:rStyle w:val="PlaceholderText"/>
            </w:rPr>
            <w:t>[Registreerimise kuupäev]</w:t>
          </w:r>
        </w:p>
      </w:docPartBody>
    </w:docPart>
    <w:docPart>
      <w:docPartPr>
        <w:name w:val="8D472CBD52C44E298B9FCFF7E0F47A05"/>
        <w:category>
          <w:name w:val="General"/>
          <w:gallery w:val="placeholder"/>
        </w:category>
        <w:types>
          <w:type w:val="bbPlcHdr"/>
        </w:types>
        <w:behaviors>
          <w:behavior w:val="content"/>
        </w:behaviors>
        <w:guid w:val="{F567A7AD-3BF6-4362-8E26-F6E4572526A8}"/>
      </w:docPartPr>
      <w:docPartBody>
        <w:p w:rsidR="004921A3" w:rsidRDefault="00DA757F">
          <w:r w:rsidRPr="004562F3">
            <w:rPr>
              <w:rStyle w:val="PlaceholderText"/>
            </w:rPr>
            <w:t>[Registreerimisnumber]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Cambria"/>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0001"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363"/>
    <w:rsid w:val="000C78E1"/>
    <w:rsid w:val="002C1139"/>
    <w:rsid w:val="002E0F40"/>
    <w:rsid w:val="003C3ED1"/>
    <w:rsid w:val="00425A13"/>
    <w:rsid w:val="004921A3"/>
    <w:rsid w:val="00655374"/>
    <w:rsid w:val="0073413F"/>
    <w:rsid w:val="007C6E22"/>
    <w:rsid w:val="008B64AF"/>
    <w:rsid w:val="009D5363"/>
    <w:rsid w:val="00AB24A6"/>
    <w:rsid w:val="00B4130C"/>
    <w:rsid w:val="00B65DCF"/>
    <w:rsid w:val="00B95E82"/>
    <w:rsid w:val="00C21645"/>
    <w:rsid w:val="00C42A85"/>
    <w:rsid w:val="00C84D1B"/>
    <w:rsid w:val="00D6332F"/>
    <w:rsid w:val="00D65E3C"/>
    <w:rsid w:val="00DA757F"/>
    <w:rsid w:val="00DC2148"/>
    <w:rsid w:val="00EA107A"/>
    <w:rsid w:val="00EB45DE"/>
    <w:rsid w:val="00F96B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757F"/>
    <w:rPr>
      <w:color w:val="808080"/>
    </w:rPr>
  </w:style>
  <w:style w:type="paragraph" w:customStyle="1" w:styleId="07560553B6A34D2FB16EE17B2C7E1B9D">
    <w:name w:val="07560553B6A34D2FB16EE17B2C7E1B9D"/>
    <w:rsid w:val="00AB24A6"/>
  </w:style>
  <w:style w:type="paragraph" w:customStyle="1" w:styleId="5A3DFB50230441F1A4947AF8ADF25A03">
    <w:name w:val="5A3DFB50230441F1A4947AF8ADF25A03"/>
    <w:rsid w:val="00AB24A6"/>
  </w:style>
  <w:style w:type="paragraph" w:customStyle="1" w:styleId="35A69D82442A49948AEFE6A4B0AD69FD">
    <w:name w:val="35A69D82442A49948AEFE6A4B0AD69FD"/>
    <w:rsid w:val="00AB24A6"/>
  </w:style>
  <w:style w:type="paragraph" w:customStyle="1" w:styleId="7C7597DC67464B76AA4FE652C4887AED">
    <w:name w:val="7C7597DC67464B76AA4FE652C4887AED"/>
    <w:rsid w:val="00B4130C"/>
    <w:pPr>
      <w:spacing w:before="20" w:after="20" w:line="240" w:lineRule="auto"/>
      <w:jc w:val="right"/>
    </w:pPr>
    <w:rPr>
      <w:rFonts w:eastAsia="SimSun" w:cs="Calibri"/>
      <w:kern w:val="1"/>
      <w:szCs w:val="24"/>
      <w:lang w:eastAsia="zh-CN" w:bidi="hi-IN"/>
    </w:rPr>
  </w:style>
  <w:style w:type="paragraph" w:customStyle="1" w:styleId="207D5F4AB55042D2AB7CA3DEE461EFA1">
    <w:name w:val="207D5F4AB55042D2AB7CA3DEE461EFA1"/>
    <w:rsid w:val="00B4130C"/>
    <w:pPr>
      <w:spacing w:before="20" w:after="20" w:line="240" w:lineRule="auto"/>
      <w:jc w:val="right"/>
    </w:pPr>
    <w:rPr>
      <w:rFonts w:eastAsia="SimSun" w:cs="Calibri"/>
      <w:kern w:val="1"/>
      <w:szCs w:val="24"/>
      <w:lang w:eastAsia="zh-CN" w:bidi="hi-IN"/>
    </w:rPr>
  </w:style>
  <w:style w:type="paragraph" w:customStyle="1" w:styleId="77841CC2620849CF805670393B7EC330">
    <w:name w:val="77841CC2620849CF805670393B7EC330"/>
    <w:rsid w:val="00B4130C"/>
    <w:pPr>
      <w:spacing w:before="20" w:after="20" w:line="240" w:lineRule="auto"/>
      <w:jc w:val="right"/>
    </w:pPr>
    <w:rPr>
      <w:rFonts w:eastAsia="SimSun" w:cs="Calibri"/>
      <w:kern w:val="1"/>
      <w:sz w:val="18"/>
      <w:szCs w:val="24"/>
      <w:lang w:eastAsia="zh-CN" w:bidi="hi-IN"/>
    </w:rPr>
  </w:style>
  <w:style w:type="paragraph" w:customStyle="1" w:styleId="6571686B960745659B468CBFC980748D">
    <w:name w:val="6571686B960745659B468CBFC980748D"/>
    <w:rsid w:val="00B4130C"/>
    <w:pPr>
      <w:tabs>
        <w:tab w:val="right" w:pos="8505"/>
      </w:tabs>
      <w:spacing w:before="20" w:after="20" w:line="240" w:lineRule="auto"/>
      <w:jc w:val="right"/>
    </w:pPr>
    <w:rPr>
      <w:rFonts w:eastAsia="SimSun" w:cs="Calibri"/>
      <w:kern w:val="1"/>
      <w:sz w:val="18"/>
      <w:szCs w:val="24"/>
      <w:lang w:eastAsia="zh-CN" w:bidi="hi-IN"/>
    </w:rPr>
  </w:style>
  <w:style w:type="paragraph" w:customStyle="1" w:styleId="7B7B7B436AA54F9A9AC1E4E473F1D4F9">
    <w:name w:val="7B7B7B436AA54F9A9AC1E4E473F1D4F9"/>
    <w:rsid w:val="00B4130C"/>
    <w:pPr>
      <w:widowControl w:val="0"/>
      <w:tabs>
        <w:tab w:val="center" w:pos="4536"/>
        <w:tab w:val="right" w:pos="9072"/>
      </w:tabs>
      <w:suppressAutoHyphens/>
      <w:spacing w:after="0" w:line="240" w:lineRule="auto"/>
      <w:jc w:val="right"/>
    </w:pPr>
    <w:rPr>
      <w:rFonts w:eastAsia="SimSun" w:cs="Mangal"/>
      <w:kern w:val="1"/>
      <w:sz w:val="18"/>
      <w:szCs w:val="21"/>
      <w:lang w:eastAsia="zh-CN" w:bidi="hi-IN"/>
    </w:rPr>
  </w:style>
  <w:style w:type="paragraph" w:customStyle="1" w:styleId="7DD8ACF1264A410784F2F500E642EC97">
    <w:name w:val="7DD8ACF1264A410784F2F500E642EC97"/>
    <w:rsid w:val="00C42A85"/>
  </w:style>
  <w:style w:type="paragraph" w:customStyle="1" w:styleId="BD61BA6B93F2467F9EABCC13DB7A06A2">
    <w:name w:val="BD61BA6B93F2467F9EABCC13DB7A06A2"/>
    <w:rsid w:val="00C42A85"/>
  </w:style>
  <w:style w:type="paragraph" w:customStyle="1" w:styleId="DD6A316F3D2C481F8D5FF2DCE51776B9">
    <w:name w:val="DD6A316F3D2C481F8D5FF2DCE51776B9"/>
    <w:rsid w:val="00C42A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B01" ma:contentTypeVersion="580" fp:containerId="228b4970-73de-44a4-83e2-9513be360001" fp:lcid="1061" ma:contentTypeName="Hanke-_ja_raamleping">
  <xs:schema xmlns:f="652bebee-5104-4768-9fc7-8caeb7146ea3" targetNamespace="http://schemas.microsoft.com/office/2006/metadata/properties" ma:root="true">
    <xs:element name="properties">
      <xs:complexType>
        <xs:sequence>
          <xs:element name="documentManagement">
            <xs:complexType>
              <xs:all>
                <xs:element ref="f:Lepinguliik" minOccurs="0"/>
                <xs:element ref="f:Konkursiviitenumber" minOccurs="0"/>
                <xs:element ref="f:Riigihankeviitenumber" minOccurs="0"/>
                <xs:element ref="f:HISprojektiIDKood" minOccurs="0"/>
                <xs:element ref="f:Lepinguomanik" minOccurs="0"/>
                <xs:element ref="f:Ostuprotseduur" minOccurs="0"/>
                <xs:element ref="f:Lepingu_x0020_liik" minOccurs="0"/>
                <xs:element ref="f:RMRegistrationDate" minOccurs="0"/>
                <xs:element ref="f:RMReferenceCode" minOccurs="0"/>
                <xs:element ref="f:RMTitle" minOccurs="0"/>
                <xs:element ref="f:ADR_x0020_pealkiri" minOccurs="0"/>
                <xs:element ref="f:ADR_x0020_teine_x0020_osapool" minOccurs="0"/>
                <xs:element ref="f:RMAccessRestrictionLevel" minOccurs="0"/>
                <xs:element ref="f:RMAccessRestrictionReason" minOccurs="0"/>
                <xs:element ref="f:RMAccessRestrictionDuration" minOccurs="0"/>
                <xs:element ref="f:RMAccessRestrictedFrom" minOccurs="0"/>
                <xs:element ref="f:RMAccessRestrictedUntil" minOccurs="0"/>
                <xs:element ref="f:RMAccessRestrictionEndEvent" minOccurs="0"/>
                <xs:element ref="f:RMAccessRestrictionDate" minOccurs="0"/>
                <xs:element ref="f:RMAccessRestrictionOwner" minOccurs="0"/>
                <xs:element ref="f:Lepingu_x0020_osapool_x0020_sise" minOccurs="0"/>
                <xs:element ref="f:Asutus" minOccurs="0"/>
                <xs:element ref="f:Allkirjastaja_x0020_ees-_x0020_ja_x0020_perekonnanimi." minOccurs="0"/>
                <xs:element ref="f:Allkirjastaja_x0020_ametinimetus." minOccurs="0"/>
                <xs:element ref="f:Kontaktisik" minOccurs="0"/>
                <xs:element ref="f:Telefoni_x0020_nr._x002F_e-post" minOccurs="0"/>
                <xs:element ref="f:Lepingu_x0020_2._x0020_osapool_x0023_1" minOccurs="0"/>
                <xs:element ref="f:Lepingu_x0020_2._x0020_osapool_x0023_2" minOccurs="0"/>
                <xs:element ref="f:Lepingu_x0020_2._x0020_osapool_x0023_3" minOccurs="0"/>
                <xs:element ref="f:Lepingu_x0020_2._x0020_osapool_x0023_4" minOccurs="0"/>
                <xs:element ref="f:Lepingu_x0020_2._x0020_osapool_x0023_5" minOccurs="0"/>
                <xs:element ref="f:Lepingu_x0020_2._x0020_osapool_x0023_6" minOccurs="0"/>
                <xs:element ref="f:Lepingu_x0020_2._x0020_osapool_x0023_7" minOccurs="0"/>
                <xs:element ref="f:Lepingu_x0020_2._x0020_osapool_x0023_8" minOccurs="0"/>
                <xs:element ref="f:Lepingu_x0020_2._x0020_osapool_x0023_9" minOccurs="0"/>
                <xs:element ref="f:Lepingu_x0020_2._x0020_osapool_x0023_10" minOccurs="0"/>
                <xs:element ref="f:Lepingu_x0020_2._x0020_osapool_x0023_11" minOccurs="0"/>
                <xs:element ref="f:Lepingu_x0020_2._x0020_osapool_x0023_12" minOccurs="0"/>
                <xs:element ref="f:Lepingu_x0020_2._x0020_osapool_x0023_13" minOccurs="0"/>
                <xs:element ref="f:Lepingu_x0020_2._x0020_osapool_x0023_14" minOccurs="0"/>
                <xs:element ref="f:Lepingu_x0020_2._x0020_osapool_x0023_15" minOccurs="0"/>
                <xs:element ref="f:Lepingu_x0020_2._x0020_osapool_x0023_16" minOccurs="0"/>
                <xs:element ref="f:Lepingu_x0020_2._x0020_osapool_x0023_17" minOccurs="0"/>
                <xs:element ref="f:Lepingu_x0020_2._x0020_osapool_x0023_18" minOccurs="0"/>
                <xs:element ref="f:Lepingu_x0020_2._x0020_osapool_x0023_19" minOccurs="0"/>
                <xs:element ref="f:Lepingu_x0020_2._x0020_osapool_x0023_20" minOccurs="0"/>
                <xs:element ref="f:Lepingu_x0020_2._x0020_osapool_x0023_21" minOccurs="0"/>
                <xs:element ref="f:Lepingu_x0020_2._x0020_osapool_x0023_22" minOccurs="0"/>
                <xs:element ref="f:Lepingu_x0020_2._x0020_osapool_x0023_23" minOccurs="0"/>
                <xs:element ref="f:Lepingu_x0020_2._x0020_osapool_x0023_24" minOccurs="0"/>
                <xs:element ref="f:Lepingu_x0020_2._x0020_osapool_x0023_25" minOccurs="0"/>
                <xs:element ref="f:Ariregistrikood" minOccurs="0"/>
                <xs:element ref="f:Teise_x0020_poole_x0020_asutus_x0023_1" minOccurs="0"/>
                <xs:element ref="f:Teise_x0020_poole_x0020_asutus_x0023_2" minOccurs="0"/>
                <xs:element ref="f:Teise_x0020_poole_x0020_asutus_x0023_3" minOccurs="0"/>
                <xs:element ref="f:Teise_x0020_poole_x0020_asutus_x0023_4" minOccurs="0"/>
                <xs:element ref="f:Teise_x0020_poole_x0020_asutus_x0023_5" minOccurs="0"/>
                <xs:element ref="f:Teise_x0020_poole_x0020_asutus_x0023_6" minOccurs="0"/>
                <xs:element ref="f:Teise_x0020_poole_x0020_asutus_x0023_7" minOccurs="0"/>
                <xs:element ref="f:Teise_x0020_poole_x0020_asutus_x0023_8" minOccurs="0"/>
                <xs:element ref="f:Teise_x0020_poole_x0020_asutus_x0023_9" minOccurs="0"/>
                <xs:element ref="f:Teise_x0020_poole_x0020_asutus_x0023_10" minOccurs="0"/>
                <xs:element ref="f:Teise_x0020_poole_x0020_asutus_x0023_11" minOccurs="0"/>
                <xs:element ref="f:Teise_x0020_poole_x0020_asutus_x0023_12" minOccurs="0"/>
                <xs:element ref="f:Teise_x0020_poole_x0020_asutus_x0023_13" minOccurs="0"/>
                <xs:element ref="f:Teise_x0020_poole_x0020_asutus_x0023_14" minOccurs="0"/>
                <xs:element ref="f:Teise_x0020_poole_x0020_asutus_x0023_15" minOccurs="0"/>
                <xs:element ref="f:Teise_x0020_poole_x0020_asutus_x0023_16" minOccurs="0"/>
                <xs:element ref="f:Teise_x0020_poole_x0020_asutus_x0023_17" minOccurs="0"/>
                <xs:element ref="f:Teise_x0020_poole_x0020_asutus_x0023_18" minOccurs="0"/>
                <xs:element ref="f:Teise_x0020_poole_x0020_asutus_x0023_19" minOccurs="0"/>
                <xs:element ref="f:Teise_x0020_poole_x0020_asutus_x0023_20" minOccurs="0"/>
                <xs:element ref="f:Teise_x0020_poole_x0020_asutus_x0023_21" minOccurs="0"/>
                <xs:element ref="f:Teise_x0020_poole_x0020_asutus_x0023_22" minOccurs="0"/>
                <xs:element ref="f:Teise_x0020_poole_x0020_asutus_x0023_23" minOccurs="0"/>
                <xs:element ref="f:Teise_x0020_poole_x0020_asutus_x0023_24" minOccurs="0"/>
                <xs:element ref="f:Teise_x0020_poole_x0020_asutus_x0023_25" minOccurs="0"/>
                <xs:element ref="f:Teise_x0020_poole_x0020_allkirjastaja_x0020_ees-_x0020_ja_x0020_perekonnanimi_x0023_1" minOccurs="0"/>
                <xs:element ref="f:Teise_x0020_poole_x0020_allkirjastaja_x0020_ees-_x0020_ja_x0020_perekonnanimi_x0023_2" minOccurs="0"/>
                <xs:element ref="f:Teise_x0020_poole_x0020_allkirjastaja_x0020_ees-_x0020_ja_x0020_perekonnanimi_x0023_3" minOccurs="0"/>
                <xs:element ref="f:Teise_x0020_poole_x0020_allkirjastaja_x0020_ees-_x0020_ja_x0020_perekonnanimi_x0023_4" minOccurs="0"/>
                <xs:element ref="f:Teise_x0020_poole_x0020_allkirjastaja_x0020_ees-_x0020_ja_x0020_perekonnanimi_x0023_5" minOccurs="0"/>
                <xs:element ref="f:Teise_x0020_poole_x0020_allkirjastaja_x0020_ees-_x0020_ja_x0020_perekonnanimi_x0023_6" minOccurs="0"/>
                <xs:element ref="f:Teise_x0020_poole_x0020_allkirjastaja_x0020_ees-_x0020_ja_x0020_perekonnanimi_x0023_7" minOccurs="0"/>
                <xs:element ref="f:Teise_x0020_poole_x0020_allkirjastaja_x0020_ees-_x0020_ja_x0020_perekonnanimi_x0023_8" minOccurs="0"/>
                <xs:element ref="f:Teise_x0020_poole_x0020_allkirjastaja_x0020_ees-_x0020_ja_x0020_perekonnanimi_x0023_9" minOccurs="0"/>
                <xs:element ref="f:Teise_x0020_poole_x0020_allkirjastaja_x0020_ees-_x0020_ja_x0020_perekonnanimi_x0023_10" minOccurs="0"/>
                <xs:element ref="f:Teise_x0020_poole_x0020_allkirjastaja_x0020_ees-_x0020_ja_x0020_perekonnanimi_x0023_11" minOccurs="0"/>
                <xs:element ref="f:Teise_x0020_poole_x0020_allkirjastaja_x0020_ees-_x0020_ja_x0020_perekonnanimi_x0023_12" minOccurs="0"/>
                <xs:element ref="f:Teise_x0020_poole_x0020_allkirjastaja_x0020_ees-_x0020_ja_x0020_perekonnanimi_x0023_13" minOccurs="0"/>
                <xs:element ref="f:Teise_x0020_poole_x0020_allkirjastaja_x0020_ees-_x0020_ja_x0020_perekonnanimi_x0023_14" minOccurs="0"/>
                <xs:element ref="f:Teise_x0020_poole_x0020_allkirjastaja_x0020_ees-_x0020_ja_x0020_perekonnanimi_x0023_15" minOccurs="0"/>
                <xs:element ref="f:Teise_x0020_poole_x0020_allkirjastaja_x0020_ees-_x0020_ja_x0020_perekonnanimi_x0023_16" minOccurs="0"/>
                <xs:element ref="f:Teise_x0020_poole_x0020_allkirjastaja_x0020_ees-_x0020_ja_x0020_perekonnanimi_x0023_17" minOccurs="0"/>
                <xs:element ref="f:Teise_x0020_poole_x0020_allkirjastaja_x0020_ees-_x0020_ja_x0020_perekonnanimi_x0023_18" minOccurs="0"/>
                <xs:element ref="f:Teise_x0020_poole_x0020_allkirjastaja_x0020_ees-_x0020_ja_x0020_perekonnanimi_x0023_19" minOccurs="0"/>
                <xs:element ref="f:Teise_x0020_poole_x0020_allkirjastaja_x0020_ees-_x0020_ja_x0020_perekonnanimi_x0023_20" minOccurs="0"/>
                <xs:element ref="f:Teise_x0020_poole_x0020_allkirjastaja_x0020_ees-_x0020_ja_x0020_perekonnanimi_x0023_21" minOccurs="0"/>
                <xs:element ref="f:Teise_x0020_poole_x0020_allkirjastaja_x0020_ees-_x0020_ja_x0020_perekonnanimi_x0023_22" minOccurs="0"/>
                <xs:element ref="f:Teise_x0020_poole_x0020_allkirjastaja_x0020_ees-_x0020_ja_x0020_perekonnanimi_x0023_23" minOccurs="0"/>
                <xs:element ref="f:Teise_x0020_poole_x0020_allkirjastaja_x0020_ees-_x0020_ja_x0020_perekonnanimi_x0023_24" minOccurs="0"/>
                <xs:element ref="f:Teise_x0020_poole_x0020_allkirjastaja_x0020_ees-_x0020_ja_x0020_perekonnanimi_x0023_25" minOccurs="0"/>
                <xs:element ref="f:Teise_x0020_poole_x0020_allkirjastaja_x0020_ametinimetus_x0023_1" minOccurs="0"/>
                <xs:element ref="f:Teise_x0020_poole_x0020_allkirjastaja_x0020_ametinimetus_x0023_2" minOccurs="0"/>
                <xs:element ref="f:Teise_x0020_poole_x0020_allkirjastaja_x0020_ametinimetus_x0023_3" minOccurs="0"/>
                <xs:element ref="f:Teise_x0020_poole_x0020_allkirjastaja_x0020_ametinimetus_x0023_4" minOccurs="0"/>
                <xs:element ref="f:Teise_x0020_poole_x0020_allkirjastaja_x0020_ametinimetus_x0023_5" minOccurs="0"/>
                <xs:element ref="f:Teise_x0020_poole_x0020_allkirjastaja_x0020_ametinimetus_x0023_6" minOccurs="0"/>
                <xs:element ref="f:Teise_x0020_poole_x0020_allkirjastaja_x0020_ametinimetus_x0023_7" minOccurs="0"/>
                <xs:element ref="f:Teise_x0020_poole_x0020_allkirjastaja_x0020_ametinimetus_x0023_8" minOccurs="0"/>
                <xs:element ref="f:Teise_x0020_poole_x0020_allkirjastaja_x0020_ametinimetus_x0023_9" minOccurs="0"/>
                <xs:element ref="f:Teise_x0020_poole_x0020_allkirjastaja_x0020_ametinimetus_x0023_10" minOccurs="0"/>
                <xs:element ref="f:Teise_x0020_poole_x0020_allkirjastaja_x0020_ametinimetus_x0023_11" minOccurs="0"/>
                <xs:element ref="f:Teise_x0020_poole_x0020_allkirjastaja_x0020_ametinimetus_x0023_12" minOccurs="0"/>
                <xs:element ref="f:Teise_x0020_poole_x0020_allkirjastaja_x0020_ametinimetus_x0023_13" minOccurs="0"/>
                <xs:element ref="f:Teise_x0020_poole_x0020_allkirjastaja_x0020_ametinimetus_x0023_14" minOccurs="0"/>
                <xs:element ref="f:Teise_x0020_poole_x0020_allkirjastaja_x0020_ametinimetus_x0023_15" minOccurs="0"/>
                <xs:element ref="f:Teise_x0020_poole_x0020_allkirjastaja_x0020_ametinimetus_x0023_16" minOccurs="0"/>
                <xs:element ref="f:Teise_x0020_poole_x0020_allkirjastaja_x0020_ametinimetus_x0023_17" minOccurs="0"/>
                <xs:element ref="f:Teise_x0020_poole_x0020_allkirjastaja_x0020_ametinimetus_x0023_18" minOccurs="0"/>
                <xs:element ref="f:Teise_x0020_poole_x0020_allkirjastaja_x0020_ametinimetus_x0023_19" minOccurs="0"/>
                <xs:element ref="f:Teise_x0020_poole_x0020_allkirjastaja_x0020_ametinimetus_x0023_20" minOccurs="0"/>
                <xs:element ref="f:Teise_x0020_poole_x0020_allkirjastaja_x0020_ametinimetus_x0023_21" minOccurs="0"/>
                <xs:element ref="f:Teise_x0020_poole_x0020_allkirjastaja_x0020_ametinimetus_x0023_22" minOccurs="0"/>
                <xs:element ref="f:Teise_x0020_poole_x0020_allkirjastaja_x0020_ametinimetus_x0023_23" minOccurs="0"/>
                <xs:element ref="f:Teise_x0020_poole_x0020_allkirjastaja_x0020_ametinimetus_x0023_24" minOccurs="0"/>
                <xs:element ref="f:Teise_x0020_poole_x0020_allkirjastaja_x0020_ametinimetus_x0023_25" minOccurs="0"/>
                <xs:element ref="f:Teise_x0020_poole_x0020_lepingu_x0020_nr_x0023_1" minOccurs="0"/>
                <xs:element ref="f:Teise_x0020_poole_x0020_lepingu_x0020_nr_x0023_2" minOccurs="0"/>
                <xs:element ref="f:Teise_x0020_poole_x0020_lepingu_x0020_nr_x0023_3" minOccurs="0"/>
                <xs:element ref="f:Teise_x0020_poole_x0020_lepingu_x0020_nr_x0023_4" minOccurs="0"/>
                <xs:element ref="f:Teise_x0020_poole_x0020_lepingu_x0020_nr_x0023_5" minOccurs="0"/>
                <xs:element ref="f:Teise_x0020_poole_x0020_lepingu_x0020_nr_x0023_6" minOccurs="0"/>
                <xs:element ref="f:Teise_x0020_poole_x0020_lepingu_x0020_nr_x0023_7" minOccurs="0"/>
                <xs:element ref="f:Teise_x0020_poole_x0020_lepingu_x0020_nr_x0023_8" minOccurs="0"/>
                <xs:element ref="f:Teise_x0020_poole_x0020_lepingu_x0020_nr_x0023_9" minOccurs="0"/>
                <xs:element ref="f:Teise_x0020_poole_x0020_lepingu_x0020_nr_x0023_10" minOccurs="0"/>
                <xs:element ref="f:Teise_x0020_poole_x0020_lepingu_x0020_nr_x0023_11" minOccurs="0"/>
                <xs:element ref="f:Teise_x0020_poole_x0020_lepingu_x0020_nr_x0023_12" minOccurs="0"/>
                <xs:element ref="f:Teise_x0020_poole_x0020_lepingu_x0020_nr_x0023_13" minOccurs="0"/>
                <xs:element ref="f:Teise_x0020_poole_x0020_lepingu_x0020_nr_x0023_14" minOccurs="0"/>
                <xs:element ref="f:Teise_x0020_poole_x0020_lepingu_x0020_nr_x0023_15" minOccurs="0"/>
                <xs:element ref="f:Teise_x0020_poole_x0020_lepingu_x0020_nr_x0023_16" minOccurs="0"/>
                <xs:element ref="f:Teise_x0020_poole_x0020_lepingu_x0020_nr_x0023_17" minOccurs="0"/>
                <xs:element ref="f:Teise_x0020_poole_x0020_lepingu_x0020_nr_x0023_18" minOccurs="0"/>
                <xs:element ref="f:Teise_x0020_poole_x0020_lepingu_x0020_nr_x0023_19" minOccurs="0"/>
                <xs:element ref="f:Teise_x0020_poole_x0020_lepingu_x0020_nr_x0023_20" minOccurs="0"/>
                <xs:element ref="f:Teise_x0020_poole_x0020_lepingu_x0020_nr_x0023_21" minOccurs="0"/>
                <xs:element ref="f:Teise_x0020_poole_x0020_lepingu_x0020_nr_x0023_22" minOccurs="0"/>
                <xs:element ref="f:Teise_x0020_poole_x0020_lepingu_x0020_nr_x0023_23" minOccurs="0"/>
                <xs:element ref="f:Teise_x0020_poole_x0020_lepingu_x0020_nr_x0023_24" minOccurs="0"/>
                <xs:element ref="f:Teise_x0020_poole_x0020_lepingu_x0020_nr_x0023_25" minOccurs="0"/>
                <xs:element ref="f:Teise_x0020_poole_x0020_lepingu_x0020_kpv_x0023_1" minOccurs="0"/>
                <xs:element ref="f:Teise_x0020_poole_x0020_lepingu_x0020_kpv_x0023_2" minOccurs="0"/>
                <xs:element ref="f:Teise_x0020_poole_x0020_lepingu_x0020_kpv_x0023_3" minOccurs="0"/>
                <xs:element ref="f:Teise_x0020_poole_x0020_lepingu_x0020_kpv_x0023_4" minOccurs="0"/>
                <xs:element ref="f:Teise_x0020_poole_x0020_lepingu_x0020_kpv_x0023_5" minOccurs="0"/>
                <xs:element ref="f:Teise_x0020_poole_x0020_lepingu_x0020_kpv_x0023_6" minOccurs="0"/>
                <xs:element ref="f:Teise_x0020_poole_x0020_lepingu_x0020_kpv_x0023_7" minOccurs="0"/>
                <xs:element ref="f:Teise_x0020_poole_x0020_lepingu_x0020_kpv_x0023_8" minOccurs="0"/>
                <xs:element ref="f:Teise_x0020_poole_x0020_lepingu_x0020_kpv_x0023_9" minOccurs="0"/>
                <xs:element ref="f:Teise_x0020_poole_x0020_lepingu_x0020_kpv_x0023_10" minOccurs="0"/>
                <xs:element ref="f:Teise_x0020_poole_x0020_lepingu_x0020_kpv_x0023_11" minOccurs="0"/>
                <xs:element ref="f:Teise_x0020_poole_x0020_lepingu_x0020_kpv_x0023_12" minOccurs="0"/>
                <xs:element ref="f:Teise_x0020_poole_x0020_lepingu_x0020_kpv_x0023_13" minOccurs="0"/>
                <xs:element ref="f:Teise_x0020_poole_x0020_lepingu_x0020_kpv_x0023_14" minOccurs="0"/>
                <xs:element ref="f:Teise_x0020_poole_x0020_lepingu_x0020_kpv_x0023_15" minOccurs="0"/>
                <xs:element ref="f:Teise_x0020_poole_x0020_lepingu_x0020_kpv_x0023_16" minOccurs="0"/>
                <xs:element ref="f:Teise_x0020_poole_x0020_lepingu_x0020_kpv_x0023_17" minOccurs="0"/>
                <xs:element ref="f:Teise_x0020_poole_x0020_lepingu_x0020_kpv_x0023_18" minOccurs="0"/>
                <xs:element ref="f:Teise_x0020_poole_x0020_lepingu_x0020_kpv_x0023_19" minOccurs="0"/>
                <xs:element ref="f:Teise_x0020_poole_x0020_lepingu_x0020_kpv_x0023_20" minOccurs="0"/>
                <xs:element ref="f:Teise_x0020_poole_x0020_lepingu_x0020_kpv_x0023_21" minOccurs="0"/>
                <xs:element ref="f:Teise_x0020_poole_x0020_lepingu_x0020_kpv_x0023_22" minOccurs="0"/>
                <xs:element ref="f:Teise_x0020_poole_x0020_lepingu_x0020_kpv_x0023_23" minOccurs="0"/>
                <xs:element ref="f:Teise_x0020_poole_x0020_lepingu_x0020_kpv_x0023_24" minOccurs="0"/>
                <xs:element ref="f:Teise_x0020_poole_x0020_lepingu_x0020_kpv_x0023_25" minOccurs="0"/>
                <xs:element ref="f:Teise_x0020_poole_x0020_kontaktisik_x0023_1" minOccurs="0"/>
                <xs:element ref="f:Teise_x0020_poole_x0020_kontaktisik_x0023_2" minOccurs="0"/>
                <xs:element ref="f:Teise_x0020_poole_x0020_kontaktisik_x0023_3" minOccurs="0"/>
                <xs:element ref="f:Teise_x0020_poole_x0020_kontaktisik_x0023_4" minOccurs="0"/>
                <xs:element ref="f:Teise_x0020_poole_x0020_kontaktisik_x0023_5" minOccurs="0"/>
                <xs:element ref="f:Teise_x0020_poole_x0020_kontaktisik_x0023_6" minOccurs="0"/>
                <xs:element ref="f:Teise_x0020_poole_x0020_kontaktisik_x0023_7" minOccurs="0"/>
                <xs:element ref="f:Teise_x0020_poole_x0020_kontaktisik_x0023_8" minOccurs="0"/>
                <xs:element ref="f:Teise_x0020_poole_x0020_kontaktisik_x0023_9" minOccurs="0"/>
                <xs:element ref="f:Teise_x0020_poole_x0020_kontaktisik_x0023_10" minOccurs="0"/>
                <xs:element ref="f:Teise_x0020_poole_x0020_kontaktisik_x0023_11" minOccurs="0"/>
                <xs:element ref="f:Teise_x0020_poole_x0020_kontaktisik_x0023_12" minOccurs="0"/>
                <xs:element ref="f:Teise_x0020_poole_x0020_kontaktisik_x0023_13" minOccurs="0"/>
                <xs:element ref="f:Teise_x0020_poole_x0020_kontaktisik_x0023_14" minOccurs="0"/>
                <xs:element ref="f:Teise_x0020_poole_x0020_kontaktisik_x0023_15" minOccurs="0"/>
                <xs:element ref="f:Teise_x0020_poole_x0020_kontaktisik_x0023_16" minOccurs="0"/>
                <xs:element ref="f:Teise_x0020_poole_x0020_kontaktisik_x0023_17" minOccurs="0"/>
                <xs:element ref="f:Teise_x0020_poole_x0020_kontaktisik_x0023_18" minOccurs="0"/>
                <xs:element ref="f:Teise_x0020_poole_x0020_kontaktisik_x0023_19" minOccurs="0"/>
                <xs:element ref="f:Teise_x0020_poole_x0020_kontaktisik_x0023_20" minOccurs="0"/>
                <xs:element ref="f:Teise_x0020_poole_x0020_kontaktisik_x0023_21" minOccurs="0"/>
                <xs:element ref="f:Teise_x0020_poole_x0020_kontaktisik_x0023_22" minOccurs="0"/>
                <xs:element ref="f:Teise_x0020_poole_x0020_kontaktisik_x0023_23" minOccurs="0"/>
                <xs:element ref="f:Teise_x0020_poole_x0020_kontaktisik_x0023_24" minOccurs="0"/>
                <xs:element ref="f:Teise_x0020_poole_x0020_kontaktisik_x0023_25" minOccurs="0"/>
                <xs:element ref="f:Teise_x0020_poole_x0020_telefoni_x0020_nr_x002F_e-post_x0023_1" minOccurs="0"/>
                <xs:element ref="f:Teise_x0020_poole_x0020_telefoni_x0020_nr_x002F_e-post_x0023_2" minOccurs="0"/>
                <xs:element ref="f:Teise_x0020_poole_x0020_telefoni_x0020_nr_x002F_e-post_x0023_3" minOccurs="0"/>
                <xs:element ref="f:Teise_x0020_poole_x0020_telefoni_x0020_nr_x002F_e-post_x0023_4" minOccurs="0"/>
                <xs:element ref="f:Teise_x0020_poole_x0020_telefoni_x0020_nr_x002F_e-post_x0023_5" minOccurs="0"/>
                <xs:element ref="f:Teise_x0020_poole_x0020_telefoni_x0020_nr_x002F_e-post_x0023_6" minOccurs="0"/>
                <xs:element ref="f:Teise_x0020_poole_x0020_telefoni_x0020_nr_x002F_e-post_x0023_7" minOccurs="0"/>
                <xs:element ref="f:Teise_x0020_poole_x0020_telefoni_x0020_nr_x002F_e-post_x0023_8" minOccurs="0"/>
                <xs:element ref="f:Teise_x0020_poole_x0020_telefoni_x0020_nr_x002F_e-post_x0023_9" minOccurs="0"/>
                <xs:element ref="f:Teise_x0020_poole_x0020_telefoni_x0020_nr_x002F_e-post_x0023_10" minOccurs="0"/>
                <xs:element ref="f:Teise_x0020_poole_x0020_telefoni_x0020_nr_x002F_e-post_x0023_11" minOccurs="0"/>
                <xs:element ref="f:Teise_x0020_poole_x0020_telefoni_x0020_nr_x002F_e-post_x0023_12" minOccurs="0"/>
                <xs:element ref="f:Teise_x0020_poole_x0020_telefoni_x0020_nr_x002F_e-post_x0023_13" minOccurs="0"/>
                <xs:element ref="f:Teise_x0020_poole_x0020_telefoni_x0020_nr_x002F_e-post_x0023_14" minOccurs="0"/>
                <xs:element ref="f:Teise_x0020_poole_x0020_telefoni_x0020_nr_x002F_e-post_x0023_15" minOccurs="0"/>
                <xs:element ref="f:Teise_x0020_poole_x0020_telefoni_x0020_nr_x002F_e-post_x0023_16" minOccurs="0"/>
                <xs:element ref="f:Teise_x0020_poole_x0020_telefoni_x0020_nr_x002F_e-post_x0023_17" minOccurs="0"/>
                <xs:element ref="f:Teise_x0020_poole_x0020_telefoni_x0020_nr_x002F_e-post_x0023_18" minOccurs="0"/>
                <xs:element ref="f:Teise_x0020_poole_x0020_telefoni_x0020_nr_x002F_e-post_x0023_19" minOccurs="0"/>
                <xs:element ref="f:Teise_x0020_poole_x0020_telefoni_x0020_nr_x002F_e-post_x0023_20" minOccurs="0"/>
                <xs:element ref="f:Teise_x0020_poole_x0020_telefoni_x0020_nr_x002F_e-post_x0023_21" minOccurs="0"/>
                <xs:element ref="f:Teise_x0020_poole_x0020_telefoni_x0020_nr_x002F_e-post_x0023_22" minOccurs="0"/>
                <xs:element ref="f:Teise_x0020_poole_x0020_telefoni_x0020_nr_x002F_e-post_x0023_23" minOccurs="0"/>
                <xs:element ref="f:Teise_x0020_poole_x0020_telefoni_x0020_nr_x002F_e-post_x0023_24" minOccurs="0"/>
                <xs:element ref="f:Teise_x0020_poole_x0020_telefoni_x0020_nr_x002F_e-post_x0023_25" minOccurs="0"/>
                <xs:element ref="f:Lepingu_x0020_objekt" minOccurs="0"/>
                <xs:element ref="f:Lepingu_x0020_staatus" minOccurs="0"/>
                <xs:element ref="f:Leping_x0020_kehtiv_x0020_alates" minOccurs="0"/>
                <xs:element ref="f:Lepingu_x0020_lõpptähtaeg" minOccurs="0"/>
                <xs:element ref="f:Lepingu_x0020_tähtaja_x0020_kirjeldus" minOccurs="0"/>
                <xs:element ref="f:Tegelik_x0020_lõpp" minOccurs="0"/>
                <xs:element ref="f:Lepingu_x0020_maksumus" minOccurs="0"/>
                <xs:element ref="f:Koostaja" minOccurs="0"/>
                <xs:element ref="f:Koostaja_x0020_ees-_x0020_ja_x0020_perekonnanimi" minOccurs="0"/>
                <xs:element ref="f:Koostaja_x0020_ametinimetus" minOccurs="0"/>
                <xs:element ref="f:Koostaja_x0020_struktuuriüksus" minOccurs="0"/>
                <xs:element ref="f:Koostaja_x0020_kontakt" minOccurs="0"/>
                <xs:element ref="f:Teabekandja" minOccurs="0"/>
                <xs:element ref="f:Saatmisviis_x0023_1" minOccurs="0"/>
                <xs:element ref="f:Saatmisviis_x0023_2" minOccurs="0"/>
                <xs:element ref="f:Saatmisviis_x0023_3" minOccurs="0"/>
                <xs:element ref="f:Saatmisviis_x0023_4" minOccurs="0"/>
                <xs:element ref="f:Saatmisviis_x0023_5" minOccurs="0"/>
                <xs:element ref="f:Saatmisviis_x0023_6" minOccurs="0"/>
                <xs:element ref="f:Saatmisviis_x0023_7" minOccurs="0"/>
                <xs:element ref="f:Saatmisviis_x0023_8" minOccurs="0"/>
                <xs:element ref="f:Saatmisviis_x0023_9" minOccurs="0"/>
                <xs:element ref="f:Saatmisviis_x0023_10" minOccurs="0"/>
                <xs:element ref="f:Saatmisviis_x0023_11" minOccurs="0"/>
                <xs:element ref="f:Saatmisviis_x0023_12" minOccurs="0"/>
                <xs:element ref="f:Saatmisviis_x0023_13" minOccurs="0"/>
                <xs:element ref="f:Saatmisviis_x0023_14" minOccurs="0"/>
                <xs:element ref="f:Saatmisviis_x0023_15" minOccurs="0"/>
                <xs:element ref="f:Saatmisviis_x0023_16" minOccurs="0"/>
                <xs:element ref="f:Saatmisviis_x0023_17" minOccurs="0"/>
                <xs:element ref="f:Saatmisviis_x0023_18" minOccurs="0"/>
                <xs:element ref="f:Saatmisviis_x0023_19" minOccurs="0"/>
                <xs:element ref="f:Saatmisviis_x0023_20" minOccurs="0"/>
                <xs:element ref="f:Saatmisviis_x0023_21" minOccurs="0"/>
                <xs:element ref="f:Saatmisviis_x0023_22" minOccurs="0"/>
                <xs:element ref="f:Saatmisviis_x0023_23" minOccurs="0"/>
                <xs:element ref="f:Saatmisviis_x0023_24" minOccurs="0"/>
                <xs:element ref="f:Saatmisviis_x0023_25" minOccurs="0"/>
                <xs:element ref="f:RMNotes" minOccurs="0"/>
                <xs:element ref="f:RMUniqueID" minOccurs="0"/>
                <xs:element ref="f:RMInheritedFields" minOccurs="0"/>
                <xs:element ref="f:RMOrderPosition" minOccurs="0"/>
                <xs:element ref="f:RMAccessRestrictionNotificationTime" minOccurs="0"/>
                <xs:element ref="f:RMFileName" minOccurs="0"/>
                <xs:element ref="f:RMPublishedDocumentUniqueId" minOccurs="0"/>
                <xs:element ref="f:RMRevisionStatus" minOccurs="0"/>
                <xs:element ref="f:RMRevisionNumber" minOccurs="0"/>
                <xs:element ref="f:RMPublishedFrom" minOccurs="0"/>
                <xs:element ref="f:RMPublishedUntil" minOccurs="0"/>
                <xs:element ref="f:RMSigner" minOccurs="0"/>
                <xs:element ref="f:RMHighestAccessRestrictionLevel" minOccurs="0"/>
                <xs:element ref="f:Salastatud_x0020_välisteave" minOccurs="0"/>
                <xs:element ref="f:Riik_x0020__x0028_PT_x0029_" minOccurs="0"/>
                <xs:element ref="f:Salastatuse_x0020_muutmise_x0020_alus" minOccurs="0"/>
                <xs:element ref="f:RMDocumentExpirationDate" minOccurs="0"/>
                <xs:element ref="f:RMShouldArchiveFilesOnRegistration" minOccurs="0"/>
                <xs:element ref="f:RMStatus" minOccurs="0"/>
                <xs:element ref="f:Lisadepealkirjad" minOccurs="0"/>
                <xs:element ref="f:AKmallile" minOccurs="0"/>
                <xs:element ref="f:AKmallileinglise" minOccurs="0"/>
                <xs:element ref="f:Adressaatmallile" minOccurs="0"/>
              </xs:all>
            </xs:complexType>
          </xs:element>
        </xs:sequence>
      </xs:complexType>
    </xs:element>
  </xs:schema>
  <xs:schema xmlns:dms="http://schemas.microsoft.com/office/2006/documentManagement/types" targetNamespace="652bebee-5104-4768-9fc7-8caeb7146ea3" elementFormDefault="qualified">
    <xs:element name="Lepinguliik" ma:displayName="Lepingu liik" ma:index="0" ma:internalName="Lepinguliik" fp:namespace="228B497073DE44A483E29513BE360001" fp:type="String">
      <xs:simpleType>
        <xs:restriction base="dms:Choice">
          <xs:enumeration value="Raamleping"/>
          <xs:enumeration value="Hankeleping"/>
          <xs:enumeration value="Tellimiskiri"/>
        </xs:restriction>
      </xs:simpleType>
    </xs:element>
    <xs:element name="Konkursiviitenumber" ma:displayName="Konkursi viitenumber" ma:index="1" ma:internalName="Konkursiviitenumber" nillable="true" fp:namespace="228B497073DE44A483E29513BE360001" fp:type="Int32">
      <xs:simpleType>
        <xs:restriction base="dms:Number">
          <xs:minInclusive value="-2147483648"/>
          <xs:maxInclusive value="2147483647"/>
          <xs:pattern value="(-?\d+)?"/>
        </xs:restriction>
      </xs:simpleType>
    </xs:element>
    <xs:element name="Riigihankeviitenumber" ma:displayName="Riigihanke viitenumber" ma:index="2" ma:internalName="Riigihankeviitenumber" fp:namespace="228B497073DE44A483E29513BE360001" fp:type="Int32">
      <xs:simpleType>
        <xs:restriction base="dms:Number">
          <xs:minInclusive value="-2147483648"/>
          <xs:maxInclusive value="2147483647"/>
          <xs:pattern value="(-?\d+)?"/>
        </xs:restriction>
      </xs:simpleType>
    </xs:element>
    <xs:element name="HISprojektiIDKood" ma:displayName="HIS projekti ID Kood" ma:index="3" ma:internalName="HISprojektiIDKood" nillable="true" fp:namespace="228B497073DE44A483E29513BE360001" fp:type="String">
      <xs:simpleType>
        <xs:restriction base="dms:Text"/>
      </xs:simpleType>
    </xs:element>
    <xs:element name="Lepinguomanik" ma:displayName="Lepingu omanik" ma:index="4" ma:internalName="Lepinguomanik" fp:namespace="228B497073DE44A483E29513BE360001" fp:type="String">
      <xs:simpleType>
        <xs:restriction base="dms:Choice">
          <xs:enumeration value="kategooriajuht (side ja radarid)"/>
          <xs:enumeration value="kategooriajuht (relvastus)"/>
          <xs:enumeration value="kategooriajuht (sõidukid, tehnika &amp; logistika)"/>
          <xs:enumeration value="kategooriajuht (õhu-, vee- &amp; lahingsõidukid)"/>
          <xs:enumeration value="kategooriajuht (sõdurivarustus &amp; elutoetus)"/>
          <xs:enumeration value="kategooriajuht (taristu ja teenused)"/>
          <xs:enumeration value="Harjutusväljade portfellijuht"/>
          <xs:enumeration value="Põhja-Kirde portfellijuht"/>
          <xs:enumeration value="Lõuna portfellijuht"/>
          <xs:enumeration value="Lääne portfellijuht"/>
          <xs:enumeration value="Toitlustuse portfellijuht"/>
        </xs:restriction>
      </xs:simpleType>
    </xs:element>
    <xs:element name="Ostuprotseduur" ma:displayName="Ostuprotseduur" ma:index="5" ma:internalName="Ostuprotseduur" fp:namespace="228B497073DE44A483E29513BE360001" fp:type="String">
      <xs:simpleType>
        <xs:restriction base="dms:Choice">
          <xs:enumeration value="Raamlepingu sõlmimine"/>
          <xs:enumeration value="Fikseeritud pakkuja"/>
          <xs:enumeration value="Hange"/>
          <xs:enumeration value="Minikonkurss"/>
          <xs:enumeration value="RL ühe pakkujaga"/>
          <xs:enumeration value="Seotud hange (DHS)"/>
          <xs:enumeration value="Väikeost"/>
        </xs:restriction>
      </xs:simpleType>
    </xs:element>
    <xs:element name="Lepingu_x0020_liik" ma:displayName="Lepingu liik" ma:index="6" ma:internalName="Lepingu_x0020_liik" fp:namespace="228B497073DE44A483E29513BE360001" fp:type="String">
      <xs:simpleType>
        <xs:restriction base="dms:Choice">
          <xs:enumeration value="Koostööleping"/>
          <xs:enumeration value="Käsundusleping"/>
          <xs:enumeration value="Asjaõiguslik kokkulepe"/>
          <xs:enumeration value="Riigieelarvelise toetuse leping"/>
          <xs:enumeration value="Riigivara valitsemise üleandmise kokkulepe"/>
          <xs:enumeration value="Kasutusleping"/>
          <xs:enumeration value="Vallasvaraga seotud võõrandamisleping"/>
          <xs:enumeration value="Hanke-ja raamleping"/>
        </xs:restriction>
      </xs:simpleType>
    </xs:element>
    <xs:element name="RMRegistrationDate" ma:displayName="Registreerimise kuupäev" ma:index="7" ma:internalName="RMRegistrationDate" nillable="true" ma:readOnly="true" fp:namespace="228B497073DE44A483E29513BE360001" ma:format="DateTime" fp:type="DateTime">
      <xs:simpleType>
        <xs:restriction base="dms:DateTime"/>
      </xs:simpleType>
    </xs:element>
    <xs:element name="RMReferenceCode" ma:displayName="Registreerimisnumber" ma:index="8" ma:internalName="RMReferenceCode" nillable="true" ma:readOnly="true" fp:namespace="228B497073DE44A483E29513BE360001" fp:type="String">
      <xs:simpleType>
        <xs:restriction base="dms:Text"/>
      </xs:simpleType>
    </xs:element>
    <xs:element name="RMTitle" ma:displayName="Asutusesisene pealkiri" ma:index="9" ma:internalName="RMTitle" ma:readOnly="true" fp:namespace="228B497073DE44A483E29513BE360001" fp:type="String">
      <xs:simpleType>
        <xs:restriction base="dms:Text"/>
      </xs:simpleType>
    </xs:element>
    <xs:element name="ADR_x0020_pealkiri" ma:displayName="ADR pealkiri" ma:index="10" ma:internalName="ADR_x0020_pealkiri" ma:readOnly="true" fp:namespace="228B497073DE44A483E29513BE360001" fp:type="String">
      <xs:simpleType>
        <xs:restriction base="dms:Text">
          <xs:maxLength value="255"/>
        </xs:restriction>
      </xs:simpleType>
    </xs:element>
    <xs:element name="ADR_x0020_teine_x0020_osapool" ma:displayName="ADR teine osapool" ma:index="11" ma:internalName="ADR_x0020_teine_x0020_osapool" nillable="true" fp:namespace="228B497073DE44A483E29513BE360001" fp:type="String">
      <xs:simpleType>
        <xs:restriction base="dms:Text">
          <xs:maxLength value="255"/>
        </xs:restriction>
      </xs:simpleType>
    </xs:element>
    <xs:element name="RMAccessRestrictionLevel" ma:displayName="Juurdepääsupiirangu tase" ma:index="12"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13" ma:internalName="RMAccessRestrictionReason" nillable="true" ma:readOnly="true" fp:namespace="228B497073DE44A483E29513BE360001" fp:type="String">
      <xs:simpleType>
        <xs:restriction base="dms:Text"/>
      </xs:simpleType>
    </xs:element>
    <xs:element name="RMAccessRestrictionDuration" ma:displayName="Kestus" ma:index="14"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5" ma:internalName="RMAccessRestrictedFrom" nillable="true" ma:readOnly="true" fp:namespace="228B497073DE44A483E29513BE360001" ma:format="DateOnly" fp:type="DateTime">
      <xs:simpleType>
        <xs:restriction base="dms:DateTime"/>
      </xs:simpleType>
    </xs:element>
    <xs:element name="RMAccessRestrictedUntil" ma:displayName="Kehtiv kuni" ma:index="16"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7" ma:internalName="RMAccessRestrictionEndEvent" nillable="true" ma:readOnly="true" fp:namespace="228B497073DE44A483E29513BE360001" fp:type="String">
      <xs:simpleType>
        <xs:restriction base="dms:Text"/>
      </xs:simpleType>
    </xs:element>
    <xs:element name="RMAccessRestrictionDate" ma:displayName="Fikseeritud lõppkuupäev" ma:index="18"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9" ma:internalName="RMAccessRestrictionOwner" nillable="true" ma:readOnly="true" fp:namespace="228B497073DE44A483E29513BE360001" fp:type="String">
      <xs:simpleType>
        <xs:restriction base="dms:Text"/>
      </xs:simpleType>
    </xs:element>
    <xs:element name="Lepingu_x0020_osapool_x0020_sise" ma:displayName="RKIK" ma:index="20" ma:internalName="Lepingu_x0020_osapool_x0020_sise" nillable="true" ma:readOnly="true" fp:namespace="228B497073DE44A483E29513BE360001" fp:type="String">
      <xs:simpleType>
        <xs:restriction base="dms:Text"/>
      </xs:simpleType>
    </xs:element>
    <xs:element name="Asutus" ma:displayName="Asutus" ma:index="21" ma:internalName="Asutus" fp:namespace="228B497073DE44A483E29513BE360001" fp:type="String">
      <xs:simpleType>
        <xs:restriction base="dms:Text">
          <xs:maxLength value="255"/>
        </xs:restriction>
      </xs:simpleType>
    </xs:element>
    <xs:element name="Allkirjastaja_x0020_ees-_x0020_ja_x0020_perekonnanimi." ma:displayName="Allkirjastaja ees- ja perekonnanimi" ma:index="22" ma:internalName="Allkirjastaja_x0020_ees-_x0020_ja_x0020_perekonnanimi." nillable="true" fp:namespace="228B497073DE44A483E29513BE360001" fp:type="String">
      <xs:simpleType>
        <xs:restriction base="dms:Text">
          <xs:maxLength value="255"/>
        </xs:restriction>
      </xs:simpleType>
    </xs:element>
    <xs:element name="Allkirjastaja_x0020_ametinimetus." ma:displayName="Allkirjastaja ametinimetus" ma:index="23" ma:internalName="Allkirjastaja_x0020_ametinimetus." nillable="true" fp:namespace="228B497073DE44A483E29513BE360001" fp:type="String">
      <xs:simpleType>
        <xs:restriction base="dms:Text">
          <xs:maxLength value="255"/>
        </xs:restriction>
      </xs:simpleType>
    </xs:element>
    <xs:element name="Kontaktisik" ma:displayName="Kontaktisik" ma:index="24" ma:internalName="Kontaktisik" nillable="true" fp:namespace="228B497073DE44A483E29513BE360001" fp:type="String">
      <xs:simpleType>
        <xs:restriction base="dms:Text">
          <xs:maxLength value="255"/>
        </xs:restriction>
      </xs:simpleType>
    </xs:element>
    <xs:element name="Telefoni_x0020_nr._x002F_e-post" ma:displayName="Telefoni nr/e-post" ma:index="25" ma:internalName="Telefoni_x0020_nr._x002F_e-post" nillable="true" fp:namespace="228B497073DE44A483E29513BE360001" fp:type="String">
      <xs:simpleType>
        <xs:restriction base="dms:Text">
          <xs:maxLength value="255"/>
        </xs:restriction>
      </xs:simpleType>
    </xs:element>
    <xs:element name="Lepingu_x0020_2._x0020_osapool_x0023_1" ma:displayName="Lepingu 2. osapool: 1" ma:index="26" ma:internalName="Lepingu_x0020_2._x0020_osapool_x0023_1" nillable="true" fp:namespace="228B497073DE44A483E29513BE360001" fp:type="String">
      <xs:simpleType>
        <xs:restriction base="dms:Text"/>
      </xs:simpleType>
    </xs:element>
    <xs:element name="Lepingu_x0020_2._x0020_osapool_x0023_2" ma:displayName="Lepingu 2. osapool: 2" ma:index="27" ma:internalName="Lepingu_x0020_2._x0020_osapool_x0023_2" nillable="true" fp:namespace="228B497073DE44A483E29513BE360001" fp:type="String">
      <xs:simpleType>
        <xs:restriction base="dms:Text"/>
      </xs:simpleType>
    </xs:element>
    <xs:element name="Lepingu_x0020_2._x0020_osapool_x0023_3" ma:displayName="Lepingu 2. osapool: 3" ma:index="28" ma:internalName="Lepingu_x0020_2._x0020_osapool_x0023_3" nillable="true" fp:namespace="228B497073DE44A483E29513BE360001" fp:type="String">
      <xs:simpleType>
        <xs:restriction base="dms:Text"/>
      </xs:simpleType>
    </xs:element>
    <xs:element name="Lepingu_x0020_2._x0020_osapool_x0023_4" ma:displayName="Lepingu 2. osapool: 4" ma:index="29" ma:internalName="Lepingu_x0020_2._x0020_osapool_x0023_4" nillable="true" fp:namespace="228B497073DE44A483E29513BE360001" fp:type="String">
      <xs:simpleType>
        <xs:restriction base="dms:Text"/>
      </xs:simpleType>
    </xs:element>
    <xs:element name="Lepingu_x0020_2._x0020_osapool_x0023_5" ma:displayName="Lepingu 2. osapool: 5" ma:index="30" ma:internalName="Lepingu_x0020_2._x0020_osapool_x0023_5" nillable="true" fp:namespace="228B497073DE44A483E29513BE360001" fp:type="String">
      <xs:simpleType>
        <xs:restriction base="dms:Text"/>
      </xs:simpleType>
    </xs:element>
    <xs:element name="Lepingu_x0020_2._x0020_osapool_x0023_6" ma:displayName="Lepingu 2. osapool: 6" ma:index="31" ma:internalName="Lepingu_x0020_2._x0020_osapool_x0023_6" nillable="true" fp:namespace="228B497073DE44A483E29513BE360001" fp:type="String">
      <xs:simpleType>
        <xs:restriction base="dms:Text"/>
      </xs:simpleType>
    </xs:element>
    <xs:element name="Lepingu_x0020_2._x0020_osapool_x0023_7" ma:displayName="Lepingu 2. osapool: 7" ma:index="32" ma:internalName="Lepingu_x0020_2._x0020_osapool_x0023_7" nillable="true" fp:namespace="228B497073DE44A483E29513BE360001" fp:type="String">
      <xs:simpleType>
        <xs:restriction base="dms:Text"/>
      </xs:simpleType>
    </xs:element>
    <xs:element name="Lepingu_x0020_2._x0020_osapool_x0023_8" ma:displayName="Lepingu 2. osapool: 8" ma:index="33" ma:internalName="Lepingu_x0020_2._x0020_osapool_x0023_8" nillable="true" fp:namespace="228B497073DE44A483E29513BE360001" fp:type="String">
      <xs:simpleType>
        <xs:restriction base="dms:Text"/>
      </xs:simpleType>
    </xs:element>
    <xs:element name="Lepingu_x0020_2._x0020_osapool_x0023_9" ma:displayName="Lepingu 2. osapool: 9" ma:index="34" ma:internalName="Lepingu_x0020_2._x0020_osapool_x0023_9" nillable="true" fp:namespace="228B497073DE44A483E29513BE360001" fp:type="String">
      <xs:simpleType>
        <xs:restriction base="dms:Text"/>
      </xs:simpleType>
    </xs:element>
    <xs:element name="Lepingu_x0020_2._x0020_osapool_x0023_10" ma:displayName="Lepingu 2. osapool: 10" ma:index="35" ma:internalName="Lepingu_x0020_2._x0020_osapool_x0023_10" nillable="true" fp:namespace="228B497073DE44A483E29513BE360001" fp:type="String">
      <xs:simpleType>
        <xs:restriction base="dms:Text"/>
      </xs:simpleType>
    </xs:element>
    <xs:element name="Lepingu_x0020_2._x0020_osapool_x0023_11" ma:displayName="Lepingu 2. osapool: 11" ma:index="36" ma:internalName="Lepingu_x0020_2._x0020_osapool_x0023_11" nillable="true" fp:namespace="228B497073DE44A483E29513BE360001" fp:type="String">
      <xs:simpleType>
        <xs:restriction base="dms:Text"/>
      </xs:simpleType>
    </xs:element>
    <xs:element name="Lepingu_x0020_2._x0020_osapool_x0023_12" ma:displayName="Lepingu 2. osapool: 12" ma:index="37" ma:internalName="Lepingu_x0020_2._x0020_osapool_x0023_12" nillable="true" fp:namespace="228B497073DE44A483E29513BE360001" fp:type="String">
      <xs:simpleType>
        <xs:restriction base="dms:Text"/>
      </xs:simpleType>
    </xs:element>
    <xs:element name="Lepingu_x0020_2._x0020_osapool_x0023_13" ma:displayName="Lepingu 2. osapool: 13" ma:index="38" ma:internalName="Lepingu_x0020_2._x0020_osapool_x0023_13" nillable="true" fp:namespace="228B497073DE44A483E29513BE360001" fp:type="String">
      <xs:simpleType>
        <xs:restriction base="dms:Text"/>
      </xs:simpleType>
    </xs:element>
    <xs:element name="Lepingu_x0020_2._x0020_osapool_x0023_14" ma:displayName="Lepingu 2. osapool: 14" ma:index="39" ma:internalName="Lepingu_x0020_2._x0020_osapool_x0023_14" nillable="true" fp:namespace="228B497073DE44A483E29513BE360001" fp:type="String">
      <xs:simpleType>
        <xs:restriction base="dms:Text"/>
      </xs:simpleType>
    </xs:element>
    <xs:element name="Lepingu_x0020_2._x0020_osapool_x0023_15" ma:displayName="Lepingu 2. osapool: 15" ma:index="40" ma:internalName="Lepingu_x0020_2._x0020_osapool_x0023_15" nillable="true" fp:namespace="228B497073DE44A483E29513BE360001" fp:type="String">
      <xs:simpleType>
        <xs:restriction base="dms:Text"/>
      </xs:simpleType>
    </xs:element>
    <xs:element name="Lepingu_x0020_2._x0020_osapool_x0023_16" ma:displayName="Lepingu 2. osapool: 16" ma:index="41" ma:internalName="Lepingu_x0020_2._x0020_osapool_x0023_16" nillable="true" fp:namespace="228B497073DE44A483E29513BE360001" fp:type="String">
      <xs:simpleType>
        <xs:restriction base="dms:Text"/>
      </xs:simpleType>
    </xs:element>
    <xs:element name="Lepingu_x0020_2._x0020_osapool_x0023_17" ma:displayName="Lepingu 2. osapool: 17" ma:index="42" ma:internalName="Lepingu_x0020_2._x0020_osapool_x0023_17" nillable="true" fp:namespace="228B497073DE44A483E29513BE360001" fp:type="String">
      <xs:simpleType>
        <xs:restriction base="dms:Text"/>
      </xs:simpleType>
    </xs:element>
    <xs:element name="Lepingu_x0020_2._x0020_osapool_x0023_18" ma:displayName="Lepingu 2. osapool: 18" ma:index="43" ma:internalName="Lepingu_x0020_2._x0020_osapool_x0023_18" nillable="true" fp:namespace="228B497073DE44A483E29513BE360001" fp:type="String">
      <xs:simpleType>
        <xs:restriction base="dms:Text"/>
      </xs:simpleType>
    </xs:element>
    <xs:element name="Lepingu_x0020_2._x0020_osapool_x0023_19" ma:displayName="Lepingu 2. osapool: 19" ma:index="44" ma:internalName="Lepingu_x0020_2._x0020_osapool_x0023_19" nillable="true" fp:namespace="228B497073DE44A483E29513BE360001" fp:type="String">
      <xs:simpleType>
        <xs:restriction base="dms:Text"/>
      </xs:simpleType>
    </xs:element>
    <xs:element name="Lepingu_x0020_2._x0020_osapool_x0023_20" ma:displayName="Lepingu 2. osapool: 20" ma:index="45" ma:internalName="Lepingu_x0020_2._x0020_osapool_x0023_20" nillable="true" fp:namespace="228B497073DE44A483E29513BE360001" fp:type="String">
      <xs:simpleType>
        <xs:restriction base="dms:Text"/>
      </xs:simpleType>
    </xs:element>
    <xs:element name="Lepingu_x0020_2._x0020_osapool_x0023_21" ma:displayName="Lepingu 2. osapool: 21" ma:index="46" ma:internalName="Lepingu_x0020_2._x0020_osapool_x0023_21" nillable="true" fp:namespace="228B497073DE44A483E29513BE360001" fp:type="String">
      <xs:simpleType>
        <xs:restriction base="dms:Text"/>
      </xs:simpleType>
    </xs:element>
    <xs:element name="Lepingu_x0020_2._x0020_osapool_x0023_22" ma:displayName="Lepingu 2. osapool: 22" ma:index="47" ma:internalName="Lepingu_x0020_2._x0020_osapool_x0023_22" nillable="true" fp:namespace="228B497073DE44A483E29513BE360001" fp:type="String">
      <xs:simpleType>
        <xs:restriction base="dms:Text"/>
      </xs:simpleType>
    </xs:element>
    <xs:element name="Lepingu_x0020_2._x0020_osapool_x0023_23" ma:displayName="Lepingu 2. osapool: 23" ma:index="48" ma:internalName="Lepingu_x0020_2._x0020_osapool_x0023_23" nillable="true" fp:namespace="228B497073DE44A483E29513BE360001" fp:type="String">
      <xs:simpleType>
        <xs:restriction base="dms:Text"/>
      </xs:simpleType>
    </xs:element>
    <xs:element name="Lepingu_x0020_2._x0020_osapool_x0023_24" ma:displayName="Lepingu 2. osapool: 24" ma:index="49" ma:internalName="Lepingu_x0020_2._x0020_osapool_x0023_24" nillable="true" fp:namespace="228B497073DE44A483E29513BE360001" fp:type="String">
      <xs:simpleType>
        <xs:restriction base="dms:Text"/>
      </xs:simpleType>
    </xs:element>
    <xs:element name="Lepingu_x0020_2._x0020_osapool_x0023_25" ma:displayName="Lepingu 2. osapool: 25" ma:index="50" ma:internalName="Lepingu_x0020_2._x0020_osapool_x0023_25" nillable="true" fp:namespace="228B497073DE44A483E29513BE360001" fp:type="String">
      <xs:simpleType>
        <xs:restriction base="dms:Text"/>
      </xs:simpleType>
    </xs:element>
    <xs:element name="Ariregistrikood" ma:displayName="Äriregistri kood" ma:index="51" ma:internalName="Ariregistrikood" nillable="true" fp:namespace="228B497073DE44A483E29513BE360001" fp:type="Double">
      <xs:simpleType>
        <xs:restriction base="dms:Number"/>
      </xs:simpleType>
    </xs:element>
    <xs:element name="Teise_x0020_poole_x0020_asutus_x0023_1" ma:displayName="Teise poole asutus: 1" ma:index="52" ma:internalName="Teise_x0020_poole_x0020_asutus_x0023_1" nillable="true" fp:namespace="228B497073DE44A483E29513BE360001" fp:type="String">
      <xs:simpleType>
        <xs:restriction base="dms:Text">
          <xs:maxLength value="500"/>
        </xs:restriction>
      </xs:simpleType>
    </xs:element>
    <xs:element name="Teise_x0020_poole_x0020_asutus_x0023_2" ma:displayName="Teise poole asutus: 2" ma:index="53" ma:internalName="Teise_x0020_poole_x0020_asutus_x0023_2" nillable="true" fp:namespace="228B497073DE44A483E29513BE360001" fp:type="String">
      <xs:simpleType>
        <xs:restriction base="dms:Text">
          <xs:maxLength value="500"/>
        </xs:restriction>
      </xs:simpleType>
    </xs:element>
    <xs:element name="Teise_x0020_poole_x0020_asutus_x0023_3" ma:displayName="Teise poole asutus: 3" ma:index="54" ma:internalName="Teise_x0020_poole_x0020_asutus_x0023_3" nillable="true" fp:namespace="228B497073DE44A483E29513BE360001" fp:type="String">
      <xs:simpleType>
        <xs:restriction base="dms:Text">
          <xs:maxLength value="500"/>
        </xs:restriction>
      </xs:simpleType>
    </xs:element>
    <xs:element name="Teise_x0020_poole_x0020_asutus_x0023_4" ma:displayName="Teise poole asutus: 4" ma:index="55" ma:internalName="Teise_x0020_poole_x0020_asutus_x0023_4" nillable="true" fp:namespace="228B497073DE44A483E29513BE360001" fp:type="String">
      <xs:simpleType>
        <xs:restriction base="dms:Text">
          <xs:maxLength value="500"/>
        </xs:restriction>
      </xs:simpleType>
    </xs:element>
    <xs:element name="Teise_x0020_poole_x0020_asutus_x0023_5" ma:displayName="Teise poole asutus: 5" ma:index="56" ma:internalName="Teise_x0020_poole_x0020_asutus_x0023_5" nillable="true" fp:namespace="228B497073DE44A483E29513BE360001" fp:type="String">
      <xs:simpleType>
        <xs:restriction base="dms:Text">
          <xs:maxLength value="500"/>
        </xs:restriction>
      </xs:simpleType>
    </xs:element>
    <xs:element name="Teise_x0020_poole_x0020_asutus_x0023_6" ma:displayName="Teise poole asutus: 6" ma:index="57" ma:internalName="Teise_x0020_poole_x0020_asutus_x0023_6" nillable="true" fp:namespace="228B497073DE44A483E29513BE360001" fp:type="String">
      <xs:simpleType>
        <xs:restriction base="dms:Text">
          <xs:maxLength value="500"/>
        </xs:restriction>
      </xs:simpleType>
    </xs:element>
    <xs:element name="Teise_x0020_poole_x0020_asutus_x0023_7" ma:displayName="Teise poole asutus: 7" ma:index="58" ma:internalName="Teise_x0020_poole_x0020_asutus_x0023_7" nillable="true" fp:namespace="228B497073DE44A483E29513BE360001" fp:type="String">
      <xs:simpleType>
        <xs:restriction base="dms:Text">
          <xs:maxLength value="500"/>
        </xs:restriction>
      </xs:simpleType>
    </xs:element>
    <xs:element name="Teise_x0020_poole_x0020_asutus_x0023_8" ma:displayName="Teise poole asutus: 8" ma:index="59" ma:internalName="Teise_x0020_poole_x0020_asutus_x0023_8" nillable="true" fp:namespace="228B497073DE44A483E29513BE360001" fp:type="String">
      <xs:simpleType>
        <xs:restriction base="dms:Text">
          <xs:maxLength value="500"/>
        </xs:restriction>
      </xs:simpleType>
    </xs:element>
    <xs:element name="Teise_x0020_poole_x0020_asutus_x0023_9" ma:displayName="Teise poole asutus: 9" ma:index="60" ma:internalName="Teise_x0020_poole_x0020_asutus_x0023_9" nillable="true" fp:namespace="228B497073DE44A483E29513BE360001" fp:type="String">
      <xs:simpleType>
        <xs:restriction base="dms:Text">
          <xs:maxLength value="500"/>
        </xs:restriction>
      </xs:simpleType>
    </xs:element>
    <xs:element name="Teise_x0020_poole_x0020_asutus_x0023_10" ma:displayName="Teise poole asutus: 10" ma:index="61" ma:internalName="Teise_x0020_poole_x0020_asutus_x0023_10" nillable="true" fp:namespace="228B497073DE44A483E29513BE360001" fp:type="String">
      <xs:simpleType>
        <xs:restriction base="dms:Text">
          <xs:maxLength value="500"/>
        </xs:restriction>
      </xs:simpleType>
    </xs:element>
    <xs:element name="Teise_x0020_poole_x0020_asutus_x0023_11" ma:displayName="Teise poole asutus: 11" ma:index="62" ma:internalName="Teise_x0020_poole_x0020_asutus_x0023_11" nillable="true" fp:namespace="228B497073DE44A483E29513BE360001" fp:type="String">
      <xs:simpleType>
        <xs:restriction base="dms:Text">
          <xs:maxLength value="500"/>
        </xs:restriction>
      </xs:simpleType>
    </xs:element>
    <xs:element name="Teise_x0020_poole_x0020_asutus_x0023_12" ma:displayName="Teise poole asutus: 12" ma:index="63" ma:internalName="Teise_x0020_poole_x0020_asutus_x0023_12" nillable="true" fp:namespace="228B497073DE44A483E29513BE360001" fp:type="String">
      <xs:simpleType>
        <xs:restriction base="dms:Text">
          <xs:maxLength value="500"/>
        </xs:restriction>
      </xs:simpleType>
    </xs:element>
    <xs:element name="Teise_x0020_poole_x0020_asutus_x0023_13" ma:displayName="Teise poole asutus: 13" ma:index="64" ma:internalName="Teise_x0020_poole_x0020_asutus_x0023_13" nillable="true" fp:namespace="228B497073DE44A483E29513BE360001" fp:type="String">
      <xs:simpleType>
        <xs:restriction base="dms:Text">
          <xs:maxLength value="500"/>
        </xs:restriction>
      </xs:simpleType>
    </xs:element>
    <xs:element name="Teise_x0020_poole_x0020_asutus_x0023_14" ma:displayName="Teise poole asutus: 14" ma:index="65" ma:internalName="Teise_x0020_poole_x0020_asutus_x0023_14" nillable="true" fp:namespace="228B497073DE44A483E29513BE360001" fp:type="String">
      <xs:simpleType>
        <xs:restriction base="dms:Text">
          <xs:maxLength value="500"/>
        </xs:restriction>
      </xs:simpleType>
    </xs:element>
    <xs:element name="Teise_x0020_poole_x0020_asutus_x0023_15" ma:displayName="Teise poole asutus: 15" ma:index="66" ma:internalName="Teise_x0020_poole_x0020_asutus_x0023_15" nillable="true" fp:namespace="228B497073DE44A483E29513BE360001" fp:type="String">
      <xs:simpleType>
        <xs:restriction base="dms:Text">
          <xs:maxLength value="500"/>
        </xs:restriction>
      </xs:simpleType>
    </xs:element>
    <xs:element name="Teise_x0020_poole_x0020_asutus_x0023_16" ma:displayName="Teise poole asutus: 16" ma:index="67" ma:internalName="Teise_x0020_poole_x0020_asutus_x0023_16" nillable="true" fp:namespace="228B497073DE44A483E29513BE360001" fp:type="String">
      <xs:simpleType>
        <xs:restriction base="dms:Text">
          <xs:maxLength value="500"/>
        </xs:restriction>
      </xs:simpleType>
    </xs:element>
    <xs:element name="Teise_x0020_poole_x0020_asutus_x0023_17" ma:displayName="Teise poole asutus: 17" ma:index="68" ma:internalName="Teise_x0020_poole_x0020_asutus_x0023_17" nillable="true" fp:namespace="228B497073DE44A483E29513BE360001" fp:type="String">
      <xs:simpleType>
        <xs:restriction base="dms:Text">
          <xs:maxLength value="500"/>
        </xs:restriction>
      </xs:simpleType>
    </xs:element>
    <xs:element name="Teise_x0020_poole_x0020_asutus_x0023_18" ma:displayName="Teise poole asutus: 18" ma:index="69" ma:internalName="Teise_x0020_poole_x0020_asutus_x0023_18" nillable="true" fp:namespace="228B497073DE44A483E29513BE360001" fp:type="String">
      <xs:simpleType>
        <xs:restriction base="dms:Text">
          <xs:maxLength value="500"/>
        </xs:restriction>
      </xs:simpleType>
    </xs:element>
    <xs:element name="Teise_x0020_poole_x0020_asutus_x0023_19" ma:displayName="Teise poole asutus: 19" ma:index="70" ma:internalName="Teise_x0020_poole_x0020_asutus_x0023_19" nillable="true" fp:namespace="228B497073DE44A483E29513BE360001" fp:type="String">
      <xs:simpleType>
        <xs:restriction base="dms:Text">
          <xs:maxLength value="500"/>
        </xs:restriction>
      </xs:simpleType>
    </xs:element>
    <xs:element name="Teise_x0020_poole_x0020_asutus_x0023_20" ma:displayName="Teise poole asutus: 20" ma:index="71" ma:internalName="Teise_x0020_poole_x0020_asutus_x0023_20" nillable="true" fp:namespace="228B497073DE44A483E29513BE360001" fp:type="String">
      <xs:simpleType>
        <xs:restriction base="dms:Text">
          <xs:maxLength value="500"/>
        </xs:restriction>
      </xs:simpleType>
    </xs:element>
    <xs:element name="Teise_x0020_poole_x0020_asutus_x0023_21" ma:displayName="Teise poole asutus: 21" ma:index="72" ma:internalName="Teise_x0020_poole_x0020_asutus_x0023_21" nillable="true" fp:namespace="228B497073DE44A483E29513BE360001" fp:type="String">
      <xs:simpleType>
        <xs:restriction base="dms:Text">
          <xs:maxLength value="500"/>
        </xs:restriction>
      </xs:simpleType>
    </xs:element>
    <xs:element name="Teise_x0020_poole_x0020_asutus_x0023_22" ma:displayName="Teise poole asutus: 22" ma:index="73" ma:internalName="Teise_x0020_poole_x0020_asutus_x0023_22" nillable="true" fp:namespace="228B497073DE44A483E29513BE360001" fp:type="String">
      <xs:simpleType>
        <xs:restriction base="dms:Text">
          <xs:maxLength value="500"/>
        </xs:restriction>
      </xs:simpleType>
    </xs:element>
    <xs:element name="Teise_x0020_poole_x0020_asutus_x0023_23" ma:displayName="Teise poole asutus: 23" ma:index="74" ma:internalName="Teise_x0020_poole_x0020_asutus_x0023_23" nillable="true" fp:namespace="228B497073DE44A483E29513BE360001" fp:type="String">
      <xs:simpleType>
        <xs:restriction base="dms:Text">
          <xs:maxLength value="500"/>
        </xs:restriction>
      </xs:simpleType>
    </xs:element>
    <xs:element name="Teise_x0020_poole_x0020_asutus_x0023_24" ma:displayName="Teise poole asutus: 24" ma:index="75" ma:internalName="Teise_x0020_poole_x0020_asutus_x0023_24" nillable="true" fp:namespace="228B497073DE44A483E29513BE360001" fp:type="String">
      <xs:simpleType>
        <xs:restriction base="dms:Text">
          <xs:maxLength value="500"/>
        </xs:restriction>
      </xs:simpleType>
    </xs:element>
    <xs:element name="Teise_x0020_poole_x0020_asutus_x0023_25" ma:displayName="Teise poole asutus: 25" ma:index="76" ma:internalName="Teise_x0020_poole_x0020_asutus_x0023_25" nillable="true" fp:namespace="228B497073DE44A483E29513BE360001" fp:type="String">
      <xs:simpleType>
        <xs:restriction base="dms:Text">
          <xs:maxLength value="500"/>
        </xs:restriction>
      </xs:simpleType>
    </xs:element>
    <xs:element name="Teise_x0020_poole_x0020_allkirjastaja_x0020_ees-_x0020_ja_x0020_perekonnanimi_x0023_1" ma:displayName="Teise poole allkirjastaja ees- ja perekonnanimi: 1" ma:index="77" ma:internalName="Teise_x0020_poole_x0020_allkirjastaja_x0020_ees-_x0020_ja_x0020_perekonnanimi_x0023_1" nillable="true" fp:namespace="228B497073DE44A483E29513BE360001" fp:type="String">
      <xs:simpleType>
        <xs:restriction base="dms:Text">
          <xs:maxLength value="255"/>
        </xs:restriction>
      </xs:simpleType>
    </xs:element>
    <xs:element name="Teise_x0020_poole_x0020_allkirjastaja_x0020_ees-_x0020_ja_x0020_perekonnanimi_x0023_2" ma:displayName="Teise poole allkirjastaja ees- ja perekonnanimi: 2" ma:index="78" ma:internalName="Teise_x0020_poole_x0020_allkirjastaja_x0020_ees-_x0020_ja_x0020_perekonnanimi_x0023_2" nillable="true" fp:namespace="228B497073DE44A483E29513BE360001" fp:type="String">
      <xs:simpleType>
        <xs:restriction base="dms:Text">
          <xs:maxLength value="255"/>
        </xs:restriction>
      </xs:simpleType>
    </xs:element>
    <xs:element name="Teise_x0020_poole_x0020_allkirjastaja_x0020_ees-_x0020_ja_x0020_perekonnanimi_x0023_3" ma:displayName="Teise poole allkirjastaja ees- ja perekonnanimi: 3" ma:index="79" ma:internalName="Teise_x0020_poole_x0020_allkirjastaja_x0020_ees-_x0020_ja_x0020_perekonnanimi_x0023_3" nillable="true" fp:namespace="228B497073DE44A483E29513BE360001" fp:type="String">
      <xs:simpleType>
        <xs:restriction base="dms:Text">
          <xs:maxLength value="255"/>
        </xs:restriction>
      </xs:simpleType>
    </xs:element>
    <xs:element name="Teise_x0020_poole_x0020_allkirjastaja_x0020_ees-_x0020_ja_x0020_perekonnanimi_x0023_4" ma:displayName="Teise poole allkirjastaja ees- ja perekonnanimi: 4" ma:index="80" ma:internalName="Teise_x0020_poole_x0020_allkirjastaja_x0020_ees-_x0020_ja_x0020_perekonnanimi_x0023_4" nillable="true" fp:namespace="228B497073DE44A483E29513BE360001" fp:type="String">
      <xs:simpleType>
        <xs:restriction base="dms:Text">
          <xs:maxLength value="255"/>
        </xs:restriction>
      </xs:simpleType>
    </xs:element>
    <xs:element name="Teise_x0020_poole_x0020_allkirjastaja_x0020_ees-_x0020_ja_x0020_perekonnanimi_x0023_5" ma:displayName="Teise poole allkirjastaja ees- ja perekonnanimi: 5" ma:index="81" ma:internalName="Teise_x0020_poole_x0020_allkirjastaja_x0020_ees-_x0020_ja_x0020_perekonnanimi_x0023_5" nillable="true" fp:namespace="228B497073DE44A483E29513BE360001" fp:type="String">
      <xs:simpleType>
        <xs:restriction base="dms:Text">
          <xs:maxLength value="255"/>
        </xs:restriction>
      </xs:simpleType>
    </xs:element>
    <xs:element name="Teise_x0020_poole_x0020_allkirjastaja_x0020_ees-_x0020_ja_x0020_perekonnanimi_x0023_6" ma:displayName="Teise poole allkirjastaja ees- ja perekonnanimi: 6" ma:index="82" ma:internalName="Teise_x0020_poole_x0020_allkirjastaja_x0020_ees-_x0020_ja_x0020_perekonnanimi_x0023_6" nillable="true" fp:namespace="228B497073DE44A483E29513BE360001" fp:type="String">
      <xs:simpleType>
        <xs:restriction base="dms:Text">
          <xs:maxLength value="255"/>
        </xs:restriction>
      </xs:simpleType>
    </xs:element>
    <xs:element name="Teise_x0020_poole_x0020_allkirjastaja_x0020_ees-_x0020_ja_x0020_perekonnanimi_x0023_7" ma:displayName="Teise poole allkirjastaja ees- ja perekonnanimi: 7" ma:index="83" ma:internalName="Teise_x0020_poole_x0020_allkirjastaja_x0020_ees-_x0020_ja_x0020_perekonnanimi_x0023_7" nillable="true" fp:namespace="228B497073DE44A483E29513BE360001" fp:type="String">
      <xs:simpleType>
        <xs:restriction base="dms:Text">
          <xs:maxLength value="255"/>
        </xs:restriction>
      </xs:simpleType>
    </xs:element>
    <xs:element name="Teise_x0020_poole_x0020_allkirjastaja_x0020_ees-_x0020_ja_x0020_perekonnanimi_x0023_8" ma:displayName="Teise poole allkirjastaja ees- ja perekonnanimi: 8" ma:index="84" ma:internalName="Teise_x0020_poole_x0020_allkirjastaja_x0020_ees-_x0020_ja_x0020_perekonnanimi_x0023_8" nillable="true" fp:namespace="228B497073DE44A483E29513BE360001" fp:type="String">
      <xs:simpleType>
        <xs:restriction base="dms:Text">
          <xs:maxLength value="255"/>
        </xs:restriction>
      </xs:simpleType>
    </xs:element>
    <xs:element name="Teise_x0020_poole_x0020_allkirjastaja_x0020_ees-_x0020_ja_x0020_perekonnanimi_x0023_9" ma:displayName="Teise poole allkirjastaja ees- ja perekonnanimi: 9" ma:index="85" ma:internalName="Teise_x0020_poole_x0020_allkirjastaja_x0020_ees-_x0020_ja_x0020_perekonnanimi_x0023_9" nillable="true" fp:namespace="228B497073DE44A483E29513BE360001" fp:type="String">
      <xs:simpleType>
        <xs:restriction base="dms:Text">
          <xs:maxLength value="255"/>
        </xs:restriction>
      </xs:simpleType>
    </xs:element>
    <xs:element name="Teise_x0020_poole_x0020_allkirjastaja_x0020_ees-_x0020_ja_x0020_perekonnanimi_x0023_10" ma:displayName="Teise poole allkirjastaja ees- ja perekonnanimi: 10" ma:index="86" ma:internalName="Teise_x0020_poole_x0020_allkirjastaja_x0020_ees-_x0020_ja_x0020_perekonnanimi_x0023_10" nillable="true" fp:namespace="228B497073DE44A483E29513BE360001" fp:type="String">
      <xs:simpleType>
        <xs:restriction base="dms:Text">
          <xs:maxLength value="255"/>
        </xs:restriction>
      </xs:simpleType>
    </xs:element>
    <xs:element name="Teise_x0020_poole_x0020_allkirjastaja_x0020_ees-_x0020_ja_x0020_perekonnanimi_x0023_11" ma:displayName="Teise poole allkirjastaja ees- ja perekonnanimi: 11" ma:index="87" ma:internalName="Teise_x0020_poole_x0020_allkirjastaja_x0020_ees-_x0020_ja_x0020_perekonnanimi_x0023_11" nillable="true" fp:namespace="228B497073DE44A483E29513BE360001" fp:type="String">
      <xs:simpleType>
        <xs:restriction base="dms:Text">
          <xs:maxLength value="255"/>
        </xs:restriction>
      </xs:simpleType>
    </xs:element>
    <xs:element name="Teise_x0020_poole_x0020_allkirjastaja_x0020_ees-_x0020_ja_x0020_perekonnanimi_x0023_12" ma:displayName="Teise poole allkirjastaja ees- ja perekonnanimi: 12" ma:index="88" ma:internalName="Teise_x0020_poole_x0020_allkirjastaja_x0020_ees-_x0020_ja_x0020_perekonnanimi_x0023_12" nillable="true" fp:namespace="228B497073DE44A483E29513BE360001" fp:type="String">
      <xs:simpleType>
        <xs:restriction base="dms:Text">
          <xs:maxLength value="255"/>
        </xs:restriction>
      </xs:simpleType>
    </xs:element>
    <xs:element name="Teise_x0020_poole_x0020_allkirjastaja_x0020_ees-_x0020_ja_x0020_perekonnanimi_x0023_13" ma:displayName="Teise poole allkirjastaja ees- ja perekonnanimi: 13" ma:index="89" ma:internalName="Teise_x0020_poole_x0020_allkirjastaja_x0020_ees-_x0020_ja_x0020_perekonnanimi_x0023_13" nillable="true" fp:namespace="228B497073DE44A483E29513BE360001" fp:type="String">
      <xs:simpleType>
        <xs:restriction base="dms:Text">
          <xs:maxLength value="255"/>
        </xs:restriction>
      </xs:simpleType>
    </xs:element>
    <xs:element name="Teise_x0020_poole_x0020_allkirjastaja_x0020_ees-_x0020_ja_x0020_perekonnanimi_x0023_14" ma:displayName="Teise poole allkirjastaja ees- ja perekonnanimi: 14" ma:index="90" ma:internalName="Teise_x0020_poole_x0020_allkirjastaja_x0020_ees-_x0020_ja_x0020_perekonnanimi_x0023_14" nillable="true" fp:namespace="228B497073DE44A483E29513BE360001" fp:type="String">
      <xs:simpleType>
        <xs:restriction base="dms:Text">
          <xs:maxLength value="255"/>
        </xs:restriction>
      </xs:simpleType>
    </xs:element>
    <xs:element name="Teise_x0020_poole_x0020_allkirjastaja_x0020_ees-_x0020_ja_x0020_perekonnanimi_x0023_15" ma:displayName="Teise poole allkirjastaja ees- ja perekonnanimi: 15" ma:index="91" ma:internalName="Teise_x0020_poole_x0020_allkirjastaja_x0020_ees-_x0020_ja_x0020_perekonnanimi_x0023_15" nillable="true" fp:namespace="228B497073DE44A483E29513BE360001" fp:type="String">
      <xs:simpleType>
        <xs:restriction base="dms:Text">
          <xs:maxLength value="255"/>
        </xs:restriction>
      </xs:simpleType>
    </xs:element>
    <xs:element name="Teise_x0020_poole_x0020_allkirjastaja_x0020_ees-_x0020_ja_x0020_perekonnanimi_x0023_16" ma:displayName="Teise poole allkirjastaja ees- ja perekonnanimi: 16" ma:index="92" ma:internalName="Teise_x0020_poole_x0020_allkirjastaja_x0020_ees-_x0020_ja_x0020_perekonnanimi_x0023_16" nillable="true" fp:namespace="228B497073DE44A483E29513BE360001" fp:type="String">
      <xs:simpleType>
        <xs:restriction base="dms:Text">
          <xs:maxLength value="255"/>
        </xs:restriction>
      </xs:simpleType>
    </xs:element>
    <xs:element name="Teise_x0020_poole_x0020_allkirjastaja_x0020_ees-_x0020_ja_x0020_perekonnanimi_x0023_17" ma:displayName="Teise poole allkirjastaja ees- ja perekonnanimi: 17" ma:index="93" ma:internalName="Teise_x0020_poole_x0020_allkirjastaja_x0020_ees-_x0020_ja_x0020_perekonnanimi_x0023_17" nillable="true" fp:namespace="228B497073DE44A483E29513BE360001" fp:type="String">
      <xs:simpleType>
        <xs:restriction base="dms:Text">
          <xs:maxLength value="255"/>
        </xs:restriction>
      </xs:simpleType>
    </xs:element>
    <xs:element name="Teise_x0020_poole_x0020_allkirjastaja_x0020_ees-_x0020_ja_x0020_perekonnanimi_x0023_18" ma:displayName="Teise poole allkirjastaja ees- ja perekonnanimi: 18" ma:index="94" ma:internalName="Teise_x0020_poole_x0020_allkirjastaja_x0020_ees-_x0020_ja_x0020_perekonnanimi_x0023_18" nillable="true" fp:namespace="228B497073DE44A483E29513BE360001" fp:type="String">
      <xs:simpleType>
        <xs:restriction base="dms:Text">
          <xs:maxLength value="255"/>
        </xs:restriction>
      </xs:simpleType>
    </xs:element>
    <xs:element name="Teise_x0020_poole_x0020_allkirjastaja_x0020_ees-_x0020_ja_x0020_perekonnanimi_x0023_19" ma:displayName="Teise poole allkirjastaja ees- ja perekonnanimi: 19" ma:index="95" ma:internalName="Teise_x0020_poole_x0020_allkirjastaja_x0020_ees-_x0020_ja_x0020_perekonnanimi_x0023_19" nillable="true" fp:namespace="228B497073DE44A483E29513BE360001" fp:type="String">
      <xs:simpleType>
        <xs:restriction base="dms:Text">
          <xs:maxLength value="255"/>
        </xs:restriction>
      </xs:simpleType>
    </xs:element>
    <xs:element name="Teise_x0020_poole_x0020_allkirjastaja_x0020_ees-_x0020_ja_x0020_perekonnanimi_x0023_20" ma:displayName="Teise poole allkirjastaja ees- ja perekonnanimi: 20" ma:index="96" ma:internalName="Teise_x0020_poole_x0020_allkirjastaja_x0020_ees-_x0020_ja_x0020_perekonnanimi_x0023_20" nillable="true" fp:namespace="228B497073DE44A483E29513BE360001" fp:type="String">
      <xs:simpleType>
        <xs:restriction base="dms:Text">
          <xs:maxLength value="255"/>
        </xs:restriction>
      </xs:simpleType>
    </xs:element>
    <xs:element name="Teise_x0020_poole_x0020_allkirjastaja_x0020_ees-_x0020_ja_x0020_perekonnanimi_x0023_21" ma:displayName="Teise poole allkirjastaja ees- ja perekonnanimi: 21" ma:index="97" ma:internalName="Teise_x0020_poole_x0020_allkirjastaja_x0020_ees-_x0020_ja_x0020_perekonnanimi_x0023_21" nillable="true" fp:namespace="228B497073DE44A483E29513BE360001" fp:type="String">
      <xs:simpleType>
        <xs:restriction base="dms:Text">
          <xs:maxLength value="255"/>
        </xs:restriction>
      </xs:simpleType>
    </xs:element>
    <xs:element name="Teise_x0020_poole_x0020_allkirjastaja_x0020_ees-_x0020_ja_x0020_perekonnanimi_x0023_22" ma:displayName="Teise poole allkirjastaja ees- ja perekonnanimi: 22" ma:index="98" ma:internalName="Teise_x0020_poole_x0020_allkirjastaja_x0020_ees-_x0020_ja_x0020_perekonnanimi_x0023_22" nillable="true" fp:namespace="228B497073DE44A483E29513BE360001" fp:type="String">
      <xs:simpleType>
        <xs:restriction base="dms:Text">
          <xs:maxLength value="255"/>
        </xs:restriction>
      </xs:simpleType>
    </xs:element>
    <xs:element name="Teise_x0020_poole_x0020_allkirjastaja_x0020_ees-_x0020_ja_x0020_perekonnanimi_x0023_23" ma:displayName="Teise poole allkirjastaja ees- ja perekonnanimi: 23" ma:index="99" ma:internalName="Teise_x0020_poole_x0020_allkirjastaja_x0020_ees-_x0020_ja_x0020_perekonnanimi_x0023_23" nillable="true" fp:namespace="228B497073DE44A483E29513BE360001" fp:type="String">
      <xs:simpleType>
        <xs:restriction base="dms:Text">
          <xs:maxLength value="255"/>
        </xs:restriction>
      </xs:simpleType>
    </xs:element>
    <xs:element name="Teise_x0020_poole_x0020_allkirjastaja_x0020_ees-_x0020_ja_x0020_perekonnanimi_x0023_24" ma:displayName="Teise poole allkirjastaja ees- ja perekonnanimi: 24" ma:index="100" ma:internalName="Teise_x0020_poole_x0020_allkirjastaja_x0020_ees-_x0020_ja_x0020_perekonnanimi_x0023_24" nillable="true" fp:namespace="228B497073DE44A483E29513BE360001" fp:type="String">
      <xs:simpleType>
        <xs:restriction base="dms:Text">
          <xs:maxLength value="255"/>
        </xs:restriction>
      </xs:simpleType>
    </xs:element>
    <xs:element name="Teise_x0020_poole_x0020_allkirjastaja_x0020_ees-_x0020_ja_x0020_perekonnanimi_x0023_25" ma:displayName="Teise poole allkirjastaja ees- ja perekonnanimi: 25" ma:index="101" ma:internalName="Teise_x0020_poole_x0020_allkirjastaja_x0020_ees-_x0020_ja_x0020_perekonnanimi_x0023_25" nillable="true" fp:namespace="228B497073DE44A483E29513BE360001" fp:type="String">
      <xs:simpleType>
        <xs:restriction base="dms:Text">
          <xs:maxLength value="255"/>
        </xs:restriction>
      </xs:simpleType>
    </xs:element>
    <xs:element name="Teise_x0020_poole_x0020_allkirjastaja_x0020_ametinimetus_x0023_1" ma:displayName="Teise poole allkirjastaja ametinimetus: 1" ma:index="102" ma:internalName="Teise_x0020_poole_x0020_allkirjastaja_x0020_ametinimetus_x0023_1" nillable="true" fp:namespace="228B497073DE44A483E29513BE360001" fp:type="String">
      <xs:simpleType>
        <xs:restriction base="dms:Text">
          <xs:maxLength value="255"/>
        </xs:restriction>
      </xs:simpleType>
    </xs:element>
    <xs:element name="Teise_x0020_poole_x0020_allkirjastaja_x0020_ametinimetus_x0023_2" ma:displayName="Teise poole allkirjastaja ametinimetus: 2" ma:index="103" ma:internalName="Teise_x0020_poole_x0020_allkirjastaja_x0020_ametinimetus_x0023_2" nillable="true" fp:namespace="228B497073DE44A483E29513BE360001" fp:type="String">
      <xs:simpleType>
        <xs:restriction base="dms:Text">
          <xs:maxLength value="255"/>
        </xs:restriction>
      </xs:simpleType>
    </xs:element>
    <xs:element name="Teise_x0020_poole_x0020_allkirjastaja_x0020_ametinimetus_x0023_3" ma:displayName="Teise poole allkirjastaja ametinimetus: 3" ma:index="104" ma:internalName="Teise_x0020_poole_x0020_allkirjastaja_x0020_ametinimetus_x0023_3" nillable="true" fp:namespace="228B497073DE44A483E29513BE360001" fp:type="String">
      <xs:simpleType>
        <xs:restriction base="dms:Text">
          <xs:maxLength value="255"/>
        </xs:restriction>
      </xs:simpleType>
    </xs:element>
    <xs:element name="Teise_x0020_poole_x0020_allkirjastaja_x0020_ametinimetus_x0023_4" ma:displayName="Teise poole allkirjastaja ametinimetus: 4" ma:index="105" ma:internalName="Teise_x0020_poole_x0020_allkirjastaja_x0020_ametinimetus_x0023_4" nillable="true" fp:namespace="228B497073DE44A483E29513BE360001" fp:type="String">
      <xs:simpleType>
        <xs:restriction base="dms:Text">
          <xs:maxLength value="255"/>
        </xs:restriction>
      </xs:simpleType>
    </xs:element>
    <xs:element name="Teise_x0020_poole_x0020_allkirjastaja_x0020_ametinimetus_x0023_5" ma:displayName="Teise poole allkirjastaja ametinimetus: 5" ma:index="106" ma:internalName="Teise_x0020_poole_x0020_allkirjastaja_x0020_ametinimetus_x0023_5" nillable="true" fp:namespace="228B497073DE44A483E29513BE360001" fp:type="String">
      <xs:simpleType>
        <xs:restriction base="dms:Text">
          <xs:maxLength value="255"/>
        </xs:restriction>
      </xs:simpleType>
    </xs:element>
    <xs:element name="Teise_x0020_poole_x0020_allkirjastaja_x0020_ametinimetus_x0023_6" ma:displayName="Teise poole allkirjastaja ametinimetus: 6" ma:index="107" ma:internalName="Teise_x0020_poole_x0020_allkirjastaja_x0020_ametinimetus_x0023_6" nillable="true" fp:namespace="228B497073DE44A483E29513BE360001" fp:type="String">
      <xs:simpleType>
        <xs:restriction base="dms:Text">
          <xs:maxLength value="255"/>
        </xs:restriction>
      </xs:simpleType>
    </xs:element>
    <xs:element name="Teise_x0020_poole_x0020_allkirjastaja_x0020_ametinimetus_x0023_7" ma:displayName="Teise poole allkirjastaja ametinimetus: 7" ma:index="108" ma:internalName="Teise_x0020_poole_x0020_allkirjastaja_x0020_ametinimetus_x0023_7" nillable="true" fp:namespace="228B497073DE44A483E29513BE360001" fp:type="String">
      <xs:simpleType>
        <xs:restriction base="dms:Text">
          <xs:maxLength value="255"/>
        </xs:restriction>
      </xs:simpleType>
    </xs:element>
    <xs:element name="Teise_x0020_poole_x0020_allkirjastaja_x0020_ametinimetus_x0023_8" ma:displayName="Teise poole allkirjastaja ametinimetus: 8" ma:index="109" ma:internalName="Teise_x0020_poole_x0020_allkirjastaja_x0020_ametinimetus_x0023_8" nillable="true" fp:namespace="228B497073DE44A483E29513BE360001" fp:type="String">
      <xs:simpleType>
        <xs:restriction base="dms:Text">
          <xs:maxLength value="255"/>
        </xs:restriction>
      </xs:simpleType>
    </xs:element>
    <xs:element name="Teise_x0020_poole_x0020_allkirjastaja_x0020_ametinimetus_x0023_9" ma:displayName="Teise poole allkirjastaja ametinimetus: 9" ma:index="110" ma:internalName="Teise_x0020_poole_x0020_allkirjastaja_x0020_ametinimetus_x0023_9" nillable="true" fp:namespace="228B497073DE44A483E29513BE360001" fp:type="String">
      <xs:simpleType>
        <xs:restriction base="dms:Text">
          <xs:maxLength value="255"/>
        </xs:restriction>
      </xs:simpleType>
    </xs:element>
    <xs:element name="Teise_x0020_poole_x0020_allkirjastaja_x0020_ametinimetus_x0023_10" ma:displayName="Teise poole allkirjastaja ametinimetus: 10" ma:index="111" ma:internalName="Teise_x0020_poole_x0020_allkirjastaja_x0020_ametinimetus_x0023_10" nillable="true" fp:namespace="228B497073DE44A483E29513BE360001" fp:type="String">
      <xs:simpleType>
        <xs:restriction base="dms:Text">
          <xs:maxLength value="255"/>
        </xs:restriction>
      </xs:simpleType>
    </xs:element>
    <xs:element name="Teise_x0020_poole_x0020_allkirjastaja_x0020_ametinimetus_x0023_11" ma:displayName="Teise poole allkirjastaja ametinimetus: 11" ma:index="112" ma:internalName="Teise_x0020_poole_x0020_allkirjastaja_x0020_ametinimetus_x0023_11" nillable="true" fp:namespace="228B497073DE44A483E29513BE360001" fp:type="String">
      <xs:simpleType>
        <xs:restriction base="dms:Text">
          <xs:maxLength value="255"/>
        </xs:restriction>
      </xs:simpleType>
    </xs:element>
    <xs:element name="Teise_x0020_poole_x0020_allkirjastaja_x0020_ametinimetus_x0023_12" ma:displayName="Teise poole allkirjastaja ametinimetus: 12" ma:index="113" ma:internalName="Teise_x0020_poole_x0020_allkirjastaja_x0020_ametinimetus_x0023_12" nillable="true" fp:namespace="228B497073DE44A483E29513BE360001" fp:type="String">
      <xs:simpleType>
        <xs:restriction base="dms:Text">
          <xs:maxLength value="255"/>
        </xs:restriction>
      </xs:simpleType>
    </xs:element>
    <xs:element name="Teise_x0020_poole_x0020_allkirjastaja_x0020_ametinimetus_x0023_13" ma:displayName="Teise poole allkirjastaja ametinimetus: 13" ma:index="114" ma:internalName="Teise_x0020_poole_x0020_allkirjastaja_x0020_ametinimetus_x0023_13" nillable="true" fp:namespace="228B497073DE44A483E29513BE360001" fp:type="String">
      <xs:simpleType>
        <xs:restriction base="dms:Text">
          <xs:maxLength value="255"/>
        </xs:restriction>
      </xs:simpleType>
    </xs:element>
    <xs:element name="Teise_x0020_poole_x0020_allkirjastaja_x0020_ametinimetus_x0023_14" ma:displayName="Teise poole allkirjastaja ametinimetus: 14" ma:index="115" ma:internalName="Teise_x0020_poole_x0020_allkirjastaja_x0020_ametinimetus_x0023_14" nillable="true" fp:namespace="228B497073DE44A483E29513BE360001" fp:type="String">
      <xs:simpleType>
        <xs:restriction base="dms:Text">
          <xs:maxLength value="255"/>
        </xs:restriction>
      </xs:simpleType>
    </xs:element>
    <xs:element name="Teise_x0020_poole_x0020_allkirjastaja_x0020_ametinimetus_x0023_15" ma:displayName="Teise poole allkirjastaja ametinimetus: 15" ma:index="116" ma:internalName="Teise_x0020_poole_x0020_allkirjastaja_x0020_ametinimetus_x0023_15" nillable="true" fp:namespace="228B497073DE44A483E29513BE360001" fp:type="String">
      <xs:simpleType>
        <xs:restriction base="dms:Text">
          <xs:maxLength value="255"/>
        </xs:restriction>
      </xs:simpleType>
    </xs:element>
    <xs:element name="Teise_x0020_poole_x0020_allkirjastaja_x0020_ametinimetus_x0023_16" ma:displayName="Teise poole allkirjastaja ametinimetus: 16" ma:index="117" ma:internalName="Teise_x0020_poole_x0020_allkirjastaja_x0020_ametinimetus_x0023_16" nillable="true" fp:namespace="228B497073DE44A483E29513BE360001" fp:type="String">
      <xs:simpleType>
        <xs:restriction base="dms:Text">
          <xs:maxLength value="255"/>
        </xs:restriction>
      </xs:simpleType>
    </xs:element>
    <xs:element name="Teise_x0020_poole_x0020_allkirjastaja_x0020_ametinimetus_x0023_17" ma:displayName="Teise poole allkirjastaja ametinimetus: 17" ma:index="118" ma:internalName="Teise_x0020_poole_x0020_allkirjastaja_x0020_ametinimetus_x0023_17" nillable="true" fp:namespace="228B497073DE44A483E29513BE360001" fp:type="String">
      <xs:simpleType>
        <xs:restriction base="dms:Text">
          <xs:maxLength value="255"/>
        </xs:restriction>
      </xs:simpleType>
    </xs:element>
    <xs:element name="Teise_x0020_poole_x0020_allkirjastaja_x0020_ametinimetus_x0023_18" ma:displayName="Teise poole allkirjastaja ametinimetus: 18" ma:index="119" ma:internalName="Teise_x0020_poole_x0020_allkirjastaja_x0020_ametinimetus_x0023_18" nillable="true" fp:namespace="228B497073DE44A483E29513BE360001" fp:type="String">
      <xs:simpleType>
        <xs:restriction base="dms:Text">
          <xs:maxLength value="255"/>
        </xs:restriction>
      </xs:simpleType>
    </xs:element>
    <xs:element name="Teise_x0020_poole_x0020_allkirjastaja_x0020_ametinimetus_x0023_19" ma:displayName="Teise poole allkirjastaja ametinimetus: 19" ma:index="120" ma:internalName="Teise_x0020_poole_x0020_allkirjastaja_x0020_ametinimetus_x0023_19" nillable="true" fp:namespace="228B497073DE44A483E29513BE360001" fp:type="String">
      <xs:simpleType>
        <xs:restriction base="dms:Text">
          <xs:maxLength value="255"/>
        </xs:restriction>
      </xs:simpleType>
    </xs:element>
    <xs:element name="Teise_x0020_poole_x0020_allkirjastaja_x0020_ametinimetus_x0023_20" ma:displayName="Teise poole allkirjastaja ametinimetus: 20" ma:index="121" ma:internalName="Teise_x0020_poole_x0020_allkirjastaja_x0020_ametinimetus_x0023_20" nillable="true" fp:namespace="228B497073DE44A483E29513BE360001" fp:type="String">
      <xs:simpleType>
        <xs:restriction base="dms:Text">
          <xs:maxLength value="255"/>
        </xs:restriction>
      </xs:simpleType>
    </xs:element>
    <xs:element name="Teise_x0020_poole_x0020_allkirjastaja_x0020_ametinimetus_x0023_21" ma:displayName="Teise poole allkirjastaja ametinimetus: 21" ma:index="122" ma:internalName="Teise_x0020_poole_x0020_allkirjastaja_x0020_ametinimetus_x0023_21" nillable="true" fp:namespace="228B497073DE44A483E29513BE360001" fp:type="String">
      <xs:simpleType>
        <xs:restriction base="dms:Text">
          <xs:maxLength value="255"/>
        </xs:restriction>
      </xs:simpleType>
    </xs:element>
    <xs:element name="Teise_x0020_poole_x0020_allkirjastaja_x0020_ametinimetus_x0023_22" ma:displayName="Teise poole allkirjastaja ametinimetus: 22" ma:index="123" ma:internalName="Teise_x0020_poole_x0020_allkirjastaja_x0020_ametinimetus_x0023_22" nillable="true" fp:namespace="228B497073DE44A483E29513BE360001" fp:type="String">
      <xs:simpleType>
        <xs:restriction base="dms:Text">
          <xs:maxLength value="255"/>
        </xs:restriction>
      </xs:simpleType>
    </xs:element>
    <xs:element name="Teise_x0020_poole_x0020_allkirjastaja_x0020_ametinimetus_x0023_23" ma:displayName="Teise poole allkirjastaja ametinimetus: 23" ma:index="124" ma:internalName="Teise_x0020_poole_x0020_allkirjastaja_x0020_ametinimetus_x0023_23" nillable="true" fp:namespace="228B497073DE44A483E29513BE360001" fp:type="String">
      <xs:simpleType>
        <xs:restriction base="dms:Text">
          <xs:maxLength value="255"/>
        </xs:restriction>
      </xs:simpleType>
    </xs:element>
    <xs:element name="Teise_x0020_poole_x0020_allkirjastaja_x0020_ametinimetus_x0023_24" ma:displayName="Teise poole allkirjastaja ametinimetus: 24" ma:index="125" ma:internalName="Teise_x0020_poole_x0020_allkirjastaja_x0020_ametinimetus_x0023_24" nillable="true" fp:namespace="228B497073DE44A483E29513BE360001" fp:type="String">
      <xs:simpleType>
        <xs:restriction base="dms:Text">
          <xs:maxLength value="255"/>
        </xs:restriction>
      </xs:simpleType>
    </xs:element>
    <xs:element name="Teise_x0020_poole_x0020_allkirjastaja_x0020_ametinimetus_x0023_25" ma:displayName="Teise poole allkirjastaja ametinimetus: 25" ma:index="126" ma:internalName="Teise_x0020_poole_x0020_allkirjastaja_x0020_ametinimetus_x0023_25" nillable="true" fp:namespace="228B497073DE44A483E29513BE360001" fp:type="String">
      <xs:simpleType>
        <xs:restriction base="dms:Text">
          <xs:maxLength value="255"/>
        </xs:restriction>
      </xs:simpleType>
    </xs:element>
    <xs:element name="Teise_x0020_poole_x0020_lepingu_x0020_nr_x0023_1" ma:displayName="Teise poole lepingu nr: 1" ma:index="127" ma:internalName="Teise_x0020_poole_x0020_lepingu_x0020_nr_x0023_1" nillable="true" fp:namespace="228B497073DE44A483E29513BE360001" fp:type="String">
      <xs:simpleType>
        <xs:restriction base="dms:Text">
          <xs:maxLength value="255"/>
        </xs:restriction>
      </xs:simpleType>
    </xs:element>
    <xs:element name="Teise_x0020_poole_x0020_lepingu_x0020_nr_x0023_2" ma:displayName="Teise poole lepingu nr: 2" ma:index="128" ma:internalName="Teise_x0020_poole_x0020_lepingu_x0020_nr_x0023_2" nillable="true" fp:namespace="228B497073DE44A483E29513BE360001" fp:type="String">
      <xs:simpleType>
        <xs:restriction base="dms:Text">
          <xs:maxLength value="255"/>
        </xs:restriction>
      </xs:simpleType>
    </xs:element>
    <xs:element name="Teise_x0020_poole_x0020_lepingu_x0020_nr_x0023_3" ma:displayName="Teise poole lepingu nr: 3" ma:index="129" ma:internalName="Teise_x0020_poole_x0020_lepingu_x0020_nr_x0023_3" nillable="true" fp:namespace="228B497073DE44A483E29513BE360001" fp:type="String">
      <xs:simpleType>
        <xs:restriction base="dms:Text">
          <xs:maxLength value="255"/>
        </xs:restriction>
      </xs:simpleType>
    </xs:element>
    <xs:element name="Teise_x0020_poole_x0020_lepingu_x0020_nr_x0023_4" ma:displayName="Teise poole lepingu nr: 4" ma:index="130" ma:internalName="Teise_x0020_poole_x0020_lepingu_x0020_nr_x0023_4" nillable="true" fp:namespace="228B497073DE44A483E29513BE360001" fp:type="String">
      <xs:simpleType>
        <xs:restriction base="dms:Text">
          <xs:maxLength value="255"/>
        </xs:restriction>
      </xs:simpleType>
    </xs:element>
    <xs:element name="Teise_x0020_poole_x0020_lepingu_x0020_nr_x0023_5" ma:displayName="Teise poole lepingu nr: 5" ma:index="131" ma:internalName="Teise_x0020_poole_x0020_lepingu_x0020_nr_x0023_5" nillable="true" fp:namespace="228B497073DE44A483E29513BE360001" fp:type="String">
      <xs:simpleType>
        <xs:restriction base="dms:Text">
          <xs:maxLength value="255"/>
        </xs:restriction>
      </xs:simpleType>
    </xs:element>
    <xs:element name="Teise_x0020_poole_x0020_lepingu_x0020_nr_x0023_6" ma:displayName="Teise poole lepingu nr: 6" ma:index="132" ma:internalName="Teise_x0020_poole_x0020_lepingu_x0020_nr_x0023_6" nillable="true" fp:namespace="228B497073DE44A483E29513BE360001" fp:type="String">
      <xs:simpleType>
        <xs:restriction base="dms:Text">
          <xs:maxLength value="255"/>
        </xs:restriction>
      </xs:simpleType>
    </xs:element>
    <xs:element name="Teise_x0020_poole_x0020_lepingu_x0020_nr_x0023_7" ma:displayName="Teise poole lepingu nr: 7" ma:index="133" ma:internalName="Teise_x0020_poole_x0020_lepingu_x0020_nr_x0023_7" nillable="true" fp:namespace="228B497073DE44A483E29513BE360001" fp:type="String">
      <xs:simpleType>
        <xs:restriction base="dms:Text">
          <xs:maxLength value="255"/>
        </xs:restriction>
      </xs:simpleType>
    </xs:element>
    <xs:element name="Teise_x0020_poole_x0020_lepingu_x0020_nr_x0023_8" ma:displayName="Teise poole lepingu nr: 8" ma:index="134" ma:internalName="Teise_x0020_poole_x0020_lepingu_x0020_nr_x0023_8" nillable="true" fp:namespace="228B497073DE44A483E29513BE360001" fp:type="String">
      <xs:simpleType>
        <xs:restriction base="dms:Text">
          <xs:maxLength value="255"/>
        </xs:restriction>
      </xs:simpleType>
    </xs:element>
    <xs:element name="Teise_x0020_poole_x0020_lepingu_x0020_nr_x0023_9" ma:displayName="Teise poole lepingu nr: 9" ma:index="135" ma:internalName="Teise_x0020_poole_x0020_lepingu_x0020_nr_x0023_9" nillable="true" fp:namespace="228B497073DE44A483E29513BE360001" fp:type="String">
      <xs:simpleType>
        <xs:restriction base="dms:Text">
          <xs:maxLength value="255"/>
        </xs:restriction>
      </xs:simpleType>
    </xs:element>
    <xs:element name="Teise_x0020_poole_x0020_lepingu_x0020_nr_x0023_10" ma:displayName="Teise poole lepingu nr: 10" ma:index="136" ma:internalName="Teise_x0020_poole_x0020_lepingu_x0020_nr_x0023_10" nillable="true" fp:namespace="228B497073DE44A483E29513BE360001" fp:type="String">
      <xs:simpleType>
        <xs:restriction base="dms:Text">
          <xs:maxLength value="255"/>
        </xs:restriction>
      </xs:simpleType>
    </xs:element>
    <xs:element name="Teise_x0020_poole_x0020_lepingu_x0020_nr_x0023_11" ma:displayName="Teise poole lepingu nr: 11" ma:index="137" ma:internalName="Teise_x0020_poole_x0020_lepingu_x0020_nr_x0023_11" nillable="true" fp:namespace="228B497073DE44A483E29513BE360001" fp:type="String">
      <xs:simpleType>
        <xs:restriction base="dms:Text">
          <xs:maxLength value="255"/>
        </xs:restriction>
      </xs:simpleType>
    </xs:element>
    <xs:element name="Teise_x0020_poole_x0020_lepingu_x0020_nr_x0023_12" ma:displayName="Teise poole lepingu nr: 12" ma:index="138" ma:internalName="Teise_x0020_poole_x0020_lepingu_x0020_nr_x0023_12" nillable="true" fp:namespace="228B497073DE44A483E29513BE360001" fp:type="String">
      <xs:simpleType>
        <xs:restriction base="dms:Text">
          <xs:maxLength value="255"/>
        </xs:restriction>
      </xs:simpleType>
    </xs:element>
    <xs:element name="Teise_x0020_poole_x0020_lepingu_x0020_nr_x0023_13" ma:displayName="Teise poole lepingu nr: 13" ma:index="139" ma:internalName="Teise_x0020_poole_x0020_lepingu_x0020_nr_x0023_13" nillable="true" fp:namespace="228B497073DE44A483E29513BE360001" fp:type="String">
      <xs:simpleType>
        <xs:restriction base="dms:Text">
          <xs:maxLength value="255"/>
        </xs:restriction>
      </xs:simpleType>
    </xs:element>
    <xs:element name="Teise_x0020_poole_x0020_lepingu_x0020_nr_x0023_14" ma:displayName="Teise poole lepingu nr: 14" ma:index="140" ma:internalName="Teise_x0020_poole_x0020_lepingu_x0020_nr_x0023_14" nillable="true" fp:namespace="228B497073DE44A483E29513BE360001" fp:type="String">
      <xs:simpleType>
        <xs:restriction base="dms:Text">
          <xs:maxLength value="255"/>
        </xs:restriction>
      </xs:simpleType>
    </xs:element>
    <xs:element name="Teise_x0020_poole_x0020_lepingu_x0020_nr_x0023_15" ma:displayName="Teise poole lepingu nr: 15" ma:index="141" ma:internalName="Teise_x0020_poole_x0020_lepingu_x0020_nr_x0023_15" nillable="true" fp:namespace="228B497073DE44A483E29513BE360001" fp:type="String">
      <xs:simpleType>
        <xs:restriction base="dms:Text">
          <xs:maxLength value="255"/>
        </xs:restriction>
      </xs:simpleType>
    </xs:element>
    <xs:element name="Teise_x0020_poole_x0020_lepingu_x0020_nr_x0023_16" ma:displayName="Teise poole lepingu nr: 16" ma:index="142" ma:internalName="Teise_x0020_poole_x0020_lepingu_x0020_nr_x0023_16" nillable="true" fp:namespace="228B497073DE44A483E29513BE360001" fp:type="String">
      <xs:simpleType>
        <xs:restriction base="dms:Text">
          <xs:maxLength value="255"/>
        </xs:restriction>
      </xs:simpleType>
    </xs:element>
    <xs:element name="Teise_x0020_poole_x0020_lepingu_x0020_nr_x0023_17" ma:displayName="Teise poole lepingu nr: 17" ma:index="143" ma:internalName="Teise_x0020_poole_x0020_lepingu_x0020_nr_x0023_17" nillable="true" fp:namespace="228B497073DE44A483E29513BE360001" fp:type="String">
      <xs:simpleType>
        <xs:restriction base="dms:Text">
          <xs:maxLength value="255"/>
        </xs:restriction>
      </xs:simpleType>
    </xs:element>
    <xs:element name="Teise_x0020_poole_x0020_lepingu_x0020_nr_x0023_18" ma:displayName="Teise poole lepingu nr: 18" ma:index="144" ma:internalName="Teise_x0020_poole_x0020_lepingu_x0020_nr_x0023_18" nillable="true" fp:namespace="228B497073DE44A483E29513BE360001" fp:type="String">
      <xs:simpleType>
        <xs:restriction base="dms:Text">
          <xs:maxLength value="255"/>
        </xs:restriction>
      </xs:simpleType>
    </xs:element>
    <xs:element name="Teise_x0020_poole_x0020_lepingu_x0020_nr_x0023_19" ma:displayName="Teise poole lepingu nr: 19" ma:index="145" ma:internalName="Teise_x0020_poole_x0020_lepingu_x0020_nr_x0023_19" nillable="true" fp:namespace="228B497073DE44A483E29513BE360001" fp:type="String">
      <xs:simpleType>
        <xs:restriction base="dms:Text">
          <xs:maxLength value="255"/>
        </xs:restriction>
      </xs:simpleType>
    </xs:element>
    <xs:element name="Teise_x0020_poole_x0020_lepingu_x0020_nr_x0023_20" ma:displayName="Teise poole lepingu nr: 20" ma:index="146" ma:internalName="Teise_x0020_poole_x0020_lepingu_x0020_nr_x0023_20" nillable="true" fp:namespace="228B497073DE44A483E29513BE360001" fp:type="String">
      <xs:simpleType>
        <xs:restriction base="dms:Text">
          <xs:maxLength value="255"/>
        </xs:restriction>
      </xs:simpleType>
    </xs:element>
    <xs:element name="Teise_x0020_poole_x0020_lepingu_x0020_nr_x0023_21" ma:displayName="Teise poole lepingu nr: 21" ma:index="147" ma:internalName="Teise_x0020_poole_x0020_lepingu_x0020_nr_x0023_21" nillable="true" fp:namespace="228B497073DE44A483E29513BE360001" fp:type="String">
      <xs:simpleType>
        <xs:restriction base="dms:Text">
          <xs:maxLength value="255"/>
        </xs:restriction>
      </xs:simpleType>
    </xs:element>
    <xs:element name="Teise_x0020_poole_x0020_lepingu_x0020_nr_x0023_22" ma:displayName="Teise poole lepingu nr: 22" ma:index="148" ma:internalName="Teise_x0020_poole_x0020_lepingu_x0020_nr_x0023_22" nillable="true" fp:namespace="228B497073DE44A483E29513BE360001" fp:type="String">
      <xs:simpleType>
        <xs:restriction base="dms:Text">
          <xs:maxLength value="255"/>
        </xs:restriction>
      </xs:simpleType>
    </xs:element>
    <xs:element name="Teise_x0020_poole_x0020_lepingu_x0020_nr_x0023_23" ma:displayName="Teise poole lepingu nr: 23" ma:index="149" ma:internalName="Teise_x0020_poole_x0020_lepingu_x0020_nr_x0023_23" nillable="true" fp:namespace="228B497073DE44A483E29513BE360001" fp:type="String">
      <xs:simpleType>
        <xs:restriction base="dms:Text">
          <xs:maxLength value="255"/>
        </xs:restriction>
      </xs:simpleType>
    </xs:element>
    <xs:element name="Teise_x0020_poole_x0020_lepingu_x0020_nr_x0023_24" ma:displayName="Teise poole lepingu nr: 24" ma:index="150" ma:internalName="Teise_x0020_poole_x0020_lepingu_x0020_nr_x0023_24" nillable="true" fp:namespace="228B497073DE44A483E29513BE360001" fp:type="String">
      <xs:simpleType>
        <xs:restriction base="dms:Text">
          <xs:maxLength value="255"/>
        </xs:restriction>
      </xs:simpleType>
    </xs:element>
    <xs:element name="Teise_x0020_poole_x0020_lepingu_x0020_nr_x0023_25" ma:displayName="Teise poole lepingu nr: 25" ma:index="151" ma:internalName="Teise_x0020_poole_x0020_lepingu_x0020_nr_x0023_25" nillable="true" fp:namespace="228B497073DE44A483E29513BE360001" fp:type="String">
      <xs:simpleType>
        <xs:restriction base="dms:Text">
          <xs:maxLength value="255"/>
        </xs:restriction>
      </xs:simpleType>
    </xs:element>
    <xs:element name="Teise_x0020_poole_x0020_lepingu_x0020_kpv_x0023_1" ma:displayName="Teise poole lepingu kpv: 1" ma:index="152" ma:internalName="Teise_x0020_poole_x0020_lepingu_x0020_kpv_x0023_1" nillable="true" fp:namespace="228B497073DE44A483E29513BE360001" ma:format="DateOnly" fp:type="DateTime">
      <xs:simpleType>
        <xs:restriction base="dms:DateTime"/>
      </xs:simpleType>
    </xs:element>
    <xs:element name="Teise_x0020_poole_x0020_lepingu_x0020_kpv_x0023_2" ma:displayName="Teise poole lepingu kpv: 2" ma:index="153" ma:internalName="Teise_x0020_poole_x0020_lepingu_x0020_kpv_x0023_2" nillable="true" fp:namespace="228B497073DE44A483E29513BE360001" ma:format="DateOnly" fp:type="DateTime">
      <xs:simpleType>
        <xs:restriction base="dms:DateTime"/>
      </xs:simpleType>
    </xs:element>
    <xs:element name="Teise_x0020_poole_x0020_lepingu_x0020_kpv_x0023_3" ma:displayName="Teise poole lepingu kpv: 3" ma:index="154" ma:internalName="Teise_x0020_poole_x0020_lepingu_x0020_kpv_x0023_3" nillable="true" fp:namespace="228B497073DE44A483E29513BE360001" ma:format="DateOnly" fp:type="DateTime">
      <xs:simpleType>
        <xs:restriction base="dms:DateTime"/>
      </xs:simpleType>
    </xs:element>
    <xs:element name="Teise_x0020_poole_x0020_lepingu_x0020_kpv_x0023_4" ma:displayName="Teise poole lepingu kpv: 4" ma:index="155" ma:internalName="Teise_x0020_poole_x0020_lepingu_x0020_kpv_x0023_4" nillable="true" fp:namespace="228B497073DE44A483E29513BE360001" ma:format="DateOnly" fp:type="DateTime">
      <xs:simpleType>
        <xs:restriction base="dms:DateTime"/>
      </xs:simpleType>
    </xs:element>
    <xs:element name="Teise_x0020_poole_x0020_lepingu_x0020_kpv_x0023_5" ma:displayName="Teise poole lepingu kpv: 5" ma:index="156" ma:internalName="Teise_x0020_poole_x0020_lepingu_x0020_kpv_x0023_5" nillable="true" fp:namespace="228B497073DE44A483E29513BE360001" ma:format="DateOnly" fp:type="DateTime">
      <xs:simpleType>
        <xs:restriction base="dms:DateTime"/>
      </xs:simpleType>
    </xs:element>
    <xs:element name="Teise_x0020_poole_x0020_lepingu_x0020_kpv_x0023_6" ma:displayName="Teise poole lepingu kpv: 6" ma:index="157" ma:internalName="Teise_x0020_poole_x0020_lepingu_x0020_kpv_x0023_6" nillable="true" fp:namespace="228B497073DE44A483E29513BE360001" ma:format="DateOnly" fp:type="DateTime">
      <xs:simpleType>
        <xs:restriction base="dms:DateTime"/>
      </xs:simpleType>
    </xs:element>
    <xs:element name="Teise_x0020_poole_x0020_lepingu_x0020_kpv_x0023_7" ma:displayName="Teise poole lepingu kpv: 7" ma:index="158" ma:internalName="Teise_x0020_poole_x0020_lepingu_x0020_kpv_x0023_7" nillable="true" fp:namespace="228B497073DE44A483E29513BE360001" ma:format="DateOnly" fp:type="DateTime">
      <xs:simpleType>
        <xs:restriction base="dms:DateTime"/>
      </xs:simpleType>
    </xs:element>
    <xs:element name="Teise_x0020_poole_x0020_lepingu_x0020_kpv_x0023_8" ma:displayName="Teise poole lepingu kpv: 8" ma:index="159" ma:internalName="Teise_x0020_poole_x0020_lepingu_x0020_kpv_x0023_8" nillable="true" fp:namespace="228B497073DE44A483E29513BE360001" ma:format="DateOnly" fp:type="DateTime">
      <xs:simpleType>
        <xs:restriction base="dms:DateTime"/>
      </xs:simpleType>
    </xs:element>
    <xs:element name="Teise_x0020_poole_x0020_lepingu_x0020_kpv_x0023_9" ma:displayName="Teise poole lepingu kpv: 9" ma:index="160" ma:internalName="Teise_x0020_poole_x0020_lepingu_x0020_kpv_x0023_9" nillable="true" fp:namespace="228B497073DE44A483E29513BE360001" ma:format="DateOnly" fp:type="DateTime">
      <xs:simpleType>
        <xs:restriction base="dms:DateTime"/>
      </xs:simpleType>
    </xs:element>
    <xs:element name="Teise_x0020_poole_x0020_lepingu_x0020_kpv_x0023_10" ma:displayName="Teise poole lepingu kpv: 10" ma:index="161" ma:internalName="Teise_x0020_poole_x0020_lepingu_x0020_kpv_x0023_10" nillable="true" fp:namespace="228B497073DE44A483E29513BE360001" ma:format="DateOnly" fp:type="DateTime">
      <xs:simpleType>
        <xs:restriction base="dms:DateTime"/>
      </xs:simpleType>
    </xs:element>
    <xs:element name="Teise_x0020_poole_x0020_lepingu_x0020_kpv_x0023_11" ma:displayName="Teise poole lepingu kpv: 11" ma:index="162" ma:internalName="Teise_x0020_poole_x0020_lepingu_x0020_kpv_x0023_11" nillable="true" fp:namespace="228B497073DE44A483E29513BE360001" ma:format="DateOnly" fp:type="DateTime">
      <xs:simpleType>
        <xs:restriction base="dms:DateTime"/>
      </xs:simpleType>
    </xs:element>
    <xs:element name="Teise_x0020_poole_x0020_lepingu_x0020_kpv_x0023_12" ma:displayName="Teise poole lepingu kpv: 12" ma:index="163" ma:internalName="Teise_x0020_poole_x0020_lepingu_x0020_kpv_x0023_12" nillable="true" fp:namespace="228B497073DE44A483E29513BE360001" ma:format="DateOnly" fp:type="DateTime">
      <xs:simpleType>
        <xs:restriction base="dms:DateTime"/>
      </xs:simpleType>
    </xs:element>
    <xs:element name="Teise_x0020_poole_x0020_lepingu_x0020_kpv_x0023_13" ma:displayName="Teise poole lepingu kpv: 13" ma:index="164" ma:internalName="Teise_x0020_poole_x0020_lepingu_x0020_kpv_x0023_13" nillable="true" fp:namespace="228B497073DE44A483E29513BE360001" ma:format="DateOnly" fp:type="DateTime">
      <xs:simpleType>
        <xs:restriction base="dms:DateTime"/>
      </xs:simpleType>
    </xs:element>
    <xs:element name="Teise_x0020_poole_x0020_lepingu_x0020_kpv_x0023_14" ma:displayName="Teise poole lepingu kpv: 14" ma:index="165" ma:internalName="Teise_x0020_poole_x0020_lepingu_x0020_kpv_x0023_14" nillable="true" fp:namespace="228B497073DE44A483E29513BE360001" ma:format="DateOnly" fp:type="DateTime">
      <xs:simpleType>
        <xs:restriction base="dms:DateTime"/>
      </xs:simpleType>
    </xs:element>
    <xs:element name="Teise_x0020_poole_x0020_lepingu_x0020_kpv_x0023_15" ma:displayName="Teise poole lepingu kpv: 15" ma:index="166" ma:internalName="Teise_x0020_poole_x0020_lepingu_x0020_kpv_x0023_15" nillable="true" fp:namespace="228B497073DE44A483E29513BE360001" ma:format="DateOnly" fp:type="DateTime">
      <xs:simpleType>
        <xs:restriction base="dms:DateTime"/>
      </xs:simpleType>
    </xs:element>
    <xs:element name="Teise_x0020_poole_x0020_lepingu_x0020_kpv_x0023_16" ma:displayName="Teise poole lepingu kpv: 16" ma:index="167" ma:internalName="Teise_x0020_poole_x0020_lepingu_x0020_kpv_x0023_16" nillable="true" fp:namespace="228B497073DE44A483E29513BE360001" ma:format="DateOnly" fp:type="DateTime">
      <xs:simpleType>
        <xs:restriction base="dms:DateTime"/>
      </xs:simpleType>
    </xs:element>
    <xs:element name="Teise_x0020_poole_x0020_lepingu_x0020_kpv_x0023_17" ma:displayName="Teise poole lepingu kpv: 17" ma:index="168" ma:internalName="Teise_x0020_poole_x0020_lepingu_x0020_kpv_x0023_17" nillable="true" fp:namespace="228B497073DE44A483E29513BE360001" ma:format="DateOnly" fp:type="DateTime">
      <xs:simpleType>
        <xs:restriction base="dms:DateTime"/>
      </xs:simpleType>
    </xs:element>
    <xs:element name="Teise_x0020_poole_x0020_lepingu_x0020_kpv_x0023_18" ma:displayName="Teise poole lepingu kpv: 18" ma:index="169" ma:internalName="Teise_x0020_poole_x0020_lepingu_x0020_kpv_x0023_18" nillable="true" fp:namespace="228B497073DE44A483E29513BE360001" ma:format="DateOnly" fp:type="DateTime">
      <xs:simpleType>
        <xs:restriction base="dms:DateTime"/>
      </xs:simpleType>
    </xs:element>
    <xs:element name="Teise_x0020_poole_x0020_lepingu_x0020_kpv_x0023_19" ma:displayName="Teise poole lepingu kpv: 19" ma:index="170" ma:internalName="Teise_x0020_poole_x0020_lepingu_x0020_kpv_x0023_19" nillable="true" fp:namespace="228B497073DE44A483E29513BE360001" ma:format="DateOnly" fp:type="DateTime">
      <xs:simpleType>
        <xs:restriction base="dms:DateTime"/>
      </xs:simpleType>
    </xs:element>
    <xs:element name="Teise_x0020_poole_x0020_lepingu_x0020_kpv_x0023_20" ma:displayName="Teise poole lepingu kpv: 20" ma:index="171" ma:internalName="Teise_x0020_poole_x0020_lepingu_x0020_kpv_x0023_20" nillable="true" fp:namespace="228B497073DE44A483E29513BE360001" ma:format="DateOnly" fp:type="DateTime">
      <xs:simpleType>
        <xs:restriction base="dms:DateTime"/>
      </xs:simpleType>
    </xs:element>
    <xs:element name="Teise_x0020_poole_x0020_lepingu_x0020_kpv_x0023_21" ma:displayName="Teise poole lepingu kpv: 21" ma:index="172" ma:internalName="Teise_x0020_poole_x0020_lepingu_x0020_kpv_x0023_21" nillable="true" fp:namespace="228B497073DE44A483E29513BE360001" ma:format="DateOnly" fp:type="DateTime">
      <xs:simpleType>
        <xs:restriction base="dms:DateTime"/>
      </xs:simpleType>
    </xs:element>
    <xs:element name="Teise_x0020_poole_x0020_lepingu_x0020_kpv_x0023_22" ma:displayName="Teise poole lepingu kpv: 22" ma:index="173" ma:internalName="Teise_x0020_poole_x0020_lepingu_x0020_kpv_x0023_22" nillable="true" fp:namespace="228B497073DE44A483E29513BE360001" ma:format="DateOnly" fp:type="DateTime">
      <xs:simpleType>
        <xs:restriction base="dms:DateTime"/>
      </xs:simpleType>
    </xs:element>
    <xs:element name="Teise_x0020_poole_x0020_lepingu_x0020_kpv_x0023_23" ma:displayName="Teise poole lepingu kpv: 23" ma:index="174" ma:internalName="Teise_x0020_poole_x0020_lepingu_x0020_kpv_x0023_23" nillable="true" fp:namespace="228B497073DE44A483E29513BE360001" ma:format="DateOnly" fp:type="DateTime">
      <xs:simpleType>
        <xs:restriction base="dms:DateTime"/>
      </xs:simpleType>
    </xs:element>
    <xs:element name="Teise_x0020_poole_x0020_lepingu_x0020_kpv_x0023_24" ma:displayName="Teise poole lepingu kpv: 24" ma:index="175" ma:internalName="Teise_x0020_poole_x0020_lepingu_x0020_kpv_x0023_24" nillable="true" fp:namespace="228B497073DE44A483E29513BE360001" ma:format="DateOnly" fp:type="DateTime">
      <xs:simpleType>
        <xs:restriction base="dms:DateTime"/>
      </xs:simpleType>
    </xs:element>
    <xs:element name="Teise_x0020_poole_x0020_lepingu_x0020_kpv_x0023_25" ma:displayName="Teise poole lepingu kpv: 25" ma:index="176" ma:internalName="Teise_x0020_poole_x0020_lepingu_x0020_kpv_x0023_25" nillable="true" fp:namespace="228B497073DE44A483E29513BE360001" ma:format="DateOnly" fp:type="DateTime">
      <xs:simpleType>
        <xs:restriction base="dms:DateTime"/>
      </xs:simpleType>
    </xs:element>
    <xs:element name="Teise_x0020_poole_x0020_kontaktisik_x0023_1" ma:displayName="Teise poole kontaktisik: 1" ma:index="177" ma:internalName="Teise_x0020_poole_x0020_kontaktisik_x0023_1" nillable="true" fp:namespace="228B497073DE44A483E29513BE360001" fp:type="String">
      <xs:simpleType>
        <xs:restriction base="dms:Text">
          <xs:maxLength value="255"/>
        </xs:restriction>
      </xs:simpleType>
    </xs:element>
    <xs:element name="Teise_x0020_poole_x0020_kontaktisik_x0023_2" ma:displayName="Teise poole kontaktisik: 2" ma:index="178" ma:internalName="Teise_x0020_poole_x0020_kontaktisik_x0023_2" nillable="true" fp:namespace="228B497073DE44A483E29513BE360001" fp:type="String">
      <xs:simpleType>
        <xs:restriction base="dms:Text">
          <xs:maxLength value="255"/>
        </xs:restriction>
      </xs:simpleType>
    </xs:element>
    <xs:element name="Teise_x0020_poole_x0020_kontaktisik_x0023_3" ma:displayName="Teise poole kontaktisik: 3" ma:index="179" ma:internalName="Teise_x0020_poole_x0020_kontaktisik_x0023_3" nillable="true" fp:namespace="228B497073DE44A483E29513BE360001" fp:type="String">
      <xs:simpleType>
        <xs:restriction base="dms:Text">
          <xs:maxLength value="255"/>
        </xs:restriction>
      </xs:simpleType>
    </xs:element>
    <xs:element name="Teise_x0020_poole_x0020_kontaktisik_x0023_4" ma:displayName="Teise poole kontaktisik: 4" ma:index="180" ma:internalName="Teise_x0020_poole_x0020_kontaktisik_x0023_4" nillable="true" fp:namespace="228B497073DE44A483E29513BE360001" fp:type="String">
      <xs:simpleType>
        <xs:restriction base="dms:Text">
          <xs:maxLength value="255"/>
        </xs:restriction>
      </xs:simpleType>
    </xs:element>
    <xs:element name="Teise_x0020_poole_x0020_kontaktisik_x0023_5" ma:displayName="Teise poole kontaktisik: 5" ma:index="181" ma:internalName="Teise_x0020_poole_x0020_kontaktisik_x0023_5" nillable="true" fp:namespace="228B497073DE44A483E29513BE360001" fp:type="String">
      <xs:simpleType>
        <xs:restriction base="dms:Text">
          <xs:maxLength value="255"/>
        </xs:restriction>
      </xs:simpleType>
    </xs:element>
    <xs:element name="Teise_x0020_poole_x0020_kontaktisik_x0023_6" ma:displayName="Teise poole kontaktisik: 6" ma:index="182" ma:internalName="Teise_x0020_poole_x0020_kontaktisik_x0023_6" nillable="true" fp:namespace="228B497073DE44A483E29513BE360001" fp:type="String">
      <xs:simpleType>
        <xs:restriction base="dms:Text">
          <xs:maxLength value="255"/>
        </xs:restriction>
      </xs:simpleType>
    </xs:element>
    <xs:element name="Teise_x0020_poole_x0020_kontaktisik_x0023_7" ma:displayName="Teise poole kontaktisik: 7" ma:index="183" ma:internalName="Teise_x0020_poole_x0020_kontaktisik_x0023_7" nillable="true" fp:namespace="228B497073DE44A483E29513BE360001" fp:type="String">
      <xs:simpleType>
        <xs:restriction base="dms:Text">
          <xs:maxLength value="255"/>
        </xs:restriction>
      </xs:simpleType>
    </xs:element>
    <xs:element name="Teise_x0020_poole_x0020_kontaktisik_x0023_8" ma:displayName="Teise poole kontaktisik: 8" ma:index="184" ma:internalName="Teise_x0020_poole_x0020_kontaktisik_x0023_8" nillable="true" fp:namespace="228B497073DE44A483E29513BE360001" fp:type="String">
      <xs:simpleType>
        <xs:restriction base="dms:Text">
          <xs:maxLength value="255"/>
        </xs:restriction>
      </xs:simpleType>
    </xs:element>
    <xs:element name="Teise_x0020_poole_x0020_kontaktisik_x0023_9" ma:displayName="Teise poole kontaktisik: 9" ma:index="185" ma:internalName="Teise_x0020_poole_x0020_kontaktisik_x0023_9" nillable="true" fp:namespace="228B497073DE44A483E29513BE360001" fp:type="String">
      <xs:simpleType>
        <xs:restriction base="dms:Text">
          <xs:maxLength value="255"/>
        </xs:restriction>
      </xs:simpleType>
    </xs:element>
    <xs:element name="Teise_x0020_poole_x0020_kontaktisik_x0023_10" ma:displayName="Teise poole kontaktisik: 10" ma:index="186" ma:internalName="Teise_x0020_poole_x0020_kontaktisik_x0023_10" nillable="true" fp:namespace="228B497073DE44A483E29513BE360001" fp:type="String">
      <xs:simpleType>
        <xs:restriction base="dms:Text">
          <xs:maxLength value="255"/>
        </xs:restriction>
      </xs:simpleType>
    </xs:element>
    <xs:element name="Teise_x0020_poole_x0020_kontaktisik_x0023_11" ma:displayName="Teise poole kontaktisik: 11" ma:index="187" ma:internalName="Teise_x0020_poole_x0020_kontaktisik_x0023_11" nillable="true" fp:namespace="228B497073DE44A483E29513BE360001" fp:type="String">
      <xs:simpleType>
        <xs:restriction base="dms:Text">
          <xs:maxLength value="255"/>
        </xs:restriction>
      </xs:simpleType>
    </xs:element>
    <xs:element name="Teise_x0020_poole_x0020_kontaktisik_x0023_12" ma:displayName="Teise poole kontaktisik: 12" ma:index="188" ma:internalName="Teise_x0020_poole_x0020_kontaktisik_x0023_12" nillable="true" fp:namespace="228B497073DE44A483E29513BE360001" fp:type="String">
      <xs:simpleType>
        <xs:restriction base="dms:Text">
          <xs:maxLength value="255"/>
        </xs:restriction>
      </xs:simpleType>
    </xs:element>
    <xs:element name="Teise_x0020_poole_x0020_kontaktisik_x0023_13" ma:displayName="Teise poole kontaktisik: 13" ma:index="189" ma:internalName="Teise_x0020_poole_x0020_kontaktisik_x0023_13" nillable="true" fp:namespace="228B497073DE44A483E29513BE360001" fp:type="String">
      <xs:simpleType>
        <xs:restriction base="dms:Text">
          <xs:maxLength value="255"/>
        </xs:restriction>
      </xs:simpleType>
    </xs:element>
    <xs:element name="Teise_x0020_poole_x0020_kontaktisik_x0023_14" ma:displayName="Teise poole kontaktisik: 14" ma:index="190" ma:internalName="Teise_x0020_poole_x0020_kontaktisik_x0023_14" nillable="true" fp:namespace="228B497073DE44A483E29513BE360001" fp:type="String">
      <xs:simpleType>
        <xs:restriction base="dms:Text">
          <xs:maxLength value="255"/>
        </xs:restriction>
      </xs:simpleType>
    </xs:element>
    <xs:element name="Teise_x0020_poole_x0020_kontaktisik_x0023_15" ma:displayName="Teise poole kontaktisik: 15" ma:index="191" ma:internalName="Teise_x0020_poole_x0020_kontaktisik_x0023_15" nillable="true" fp:namespace="228B497073DE44A483E29513BE360001" fp:type="String">
      <xs:simpleType>
        <xs:restriction base="dms:Text">
          <xs:maxLength value="255"/>
        </xs:restriction>
      </xs:simpleType>
    </xs:element>
    <xs:element name="Teise_x0020_poole_x0020_kontaktisik_x0023_16" ma:displayName="Teise poole kontaktisik: 16" ma:index="192" ma:internalName="Teise_x0020_poole_x0020_kontaktisik_x0023_16" nillable="true" fp:namespace="228B497073DE44A483E29513BE360001" fp:type="String">
      <xs:simpleType>
        <xs:restriction base="dms:Text">
          <xs:maxLength value="255"/>
        </xs:restriction>
      </xs:simpleType>
    </xs:element>
    <xs:element name="Teise_x0020_poole_x0020_kontaktisik_x0023_17" ma:displayName="Teise poole kontaktisik: 17" ma:index="193" ma:internalName="Teise_x0020_poole_x0020_kontaktisik_x0023_17" nillable="true" fp:namespace="228B497073DE44A483E29513BE360001" fp:type="String">
      <xs:simpleType>
        <xs:restriction base="dms:Text">
          <xs:maxLength value="255"/>
        </xs:restriction>
      </xs:simpleType>
    </xs:element>
    <xs:element name="Teise_x0020_poole_x0020_kontaktisik_x0023_18" ma:displayName="Teise poole kontaktisik: 18" ma:index="194" ma:internalName="Teise_x0020_poole_x0020_kontaktisik_x0023_18" nillable="true" fp:namespace="228B497073DE44A483E29513BE360001" fp:type="String">
      <xs:simpleType>
        <xs:restriction base="dms:Text">
          <xs:maxLength value="255"/>
        </xs:restriction>
      </xs:simpleType>
    </xs:element>
    <xs:element name="Teise_x0020_poole_x0020_kontaktisik_x0023_19" ma:displayName="Teise poole kontaktisik: 19" ma:index="195" ma:internalName="Teise_x0020_poole_x0020_kontaktisik_x0023_19" nillable="true" fp:namespace="228B497073DE44A483E29513BE360001" fp:type="String">
      <xs:simpleType>
        <xs:restriction base="dms:Text">
          <xs:maxLength value="255"/>
        </xs:restriction>
      </xs:simpleType>
    </xs:element>
    <xs:element name="Teise_x0020_poole_x0020_kontaktisik_x0023_20" ma:displayName="Teise poole kontaktisik: 20" ma:index="196" ma:internalName="Teise_x0020_poole_x0020_kontaktisik_x0023_20" nillable="true" fp:namespace="228B497073DE44A483E29513BE360001" fp:type="String">
      <xs:simpleType>
        <xs:restriction base="dms:Text">
          <xs:maxLength value="255"/>
        </xs:restriction>
      </xs:simpleType>
    </xs:element>
    <xs:element name="Teise_x0020_poole_x0020_kontaktisik_x0023_21" ma:displayName="Teise poole kontaktisik: 21" ma:index="197" ma:internalName="Teise_x0020_poole_x0020_kontaktisik_x0023_21" nillable="true" fp:namespace="228B497073DE44A483E29513BE360001" fp:type="String">
      <xs:simpleType>
        <xs:restriction base="dms:Text">
          <xs:maxLength value="255"/>
        </xs:restriction>
      </xs:simpleType>
    </xs:element>
    <xs:element name="Teise_x0020_poole_x0020_kontaktisik_x0023_22" ma:displayName="Teise poole kontaktisik: 22" ma:index="198" ma:internalName="Teise_x0020_poole_x0020_kontaktisik_x0023_22" nillable="true" fp:namespace="228B497073DE44A483E29513BE360001" fp:type="String">
      <xs:simpleType>
        <xs:restriction base="dms:Text">
          <xs:maxLength value="255"/>
        </xs:restriction>
      </xs:simpleType>
    </xs:element>
    <xs:element name="Teise_x0020_poole_x0020_kontaktisik_x0023_23" ma:displayName="Teise poole kontaktisik: 23" ma:index="199" ma:internalName="Teise_x0020_poole_x0020_kontaktisik_x0023_23" nillable="true" fp:namespace="228B497073DE44A483E29513BE360001" fp:type="String">
      <xs:simpleType>
        <xs:restriction base="dms:Text">
          <xs:maxLength value="255"/>
        </xs:restriction>
      </xs:simpleType>
    </xs:element>
    <xs:element name="Teise_x0020_poole_x0020_kontaktisik_x0023_24" ma:displayName="Teise poole kontaktisik: 24" ma:index="200" ma:internalName="Teise_x0020_poole_x0020_kontaktisik_x0023_24" nillable="true" fp:namespace="228B497073DE44A483E29513BE360001" fp:type="String">
      <xs:simpleType>
        <xs:restriction base="dms:Text">
          <xs:maxLength value="255"/>
        </xs:restriction>
      </xs:simpleType>
    </xs:element>
    <xs:element name="Teise_x0020_poole_x0020_kontaktisik_x0023_25" ma:displayName="Teise poole kontaktisik: 25" ma:index="201" ma:internalName="Teise_x0020_poole_x0020_kontaktisik_x0023_25" nillable="true" fp:namespace="228B497073DE44A483E29513BE360001" fp:type="String">
      <xs:simpleType>
        <xs:restriction base="dms:Text">
          <xs:maxLength value="255"/>
        </xs:restriction>
      </xs:simpleType>
    </xs:element>
    <xs:element name="Teise_x0020_poole_x0020_telefoni_x0020_nr_x002F_e-post_x0023_1" ma:displayName="Teise poole e-post: 1" ma:index="202" ma:internalName="Teise_x0020_poole_x0020_telefoni_x0020_nr_x002F_e-post_x0023_1" nillable="true" fp:namespace="228B497073DE44A483E29513BE360001" fp:type="String">
      <xs:simpleType>
        <xs:restriction base="dms:Text">
          <xs:maxLength value="255"/>
        </xs:restriction>
      </xs:simpleType>
    </xs:element>
    <xs:element name="Teise_x0020_poole_x0020_telefoni_x0020_nr_x002F_e-post_x0023_2" ma:displayName="Teise poole e-post: 2" ma:index="203" ma:internalName="Teise_x0020_poole_x0020_telefoni_x0020_nr_x002F_e-post_x0023_2" nillable="true" fp:namespace="228B497073DE44A483E29513BE360001" fp:type="String">
      <xs:simpleType>
        <xs:restriction base="dms:Text">
          <xs:maxLength value="255"/>
        </xs:restriction>
      </xs:simpleType>
    </xs:element>
    <xs:element name="Teise_x0020_poole_x0020_telefoni_x0020_nr_x002F_e-post_x0023_3" ma:displayName="Teise poole e-post: 3" ma:index="204" ma:internalName="Teise_x0020_poole_x0020_telefoni_x0020_nr_x002F_e-post_x0023_3" nillable="true" fp:namespace="228B497073DE44A483E29513BE360001" fp:type="String">
      <xs:simpleType>
        <xs:restriction base="dms:Text">
          <xs:maxLength value="255"/>
        </xs:restriction>
      </xs:simpleType>
    </xs:element>
    <xs:element name="Teise_x0020_poole_x0020_telefoni_x0020_nr_x002F_e-post_x0023_4" ma:displayName="Teise poole e-post: 4" ma:index="205" ma:internalName="Teise_x0020_poole_x0020_telefoni_x0020_nr_x002F_e-post_x0023_4" nillable="true" fp:namespace="228B497073DE44A483E29513BE360001" fp:type="String">
      <xs:simpleType>
        <xs:restriction base="dms:Text">
          <xs:maxLength value="255"/>
        </xs:restriction>
      </xs:simpleType>
    </xs:element>
    <xs:element name="Teise_x0020_poole_x0020_telefoni_x0020_nr_x002F_e-post_x0023_5" ma:displayName="Teise poole e-post: 5" ma:index="206" ma:internalName="Teise_x0020_poole_x0020_telefoni_x0020_nr_x002F_e-post_x0023_5" nillable="true" fp:namespace="228B497073DE44A483E29513BE360001" fp:type="String">
      <xs:simpleType>
        <xs:restriction base="dms:Text">
          <xs:maxLength value="255"/>
        </xs:restriction>
      </xs:simpleType>
    </xs:element>
    <xs:element name="Teise_x0020_poole_x0020_telefoni_x0020_nr_x002F_e-post_x0023_6" ma:displayName="Teise poole e-post: 6" ma:index="207" ma:internalName="Teise_x0020_poole_x0020_telefoni_x0020_nr_x002F_e-post_x0023_6" nillable="true" fp:namespace="228B497073DE44A483E29513BE360001" fp:type="String">
      <xs:simpleType>
        <xs:restriction base="dms:Text">
          <xs:maxLength value="255"/>
        </xs:restriction>
      </xs:simpleType>
    </xs:element>
    <xs:element name="Teise_x0020_poole_x0020_telefoni_x0020_nr_x002F_e-post_x0023_7" ma:displayName="Teise poole e-post: 7" ma:index="208" ma:internalName="Teise_x0020_poole_x0020_telefoni_x0020_nr_x002F_e-post_x0023_7" nillable="true" fp:namespace="228B497073DE44A483E29513BE360001" fp:type="String">
      <xs:simpleType>
        <xs:restriction base="dms:Text">
          <xs:maxLength value="255"/>
        </xs:restriction>
      </xs:simpleType>
    </xs:element>
    <xs:element name="Teise_x0020_poole_x0020_telefoni_x0020_nr_x002F_e-post_x0023_8" ma:displayName="Teise poole e-post: 8" ma:index="209" ma:internalName="Teise_x0020_poole_x0020_telefoni_x0020_nr_x002F_e-post_x0023_8" nillable="true" fp:namespace="228B497073DE44A483E29513BE360001" fp:type="String">
      <xs:simpleType>
        <xs:restriction base="dms:Text">
          <xs:maxLength value="255"/>
        </xs:restriction>
      </xs:simpleType>
    </xs:element>
    <xs:element name="Teise_x0020_poole_x0020_telefoni_x0020_nr_x002F_e-post_x0023_9" ma:displayName="Teise poole e-post: 9" ma:index="210" ma:internalName="Teise_x0020_poole_x0020_telefoni_x0020_nr_x002F_e-post_x0023_9" nillable="true" fp:namespace="228B497073DE44A483E29513BE360001" fp:type="String">
      <xs:simpleType>
        <xs:restriction base="dms:Text">
          <xs:maxLength value="255"/>
        </xs:restriction>
      </xs:simpleType>
    </xs:element>
    <xs:element name="Teise_x0020_poole_x0020_telefoni_x0020_nr_x002F_e-post_x0023_10" ma:displayName="Teise poole e-post: 10" ma:index="211" ma:internalName="Teise_x0020_poole_x0020_telefoni_x0020_nr_x002F_e-post_x0023_10" nillable="true" fp:namespace="228B497073DE44A483E29513BE360001" fp:type="String">
      <xs:simpleType>
        <xs:restriction base="dms:Text">
          <xs:maxLength value="255"/>
        </xs:restriction>
      </xs:simpleType>
    </xs:element>
    <xs:element name="Teise_x0020_poole_x0020_telefoni_x0020_nr_x002F_e-post_x0023_11" ma:displayName="Teise poole e-post: 11" ma:index="212" ma:internalName="Teise_x0020_poole_x0020_telefoni_x0020_nr_x002F_e-post_x0023_11" nillable="true" fp:namespace="228B497073DE44A483E29513BE360001" fp:type="String">
      <xs:simpleType>
        <xs:restriction base="dms:Text">
          <xs:maxLength value="255"/>
        </xs:restriction>
      </xs:simpleType>
    </xs:element>
    <xs:element name="Teise_x0020_poole_x0020_telefoni_x0020_nr_x002F_e-post_x0023_12" ma:displayName="Teise poole e-post: 12" ma:index="213" ma:internalName="Teise_x0020_poole_x0020_telefoni_x0020_nr_x002F_e-post_x0023_12" nillable="true" fp:namespace="228B497073DE44A483E29513BE360001" fp:type="String">
      <xs:simpleType>
        <xs:restriction base="dms:Text">
          <xs:maxLength value="255"/>
        </xs:restriction>
      </xs:simpleType>
    </xs:element>
    <xs:element name="Teise_x0020_poole_x0020_telefoni_x0020_nr_x002F_e-post_x0023_13" ma:displayName="Teise poole e-post: 13" ma:index="214" ma:internalName="Teise_x0020_poole_x0020_telefoni_x0020_nr_x002F_e-post_x0023_13" nillable="true" fp:namespace="228B497073DE44A483E29513BE360001" fp:type="String">
      <xs:simpleType>
        <xs:restriction base="dms:Text">
          <xs:maxLength value="255"/>
        </xs:restriction>
      </xs:simpleType>
    </xs:element>
    <xs:element name="Teise_x0020_poole_x0020_telefoni_x0020_nr_x002F_e-post_x0023_14" ma:displayName="Teise poole e-post: 14" ma:index="215" ma:internalName="Teise_x0020_poole_x0020_telefoni_x0020_nr_x002F_e-post_x0023_14" nillable="true" fp:namespace="228B497073DE44A483E29513BE360001" fp:type="String">
      <xs:simpleType>
        <xs:restriction base="dms:Text">
          <xs:maxLength value="255"/>
        </xs:restriction>
      </xs:simpleType>
    </xs:element>
    <xs:element name="Teise_x0020_poole_x0020_telefoni_x0020_nr_x002F_e-post_x0023_15" ma:displayName="Teise poole e-post: 15" ma:index="216" ma:internalName="Teise_x0020_poole_x0020_telefoni_x0020_nr_x002F_e-post_x0023_15" nillable="true" fp:namespace="228B497073DE44A483E29513BE360001" fp:type="String">
      <xs:simpleType>
        <xs:restriction base="dms:Text">
          <xs:maxLength value="255"/>
        </xs:restriction>
      </xs:simpleType>
    </xs:element>
    <xs:element name="Teise_x0020_poole_x0020_telefoni_x0020_nr_x002F_e-post_x0023_16" ma:displayName="Teise poole e-post: 16" ma:index="217" ma:internalName="Teise_x0020_poole_x0020_telefoni_x0020_nr_x002F_e-post_x0023_16" nillable="true" fp:namespace="228B497073DE44A483E29513BE360001" fp:type="String">
      <xs:simpleType>
        <xs:restriction base="dms:Text">
          <xs:maxLength value="255"/>
        </xs:restriction>
      </xs:simpleType>
    </xs:element>
    <xs:element name="Teise_x0020_poole_x0020_telefoni_x0020_nr_x002F_e-post_x0023_17" ma:displayName="Teise poole e-post: 17" ma:index="218" ma:internalName="Teise_x0020_poole_x0020_telefoni_x0020_nr_x002F_e-post_x0023_17" nillable="true" fp:namespace="228B497073DE44A483E29513BE360001" fp:type="String">
      <xs:simpleType>
        <xs:restriction base="dms:Text">
          <xs:maxLength value="255"/>
        </xs:restriction>
      </xs:simpleType>
    </xs:element>
    <xs:element name="Teise_x0020_poole_x0020_telefoni_x0020_nr_x002F_e-post_x0023_18" ma:displayName="Teise poole e-post: 18" ma:index="219" ma:internalName="Teise_x0020_poole_x0020_telefoni_x0020_nr_x002F_e-post_x0023_18" nillable="true" fp:namespace="228B497073DE44A483E29513BE360001" fp:type="String">
      <xs:simpleType>
        <xs:restriction base="dms:Text">
          <xs:maxLength value="255"/>
        </xs:restriction>
      </xs:simpleType>
    </xs:element>
    <xs:element name="Teise_x0020_poole_x0020_telefoni_x0020_nr_x002F_e-post_x0023_19" ma:displayName="Teise poole e-post: 19" ma:index="220" ma:internalName="Teise_x0020_poole_x0020_telefoni_x0020_nr_x002F_e-post_x0023_19" nillable="true" fp:namespace="228B497073DE44A483E29513BE360001" fp:type="String">
      <xs:simpleType>
        <xs:restriction base="dms:Text">
          <xs:maxLength value="255"/>
        </xs:restriction>
      </xs:simpleType>
    </xs:element>
    <xs:element name="Teise_x0020_poole_x0020_telefoni_x0020_nr_x002F_e-post_x0023_20" ma:displayName="Teise poole e-post: 20" ma:index="221" ma:internalName="Teise_x0020_poole_x0020_telefoni_x0020_nr_x002F_e-post_x0023_20" nillable="true" fp:namespace="228B497073DE44A483E29513BE360001" fp:type="String">
      <xs:simpleType>
        <xs:restriction base="dms:Text">
          <xs:maxLength value="255"/>
        </xs:restriction>
      </xs:simpleType>
    </xs:element>
    <xs:element name="Teise_x0020_poole_x0020_telefoni_x0020_nr_x002F_e-post_x0023_21" ma:displayName="Teise poole e-post: 21" ma:index="222" ma:internalName="Teise_x0020_poole_x0020_telefoni_x0020_nr_x002F_e-post_x0023_21" nillable="true" fp:namespace="228B497073DE44A483E29513BE360001" fp:type="String">
      <xs:simpleType>
        <xs:restriction base="dms:Text">
          <xs:maxLength value="255"/>
        </xs:restriction>
      </xs:simpleType>
    </xs:element>
    <xs:element name="Teise_x0020_poole_x0020_telefoni_x0020_nr_x002F_e-post_x0023_22" ma:displayName="Teise poole e-post: 22" ma:index="223" ma:internalName="Teise_x0020_poole_x0020_telefoni_x0020_nr_x002F_e-post_x0023_22" nillable="true" fp:namespace="228B497073DE44A483E29513BE360001" fp:type="String">
      <xs:simpleType>
        <xs:restriction base="dms:Text">
          <xs:maxLength value="255"/>
        </xs:restriction>
      </xs:simpleType>
    </xs:element>
    <xs:element name="Teise_x0020_poole_x0020_telefoni_x0020_nr_x002F_e-post_x0023_23" ma:displayName="Teise poole e-post: 23" ma:index="224" ma:internalName="Teise_x0020_poole_x0020_telefoni_x0020_nr_x002F_e-post_x0023_23" nillable="true" fp:namespace="228B497073DE44A483E29513BE360001" fp:type="String">
      <xs:simpleType>
        <xs:restriction base="dms:Text">
          <xs:maxLength value="255"/>
        </xs:restriction>
      </xs:simpleType>
    </xs:element>
    <xs:element name="Teise_x0020_poole_x0020_telefoni_x0020_nr_x002F_e-post_x0023_24" ma:displayName="Teise poole e-post: 24" ma:index="225" ma:internalName="Teise_x0020_poole_x0020_telefoni_x0020_nr_x002F_e-post_x0023_24" nillable="true" fp:namespace="228B497073DE44A483E29513BE360001" fp:type="String">
      <xs:simpleType>
        <xs:restriction base="dms:Text">
          <xs:maxLength value="255"/>
        </xs:restriction>
      </xs:simpleType>
    </xs:element>
    <xs:element name="Teise_x0020_poole_x0020_telefoni_x0020_nr_x002F_e-post_x0023_25" ma:displayName="Teise poole e-post: 25" ma:index="226" ma:internalName="Teise_x0020_poole_x0020_telefoni_x0020_nr_x002F_e-post_x0023_25" nillable="true" fp:namespace="228B497073DE44A483E29513BE360001" fp:type="String">
      <xs:simpleType>
        <xs:restriction base="dms:Text">
          <xs:maxLength value="255"/>
        </xs:restriction>
      </xs:simpleType>
    </xs:element>
    <xs:element name="Lepingu_x0020_objekt" ma:displayName="Lepingu sõlmimise alus ja ese" ma:index="227" ma:internalName="Lepingu_x0020_objekt" fp:namespace="228B497073DE44A483E29513BE360001" fp:type="String">
      <xs:simpleType>
        <xs:restriction base="dms:Text">
          <xs:maxLength value="30000"/>
        </xs:restriction>
      </xs:simpleType>
    </xs:element>
    <xs:element name="Lepingu_x0020_staatus" ma:displayName="Lepingu staatus" ma:index="228" ma:internalName="Lepingu_x0020_staatus" nillable="true" fp:namespace="228B497073DE44A483E29513BE360001" fp:type="String">
      <xs:simpleType>
        <xs:restriction base="dms:Choice">
          <xs:enumeration value="Töös"/>
          <xs:enumeration value="Registreeritud"/>
          <xs:enumeration value="Lõppenud"/>
        </xs:restriction>
      </xs:simpleType>
    </xs:element>
    <xs:element name="Leping_x0020_kehtiv_x0020_alates" ma:displayName="Leping kehtiv alates" ma:index="229" ma:internalName="Leping_x0020_kehtiv_x0020_alates" nillable="true" fp:namespace="228B497073DE44A483E29513BE360001" ma:format="DateOnly" fp:type="DateTime">
      <xs:simpleType>
        <xs:restriction base="dms:DateTime"/>
      </xs:simpleType>
    </xs:element>
    <xs:element name="Lepingu_x0020_lõpptähtaeg" ma:displayName="Lepingu lõpptähtaeg" ma:index="230" ma:internalName="Lepingu_x0020_lõpptähtaeg" nillable="true" fp:namespace="228B497073DE44A483E29513BE360001" ma:format="DateOnly" fp:type="DateTime">
      <xs:simpleType>
        <xs:restriction base="dms:DateTime"/>
      </xs:simpleType>
    </xs:element>
    <xs:element name="Lepingu_x0020_tähtaja_x0020_kirjeldus" ma:displayName="Lepingu tähtaja kirjeldus" ma:index="231" ma:internalName="Lepingu_x0020_tähtaja_x0020_kirjeldus" nillable="true" fp:namespace="228B497073DE44A483E29513BE360001" fp:type="String">
      <xs:simpleType>
        <xs:restriction base="dms:Text">
          <xs:maxLength value="255"/>
        </xs:restriction>
      </xs:simpleType>
    </xs:element>
    <xs:element name="Tegelik_x0020_lõpp" ma:displayName="Tegelik lõpp" ma:index="232" ma:internalName="Tegelik_x0020_lõpp" nillable="true" fp:namespace="228B497073DE44A483E29513BE360001" ma:format="DateOnly" fp:type="DateTime">
      <xs:simpleType>
        <xs:restriction base="dms:DateTime"/>
      </xs:simpleType>
    </xs:element>
    <xs:element name="Lepingu_x0020_maksumus" ma:displayName="Lepingu maksumus (KM-ta)" ma:index="233" ma:internalName="Lepingu_x0020_maksumus" fp:namespace="228B497073DE44A483E29513BE360001" fp:type="String">
      <xs:simpleType>
        <xs:restriction base="dms:Text">
          <xs:maxLength value="25"/>
        </xs:restriction>
      </xs:simpleType>
    </xs:element>
    <xs:element name="Koostaja" ma:displayName="Koostaja" ma:index="234" ma:internalName="Koostaja" nillable="true" ma:readOnly="true" fp:namespace="228B497073DE44A483E29513BE360001" fp:type="String">
      <xs:simpleType>
        <xs:restriction base="dms:Text"/>
      </xs:simpleType>
    </xs:element>
    <xs:element name="Koostaja_x0020_ees-_x0020_ja_x0020_perekonnanimi" ma:displayName="Koostaja ees- ja perekonnanimi" ma:index="235" ma:internalName="Koostaja_x0020_ees-_x0020_ja_x0020_perekonnanimi" nillable="true" fp:namespace="228B497073DE44A483E29513BE360001" fp:type="String">
      <xs:simpleType>
        <xs:restriction base="dms:Text">
          <xs:maxLength value="255"/>
        </xs:restriction>
      </xs:simpleType>
    </xs:element>
    <xs:element name="Koostaja_x0020_ametinimetus" ma:displayName="Koostaja ametinimetus" ma:index="236" ma:internalName="Koostaja_x0020_ametinimetus" nillable="true" fp:namespace="228B497073DE44A483E29513BE360001" fp:type="String">
      <xs:simpleType>
        <xs:restriction base="dms:Text">
          <xs:maxLength value="255"/>
        </xs:restriction>
      </xs:simpleType>
    </xs:element>
    <xs:element name="Koostaja_x0020_struktuuriüksus" ma:displayName="Koostaja struktuuriüksus" ma:index="237" ma:internalName="Koostaja_x0020_struktuuriüksus" nillable="true" fp:namespace="228B497073DE44A483E29513BE360001" fp:type="String">
      <xs:simpleType>
        <xs:restriction base="dms:Text">
          <xs:maxLength value="255"/>
        </xs:restriction>
      </xs:simpleType>
    </xs:element>
    <xs:element name="Koostaja_x0020_kontakt" ma:displayName="Koostaja kontakt" ma:index="238" ma:internalName="Koostaja_x0020_kontakt" nillable="true" ma:readOnly="true" fp:namespace="228B497073DE44A483E29513BE360001" fp:type="String">
      <xs:simpleType>
        <xs:restriction base="dms:Text">
          <xs:maxLength value="255"/>
        </xs:restriction>
      </xs:simpleType>
    </xs:element>
    <xs:element name="Teabekandja" ma:displayName="Teabekandja" ma:index="239" ma:internalName="Teabekandja" fp:namespace="228B497073DE44A483E29513BE360001" fp:type="String">
      <xs:simpleType>
        <xs:restriction base="dms:Choice">
          <xs:enumeration value="Paberkandja"/>
          <xs:enumeration value="Elektrooniline"/>
        </xs:restriction>
      </xs:simpleType>
    </xs:element>
    <xs:element name="Saatmisviis_x0023_1" ma:displayName="Saatmisviis: 1" ma:index="240" ma:internalName="Saatmisviis_x0023_1"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 ma:displayName="Saatmisviis: 2" ma:index="241" ma:internalName="Saatmisviis_x0023_2"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3" ma:displayName="Saatmisviis: 3" ma:index="242" ma:internalName="Saatmisviis_x0023_3"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4" ma:displayName="Saatmisviis: 4" ma:index="243" ma:internalName="Saatmisviis_x0023_4"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5" ma:displayName="Saatmisviis: 5" ma:index="244" ma:internalName="Saatmisviis_x0023_5"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6" ma:displayName="Saatmisviis: 6" ma:index="245" ma:internalName="Saatmisviis_x0023_6"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7" ma:displayName="Saatmisviis: 7" ma:index="246" ma:internalName="Saatmisviis_x0023_7"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8" ma:displayName="Saatmisviis: 8" ma:index="247" ma:internalName="Saatmisviis_x0023_8"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9" ma:displayName="Saatmisviis: 9" ma:index="248" ma:internalName="Saatmisviis_x0023_9"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0" ma:displayName="Saatmisviis: 10" ma:index="249" ma:internalName="Saatmisviis_x0023_10"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1" ma:displayName="Saatmisviis: 11" ma:index="250" ma:internalName="Saatmisviis_x0023_11"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2" ma:displayName="Saatmisviis: 12" ma:index="251" ma:internalName="Saatmisviis_x0023_12"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3" ma:displayName="Saatmisviis: 13" ma:index="252" ma:internalName="Saatmisviis_x0023_13"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4" ma:displayName="Saatmisviis: 14" ma:index="253" ma:internalName="Saatmisviis_x0023_14"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5" ma:displayName="Saatmisviis: 15" ma:index="254" ma:internalName="Saatmisviis_x0023_15"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6" ma:displayName="Saatmisviis: 16" ma:index="255" ma:internalName="Saatmisviis_x0023_16"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7" ma:displayName="Saatmisviis: 17" ma:index="256" ma:internalName="Saatmisviis_x0023_17"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8" ma:displayName="Saatmisviis: 18" ma:index="257" ma:internalName="Saatmisviis_x0023_18"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19" ma:displayName="Saatmisviis: 19" ma:index="258" ma:internalName="Saatmisviis_x0023_19"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0" ma:displayName="Saatmisviis: 20" ma:index="259" ma:internalName="Saatmisviis_x0023_20"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1" ma:displayName="Saatmisviis: 21" ma:index="260" ma:internalName="Saatmisviis_x0023_21"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2" ma:displayName="Saatmisviis: 22" ma:index="261" ma:internalName="Saatmisviis_x0023_22"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3" ma:displayName="Saatmisviis: 23" ma:index="262" ma:internalName="Saatmisviis_x0023_23"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4" ma:displayName="Saatmisviis: 24" ma:index="263" ma:internalName="Saatmisviis_x0023_24"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Saatmisviis_x0023_25" ma:displayName="Saatmisviis: 25" ma:index="264" ma:internalName="Saatmisviis_x0023_25" nillable="true" ma:readOnly="true" fp:namespace="228B497073DE44A483E29513BE360001" fp:type="String">
      <xs:simpleType>
        <xs:restriction base="dms:Choice">
          <xs:enumeration value="DHX"/>
          <xs:enumeration value="E-post"/>
          <xs:enumeration value="Tähitud post"/>
          <xs:enumeration value="Isiklikult"/>
          <xs:enumeration value="Post"/>
          <xs:enumeration value="Kuller"/>
        </xs:restriction>
      </xs:simpleType>
    </xs:element>
    <xs:element name="RMNotes" ma:displayName="Kommentaar" ma:index="265" ma:internalName="RMNotes" nillable="true" fp:namespace="228B497073DE44A483E29513BE360001" fp:type="String">
      <xs:simpleType>
        <xs:restriction base="dms:Text"/>
      </xs:simpleType>
    </xs:element>
    <xs:element name="RMUniqueID" ma:displayName="Unikaalne ID" ma:index="266" ma:internalName="RMUniqueID" ma:readOnly="true" fp:namespace="228B497073DE44A483E29513BE360001" fp:type="Guid">
      <xs:simpleType>
        <xs:restriction base="dms:Text">
          <xs:pattern value="\{[0-9a-fA-F]{8}-[0-9a-fA-F]{4}-[0-9a-fA-F]{4}-[0-9a-fA-F]{4}-[0-9a-fA-F]{12}\}|[0-9a-fA-F]{8}-[0-9a-fA-F]{4}-[0-9a-fA-F]{4}-[0-9a-fA-F]{4}-[0-9a-fA-F]{12}"/>
        </xs:restriction>
      </xs:simpleType>
    </xs:element>
    <xs:element name="RMInheritedFields" ma:displayName="Päritavad väljad" ma:index="267" ma:internalName="RMInheritedFields" nillable="true" ma:readOnly="true" fp:namespace="228B497073DE44A483E29513BE360001" fp:type="String">
      <xs:simpleType>
        <xs:restriction base="dms:Text"/>
      </xs:simpleType>
    </xs:element>
    <xs:element name="RMOrderPosition" ma:displayName="Kausta dokumendi järjekorra number" ma:index="268"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NotificationTime" ma:displayName="Juurdepääsupiirangu meeldetuletus saadetud" ma:index="269" ma:internalName="RMAccessRestrictionNotificationTime" nillable="true" ma:readOnly="true" fp:namespace="228B497073DE44A483E29513BE360001" ma:format="DateOnly" fp:type="DateTime">
      <xs:simpleType>
        <xs:restriction base="dms:DateTime"/>
      </xs:simpleType>
    </xs:element>
    <xs:element name="RMFileName" ma:displayName="Faili nimi" ma:index="270" ma:internalName="RMFileName" nillable="true" ma:readOnly="true" fp:namespace="228B497073DE44A483E29513BE360001" fp:type="String">
      <xs:simpleType>
        <xs:restriction base="dms:Text"/>
      </xs:simpleType>
    </xs:element>
    <xs:element name="RMPublishedDocumentUniqueId" ma:displayName="Viide avaldatud dokumendile" ma:index="271"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72"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73"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74" ma:internalName="RMPublishedFrom" nillable="true" ma:readOnly="true" fp:namespace="228B497073DE44A483E29513BE360001" ma:format="DateOnly" fp:type="DateTime">
      <xs:simpleType>
        <xs:restriction base="dms:DateTime"/>
      </xs:simpleType>
    </xs:element>
    <xs:element name="RMPublishedUntil" ma:displayName="Kehtiv kuni" ma:index="275" ma:internalName="RMPublishedUntil" nillable="true" ma:readOnly="true" fp:namespace="228B497073DE44A483E29513BE360001" ma:format="DateOnly" fp:type="DateTime">
      <xs:simpleType>
        <xs:restriction base="dms:DateTime"/>
      </xs:simpleType>
    </xs:element>
    <xs:element name="RMSigner" ma:displayName="Allkirjastaja (süsteemne)" ma:index="276" ma:internalName="RMSigner" nillable="true" ma:readOnly="true" fp:namespace="228B497073DE44A483E29513BE360001" fp:type="String">
      <xs:simpleType>
        <xs:restriction base="dms:Text"/>
      </xs:simpleType>
    </xs:element>
    <xs:element name="RMHighestAccessRestrictionLevel" ma:displayName="Kõrgeim salastatuse tase" ma:index="277" ma:internalName="RMHighestAccessRestrictionLevel" nillable="true" ma:readOnly="true" fp:namespace="228B497073DE44A483E29513BE360001" fp:type="String">
      <xs:simpleType>
        <xs:restriction base="dms:Text"/>
      </xs:simpleType>
    </xs:element>
    <xs:element name="Salastatud_x0020_välisteave" ma:displayName="Salastatud välisteave" ma:index="278" ma:internalName="Salastatud_x0020_välisteave" nillable="true" fp:namespace="228B497073DE44A483E29513BE360001" fp:type="String">
      <xs:simpleType>
        <xs:restriction base="dms:Choice">
          <xs:enumeration value="AK"/>
          <xs:enumeration value="Piiratud"/>
          <xs:enumeration value="Konfidentsiaalne"/>
          <xs:enumeration value="Salajane"/>
          <xs:enumeration value="Täiesti salajane"/>
          <xs:enumeration value="EL - AK"/>
          <xs:enumeration value="EL - Piiratud"/>
          <xs:enumeration value="EL - Konfidentsiaalne"/>
          <xs:enumeration value="EL - Salajane"/>
          <xs:enumeration value="EL - Täiesti salajane"/>
          <xs:enumeration value="NATO - AK"/>
          <xs:enumeration value="NATO - Piiratud"/>
          <xs:enumeration value="NATO - Konfidentsiaalne"/>
          <xs:enumeration value="NATO - Salajane"/>
          <xs:enumeration value="NATO - Täiesti salajane"/>
        </xs:restriction>
      </xs:simpleType>
    </xs:element>
    <xs:element name="Riik_x0020__x0028_PT_x0029_" ma:displayName="Riik (PT)" ma:index="279" ma:internalName="Riik_x0020__x0028_PT_x0029_" nillable="true" fp:namespace="228B497073DE44A483E29513BE360001" fp:type="String">
      <xs:simpleType>
        <xs:restriction base="dms:Text"/>
      </xs:simpleType>
    </xs:element>
    <xs:element name="Salastatuse_x0020_muutmise_x0020_alus" ma:displayName="Salastatuse muutmise alus" ma:index="280" ma:internalName="Salastatuse_x0020_muutmise_x0020_alus" nillable="true" fp:namespace="228B497073DE44A483E29513BE360001" fp:type="String">
      <xs:simpleType>
        <xs:restriction base="dms:Text"/>
      </xs:simpleType>
    </xs:element>
    <xs:element name="RMDocumentExpirationDate" ma:displayName="Dokumendi lõpetamise kuupäev" ma:index="281" ma:internalName="RMDocumentExpirationDate" nillable="true" fp:namespace="228B497073DE44A483E29513BE360001" ma:format="DateOnly" fp:type="DateTime">
      <xs:simpleType>
        <xs:restriction base="dms:DateTime"/>
      </xs:simpleType>
    </xs:element>
    <xs:element name="RMShouldArchiveFilesOnRegistration" ma:displayName="Teisendada registreerimisel arhiivivormingusse" ma:index="282" ma:internalName="RMShouldArchiveFilesOnRegistration" nillable="true" ma:readOnly="true" fp:namespace="228B497073DE44A483E29513BE360001" fp:type="Boolean">
      <xs:simpleType>
        <xs:restriction base="dms:Boolean"/>
      </xs:simpleType>
    </xs:element>
    <xs:element name="RMStatus" ma:displayName="Seisundi kood" ma:index="283" ma:internalName="RMStatus" nillable="true" ma:readOnly="true" fp:namespace="228B497073DE44A483E29513BE360001" fp:type="String">
      <xs:simpleType>
        <xs:restriction base="dms:Text"/>
      </xs:simpleType>
    </xs:element>
    <xs:element name="Lisadepealkirjad" ma:displayName="Lisade pealkirjad" ma:index="284" ma:internalName="Lisadepealkirjad" nillable="true" fp:namespace="228B497073DE44A483E29513BE360001" fp:type="String">
      <xs:simpleType>
        <xs:restriction base="dms:Text">
          <xs:maxLength value="255"/>
        </xs:restriction>
      </xs:simpleType>
    </xs:element>
    <xs:element name="AKmallile" ma:displayName="AK mallile" ma:index="285" ma:internalName="AKmallile" nillable="true" fp:namespace="228B497073DE44A483E29513BE360001" fp:type="String">
      <xs:simpleType>
        <xs:restriction base="dms:Text"/>
      </xs:simpleType>
    </xs:element>
    <xs:element name="AKmallileinglise" ma:displayName="AK mallile inglise" ma:index="286" ma:internalName="AKmallileinglise" nillable="true" fp:namespace="228B497073DE44A483E29513BE360001" fp:type="String">
      <xs:simpleType>
        <xs:restriction base="dms:Text"/>
      </xs:simpleType>
    </xs:element>
    <xs:element name="Adressaatmallile" ma:displayName="Adressaat mallile" ma:index="287" ma:internalName="Adressaatmallile"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Lepinguliik xmlns="652bebee-5104-4768-9fc7-8caeb7146ea3">Hankeleping</Lepinguliik>
    <Konkursiviitenumber xmlns="652bebee-5104-4768-9fc7-8caeb7146ea3">283771</Konkursiviitenumber>
    <Riigihankeviitenumber xmlns="652bebee-5104-4768-9fc7-8caeb7146ea3">268916</Riigihankeviitenumber>
    <HISprojektiIDKood xmlns="652bebee-5104-4768-9fc7-8caeb7146ea3" xsi:nil="true"/>
    <Lepinguomanik xmlns="652bebee-5104-4768-9fc7-8caeb7146ea3">kategooriajuht (side ja radarid)</Lepinguomanik>
    <Ostuprotseduur xmlns="652bebee-5104-4768-9fc7-8caeb7146ea3">Minikonkurss</Ostuprotseduur>
    <Lepingu_x0020_liik xmlns="652bebee-5104-4768-9fc7-8caeb7146ea3"/>
    <RMRegistrationDate xmlns="652bebee-5104-4768-9fc7-8caeb7146ea3">2024-09-12T14:03:30.0636072Z</RMRegistrationDate>
    <RMReferenceCode xmlns="652bebee-5104-4768-9fc7-8caeb7146ea3">2-2/24/378-5</RMReferenceCode>
    <RMTitle xmlns="652bebee-5104-4768-9fc7-8caeb7146ea3"/>
    <ADR_x0020_pealkiri xmlns="652bebee-5104-4768-9fc7-8caeb7146ea3">Hankeleping ICOM raadiojaamad ja tarvikud</ADR_x0020_pealkiri>
    <ADR_x0020_teine_x0020_osapool xmlns="652bebee-5104-4768-9fc7-8caeb7146ea3">Osaühing Radiocom Baltic</ADR_x0020_teine_x0020_osapool>
    <RMAccessRestrictionLevel xmlns="652bebee-5104-4768-9fc7-8caeb7146ea3">Avalik</RMAccessRestrictionLevel>
    <RMAccessRestrictionReason xmlns="652bebee-5104-4768-9fc7-8caeb7146ea3" xsi:nil="true"/>
    <RMAccessRestrictionDuration xmlns="652bebee-5104-4768-9fc7-8caeb7146ea3" xsi:nil="true"/>
    <RMAccessRestrictedFrom xmlns="652bebee-5104-4768-9fc7-8caeb7146ea3" xsi:nil="true"/>
    <RMAccessRestrictedUntil xmlns="652bebee-5104-4768-9fc7-8caeb7146ea3" xsi:nil="true"/>
    <RMAccessRestrictionEndEvent xmlns="652bebee-5104-4768-9fc7-8caeb7146ea3" xsi:nil="true"/>
    <RMAccessRestrictionDate xmlns="652bebee-5104-4768-9fc7-8caeb7146ea3" xsi:nil="true"/>
    <RMAccessRestrictionOwner xmlns="652bebee-5104-4768-9fc7-8caeb7146ea3">Ivar Janson</RMAccessRestrictionOwner>
    <Lepingu_x0020_osapool_x0020_sise xmlns="652bebee-5104-4768-9fc7-8caeb7146ea3">Ivar Janson</Lepingu_x0020_osapool_x0020_sise>
    <Asutus xmlns="652bebee-5104-4768-9fc7-8caeb7146ea3">Riigi Kaitseinvesteeringute Keskus</Asutus>
    <Allkirjastaja_x0020_ees-_x0020_ja_x0020_perekonnanimi. xmlns="652bebee-5104-4768-9fc7-8caeb7146ea3">Ivar Janson</Allkirjastaja_x0020_ees-_x0020_ja_x0020_perekonnanimi.>
    <Allkirjastaja_x0020_ametinimetus. xmlns="652bebee-5104-4768-9fc7-8caeb7146ea3" xsi:nil="true"/>
    <Kontaktisik xmlns="652bebee-5104-4768-9fc7-8caeb7146ea3" xsi:nil="true"/>
    <Telefoni_x0020_nr._x002F_e-post xmlns="652bebee-5104-4768-9fc7-8caeb7146ea3" xsi:nil="true"/>
    <Lepingu_x0020_2._x0020_osapool_x0023_1 xmlns="652bebee-5104-4768-9fc7-8caeb7146ea3" xsi:nil="true"/>
    <Lepingu_x0020_2._x0020_osapool_x0023_2 xmlns="652bebee-5104-4768-9fc7-8caeb7146ea3" xsi:nil="true"/>
    <Lepingu_x0020_2._x0020_osapool_x0023_3 xmlns="652bebee-5104-4768-9fc7-8caeb7146ea3" xsi:nil="true"/>
    <Lepingu_x0020_2._x0020_osapool_x0023_4 xmlns="652bebee-5104-4768-9fc7-8caeb7146ea3" xsi:nil="true"/>
    <Lepingu_x0020_2._x0020_osapool_x0023_5 xmlns="652bebee-5104-4768-9fc7-8caeb7146ea3" xsi:nil="true"/>
    <Lepingu_x0020_2._x0020_osapool_x0023_6 xmlns="652bebee-5104-4768-9fc7-8caeb7146ea3" xsi:nil="true"/>
    <Lepingu_x0020_2._x0020_osapool_x0023_7 xmlns="652bebee-5104-4768-9fc7-8caeb7146ea3" xsi:nil="true"/>
    <Lepingu_x0020_2._x0020_osapool_x0023_8 xmlns="652bebee-5104-4768-9fc7-8caeb7146ea3" xsi:nil="true"/>
    <Lepingu_x0020_2._x0020_osapool_x0023_9 xmlns="652bebee-5104-4768-9fc7-8caeb7146ea3" xsi:nil="true"/>
    <Lepingu_x0020_2._x0020_osapool_x0023_10 xmlns="652bebee-5104-4768-9fc7-8caeb7146ea3" xsi:nil="true"/>
    <Lepingu_x0020_2._x0020_osapool_x0023_11 xmlns="652bebee-5104-4768-9fc7-8caeb7146ea3" xsi:nil="true"/>
    <Lepingu_x0020_2._x0020_osapool_x0023_12 xmlns="652bebee-5104-4768-9fc7-8caeb7146ea3" xsi:nil="true"/>
    <Lepingu_x0020_2._x0020_osapool_x0023_13 xmlns="652bebee-5104-4768-9fc7-8caeb7146ea3" xsi:nil="true"/>
    <Lepingu_x0020_2._x0020_osapool_x0023_14 xmlns="652bebee-5104-4768-9fc7-8caeb7146ea3" xsi:nil="true"/>
    <Lepingu_x0020_2._x0020_osapool_x0023_15 xmlns="652bebee-5104-4768-9fc7-8caeb7146ea3" xsi:nil="true"/>
    <Lepingu_x0020_2._x0020_osapool_x0023_16 xmlns="652bebee-5104-4768-9fc7-8caeb7146ea3" xsi:nil="true"/>
    <Lepingu_x0020_2._x0020_osapool_x0023_17 xmlns="652bebee-5104-4768-9fc7-8caeb7146ea3" xsi:nil="true"/>
    <Lepingu_x0020_2._x0020_osapool_x0023_18 xmlns="652bebee-5104-4768-9fc7-8caeb7146ea3" xsi:nil="true"/>
    <Lepingu_x0020_2._x0020_osapool_x0023_19 xmlns="652bebee-5104-4768-9fc7-8caeb7146ea3" xsi:nil="true"/>
    <Lepingu_x0020_2._x0020_osapool_x0023_20 xmlns="652bebee-5104-4768-9fc7-8caeb7146ea3" xsi:nil="true"/>
    <Lepingu_x0020_2._x0020_osapool_x0023_21 xmlns="652bebee-5104-4768-9fc7-8caeb7146ea3" xsi:nil="true"/>
    <Lepingu_x0020_2._x0020_osapool_x0023_22 xmlns="652bebee-5104-4768-9fc7-8caeb7146ea3" xsi:nil="true"/>
    <Lepingu_x0020_2._x0020_osapool_x0023_23 xmlns="652bebee-5104-4768-9fc7-8caeb7146ea3" xsi:nil="true"/>
    <Lepingu_x0020_2._x0020_osapool_x0023_24 xmlns="652bebee-5104-4768-9fc7-8caeb7146ea3" xsi:nil="true"/>
    <Lepingu_x0020_2._x0020_osapool_x0023_25 xmlns="652bebee-5104-4768-9fc7-8caeb7146ea3" xsi:nil="true"/>
    <Ariregistrikood xmlns="652bebee-5104-4768-9fc7-8caeb7146ea3">10453263</Ariregistrikood>
    <Teise_x0020_poole_x0020_asutus_x0023_1 xmlns="652bebee-5104-4768-9fc7-8caeb7146ea3">Osaühing Radiocom Baltic</Teise_x0020_poole_x0020_asutus_x0023_1>
    <Teise_x0020_poole_x0020_asutus_x0023_2 xmlns="652bebee-5104-4768-9fc7-8caeb7146ea3" xsi:nil="true"/>
    <Teise_x0020_poole_x0020_asutus_x0023_3 xmlns="652bebee-5104-4768-9fc7-8caeb7146ea3" xsi:nil="true"/>
    <Teise_x0020_poole_x0020_asutus_x0023_4 xmlns="652bebee-5104-4768-9fc7-8caeb7146ea3" xsi:nil="true"/>
    <Teise_x0020_poole_x0020_asutus_x0023_5 xmlns="652bebee-5104-4768-9fc7-8caeb7146ea3" xsi:nil="true"/>
    <Teise_x0020_poole_x0020_asutus_x0023_6 xmlns="652bebee-5104-4768-9fc7-8caeb7146ea3" xsi:nil="true"/>
    <Teise_x0020_poole_x0020_asutus_x0023_7 xmlns="652bebee-5104-4768-9fc7-8caeb7146ea3" xsi:nil="true"/>
    <Teise_x0020_poole_x0020_asutus_x0023_8 xmlns="652bebee-5104-4768-9fc7-8caeb7146ea3" xsi:nil="true"/>
    <Teise_x0020_poole_x0020_asutus_x0023_9 xmlns="652bebee-5104-4768-9fc7-8caeb7146ea3" xsi:nil="true"/>
    <Teise_x0020_poole_x0020_asutus_x0023_10 xmlns="652bebee-5104-4768-9fc7-8caeb7146ea3" xsi:nil="true"/>
    <Teise_x0020_poole_x0020_asutus_x0023_11 xmlns="652bebee-5104-4768-9fc7-8caeb7146ea3" xsi:nil="true"/>
    <Teise_x0020_poole_x0020_asutus_x0023_12 xmlns="652bebee-5104-4768-9fc7-8caeb7146ea3" xsi:nil="true"/>
    <Teise_x0020_poole_x0020_asutus_x0023_13 xmlns="652bebee-5104-4768-9fc7-8caeb7146ea3" xsi:nil="true"/>
    <Teise_x0020_poole_x0020_asutus_x0023_14 xmlns="652bebee-5104-4768-9fc7-8caeb7146ea3" xsi:nil="true"/>
    <Teise_x0020_poole_x0020_asutus_x0023_15 xmlns="652bebee-5104-4768-9fc7-8caeb7146ea3" xsi:nil="true"/>
    <Teise_x0020_poole_x0020_asutus_x0023_16 xmlns="652bebee-5104-4768-9fc7-8caeb7146ea3" xsi:nil="true"/>
    <Teise_x0020_poole_x0020_asutus_x0023_17 xmlns="652bebee-5104-4768-9fc7-8caeb7146ea3" xsi:nil="true"/>
    <Teise_x0020_poole_x0020_asutus_x0023_18 xmlns="652bebee-5104-4768-9fc7-8caeb7146ea3" xsi:nil="true"/>
    <Teise_x0020_poole_x0020_asutus_x0023_19 xmlns="652bebee-5104-4768-9fc7-8caeb7146ea3" xsi:nil="true"/>
    <Teise_x0020_poole_x0020_asutus_x0023_20 xmlns="652bebee-5104-4768-9fc7-8caeb7146ea3" xsi:nil="true"/>
    <Teise_x0020_poole_x0020_asutus_x0023_21 xmlns="652bebee-5104-4768-9fc7-8caeb7146ea3" xsi:nil="true"/>
    <Teise_x0020_poole_x0020_asutus_x0023_22 xmlns="652bebee-5104-4768-9fc7-8caeb7146ea3" xsi:nil="true"/>
    <Teise_x0020_poole_x0020_asutus_x0023_23 xmlns="652bebee-5104-4768-9fc7-8caeb7146ea3" xsi:nil="true"/>
    <Teise_x0020_poole_x0020_asutus_x0023_24 xmlns="652bebee-5104-4768-9fc7-8caeb7146ea3" xsi:nil="true"/>
    <Teise_x0020_poole_x0020_asutus_x0023_25 xmlns="652bebee-5104-4768-9fc7-8caeb7146ea3" xsi:nil="true"/>
    <Teise_x0020_poole_x0020_allkirjastaja_x0020_ees-_x0020_ja_x0020_perekonnanimi_x0023_1 xmlns="652bebee-5104-4768-9fc7-8caeb7146ea3">Kaupo Keskküla</Teise_x0020_poole_x0020_allkirjastaja_x0020_ees-_x0020_ja_x0020_perekonnanimi_x0023_1>
    <Teise_x0020_poole_x0020_allkirjastaja_x0020_ees-_x0020_ja_x0020_perekonnanimi_x0023_2 xmlns="652bebee-5104-4768-9fc7-8caeb7146ea3" xsi:nil="true"/>
    <Teise_x0020_poole_x0020_allkirjastaja_x0020_ees-_x0020_ja_x0020_perekonnanimi_x0023_3 xmlns="652bebee-5104-4768-9fc7-8caeb7146ea3" xsi:nil="true"/>
    <Teise_x0020_poole_x0020_allkirjastaja_x0020_ees-_x0020_ja_x0020_perekonnanimi_x0023_4 xmlns="652bebee-5104-4768-9fc7-8caeb7146ea3" xsi:nil="true"/>
    <Teise_x0020_poole_x0020_allkirjastaja_x0020_ees-_x0020_ja_x0020_perekonnanimi_x0023_5 xmlns="652bebee-5104-4768-9fc7-8caeb7146ea3" xsi:nil="true"/>
    <Teise_x0020_poole_x0020_allkirjastaja_x0020_ees-_x0020_ja_x0020_perekonnanimi_x0023_6 xmlns="652bebee-5104-4768-9fc7-8caeb7146ea3" xsi:nil="true"/>
    <Teise_x0020_poole_x0020_allkirjastaja_x0020_ees-_x0020_ja_x0020_perekonnanimi_x0023_7 xmlns="652bebee-5104-4768-9fc7-8caeb7146ea3" xsi:nil="true"/>
    <Teise_x0020_poole_x0020_allkirjastaja_x0020_ees-_x0020_ja_x0020_perekonnanimi_x0023_8 xmlns="652bebee-5104-4768-9fc7-8caeb7146ea3" xsi:nil="true"/>
    <Teise_x0020_poole_x0020_allkirjastaja_x0020_ees-_x0020_ja_x0020_perekonnanimi_x0023_9 xmlns="652bebee-5104-4768-9fc7-8caeb7146ea3" xsi:nil="true"/>
    <Teise_x0020_poole_x0020_allkirjastaja_x0020_ees-_x0020_ja_x0020_perekonnanimi_x0023_10 xmlns="652bebee-5104-4768-9fc7-8caeb7146ea3" xsi:nil="true"/>
    <Teise_x0020_poole_x0020_allkirjastaja_x0020_ees-_x0020_ja_x0020_perekonnanimi_x0023_11 xmlns="652bebee-5104-4768-9fc7-8caeb7146ea3" xsi:nil="true"/>
    <Teise_x0020_poole_x0020_allkirjastaja_x0020_ees-_x0020_ja_x0020_perekonnanimi_x0023_12 xmlns="652bebee-5104-4768-9fc7-8caeb7146ea3" xsi:nil="true"/>
    <Teise_x0020_poole_x0020_allkirjastaja_x0020_ees-_x0020_ja_x0020_perekonnanimi_x0023_13 xmlns="652bebee-5104-4768-9fc7-8caeb7146ea3" xsi:nil="true"/>
    <Teise_x0020_poole_x0020_allkirjastaja_x0020_ees-_x0020_ja_x0020_perekonnanimi_x0023_14 xmlns="652bebee-5104-4768-9fc7-8caeb7146ea3" xsi:nil="true"/>
    <Teise_x0020_poole_x0020_allkirjastaja_x0020_ees-_x0020_ja_x0020_perekonnanimi_x0023_15 xmlns="652bebee-5104-4768-9fc7-8caeb7146ea3" xsi:nil="true"/>
    <Teise_x0020_poole_x0020_allkirjastaja_x0020_ees-_x0020_ja_x0020_perekonnanimi_x0023_16 xmlns="652bebee-5104-4768-9fc7-8caeb7146ea3" xsi:nil="true"/>
    <Teise_x0020_poole_x0020_allkirjastaja_x0020_ees-_x0020_ja_x0020_perekonnanimi_x0023_17 xmlns="652bebee-5104-4768-9fc7-8caeb7146ea3" xsi:nil="true"/>
    <Teise_x0020_poole_x0020_allkirjastaja_x0020_ees-_x0020_ja_x0020_perekonnanimi_x0023_18 xmlns="652bebee-5104-4768-9fc7-8caeb7146ea3" xsi:nil="true"/>
    <Teise_x0020_poole_x0020_allkirjastaja_x0020_ees-_x0020_ja_x0020_perekonnanimi_x0023_19 xmlns="652bebee-5104-4768-9fc7-8caeb7146ea3" xsi:nil="true"/>
    <Teise_x0020_poole_x0020_allkirjastaja_x0020_ees-_x0020_ja_x0020_perekonnanimi_x0023_20 xmlns="652bebee-5104-4768-9fc7-8caeb7146ea3" xsi:nil="true"/>
    <Teise_x0020_poole_x0020_allkirjastaja_x0020_ees-_x0020_ja_x0020_perekonnanimi_x0023_21 xmlns="652bebee-5104-4768-9fc7-8caeb7146ea3" xsi:nil="true"/>
    <Teise_x0020_poole_x0020_allkirjastaja_x0020_ees-_x0020_ja_x0020_perekonnanimi_x0023_22 xmlns="652bebee-5104-4768-9fc7-8caeb7146ea3" xsi:nil="true"/>
    <Teise_x0020_poole_x0020_allkirjastaja_x0020_ees-_x0020_ja_x0020_perekonnanimi_x0023_23 xmlns="652bebee-5104-4768-9fc7-8caeb7146ea3" xsi:nil="true"/>
    <Teise_x0020_poole_x0020_allkirjastaja_x0020_ees-_x0020_ja_x0020_perekonnanimi_x0023_24 xmlns="652bebee-5104-4768-9fc7-8caeb7146ea3" xsi:nil="true"/>
    <Teise_x0020_poole_x0020_allkirjastaja_x0020_ees-_x0020_ja_x0020_perekonnanimi_x0023_25 xmlns="652bebee-5104-4768-9fc7-8caeb7146ea3" xsi:nil="true"/>
    <Teise_x0020_poole_x0020_allkirjastaja_x0020_ametinimetus_x0023_1 xmlns="652bebee-5104-4768-9fc7-8caeb7146ea3">juhatuse liige</Teise_x0020_poole_x0020_allkirjastaja_x0020_ametinimetus_x0023_1>
    <Teise_x0020_poole_x0020_allkirjastaja_x0020_ametinimetus_x0023_2 xmlns="652bebee-5104-4768-9fc7-8caeb7146ea3" xsi:nil="true"/>
    <Teise_x0020_poole_x0020_allkirjastaja_x0020_ametinimetus_x0023_3 xmlns="652bebee-5104-4768-9fc7-8caeb7146ea3" xsi:nil="true"/>
    <Teise_x0020_poole_x0020_allkirjastaja_x0020_ametinimetus_x0023_4 xmlns="652bebee-5104-4768-9fc7-8caeb7146ea3" xsi:nil="true"/>
    <Teise_x0020_poole_x0020_allkirjastaja_x0020_ametinimetus_x0023_5 xmlns="652bebee-5104-4768-9fc7-8caeb7146ea3" xsi:nil="true"/>
    <Teise_x0020_poole_x0020_allkirjastaja_x0020_ametinimetus_x0023_6 xmlns="652bebee-5104-4768-9fc7-8caeb7146ea3" xsi:nil="true"/>
    <Teise_x0020_poole_x0020_allkirjastaja_x0020_ametinimetus_x0023_7 xmlns="652bebee-5104-4768-9fc7-8caeb7146ea3" xsi:nil="true"/>
    <Teise_x0020_poole_x0020_allkirjastaja_x0020_ametinimetus_x0023_8 xmlns="652bebee-5104-4768-9fc7-8caeb7146ea3" xsi:nil="true"/>
    <Teise_x0020_poole_x0020_allkirjastaja_x0020_ametinimetus_x0023_9 xmlns="652bebee-5104-4768-9fc7-8caeb7146ea3" xsi:nil="true"/>
    <Teise_x0020_poole_x0020_allkirjastaja_x0020_ametinimetus_x0023_10 xmlns="652bebee-5104-4768-9fc7-8caeb7146ea3" xsi:nil="true"/>
    <Teise_x0020_poole_x0020_allkirjastaja_x0020_ametinimetus_x0023_11 xmlns="652bebee-5104-4768-9fc7-8caeb7146ea3" xsi:nil="true"/>
    <Teise_x0020_poole_x0020_allkirjastaja_x0020_ametinimetus_x0023_12 xmlns="652bebee-5104-4768-9fc7-8caeb7146ea3" xsi:nil="true"/>
    <Teise_x0020_poole_x0020_allkirjastaja_x0020_ametinimetus_x0023_13 xmlns="652bebee-5104-4768-9fc7-8caeb7146ea3" xsi:nil="true"/>
    <Teise_x0020_poole_x0020_allkirjastaja_x0020_ametinimetus_x0023_14 xmlns="652bebee-5104-4768-9fc7-8caeb7146ea3" xsi:nil="true"/>
    <Teise_x0020_poole_x0020_allkirjastaja_x0020_ametinimetus_x0023_15 xmlns="652bebee-5104-4768-9fc7-8caeb7146ea3" xsi:nil="true"/>
    <Teise_x0020_poole_x0020_allkirjastaja_x0020_ametinimetus_x0023_16 xmlns="652bebee-5104-4768-9fc7-8caeb7146ea3" xsi:nil="true"/>
    <Teise_x0020_poole_x0020_allkirjastaja_x0020_ametinimetus_x0023_17 xmlns="652bebee-5104-4768-9fc7-8caeb7146ea3" xsi:nil="true"/>
    <Teise_x0020_poole_x0020_allkirjastaja_x0020_ametinimetus_x0023_18 xmlns="652bebee-5104-4768-9fc7-8caeb7146ea3" xsi:nil="true"/>
    <Teise_x0020_poole_x0020_allkirjastaja_x0020_ametinimetus_x0023_19 xmlns="652bebee-5104-4768-9fc7-8caeb7146ea3" xsi:nil="true"/>
    <Teise_x0020_poole_x0020_allkirjastaja_x0020_ametinimetus_x0023_20 xmlns="652bebee-5104-4768-9fc7-8caeb7146ea3" xsi:nil="true"/>
    <Teise_x0020_poole_x0020_allkirjastaja_x0020_ametinimetus_x0023_21 xmlns="652bebee-5104-4768-9fc7-8caeb7146ea3" xsi:nil="true"/>
    <Teise_x0020_poole_x0020_allkirjastaja_x0020_ametinimetus_x0023_22 xmlns="652bebee-5104-4768-9fc7-8caeb7146ea3" xsi:nil="true"/>
    <Teise_x0020_poole_x0020_allkirjastaja_x0020_ametinimetus_x0023_23 xmlns="652bebee-5104-4768-9fc7-8caeb7146ea3" xsi:nil="true"/>
    <Teise_x0020_poole_x0020_allkirjastaja_x0020_ametinimetus_x0023_24 xmlns="652bebee-5104-4768-9fc7-8caeb7146ea3" xsi:nil="true"/>
    <Teise_x0020_poole_x0020_allkirjastaja_x0020_ametinimetus_x0023_25 xmlns="652bebee-5104-4768-9fc7-8caeb7146ea3" xsi:nil="true"/>
    <Teise_x0020_poole_x0020_lepingu_x0020_nr_x0023_1 xmlns="652bebee-5104-4768-9fc7-8caeb7146ea3" xsi:nil="true"/>
    <Teise_x0020_poole_x0020_lepingu_x0020_nr_x0023_2 xmlns="652bebee-5104-4768-9fc7-8caeb7146ea3" xsi:nil="true"/>
    <Teise_x0020_poole_x0020_lepingu_x0020_nr_x0023_3 xmlns="652bebee-5104-4768-9fc7-8caeb7146ea3" xsi:nil="true"/>
    <Teise_x0020_poole_x0020_lepingu_x0020_nr_x0023_4 xmlns="652bebee-5104-4768-9fc7-8caeb7146ea3" xsi:nil="true"/>
    <Teise_x0020_poole_x0020_lepingu_x0020_nr_x0023_5 xmlns="652bebee-5104-4768-9fc7-8caeb7146ea3" xsi:nil="true"/>
    <Teise_x0020_poole_x0020_lepingu_x0020_nr_x0023_6 xmlns="652bebee-5104-4768-9fc7-8caeb7146ea3" xsi:nil="true"/>
    <Teise_x0020_poole_x0020_lepingu_x0020_nr_x0023_7 xmlns="652bebee-5104-4768-9fc7-8caeb7146ea3" xsi:nil="true"/>
    <Teise_x0020_poole_x0020_lepingu_x0020_nr_x0023_8 xmlns="652bebee-5104-4768-9fc7-8caeb7146ea3" xsi:nil="true"/>
    <Teise_x0020_poole_x0020_lepingu_x0020_nr_x0023_9 xmlns="652bebee-5104-4768-9fc7-8caeb7146ea3" xsi:nil="true"/>
    <Teise_x0020_poole_x0020_lepingu_x0020_nr_x0023_10 xmlns="652bebee-5104-4768-9fc7-8caeb7146ea3" xsi:nil="true"/>
    <Teise_x0020_poole_x0020_lepingu_x0020_nr_x0023_11 xmlns="652bebee-5104-4768-9fc7-8caeb7146ea3" xsi:nil="true"/>
    <Teise_x0020_poole_x0020_lepingu_x0020_nr_x0023_12 xmlns="652bebee-5104-4768-9fc7-8caeb7146ea3" xsi:nil="true"/>
    <Teise_x0020_poole_x0020_lepingu_x0020_nr_x0023_13 xmlns="652bebee-5104-4768-9fc7-8caeb7146ea3" xsi:nil="true"/>
    <Teise_x0020_poole_x0020_lepingu_x0020_nr_x0023_14 xmlns="652bebee-5104-4768-9fc7-8caeb7146ea3" xsi:nil="true"/>
    <Teise_x0020_poole_x0020_lepingu_x0020_nr_x0023_15 xmlns="652bebee-5104-4768-9fc7-8caeb7146ea3" xsi:nil="true"/>
    <Teise_x0020_poole_x0020_lepingu_x0020_nr_x0023_16 xmlns="652bebee-5104-4768-9fc7-8caeb7146ea3" xsi:nil="true"/>
    <Teise_x0020_poole_x0020_lepingu_x0020_nr_x0023_17 xmlns="652bebee-5104-4768-9fc7-8caeb7146ea3" xsi:nil="true"/>
    <Teise_x0020_poole_x0020_lepingu_x0020_nr_x0023_18 xmlns="652bebee-5104-4768-9fc7-8caeb7146ea3" xsi:nil="true"/>
    <Teise_x0020_poole_x0020_lepingu_x0020_nr_x0023_19 xmlns="652bebee-5104-4768-9fc7-8caeb7146ea3" xsi:nil="true"/>
    <Teise_x0020_poole_x0020_lepingu_x0020_nr_x0023_20 xmlns="652bebee-5104-4768-9fc7-8caeb7146ea3" xsi:nil="true"/>
    <Teise_x0020_poole_x0020_lepingu_x0020_nr_x0023_21 xmlns="652bebee-5104-4768-9fc7-8caeb7146ea3" xsi:nil="true"/>
    <Teise_x0020_poole_x0020_lepingu_x0020_nr_x0023_22 xmlns="652bebee-5104-4768-9fc7-8caeb7146ea3" xsi:nil="true"/>
    <Teise_x0020_poole_x0020_lepingu_x0020_nr_x0023_23 xmlns="652bebee-5104-4768-9fc7-8caeb7146ea3" xsi:nil="true"/>
    <Teise_x0020_poole_x0020_lepingu_x0020_nr_x0023_24 xmlns="652bebee-5104-4768-9fc7-8caeb7146ea3" xsi:nil="true"/>
    <Teise_x0020_poole_x0020_lepingu_x0020_nr_x0023_25 xmlns="652bebee-5104-4768-9fc7-8caeb7146ea3" xsi:nil="true"/>
    <Teise_x0020_poole_x0020_lepingu_x0020_kpv_x0023_1 xmlns="652bebee-5104-4768-9fc7-8caeb7146ea3" xsi:nil="true"/>
    <Teise_x0020_poole_x0020_lepingu_x0020_kpv_x0023_2 xmlns="652bebee-5104-4768-9fc7-8caeb7146ea3" xsi:nil="true"/>
    <Teise_x0020_poole_x0020_lepingu_x0020_kpv_x0023_3 xmlns="652bebee-5104-4768-9fc7-8caeb7146ea3" xsi:nil="true"/>
    <Teise_x0020_poole_x0020_lepingu_x0020_kpv_x0023_4 xmlns="652bebee-5104-4768-9fc7-8caeb7146ea3" xsi:nil="true"/>
    <Teise_x0020_poole_x0020_lepingu_x0020_kpv_x0023_5 xmlns="652bebee-5104-4768-9fc7-8caeb7146ea3" xsi:nil="true"/>
    <Teise_x0020_poole_x0020_lepingu_x0020_kpv_x0023_6 xmlns="652bebee-5104-4768-9fc7-8caeb7146ea3" xsi:nil="true"/>
    <Teise_x0020_poole_x0020_lepingu_x0020_kpv_x0023_7 xmlns="652bebee-5104-4768-9fc7-8caeb7146ea3" xsi:nil="true"/>
    <Teise_x0020_poole_x0020_lepingu_x0020_kpv_x0023_8 xmlns="652bebee-5104-4768-9fc7-8caeb7146ea3" xsi:nil="true"/>
    <Teise_x0020_poole_x0020_lepingu_x0020_kpv_x0023_9 xmlns="652bebee-5104-4768-9fc7-8caeb7146ea3" xsi:nil="true"/>
    <Teise_x0020_poole_x0020_lepingu_x0020_kpv_x0023_10 xmlns="652bebee-5104-4768-9fc7-8caeb7146ea3" xsi:nil="true"/>
    <Teise_x0020_poole_x0020_lepingu_x0020_kpv_x0023_11 xmlns="652bebee-5104-4768-9fc7-8caeb7146ea3" xsi:nil="true"/>
    <Teise_x0020_poole_x0020_lepingu_x0020_kpv_x0023_12 xmlns="652bebee-5104-4768-9fc7-8caeb7146ea3" xsi:nil="true"/>
    <Teise_x0020_poole_x0020_lepingu_x0020_kpv_x0023_13 xmlns="652bebee-5104-4768-9fc7-8caeb7146ea3" xsi:nil="true"/>
    <Teise_x0020_poole_x0020_lepingu_x0020_kpv_x0023_14 xmlns="652bebee-5104-4768-9fc7-8caeb7146ea3" xsi:nil="true"/>
    <Teise_x0020_poole_x0020_lepingu_x0020_kpv_x0023_15 xmlns="652bebee-5104-4768-9fc7-8caeb7146ea3" xsi:nil="true"/>
    <Teise_x0020_poole_x0020_lepingu_x0020_kpv_x0023_16 xmlns="652bebee-5104-4768-9fc7-8caeb7146ea3" xsi:nil="true"/>
    <Teise_x0020_poole_x0020_lepingu_x0020_kpv_x0023_17 xmlns="652bebee-5104-4768-9fc7-8caeb7146ea3" xsi:nil="true"/>
    <Teise_x0020_poole_x0020_lepingu_x0020_kpv_x0023_18 xmlns="652bebee-5104-4768-9fc7-8caeb7146ea3" xsi:nil="true"/>
    <Teise_x0020_poole_x0020_lepingu_x0020_kpv_x0023_19 xmlns="652bebee-5104-4768-9fc7-8caeb7146ea3" xsi:nil="true"/>
    <Teise_x0020_poole_x0020_lepingu_x0020_kpv_x0023_20 xmlns="652bebee-5104-4768-9fc7-8caeb7146ea3" xsi:nil="true"/>
    <Teise_x0020_poole_x0020_lepingu_x0020_kpv_x0023_21 xmlns="652bebee-5104-4768-9fc7-8caeb7146ea3" xsi:nil="true"/>
    <Teise_x0020_poole_x0020_lepingu_x0020_kpv_x0023_22 xmlns="652bebee-5104-4768-9fc7-8caeb7146ea3" xsi:nil="true"/>
    <Teise_x0020_poole_x0020_lepingu_x0020_kpv_x0023_23 xmlns="652bebee-5104-4768-9fc7-8caeb7146ea3" xsi:nil="true"/>
    <Teise_x0020_poole_x0020_lepingu_x0020_kpv_x0023_24 xmlns="652bebee-5104-4768-9fc7-8caeb7146ea3" xsi:nil="true"/>
    <Teise_x0020_poole_x0020_lepingu_x0020_kpv_x0023_25 xmlns="652bebee-5104-4768-9fc7-8caeb7146ea3" xsi:nil="true"/>
    <Teise_x0020_poole_x0020_kontaktisik_x0023_1 xmlns="652bebee-5104-4768-9fc7-8caeb7146ea3">Kaupo Keskküla</Teise_x0020_poole_x0020_kontaktisik_x0023_1>
    <Teise_x0020_poole_x0020_kontaktisik_x0023_2 xmlns="652bebee-5104-4768-9fc7-8caeb7146ea3" xsi:nil="true"/>
    <Teise_x0020_poole_x0020_kontaktisik_x0023_3 xmlns="652bebee-5104-4768-9fc7-8caeb7146ea3" xsi:nil="true"/>
    <Teise_x0020_poole_x0020_kontaktisik_x0023_4 xmlns="652bebee-5104-4768-9fc7-8caeb7146ea3" xsi:nil="true"/>
    <Teise_x0020_poole_x0020_kontaktisik_x0023_5 xmlns="652bebee-5104-4768-9fc7-8caeb7146ea3" xsi:nil="true"/>
    <Teise_x0020_poole_x0020_kontaktisik_x0023_6 xmlns="652bebee-5104-4768-9fc7-8caeb7146ea3" xsi:nil="true"/>
    <Teise_x0020_poole_x0020_kontaktisik_x0023_7 xmlns="652bebee-5104-4768-9fc7-8caeb7146ea3" xsi:nil="true"/>
    <Teise_x0020_poole_x0020_kontaktisik_x0023_8 xmlns="652bebee-5104-4768-9fc7-8caeb7146ea3" xsi:nil="true"/>
    <Teise_x0020_poole_x0020_kontaktisik_x0023_9 xmlns="652bebee-5104-4768-9fc7-8caeb7146ea3" xsi:nil="true"/>
    <Teise_x0020_poole_x0020_kontaktisik_x0023_10 xmlns="652bebee-5104-4768-9fc7-8caeb7146ea3" xsi:nil="true"/>
    <Teise_x0020_poole_x0020_kontaktisik_x0023_11 xmlns="652bebee-5104-4768-9fc7-8caeb7146ea3" xsi:nil="true"/>
    <Teise_x0020_poole_x0020_kontaktisik_x0023_12 xmlns="652bebee-5104-4768-9fc7-8caeb7146ea3" xsi:nil="true"/>
    <Teise_x0020_poole_x0020_kontaktisik_x0023_13 xmlns="652bebee-5104-4768-9fc7-8caeb7146ea3" xsi:nil="true"/>
    <Teise_x0020_poole_x0020_kontaktisik_x0023_14 xmlns="652bebee-5104-4768-9fc7-8caeb7146ea3" xsi:nil="true"/>
    <Teise_x0020_poole_x0020_kontaktisik_x0023_15 xmlns="652bebee-5104-4768-9fc7-8caeb7146ea3" xsi:nil="true"/>
    <Teise_x0020_poole_x0020_kontaktisik_x0023_16 xmlns="652bebee-5104-4768-9fc7-8caeb7146ea3" xsi:nil="true"/>
    <Teise_x0020_poole_x0020_kontaktisik_x0023_17 xmlns="652bebee-5104-4768-9fc7-8caeb7146ea3" xsi:nil="true"/>
    <Teise_x0020_poole_x0020_kontaktisik_x0023_18 xmlns="652bebee-5104-4768-9fc7-8caeb7146ea3" xsi:nil="true"/>
    <Teise_x0020_poole_x0020_kontaktisik_x0023_19 xmlns="652bebee-5104-4768-9fc7-8caeb7146ea3" xsi:nil="true"/>
    <Teise_x0020_poole_x0020_kontaktisik_x0023_20 xmlns="652bebee-5104-4768-9fc7-8caeb7146ea3" xsi:nil="true"/>
    <Teise_x0020_poole_x0020_kontaktisik_x0023_21 xmlns="652bebee-5104-4768-9fc7-8caeb7146ea3" xsi:nil="true"/>
    <Teise_x0020_poole_x0020_kontaktisik_x0023_22 xmlns="652bebee-5104-4768-9fc7-8caeb7146ea3" xsi:nil="true"/>
    <Teise_x0020_poole_x0020_kontaktisik_x0023_23 xmlns="652bebee-5104-4768-9fc7-8caeb7146ea3" xsi:nil="true"/>
    <Teise_x0020_poole_x0020_kontaktisik_x0023_24 xmlns="652bebee-5104-4768-9fc7-8caeb7146ea3" xsi:nil="true"/>
    <Teise_x0020_poole_x0020_kontaktisik_x0023_25 xmlns="652bebee-5104-4768-9fc7-8caeb7146ea3" xsi:nil="true"/>
    <Teise_x0020_poole_x0020_telefoni_x0020_nr_x002F_e-post_x0023_1 xmlns="652bebee-5104-4768-9fc7-8caeb7146ea3">kaupo@radiocom.ee</Teise_x0020_poole_x0020_telefoni_x0020_nr_x002F_e-post_x0023_1>
    <Teise_x0020_poole_x0020_telefoni_x0020_nr_x002F_e-post_x0023_2 xmlns="652bebee-5104-4768-9fc7-8caeb7146ea3" xsi:nil="true"/>
    <Teise_x0020_poole_x0020_telefoni_x0020_nr_x002F_e-post_x0023_3 xmlns="652bebee-5104-4768-9fc7-8caeb7146ea3" xsi:nil="true"/>
    <Teise_x0020_poole_x0020_telefoni_x0020_nr_x002F_e-post_x0023_4 xmlns="652bebee-5104-4768-9fc7-8caeb7146ea3" xsi:nil="true"/>
    <Teise_x0020_poole_x0020_telefoni_x0020_nr_x002F_e-post_x0023_5 xmlns="652bebee-5104-4768-9fc7-8caeb7146ea3" xsi:nil="true"/>
    <Teise_x0020_poole_x0020_telefoni_x0020_nr_x002F_e-post_x0023_6 xmlns="652bebee-5104-4768-9fc7-8caeb7146ea3" xsi:nil="true"/>
    <Teise_x0020_poole_x0020_telefoni_x0020_nr_x002F_e-post_x0023_7 xmlns="652bebee-5104-4768-9fc7-8caeb7146ea3" xsi:nil="true"/>
    <Teise_x0020_poole_x0020_telefoni_x0020_nr_x002F_e-post_x0023_8 xmlns="652bebee-5104-4768-9fc7-8caeb7146ea3" xsi:nil="true"/>
    <Teise_x0020_poole_x0020_telefoni_x0020_nr_x002F_e-post_x0023_9 xmlns="652bebee-5104-4768-9fc7-8caeb7146ea3" xsi:nil="true"/>
    <Teise_x0020_poole_x0020_telefoni_x0020_nr_x002F_e-post_x0023_10 xmlns="652bebee-5104-4768-9fc7-8caeb7146ea3" xsi:nil="true"/>
    <Teise_x0020_poole_x0020_telefoni_x0020_nr_x002F_e-post_x0023_11 xmlns="652bebee-5104-4768-9fc7-8caeb7146ea3" xsi:nil="true"/>
    <Teise_x0020_poole_x0020_telefoni_x0020_nr_x002F_e-post_x0023_12 xmlns="652bebee-5104-4768-9fc7-8caeb7146ea3" xsi:nil="true"/>
    <Teise_x0020_poole_x0020_telefoni_x0020_nr_x002F_e-post_x0023_13 xmlns="652bebee-5104-4768-9fc7-8caeb7146ea3" xsi:nil="true"/>
    <Teise_x0020_poole_x0020_telefoni_x0020_nr_x002F_e-post_x0023_14 xmlns="652bebee-5104-4768-9fc7-8caeb7146ea3" xsi:nil="true"/>
    <Teise_x0020_poole_x0020_telefoni_x0020_nr_x002F_e-post_x0023_15 xmlns="652bebee-5104-4768-9fc7-8caeb7146ea3" xsi:nil="true"/>
    <Teise_x0020_poole_x0020_telefoni_x0020_nr_x002F_e-post_x0023_16 xmlns="652bebee-5104-4768-9fc7-8caeb7146ea3" xsi:nil="true"/>
    <Teise_x0020_poole_x0020_telefoni_x0020_nr_x002F_e-post_x0023_17 xmlns="652bebee-5104-4768-9fc7-8caeb7146ea3" xsi:nil="true"/>
    <Teise_x0020_poole_x0020_telefoni_x0020_nr_x002F_e-post_x0023_18 xmlns="652bebee-5104-4768-9fc7-8caeb7146ea3" xsi:nil="true"/>
    <Teise_x0020_poole_x0020_telefoni_x0020_nr_x002F_e-post_x0023_19 xmlns="652bebee-5104-4768-9fc7-8caeb7146ea3" xsi:nil="true"/>
    <Teise_x0020_poole_x0020_telefoni_x0020_nr_x002F_e-post_x0023_20 xmlns="652bebee-5104-4768-9fc7-8caeb7146ea3" xsi:nil="true"/>
    <Teise_x0020_poole_x0020_telefoni_x0020_nr_x002F_e-post_x0023_21 xmlns="652bebee-5104-4768-9fc7-8caeb7146ea3" xsi:nil="true"/>
    <Teise_x0020_poole_x0020_telefoni_x0020_nr_x002F_e-post_x0023_22 xmlns="652bebee-5104-4768-9fc7-8caeb7146ea3" xsi:nil="true"/>
    <Teise_x0020_poole_x0020_telefoni_x0020_nr_x002F_e-post_x0023_23 xmlns="652bebee-5104-4768-9fc7-8caeb7146ea3" xsi:nil="true"/>
    <Teise_x0020_poole_x0020_telefoni_x0020_nr_x002F_e-post_x0023_24 xmlns="652bebee-5104-4768-9fc7-8caeb7146ea3" xsi:nil="true"/>
    <Teise_x0020_poole_x0020_telefoni_x0020_nr_x002F_e-post_x0023_25 xmlns="652bebee-5104-4768-9fc7-8caeb7146ea3" xsi:nil="true"/>
    <Lepingu_x0020_objekt xmlns="652bebee-5104-4768-9fc7-8caeb7146ea3">1.1. Lepingu esemeks on ICOM raadiojaamade ja vahendite soetamine vastavalt käesoleva lepingu lisadele.
1.2. Lepingu sõlmimisel lähtutakse raamlepingust ja selle lisadest tulenevatest tingimustest.
1.3. Lepingu kogumaksumuseks on 198 625,00 eurot käibemaksuta. Hinnale lisandub käibemaks seaduses sätestatud juhul.
1.4. Kauba tarneaeg on kuni 22 nädalat alates lepingu jõustumisest.
1.5. Leping jõustub allkirjastamisel poolte poolt ning kehtib kuni võlasuhte lõppemiseni.</Lepingu_x0020_objekt>
    <Lepingu_x0020_staatus xmlns="652bebee-5104-4768-9fc7-8caeb7146ea3" xsi:nil="true"/>
    <Leping_x0020_kehtiv_x0020_alates xmlns="652bebee-5104-4768-9fc7-8caeb7146ea3" xsi:nil="true"/>
    <Lepingu_x0020_lõpptähtaeg xmlns="652bebee-5104-4768-9fc7-8caeb7146ea3" xsi:nil="true"/>
    <Lepingu_x0020_tähtaja_x0020_kirjeldus xmlns="652bebee-5104-4768-9fc7-8caeb7146ea3" xsi:nil="true"/>
    <Tegelik_x0020_lõpp xmlns="652bebee-5104-4768-9fc7-8caeb7146ea3" xsi:nil="true"/>
    <Lepingu_x0020_maksumus xmlns="652bebee-5104-4768-9fc7-8caeb7146ea3">198625,00</Lepingu_x0020_maksumus>
    <Koostaja xmlns="652bebee-5104-4768-9fc7-8caeb7146ea3">Kaino Voolmaa</Koostaja>
    <Koostaja_x0020_ees-_x0020_ja_x0020_perekonnanimi xmlns="652bebee-5104-4768-9fc7-8caeb7146ea3">Kaino Voolmaa</Koostaja_x0020_ees-_x0020_ja_x0020_perekonnanimi>
    <Koostaja_x0020_ametinimetus xmlns="652bebee-5104-4768-9fc7-8caeb7146ea3">Ostu projektijuht</Koostaja_x0020_ametinimetus>
    <Koostaja_x0020_struktuuriüksus xmlns="652bebee-5104-4768-9fc7-8caeb7146ea3">Ostubüroo</Koostaja_x0020_struktuuriüksus>
    <Koostaja_x0020_kontakt xmlns="652bebee-5104-4768-9fc7-8caeb7146ea3">kaino.voolmaa@rkik.ee</Koostaja_x0020_kontakt>
    <Teabekandja xmlns="652bebee-5104-4768-9fc7-8caeb7146ea3">Elektrooniline</Teabekandja>
    <Saatmisviis_x0023_1 xmlns="652bebee-5104-4768-9fc7-8caeb7146ea3">E-post</Saatmisviis_x0023_1>
    <Saatmisviis_x0023_2 xmlns="652bebee-5104-4768-9fc7-8caeb7146ea3" xsi:nil="true"/>
    <Saatmisviis_x0023_3 xmlns="652bebee-5104-4768-9fc7-8caeb7146ea3" xsi:nil="true"/>
    <Saatmisviis_x0023_4 xmlns="652bebee-5104-4768-9fc7-8caeb7146ea3" xsi:nil="true"/>
    <Saatmisviis_x0023_5 xmlns="652bebee-5104-4768-9fc7-8caeb7146ea3" xsi:nil="true"/>
    <Saatmisviis_x0023_6 xmlns="652bebee-5104-4768-9fc7-8caeb7146ea3" xsi:nil="true"/>
    <Saatmisviis_x0023_7 xmlns="652bebee-5104-4768-9fc7-8caeb7146ea3" xsi:nil="true"/>
    <Saatmisviis_x0023_8 xmlns="652bebee-5104-4768-9fc7-8caeb7146ea3" xsi:nil="true"/>
    <Saatmisviis_x0023_9 xmlns="652bebee-5104-4768-9fc7-8caeb7146ea3" xsi:nil="true"/>
    <Saatmisviis_x0023_10 xmlns="652bebee-5104-4768-9fc7-8caeb7146ea3" xsi:nil="true"/>
    <Saatmisviis_x0023_11 xmlns="652bebee-5104-4768-9fc7-8caeb7146ea3" xsi:nil="true"/>
    <Saatmisviis_x0023_12 xmlns="652bebee-5104-4768-9fc7-8caeb7146ea3" xsi:nil="true"/>
    <Saatmisviis_x0023_13 xmlns="652bebee-5104-4768-9fc7-8caeb7146ea3" xsi:nil="true"/>
    <Saatmisviis_x0023_14 xmlns="652bebee-5104-4768-9fc7-8caeb7146ea3" xsi:nil="true"/>
    <Saatmisviis_x0023_15 xmlns="652bebee-5104-4768-9fc7-8caeb7146ea3" xsi:nil="true"/>
    <Saatmisviis_x0023_16 xmlns="652bebee-5104-4768-9fc7-8caeb7146ea3" xsi:nil="true"/>
    <Saatmisviis_x0023_17 xmlns="652bebee-5104-4768-9fc7-8caeb7146ea3" xsi:nil="true"/>
    <Saatmisviis_x0023_18 xmlns="652bebee-5104-4768-9fc7-8caeb7146ea3" xsi:nil="true"/>
    <Saatmisviis_x0023_19 xmlns="652bebee-5104-4768-9fc7-8caeb7146ea3" xsi:nil="true"/>
    <Saatmisviis_x0023_20 xmlns="652bebee-5104-4768-9fc7-8caeb7146ea3" xsi:nil="true"/>
    <Saatmisviis_x0023_21 xmlns="652bebee-5104-4768-9fc7-8caeb7146ea3" xsi:nil="true"/>
    <Saatmisviis_x0023_22 xmlns="652bebee-5104-4768-9fc7-8caeb7146ea3" xsi:nil="true"/>
    <Saatmisviis_x0023_23 xmlns="652bebee-5104-4768-9fc7-8caeb7146ea3" xsi:nil="true"/>
    <Saatmisviis_x0023_24 xmlns="652bebee-5104-4768-9fc7-8caeb7146ea3" xsi:nil="true"/>
    <Saatmisviis_x0023_25 xmlns="652bebee-5104-4768-9fc7-8caeb7146ea3" xsi:nil="true"/>
    <RMNotes xmlns="652bebee-5104-4768-9fc7-8caeb7146ea3">RHR LOVN: 268916005007001
OTA/OTE: OTA-079241, *89361, *89362, *91111/OTE-0404096</RMNotes>
    <RMUniqueID xmlns="652bebee-5104-4768-9fc7-8caeb7146ea3">96992f53-98b3-4eb8-88fb-3e9a0f224512</RMUniqueID>
    <RMInheritedFields xmlns="652bebee-5104-4768-9fc7-8caeb7146ea3">RMAccessRestrictionPublishingLevel</RMInheritedFields>
    <RMOrderPosition xmlns="652bebee-5104-4768-9fc7-8caeb7146ea3" xsi:nil="true"/>
    <RMAccessRestrictionNotificationTime xmlns="652bebee-5104-4768-9fc7-8caeb7146ea3" xsi:nil="true"/>
    <RMFileName xmlns="652bebee-5104-4768-9fc7-8caeb7146ea3">Avalik_20240912_RKIK_2-2_24_378-5_20240909_RKIK_Hankeleping</RMFileName>
    <RMPublishedDocumentUniqueId xmlns="652bebee-5104-4768-9fc7-8caeb7146ea3" xsi:nil="true"/>
    <RMRevisionStatus xmlns="652bebee-5104-4768-9fc7-8caeb7146ea3" xsi:nil="true"/>
    <RMRevisionNumber xmlns="652bebee-5104-4768-9fc7-8caeb7146ea3" xsi:nil="true"/>
    <RMPublishedFrom xmlns="652bebee-5104-4768-9fc7-8caeb7146ea3" xsi:nil="true"/>
    <RMPublishedUntil xmlns="652bebee-5104-4768-9fc7-8caeb7146ea3" xsi:nil="true"/>
    <RMSigner xmlns="652bebee-5104-4768-9fc7-8caeb7146ea3">Ivar Janson</RMSigner>
    <RMHighestAccessRestrictionLevel xmlns="652bebee-5104-4768-9fc7-8caeb7146ea3" xsi:nil="true"/>
    <Salastatud_x0020_välisteave xmlns="652bebee-5104-4768-9fc7-8caeb7146ea3" xsi:nil="true"/>
    <Riik_x0020__x0028_PT_x0029_ xmlns="652bebee-5104-4768-9fc7-8caeb7146ea3" xsi:nil="true"/>
    <Salastatuse_x0020_muutmise_x0020_alus xmlns="652bebee-5104-4768-9fc7-8caeb7146ea3" xsi:nil="true"/>
    <RMDocumentExpirationDate xmlns="652bebee-5104-4768-9fc7-8caeb7146ea3" xsi:nil="true"/>
    <RMShouldArchiveFilesOnRegistration xmlns="652bebee-5104-4768-9fc7-8caeb7146ea3">false</RMShouldArchiveFilesOnRegistration>
    <RMStatus xmlns="652bebee-5104-4768-9fc7-8caeb7146ea3">InProcess</RMStatus>
    <Lisadepealkirjad xmlns="652bebee-5104-4768-9fc7-8caeb7146ea3">Lisa 1. Täitja pakkumus</Lisadepealkirjad>
    <AKmallile xmlns="652bebee-5104-4768-9fc7-8caeb7146ea3" xsi:nil="true"/>
    <AKmallileinglise xmlns="652bebee-5104-4768-9fc7-8caeb7146ea3" xsi:nil="true"/>
    <Adressaatmallile xmlns="652bebee-5104-4768-9fc7-8caeb7146ea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07C3EC0-E6F7-46C1-992C-92341804DCC0}">
  <ds:schemaRefs>
    <ds:schemaRef ds:uri="http://schemas.microsoft.com/sharepoint/v3/contenttype/forms"/>
  </ds:schemaRefs>
</ds:datastoreItem>
</file>

<file path=customXml/itemProps2.xml><?xml version="1.0" encoding="utf-8"?>
<ds:datastoreItem xmlns:ds="http://schemas.openxmlformats.org/officeDocument/2006/customXml" ds:itemID="{9D585600-0492-47F3-875D-006BC7650308}">
  <ds:schemaRefs>
    <ds:schemaRef ds:uri="http://schemas.microsoft.com/office/2006/metadata/properties/metaAttributes"/>
    <ds:schemaRef ds:uri="http://schemas.microsoft.com/office/2006/metadata/contentType"/>
    <ds:schemaRef ds:uri="http://schemas.microsoft.com/office/2006/metadata/properties"/>
    <ds:schemaRef ds:uri="652bebee-5104-4768-9fc7-8caeb7146ea3"/>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251B5716-A380-40BB-9906-4B1613C4BC93}">
  <ds:schemaRefs>
    <ds:schemaRef ds:uri="http://schemas.microsoft.com/office/2006/documentManagement/types"/>
    <ds:schemaRef ds:uri="http://www.w3.org/XML/1998/namespace"/>
    <ds:schemaRef ds:uri="http://purl.org/dc/dcmitype/"/>
    <ds:schemaRef ds:uri="http://purl.org/dc/terms/"/>
    <ds:schemaRef ds:uri="http://purl.org/dc/elements/1.1/"/>
    <ds:schemaRef ds:uri="http://schemas.microsoft.com/office/2006/metadata/properties"/>
    <ds:schemaRef ds:uri="http://schemas.openxmlformats.org/package/2006/metadata/core-properties"/>
    <ds:schemaRef ds:uri="652bebee-5104-4768-9fc7-8caeb7146ea3"/>
  </ds:schemaRefs>
</ds:datastoreItem>
</file>

<file path=customXml/itemProps4.xml><?xml version="1.0" encoding="utf-8"?>
<ds:datastoreItem xmlns:ds="http://schemas.openxmlformats.org/officeDocument/2006/customXml" ds:itemID="{C8A112B7-78BD-4036-BDA7-89491E25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9</TotalTime>
  <Pages>2</Pages>
  <Words>502</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Hankeleping ICOM raadiojaamad ja tarvikud</dc:title>
  <dc:subject/>
  <dc:creator>Gert Uiboaed</dc:creator>
  <cp:keywords/>
  <dc:description/>
  <cp:lastModifiedBy>Kaisa Kogermann</cp:lastModifiedBy>
  <cp:revision>12</cp:revision>
  <cp:lastPrinted>2014-06-02T05:40:00Z</cp:lastPrinted>
  <dcterms:created xsi:type="dcterms:W3CDTF">2024-09-02T11:45:00Z</dcterms:created>
  <dcterms:modified xsi:type="dcterms:W3CDTF">2024-09-12T08:24:00Z</dcterms:modified>
</cp:coreProperties>
</file>