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6FF1E" w14:textId="77777777" w:rsidR="005253F3" w:rsidRDefault="005253F3" w:rsidP="003A7DD1">
      <w:pPr>
        <w:rPr>
          <w:b/>
          <w:bCs/>
          <w:sz w:val="20"/>
        </w:rPr>
      </w:pPr>
    </w:p>
    <w:p w14:paraId="4B206299" w14:textId="77777777" w:rsidR="005253F3" w:rsidRPr="00330C91" w:rsidRDefault="005253F3" w:rsidP="00C82045">
      <w:pPr>
        <w:jc w:val="center"/>
        <w:rPr>
          <w:b/>
          <w:bCs/>
          <w:sz w:val="20"/>
        </w:rPr>
      </w:pPr>
    </w:p>
    <w:p w14:paraId="3473598E" w14:textId="77777777" w:rsidR="005253F3" w:rsidRPr="00330C91" w:rsidRDefault="005253F3" w:rsidP="00C82045">
      <w:pPr>
        <w:jc w:val="center"/>
        <w:rPr>
          <w:b/>
          <w:bCs/>
          <w:sz w:val="20"/>
        </w:rPr>
      </w:pPr>
    </w:p>
    <w:p w14:paraId="483F6B7C" w14:textId="77777777" w:rsidR="005253F3" w:rsidRPr="00330C91" w:rsidRDefault="005253F3" w:rsidP="00C82045">
      <w:pPr>
        <w:jc w:val="center"/>
        <w:rPr>
          <w:b/>
          <w:bCs/>
          <w:sz w:val="20"/>
        </w:rPr>
        <w:sectPr w:rsidR="005253F3" w:rsidRPr="00330C91" w:rsidSect="00B923F1">
          <w:headerReference w:type="first" r:id="rId8"/>
          <w:footerReference w:type="first" r:id="rId9"/>
          <w:type w:val="continuous"/>
          <w:pgSz w:w="11906" w:h="16838" w:code="9"/>
          <w:pgMar w:top="567" w:right="851" w:bottom="1134" w:left="1134" w:header="567" w:footer="680" w:gutter="0"/>
          <w:cols w:space="708"/>
          <w:titlePg/>
        </w:sectPr>
      </w:pPr>
    </w:p>
    <w:p w14:paraId="440B5827" w14:textId="77777777" w:rsidR="005253F3" w:rsidRPr="00330C91" w:rsidRDefault="005253F3" w:rsidP="00C82045">
      <w:pPr>
        <w:jc w:val="center"/>
        <w:rPr>
          <w:b/>
          <w:bCs/>
          <w:sz w:val="20"/>
        </w:rPr>
      </w:pPr>
    </w:p>
    <w:p w14:paraId="02419D6C" w14:textId="64FEE9F8" w:rsidR="005253F3" w:rsidRPr="00330C91" w:rsidRDefault="005253F3" w:rsidP="00C82045">
      <w:pPr>
        <w:jc w:val="center"/>
        <w:rPr>
          <w:b/>
          <w:bCs/>
          <w:sz w:val="20"/>
        </w:rPr>
      </w:pPr>
      <w:r w:rsidRPr="00330C91">
        <w:rPr>
          <w:b/>
          <w:bCs/>
          <w:sz w:val="20"/>
        </w:rPr>
        <w:t>METSAMA</w:t>
      </w:r>
      <w:r w:rsidR="00E265EF">
        <w:rPr>
          <w:b/>
          <w:bCs/>
          <w:sz w:val="20"/>
        </w:rPr>
        <w:t>TE</w:t>
      </w:r>
      <w:r w:rsidR="005A3424">
        <w:rPr>
          <w:b/>
          <w:bCs/>
          <w:sz w:val="20"/>
        </w:rPr>
        <w:t>RJ</w:t>
      </w:r>
      <w:r w:rsidR="00501D29">
        <w:rPr>
          <w:b/>
          <w:bCs/>
          <w:sz w:val="20"/>
        </w:rPr>
        <w:t>ALI M</w:t>
      </w:r>
      <w:r w:rsidR="00E370AE">
        <w:rPr>
          <w:b/>
          <w:bCs/>
          <w:sz w:val="20"/>
        </w:rPr>
        <w:t>ÜÜGILEPING nr 3-3.6.1/202</w:t>
      </w:r>
      <w:r w:rsidR="0028052C">
        <w:rPr>
          <w:b/>
          <w:bCs/>
          <w:sz w:val="20"/>
        </w:rPr>
        <w:t>5</w:t>
      </w:r>
      <w:r w:rsidR="00E370AE">
        <w:rPr>
          <w:b/>
          <w:bCs/>
          <w:sz w:val="20"/>
        </w:rPr>
        <w:t>/3</w:t>
      </w:r>
      <w:r w:rsidR="0028052C">
        <w:rPr>
          <w:b/>
          <w:bCs/>
          <w:sz w:val="20"/>
        </w:rPr>
        <w:t>0</w:t>
      </w:r>
    </w:p>
    <w:p w14:paraId="2A40F620" w14:textId="77777777" w:rsidR="005253F3" w:rsidRPr="00330C91" w:rsidRDefault="005253F3" w:rsidP="00C82045">
      <w:pPr>
        <w:jc w:val="center"/>
        <w:rPr>
          <w:b/>
          <w:sz w:val="18"/>
        </w:rPr>
      </w:pPr>
    </w:p>
    <w:p w14:paraId="192F04D1"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3BD89294" w14:textId="77777777" w:rsidR="00037D22" w:rsidRPr="00826EFE" w:rsidRDefault="00037D22" w:rsidP="00037D22">
      <w:pPr>
        <w:rPr>
          <w:b/>
          <w:sz w:val="20"/>
        </w:rPr>
      </w:pPr>
      <w:bookmarkStart w:id="0" w:name="OLE_LINK1"/>
      <w:r w:rsidRPr="00826EFE">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204"/>
        <w:gridCol w:w="2973"/>
      </w:tblGrid>
      <w:tr w:rsidR="00037D22" w:rsidRPr="00826EFE" w14:paraId="51290997" w14:textId="77777777" w:rsidTr="003707F0">
        <w:tc>
          <w:tcPr>
            <w:tcW w:w="1379" w:type="pct"/>
          </w:tcPr>
          <w:p w14:paraId="7E7C0AA2" w14:textId="77777777" w:rsidR="00037D22" w:rsidRPr="00446431" w:rsidRDefault="00037D22" w:rsidP="001F17D7">
            <w:pPr>
              <w:pStyle w:val="Kommentaaritekst"/>
              <w:rPr>
                <w:bCs/>
              </w:rPr>
            </w:pPr>
            <w:r w:rsidRPr="00446431">
              <w:rPr>
                <w:bCs/>
              </w:rPr>
              <w:t>Riigimetsa Majandamise Keskus (</w:t>
            </w:r>
            <w:smartTag w:uri="urn:schemas-microsoft-com:office:smarttags" w:element="PersonName">
              <w:r w:rsidRPr="00446431">
                <w:rPr>
                  <w:bCs/>
                </w:rPr>
                <w:t>RMK</w:t>
              </w:r>
            </w:smartTag>
            <w:r w:rsidRPr="00446431">
              <w:rPr>
                <w:bCs/>
              </w:rPr>
              <w:t xml:space="preserve">) </w:t>
            </w:r>
          </w:p>
        </w:tc>
        <w:tc>
          <w:tcPr>
            <w:tcW w:w="2121" w:type="pct"/>
          </w:tcPr>
          <w:p w14:paraId="77B0E501" w14:textId="77777777" w:rsidR="00883BEF" w:rsidRPr="00F5610F" w:rsidRDefault="00883BEF" w:rsidP="00883BEF">
            <w:pPr>
              <w:rPr>
                <w:bCs/>
                <w:sz w:val="20"/>
              </w:rPr>
            </w:pPr>
            <w:r w:rsidRPr="00F5610F">
              <w:rPr>
                <w:bCs/>
                <w:sz w:val="20"/>
              </w:rPr>
              <w:t>Registrikood 70004459</w:t>
            </w:r>
          </w:p>
          <w:p w14:paraId="584E56D1" w14:textId="77777777" w:rsidR="00883BEF" w:rsidRPr="00F5610F" w:rsidRDefault="00883BEF" w:rsidP="00883BEF">
            <w:pPr>
              <w:rPr>
                <w:bCs/>
                <w:sz w:val="20"/>
              </w:rPr>
            </w:pPr>
            <w:r w:rsidRPr="00F5610F">
              <w:rPr>
                <w:bCs/>
                <w:sz w:val="20"/>
              </w:rPr>
              <w:t xml:space="preserve">Mõisa/3, </w:t>
            </w:r>
            <w:proofErr w:type="spellStart"/>
            <w:r w:rsidRPr="00F5610F">
              <w:rPr>
                <w:bCs/>
                <w:sz w:val="20"/>
              </w:rPr>
              <w:t>Sagadi</w:t>
            </w:r>
            <w:proofErr w:type="spellEnd"/>
            <w:r w:rsidRPr="00F5610F">
              <w:rPr>
                <w:bCs/>
                <w:sz w:val="20"/>
              </w:rPr>
              <w:t xml:space="preserve"> küla, Haljala vald</w:t>
            </w:r>
          </w:p>
          <w:p w14:paraId="506568B7" w14:textId="77777777" w:rsidR="00037D22" w:rsidRPr="00F5610F" w:rsidRDefault="00883BEF" w:rsidP="00883BEF">
            <w:pPr>
              <w:rPr>
                <w:bCs/>
                <w:sz w:val="20"/>
              </w:rPr>
            </w:pPr>
            <w:r w:rsidRPr="00F5610F">
              <w:rPr>
                <w:bCs/>
                <w:sz w:val="20"/>
              </w:rPr>
              <w:t>45403 Lääne-Viru maakond</w:t>
            </w:r>
          </w:p>
        </w:tc>
        <w:tc>
          <w:tcPr>
            <w:tcW w:w="1500" w:type="pct"/>
          </w:tcPr>
          <w:p w14:paraId="5D6F17AF" w14:textId="77777777" w:rsidR="00037D22" w:rsidRPr="00826EFE" w:rsidRDefault="00037D22" w:rsidP="001F17D7">
            <w:pPr>
              <w:rPr>
                <w:sz w:val="20"/>
              </w:rPr>
            </w:pPr>
            <w:r>
              <w:rPr>
                <w:sz w:val="20"/>
              </w:rPr>
              <w:t xml:space="preserve">Tel   </w:t>
            </w:r>
            <w:r w:rsidRPr="00826EFE">
              <w:rPr>
                <w:sz w:val="20"/>
              </w:rPr>
              <w:t>676 7500</w:t>
            </w:r>
          </w:p>
          <w:p w14:paraId="09EC814C" w14:textId="77777777" w:rsidR="00037D22" w:rsidRPr="00826EFE" w:rsidRDefault="00037D22" w:rsidP="001F17D7">
            <w:pPr>
              <w:rPr>
                <w:sz w:val="20"/>
              </w:rPr>
            </w:pPr>
            <w:hyperlink r:id="rId10" w:history="1">
              <w:r w:rsidRPr="00F472E6">
                <w:rPr>
                  <w:rStyle w:val="Hperlink"/>
                  <w:sz w:val="20"/>
                </w:rPr>
                <w:t>www.rmk.ee</w:t>
              </w:r>
            </w:hyperlink>
            <w:r>
              <w:rPr>
                <w:sz w:val="20"/>
              </w:rPr>
              <w:t xml:space="preserve"> </w:t>
            </w:r>
          </w:p>
        </w:tc>
      </w:tr>
      <w:tr w:rsidR="00037D22" w:rsidRPr="00826EFE" w14:paraId="3B21F764" w14:textId="77777777" w:rsidTr="003707F0">
        <w:tc>
          <w:tcPr>
            <w:tcW w:w="1379" w:type="pct"/>
          </w:tcPr>
          <w:p w14:paraId="2E61BC8D" w14:textId="77777777" w:rsidR="00037D22" w:rsidRPr="00826EFE" w:rsidRDefault="00037D22" w:rsidP="001F17D7">
            <w:pPr>
              <w:rPr>
                <w:sz w:val="20"/>
              </w:rPr>
            </w:pPr>
            <w:r w:rsidRPr="00826EFE">
              <w:rPr>
                <w:sz w:val="20"/>
              </w:rPr>
              <w:t>Esindaja</w:t>
            </w:r>
          </w:p>
        </w:tc>
        <w:tc>
          <w:tcPr>
            <w:tcW w:w="2121" w:type="pct"/>
          </w:tcPr>
          <w:p w14:paraId="768B26C4" w14:textId="77777777" w:rsidR="00037D22" w:rsidRPr="0041640D" w:rsidRDefault="00037D22" w:rsidP="001F17D7">
            <w:pPr>
              <w:rPr>
                <w:sz w:val="20"/>
              </w:rPr>
            </w:pPr>
            <w:smartTag w:uri="urn:schemas-microsoft-com:office:smarttags" w:element="PersonName">
              <w:r w:rsidRPr="0041640D">
                <w:rPr>
                  <w:sz w:val="20"/>
                </w:rPr>
                <w:t>RMK</w:t>
              </w:r>
            </w:smartTag>
            <w:r w:rsidRPr="0041640D">
              <w:rPr>
                <w:sz w:val="20"/>
              </w:rPr>
              <w:t xml:space="preserve"> turustusspetsialist </w:t>
            </w:r>
            <w:r>
              <w:rPr>
                <w:sz w:val="20"/>
              </w:rPr>
              <w:t>Mart Enel</w:t>
            </w:r>
          </w:p>
        </w:tc>
        <w:tc>
          <w:tcPr>
            <w:tcW w:w="1500" w:type="pct"/>
          </w:tcPr>
          <w:p w14:paraId="535B1A39" w14:textId="77777777" w:rsidR="00037D22" w:rsidRDefault="006B684A" w:rsidP="001F17D7">
            <w:pPr>
              <w:rPr>
                <w:sz w:val="20"/>
              </w:rPr>
            </w:pPr>
            <w:r>
              <w:rPr>
                <w:sz w:val="20"/>
              </w:rPr>
              <w:t>tel</w:t>
            </w:r>
            <w:r w:rsidR="00037D22" w:rsidRPr="0041640D">
              <w:rPr>
                <w:sz w:val="20"/>
              </w:rPr>
              <w:t xml:space="preserve">  5</w:t>
            </w:r>
            <w:r w:rsidR="00037D22">
              <w:rPr>
                <w:sz w:val="20"/>
              </w:rPr>
              <w:t>26 3392</w:t>
            </w:r>
          </w:p>
          <w:p w14:paraId="6909E1A2" w14:textId="77777777" w:rsidR="00037D22" w:rsidRPr="0041640D" w:rsidRDefault="00037D22" w:rsidP="001F17D7">
            <w:pPr>
              <w:rPr>
                <w:sz w:val="20"/>
              </w:rPr>
            </w:pPr>
            <w:hyperlink r:id="rId11" w:history="1">
              <w:r w:rsidRPr="00883497">
                <w:rPr>
                  <w:rStyle w:val="Hperlink"/>
                  <w:sz w:val="20"/>
                </w:rPr>
                <w:t>mart.enel@rmk.ee</w:t>
              </w:r>
            </w:hyperlink>
            <w:r>
              <w:rPr>
                <w:sz w:val="20"/>
              </w:rPr>
              <w:t xml:space="preserve"> </w:t>
            </w:r>
          </w:p>
        </w:tc>
      </w:tr>
      <w:tr w:rsidR="00037D22" w:rsidRPr="00826EFE" w14:paraId="607E2A58" w14:textId="77777777" w:rsidTr="003707F0">
        <w:trPr>
          <w:cantSplit/>
        </w:trPr>
        <w:tc>
          <w:tcPr>
            <w:tcW w:w="5000" w:type="pct"/>
            <w:gridSpan w:val="3"/>
          </w:tcPr>
          <w:p w14:paraId="211C949E" w14:textId="29F9B86B" w:rsidR="00037D22" w:rsidRPr="00826EFE" w:rsidRDefault="00037D22" w:rsidP="001F17D7">
            <w:pPr>
              <w:rPr>
                <w:sz w:val="20"/>
              </w:rPr>
            </w:pPr>
            <w:r w:rsidRPr="00826EFE">
              <w:rPr>
                <w:sz w:val="20"/>
              </w:rPr>
              <w:t xml:space="preserve">Esindusõigus tuleneb (volitamise alus): </w:t>
            </w:r>
            <w:r w:rsidRPr="00D87D2D">
              <w:rPr>
                <w:sz w:val="20"/>
              </w:rPr>
              <w:t xml:space="preserve">RMK juhatuse esimehe </w:t>
            </w:r>
            <w:r w:rsidR="0028052C">
              <w:rPr>
                <w:sz w:val="20"/>
              </w:rPr>
              <w:t>16.01.2025</w:t>
            </w:r>
            <w:r w:rsidRPr="00D87D2D">
              <w:rPr>
                <w:sz w:val="20"/>
              </w:rPr>
              <w:t>. a käskkiri nr 1-5/</w:t>
            </w:r>
            <w:r w:rsidR="0028052C">
              <w:rPr>
                <w:sz w:val="20"/>
              </w:rPr>
              <w:t>7</w:t>
            </w:r>
          </w:p>
        </w:tc>
      </w:tr>
    </w:tbl>
    <w:p w14:paraId="632B4D9B" w14:textId="77777777" w:rsidR="00037D22" w:rsidRDefault="00037D22" w:rsidP="00037D22">
      <w:pPr>
        <w:rPr>
          <w:b/>
          <w:sz w:val="20"/>
        </w:rPr>
      </w:pPr>
    </w:p>
    <w:p w14:paraId="0F4D12C5" w14:textId="77777777" w:rsidR="005253F3" w:rsidRDefault="005253F3" w:rsidP="00566DA4">
      <w:pPr>
        <w:rPr>
          <w:b/>
          <w:sz w:val="20"/>
        </w:rPr>
      </w:pPr>
    </w:p>
    <w:p w14:paraId="1AD5D2C8" w14:textId="77777777" w:rsidR="005253F3" w:rsidRPr="00826EFE" w:rsidRDefault="005253F3" w:rsidP="00566DA4">
      <w:pPr>
        <w:rPr>
          <w:b/>
          <w:sz w:val="20"/>
        </w:rPr>
      </w:pPr>
      <w:r w:rsidRPr="00826EFE">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4252"/>
        <w:gridCol w:w="2969"/>
      </w:tblGrid>
      <w:tr w:rsidR="00E370AE" w:rsidRPr="00826EFE" w14:paraId="08E8A4C2" w14:textId="77777777" w:rsidTr="0028052C">
        <w:tc>
          <w:tcPr>
            <w:tcW w:w="1357" w:type="pct"/>
          </w:tcPr>
          <w:p w14:paraId="1803F383" w14:textId="77777777" w:rsidR="00E370AE" w:rsidRPr="00826EFE" w:rsidRDefault="00E370AE" w:rsidP="00E370AE">
            <w:pPr>
              <w:rPr>
                <w:sz w:val="20"/>
              </w:rPr>
            </w:pPr>
            <w:proofErr w:type="spellStart"/>
            <w:r>
              <w:rPr>
                <w:sz w:val="20"/>
              </w:rPr>
              <w:t>Vivandor</w:t>
            </w:r>
            <w:proofErr w:type="spellEnd"/>
            <w:r>
              <w:rPr>
                <w:sz w:val="20"/>
              </w:rPr>
              <w:t xml:space="preserve">  OÜ</w:t>
            </w:r>
          </w:p>
        </w:tc>
        <w:tc>
          <w:tcPr>
            <w:tcW w:w="2145" w:type="pct"/>
          </w:tcPr>
          <w:p w14:paraId="6AA1AC8C" w14:textId="77777777" w:rsidR="00E370AE" w:rsidRDefault="00E370AE" w:rsidP="00E370AE">
            <w:pPr>
              <w:rPr>
                <w:bCs/>
                <w:sz w:val="20"/>
              </w:rPr>
            </w:pPr>
            <w:r w:rsidRPr="00826EFE">
              <w:rPr>
                <w:sz w:val="20"/>
              </w:rPr>
              <w:t>Registrikood</w:t>
            </w:r>
            <w:r w:rsidRPr="00D428D7">
              <w:rPr>
                <w:bCs/>
                <w:sz w:val="20"/>
              </w:rPr>
              <w:t xml:space="preserve"> </w:t>
            </w:r>
            <w:r w:rsidRPr="008F7DDE">
              <w:rPr>
                <w:bCs/>
                <w:sz w:val="20"/>
              </w:rPr>
              <w:t>10</w:t>
            </w:r>
            <w:r>
              <w:rPr>
                <w:bCs/>
                <w:sz w:val="20"/>
              </w:rPr>
              <w:t xml:space="preserve">873410 </w:t>
            </w:r>
          </w:p>
          <w:p w14:paraId="57656D65" w14:textId="77777777" w:rsidR="00E370AE" w:rsidRPr="00826EFE" w:rsidRDefault="00E370AE" w:rsidP="00E370AE">
            <w:pPr>
              <w:rPr>
                <w:sz w:val="20"/>
              </w:rPr>
            </w:pPr>
            <w:r>
              <w:rPr>
                <w:bCs/>
                <w:sz w:val="20"/>
              </w:rPr>
              <w:t xml:space="preserve">Ulvi Mustvee vald Jõgevamaa </w:t>
            </w:r>
          </w:p>
        </w:tc>
        <w:tc>
          <w:tcPr>
            <w:tcW w:w="1498" w:type="pct"/>
          </w:tcPr>
          <w:p w14:paraId="6922A32A" w14:textId="77777777" w:rsidR="00E370AE" w:rsidRPr="00D428D7" w:rsidRDefault="00E370AE" w:rsidP="00E370AE">
            <w:pPr>
              <w:rPr>
                <w:bCs/>
                <w:sz w:val="20"/>
              </w:rPr>
            </w:pPr>
            <w:proofErr w:type="spellStart"/>
            <w:r>
              <w:rPr>
                <w:bCs/>
                <w:sz w:val="20"/>
              </w:rPr>
              <w:t>Mob</w:t>
            </w:r>
            <w:proofErr w:type="spellEnd"/>
            <w:r w:rsidRPr="00D428D7">
              <w:rPr>
                <w:bCs/>
                <w:sz w:val="20"/>
              </w:rPr>
              <w:t xml:space="preserve"> </w:t>
            </w:r>
            <w:r>
              <w:rPr>
                <w:bCs/>
                <w:sz w:val="20"/>
              </w:rPr>
              <w:t>5148311</w:t>
            </w:r>
          </w:p>
          <w:p w14:paraId="70DA7C8A" w14:textId="77777777" w:rsidR="00E370AE" w:rsidRPr="00826EFE" w:rsidRDefault="00E370AE" w:rsidP="00E370AE">
            <w:pPr>
              <w:rPr>
                <w:sz w:val="20"/>
              </w:rPr>
            </w:pPr>
          </w:p>
        </w:tc>
      </w:tr>
      <w:tr w:rsidR="00E370AE" w:rsidRPr="00826EFE" w14:paraId="1D670ED8" w14:textId="77777777" w:rsidTr="0028052C">
        <w:tc>
          <w:tcPr>
            <w:tcW w:w="1357" w:type="pct"/>
          </w:tcPr>
          <w:p w14:paraId="60056C3C" w14:textId="77777777" w:rsidR="00E370AE" w:rsidRPr="00D428D7" w:rsidRDefault="00E370AE" w:rsidP="00E370AE">
            <w:pPr>
              <w:rPr>
                <w:sz w:val="20"/>
              </w:rPr>
            </w:pPr>
            <w:r>
              <w:rPr>
                <w:sz w:val="20"/>
              </w:rPr>
              <w:t>Esindaja</w:t>
            </w:r>
          </w:p>
        </w:tc>
        <w:tc>
          <w:tcPr>
            <w:tcW w:w="2145" w:type="pct"/>
          </w:tcPr>
          <w:p w14:paraId="4B1617C2" w14:textId="77777777" w:rsidR="00E370AE" w:rsidRPr="00F16768" w:rsidRDefault="00E370AE" w:rsidP="00E370AE">
            <w:pPr>
              <w:rPr>
                <w:bCs/>
                <w:sz w:val="20"/>
              </w:rPr>
            </w:pPr>
            <w:r>
              <w:rPr>
                <w:bCs/>
                <w:sz w:val="20"/>
              </w:rPr>
              <w:t>Allan Pukk juhatuse liige</w:t>
            </w:r>
          </w:p>
        </w:tc>
        <w:tc>
          <w:tcPr>
            <w:tcW w:w="1498" w:type="pct"/>
          </w:tcPr>
          <w:p w14:paraId="299A3EC7" w14:textId="77777777" w:rsidR="00E370AE" w:rsidRPr="008F7DDE" w:rsidRDefault="00E370AE" w:rsidP="00E370AE">
            <w:pPr>
              <w:rPr>
                <w:bCs/>
                <w:sz w:val="20"/>
              </w:rPr>
            </w:pPr>
            <w:hyperlink r:id="rId12" w:history="1">
              <w:r w:rsidRPr="00F738ED">
                <w:rPr>
                  <w:rStyle w:val="Hperlink"/>
                  <w:sz w:val="20"/>
                </w:rPr>
                <w:t>vivandor00@gmail.com</w:t>
              </w:r>
            </w:hyperlink>
            <w:r>
              <w:rPr>
                <w:sz w:val="20"/>
              </w:rPr>
              <w:t xml:space="preserve">  </w:t>
            </w:r>
          </w:p>
        </w:tc>
      </w:tr>
      <w:tr w:rsidR="00E370AE" w:rsidRPr="00826EFE" w14:paraId="49AF3111" w14:textId="77777777" w:rsidTr="003707F0">
        <w:tblPrEx>
          <w:tblLook w:val="0000" w:firstRow="0" w:lastRow="0" w:firstColumn="0" w:lastColumn="0" w:noHBand="0" w:noVBand="0"/>
        </w:tblPrEx>
        <w:tc>
          <w:tcPr>
            <w:tcW w:w="5000" w:type="pct"/>
            <w:gridSpan w:val="3"/>
          </w:tcPr>
          <w:p w14:paraId="15B130F0" w14:textId="77777777" w:rsidR="00E370AE" w:rsidRPr="00826EFE" w:rsidRDefault="00E370AE" w:rsidP="00E370AE">
            <w:pPr>
              <w:rPr>
                <w:bCs/>
                <w:sz w:val="20"/>
              </w:rPr>
            </w:pPr>
            <w:r w:rsidRPr="00826EFE">
              <w:rPr>
                <w:bCs/>
                <w:sz w:val="20"/>
              </w:rPr>
              <w:t xml:space="preserve">Esindusõigus tuleneb (volitamise alus): </w:t>
            </w:r>
            <w:r>
              <w:rPr>
                <w:bCs/>
                <w:sz w:val="20"/>
              </w:rPr>
              <w:t>põhikiri</w:t>
            </w:r>
          </w:p>
        </w:tc>
      </w:tr>
      <w:bookmarkEnd w:id="0"/>
    </w:tbl>
    <w:p w14:paraId="60FA36C2" w14:textId="77777777" w:rsidR="005253F3" w:rsidRDefault="005253F3">
      <w:pPr>
        <w:rPr>
          <w:b/>
          <w:sz w:val="20"/>
        </w:rPr>
      </w:pPr>
    </w:p>
    <w:p w14:paraId="27EEA97C" w14:textId="77777777" w:rsidR="00FA589E" w:rsidRPr="001611B4" w:rsidRDefault="005253F3" w:rsidP="00FA589E">
      <w:pPr>
        <w:pStyle w:val="Pealkiri11"/>
        <w:rPr>
          <w:b/>
          <w:sz w:val="20"/>
        </w:rPr>
      </w:pPr>
      <w:r w:rsidRPr="00330C91">
        <w:rPr>
          <w:b/>
          <w:sz w:val="20"/>
        </w:rPr>
        <w:t xml:space="preserve">1. </w:t>
      </w:r>
      <w:r w:rsidR="00FA589E" w:rsidRPr="001611B4">
        <w:rPr>
          <w:b/>
          <w:sz w:val="20"/>
        </w:rPr>
        <w:t>Metsamaterjali müügilepingu tüüp, müüdav metsamaterjal ja hind</w:t>
      </w:r>
    </w:p>
    <w:p w14:paraId="09E8D1DE" w14:textId="77777777" w:rsidR="00FA589E" w:rsidRPr="001611B4" w:rsidRDefault="00FA589E" w:rsidP="00FA589E">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FA589E" w:rsidRPr="001611B4" w14:paraId="6792E90F" w14:textId="77777777" w:rsidTr="009D66F6">
        <w:trPr>
          <w:trHeight w:val="281"/>
        </w:trPr>
        <w:tc>
          <w:tcPr>
            <w:tcW w:w="3307" w:type="dxa"/>
          </w:tcPr>
          <w:p w14:paraId="43C7E0A1" w14:textId="77777777" w:rsidR="00FA589E" w:rsidRPr="001611B4" w:rsidRDefault="00FA589E" w:rsidP="009D66F6">
            <w:pPr>
              <w:rPr>
                <w:sz w:val="20"/>
              </w:rPr>
            </w:pPr>
            <w:r w:rsidRPr="001611B4">
              <w:rPr>
                <w:sz w:val="20"/>
              </w:rPr>
              <w:t>Sortiment, kogus ja asukoht:</w:t>
            </w:r>
          </w:p>
        </w:tc>
        <w:tc>
          <w:tcPr>
            <w:tcW w:w="3308" w:type="dxa"/>
          </w:tcPr>
          <w:p w14:paraId="6601560E" w14:textId="77777777" w:rsidR="00FA589E" w:rsidRPr="001611B4" w:rsidRDefault="00FA589E" w:rsidP="009D66F6">
            <w:pPr>
              <w:rPr>
                <w:sz w:val="20"/>
              </w:rPr>
            </w:pPr>
            <w:r w:rsidRPr="001611B4">
              <w:rPr>
                <w:sz w:val="20"/>
              </w:rPr>
              <w:t>Kvaliteet:</w:t>
            </w:r>
          </w:p>
        </w:tc>
        <w:tc>
          <w:tcPr>
            <w:tcW w:w="3308" w:type="dxa"/>
          </w:tcPr>
          <w:p w14:paraId="5C4F418F" w14:textId="77777777" w:rsidR="00FA589E" w:rsidRPr="001611B4" w:rsidRDefault="00FA589E" w:rsidP="009D66F6">
            <w:pPr>
              <w:rPr>
                <w:sz w:val="20"/>
              </w:rPr>
            </w:pPr>
            <w:r w:rsidRPr="001611B4">
              <w:rPr>
                <w:sz w:val="20"/>
              </w:rPr>
              <w:t>Hind:</w:t>
            </w:r>
          </w:p>
        </w:tc>
      </w:tr>
      <w:tr w:rsidR="00FA589E" w:rsidRPr="001611B4" w14:paraId="315E51A5" w14:textId="77777777" w:rsidTr="009D66F6">
        <w:trPr>
          <w:trHeight w:val="296"/>
        </w:trPr>
        <w:tc>
          <w:tcPr>
            <w:tcW w:w="3307" w:type="dxa"/>
          </w:tcPr>
          <w:p w14:paraId="0A03C3B0" w14:textId="77777777" w:rsidR="00FA589E" w:rsidRPr="001611B4" w:rsidRDefault="00FA589E" w:rsidP="009D66F6">
            <w:pPr>
              <w:rPr>
                <w:sz w:val="20"/>
              </w:rPr>
            </w:pPr>
            <w:r w:rsidRPr="001611B4">
              <w:rPr>
                <w:sz w:val="20"/>
              </w:rPr>
              <w:t>Vastavalt lisale nr 1 “Tarnegraafik”</w:t>
            </w:r>
          </w:p>
        </w:tc>
        <w:tc>
          <w:tcPr>
            <w:tcW w:w="3308" w:type="dxa"/>
          </w:tcPr>
          <w:p w14:paraId="4D76E53E" w14:textId="77777777" w:rsidR="00FA589E" w:rsidRPr="001611B4" w:rsidRDefault="00FA589E" w:rsidP="009D66F6">
            <w:pPr>
              <w:rPr>
                <w:sz w:val="20"/>
              </w:rPr>
            </w:pPr>
            <w:r w:rsidRPr="001611B4">
              <w:rPr>
                <w:sz w:val="20"/>
              </w:rPr>
              <w:t>Vastavalt lisale 2 “Kvaliteedinõuded”</w:t>
            </w:r>
          </w:p>
        </w:tc>
        <w:tc>
          <w:tcPr>
            <w:tcW w:w="3308" w:type="dxa"/>
          </w:tcPr>
          <w:p w14:paraId="65455F1A" w14:textId="77777777" w:rsidR="00FA589E" w:rsidRPr="001611B4" w:rsidRDefault="00FA589E" w:rsidP="009D66F6">
            <w:pPr>
              <w:rPr>
                <w:sz w:val="20"/>
              </w:rPr>
            </w:pPr>
            <w:r w:rsidRPr="001611B4">
              <w:rPr>
                <w:sz w:val="20"/>
              </w:rPr>
              <w:t xml:space="preserve">Vastavalt lisale 3 “Hinnakokkulepe” </w:t>
            </w:r>
          </w:p>
        </w:tc>
      </w:tr>
    </w:tbl>
    <w:p w14:paraId="0A6F01AF" w14:textId="77777777" w:rsidR="00FA589E" w:rsidRPr="001611B4" w:rsidRDefault="00FA589E" w:rsidP="00FA589E">
      <w:pPr>
        <w:ind w:right="-144"/>
        <w:rPr>
          <w:b/>
          <w:sz w:val="20"/>
        </w:rPr>
      </w:pPr>
    </w:p>
    <w:p w14:paraId="5FA048C6" w14:textId="77777777" w:rsidR="00FA589E" w:rsidRPr="001611B4" w:rsidRDefault="00FA589E" w:rsidP="00FA589E">
      <w:pPr>
        <w:ind w:right="-144"/>
        <w:rPr>
          <w:sz w:val="20"/>
        </w:rPr>
      </w:pPr>
      <w:r w:rsidRPr="001611B4">
        <w:rPr>
          <w:sz w:val="20"/>
        </w:rPr>
        <w:t>Käesolev leping on sõlmitud Vabariigi Valitsuse 4. jaanuari 2007. a määruse nr 1 § 5 kohaselt läbiviidud  avaliku enampakkumise võitnud isikuga.</w:t>
      </w:r>
    </w:p>
    <w:p w14:paraId="2314C898" w14:textId="77777777" w:rsidR="00FA589E" w:rsidRPr="001611B4" w:rsidRDefault="00FA589E" w:rsidP="00FA589E">
      <w:pPr>
        <w:jc w:val="both"/>
        <w:rPr>
          <w:b/>
          <w:sz w:val="20"/>
        </w:rPr>
      </w:pPr>
    </w:p>
    <w:p w14:paraId="6F6041F0" w14:textId="77777777" w:rsidR="00FA589E" w:rsidRPr="001611B4" w:rsidRDefault="00FA589E" w:rsidP="00FA589E">
      <w:pPr>
        <w:pStyle w:val="Pealkiri11"/>
        <w:rPr>
          <w:b/>
          <w:bCs/>
          <w:sz w:val="20"/>
        </w:rPr>
      </w:pPr>
      <w:r w:rsidRPr="001611B4">
        <w:rPr>
          <w:b/>
          <w:sz w:val="20"/>
        </w:rPr>
        <w:t>Metsamaterjali üleandmine, mõõtmine ja kvaliteedi hindamine.</w:t>
      </w:r>
    </w:p>
    <w:p w14:paraId="5ACE8268" w14:textId="77777777" w:rsidR="00FA589E" w:rsidRPr="001611B4" w:rsidRDefault="00FA589E" w:rsidP="00FA589E">
      <w:pPr>
        <w:pStyle w:val="Pealkiri21"/>
        <w:rPr>
          <w:sz w:val="20"/>
        </w:rPr>
      </w:pPr>
      <w:r w:rsidRPr="001611B4">
        <w:rPr>
          <w:sz w:val="20"/>
        </w:rPr>
        <w:t>Metsamaterjali koguse üleandmise tarnetingimus (</w:t>
      </w:r>
      <w:proofErr w:type="spellStart"/>
      <w:r w:rsidRPr="001611B4">
        <w:rPr>
          <w:sz w:val="20"/>
        </w:rPr>
        <w:t>Incoterms</w:t>
      </w:r>
      <w:proofErr w:type="spellEnd"/>
      <w:r w:rsidRPr="001611B4">
        <w:rPr>
          <w:sz w:val="20"/>
        </w:rPr>
        <w:t xml:space="preserve">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3F6DB11D" w14:textId="77777777" w:rsidR="00FA589E" w:rsidRPr="001611B4" w:rsidRDefault="00FA589E" w:rsidP="00FA589E">
      <w:pPr>
        <w:pStyle w:val="Pealkiri21"/>
        <w:rPr>
          <w:sz w:val="20"/>
        </w:rPr>
      </w:pPr>
      <w:r w:rsidRPr="001611B4">
        <w:rPr>
          <w:sz w:val="20"/>
        </w:rPr>
        <w:t>Ostja on kohustatud teatama müüjale e-veoselehe saatmiseks elektronposti aadressi kuni ostja liitumiseni elektroonilise veoselehe registriga (EVR). Liitumisel EVR-</w:t>
      </w:r>
      <w:proofErr w:type="spellStart"/>
      <w:r w:rsidRPr="001611B4">
        <w:rPr>
          <w:sz w:val="20"/>
        </w:rPr>
        <w:t>ga</w:t>
      </w:r>
      <w:proofErr w:type="spellEnd"/>
      <w:r w:rsidRPr="001611B4">
        <w:rPr>
          <w:sz w:val="20"/>
        </w:rPr>
        <w:t xml:space="preserve"> kaasneb iga e-veoselehe eest tasu teenuse pakkuja hinnakirja alusel (tüüptingimuste p 13.3). Kuni ostja liitumiseni EVR-</w:t>
      </w:r>
      <w:proofErr w:type="spellStart"/>
      <w:r w:rsidRPr="001611B4">
        <w:rPr>
          <w:sz w:val="20"/>
        </w:rPr>
        <w:t>ga</w:t>
      </w:r>
      <w:proofErr w:type="spellEnd"/>
      <w:r w:rsidRPr="001611B4">
        <w:rPr>
          <w:sz w:val="20"/>
        </w:rPr>
        <w:t xml:space="preserve"> vormistab müüja metsamaterjali e-veoselehe, näidates selles ära vedamiseks antud metsamaterjali koguse kuupmeetrites ja edastab selle ostjale e-postiga aadressile</w:t>
      </w:r>
      <w:r w:rsidRPr="001611B4">
        <w:rPr>
          <w:bCs/>
          <w:sz w:val="20"/>
        </w:rPr>
        <w:t xml:space="preserve"> ja </w:t>
      </w:r>
      <w:r w:rsidRPr="001611B4">
        <w:rPr>
          <w:sz w:val="20"/>
        </w:rPr>
        <w:t>ostja tasub müüjale e-veoselehe teenustasu müüja arve alusel.</w:t>
      </w:r>
    </w:p>
    <w:p w14:paraId="6E307D80" w14:textId="77777777" w:rsidR="00FA589E" w:rsidRPr="001611B4" w:rsidRDefault="00FA589E" w:rsidP="00FA589E">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554B7AC7" w14:textId="77777777" w:rsidR="00FA589E" w:rsidRPr="001611B4" w:rsidRDefault="00FA589E" w:rsidP="00FA589E">
      <w:pPr>
        <w:pStyle w:val="Pealkiri21"/>
        <w:rPr>
          <w:sz w:val="20"/>
        </w:rPr>
      </w:pPr>
      <w:r w:rsidRPr="001611B4">
        <w:rPr>
          <w:sz w:val="20"/>
        </w:rPr>
        <w:t>Ostja on kohustatud metsamaterjali üle mõõtma, hindama selle kvaliteedi ja tegema metsamaterjali koorma vastuvõtuandmed müüjale kättesaadavaks virnmaterjalina mõõdetud metsamaterjali puhul 1 (ühe) päeva jooksul metsamaterjali saabumisest ostja lattu</w:t>
      </w:r>
      <w:r>
        <w:rPr>
          <w:sz w:val="20"/>
        </w:rPr>
        <w:t>.</w:t>
      </w:r>
      <w:r w:rsidRPr="001611B4">
        <w:rPr>
          <w:sz w:val="20"/>
        </w:rPr>
        <w:t xml:space="preserve">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BB2180F" w14:textId="77777777" w:rsidR="00FA589E" w:rsidRPr="001611B4" w:rsidRDefault="00FA589E" w:rsidP="00FA589E">
      <w:pPr>
        <w:pStyle w:val="Pealkiri21"/>
        <w:rPr>
          <w:sz w:val="20"/>
        </w:rPr>
      </w:pPr>
      <w:r w:rsidRPr="001611B4">
        <w:rPr>
          <w:sz w:val="20"/>
        </w:rPr>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0A51C348" w14:textId="77777777" w:rsidR="00FA589E" w:rsidRPr="001611B4" w:rsidRDefault="00FA589E" w:rsidP="00FA589E">
      <w:pPr>
        <w:pStyle w:val="Pealkiri21"/>
        <w:numPr>
          <w:ilvl w:val="0"/>
          <w:numId w:val="0"/>
        </w:numPr>
        <w:ind w:left="576"/>
        <w:rPr>
          <w:sz w:val="20"/>
        </w:rPr>
      </w:pPr>
      <w:r w:rsidRPr="001611B4">
        <w:rPr>
          <w:sz w:val="20"/>
        </w:rPr>
        <w:lastRenderedPageBreak/>
        <w:t>Virnmaterjali mõõtmisraporti edastab ostja müüjale mõõtmisandmete sisestamiseks ja edastamiseks loodud veebipõhise rakenduse (KPV) kaudu või või poolte kokkuleppel muu lahenduse kaudu või lepingu p 10.1. näidatud e-posti aadressile.</w:t>
      </w:r>
    </w:p>
    <w:p w14:paraId="7DBD4DBC" w14:textId="77777777" w:rsidR="00FA589E" w:rsidRPr="001611B4" w:rsidRDefault="00FA589E" w:rsidP="00FA589E">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625C286B" w14:textId="77777777" w:rsidR="00FA589E" w:rsidRPr="001611B4" w:rsidRDefault="00FA589E" w:rsidP="00FA589E">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04878C48" w14:textId="77777777" w:rsidR="00FA589E" w:rsidRPr="001611B4" w:rsidRDefault="00FA589E" w:rsidP="00FA589E">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5F1D5FD9" w14:textId="77777777" w:rsidR="00FA589E" w:rsidRPr="001611B4" w:rsidRDefault="00FA589E" w:rsidP="00FA589E">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04F302CB" w14:textId="77777777" w:rsidR="00FA589E" w:rsidRPr="001611B4" w:rsidRDefault="00FA589E" w:rsidP="00FA589E">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9BEDBFE" w14:textId="77777777" w:rsidR="00FA589E" w:rsidRDefault="00FA589E" w:rsidP="00FA589E">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2A0A8C98" w14:textId="77777777" w:rsidR="00FA589E" w:rsidRPr="000A4A87" w:rsidRDefault="00FA589E" w:rsidP="00FA589E">
      <w:pPr>
        <w:pStyle w:val="Pealkiri21"/>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7B8314A3" w14:textId="71C07DA8" w:rsidR="00FA589E" w:rsidRPr="000A4A87" w:rsidRDefault="00FA589E" w:rsidP="00FA589E">
      <w:pPr>
        <w:rPr>
          <w:bCs/>
          <w:sz w:val="20"/>
        </w:rPr>
      </w:pPr>
    </w:p>
    <w:p w14:paraId="74DDA749" w14:textId="77777777" w:rsidR="00D606C9" w:rsidRDefault="00D606C9">
      <w:pPr>
        <w:rPr>
          <w:b/>
          <w:sz w:val="20"/>
        </w:rPr>
      </w:pPr>
    </w:p>
    <w:p w14:paraId="76678A09" w14:textId="77777777" w:rsidR="005253F3" w:rsidRPr="00330C91" w:rsidRDefault="005253F3">
      <w:pPr>
        <w:rPr>
          <w:b/>
          <w:sz w:val="20"/>
        </w:rPr>
      </w:pPr>
      <w:r w:rsidRPr="00330C91">
        <w:rPr>
          <w:b/>
          <w:sz w:val="20"/>
        </w:rPr>
        <w:t>3. Arvelduste kord, Maksetähtaeg ja Krediidilimiit</w:t>
      </w:r>
    </w:p>
    <w:p w14:paraId="7D277879"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6E45A7E0" w14:textId="77777777" w:rsidR="00D514A5" w:rsidRDefault="00D514A5">
      <w:pPr>
        <w:rPr>
          <w: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7"/>
        <w:gridCol w:w="2076"/>
      </w:tblGrid>
      <w:tr w:rsidR="00D514A5" w:rsidRPr="008C44DC" w14:paraId="23AD7773" w14:textId="77777777" w:rsidTr="003707F0">
        <w:tc>
          <w:tcPr>
            <w:tcW w:w="0" w:type="auto"/>
          </w:tcPr>
          <w:p w14:paraId="01462833" w14:textId="77777777" w:rsidR="00D514A5" w:rsidRPr="008C44DC" w:rsidRDefault="00D514A5" w:rsidP="007D7794">
            <w:pPr>
              <w:rPr>
                <w:sz w:val="20"/>
              </w:rPr>
            </w:pPr>
            <w:r w:rsidRPr="008C44DC">
              <w:rPr>
                <w:b/>
                <w:bCs/>
                <w:sz w:val="20"/>
              </w:rPr>
              <w:t xml:space="preserve">3.1. Maksetähtaeg </w:t>
            </w:r>
          </w:p>
          <w:p w14:paraId="7B80EEB0" w14:textId="77777777" w:rsidR="00D514A5" w:rsidRPr="008C44DC" w:rsidRDefault="00D514A5" w:rsidP="007D7794">
            <w:pPr>
              <w:rPr>
                <w:sz w:val="20"/>
              </w:rPr>
            </w:pPr>
            <w:r w:rsidRPr="008C44DC">
              <w:rPr>
                <w:sz w:val="20"/>
              </w:rPr>
              <w:t>(Tüüptingimuste art. 5)</w:t>
            </w:r>
          </w:p>
        </w:tc>
        <w:tc>
          <w:tcPr>
            <w:tcW w:w="0" w:type="auto"/>
          </w:tcPr>
          <w:p w14:paraId="1C51BEB1" w14:textId="77777777" w:rsidR="00D514A5" w:rsidRPr="008C44DC" w:rsidRDefault="00D514A5" w:rsidP="007D7794">
            <w:pPr>
              <w:rPr>
                <w:sz w:val="20"/>
              </w:rPr>
            </w:pPr>
            <w:r w:rsidRPr="008C44DC">
              <w:rPr>
                <w:b/>
                <w:bCs/>
                <w:sz w:val="20"/>
              </w:rPr>
              <w:t>3.2. Krediidilimiit</w:t>
            </w:r>
            <w:r w:rsidRPr="008C44DC">
              <w:rPr>
                <w:sz w:val="20"/>
              </w:rPr>
              <w:t xml:space="preserve"> </w:t>
            </w:r>
          </w:p>
          <w:p w14:paraId="070D48C6" w14:textId="77777777" w:rsidR="00D514A5" w:rsidRPr="008C44DC" w:rsidRDefault="00D514A5" w:rsidP="007D7794">
            <w:pPr>
              <w:rPr>
                <w:sz w:val="20"/>
              </w:rPr>
            </w:pPr>
          </w:p>
        </w:tc>
      </w:tr>
      <w:tr w:rsidR="00D514A5" w:rsidRPr="008C44DC" w14:paraId="6FA78101" w14:textId="77777777" w:rsidTr="003707F0">
        <w:tc>
          <w:tcPr>
            <w:tcW w:w="0" w:type="auto"/>
          </w:tcPr>
          <w:p w14:paraId="50CC2E00" w14:textId="77777777" w:rsidR="0025594D" w:rsidRPr="008C44DC" w:rsidRDefault="0025594D" w:rsidP="0025594D">
            <w:pPr>
              <w:rPr>
                <w:sz w:val="20"/>
              </w:rPr>
            </w:pPr>
            <w:r w:rsidRPr="008C44DC">
              <w:rPr>
                <w:sz w:val="20"/>
              </w:rPr>
              <w:t>Ostja ostab metsamaterjali ettemaksuga,  tasudes ettemaksu vastavalt Tarnegraafikus sätestatud kogustele n</w:t>
            </w:r>
            <w:r>
              <w:rPr>
                <w:sz w:val="20"/>
              </w:rPr>
              <w:t xml:space="preserve">ing metsamaterjali hinnale </w:t>
            </w:r>
            <w:r w:rsidRPr="008C44DC">
              <w:rPr>
                <w:sz w:val="20"/>
              </w:rPr>
              <w:t xml:space="preserve"> metsamate</w:t>
            </w:r>
            <w:r>
              <w:rPr>
                <w:sz w:val="20"/>
              </w:rPr>
              <w:t xml:space="preserve">rjali kuu koguse eest vastavalt Lisas 3 toodu graafikule. Ettemaks kanda RMK  a/a </w:t>
            </w:r>
            <w:r w:rsidRPr="004063F2">
              <w:rPr>
                <w:rStyle w:val="Pealkiri3Mrk"/>
                <w:rFonts w:ascii="Times New Roman" w:hAnsi="Times New Roman"/>
                <w:sz w:val="20"/>
              </w:rPr>
              <w:t>EE781010402024861004</w:t>
            </w:r>
            <w:r>
              <w:rPr>
                <w:b/>
                <w:sz w:val="20"/>
              </w:rPr>
              <w:t xml:space="preserve"> </w:t>
            </w:r>
            <w:r>
              <w:rPr>
                <w:sz w:val="20"/>
              </w:rPr>
              <w:t>selgitusse ettemaks ja lepingu number.</w:t>
            </w:r>
          </w:p>
          <w:p w14:paraId="440D8AD2" w14:textId="77777777" w:rsidR="00D514A5" w:rsidRPr="008C44DC" w:rsidRDefault="0025594D" w:rsidP="0025594D">
            <w:pPr>
              <w:rPr>
                <w:sz w:val="20"/>
              </w:rPr>
            </w:pPr>
            <w:r w:rsidRPr="008C44DC">
              <w:rPr>
                <w:sz w:val="20"/>
              </w:rPr>
              <w:t>Juhul kui Ostja soovib Müüjaga kooskõlastades, et Müüja tarniks Tarnegraafikus näidatud kuukogusest korraga rohkem kui kuukogust, siis Ostja tasub vastavalt suurema ettemaksu.</w:t>
            </w:r>
          </w:p>
        </w:tc>
        <w:tc>
          <w:tcPr>
            <w:tcW w:w="0" w:type="auto"/>
          </w:tcPr>
          <w:p w14:paraId="56936571" w14:textId="0C4D2291" w:rsidR="00D514A5" w:rsidRPr="008C44DC" w:rsidRDefault="00FA589E" w:rsidP="007D7794">
            <w:pPr>
              <w:rPr>
                <w:sz w:val="20"/>
              </w:rPr>
            </w:pPr>
            <w:r w:rsidRPr="001611B4">
              <w:rPr>
                <w:sz w:val="20"/>
              </w:rPr>
              <w:t>Krediidilimiit on makstud ettemaksu ulatuses.</w:t>
            </w:r>
          </w:p>
        </w:tc>
      </w:tr>
    </w:tbl>
    <w:p w14:paraId="080D0538" w14:textId="77777777" w:rsidR="00D514A5" w:rsidRPr="008C44DC" w:rsidRDefault="00D514A5">
      <w:pPr>
        <w:rPr>
          <w:sz w:val="20"/>
        </w:rPr>
      </w:pPr>
    </w:p>
    <w:p w14:paraId="768DE093" w14:textId="77777777" w:rsidR="00151D79" w:rsidRPr="008C44DC" w:rsidRDefault="005253F3">
      <w:pPr>
        <w:rPr>
          <w:sz w:val="20"/>
        </w:rPr>
      </w:pPr>
      <w:r w:rsidRPr="008C44DC">
        <w:rPr>
          <w:sz w:val="20"/>
        </w:rPr>
        <w:t xml:space="preserve">3.3. Müüja esitab </w:t>
      </w:r>
      <w:r w:rsidR="00151D79" w:rsidRPr="008C44DC">
        <w:rPr>
          <w:sz w:val="20"/>
        </w:rPr>
        <w:t xml:space="preserve">ettemaksu laekumisel </w:t>
      </w:r>
      <w:r w:rsidRPr="008C44DC">
        <w:rPr>
          <w:sz w:val="20"/>
        </w:rPr>
        <w:t xml:space="preserve">arved Metsamaterjali eest elektrooniliselt e-posti aadressile: </w:t>
      </w:r>
      <w:hyperlink r:id="rId13" w:history="1">
        <w:r w:rsidR="006A312D" w:rsidRPr="00F738ED">
          <w:rPr>
            <w:rStyle w:val="Hperlink"/>
            <w:sz w:val="20"/>
          </w:rPr>
          <w:t>vivandor00@gmail.com</w:t>
        </w:r>
      </w:hyperlink>
      <w:r w:rsidR="006A312D">
        <w:rPr>
          <w:sz w:val="20"/>
        </w:rPr>
        <w:t xml:space="preserve">  </w:t>
      </w:r>
    </w:p>
    <w:p w14:paraId="3BED6030" w14:textId="77777777" w:rsidR="005253F3" w:rsidRPr="008C44DC" w:rsidRDefault="005253F3">
      <w:pPr>
        <w:rPr>
          <w:bCs/>
          <w:sz w:val="20"/>
        </w:rPr>
      </w:pPr>
      <w:r w:rsidRPr="008C44DC">
        <w:rPr>
          <w:sz w:val="20"/>
        </w:rPr>
        <w:t xml:space="preserve">3.4. </w:t>
      </w:r>
      <w:r w:rsidR="00A24D92" w:rsidRPr="008C44DC">
        <w:rPr>
          <w:sz w:val="20"/>
        </w:rPr>
        <w:t xml:space="preserve">Juhul, kui Ostja ei ole tasunud kokkulepitud summas tähtaegselt ettemaksu Lepingu alusel tarnitava Metsamaterjali eest, on Müüjal õigus </w:t>
      </w:r>
      <w:r w:rsidR="00DB5790" w:rsidRPr="008C44DC">
        <w:rPr>
          <w:sz w:val="20"/>
        </w:rPr>
        <w:t>ühepoolselt keelduda Tarnegraafiku täitmisest, nõuda Ostjalt leppetrahvi 10% ettemaksu summast ja Lepingust taganeda.</w:t>
      </w:r>
    </w:p>
    <w:p w14:paraId="1C8FE3C9" w14:textId="77777777" w:rsidR="000E01A8" w:rsidRDefault="000E01A8">
      <w:pPr>
        <w:rPr>
          <w:b/>
          <w:sz w:val="20"/>
        </w:rPr>
      </w:pPr>
    </w:p>
    <w:p w14:paraId="57226165" w14:textId="77777777" w:rsidR="005253F3" w:rsidRPr="00330C91" w:rsidRDefault="005253F3">
      <w:pPr>
        <w:rPr>
          <w:b/>
          <w:sz w:val="20"/>
        </w:rPr>
      </w:pPr>
      <w:r w:rsidRPr="00330C91">
        <w:rPr>
          <w:b/>
          <w:sz w:val="20"/>
        </w:rPr>
        <w:t>4. Lepingu kehtivus</w:t>
      </w:r>
    </w:p>
    <w:p w14:paraId="23998D3D" w14:textId="3D0179E3" w:rsidR="00FA589E" w:rsidRPr="001611B4" w:rsidRDefault="00FA589E" w:rsidP="00FA589E">
      <w:pPr>
        <w:pStyle w:val="Pealkiri21"/>
        <w:numPr>
          <w:ilvl w:val="1"/>
          <w:numId w:val="17"/>
        </w:numPr>
        <w:rPr>
          <w:sz w:val="20"/>
        </w:rPr>
      </w:pPr>
      <w:r w:rsidRPr="001611B4">
        <w:rPr>
          <w:sz w:val="20"/>
        </w:rPr>
        <w:t>Leping jõustub selle allakirjutamisel ja kehtib kuni lepinguliste kohustuste täitmiseni mõlema poole poolt.</w:t>
      </w:r>
    </w:p>
    <w:p w14:paraId="54CC12A8" w14:textId="32CF569D" w:rsidR="00FA589E" w:rsidRPr="001611B4" w:rsidRDefault="00FA589E" w:rsidP="00FA589E">
      <w:pPr>
        <w:pStyle w:val="Pealkiri21"/>
        <w:numPr>
          <w:ilvl w:val="0"/>
          <w:numId w:val="0"/>
        </w:numPr>
        <w:ind w:left="576" w:hanging="576"/>
        <w:rPr>
          <w:sz w:val="20"/>
        </w:rPr>
      </w:pPr>
      <w:r>
        <w:rPr>
          <w:sz w:val="20"/>
        </w:rPr>
        <w:t xml:space="preserve">4.2  </w:t>
      </w:r>
      <w:r w:rsidRPr="001611B4">
        <w:rPr>
          <w:sz w:val="20"/>
        </w:rPr>
        <w:t>Leping</w:t>
      </w:r>
      <w:r>
        <w:rPr>
          <w:sz w:val="20"/>
        </w:rPr>
        <w:t xml:space="preserve"> kehtib kuni</w:t>
      </w:r>
      <w:r w:rsidRPr="001611B4">
        <w:rPr>
          <w:sz w:val="20"/>
        </w:rPr>
        <w:t xml:space="preserve"> </w:t>
      </w:r>
      <w:r>
        <w:rPr>
          <w:sz w:val="20"/>
        </w:rPr>
        <w:t>31.12.2025</w:t>
      </w:r>
    </w:p>
    <w:p w14:paraId="79201F35" w14:textId="77777777" w:rsidR="005253F3" w:rsidRPr="00330C91" w:rsidRDefault="005253F3">
      <w:pPr>
        <w:rPr>
          <w:b/>
          <w:sz w:val="20"/>
        </w:rPr>
      </w:pPr>
    </w:p>
    <w:p w14:paraId="605A1A14" w14:textId="77777777" w:rsidR="005253F3" w:rsidRPr="00330C91" w:rsidRDefault="005253F3">
      <w:pPr>
        <w:rPr>
          <w:b/>
          <w:sz w:val="20"/>
        </w:rPr>
      </w:pPr>
      <w:r w:rsidRPr="00330C91">
        <w:rPr>
          <w:b/>
          <w:sz w:val="20"/>
        </w:rPr>
        <w:lastRenderedPageBreak/>
        <w:t>5. Tüüptingimused Metsamaterjali müügilepingu osana ja Poolte täielik kokkulepe</w:t>
      </w:r>
    </w:p>
    <w:p w14:paraId="003E8A8D" w14:textId="08D01C03" w:rsidR="00FA589E" w:rsidRPr="001611B4" w:rsidRDefault="00FA589E" w:rsidP="00FA589E">
      <w:pPr>
        <w:pStyle w:val="Pealkiri21"/>
        <w:numPr>
          <w:ilvl w:val="0"/>
          <w:numId w:val="0"/>
        </w:numPr>
        <w:ind w:left="576" w:hanging="576"/>
        <w:rPr>
          <w:sz w:val="20"/>
        </w:rPr>
      </w:pPr>
      <w:r>
        <w:rPr>
          <w:sz w:val="20"/>
        </w:rPr>
        <w:t xml:space="preserve">5.1     </w:t>
      </w:r>
      <w:r w:rsidRPr="001611B4">
        <w:rPr>
          <w:sz w:val="20"/>
        </w:rPr>
        <w:t xml:space="preserve">Käesolevas metsamaterjali müügilepingus reguleerimata küsimuste osas rakendatakse Riigimetsa Majandamise Keskuse metsamaterjali müügilepingu tüüptingimusi, mille kehtiv redaktsioon on avaldatud </w:t>
      </w:r>
      <w:hyperlink r:id="rId14" w:history="1">
        <w:r w:rsidRPr="001611B4">
          <w:rPr>
            <w:rStyle w:val="Hperlink"/>
            <w:bCs/>
            <w:sz w:val="20"/>
          </w:rPr>
          <w:t>www.rmk.ee</w:t>
        </w:r>
      </w:hyperlink>
      <w:r w:rsidRPr="001611B4">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7A55E34A" w14:textId="2A45BF1A" w:rsidR="00FA589E" w:rsidRPr="001611B4" w:rsidRDefault="000E09E8" w:rsidP="00FA589E">
      <w:pPr>
        <w:pStyle w:val="Pealkiri21"/>
        <w:numPr>
          <w:ilvl w:val="1"/>
          <w:numId w:val="18"/>
        </w:numPr>
        <w:rPr>
          <w:sz w:val="20"/>
        </w:rPr>
      </w:pPr>
      <w:r>
        <w:rPr>
          <w:sz w:val="20"/>
        </w:rPr>
        <w:t xml:space="preserve"> </w:t>
      </w:r>
      <w:r w:rsidR="00FA589E" w:rsidRPr="001611B4">
        <w:rPr>
          <w:sz w:val="20"/>
        </w:rPr>
        <w:t>Lepingu sõlmimisel on lepingul järgmised lisad:</w:t>
      </w:r>
    </w:p>
    <w:p w14:paraId="4BFD8432" w14:textId="1A75B167" w:rsidR="00FA589E" w:rsidRPr="001611B4" w:rsidRDefault="00FA589E" w:rsidP="000E09E8">
      <w:pPr>
        <w:pStyle w:val="Pealkiri31"/>
        <w:numPr>
          <w:ilvl w:val="2"/>
          <w:numId w:val="18"/>
        </w:numPr>
        <w:rPr>
          <w:sz w:val="20"/>
        </w:rPr>
      </w:pPr>
      <w:r w:rsidRPr="001611B4">
        <w:rPr>
          <w:sz w:val="20"/>
        </w:rPr>
        <w:t>Lisa nr 1 “Tarnegraafik”;</w:t>
      </w:r>
    </w:p>
    <w:p w14:paraId="57C55332" w14:textId="0BE916DC" w:rsidR="00FA589E" w:rsidRPr="001611B4" w:rsidRDefault="000E09E8" w:rsidP="000E09E8">
      <w:pPr>
        <w:pStyle w:val="Pealkiri31"/>
        <w:numPr>
          <w:ilvl w:val="0"/>
          <w:numId w:val="0"/>
        </w:numPr>
        <w:rPr>
          <w:sz w:val="20"/>
        </w:rPr>
      </w:pPr>
      <w:r>
        <w:rPr>
          <w:sz w:val="20"/>
        </w:rPr>
        <w:t>5.2.2</w:t>
      </w:r>
      <w:r w:rsidR="00FA589E">
        <w:rPr>
          <w:sz w:val="20"/>
        </w:rPr>
        <w:t xml:space="preserve">  </w:t>
      </w:r>
      <w:r w:rsidR="00FA589E" w:rsidRPr="001611B4">
        <w:rPr>
          <w:sz w:val="20"/>
        </w:rPr>
        <w:t>Lisa nr 2 “Kvaliteedinõuded”;</w:t>
      </w:r>
    </w:p>
    <w:p w14:paraId="4815879F" w14:textId="6CA18695" w:rsidR="00FA589E" w:rsidRPr="001611B4" w:rsidRDefault="00FA589E" w:rsidP="00FA589E">
      <w:pPr>
        <w:pStyle w:val="Pealkiri31"/>
        <w:numPr>
          <w:ilvl w:val="0"/>
          <w:numId w:val="0"/>
        </w:numPr>
        <w:ind w:left="720" w:hanging="720"/>
        <w:rPr>
          <w:sz w:val="20"/>
        </w:rPr>
      </w:pPr>
      <w:r>
        <w:rPr>
          <w:sz w:val="20"/>
        </w:rPr>
        <w:t>5.</w:t>
      </w:r>
      <w:r w:rsidR="000E09E8">
        <w:rPr>
          <w:sz w:val="20"/>
        </w:rPr>
        <w:t>2.3</w:t>
      </w:r>
      <w:r>
        <w:rPr>
          <w:sz w:val="20"/>
        </w:rPr>
        <w:t xml:space="preserve">   </w:t>
      </w:r>
      <w:r w:rsidRPr="001611B4">
        <w:rPr>
          <w:sz w:val="20"/>
        </w:rPr>
        <w:t>Lisa nr 3 “Hinnakokkulepe”.</w:t>
      </w:r>
    </w:p>
    <w:p w14:paraId="5030447A" w14:textId="77777777" w:rsidR="00DD66DA" w:rsidRDefault="00DD66DA">
      <w:pPr>
        <w:rPr>
          <w:b/>
          <w:sz w:val="20"/>
        </w:rPr>
      </w:pPr>
    </w:p>
    <w:p w14:paraId="66BFDEB3" w14:textId="77777777" w:rsidR="005253F3" w:rsidRDefault="00EE4030">
      <w:pPr>
        <w:rPr>
          <w:b/>
          <w:sz w:val="20"/>
        </w:rPr>
      </w:pPr>
      <w:r>
        <w:rPr>
          <w:b/>
          <w:sz w:val="20"/>
        </w:rPr>
        <w:t>8</w:t>
      </w:r>
      <w:r w:rsidR="005253F3" w:rsidRPr="00330C91">
        <w:rPr>
          <w:b/>
          <w:sz w:val="20"/>
        </w:rPr>
        <w:t xml:space="preserve">. Poolte andmed ja allkirjad  </w:t>
      </w:r>
    </w:p>
    <w:p w14:paraId="69CF65D2" w14:textId="77777777" w:rsidR="00DD66DA" w:rsidRPr="00330C91" w:rsidRDefault="00DD66DA">
      <w:pPr>
        <w:rPr>
          <w:b/>
          <w:sz w:val="20"/>
        </w:rPr>
      </w:pPr>
    </w:p>
    <w:p w14:paraId="54821F9A"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1F032985" w14:textId="77777777" w:rsidR="005253F3" w:rsidRPr="00330C91" w:rsidRDefault="005253F3">
      <w:pPr>
        <w:rPr>
          <w:b/>
          <w:sz w:val="20"/>
        </w:rPr>
      </w:pPr>
    </w:p>
    <w:p w14:paraId="575C8D3C"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14A3204D" w14:textId="77777777" w:rsidR="00DD66DA" w:rsidRPr="00330C91" w:rsidRDefault="00DD66DA">
      <w:pPr>
        <w:rPr>
          <w:sz w:val="20"/>
        </w:rPr>
      </w:pPr>
    </w:p>
    <w:p w14:paraId="511AD3DB" w14:textId="77777777" w:rsidR="00501D29" w:rsidRDefault="008C44DC" w:rsidP="00EB57EF">
      <w:pPr>
        <w:rPr>
          <w:i/>
          <w:sz w:val="20"/>
        </w:rPr>
      </w:pPr>
      <w:r>
        <w:rPr>
          <w:sz w:val="20"/>
        </w:rPr>
        <w:t>Mart Enel</w:t>
      </w:r>
      <w:r>
        <w:rPr>
          <w:sz w:val="20"/>
        </w:rPr>
        <w:tab/>
      </w:r>
      <w:r>
        <w:rPr>
          <w:sz w:val="20"/>
        </w:rPr>
        <w:tab/>
      </w:r>
      <w:r>
        <w:rPr>
          <w:sz w:val="20"/>
        </w:rPr>
        <w:tab/>
      </w:r>
      <w:r w:rsidRPr="00330C91">
        <w:rPr>
          <w:i/>
          <w:sz w:val="20"/>
        </w:rPr>
        <w:tab/>
      </w:r>
      <w:r w:rsidRPr="00330C91">
        <w:rPr>
          <w:i/>
          <w:sz w:val="20"/>
        </w:rPr>
        <w:tab/>
      </w:r>
      <w:r w:rsidRPr="00330C91">
        <w:rPr>
          <w:i/>
          <w:sz w:val="20"/>
        </w:rPr>
        <w:tab/>
      </w:r>
      <w:r w:rsidRPr="00330C91">
        <w:rPr>
          <w:i/>
          <w:sz w:val="20"/>
        </w:rPr>
        <w:tab/>
      </w:r>
      <w:r w:rsidR="00EE3FE7">
        <w:rPr>
          <w:sz w:val="20"/>
        </w:rPr>
        <w:t>Allan Pukk</w:t>
      </w:r>
    </w:p>
    <w:sectPr w:rsidR="00501D29"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F04B5" w14:textId="77777777" w:rsidR="0007674C" w:rsidRDefault="0007674C">
      <w:r>
        <w:separator/>
      </w:r>
    </w:p>
  </w:endnote>
  <w:endnote w:type="continuationSeparator" w:id="0">
    <w:p w14:paraId="56512BA0" w14:textId="77777777" w:rsidR="0007674C" w:rsidRDefault="0007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17D80" w14:textId="77777777" w:rsidR="001F17D7" w:rsidRDefault="001F17D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2612A" w14:textId="77777777" w:rsidR="0007674C" w:rsidRDefault="0007674C">
      <w:r>
        <w:separator/>
      </w:r>
    </w:p>
  </w:footnote>
  <w:footnote w:type="continuationSeparator" w:id="0">
    <w:p w14:paraId="05D0AF5B" w14:textId="77777777" w:rsidR="0007674C" w:rsidRDefault="0007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655A6" w14:textId="77777777" w:rsidR="001F17D7" w:rsidRPr="00A67C68" w:rsidRDefault="001F17D7"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7837CC8"/>
    <w:multiLevelType w:val="multilevel"/>
    <w:tmpl w:val="93D6F2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146186C"/>
    <w:multiLevelType w:val="multilevel"/>
    <w:tmpl w:val="1CCAB9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4C6F0DEA"/>
    <w:multiLevelType w:val="hybridMultilevel"/>
    <w:tmpl w:val="0A7A36FC"/>
    <w:lvl w:ilvl="0" w:tplc="C76065FC">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2E73F9"/>
    <w:multiLevelType w:val="hybridMultilevel"/>
    <w:tmpl w:val="E10E7896"/>
    <w:lvl w:ilvl="0" w:tplc="C04EF5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718" w:hanging="576"/>
      </w:pPr>
      <w:rPr>
        <w:rFonts w:hint="default"/>
      </w:rPr>
    </w:lvl>
    <w:lvl w:ilvl="2">
      <w:start w:val="1"/>
      <w:numFmt w:val="decimal"/>
      <w:pStyle w:val="Pealkiri31"/>
      <w:lvlText w:val="%1.%2.%3."/>
      <w:lvlJc w:val="left"/>
      <w:pPr>
        <w:ind w:left="862"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4"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7"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795631916">
    <w:abstractNumId w:val="0"/>
  </w:num>
  <w:num w:numId="2" w16cid:durableId="626396561">
    <w:abstractNumId w:val="9"/>
  </w:num>
  <w:num w:numId="3" w16cid:durableId="773329297">
    <w:abstractNumId w:val="8"/>
  </w:num>
  <w:num w:numId="4" w16cid:durableId="968052843">
    <w:abstractNumId w:val="14"/>
  </w:num>
  <w:num w:numId="5" w16cid:durableId="283659600">
    <w:abstractNumId w:val="15"/>
  </w:num>
  <w:num w:numId="6" w16cid:durableId="1756827227">
    <w:abstractNumId w:val="16"/>
  </w:num>
  <w:num w:numId="7" w16cid:durableId="1801917805">
    <w:abstractNumId w:val="17"/>
  </w:num>
  <w:num w:numId="8" w16cid:durableId="1331718772">
    <w:abstractNumId w:val="4"/>
  </w:num>
  <w:num w:numId="9" w16cid:durableId="2101632589">
    <w:abstractNumId w:val="6"/>
  </w:num>
  <w:num w:numId="10" w16cid:durableId="1837840535">
    <w:abstractNumId w:val="1"/>
  </w:num>
  <w:num w:numId="11" w16cid:durableId="1674187970">
    <w:abstractNumId w:val="2"/>
  </w:num>
  <w:num w:numId="12" w16cid:durableId="2063287791">
    <w:abstractNumId w:val="10"/>
  </w:num>
  <w:num w:numId="13" w16cid:durableId="1926986509">
    <w:abstractNumId w:val="12"/>
  </w:num>
  <w:num w:numId="14" w16cid:durableId="90975990">
    <w:abstractNumId w:val="13"/>
  </w:num>
  <w:num w:numId="15" w16cid:durableId="1197811229">
    <w:abstractNumId w:val="11"/>
  </w:num>
  <w:num w:numId="16" w16cid:durableId="424614899">
    <w:abstractNumId w:val="7"/>
  </w:num>
  <w:num w:numId="17" w16cid:durableId="389115426">
    <w:abstractNumId w:val="3"/>
  </w:num>
  <w:num w:numId="18" w16cid:durableId="80650960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F"/>
    <w:rsid w:val="00003CCC"/>
    <w:rsid w:val="00004149"/>
    <w:rsid w:val="000043BD"/>
    <w:rsid w:val="00005090"/>
    <w:rsid w:val="0001148D"/>
    <w:rsid w:val="000114BF"/>
    <w:rsid w:val="00012D8E"/>
    <w:rsid w:val="00025146"/>
    <w:rsid w:val="000314C3"/>
    <w:rsid w:val="00034080"/>
    <w:rsid w:val="00035B26"/>
    <w:rsid w:val="00037D22"/>
    <w:rsid w:val="00042140"/>
    <w:rsid w:val="0004317E"/>
    <w:rsid w:val="000542FB"/>
    <w:rsid w:val="0005446F"/>
    <w:rsid w:val="0005586D"/>
    <w:rsid w:val="0005656E"/>
    <w:rsid w:val="000610EB"/>
    <w:rsid w:val="000619BA"/>
    <w:rsid w:val="00063E4E"/>
    <w:rsid w:val="00064CAF"/>
    <w:rsid w:val="000666E7"/>
    <w:rsid w:val="00066A2A"/>
    <w:rsid w:val="000672A5"/>
    <w:rsid w:val="00071CD2"/>
    <w:rsid w:val="00072B59"/>
    <w:rsid w:val="0007448A"/>
    <w:rsid w:val="00074A7E"/>
    <w:rsid w:val="0007674C"/>
    <w:rsid w:val="00076B1C"/>
    <w:rsid w:val="00085051"/>
    <w:rsid w:val="0008685A"/>
    <w:rsid w:val="00087AAE"/>
    <w:rsid w:val="00090699"/>
    <w:rsid w:val="000908A9"/>
    <w:rsid w:val="00090EBB"/>
    <w:rsid w:val="000947B0"/>
    <w:rsid w:val="0009669F"/>
    <w:rsid w:val="000A093A"/>
    <w:rsid w:val="000A0DDE"/>
    <w:rsid w:val="000A6C3C"/>
    <w:rsid w:val="000B0974"/>
    <w:rsid w:val="000B157A"/>
    <w:rsid w:val="000B430C"/>
    <w:rsid w:val="000B5349"/>
    <w:rsid w:val="000B7C03"/>
    <w:rsid w:val="000C16EB"/>
    <w:rsid w:val="000C53F6"/>
    <w:rsid w:val="000C58FB"/>
    <w:rsid w:val="000D1A91"/>
    <w:rsid w:val="000E01A8"/>
    <w:rsid w:val="000E09E8"/>
    <w:rsid w:val="000E1700"/>
    <w:rsid w:val="000E3545"/>
    <w:rsid w:val="000E4E06"/>
    <w:rsid w:val="000E6098"/>
    <w:rsid w:val="000F4314"/>
    <w:rsid w:val="000F6C46"/>
    <w:rsid w:val="001040E1"/>
    <w:rsid w:val="00106A8F"/>
    <w:rsid w:val="00107075"/>
    <w:rsid w:val="001073C0"/>
    <w:rsid w:val="00111D72"/>
    <w:rsid w:val="0011431B"/>
    <w:rsid w:val="00120B0E"/>
    <w:rsid w:val="00121F5F"/>
    <w:rsid w:val="001238EA"/>
    <w:rsid w:val="00126E0C"/>
    <w:rsid w:val="00127085"/>
    <w:rsid w:val="0012727E"/>
    <w:rsid w:val="00127C2E"/>
    <w:rsid w:val="00127E21"/>
    <w:rsid w:val="00131849"/>
    <w:rsid w:val="00133202"/>
    <w:rsid w:val="001336DB"/>
    <w:rsid w:val="00133963"/>
    <w:rsid w:val="00133E18"/>
    <w:rsid w:val="0013656B"/>
    <w:rsid w:val="001368DE"/>
    <w:rsid w:val="00140348"/>
    <w:rsid w:val="001442D4"/>
    <w:rsid w:val="00147BDF"/>
    <w:rsid w:val="00151D79"/>
    <w:rsid w:val="00152C0E"/>
    <w:rsid w:val="00153862"/>
    <w:rsid w:val="00157357"/>
    <w:rsid w:val="00157D40"/>
    <w:rsid w:val="00165381"/>
    <w:rsid w:val="00173E4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23CC"/>
    <w:rsid w:val="001E2671"/>
    <w:rsid w:val="001E2EBE"/>
    <w:rsid w:val="001E33A3"/>
    <w:rsid w:val="001F17D7"/>
    <w:rsid w:val="001F2AA7"/>
    <w:rsid w:val="001F424D"/>
    <w:rsid w:val="001F5D9F"/>
    <w:rsid w:val="0021202D"/>
    <w:rsid w:val="00212CA7"/>
    <w:rsid w:val="00216D5C"/>
    <w:rsid w:val="002179AD"/>
    <w:rsid w:val="00226AB7"/>
    <w:rsid w:val="0023536A"/>
    <w:rsid w:val="00235941"/>
    <w:rsid w:val="00236C7C"/>
    <w:rsid w:val="0024080D"/>
    <w:rsid w:val="00243D01"/>
    <w:rsid w:val="00244AC9"/>
    <w:rsid w:val="00245F50"/>
    <w:rsid w:val="002465D4"/>
    <w:rsid w:val="0024695A"/>
    <w:rsid w:val="002522AB"/>
    <w:rsid w:val="00252330"/>
    <w:rsid w:val="00253B30"/>
    <w:rsid w:val="0025594D"/>
    <w:rsid w:val="002562CE"/>
    <w:rsid w:val="00256E72"/>
    <w:rsid w:val="00262D70"/>
    <w:rsid w:val="00265D01"/>
    <w:rsid w:val="00275117"/>
    <w:rsid w:val="00277A7E"/>
    <w:rsid w:val="0028052C"/>
    <w:rsid w:val="00280746"/>
    <w:rsid w:val="0028146B"/>
    <w:rsid w:val="00290D10"/>
    <w:rsid w:val="002910FC"/>
    <w:rsid w:val="0029511A"/>
    <w:rsid w:val="00296AE8"/>
    <w:rsid w:val="002A0FA8"/>
    <w:rsid w:val="002A1CCF"/>
    <w:rsid w:val="002A3541"/>
    <w:rsid w:val="002A5316"/>
    <w:rsid w:val="002B3228"/>
    <w:rsid w:val="002C2796"/>
    <w:rsid w:val="002C28C5"/>
    <w:rsid w:val="002C3086"/>
    <w:rsid w:val="002D6E2B"/>
    <w:rsid w:val="002E0A02"/>
    <w:rsid w:val="002E1392"/>
    <w:rsid w:val="002E2745"/>
    <w:rsid w:val="002E6FB9"/>
    <w:rsid w:val="002F1618"/>
    <w:rsid w:val="002F3C88"/>
    <w:rsid w:val="002F6AF8"/>
    <w:rsid w:val="00312D5E"/>
    <w:rsid w:val="00314AD1"/>
    <w:rsid w:val="003305F9"/>
    <w:rsid w:val="00330C91"/>
    <w:rsid w:val="003311F0"/>
    <w:rsid w:val="00335E84"/>
    <w:rsid w:val="00336C8F"/>
    <w:rsid w:val="00340133"/>
    <w:rsid w:val="003415B9"/>
    <w:rsid w:val="003470C4"/>
    <w:rsid w:val="003502BF"/>
    <w:rsid w:val="00350BD3"/>
    <w:rsid w:val="00353A37"/>
    <w:rsid w:val="0035572E"/>
    <w:rsid w:val="0035758D"/>
    <w:rsid w:val="0036209B"/>
    <w:rsid w:val="0036397D"/>
    <w:rsid w:val="003648F0"/>
    <w:rsid w:val="00365BA6"/>
    <w:rsid w:val="00365BAB"/>
    <w:rsid w:val="00366BF5"/>
    <w:rsid w:val="00367760"/>
    <w:rsid w:val="003707F0"/>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C047F"/>
    <w:rsid w:val="003C2045"/>
    <w:rsid w:val="003C2819"/>
    <w:rsid w:val="003C30FD"/>
    <w:rsid w:val="003C79AB"/>
    <w:rsid w:val="003D04A2"/>
    <w:rsid w:val="003D65D5"/>
    <w:rsid w:val="003D74F1"/>
    <w:rsid w:val="003E1F84"/>
    <w:rsid w:val="003E3C19"/>
    <w:rsid w:val="003F03F4"/>
    <w:rsid w:val="003F3504"/>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E2019"/>
    <w:rsid w:val="004F69EB"/>
    <w:rsid w:val="00501D29"/>
    <w:rsid w:val="0050533C"/>
    <w:rsid w:val="00507044"/>
    <w:rsid w:val="00507899"/>
    <w:rsid w:val="00511645"/>
    <w:rsid w:val="00513E1C"/>
    <w:rsid w:val="00515255"/>
    <w:rsid w:val="005154D6"/>
    <w:rsid w:val="00524888"/>
    <w:rsid w:val="005253F3"/>
    <w:rsid w:val="00526921"/>
    <w:rsid w:val="0053055F"/>
    <w:rsid w:val="00532189"/>
    <w:rsid w:val="00534E5B"/>
    <w:rsid w:val="00541813"/>
    <w:rsid w:val="005446C0"/>
    <w:rsid w:val="00544E0A"/>
    <w:rsid w:val="00547DC1"/>
    <w:rsid w:val="00550631"/>
    <w:rsid w:val="00552127"/>
    <w:rsid w:val="005655A4"/>
    <w:rsid w:val="00566DA4"/>
    <w:rsid w:val="005703C1"/>
    <w:rsid w:val="00574248"/>
    <w:rsid w:val="0058348A"/>
    <w:rsid w:val="00587721"/>
    <w:rsid w:val="0059149C"/>
    <w:rsid w:val="00592D37"/>
    <w:rsid w:val="005A23F1"/>
    <w:rsid w:val="005A3424"/>
    <w:rsid w:val="005A3544"/>
    <w:rsid w:val="005A3BC4"/>
    <w:rsid w:val="005A432C"/>
    <w:rsid w:val="005A6DC6"/>
    <w:rsid w:val="005B0F9F"/>
    <w:rsid w:val="005B20F3"/>
    <w:rsid w:val="005B3CB3"/>
    <w:rsid w:val="005B7099"/>
    <w:rsid w:val="005C0954"/>
    <w:rsid w:val="005C0CA3"/>
    <w:rsid w:val="005C0F01"/>
    <w:rsid w:val="005C3257"/>
    <w:rsid w:val="005C386A"/>
    <w:rsid w:val="005D229E"/>
    <w:rsid w:val="005D281D"/>
    <w:rsid w:val="005D6D69"/>
    <w:rsid w:val="005E216A"/>
    <w:rsid w:val="005E37F8"/>
    <w:rsid w:val="005E756B"/>
    <w:rsid w:val="005F1009"/>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F93"/>
    <w:rsid w:val="00647E2E"/>
    <w:rsid w:val="00650126"/>
    <w:rsid w:val="006515CB"/>
    <w:rsid w:val="00656DBC"/>
    <w:rsid w:val="00662EDA"/>
    <w:rsid w:val="00663A94"/>
    <w:rsid w:val="0066428B"/>
    <w:rsid w:val="0066527D"/>
    <w:rsid w:val="00676EC6"/>
    <w:rsid w:val="00682111"/>
    <w:rsid w:val="00682EEA"/>
    <w:rsid w:val="006900B0"/>
    <w:rsid w:val="006975E1"/>
    <w:rsid w:val="006A2FC1"/>
    <w:rsid w:val="006A312D"/>
    <w:rsid w:val="006A6699"/>
    <w:rsid w:val="006B684A"/>
    <w:rsid w:val="006B711D"/>
    <w:rsid w:val="006C05BA"/>
    <w:rsid w:val="006D036C"/>
    <w:rsid w:val="006D05A5"/>
    <w:rsid w:val="006D409D"/>
    <w:rsid w:val="006E260F"/>
    <w:rsid w:val="006E313B"/>
    <w:rsid w:val="006E34A0"/>
    <w:rsid w:val="006E649C"/>
    <w:rsid w:val="006F1C43"/>
    <w:rsid w:val="006F3AFC"/>
    <w:rsid w:val="006F3EE1"/>
    <w:rsid w:val="00702E82"/>
    <w:rsid w:val="00703B98"/>
    <w:rsid w:val="00707EA7"/>
    <w:rsid w:val="00711A66"/>
    <w:rsid w:val="00711BBD"/>
    <w:rsid w:val="00715B23"/>
    <w:rsid w:val="007206C5"/>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5A0F"/>
    <w:rsid w:val="00756890"/>
    <w:rsid w:val="00756B87"/>
    <w:rsid w:val="00775310"/>
    <w:rsid w:val="00783E8B"/>
    <w:rsid w:val="00790A0C"/>
    <w:rsid w:val="00791078"/>
    <w:rsid w:val="00793C6F"/>
    <w:rsid w:val="00795434"/>
    <w:rsid w:val="00797563"/>
    <w:rsid w:val="007A19D4"/>
    <w:rsid w:val="007A2327"/>
    <w:rsid w:val="007A6BC4"/>
    <w:rsid w:val="007C0F10"/>
    <w:rsid w:val="007C1490"/>
    <w:rsid w:val="007C234B"/>
    <w:rsid w:val="007C34FD"/>
    <w:rsid w:val="007C392C"/>
    <w:rsid w:val="007D42A9"/>
    <w:rsid w:val="007D5B93"/>
    <w:rsid w:val="007D5CD3"/>
    <w:rsid w:val="007D7794"/>
    <w:rsid w:val="007E25CD"/>
    <w:rsid w:val="007E5FA4"/>
    <w:rsid w:val="007F1B76"/>
    <w:rsid w:val="007F3057"/>
    <w:rsid w:val="007F7BCE"/>
    <w:rsid w:val="00800CC0"/>
    <w:rsid w:val="008059A8"/>
    <w:rsid w:val="0080670C"/>
    <w:rsid w:val="008127E0"/>
    <w:rsid w:val="00826EFE"/>
    <w:rsid w:val="00827247"/>
    <w:rsid w:val="00832DCD"/>
    <w:rsid w:val="00832EEB"/>
    <w:rsid w:val="008365D7"/>
    <w:rsid w:val="008403E7"/>
    <w:rsid w:val="00843F3A"/>
    <w:rsid w:val="00847ED8"/>
    <w:rsid w:val="00855E55"/>
    <w:rsid w:val="00867349"/>
    <w:rsid w:val="00871222"/>
    <w:rsid w:val="008763CD"/>
    <w:rsid w:val="00877EE8"/>
    <w:rsid w:val="008822AC"/>
    <w:rsid w:val="00883BEF"/>
    <w:rsid w:val="00885482"/>
    <w:rsid w:val="008865A0"/>
    <w:rsid w:val="00887845"/>
    <w:rsid w:val="00894518"/>
    <w:rsid w:val="008A0603"/>
    <w:rsid w:val="008A135D"/>
    <w:rsid w:val="008A219B"/>
    <w:rsid w:val="008A528E"/>
    <w:rsid w:val="008A7ECC"/>
    <w:rsid w:val="008B16DA"/>
    <w:rsid w:val="008B3B85"/>
    <w:rsid w:val="008B4EA1"/>
    <w:rsid w:val="008C44DC"/>
    <w:rsid w:val="008C4C4E"/>
    <w:rsid w:val="008C530D"/>
    <w:rsid w:val="008C744A"/>
    <w:rsid w:val="008D0102"/>
    <w:rsid w:val="008D0BC1"/>
    <w:rsid w:val="008D0C7D"/>
    <w:rsid w:val="008D3EDA"/>
    <w:rsid w:val="008D581D"/>
    <w:rsid w:val="008E420A"/>
    <w:rsid w:val="008E4798"/>
    <w:rsid w:val="008F23D1"/>
    <w:rsid w:val="008F2BB8"/>
    <w:rsid w:val="008F34A0"/>
    <w:rsid w:val="00904385"/>
    <w:rsid w:val="00907283"/>
    <w:rsid w:val="0091010D"/>
    <w:rsid w:val="00925BC2"/>
    <w:rsid w:val="00930C5E"/>
    <w:rsid w:val="00933C09"/>
    <w:rsid w:val="009349BC"/>
    <w:rsid w:val="0093627A"/>
    <w:rsid w:val="00960CAC"/>
    <w:rsid w:val="0096632D"/>
    <w:rsid w:val="00971BD0"/>
    <w:rsid w:val="00971D58"/>
    <w:rsid w:val="0097563D"/>
    <w:rsid w:val="00982697"/>
    <w:rsid w:val="00990EC6"/>
    <w:rsid w:val="00994A2C"/>
    <w:rsid w:val="00996BAE"/>
    <w:rsid w:val="009A46DE"/>
    <w:rsid w:val="009B1AF3"/>
    <w:rsid w:val="009B5393"/>
    <w:rsid w:val="009B73A5"/>
    <w:rsid w:val="009C00B9"/>
    <w:rsid w:val="009C34E6"/>
    <w:rsid w:val="009C5BE1"/>
    <w:rsid w:val="009D58F6"/>
    <w:rsid w:val="009D64F7"/>
    <w:rsid w:val="009E10F0"/>
    <w:rsid w:val="009F3037"/>
    <w:rsid w:val="009F49BF"/>
    <w:rsid w:val="009F7937"/>
    <w:rsid w:val="00A017B4"/>
    <w:rsid w:val="00A063F4"/>
    <w:rsid w:val="00A107BD"/>
    <w:rsid w:val="00A111CB"/>
    <w:rsid w:val="00A116B3"/>
    <w:rsid w:val="00A24D92"/>
    <w:rsid w:val="00A24F99"/>
    <w:rsid w:val="00A256A9"/>
    <w:rsid w:val="00A32155"/>
    <w:rsid w:val="00A349F8"/>
    <w:rsid w:val="00A40642"/>
    <w:rsid w:val="00A414B4"/>
    <w:rsid w:val="00A41F98"/>
    <w:rsid w:val="00A47405"/>
    <w:rsid w:val="00A624A3"/>
    <w:rsid w:val="00A63F9D"/>
    <w:rsid w:val="00A67C68"/>
    <w:rsid w:val="00A72A8F"/>
    <w:rsid w:val="00A74DFE"/>
    <w:rsid w:val="00A871C3"/>
    <w:rsid w:val="00AA5327"/>
    <w:rsid w:val="00AA6160"/>
    <w:rsid w:val="00AA75FC"/>
    <w:rsid w:val="00AB2C10"/>
    <w:rsid w:val="00AB74BD"/>
    <w:rsid w:val="00AC051F"/>
    <w:rsid w:val="00AC147B"/>
    <w:rsid w:val="00AC15E1"/>
    <w:rsid w:val="00AC5502"/>
    <w:rsid w:val="00AD3838"/>
    <w:rsid w:val="00AE30BF"/>
    <w:rsid w:val="00AF495D"/>
    <w:rsid w:val="00AF54A5"/>
    <w:rsid w:val="00B02924"/>
    <w:rsid w:val="00B072F1"/>
    <w:rsid w:val="00B10BC9"/>
    <w:rsid w:val="00B14D78"/>
    <w:rsid w:val="00B224D6"/>
    <w:rsid w:val="00B244B0"/>
    <w:rsid w:val="00B30713"/>
    <w:rsid w:val="00B37621"/>
    <w:rsid w:val="00B443E1"/>
    <w:rsid w:val="00B462ED"/>
    <w:rsid w:val="00B602BD"/>
    <w:rsid w:val="00B67410"/>
    <w:rsid w:val="00B67DA4"/>
    <w:rsid w:val="00B726B4"/>
    <w:rsid w:val="00B818AF"/>
    <w:rsid w:val="00B826AF"/>
    <w:rsid w:val="00B8365C"/>
    <w:rsid w:val="00B8580F"/>
    <w:rsid w:val="00B85B2C"/>
    <w:rsid w:val="00B923F1"/>
    <w:rsid w:val="00B92894"/>
    <w:rsid w:val="00B942D7"/>
    <w:rsid w:val="00BA549B"/>
    <w:rsid w:val="00BB2B18"/>
    <w:rsid w:val="00BC181B"/>
    <w:rsid w:val="00BC49E3"/>
    <w:rsid w:val="00BD38F6"/>
    <w:rsid w:val="00BD59D2"/>
    <w:rsid w:val="00BD65AC"/>
    <w:rsid w:val="00BD6882"/>
    <w:rsid w:val="00BD7940"/>
    <w:rsid w:val="00BE2109"/>
    <w:rsid w:val="00BE2301"/>
    <w:rsid w:val="00BE24A8"/>
    <w:rsid w:val="00BE36AC"/>
    <w:rsid w:val="00BE6987"/>
    <w:rsid w:val="00BF2FD7"/>
    <w:rsid w:val="00BF6461"/>
    <w:rsid w:val="00C00716"/>
    <w:rsid w:val="00C02473"/>
    <w:rsid w:val="00C06DF1"/>
    <w:rsid w:val="00C136E3"/>
    <w:rsid w:val="00C15F26"/>
    <w:rsid w:val="00C20CC4"/>
    <w:rsid w:val="00C21A36"/>
    <w:rsid w:val="00C22DE9"/>
    <w:rsid w:val="00C233E3"/>
    <w:rsid w:val="00C265D9"/>
    <w:rsid w:val="00C27BA9"/>
    <w:rsid w:val="00C33773"/>
    <w:rsid w:val="00C33A75"/>
    <w:rsid w:val="00C3442B"/>
    <w:rsid w:val="00C35145"/>
    <w:rsid w:val="00C42D83"/>
    <w:rsid w:val="00C45FAD"/>
    <w:rsid w:val="00C4605A"/>
    <w:rsid w:val="00C47B41"/>
    <w:rsid w:val="00C547BC"/>
    <w:rsid w:val="00C56AE9"/>
    <w:rsid w:val="00C64B18"/>
    <w:rsid w:val="00C673EA"/>
    <w:rsid w:val="00C679DE"/>
    <w:rsid w:val="00C741B5"/>
    <w:rsid w:val="00C75132"/>
    <w:rsid w:val="00C82045"/>
    <w:rsid w:val="00C85F5D"/>
    <w:rsid w:val="00C871DE"/>
    <w:rsid w:val="00C913DD"/>
    <w:rsid w:val="00C92265"/>
    <w:rsid w:val="00C95D82"/>
    <w:rsid w:val="00C96E19"/>
    <w:rsid w:val="00CA255E"/>
    <w:rsid w:val="00CA5629"/>
    <w:rsid w:val="00CA5C8F"/>
    <w:rsid w:val="00CA5DB5"/>
    <w:rsid w:val="00CB0FFB"/>
    <w:rsid w:val="00CC7DA1"/>
    <w:rsid w:val="00CD0651"/>
    <w:rsid w:val="00CD2AED"/>
    <w:rsid w:val="00CD396D"/>
    <w:rsid w:val="00CE0D64"/>
    <w:rsid w:val="00CE3708"/>
    <w:rsid w:val="00CE7437"/>
    <w:rsid w:val="00CF0601"/>
    <w:rsid w:val="00CF3100"/>
    <w:rsid w:val="00D00D20"/>
    <w:rsid w:val="00D02387"/>
    <w:rsid w:val="00D10EBB"/>
    <w:rsid w:val="00D12D1A"/>
    <w:rsid w:val="00D13208"/>
    <w:rsid w:val="00D17975"/>
    <w:rsid w:val="00D21C46"/>
    <w:rsid w:val="00D24747"/>
    <w:rsid w:val="00D24A4E"/>
    <w:rsid w:val="00D2560A"/>
    <w:rsid w:val="00D2770C"/>
    <w:rsid w:val="00D31A7F"/>
    <w:rsid w:val="00D41F11"/>
    <w:rsid w:val="00D428D7"/>
    <w:rsid w:val="00D42A42"/>
    <w:rsid w:val="00D43C66"/>
    <w:rsid w:val="00D514A5"/>
    <w:rsid w:val="00D521FD"/>
    <w:rsid w:val="00D54A31"/>
    <w:rsid w:val="00D54A53"/>
    <w:rsid w:val="00D54DAB"/>
    <w:rsid w:val="00D606C9"/>
    <w:rsid w:val="00D626D1"/>
    <w:rsid w:val="00D63ACF"/>
    <w:rsid w:val="00D75B5C"/>
    <w:rsid w:val="00D76E26"/>
    <w:rsid w:val="00D80586"/>
    <w:rsid w:val="00D82983"/>
    <w:rsid w:val="00D85EE9"/>
    <w:rsid w:val="00D85F5C"/>
    <w:rsid w:val="00D86339"/>
    <w:rsid w:val="00D86E50"/>
    <w:rsid w:val="00D87B5D"/>
    <w:rsid w:val="00D87F57"/>
    <w:rsid w:val="00D94915"/>
    <w:rsid w:val="00D96872"/>
    <w:rsid w:val="00D97399"/>
    <w:rsid w:val="00DA644F"/>
    <w:rsid w:val="00DA7872"/>
    <w:rsid w:val="00DB5790"/>
    <w:rsid w:val="00DC06EC"/>
    <w:rsid w:val="00DC3B6C"/>
    <w:rsid w:val="00DC4975"/>
    <w:rsid w:val="00DC4B76"/>
    <w:rsid w:val="00DD5220"/>
    <w:rsid w:val="00DD66DA"/>
    <w:rsid w:val="00DE4FBF"/>
    <w:rsid w:val="00DE6326"/>
    <w:rsid w:val="00DF1425"/>
    <w:rsid w:val="00DF1BCB"/>
    <w:rsid w:val="00DF31BB"/>
    <w:rsid w:val="00DF3603"/>
    <w:rsid w:val="00DF4112"/>
    <w:rsid w:val="00DF6282"/>
    <w:rsid w:val="00E0007E"/>
    <w:rsid w:val="00E0123C"/>
    <w:rsid w:val="00E06745"/>
    <w:rsid w:val="00E06874"/>
    <w:rsid w:val="00E1060D"/>
    <w:rsid w:val="00E12C34"/>
    <w:rsid w:val="00E144F2"/>
    <w:rsid w:val="00E14EF3"/>
    <w:rsid w:val="00E20E38"/>
    <w:rsid w:val="00E265EF"/>
    <w:rsid w:val="00E26E9D"/>
    <w:rsid w:val="00E36161"/>
    <w:rsid w:val="00E370AE"/>
    <w:rsid w:val="00E4600D"/>
    <w:rsid w:val="00E57A2D"/>
    <w:rsid w:val="00E57B37"/>
    <w:rsid w:val="00E62DF9"/>
    <w:rsid w:val="00E659C8"/>
    <w:rsid w:val="00E71641"/>
    <w:rsid w:val="00E71A56"/>
    <w:rsid w:val="00E71A8F"/>
    <w:rsid w:val="00E72506"/>
    <w:rsid w:val="00E73136"/>
    <w:rsid w:val="00E7644A"/>
    <w:rsid w:val="00E8544B"/>
    <w:rsid w:val="00E858AF"/>
    <w:rsid w:val="00E91BEB"/>
    <w:rsid w:val="00E93AC8"/>
    <w:rsid w:val="00EA1488"/>
    <w:rsid w:val="00EB0C96"/>
    <w:rsid w:val="00EB2A24"/>
    <w:rsid w:val="00EB57EF"/>
    <w:rsid w:val="00EB7677"/>
    <w:rsid w:val="00ED071D"/>
    <w:rsid w:val="00ED29A4"/>
    <w:rsid w:val="00ED41E8"/>
    <w:rsid w:val="00EE00CE"/>
    <w:rsid w:val="00EE058D"/>
    <w:rsid w:val="00EE38B6"/>
    <w:rsid w:val="00EE3D8B"/>
    <w:rsid w:val="00EE3FE7"/>
    <w:rsid w:val="00EE4030"/>
    <w:rsid w:val="00EE7922"/>
    <w:rsid w:val="00EF0959"/>
    <w:rsid w:val="00EF1887"/>
    <w:rsid w:val="00EF28A0"/>
    <w:rsid w:val="00EF38AB"/>
    <w:rsid w:val="00EF4A2B"/>
    <w:rsid w:val="00F02C6C"/>
    <w:rsid w:val="00F06F1D"/>
    <w:rsid w:val="00F217C0"/>
    <w:rsid w:val="00F24893"/>
    <w:rsid w:val="00F30908"/>
    <w:rsid w:val="00F4318C"/>
    <w:rsid w:val="00F46877"/>
    <w:rsid w:val="00F472E6"/>
    <w:rsid w:val="00F52E9A"/>
    <w:rsid w:val="00F53000"/>
    <w:rsid w:val="00F55F54"/>
    <w:rsid w:val="00F5610F"/>
    <w:rsid w:val="00F76FB8"/>
    <w:rsid w:val="00F84959"/>
    <w:rsid w:val="00F86070"/>
    <w:rsid w:val="00F86CB3"/>
    <w:rsid w:val="00F919E6"/>
    <w:rsid w:val="00FA1F9E"/>
    <w:rsid w:val="00FA1FAE"/>
    <w:rsid w:val="00FA2DA0"/>
    <w:rsid w:val="00FA4866"/>
    <w:rsid w:val="00FA4F16"/>
    <w:rsid w:val="00FA5403"/>
    <w:rsid w:val="00FA589E"/>
    <w:rsid w:val="00FB2A8B"/>
    <w:rsid w:val="00FB780E"/>
    <w:rsid w:val="00FC1023"/>
    <w:rsid w:val="00FC16AB"/>
    <w:rsid w:val="00FC726B"/>
    <w:rsid w:val="00FD4EC7"/>
    <w:rsid w:val="00FD52DA"/>
    <w:rsid w:val="00FD6AFB"/>
    <w:rsid w:val="00FE11DC"/>
    <w:rsid w:val="00FE307F"/>
    <w:rsid w:val="00FE5D70"/>
    <w:rsid w:val="00FE693F"/>
    <w:rsid w:val="00FF0F20"/>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59272A8E"/>
  <w15:docId w15:val="{821DD048-00C0-42E7-882B-302C6B0C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rsid w:val="00D54A31"/>
    <w:pPr>
      <w:tabs>
        <w:tab w:val="center" w:pos="4536"/>
        <w:tab w:val="right" w:pos="9072"/>
      </w:tabs>
    </w:pPr>
    <w:rPr>
      <w:sz w:val="20"/>
    </w:rPr>
  </w:style>
  <w:style w:type="character" w:customStyle="1" w:styleId="PisMrk">
    <w:name w:val="Päis Märk"/>
    <w:link w:val="Pis"/>
    <w:semiHidden/>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semiHidden/>
    <w:rsid w:val="00D54A31"/>
    <w:rPr>
      <w:sz w:val="20"/>
    </w:rPr>
  </w:style>
  <w:style w:type="character" w:customStyle="1" w:styleId="KommentaaritekstMrk">
    <w:name w:val="Kommentaari tekst Märk"/>
    <w:link w:val="Kommentaaritekst"/>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table" w:styleId="Klassikalinetabel3">
    <w:name w:val="Table Classic 3"/>
    <w:basedOn w:val="Normaaltabel"/>
    <w:locked/>
    <w:rsid w:val="00C47B4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Elegantnetabel">
    <w:name w:val="Table Elegant"/>
    <w:basedOn w:val="Normaaltabel"/>
    <w:locked/>
    <w:rsid w:val="00C47B4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basedOn w:val="Normaallaad"/>
    <w:uiPriority w:val="34"/>
    <w:qFormat/>
    <w:rsid w:val="00501D29"/>
    <w:pPr>
      <w:ind w:left="720"/>
      <w:contextualSpacing/>
    </w:pPr>
  </w:style>
  <w:style w:type="paragraph" w:customStyle="1" w:styleId="Pealkiri11">
    <w:name w:val="Pealkiri 11"/>
    <w:basedOn w:val="Normaallaad"/>
    <w:rsid w:val="00FA589E"/>
    <w:pPr>
      <w:numPr>
        <w:numId w:val="14"/>
      </w:numPr>
    </w:pPr>
  </w:style>
  <w:style w:type="paragraph" w:customStyle="1" w:styleId="Pealkiri21">
    <w:name w:val="Pealkiri 21"/>
    <w:basedOn w:val="Normaallaad"/>
    <w:rsid w:val="00FA589E"/>
    <w:pPr>
      <w:numPr>
        <w:ilvl w:val="1"/>
        <w:numId w:val="14"/>
      </w:numPr>
      <w:ind w:left="576"/>
    </w:pPr>
  </w:style>
  <w:style w:type="paragraph" w:customStyle="1" w:styleId="Pealkiri31">
    <w:name w:val="Pealkiri 31"/>
    <w:basedOn w:val="Normaallaad"/>
    <w:rsid w:val="00FA589E"/>
    <w:pPr>
      <w:numPr>
        <w:ilvl w:val="2"/>
        <w:numId w:val="14"/>
      </w:numPr>
      <w:ind w:left="720"/>
    </w:pPr>
  </w:style>
  <w:style w:type="paragraph" w:customStyle="1" w:styleId="Pealkiri41">
    <w:name w:val="Pealkiri 41"/>
    <w:basedOn w:val="Normaallaad"/>
    <w:rsid w:val="00FA589E"/>
    <w:pPr>
      <w:numPr>
        <w:ilvl w:val="3"/>
        <w:numId w:val="14"/>
      </w:numPr>
    </w:pPr>
  </w:style>
  <w:style w:type="paragraph" w:customStyle="1" w:styleId="Pealkiri51">
    <w:name w:val="Pealkiri 51"/>
    <w:basedOn w:val="Normaallaad"/>
    <w:rsid w:val="00FA589E"/>
    <w:pPr>
      <w:numPr>
        <w:ilvl w:val="4"/>
        <w:numId w:val="14"/>
      </w:numPr>
    </w:pPr>
  </w:style>
  <w:style w:type="paragraph" w:customStyle="1" w:styleId="Pealkiri61">
    <w:name w:val="Pealkiri 61"/>
    <w:basedOn w:val="Normaallaad"/>
    <w:rsid w:val="00FA589E"/>
    <w:pPr>
      <w:numPr>
        <w:ilvl w:val="5"/>
        <w:numId w:val="14"/>
      </w:numPr>
    </w:pPr>
  </w:style>
  <w:style w:type="paragraph" w:customStyle="1" w:styleId="Pealkiri71">
    <w:name w:val="Pealkiri 71"/>
    <w:basedOn w:val="Normaallaad"/>
    <w:rsid w:val="00FA589E"/>
    <w:pPr>
      <w:numPr>
        <w:ilvl w:val="6"/>
        <w:numId w:val="14"/>
      </w:numPr>
    </w:pPr>
  </w:style>
  <w:style w:type="paragraph" w:customStyle="1" w:styleId="Pealkiri81">
    <w:name w:val="Pealkiri 81"/>
    <w:basedOn w:val="Normaallaad"/>
    <w:rsid w:val="00FA589E"/>
    <w:pPr>
      <w:numPr>
        <w:ilvl w:val="7"/>
        <w:numId w:val="14"/>
      </w:numPr>
    </w:pPr>
  </w:style>
  <w:style w:type="paragraph" w:customStyle="1" w:styleId="Pealkiri91">
    <w:name w:val="Pealkiri 91"/>
    <w:basedOn w:val="Normaallaad"/>
    <w:rsid w:val="00FA589E"/>
    <w:pPr>
      <w:numPr>
        <w:ilvl w:val="8"/>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466982">
      <w:bodyDiv w:val="1"/>
      <w:marLeft w:val="0"/>
      <w:marRight w:val="0"/>
      <w:marTop w:val="0"/>
      <w:marBottom w:val="0"/>
      <w:divBdr>
        <w:top w:val="none" w:sz="0" w:space="0" w:color="auto"/>
        <w:left w:val="none" w:sz="0" w:space="0" w:color="auto"/>
        <w:bottom w:val="none" w:sz="0" w:space="0" w:color="auto"/>
        <w:right w:val="none" w:sz="0" w:space="0" w:color="auto"/>
      </w:divBdr>
    </w:div>
    <w:div w:id="137993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vandor00@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vandor00@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enel@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WWGJ2ENG\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D1506-1B2A-41AD-B4F1-FFCD3B69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ep.dotx</Template>
  <TotalTime>10</TotalTime>
  <Pages>3</Pages>
  <Words>937</Words>
  <Characters>7365</Characters>
  <Application>Microsoft Office Word</Application>
  <DocSecurity>0</DocSecurity>
  <Lines>61</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8286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4</cp:revision>
  <cp:lastPrinted>2016-01-05T13:08:00Z</cp:lastPrinted>
  <dcterms:created xsi:type="dcterms:W3CDTF">2025-01-22T08:23:00Z</dcterms:created>
  <dcterms:modified xsi:type="dcterms:W3CDTF">2025-01-22T08:33:00Z</dcterms:modified>
</cp:coreProperties>
</file>