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CED8D" w14:textId="1C90968B" w:rsidR="007F7B25" w:rsidRPr="007F5605" w:rsidRDefault="000825E9" w:rsidP="007632FC">
      <w:pPr>
        <w:jc w:val="both"/>
        <w:rPr>
          <w:rFonts w:cs="Arial"/>
          <w:strike/>
          <w:sz w:val="22"/>
          <w:szCs w:val="22"/>
          <w:lang w:val="et-EE"/>
        </w:rPr>
      </w:pPr>
      <w:r w:rsidRPr="007F5605">
        <w:rPr>
          <w:rFonts w:cs="Arial"/>
          <w:noProof/>
          <w:sz w:val="22"/>
          <w:szCs w:val="22"/>
          <w:lang w:val="et-EE" w:eastAsia="et-EE"/>
        </w:rPr>
        <w:drawing>
          <wp:anchor distT="0" distB="0" distL="114300" distR="114300" simplePos="0" relativeHeight="251663360" behindDoc="0" locked="0" layoutInCell="1" allowOverlap="1" wp14:anchorId="0E74EEF0" wp14:editId="240A5BF5">
            <wp:simplePos x="0" y="0"/>
            <wp:positionH relativeFrom="margin">
              <wp:posOffset>4102735</wp:posOffset>
            </wp:positionH>
            <wp:positionV relativeFrom="paragraph">
              <wp:posOffset>-1045845</wp:posOffset>
            </wp:positionV>
            <wp:extent cx="1947545" cy="887095"/>
            <wp:effectExtent l="0" t="0" r="0" b="8255"/>
            <wp:wrapNone/>
            <wp:docPr id="5" name="Picture 5" descr="elektrile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887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47AA" w:rsidRPr="007F5605">
        <w:rPr>
          <w:rFonts w:cs="Arial"/>
          <w:sz w:val="22"/>
          <w:szCs w:val="22"/>
        </w:rPr>
        <w:t>Transpordia</w:t>
      </w:r>
      <w:r w:rsidR="007F7B25" w:rsidRPr="007F5605">
        <w:rPr>
          <w:rFonts w:cs="Arial"/>
          <w:sz w:val="22"/>
          <w:szCs w:val="22"/>
        </w:rPr>
        <w:t xml:space="preserve">met </w:t>
      </w:r>
    </w:p>
    <w:p w14:paraId="1AF227D8" w14:textId="39BE70F4" w:rsidR="007F7B25" w:rsidRPr="007F5605" w:rsidRDefault="000E07B0" w:rsidP="007F7B25">
      <w:pPr>
        <w:rPr>
          <w:rFonts w:cs="Arial"/>
          <w:sz w:val="22"/>
          <w:szCs w:val="22"/>
        </w:rPr>
      </w:pPr>
      <w:r w:rsidRPr="007F5605">
        <w:rPr>
          <w:rFonts w:cs="Arial"/>
          <w:sz w:val="22"/>
          <w:szCs w:val="22"/>
        </w:rPr>
        <w:t>info</w:t>
      </w:r>
      <w:r w:rsidR="007F7B25" w:rsidRPr="007F5605">
        <w:rPr>
          <w:rFonts w:cs="Arial"/>
          <w:sz w:val="22"/>
          <w:szCs w:val="22"/>
        </w:rPr>
        <w:t>@</w:t>
      </w:r>
      <w:r w:rsidRPr="007F5605">
        <w:rPr>
          <w:rFonts w:cs="Arial"/>
          <w:sz w:val="22"/>
          <w:szCs w:val="22"/>
        </w:rPr>
        <w:t>tra</w:t>
      </w:r>
      <w:r w:rsidR="008F0137" w:rsidRPr="007F5605">
        <w:rPr>
          <w:rFonts w:cs="Arial"/>
          <w:sz w:val="22"/>
          <w:szCs w:val="22"/>
        </w:rPr>
        <w:t>nspordiamet</w:t>
      </w:r>
      <w:r w:rsidR="007F7B25" w:rsidRPr="007F5605">
        <w:rPr>
          <w:rFonts w:cs="Arial"/>
          <w:sz w:val="22"/>
          <w:szCs w:val="22"/>
        </w:rPr>
        <w:t xml:space="preserve">.ee </w:t>
      </w:r>
      <w:r w:rsidR="007F7B25" w:rsidRPr="007F5605">
        <w:rPr>
          <w:rFonts w:cs="Arial"/>
          <w:sz w:val="22"/>
          <w:szCs w:val="22"/>
        </w:rPr>
        <w:tab/>
      </w:r>
      <w:r w:rsidR="007F7B25" w:rsidRPr="007F5605">
        <w:rPr>
          <w:rFonts w:cs="Arial"/>
          <w:sz w:val="22"/>
          <w:szCs w:val="22"/>
        </w:rPr>
        <w:tab/>
      </w:r>
      <w:r w:rsidR="007F7B25" w:rsidRPr="007F5605">
        <w:rPr>
          <w:rFonts w:cs="Arial"/>
          <w:sz w:val="22"/>
          <w:szCs w:val="22"/>
        </w:rPr>
        <w:tab/>
      </w:r>
      <w:r w:rsidR="007F7B25" w:rsidRPr="007F5605">
        <w:rPr>
          <w:rFonts w:cs="Arial"/>
          <w:sz w:val="22"/>
          <w:szCs w:val="22"/>
        </w:rPr>
        <w:tab/>
        <w:t xml:space="preserve">   </w:t>
      </w:r>
      <w:r w:rsidR="00E91362" w:rsidRPr="007F5605">
        <w:rPr>
          <w:rFonts w:cs="Arial"/>
          <w:sz w:val="22"/>
          <w:szCs w:val="22"/>
        </w:rPr>
        <w:t xml:space="preserve">  </w:t>
      </w:r>
      <w:r w:rsidR="007F7B25" w:rsidRPr="007F5605">
        <w:rPr>
          <w:rFonts w:cs="Arial"/>
          <w:sz w:val="22"/>
          <w:szCs w:val="22"/>
        </w:rPr>
        <w:t xml:space="preserve"> </w:t>
      </w:r>
      <w:r w:rsidR="00CA7723">
        <w:rPr>
          <w:rFonts w:cs="Arial"/>
          <w:sz w:val="22"/>
          <w:szCs w:val="22"/>
        </w:rPr>
        <w:t xml:space="preserve">  </w:t>
      </w:r>
      <w:r w:rsidR="007F7B25" w:rsidRPr="007F5605">
        <w:rPr>
          <w:rFonts w:cs="Arial"/>
          <w:sz w:val="22"/>
          <w:szCs w:val="22"/>
        </w:rPr>
        <w:t xml:space="preserve">Meie: </w:t>
      </w:r>
      <w:r w:rsidR="00A656FD">
        <w:rPr>
          <w:rFonts w:cs="Arial"/>
          <w:sz w:val="22"/>
          <w:szCs w:val="22"/>
        </w:rPr>
        <w:t>02</w:t>
      </w:r>
      <w:r w:rsidR="007F7B25" w:rsidRPr="007F5605">
        <w:rPr>
          <w:rFonts w:cs="Arial"/>
          <w:sz w:val="22"/>
          <w:szCs w:val="22"/>
        </w:rPr>
        <w:t>.</w:t>
      </w:r>
      <w:r w:rsidR="00A656FD">
        <w:rPr>
          <w:rFonts w:cs="Arial"/>
          <w:sz w:val="22"/>
          <w:szCs w:val="22"/>
        </w:rPr>
        <w:t>01</w:t>
      </w:r>
      <w:r w:rsidR="007F7B25" w:rsidRPr="007F5605">
        <w:rPr>
          <w:rFonts w:cs="Arial"/>
          <w:sz w:val="22"/>
          <w:szCs w:val="22"/>
        </w:rPr>
        <w:t>.202</w:t>
      </w:r>
      <w:r w:rsidR="00A656FD">
        <w:rPr>
          <w:rFonts w:cs="Arial"/>
          <w:sz w:val="22"/>
          <w:szCs w:val="22"/>
        </w:rPr>
        <w:t>4</w:t>
      </w:r>
      <w:r w:rsidR="007F7B25" w:rsidRPr="007F5605">
        <w:rPr>
          <w:rFonts w:cs="Arial"/>
          <w:sz w:val="22"/>
          <w:szCs w:val="22"/>
        </w:rPr>
        <w:t>.a nr JV-MAA-1/</w:t>
      </w:r>
      <w:r w:rsidR="00CA7723">
        <w:rPr>
          <w:rFonts w:cs="Arial"/>
          <w:sz w:val="22"/>
          <w:szCs w:val="22"/>
        </w:rPr>
        <w:t>13</w:t>
      </w:r>
    </w:p>
    <w:p w14:paraId="56EF596B" w14:textId="77777777" w:rsidR="007F7B25" w:rsidRPr="00E92FDD" w:rsidRDefault="007F7B25" w:rsidP="007F7B25">
      <w:pPr>
        <w:rPr>
          <w:rFonts w:cs="Arial"/>
          <w:sz w:val="18"/>
          <w:szCs w:val="18"/>
        </w:rPr>
      </w:pPr>
    </w:p>
    <w:p w14:paraId="37463071" w14:textId="77777777" w:rsidR="007F7B25" w:rsidRPr="00E92FDD" w:rsidRDefault="007F7B25" w:rsidP="007F7B25">
      <w:pPr>
        <w:rPr>
          <w:rFonts w:cs="Arial"/>
          <w:b/>
          <w:sz w:val="18"/>
          <w:szCs w:val="18"/>
        </w:rPr>
      </w:pPr>
    </w:p>
    <w:p w14:paraId="1ABD3F56" w14:textId="77777777" w:rsidR="007F7B25" w:rsidRPr="007F5605" w:rsidRDefault="007F7B25" w:rsidP="007F7B25">
      <w:pPr>
        <w:rPr>
          <w:rFonts w:cs="Arial"/>
          <w:b/>
          <w:sz w:val="22"/>
          <w:szCs w:val="22"/>
        </w:rPr>
      </w:pPr>
      <w:r w:rsidRPr="007F5605">
        <w:rPr>
          <w:rFonts w:cs="Arial"/>
          <w:b/>
          <w:sz w:val="22"/>
          <w:szCs w:val="22"/>
        </w:rPr>
        <w:t>Taotlus teemaale tehnovõrgu- ja rajatise</w:t>
      </w:r>
    </w:p>
    <w:p w14:paraId="69338960" w14:textId="77777777" w:rsidR="007F7B25" w:rsidRPr="007F5605" w:rsidRDefault="007F7B25" w:rsidP="007F7B25">
      <w:pPr>
        <w:rPr>
          <w:rFonts w:cs="Arial"/>
          <w:b/>
          <w:sz w:val="22"/>
          <w:szCs w:val="22"/>
        </w:rPr>
      </w:pPr>
      <w:r w:rsidRPr="007F5605">
        <w:rPr>
          <w:rFonts w:cs="Arial"/>
          <w:b/>
          <w:sz w:val="22"/>
          <w:szCs w:val="22"/>
        </w:rPr>
        <w:t>ehitamiseks ja talumiseks vajaliku kokkuleppe</w:t>
      </w:r>
    </w:p>
    <w:p w14:paraId="792A1E7C" w14:textId="77777777" w:rsidR="007F7B25" w:rsidRPr="007F5605" w:rsidRDefault="007F7B25" w:rsidP="007F7B25">
      <w:pPr>
        <w:rPr>
          <w:rFonts w:cs="Arial"/>
          <w:b/>
          <w:sz w:val="22"/>
          <w:szCs w:val="22"/>
        </w:rPr>
      </w:pPr>
      <w:r w:rsidRPr="007F5605">
        <w:rPr>
          <w:rFonts w:cs="Arial"/>
          <w:b/>
          <w:sz w:val="22"/>
          <w:szCs w:val="22"/>
        </w:rPr>
        <w:t>sõlmimiseks</w:t>
      </w:r>
    </w:p>
    <w:p w14:paraId="44613365" w14:textId="09BA1633" w:rsidR="00D44B14" w:rsidRPr="00D44B14" w:rsidRDefault="00D44B14" w:rsidP="00D44B14">
      <w:pPr>
        <w:spacing w:after="200"/>
        <w:jc w:val="both"/>
        <w:rPr>
          <w:rFonts w:eastAsia="Calibri" w:cs="Arial"/>
          <w:sz w:val="22"/>
          <w:szCs w:val="22"/>
          <w:lang w:val="et-EE"/>
        </w:rPr>
      </w:pPr>
      <w:r w:rsidRPr="00D44B14">
        <w:rPr>
          <w:rFonts w:eastAsia="Calibri" w:cs="Arial"/>
          <w:b/>
          <w:sz w:val="22"/>
          <w:szCs w:val="22"/>
          <w:lang w:val="et-EE"/>
        </w:rP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0"/>
        <w:gridCol w:w="6538"/>
      </w:tblGrid>
      <w:tr w:rsidR="00D44B14" w:rsidRPr="00D44B14" w14:paraId="0B61DD6F" w14:textId="77777777" w:rsidTr="00E83218">
        <w:trPr>
          <w:trHeight w:val="417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5FFD863A" w14:textId="77777777" w:rsidR="00D44B14" w:rsidRPr="00D44B14" w:rsidRDefault="00D44B14" w:rsidP="00D44B14">
            <w:pPr>
              <w:jc w:val="both"/>
              <w:rPr>
                <w:rFonts w:eastAsia="Calibri" w:cs="Arial"/>
                <w:b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b/>
                <w:sz w:val="22"/>
                <w:szCs w:val="22"/>
                <w:lang w:val="et-EE"/>
              </w:rPr>
              <w:t>TAOTLEJA</w:t>
            </w:r>
          </w:p>
          <w:p w14:paraId="1C13456D" w14:textId="77777777" w:rsidR="00D44B14" w:rsidRPr="00D44B14" w:rsidRDefault="00D44B14" w:rsidP="00D44B14">
            <w:pPr>
              <w:jc w:val="both"/>
              <w:rPr>
                <w:rFonts w:eastAsia="Calibri" w:cs="Arial"/>
                <w:b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b/>
                <w:sz w:val="22"/>
                <w:szCs w:val="22"/>
                <w:lang w:val="et-EE"/>
              </w:rPr>
              <w:t>ANDMED:</w:t>
            </w:r>
          </w:p>
          <w:p w14:paraId="2A5B1EB8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</w:p>
          <w:p w14:paraId="04B6548F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</w:p>
          <w:p w14:paraId="61D6B203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</w:p>
          <w:p w14:paraId="0478028C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</w:p>
          <w:p w14:paraId="0B066617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</w:p>
          <w:p w14:paraId="0F8740CC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</w:p>
          <w:p w14:paraId="52CD8DAD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</w:p>
          <w:p w14:paraId="32C10F33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sz w:val="22"/>
                <w:szCs w:val="22"/>
                <w:lang w:val="et-EE"/>
              </w:rPr>
              <w:t xml:space="preserve">                                             </w:t>
            </w: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3370D9D7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sz w:val="22"/>
                <w:szCs w:val="22"/>
                <w:lang w:val="et-EE"/>
              </w:rPr>
              <w:t xml:space="preserve">Nimi: </w:t>
            </w:r>
            <w:r w:rsidRPr="00D31ABA">
              <w:rPr>
                <w:rFonts w:eastAsia="Calibri" w:cs="Arial"/>
                <w:b/>
                <w:bCs/>
                <w:sz w:val="22"/>
                <w:szCs w:val="22"/>
                <w:lang w:val="et-EE"/>
              </w:rPr>
              <w:t>Elektrilevi OÜ</w:t>
            </w:r>
            <w:r w:rsidRPr="00D44B14">
              <w:rPr>
                <w:rFonts w:eastAsia="Calibri" w:cs="Arial"/>
                <w:sz w:val="22"/>
                <w:szCs w:val="22"/>
                <w:lang w:val="et-EE"/>
              </w:rPr>
              <w:t xml:space="preserve"> </w:t>
            </w:r>
          </w:p>
        </w:tc>
      </w:tr>
      <w:tr w:rsidR="00D44B14" w:rsidRPr="00D44B14" w14:paraId="1A1E0494" w14:textId="77777777" w:rsidTr="00E83218">
        <w:trPr>
          <w:trHeight w:val="415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44789403" w14:textId="77777777" w:rsidR="00D44B14" w:rsidRPr="00D44B14" w:rsidRDefault="00D44B14" w:rsidP="00D44B14">
            <w:pPr>
              <w:jc w:val="both"/>
              <w:rPr>
                <w:rFonts w:eastAsia="Calibri" w:cs="Arial"/>
                <w:b/>
                <w:sz w:val="22"/>
                <w:szCs w:val="22"/>
                <w:lang w:val="et-EE"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60D302C4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sz w:val="22"/>
                <w:szCs w:val="22"/>
                <w:lang w:val="et-EE"/>
              </w:rPr>
              <w:t>Registrikood: 11050857</w:t>
            </w:r>
          </w:p>
        </w:tc>
      </w:tr>
      <w:tr w:rsidR="00D44B14" w:rsidRPr="00D44B14" w14:paraId="1875E244" w14:textId="77777777" w:rsidTr="00E83218">
        <w:trPr>
          <w:trHeight w:val="272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0CA26069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4C5949ED" w14:textId="42F25182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sz w:val="22"/>
                <w:szCs w:val="22"/>
                <w:lang w:val="et-EE"/>
              </w:rPr>
              <w:t>Aadress: Veskiposti 2, 10138 Tallinn</w:t>
            </w:r>
          </w:p>
        </w:tc>
      </w:tr>
      <w:tr w:rsidR="00D44B14" w:rsidRPr="00D44B14" w14:paraId="17E75877" w14:textId="77777777" w:rsidTr="00E83218">
        <w:trPr>
          <w:trHeight w:val="421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7D760405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  <w:bookmarkStart w:id="0" w:name="_Hlk38622158"/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3385324C" w14:textId="6375C95A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sz w:val="22"/>
                <w:szCs w:val="22"/>
                <w:lang w:val="et-EE"/>
              </w:rPr>
              <w:t xml:space="preserve">Õigustatud isiku poolne lepingu sõlmija   </w:t>
            </w:r>
            <w:r w:rsidRPr="00594DE3">
              <w:rPr>
                <w:rFonts w:eastAsia="Calibri" w:cs="Arial"/>
                <w:b/>
                <w:bCs/>
                <w:sz w:val="22"/>
                <w:szCs w:val="22"/>
                <w:lang w:val="et-EE"/>
              </w:rPr>
              <w:t>Andra McManus</w:t>
            </w:r>
          </w:p>
        </w:tc>
      </w:tr>
      <w:tr w:rsidR="00D44B14" w:rsidRPr="00D44B14" w14:paraId="0116C6CA" w14:textId="77777777" w:rsidTr="00E83218">
        <w:trPr>
          <w:trHeight w:val="272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21399251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38AEF309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sz w:val="22"/>
                <w:szCs w:val="22"/>
                <w:lang w:val="et-EE"/>
              </w:rPr>
              <w:t>Vajadusel koopia lepingu allkirjastaja volikirjast, kui allkirjastamine toimub volituse alusel:</w:t>
            </w:r>
          </w:p>
          <w:p w14:paraId="2AAE704B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sz w:val="22"/>
                <w:szCs w:val="22"/>
                <w:lang w:val="et-EE"/>
              </w:rPr>
              <w:t xml:space="preserve">  Volikiri_McManus.asice</w:t>
            </w:r>
          </w:p>
        </w:tc>
      </w:tr>
      <w:bookmarkEnd w:id="0"/>
      <w:tr w:rsidR="00D44B14" w:rsidRPr="00D44B14" w14:paraId="391919AF" w14:textId="77777777" w:rsidTr="00E83218">
        <w:trPr>
          <w:trHeight w:val="272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61D4E92E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40027396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sz w:val="22"/>
                <w:szCs w:val="22"/>
                <w:lang w:val="et-EE"/>
              </w:rPr>
              <w:t>Lepingu sõlmija e-posti aadress, telefoni number Andra.Mcmanus@energia.ee, +372 512 3441</w:t>
            </w:r>
          </w:p>
        </w:tc>
      </w:tr>
      <w:tr w:rsidR="00D44B14" w:rsidRPr="00D44B14" w14:paraId="4B8547CD" w14:textId="77777777" w:rsidTr="00E83218">
        <w:trPr>
          <w:trHeight w:val="94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12FB2066" w14:textId="77777777" w:rsidR="00D44B14" w:rsidRPr="00D44B14" w:rsidRDefault="00D44B14" w:rsidP="00D44B14">
            <w:pPr>
              <w:jc w:val="both"/>
              <w:rPr>
                <w:rFonts w:eastAsia="Calibri" w:cs="Arial"/>
                <w:b/>
                <w:bCs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b/>
                <w:bCs/>
                <w:sz w:val="22"/>
                <w:szCs w:val="22"/>
                <w:lang w:val="et-EE"/>
              </w:rPr>
              <w:t>TAOTLUSE MENETLEMISEL TAOTLEJA KONTAKTISIK</w:t>
            </w: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4716AA04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sz w:val="22"/>
                <w:szCs w:val="22"/>
                <w:lang w:val="et-EE"/>
              </w:rPr>
              <w:t>Isikunimi Tiia Koel</w:t>
            </w:r>
          </w:p>
        </w:tc>
      </w:tr>
      <w:tr w:rsidR="00D44B14" w:rsidRPr="00D44B14" w14:paraId="00DC4027" w14:textId="77777777" w:rsidTr="00E83218">
        <w:trPr>
          <w:trHeight w:val="93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53204FF9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19A8EEC2" w14:textId="6AF93DAF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sz w:val="22"/>
                <w:szCs w:val="22"/>
                <w:lang w:val="et-EE"/>
              </w:rPr>
              <w:t xml:space="preserve">e-posti aadress, telefoni number: </w:t>
            </w:r>
            <w:hyperlink r:id="rId12" w:history="1">
              <w:r w:rsidR="00E047A4" w:rsidRPr="004D5612">
                <w:rPr>
                  <w:rStyle w:val="Hyperlink"/>
                  <w:rFonts w:eastAsia="Calibri" w:cs="Arial"/>
                  <w:sz w:val="22"/>
                  <w:szCs w:val="22"/>
                  <w:lang w:val="et-EE"/>
                </w:rPr>
                <w:t>Tiia.Koel@energia.ee</w:t>
              </w:r>
            </w:hyperlink>
            <w:r w:rsidR="00E047A4">
              <w:rPr>
                <w:rFonts w:eastAsia="Calibri" w:cs="Arial"/>
                <w:sz w:val="22"/>
                <w:szCs w:val="22"/>
                <w:lang w:val="et-EE"/>
              </w:rPr>
              <w:t>,</w:t>
            </w:r>
            <w:r w:rsidR="00C40CDB">
              <w:rPr>
                <w:rFonts w:eastAsia="Calibri" w:cs="Arial"/>
                <w:sz w:val="22"/>
                <w:szCs w:val="22"/>
                <w:lang w:val="et-EE"/>
              </w:rPr>
              <w:t xml:space="preserve"> </w:t>
            </w:r>
            <w:r w:rsidR="00E047A4">
              <w:rPr>
                <w:rFonts w:eastAsia="Calibri" w:cs="Arial"/>
                <w:sz w:val="22"/>
                <w:szCs w:val="22"/>
                <w:lang w:val="et-EE"/>
              </w:rPr>
              <w:t>tel 5291427</w:t>
            </w:r>
          </w:p>
        </w:tc>
      </w:tr>
      <w:tr w:rsidR="00D44B14" w:rsidRPr="00D44B14" w14:paraId="7C1E9E38" w14:textId="77777777" w:rsidTr="00E83218">
        <w:trPr>
          <w:trHeight w:val="93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1C95CA13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3975ED55" w14:textId="7A054FDE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sz w:val="22"/>
                <w:szCs w:val="22"/>
                <w:lang w:val="et-EE"/>
              </w:rPr>
              <w:t>Vajadusel esindusvolitus: Koel_volikiri.asice</w:t>
            </w:r>
          </w:p>
        </w:tc>
      </w:tr>
      <w:tr w:rsidR="00D44B14" w:rsidRPr="00D44B14" w14:paraId="377DCDA5" w14:textId="77777777" w:rsidTr="00E83218">
        <w:trPr>
          <w:trHeight w:val="272"/>
        </w:trPr>
        <w:tc>
          <w:tcPr>
            <w:tcW w:w="2750" w:type="dxa"/>
            <w:tcBorders>
              <w:right w:val="single" w:sz="4" w:space="0" w:color="auto"/>
            </w:tcBorders>
          </w:tcPr>
          <w:p w14:paraId="3DA8C5AD" w14:textId="77777777" w:rsidR="00D44B14" w:rsidRPr="00D44B14" w:rsidRDefault="00D44B14" w:rsidP="00D44B14">
            <w:pPr>
              <w:jc w:val="both"/>
              <w:rPr>
                <w:rFonts w:eastAsia="Calibri" w:cs="Arial"/>
                <w:b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b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0EB45717" w14:textId="564FEF30" w:rsidR="00D44B14" w:rsidRPr="00D44B14" w:rsidRDefault="00D44B14" w:rsidP="00D44B14">
            <w:pPr>
              <w:rPr>
                <w:rFonts w:eastAsia="Calibri" w:cs="Arial"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sz w:val="22"/>
                <w:szCs w:val="22"/>
                <w:u w:val="single"/>
                <w:lang w:val="et-EE"/>
              </w:rPr>
              <w:br/>
            </w:r>
            <w:r w:rsidRPr="00D44B14">
              <w:rPr>
                <w:rFonts w:eastAsia="Calibri" w:cs="Arial"/>
                <w:sz w:val="22"/>
                <w:szCs w:val="22"/>
                <w:lang w:val="et-EE"/>
              </w:rPr>
              <w:t xml:space="preserve"> Võrguühenduse </w:t>
            </w:r>
            <w:r w:rsidR="00B87E49">
              <w:rPr>
                <w:rFonts w:eastAsia="Calibri" w:cs="Arial"/>
                <w:sz w:val="22"/>
                <w:szCs w:val="22"/>
                <w:lang w:val="et-EE"/>
              </w:rPr>
              <w:t>loomine</w:t>
            </w:r>
            <w:r w:rsidRPr="00D44B14">
              <w:rPr>
                <w:rFonts w:eastAsia="Calibri" w:cs="Arial"/>
                <w:sz w:val="22"/>
                <w:szCs w:val="22"/>
                <w:lang w:val="et-EE"/>
              </w:rPr>
              <w:br/>
            </w:r>
          </w:p>
        </w:tc>
      </w:tr>
      <w:tr w:rsidR="00D44B14" w:rsidRPr="00D44B14" w14:paraId="49D0FA6F" w14:textId="77777777" w:rsidTr="00E83218">
        <w:trPr>
          <w:trHeight w:val="580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704706EF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b/>
                <w:sz w:val="22"/>
                <w:szCs w:val="22"/>
                <w:lang w:val="et-EE"/>
              </w:rPr>
              <w:t>TRANSPORDIAMETIS KOOSKÕLASTATUD PROJEKTI ANDMED:</w:t>
            </w: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6FE1F06A" w14:textId="055F2E26" w:rsidR="00D44B14" w:rsidRPr="00D44B14" w:rsidRDefault="00D44B14" w:rsidP="00954E47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sz w:val="22"/>
                <w:szCs w:val="22"/>
                <w:lang w:val="et-EE"/>
              </w:rPr>
              <w:t xml:space="preserve">Projekti nimetus ja number: </w:t>
            </w:r>
            <w:r w:rsidR="001E2156" w:rsidRPr="001E2156">
              <w:rPr>
                <w:rFonts w:eastAsia="Calibri" w:cs="Arial"/>
                <w:b/>
                <w:bCs/>
                <w:sz w:val="22"/>
                <w:szCs w:val="22"/>
                <w:lang w:val="et-EE"/>
              </w:rPr>
              <w:t>„Väike-Puumetsa mikrotootja liitumine.</w:t>
            </w:r>
            <w:r w:rsidR="00B87E49">
              <w:rPr>
                <w:rFonts w:eastAsia="Calibri" w:cs="Arial"/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1E2156" w:rsidRPr="001E2156">
              <w:rPr>
                <w:rFonts w:eastAsia="Calibri" w:cs="Arial"/>
                <w:b/>
                <w:bCs/>
                <w:sz w:val="22"/>
                <w:szCs w:val="22"/>
                <w:lang w:val="et-EE"/>
              </w:rPr>
              <w:t>Tööprojekt. Kalana k</w:t>
            </w:r>
            <w:r w:rsidR="00954E47">
              <w:rPr>
                <w:rFonts w:eastAsia="Calibri" w:cs="Arial"/>
                <w:b/>
                <w:bCs/>
                <w:sz w:val="22"/>
                <w:szCs w:val="22"/>
                <w:lang w:val="et-EE"/>
              </w:rPr>
              <w:t>üla</w:t>
            </w:r>
            <w:r w:rsidR="001E2156" w:rsidRPr="001E2156">
              <w:rPr>
                <w:rFonts w:eastAsia="Calibri" w:cs="Arial"/>
                <w:b/>
                <w:bCs/>
                <w:sz w:val="22"/>
                <w:szCs w:val="22"/>
                <w:lang w:val="et-EE"/>
              </w:rPr>
              <w:t>, Hiiumaa vald, Hiiu maakond.“</w:t>
            </w:r>
            <w:r w:rsidR="00954E47">
              <w:rPr>
                <w:rFonts w:eastAsia="Calibri" w:cs="Arial"/>
                <w:b/>
                <w:bCs/>
                <w:sz w:val="22"/>
                <w:szCs w:val="22"/>
                <w:lang w:val="et-EE"/>
              </w:rPr>
              <w:t xml:space="preserve"> Projekt </w:t>
            </w:r>
            <w:r w:rsidR="00954E47" w:rsidRPr="001E2156">
              <w:rPr>
                <w:rFonts w:eastAsia="Calibri" w:cs="Arial"/>
                <w:b/>
                <w:bCs/>
                <w:sz w:val="22"/>
                <w:szCs w:val="22"/>
                <w:lang w:val="et-EE"/>
              </w:rPr>
              <w:t>LC0224</w:t>
            </w:r>
            <w:r w:rsidR="00954E47">
              <w:rPr>
                <w:rFonts w:eastAsia="Calibri" w:cs="Arial"/>
                <w:b/>
                <w:bCs/>
                <w:sz w:val="22"/>
                <w:szCs w:val="22"/>
                <w:lang w:val="et-EE"/>
              </w:rPr>
              <w:t>.</w:t>
            </w:r>
          </w:p>
        </w:tc>
      </w:tr>
      <w:tr w:rsidR="00D44B14" w:rsidRPr="00D44B14" w14:paraId="5393B180" w14:textId="77777777" w:rsidTr="00E83218">
        <w:trPr>
          <w:trHeight w:val="58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71244BC3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187B7712" w14:textId="2F7A185C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sz w:val="22"/>
                <w:szCs w:val="22"/>
                <w:lang w:val="et-EE"/>
              </w:rPr>
              <w:t xml:space="preserve">Projekti koostaj  </w:t>
            </w:r>
            <w:r w:rsidR="00B9716F">
              <w:rPr>
                <w:rFonts w:eastAsia="Calibri" w:cs="Arial"/>
                <w:sz w:val="22"/>
                <w:szCs w:val="22"/>
                <w:lang w:val="et-EE"/>
              </w:rPr>
              <w:t>Enersense AS</w:t>
            </w:r>
          </w:p>
        </w:tc>
      </w:tr>
      <w:tr w:rsidR="00D44B14" w:rsidRPr="00D44B14" w14:paraId="765C7424" w14:textId="77777777" w:rsidTr="00E83218">
        <w:trPr>
          <w:trHeight w:val="58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640D4BAC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6D1CECF5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sz w:val="22"/>
                <w:szCs w:val="22"/>
                <w:lang w:val="et-EE"/>
              </w:rPr>
              <w:t xml:space="preserve">Projekti Transpordiameti kooskõlastuse vastuskirja seosviit: </w:t>
            </w:r>
          </w:p>
          <w:p w14:paraId="09BB6D4A" w14:textId="3EE884CA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sz w:val="22"/>
                <w:szCs w:val="22"/>
                <w:lang w:val="et-EE"/>
              </w:rPr>
              <w:t xml:space="preserve">Meie </w:t>
            </w:r>
            <w:r w:rsidR="00FF7963" w:rsidRPr="00FF7963">
              <w:rPr>
                <w:rFonts w:eastAsia="Calibri" w:cs="Arial"/>
                <w:sz w:val="22"/>
                <w:szCs w:val="22"/>
                <w:lang w:val="et-EE"/>
              </w:rPr>
              <w:t>28.12.2023 nr 7.1-2/23/25438-2</w:t>
            </w:r>
          </w:p>
        </w:tc>
      </w:tr>
      <w:tr w:rsidR="00D44B14" w:rsidRPr="00D44B14" w14:paraId="79CC2D6F" w14:textId="77777777" w:rsidTr="00E83218">
        <w:trPr>
          <w:trHeight w:val="312"/>
        </w:trPr>
        <w:tc>
          <w:tcPr>
            <w:tcW w:w="27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3E07520" w14:textId="77777777" w:rsidR="00D44B14" w:rsidRPr="00D44B14" w:rsidRDefault="00D44B14" w:rsidP="00D44B14">
            <w:pPr>
              <w:jc w:val="both"/>
              <w:rPr>
                <w:rFonts w:eastAsia="Calibri" w:cs="Arial"/>
                <w:b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b/>
                <w:sz w:val="22"/>
                <w:szCs w:val="22"/>
                <w:lang w:val="et-EE"/>
              </w:rPr>
              <w:t>1. KOORMATAVA</w:t>
            </w:r>
          </w:p>
          <w:p w14:paraId="64FA23C4" w14:textId="77777777" w:rsidR="00D44B14" w:rsidRPr="00D44B14" w:rsidRDefault="00D44B14" w:rsidP="00D44B14">
            <w:pPr>
              <w:jc w:val="both"/>
              <w:rPr>
                <w:rFonts w:eastAsia="Calibri" w:cs="Arial"/>
                <w:b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b/>
                <w:sz w:val="22"/>
                <w:szCs w:val="22"/>
                <w:lang w:val="et-EE"/>
              </w:rPr>
              <w:t>RIIGITEE</w:t>
            </w:r>
          </w:p>
          <w:p w14:paraId="6B3AF98E" w14:textId="77777777" w:rsidR="00D44B14" w:rsidRPr="00D44B14" w:rsidRDefault="00D44B14" w:rsidP="00D44B14">
            <w:pPr>
              <w:jc w:val="both"/>
              <w:rPr>
                <w:rFonts w:eastAsia="Calibri" w:cs="Arial"/>
                <w:b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b/>
                <w:sz w:val="22"/>
                <w:szCs w:val="22"/>
                <w:lang w:val="et-EE"/>
              </w:rPr>
              <w:t>ANDMED:</w:t>
            </w:r>
          </w:p>
          <w:p w14:paraId="5084B73E" w14:textId="77777777" w:rsidR="00D44B14" w:rsidRPr="00D44B14" w:rsidRDefault="00D44B14" w:rsidP="00D44B14">
            <w:pPr>
              <w:jc w:val="both"/>
              <w:rPr>
                <w:rFonts w:eastAsia="Calibri" w:cs="Arial"/>
                <w:b/>
                <w:sz w:val="22"/>
                <w:szCs w:val="22"/>
                <w:lang w:val="et-EE"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0E76ACB4" w14:textId="65746315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sz w:val="22"/>
                <w:szCs w:val="22"/>
                <w:lang w:val="et-EE"/>
              </w:rPr>
              <w:t xml:space="preserve">Nr: </w:t>
            </w:r>
            <w:r w:rsidR="00A656FD">
              <w:rPr>
                <w:rFonts w:eastAsia="Calibri" w:cs="Arial"/>
                <w:sz w:val="22"/>
                <w:szCs w:val="22"/>
                <w:lang w:val="et-EE"/>
              </w:rPr>
              <w:t xml:space="preserve">12140 </w:t>
            </w:r>
          </w:p>
        </w:tc>
      </w:tr>
      <w:tr w:rsidR="00D44B14" w:rsidRPr="00D44B14" w14:paraId="11CCB958" w14:textId="77777777" w:rsidTr="00E83218">
        <w:trPr>
          <w:trHeight w:val="658"/>
        </w:trPr>
        <w:tc>
          <w:tcPr>
            <w:tcW w:w="2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F66F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0717518A" w14:textId="77777777" w:rsidR="00BC78D0" w:rsidRDefault="00BC78D0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</w:p>
          <w:p w14:paraId="4BB5C495" w14:textId="2568675B" w:rsidR="00D44B14" w:rsidRPr="00D44B14" w:rsidRDefault="00BC78D0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  <w:r>
              <w:rPr>
                <w:rFonts w:eastAsia="Calibri" w:cs="Arial"/>
                <w:sz w:val="22"/>
                <w:szCs w:val="22"/>
                <w:lang w:val="et-EE"/>
              </w:rPr>
              <w:t>N</w:t>
            </w:r>
            <w:r w:rsidR="00D44B14" w:rsidRPr="00D44B14">
              <w:rPr>
                <w:rFonts w:eastAsia="Calibri" w:cs="Arial"/>
                <w:sz w:val="22"/>
                <w:szCs w:val="22"/>
                <w:lang w:val="et-EE"/>
              </w:rPr>
              <w:t xml:space="preserve">imetus: </w:t>
            </w:r>
            <w:r w:rsidR="00A656FD" w:rsidRPr="00A656FD">
              <w:rPr>
                <w:rFonts w:eastAsia="Calibri" w:cs="Arial"/>
                <w:sz w:val="22"/>
                <w:szCs w:val="22"/>
                <w:lang w:val="et-EE"/>
              </w:rPr>
              <w:t>12140</w:t>
            </w:r>
            <w:r w:rsidR="000F75F9" w:rsidRPr="000F75F9">
              <w:rPr>
                <w:rFonts w:eastAsia="Calibri" w:cs="Arial"/>
                <w:sz w:val="22"/>
                <w:szCs w:val="22"/>
                <w:lang w:val="et-EE"/>
              </w:rPr>
              <w:t xml:space="preserve"> </w:t>
            </w:r>
            <w:r w:rsidR="00836442" w:rsidRPr="00836442">
              <w:rPr>
                <w:rFonts w:eastAsia="Calibri" w:cs="Arial"/>
                <w:sz w:val="22"/>
                <w:szCs w:val="22"/>
                <w:lang w:val="et-EE"/>
              </w:rPr>
              <w:t>Ristna majaka</w:t>
            </w:r>
            <w:r w:rsidR="00836442">
              <w:rPr>
                <w:rFonts w:eastAsia="Calibri" w:cs="Arial"/>
                <w:sz w:val="22"/>
                <w:szCs w:val="22"/>
                <w:lang w:val="et-EE"/>
              </w:rPr>
              <w:t xml:space="preserve"> tee</w:t>
            </w:r>
          </w:p>
          <w:p w14:paraId="1743742E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</w:p>
        </w:tc>
      </w:tr>
      <w:tr w:rsidR="00D44B14" w:rsidRPr="00D44B14" w14:paraId="02BE485A" w14:textId="77777777" w:rsidTr="00E83218">
        <w:trPr>
          <w:trHeight w:val="378"/>
        </w:trPr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EF1405" w14:textId="77777777" w:rsidR="00D44B14" w:rsidRPr="00D44B14" w:rsidRDefault="00D44B14" w:rsidP="00D44B14">
            <w:pPr>
              <w:jc w:val="both"/>
              <w:rPr>
                <w:rFonts w:eastAsia="Calibri" w:cs="Arial"/>
                <w:b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b/>
                <w:sz w:val="22"/>
                <w:szCs w:val="22"/>
                <w:lang w:val="et-EE"/>
              </w:rPr>
              <w:t>1.</w:t>
            </w:r>
          </w:p>
          <w:p w14:paraId="6FE006B7" w14:textId="77777777" w:rsidR="00D44B14" w:rsidRPr="00D44B14" w:rsidRDefault="00D44B14" w:rsidP="00D44B14">
            <w:pPr>
              <w:jc w:val="both"/>
              <w:rPr>
                <w:rFonts w:eastAsia="Calibri" w:cs="Arial"/>
                <w:b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b/>
                <w:sz w:val="22"/>
                <w:szCs w:val="22"/>
                <w:lang w:val="et-EE"/>
              </w:rPr>
              <w:t xml:space="preserve">KATASTRIÜKSUSE </w:t>
            </w:r>
          </w:p>
          <w:p w14:paraId="006E80E9" w14:textId="77777777" w:rsidR="00D44B14" w:rsidRPr="00D44B14" w:rsidRDefault="00D44B14" w:rsidP="00D44B14">
            <w:pPr>
              <w:jc w:val="both"/>
              <w:rPr>
                <w:rFonts w:eastAsia="Calibri" w:cs="Arial"/>
                <w:b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b/>
                <w:sz w:val="22"/>
                <w:szCs w:val="22"/>
                <w:lang w:val="et-EE"/>
              </w:rPr>
              <w:t xml:space="preserve">ANDMED: </w:t>
            </w:r>
          </w:p>
          <w:p w14:paraId="2A5429D0" w14:textId="77777777" w:rsidR="00D44B14" w:rsidRPr="00D44B14" w:rsidRDefault="00D44B14" w:rsidP="00D44B14">
            <w:pPr>
              <w:jc w:val="both"/>
              <w:rPr>
                <w:rFonts w:eastAsia="Calibri" w:cs="Arial"/>
                <w:b/>
                <w:sz w:val="22"/>
                <w:szCs w:val="22"/>
                <w:lang w:val="et-EE"/>
              </w:rPr>
            </w:pPr>
          </w:p>
          <w:p w14:paraId="79D4C8C2" w14:textId="77777777" w:rsidR="00D44B14" w:rsidRPr="00D44B14" w:rsidRDefault="00D44B14" w:rsidP="00D44B14">
            <w:pPr>
              <w:jc w:val="both"/>
              <w:rPr>
                <w:rFonts w:eastAsia="Calibri" w:cs="Arial"/>
                <w:b/>
                <w:sz w:val="22"/>
                <w:szCs w:val="22"/>
                <w:lang w:val="et-EE"/>
              </w:rPr>
            </w:pPr>
          </w:p>
          <w:p w14:paraId="7326A8A8" w14:textId="77777777" w:rsidR="00D44B14" w:rsidRPr="00D44B14" w:rsidRDefault="00D44B14" w:rsidP="00D44B14">
            <w:pPr>
              <w:jc w:val="both"/>
              <w:rPr>
                <w:rFonts w:eastAsia="Calibri" w:cs="Arial"/>
                <w:b/>
                <w:sz w:val="22"/>
                <w:szCs w:val="22"/>
                <w:lang w:val="et-EE"/>
              </w:rPr>
            </w:pPr>
          </w:p>
          <w:p w14:paraId="296BF6F1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2DED46B5" w14:textId="696BF90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sz w:val="22"/>
                <w:szCs w:val="22"/>
                <w:lang w:val="et-EE"/>
              </w:rPr>
              <w:t xml:space="preserve">Tunnus: </w:t>
            </w:r>
            <w:r w:rsidR="00A56B18" w:rsidRPr="00A56B18">
              <w:rPr>
                <w:rFonts w:eastAsia="Calibri" w:cs="Arial"/>
                <w:sz w:val="22"/>
                <w:szCs w:val="22"/>
                <w:lang w:val="et-EE"/>
              </w:rPr>
              <w:t>39201:001:2841</w:t>
            </w:r>
          </w:p>
        </w:tc>
      </w:tr>
      <w:tr w:rsidR="00D44B14" w:rsidRPr="00D44B14" w14:paraId="47CD7405" w14:textId="77777777" w:rsidTr="00E83218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EA59D1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31849ED1" w14:textId="793B1744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sz w:val="22"/>
                <w:szCs w:val="22"/>
                <w:lang w:val="et-EE"/>
              </w:rPr>
              <w:t xml:space="preserve">Lähiaadress: </w:t>
            </w:r>
            <w:r w:rsidR="00934AD8" w:rsidRPr="00934AD8">
              <w:rPr>
                <w:rFonts w:eastAsia="Calibri" w:cs="Arial"/>
                <w:sz w:val="22"/>
                <w:szCs w:val="22"/>
                <w:lang w:val="et-EE"/>
              </w:rPr>
              <w:t>21176</w:t>
            </w:r>
            <w:r w:rsidR="000F75F9" w:rsidRPr="000F75F9">
              <w:rPr>
                <w:rFonts w:eastAsia="Calibri" w:cs="Arial"/>
                <w:sz w:val="22"/>
                <w:szCs w:val="22"/>
                <w:lang w:val="et-EE"/>
              </w:rPr>
              <w:t xml:space="preserve"> </w:t>
            </w:r>
            <w:r w:rsidR="00836442" w:rsidRPr="00836442">
              <w:rPr>
                <w:rFonts w:eastAsia="Calibri" w:cs="Arial"/>
                <w:sz w:val="22"/>
                <w:szCs w:val="22"/>
                <w:lang w:val="et-EE"/>
              </w:rPr>
              <w:t>Ristna majaka tee</w:t>
            </w:r>
          </w:p>
        </w:tc>
      </w:tr>
      <w:tr w:rsidR="00D44B14" w:rsidRPr="00D44B14" w14:paraId="27E02E39" w14:textId="77777777" w:rsidTr="00E83218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8B138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0CE37D2D" w14:textId="5AEAE17B" w:rsidR="00D44B14" w:rsidRPr="00D44B14" w:rsidRDefault="00D44B14" w:rsidP="00D44B14">
            <w:pPr>
              <w:jc w:val="both"/>
              <w:rPr>
                <w:rFonts w:eastAsia="Calibri" w:cs="Arial"/>
                <w:i/>
                <w:sz w:val="22"/>
                <w:szCs w:val="22"/>
                <w:lang w:val="et-EE"/>
              </w:rPr>
            </w:pPr>
            <w:r w:rsidRPr="00D44B14">
              <w:rPr>
                <w:rFonts w:eastAsia="Calibri" w:cs="Arial"/>
                <w:sz w:val="22"/>
                <w:szCs w:val="22"/>
                <w:lang w:val="et-EE"/>
              </w:rPr>
              <w:t>Kinnistusraamatu registriosa nr:</w:t>
            </w:r>
            <w:r w:rsidRPr="00D44B14">
              <w:rPr>
                <w:rFonts w:eastAsia="Calibri" w:cs="Arial"/>
                <w:i/>
                <w:sz w:val="22"/>
                <w:szCs w:val="22"/>
                <w:lang w:val="et-EE"/>
              </w:rPr>
              <w:t xml:space="preserve"> </w:t>
            </w:r>
            <w:r w:rsidR="00A56B18" w:rsidRPr="00A56B18">
              <w:rPr>
                <w:rFonts w:eastAsia="Calibri" w:cs="Arial"/>
                <w:i/>
                <w:sz w:val="22"/>
                <w:szCs w:val="22"/>
                <w:lang w:val="et-EE"/>
              </w:rPr>
              <w:t>9863550</w:t>
            </w:r>
          </w:p>
          <w:p w14:paraId="0E45D3EF" w14:textId="77777777" w:rsidR="00D44B14" w:rsidRPr="00D44B14" w:rsidRDefault="00D44B14" w:rsidP="000F786B">
            <w:pPr>
              <w:ind w:left="-25"/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</w:p>
        </w:tc>
      </w:tr>
      <w:tr w:rsidR="00D44B14" w:rsidRPr="00D44B14" w14:paraId="2A6472F4" w14:textId="77777777" w:rsidTr="00E83218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5A1599" w14:textId="77777777" w:rsidR="00D44B14" w:rsidRPr="00D44B14" w:rsidRDefault="00D44B14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0C797404" w14:textId="3B4065B5" w:rsidR="00D44B14" w:rsidRPr="00D44B14" w:rsidRDefault="00862A52" w:rsidP="00D44B14">
            <w:pPr>
              <w:jc w:val="both"/>
              <w:rPr>
                <w:rFonts w:eastAsia="Calibri" w:cs="Arial"/>
                <w:sz w:val="22"/>
                <w:szCs w:val="22"/>
                <w:u w:val="single"/>
                <w:lang w:val="et-EE"/>
              </w:rPr>
            </w:pPr>
            <w:r>
              <w:rPr>
                <w:rFonts w:eastAsia="Calibri" w:cs="Arial"/>
                <w:sz w:val="22"/>
                <w:szCs w:val="22"/>
                <w:u w:val="single"/>
                <w:lang w:val="et-EE"/>
              </w:rPr>
              <w:t>Maa</w:t>
            </w:r>
            <w:r w:rsidR="00D44B14" w:rsidRPr="00D44B14">
              <w:rPr>
                <w:rFonts w:eastAsia="Calibri" w:cs="Arial"/>
                <w:sz w:val="22"/>
                <w:szCs w:val="22"/>
                <w:u w:val="single"/>
                <w:lang w:val="et-EE"/>
              </w:rPr>
              <w:t xml:space="preserve">kaabelliin </w:t>
            </w:r>
            <w:r w:rsidR="002E3426">
              <w:rPr>
                <w:rFonts w:eastAsia="Calibri" w:cs="Arial"/>
                <w:sz w:val="22"/>
                <w:szCs w:val="22"/>
                <w:u w:val="single"/>
                <w:lang w:val="et-EE"/>
              </w:rPr>
              <w:t>0,4</w:t>
            </w:r>
            <w:r w:rsidR="00D44B14" w:rsidRPr="00D44B14">
              <w:rPr>
                <w:rFonts w:eastAsia="Calibri" w:cs="Arial"/>
                <w:sz w:val="22"/>
                <w:szCs w:val="22"/>
                <w:u w:val="single"/>
                <w:lang w:val="et-EE"/>
              </w:rPr>
              <w:t xml:space="preserve"> kV</w:t>
            </w:r>
            <w:r w:rsidR="002E3426">
              <w:rPr>
                <w:rFonts w:eastAsia="Calibri" w:cs="Arial"/>
                <w:sz w:val="22"/>
                <w:szCs w:val="22"/>
                <w:u w:val="single"/>
                <w:lang w:val="et-EE"/>
              </w:rPr>
              <w:t xml:space="preserve"> ja elektriliitumiskilp</w:t>
            </w:r>
          </w:p>
        </w:tc>
      </w:tr>
      <w:tr w:rsidR="00E30538" w:rsidRPr="00D44B14" w14:paraId="6CBCD1CF" w14:textId="77777777" w:rsidTr="00E83218">
        <w:trPr>
          <w:trHeight w:val="453"/>
        </w:trPr>
        <w:tc>
          <w:tcPr>
            <w:tcW w:w="9288" w:type="dxa"/>
            <w:gridSpan w:val="2"/>
          </w:tcPr>
          <w:p w14:paraId="4620A092" w14:textId="61C03E2A" w:rsidR="00E30538" w:rsidRPr="00D44B14" w:rsidRDefault="006A2016" w:rsidP="00D44B14">
            <w:pPr>
              <w:jc w:val="both"/>
              <w:rPr>
                <w:rFonts w:eastAsia="Calibri" w:cs="Arial"/>
                <w:sz w:val="22"/>
                <w:szCs w:val="22"/>
                <w:lang w:val="et-EE"/>
              </w:rPr>
            </w:pPr>
            <w:r w:rsidRPr="00E30538">
              <w:rPr>
                <w:rFonts w:eastAsia="Calibri" w:cs="Arial"/>
                <w:sz w:val="22"/>
                <w:szCs w:val="22"/>
                <w:lang w:val="et-EE"/>
              </w:rPr>
              <w:t>Allkiri / Kuupäev</w:t>
            </w:r>
          </w:p>
        </w:tc>
      </w:tr>
    </w:tbl>
    <w:p w14:paraId="5FE0697D" w14:textId="77777777" w:rsidR="007F7B25" w:rsidRPr="00C40CDB" w:rsidRDefault="007F7B25" w:rsidP="00C40CDB">
      <w:pPr>
        <w:rPr>
          <w:rFonts w:cs="Arial"/>
          <w:bCs/>
          <w:sz w:val="22"/>
          <w:szCs w:val="22"/>
        </w:rPr>
      </w:pPr>
    </w:p>
    <w:sectPr w:rsidR="007F7B25" w:rsidRPr="00C40CDB" w:rsidSect="00F329F4">
      <w:foot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C7E9E" w14:textId="77777777" w:rsidR="00260639" w:rsidRDefault="00260639">
      <w:r>
        <w:separator/>
      </w:r>
    </w:p>
  </w:endnote>
  <w:endnote w:type="continuationSeparator" w:id="0">
    <w:p w14:paraId="4A51539F" w14:textId="77777777" w:rsidR="00260639" w:rsidRDefault="00260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1140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3471"/>
      <w:gridCol w:w="2478"/>
      <w:gridCol w:w="3471"/>
      <w:gridCol w:w="1985"/>
    </w:tblGrid>
    <w:tr w:rsidR="000825E9" w14:paraId="44ECED9E" w14:textId="77777777" w:rsidTr="000825E9">
      <w:tc>
        <w:tcPr>
          <w:tcW w:w="3471" w:type="dxa"/>
        </w:tcPr>
        <w:p w14:paraId="05B15E74" w14:textId="6A21DA3C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78" w:type="dxa"/>
        </w:tcPr>
        <w:p w14:paraId="008139F9" w14:textId="77777777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3471" w:type="dxa"/>
        </w:tcPr>
        <w:p w14:paraId="64E38D70" w14:textId="2A4A7684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08B5E3B3" w14:textId="77777777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0825E9" w:rsidRPr="0077377F" w14:paraId="6420944A" w14:textId="77777777" w:rsidTr="000825E9">
      <w:tc>
        <w:tcPr>
          <w:tcW w:w="3471" w:type="dxa"/>
        </w:tcPr>
        <w:p w14:paraId="2FBE25BC" w14:textId="77777777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2CBA7364" w14:textId="77777777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Eraklientide teenindus: 777 1545</w:t>
          </w:r>
        </w:p>
        <w:p w14:paraId="3B24E856" w14:textId="07E991DB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Äriklientide teenindus: 777 1747 Rikketelefon 1343</w:t>
          </w:r>
        </w:p>
      </w:tc>
      <w:tc>
        <w:tcPr>
          <w:tcW w:w="2478" w:type="dxa"/>
        </w:tcPr>
        <w:p w14:paraId="268D3FD3" w14:textId="77777777" w:rsidR="000825E9" w:rsidRPr="00E52AFB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</w:t>
          </w:r>
          <w:r w:rsidRPr="0077377F">
            <w:rPr>
              <w:rFonts w:eastAsia="Cambria" w:cs="Arial"/>
              <w:sz w:val="18"/>
              <w:lang w:val="lv-LV"/>
            </w:rPr>
            <w:t>kood 11050857</w:t>
          </w:r>
        </w:p>
        <w:p w14:paraId="13D63D26" w14:textId="77777777" w:rsidR="000825E9" w:rsidRPr="0077377F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info@elektrilevi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1CF496D3" w14:textId="77777777" w:rsidR="000825E9" w:rsidRPr="0077377F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ariklient@elektrilevi.ee</w:t>
          </w:r>
        </w:p>
        <w:p w14:paraId="11F1FCD8" w14:textId="6E4AE315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16FB8C23" w14:textId="7899B0EA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07C6791A" w14:textId="7C3A533C" w:rsidR="000825E9" w:rsidRPr="0077377F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50E5BD6A" w14:textId="77777777" w:rsidR="008C171A" w:rsidRDefault="008C17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57155" w14:textId="77777777" w:rsidR="00260639" w:rsidRDefault="00260639">
      <w:r>
        <w:separator/>
      </w:r>
    </w:p>
  </w:footnote>
  <w:footnote w:type="continuationSeparator" w:id="0">
    <w:p w14:paraId="78F9D284" w14:textId="77777777" w:rsidR="00260639" w:rsidRDefault="002606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07D54"/>
    <w:multiLevelType w:val="hybridMultilevel"/>
    <w:tmpl w:val="F6ACB19E"/>
    <w:lvl w:ilvl="0" w:tplc="3828A704">
      <w:start w:val="1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59" w:hanging="360"/>
      </w:pPr>
    </w:lvl>
    <w:lvl w:ilvl="2" w:tplc="0425001B" w:tentative="1">
      <w:start w:val="1"/>
      <w:numFmt w:val="lowerRoman"/>
      <w:lvlText w:val="%3."/>
      <w:lvlJc w:val="right"/>
      <w:pPr>
        <w:ind w:left="2079" w:hanging="180"/>
      </w:pPr>
    </w:lvl>
    <w:lvl w:ilvl="3" w:tplc="0425000F" w:tentative="1">
      <w:start w:val="1"/>
      <w:numFmt w:val="decimal"/>
      <w:lvlText w:val="%4."/>
      <w:lvlJc w:val="left"/>
      <w:pPr>
        <w:ind w:left="2799" w:hanging="360"/>
      </w:pPr>
    </w:lvl>
    <w:lvl w:ilvl="4" w:tplc="04250019" w:tentative="1">
      <w:start w:val="1"/>
      <w:numFmt w:val="lowerLetter"/>
      <w:lvlText w:val="%5."/>
      <w:lvlJc w:val="left"/>
      <w:pPr>
        <w:ind w:left="3519" w:hanging="360"/>
      </w:pPr>
    </w:lvl>
    <w:lvl w:ilvl="5" w:tplc="0425001B" w:tentative="1">
      <w:start w:val="1"/>
      <w:numFmt w:val="lowerRoman"/>
      <w:lvlText w:val="%6."/>
      <w:lvlJc w:val="right"/>
      <w:pPr>
        <w:ind w:left="4239" w:hanging="180"/>
      </w:pPr>
    </w:lvl>
    <w:lvl w:ilvl="6" w:tplc="0425000F" w:tentative="1">
      <w:start w:val="1"/>
      <w:numFmt w:val="decimal"/>
      <w:lvlText w:val="%7."/>
      <w:lvlJc w:val="left"/>
      <w:pPr>
        <w:ind w:left="4959" w:hanging="360"/>
      </w:pPr>
    </w:lvl>
    <w:lvl w:ilvl="7" w:tplc="04250019" w:tentative="1">
      <w:start w:val="1"/>
      <w:numFmt w:val="lowerLetter"/>
      <w:lvlText w:val="%8."/>
      <w:lvlJc w:val="left"/>
      <w:pPr>
        <w:ind w:left="5679" w:hanging="360"/>
      </w:pPr>
    </w:lvl>
    <w:lvl w:ilvl="8" w:tplc="0425001B" w:tentative="1">
      <w:start w:val="1"/>
      <w:numFmt w:val="lowerRoman"/>
      <w:lvlText w:val="%9."/>
      <w:lvlJc w:val="right"/>
      <w:pPr>
        <w:ind w:left="6399" w:hanging="180"/>
      </w:pPr>
    </w:lvl>
  </w:abstractNum>
  <w:num w:numId="1" w16cid:durableId="2029065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4866"/>
    <w:rsid w:val="00006B7C"/>
    <w:rsid w:val="0000774D"/>
    <w:rsid w:val="00026A5D"/>
    <w:rsid w:val="00032620"/>
    <w:rsid w:val="00036E46"/>
    <w:rsid w:val="0004377F"/>
    <w:rsid w:val="00044CF6"/>
    <w:rsid w:val="000522E9"/>
    <w:rsid w:val="000575DE"/>
    <w:rsid w:val="00065D13"/>
    <w:rsid w:val="000664A7"/>
    <w:rsid w:val="00071CBF"/>
    <w:rsid w:val="00072287"/>
    <w:rsid w:val="00072728"/>
    <w:rsid w:val="00075FC5"/>
    <w:rsid w:val="000825E9"/>
    <w:rsid w:val="00084B87"/>
    <w:rsid w:val="00094495"/>
    <w:rsid w:val="000A2725"/>
    <w:rsid w:val="000A3688"/>
    <w:rsid w:val="000A730F"/>
    <w:rsid w:val="000B7407"/>
    <w:rsid w:val="000C0D8A"/>
    <w:rsid w:val="000E07B0"/>
    <w:rsid w:val="000E4DEE"/>
    <w:rsid w:val="000E7CAD"/>
    <w:rsid w:val="000F0EE4"/>
    <w:rsid w:val="000F1CC2"/>
    <w:rsid w:val="000F3EBC"/>
    <w:rsid w:val="000F75F9"/>
    <w:rsid w:val="000F786B"/>
    <w:rsid w:val="001042DA"/>
    <w:rsid w:val="00105CE9"/>
    <w:rsid w:val="00106E6C"/>
    <w:rsid w:val="0012108B"/>
    <w:rsid w:val="0012564D"/>
    <w:rsid w:val="001412F7"/>
    <w:rsid w:val="00147DB0"/>
    <w:rsid w:val="00154D6B"/>
    <w:rsid w:val="0016361B"/>
    <w:rsid w:val="0016421D"/>
    <w:rsid w:val="00192593"/>
    <w:rsid w:val="00192AFF"/>
    <w:rsid w:val="001A6BA0"/>
    <w:rsid w:val="001B2042"/>
    <w:rsid w:val="001B24F1"/>
    <w:rsid w:val="001B6B2F"/>
    <w:rsid w:val="001C5396"/>
    <w:rsid w:val="001D2A9F"/>
    <w:rsid w:val="001D3A18"/>
    <w:rsid w:val="001D4DE2"/>
    <w:rsid w:val="001E2156"/>
    <w:rsid w:val="001E3505"/>
    <w:rsid w:val="001E4A7F"/>
    <w:rsid w:val="001E4ABA"/>
    <w:rsid w:val="001F7F6E"/>
    <w:rsid w:val="002135E7"/>
    <w:rsid w:val="00214493"/>
    <w:rsid w:val="0021537F"/>
    <w:rsid w:val="00220A06"/>
    <w:rsid w:val="002256DE"/>
    <w:rsid w:val="00227DD2"/>
    <w:rsid w:val="00230481"/>
    <w:rsid w:val="002342DD"/>
    <w:rsid w:val="002515D8"/>
    <w:rsid w:val="00252BE0"/>
    <w:rsid w:val="00260639"/>
    <w:rsid w:val="0026194D"/>
    <w:rsid w:val="00262570"/>
    <w:rsid w:val="0026431E"/>
    <w:rsid w:val="00267577"/>
    <w:rsid w:val="00270BAD"/>
    <w:rsid w:val="00272532"/>
    <w:rsid w:val="00276F69"/>
    <w:rsid w:val="00293A1E"/>
    <w:rsid w:val="002A1740"/>
    <w:rsid w:val="002A7C39"/>
    <w:rsid w:val="002C1911"/>
    <w:rsid w:val="002C1B13"/>
    <w:rsid w:val="002C4A1D"/>
    <w:rsid w:val="002C6CAC"/>
    <w:rsid w:val="002D2CC0"/>
    <w:rsid w:val="002D2E18"/>
    <w:rsid w:val="002D5194"/>
    <w:rsid w:val="002E0148"/>
    <w:rsid w:val="002E3426"/>
    <w:rsid w:val="0030370B"/>
    <w:rsid w:val="003064C3"/>
    <w:rsid w:val="00320DAE"/>
    <w:rsid w:val="00321313"/>
    <w:rsid w:val="00323B25"/>
    <w:rsid w:val="00324CA3"/>
    <w:rsid w:val="00336851"/>
    <w:rsid w:val="00352B7A"/>
    <w:rsid w:val="00353B70"/>
    <w:rsid w:val="00360991"/>
    <w:rsid w:val="003664D8"/>
    <w:rsid w:val="00380FD3"/>
    <w:rsid w:val="00384CC8"/>
    <w:rsid w:val="003867CE"/>
    <w:rsid w:val="00390EDE"/>
    <w:rsid w:val="00392560"/>
    <w:rsid w:val="003A634F"/>
    <w:rsid w:val="003B389A"/>
    <w:rsid w:val="003C1FB1"/>
    <w:rsid w:val="003E072E"/>
    <w:rsid w:val="003E57BA"/>
    <w:rsid w:val="003E615B"/>
    <w:rsid w:val="003F5F76"/>
    <w:rsid w:val="003F6762"/>
    <w:rsid w:val="003F72A8"/>
    <w:rsid w:val="003F75D9"/>
    <w:rsid w:val="003F7F45"/>
    <w:rsid w:val="00415266"/>
    <w:rsid w:val="00416CA5"/>
    <w:rsid w:val="00424251"/>
    <w:rsid w:val="004272E1"/>
    <w:rsid w:val="00442ECA"/>
    <w:rsid w:val="004439ED"/>
    <w:rsid w:val="00444085"/>
    <w:rsid w:val="00462691"/>
    <w:rsid w:val="00463825"/>
    <w:rsid w:val="0047017C"/>
    <w:rsid w:val="004743DC"/>
    <w:rsid w:val="0047475E"/>
    <w:rsid w:val="00477353"/>
    <w:rsid w:val="00482577"/>
    <w:rsid w:val="00490353"/>
    <w:rsid w:val="00495943"/>
    <w:rsid w:val="004963FE"/>
    <w:rsid w:val="004964C6"/>
    <w:rsid w:val="00496F15"/>
    <w:rsid w:val="004A57B0"/>
    <w:rsid w:val="004B0172"/>
    <w:rsid w:val="004B5219"/>
    <w:rsid w:val="004B68BD"/>
    <w:rsid w:val="004B6F3F"/>
    <w:rsid w:val="004C20F3"/>
    <w:rsid w:val="004C3A90"/>
    <w:rsid w:val="004D0758"/>
    <w:rsid w:val="004D1006"/>
    <w:rsid w:val="004D1D44"/>
    <w:rsid w:val="004E3928"/>
    <w:rsid w:val="004F5611"/>
    <w:rsid w:val="00501AED"/>
    <w:rsid w:val="00502AE6"/>
    <w:rsid w:val="00506655"/>
    <w:rsid w:val="0050762F"/>
    <w:rsid w:val="00513291"/>
    <w:rsid w:val="0053163A"/>
    <w:rsid w:val="005349EF"/>
    <w:rsid w:val="00560A98"/>
    <w:rsid w:val="00573026"/>
    <w:rsid w:val="005819EA"/>
    <w:rsid w:val="005933EA"/>
    <w:rsid w:val="00594DE3"/>
    <w:rsid w:val="005B3673"/>
    <w:rsid w:val="005B4012"/>
    <w:rsid w:val="005D048A"/>
    <w:rsid w:val="005E3B9B"/>
    <w:rsid w:val="005E4925"/>
    <w:rsid w:val="0060010B"/>
    <w:rsid w:val="00600C7A"/>
    <w:rsid w:val="006015C8"/>
    <w:rsid w:val="006204E8"/>
    <w:rsid w:val="006220E9"/>
    <w:rsid w:val="00623B58"/>
    <w:rsid w:val="00623CA6"/>
    <w:rsid w:val="00627953"/>
    <w:rsid w:val="00630878"/>
    <w:rsid w:val="00631DD5"/>
    <w:rsid w:val="006323F2"/>
    <w:rsid w:val="00640557"/>
    <w:rsid w:val="006407A4"/>
    <w:rsid w:val="00650283"/>
    <w:rsid w:val="00651A37"/>
    <w:rsid w:val="00652EB1"/>
    <w:rsid w:val="006607EB"/>
    <w:rsid w:val="00681DDA"/>
    <w:rsid w:val="00685774"/>
    <w:rsid w:val="00695EC9"/>
    <w:rsid w:val="006A2016"/>
    <w:rsid w:val="006A3B1D"/>
    <w:rsid w:val="006A796D"/>
    <w:rsid w:val="006B7CA5"/>
    <w:rsid w:val="006C1570"/>
    <w:rsid w:val="006D5C0C"/>
    <w:rsid w:val="006F1C56"/>
    <w:rsid w:val="0070272A"/>
    <w:rsid w:val="007119E3"/>
    <w:rsid w:val="007126D4"/>
    <w:rsid w:val="00714801"/>
    <w:rsid w:val="007179C0"/>
    <w:rsid w:val="00744673"/>
    <w:rsid w:val="00752FB3"/>
    <w:rsid w:val="00753FD4"/>
    <w:rsid w:val="007632FC"/>
    <w:rsid w:val="0077377F"/>
    <w:rsid w:val="00774858"/>
    <w:rsid w:val="007801E1"/>
    <w:rsid w:val="00780F80"/>
    <w:rsid w:val="00784202"/>
    <w:rsid w:val="00790A65"/>
    <w:rsid w:val="007B185E"/>
    <w:rsid w:val="007C5487"/>
    <w:rsid w:val="007C5920"/>
    <w:rsid w:val="007C6992"/>
    <w:rsid w:val="007D0DF4"/>
    <w:rsid w:val="007D2B07"/>
    <w:rsid w:val="007D3BAD"/>
    <w:rsid w:val="007D733F"/>
    <w:rsid w:val="007E68E8"/>
    <w:rsid w:val="007F5605"/>
    <w:rsid w:val="007F7B25"/>
    <w:rsid w:val="0080606E"/>
    <w:rsid w:val="00822F67"/>
    <w:rsid w:val="00826F61"/>
    <w:rsid w:val="00830053"/>
    <w:rsid w:val="00836442"/>
    <w:rsid w:val="00844676"/>
    <w:rsid w:val="00844E59"/>
    <w:rsid w:val="00852FCE"/>
    <w:rsid w:val="008603E4"/>
    <w:rsid w:val="00860AB8"/>
    <w:rsid w:val="00862A52"/>
    <w:rsid w:val="00872647"/>
    <w:rsid w:val="00872A0F"/>
    <w:rsid w:val="00875D82"/>
    <w:rsid w:val="00884DC1"/>
    <w:rsid w:val="00895D73"/>
    <w:rsid w:val="0089651F"/>
    <w:rsid w:val="008A3699"/>
    <w:rsid w:val="008A3FE6"/>
    <w:rsid w:val="008A43D3"/>
    <w:rsid w:val="008A6FED"/>
    <w:rsid w:val="008A7751"/>
    <w:rsid w:val="008B51D5"/>
    <w:rsid w:val="008B6106"/>
    <w:rsid w:val="008C171A"/>
    <w:rsid w:val="008C56F9"/>
    <w:rsid w:val="008E0CEF"/>
    <w:rsid w:val="008E1DA2"/>
    <w:rsid w:val="008E3A3A"/>
    <w:rsid w:val="008E4D6C"/>
    <w:rsid w:val="008F0137"/>
    <w:rsid w:val="008F6D02"/>
    <w:rsid w:val="009026A6"/>
    <w:rsid w:val="00904432"/>
    <w:rsid w:val="00934AD8"/>
    <w:rsid w:val="00945ADC"/>
    <w:rsid w:val="00945FCE"/>
    <w:rsid w:val="00954E47"/>
    <w:rsid w:val="00960CD1"/>
    <w:rsid w:val="00973D81"/>
    <w:rsid w:val="00983028"/>
    <w:rsid w:val="00992557"/>
    <w:rsid w:val="00992BCD"/>
    <w:rsid w:val="0099301B"/>
    <w:rsid w:val="009B11FB"/>
    <w:rsid w:val="009B205F"/>
    <w:rsid w:val="009F22F3"/>
    <w:rsid w:val="009F2C4C"/>
    <w:rsid w:val="00A0002B"/>
    <w:rsid w:val="00A040E9"/>
    <w:rsid w:val="00A04F02"/>
    <w:rsid w:val="00A1024E"/>
    <w:rsid w:val="00A11915"/>
    <w:rsid w:val="00A11F27"/>
    <w:rsid w:val="00A12DE7"/>
    <w:rsid w:val="00A3725F"/>
    <w:rsid w:val="00A37CEE"/>
    <w:rsid w:val="00A4553D"/>
    <w:rsid w:val="00A56B18"/>
    <w:rsid w:val="00A63269"/>
    <w:rsid w:val="00A656FD"/>
    <w:rsid w:val="00A7362A"/>
    <w:rsid w:val="00A75ADA"/>
    <w:rsid w:val="00A854C3"/>
    <w:rsid w:val="00A915D2"/>
    <w:rsid w:val="00A94FAE"/>
    <w:rsid w:val="00AA1F23"/>
    <w:rsid w:val="00AC7403"/>
    <w:rsid w:val="00AD5C75"/>
    <w:rsid w:val="00AD7635"/>
    <w:rsid w:val="00AE3D15"/>
    <w:rsid w:val="00B02507"/>
    <w:rsid w:val="00B05D09"/>
    <w:rsid w:val="00B13F83"/>
    <w:rsid w:val="00B229FF"/>
    <w:rsid w:val="00B238CA"/>
    <w:rsid w:val="00B30881"/>
    <w:rsid w:val="00B32585"/>
    <w:rsid w:val="00B4279E"/>
    <w:rsid w:val="00B43E6C"/>
    <w:rsid w:val="00B4726F"/>
    <w:rsid w:val="00B547AA"/>
    <w:rsid w:val="00B629B5"/>
    <w:rsid w:val="00B63117"/>
    <w:rsid w:val="00B728D2"/>
    <w:rsid w:val="00B73175"/>
    <w:rsid w:val="00B75600"/>
    <w:rsid w:val="00B82865"/>
    <w:rsid w:val="00B86B3F"/>
    <w:rsid w:val="00B87E49"/>
    <w:rsid w:val="00B927F3"/>
    <w:rsid w:val="00B94FE7"/>
    <w:rsid w:val="00B9716F"/>
    <w:rsid w:val="00BA656F"/>
    <w:rsid w:val="00BB1195"/>
    <w:rsid w:val="00BB1A7A"/>
    <w:rsid w:val="00BB4176"/>
    <w:rsid w:val="00BB5A09"/>
    <w:rsid w:val="00BB76D0"/>
    <w:rsid w:val="00BC0313"/>
    <w:rsid w:val="00BC3174"/>
    <w:rsid w:val="00BC618D"/>
    <w:rsid w:val="00BC78D0"/>
    <w:rsid w:val="00BD5755"/>
    <w:rsid w:val="00BD6336"/>
    <w:rsid w:val="00BD64E1"/>
    <w:rsid w:val="00BD6B6F"/>
    <w:rsid w:val="00BE0815"/>
    <w:rsid w:val="00BE4042"/>
    <w:rsid w:val="00BE5953"/>
    <w:rsid w:val="00BE7E3E"/>
    <w:rsid w:val="00BF3A4D"/>
    <w:rsid w:val="00C03ECF"/>
    <w:rsid w:val="00C04B10"/>
    <w:rsid w:val="00C0726B"/>
    <w:rsid w:val="00C07E86"/>
    <w:rsid w:val="00C11837"/>
    <w:rsid w:val="00C136D7"/>
    <w:rsid w:val="00C1707A"/>
    <w:rsid w:val="00C271D3"/>
    <w:rsid w:val="00C40CDB"/>
    <w:rsid w:val="00C431AF"/>
    <w:rsid w:val="00C66885"/>
    <w:rsid w:val="00C6690E"/>
    <w:rsid w:val="00C7414C"/>
    <w:rsid w:val="00C76392"/>
    <w:rsid w:val="00C84EFA"/>
    <w:rsid w:val="00C85974"/>
    <w:rsid w:val="00C86A61"/>
    <w:rsid w:val="00C91249"/>
    <w:rsid w:val="00C967E2"/>
    <w:rsid w:val="00CA3907"/>
    <w:rsid w:val="00CA5C69"/>
    <w:rsid w:val="00CA7723"/>
    <w:rsid w:val="00CB75A4"/>
    <w:rsid w:val="00CC1EFF"/>
    <w:rsid w:val="00CC3F5B"/>
    <w:rsid w:val="00CC6DD6"/>
    <w:rsid w:val="00CD1823"/>
    <w:rsid w:val="00CD2C2A"/>
    <w:rsid w:val="00CD4E2E"/>
    <w:rsid w:val="00CE2057"/>
    <w:rsid w:val="00CE4547"/>
    <w:rsid w:val="00CE69CC"/>
    <w:rsid w:val="00CF1B51"/>
    <w:rsid w:val="00CF659E"/>
    <w:rsid w:val="00D1714B"/>
    <w:rsid w:val="00D2248E"/>
    <w:rsid w:val="00D31ABA"/>
    <w:rsid w:val="00D333BB"/>
    <w:rsid w:val="00D416A2"/>
    <w:rsid w:val="00D4190F"/>
    <w:rsid w:val="00D44B14"/>
    <w:rsid w:val="00D47444"/>
    <w:rsid w:val="00D51CD3"/>
    <w:rsid w:val="00D51CDF"/>
    <w:rsid w:val="00D53A76"/>
    <w:rsid w:val="00D64837"/>
    <w:rsid w:val="00D660C8"/>
    <w:rsid w:val="00D86EE2"/>
    <w:rsid w:val="00D92436"/>
    <w:rsid w:val="00DB7EF2"/>
    <w:rsid w:val="00DC2F8F"/>
    <w:rsid w:val="00DC47E3"/>
    <w:rsid w:val="00DD1447"/>
    <w:rsid w:val="00DD2047"/>
    <w:rsid w:val="00DD2975"/>
    <w:rsid w:val="00DD43D6"/>
    <w:rsid w:val="00DE4D70"/>
    <w:rsid w:val="00DF1F2C"/>
    <w:rsid w:val="00E021D5"/>
    <w:rsid w:val="00E047A4"/>
    <w:rsid w:val="00E157DA"/>
    <w:rsid w:val="00E25449"/>
    <w:rsid w:val="00E30538"/>
    <w:rsid w:val="00E44C2C"/>
    <w:rsid w:val="00E523F7"/>
    <w:rsid w:val="00E559F5"/>
    <w:rsid w:val="00E65E0C"/>
    <w:rsid w:val="00E7410E"/>
    <w:rsid w:val="00E85755"/>
    <w:rsid w:val="00E91362"/>
    <w:rsid w:val="00E92FDD"/>
    <w:rsid w:val="00EA26EB"/>
    <w:rsid w:val="00EA4DF2"/>
    <w:rsid w:val="00EB0622"/>
    <w:rsid w:val="00EB343D"/>
    <w:rsid w:val="00EB6C5D"/>
    <w:rsid w:val="00EC1319"/>
    <w:rsid w:val="00EE3D51"/>
    <w:rsid w:val="00EE64FB"/>
    <w:rsid w:val="00EF21BB"/>
    <w:rsid w:val="00EF27EE"/>
    <w:rsid w:val="00EF365E"/>
    <w:rsid w:val="00EF5D98"/>
    <w:rsid w:val="00F038E8"/>
    <w:rsid w:val="00F154B3"/>
    <w:rsid w:val="00F16871"/>
    <w:rsid w:val="00F16942"/>
    <w:rsid w:val="00F17225"/>
    <w:rsid w:val="00F21140"/>
    <w:rsid w:val="00F215D9"/>
    <w:rsid w:val="00F24C80"/>
    <w:rsid w:val="00F27F72"/>
    <w:rsid w:val="00F329F4"/>
    <w:rsid w:val="00F33E11"/>
    <w:rsid w:val="00F422CB"/>
    <w:rsid w:val="00F42FED"/>
    <w:rsid w:val="00F548E9"/>
    <w:rsid w:val="00F56615"/>
    <w:rsid w:val="00F73EBD"/>
    <w:rsid w:val="00F75D3A"/>
    <w:rsid w:val="00F76B0C"/>
    <w:rsid w:val="00F865F7"/>
    <w:rsid w:val="00F91AFE"/>
    <w:rsid w:val="00F92DCA"/>
    <w:rsid w:val="00FA6617"/>
    <w:rsid w:val="00FB1277"/>
    <w:rsid w:val="00FB482A"/>
    <w:rsid w:val="00FC6570"/>
    <w:rsid w:val="00FD3817"/>
    <w:rsid w:val="00FE2D1E"/>
    <w:rsid w:val="00FF1781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14DF89"/>
  <w15:docId w15:val="{B0994703-912B-4838-9C98-0CD47139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A4DF2"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rsid w:val="00B43E6C"/>
    <w:pPr>
      <w:jc w:val="both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rsid w:val="005819EA"/>
    <w:rPr>
      <w:color w:val="0000FF"/>
      <w:u w:val="single"/>
    </w:rPr>
  </w:style>
  <w:style w:type="table" w:styleId="TableGrid">
    <w:name w:val="Table Grid"/>
    <w:basedOn w:val="TableNormal"/>
    <w:uiPriority w:val="59"/>
    <w:rsid w:val="008A3FE6"/>
    <w:rPr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3FE6"/>
    <w:pPr>
      <w:ind w:left="720"/>
      <w:contextualSpacing/>
    </w:pPr>
  </w:style>
  <w:style w:type="paragraph" w:customStyle="1" w:styleId="Standard">
    <w:name w:val="Standard"/>
    <w:rsid w:val="007F7B25"/>
    <w:pPr>
      <w:suppressAutoHyphens/>
      <w:autoSpaceDN w:val="0"/>
      <w:textAlignment w:val="baseline"/>
    </w:pPr>
    <w:rPr>
      <w:kern w:val="3"/>
      <w:sz w:val="24"/>
      <w:szCs w:val="24"/>
      <w:lang w:val="cs-CZ"/>
    </w:rPr>
  </w:style>
  <w:style w:type="character" w:styleId="UnresolvedMention">
    <w:name w:val="Unresolved Mention"/>
    <w:basedOn w:val="DefaultParagraphFont"/>
    <w:uiPriority w:val="99"/>
    <w:semiHidden/>
    <w:unhideWhenUsed/>
    <w:rsid w:val="00E047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iia.Koel@energia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91407F2FE6764CA9F2BE34926EF00C" ma:contentTypeVersion="4" ma:contentTypeDescription="Create a new document." ma:contentTypeScope="" ma:versionID="9976f87c9ce31f1f01d23c82c6fc1bef">
  <xsd:schema xmlns:xsd="http://www.w3.org/2001/XMLSchema" xmlns:xs="http://www.w3.org/2001/XMLSchema" xmlns:p="http://schemas.microsoft.com/office/2006/metadata/properties" xmlns:ns2="9feb6612-87f5-4234-aaa1-522012de41ea" targetNamespace="http://schemas.microsoft.com/office/2006/metadata/properties" ma:root="true" ma:fieldsID="faf8082235d283f214bdbc59cf62b0bf" ns2:_="">
    <xsd:import namespace="9feb6612-87f5-4234-aaa1-522012de4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b6612-87f5-4234-aaa1-522012de4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E13B12-D54A-4F43-86CC-40A0F6A710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7F2B8A-2146-4B0B-88AB-F9EDAD4A72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368069-3E63-4DD8-99D0-A633F66437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b6612-87f5-4234-aaa1-522012de4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C89B8A-5353-4E43-98C2-1D3CCC926D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21</TotalTime>
  <Pages>1</Pages>
  <Words>222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ITH</dc:creator>
  <cp:lastModifiedBy>Tiia Koel</cp:lastModifiedBy>
  <cp:revision>13</cp:revision>
  <cp:lastPrinted>2023-07-14T08:41:00Z</cp:lastPrinted>
  <dcterms:created xsi:type="dcterms:W3CDTF">2024-01-02T12:30:00Z</dcterms:created>
  <dcterms:modified xsi:type="dcterms:W3CDTF">2024-01-02T12:51:00Z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0x010100C691407F2FE6764CA9F2BE34926EF00C</vt:lpwstr>
  </property>
</Properties>
</file>