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EB7C" w14:textId="3193CF8D" w:rsidR="0029507F" w:rsidRPr="00C3083C" w:rsidRDefault="00934EF6" w:rsidP="00E8534C">
      <w:pPr>
        <w:pStyle w:val="Andmed"/>
        <w:tabs>
          <w:tab w:val="left" w:pos="4820"/>
        </w:tabs>
        <w:rPr>
          <w:b/>
          <w:bCs/>
          <w:lang w:val="et-EE"/>
        </w:rPr>
      </w:pPr>
      <w:r w:rsidRPr="00934EF6">
        <w:rPr>
          <w:b/>
          <w:bCs/>
          <w:lang w:val="et-EE"/>
        </w:rPr>
        <w:t>Siseministeerium</w:t>
      </w:r>
      <w:r w:rsidR="00E8534C" w:rsidRPr="00C3083C">
        <w:rPr>
          <w:b/>
          <w:bCs/>
          <w:lang w:val="et-EE"/>
        </w:rPr>
        <w:tab/>
      </w:r>
    </w:p>
    <w:p w14:paraId="6F9AD469" w14:textId="17ADF1BE" w:rsidR="0029507F" w:rsidRPr="00C3083C" w:rsidRDefault="0084631A" w:rsidP="00E8534C">
      <w:pPr>
        <w:pStyle w:val="Andmed"/>
        <w:tabs>
          <w:tab w:val="left" w:pos="4820"/>
        </w:tabs>
        <w:rPr>
          <w:lang w:val="et-EE"/>
        </w:rPr>
      </w:pPr>
      <w:r w:rsidRPr="0084631A">
        <w:rPr>
          <w:lang w:val="et-EE"/>
        </w:rPr>
        <w:t>Pikk 61</w:t>
      </w:r>
      <w:r w:rsidR="00E8534C" w:rsidRPr="00C3083C">
        <w:rPr>
          <w:lang w:val="et-EE"/>
        </w:rPr>
        <w:tab/>
        <w:t xml:space="preserve">Meie: </w:t>
      </w:r>
      <w:r w:rsidR="005503DE">
        <w:rPr>
          <w:lang w:val="et-EE"/>
        </w:rPr>
        <w:t>1</w:t>
      </w:r>
      <w:r w:rsidR="00651292" w:rsidRPr="00C3083C">
        <w:rPr>
          <w:lang w:val="et-EE"/>
        </w:rPr>
        <w:t>2</w:t>
      </w:r>
      <w:r w:rsidR="0029507F" w:rsidRPr="00C3083C">
        <w:rPr>
          <w:lang w:val="et-EE"/>
        </w:rPr>
        <w:t>.</w:t>
      </w:r>
      <w:r w:rsidR="00E8534C" w:rsidRPr="00C3083C">
        <w:rPr>
          <w:lang w:val="et-EE"/>
        </w:rPr>
        <w:t>0</w:t>
      </w:r>
      <w:r w:rsidR="005503DE">
        <w:rPr>
          <w:lang w:val="et-EE"/>
        </w:rPr>
        <w:t>3</w:t>
      </w:r>
      <w:r w:rsidR="0029507F" w:rsidRPr="00C3083C">
        <w:rPr>
          <w:lang w:val="et-EE"/>
        </w:rPr>
        <w:t>.202</w:t>
      </w:r>
      <w:r w:rsidR="005503DE">
        <w:rPr>
          <w:lang w:val="et-EE"/>
        </w:rPr>
        <w:t>4</w:t>
      </w:r>
      <w:r w:rsidR="0029507F" w:rsidRPr="00C3083C">
        <w:rPr>
          <w:lang w:val="et-EE"/>
        </w:rPr>
        <w:t xml:space="preserve"> nr </w:t>
      </w:r>
      <w:r w:rsidR="00A26862" w:rsidRPr="00A26862">
        <w:rPr>
          <w:lang w:val="et-EE"/>
        </w:rPr>
        <w:t>HAL-11/2024-46</w:t>
      </w:r>
    </w:p>
    <w:p w14:paraId="3F512371" w14:textId="46C781B8" w:rsidR="00A55C93" w:rsidRPr="00C3083C" w:rsidRDefault="0084631A" w:rsidP="0029507F">
      <w:pPr>
        <w:pStyle w:val="Andmed"/>
        <w:rPr>
          <w:lang w:val="et-EE"/>
        </w:rPr>
      </w:pPr>
      <w:r w:rsidRPr="0084631A">
        <w:rPr>
          <w:lang w:val="et-EE"/>
        </w:rPr>
        <w:t xml:space="preserve">15065 </w:t>
      </w:r>
      <w:r w:rsidR="00A55C93" w:rsidRPr="00C3083C">
        <w:rPr>
          <w:lang w:val="et-EE"/>
        </w:rPr>
        <w:t xml:space="preserve">Tallinn </w:t>
      </w:r>
    </w:p>
    <w:p w14:paraId="260CE087" w14:textId="0729B807" w:rsidR="00A06A26" w:rsidRPr="005503DE" w:rsidRDefault="00000000" w:rsidP="0029507F">
      <w:pPr>
        <w:pStyle w:val="Andmed"/>
        <w:rPr>
          <w:lang w:val="nl-BE"/>
        </w:rPr>
      </w:pPr>
      <w:hyperlink r:id="rId11" w:history="1">
        <w:r w:rsidR="0084631A" w:rsidRPr="005503DE">
          <w:rPr>
            <w:rStyle w:val="Hperlink"/>
            <w:lang w:val="nl-BE"/>
          </w:rPr>
          <w:t>info@siseministeerium.ee</w:t>
        </w:r>
      </w:hyperlink>
    </w:p>
    <w:p w14:paraId="76088B23" w14:textId="77777777" w:rsidR="0084631A" w:rsidRPr="00C3083C" w:rsidRDefault="0084631A" w:rsidP="0029507F">
      <w:pPr>
        <w:pStyle w:val="Andmed"/>
        <w:rPr>
          <w:lang w:val="et-EE"/>
        </w:rPr>
      </w:pPr>
    </w:p>
    <w:p w14:paraId="775C5A83" w14:textId="77777777" w:rsidR="006D06F6" w:rsidRPr="00C3083C" w:rsidRDefault="006D06F6" w:rsidP="0029507F">
      <w:pPr>
        <w:pStyle w:val="Andmed"/>
        <w:rPr>
          <w:b/>
          <w:bCs/>
          <w:lang w:val="et-EE"/>
        </w:rPr>
      </w:pPr>
    </w:p>
    <w:p w14:paraId="44186C72" w14:textId="77777777" w:rsidR="00A825FC" w:rsidRPr="00C3083C" w:rsidRDefault="00A825FC" w:rsidP="0029507F">
      <w:pPr>
        <w:pStyle w:val="Andmed"/>
        <w:rPr>
          <w:b/>
          <w:bCs/>
          <w:lang w:val="et-EE"/>
        </w:rPr>
      </w:pPr>
    </w:p>
    <w:p w14:paraId="21E7375C" w14:textId="04E31D51" w:rsidR="002C3B70" w:rsidRPr="00C3083C" w:rsidRDefault="002C3B70" w:rsidP="002C3B70">
      <w:pPr>
        <w:pStyle w:val="Andmed"/>
        <w:rPr>
          <w:rFonts w:eastAsia="Arial Unicode MS" w:cs="Calibri"/>
          <w:b/>
          <w:bCs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Lugupeetud </w:t>
      </w:r>
      <w:r w:rsidR="00934EF6" w:rsidRPr="00934EF6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Siseministeerium </w:t>
      </w: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>esindaja</w:t>
      </w:r>
    </w:p>
    <w:p w14:paraId="76B11061" w14:textId="77777777" w:rsidR="00A825FC" w:rsidRPr="00C3083C" w:rsidRDefault="00A825FC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</w:p>
    <w:p w14:paraId="6DFE3551" w14:textId="44991E0C" w:rsidR="00806CFE" w:rsidRPr="00C3083C" w:rsidRDefault="00806CFE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Vastavalt meie vahelisele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koostöö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lep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ingule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, edastan</w:t>
      </w:r>
      <w:r w:rsidR="00CD671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Teile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akti </w:t>
      </w:r>
      <w:r w:rsidR="00BA3986" w:rsidRPr="00C3083C">
        <w:rPr>
          <w:rFonts w:eastAsia="Arial Unicode MS" w:cs="Calibri"/>
          <w:noProof/>
          <w:color w:val="2C4054"/>
          <w:szCs w:val="20"/>
          <w:lang w:val="et-EE"/>
        </w:rPr>
        <w:t>elektrienergia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hanketeenuse kohta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202</w:t>
      </w:r>
      <w:r w:rsidR="005503DE">
        <w:rPr>
          <w:rFonts w:eastAsia="Arial Unicode MS" w:cs="Calibri"/>
          <w:noProof/>
          <w:color w:val="2C4054"/>
          <w:szCs w:val="20"/>
          <w:lang w:val="et-EE"/>
        </w:rPr>
        <w:t>3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aastal.</w:t>
      </w:r>
    </w:p>
    <w:p w14:paraId="3EA23ABE" w14:textId="3CE163F8" w:rsidR="00806CFE" w:rsidRPr="00C3083C" w:rsidRDefault="00806CFE" w:rsidP="00806CFE">
      <w:pPr>
        <w:pStyle w:val="Kirjatekst"/>
        <w:rPr>
          <w:rFonts w:asciiTheme="minorHAnsi" w:eastAsia="Arial Unicode MS" w:hAnsiTheme="minorHAnsi" w:cs="Calibri"/>
          <w:noProof/>
          <w:color w:val="2C4054"/>
        </w:rPr>
      </w:pPr>
    </w:p>
    <w:tbl>
      <w:tblPr>
        <w:tblStyle w:val="Kontuurtabel"/>
        <w:tblW w:w="8503" w:type="dxa"/>
        <w:tblInd w:w="-3" w:type="dxa"/>
        <w:tblBorders>
          <w:top w:val="single" w:sz="4" w:space="0" w:color="8CB1DE" w:themeColor="accent3" w:themeTint="99"/>
          <w:left w:val="single" w:sz="4" w:space="0" w:color="8CB1DE" w:themeColor="accent3" w:themeTint="99"/>
          <w:bottom w:val="single" w:sz="4" w:space="0" w:color="8CB1DE" w:themeColor="accent3" w:themeTint="99"/>
          <w:right w:val="single" w:sz="4" w:space="0" w:color="8CB1DE" w:themeColor="accent3" w:themeTint="99"/>
          <w:insideH w:val="single" w:sz="4" w:space="0" w:color="8CB1DE" w:themeColor="accent3" w:themeTint="99"/>
          <w:insideV w:val="single" w:sz="4" w:space="0" w:color="8CB1DE" w:themeColor="accent3" w:themeTint="99"/>
        </w:tblBorders>
        <w:tblCellMar>
          <w:top w:w="108" w:type="dxa"/>
          <w:bottom w:w="74" w:type="dxa"/>
        </w:tblCellMar>
        <w:tblLook w:val="04A0" w:firstRow="1" w:lastRow="0" w:firstColumn="1" w:lastColumn="0" w:noHBand="0" w:noVBand="1"/>
      </w:tblPr>
      <w:tblGrid>
        <w:gridCol w:w="1356"/>
        <w:gridCol w:w="8220"/>
      </w:tblGrid>
      <w:tr w:rsidR="00806CFE" w:rsidRPr="00C3083C" w14:paraId="524F3250" w14:textId="77777777" w:rsidTr="001E6E93">
        <w:trPr>
          <w:trHeight w:val="420"/>
          <w:tblHeader/>
        </w:trPr>
        <w:tc>
          <w:tcPr>
            <w:tcW w:w="8503" w:type="dxa"/>
            <w:gridSpan w:val="2"/>
            <w:shd w:val="clear" w:color="auto" w:fill="E1EBF7"/>
            <w:vAlign w:val="center"/>
            <w:hideMark/>
          </w:tcPr>
          <w:p w14:paraId="70B45C8B" w14:textId="5A4E5DD4" w:rsidR="00806CFE" w:rsidRPr="00C3083C" w:rsidRDefault="0064273F" w:rsidP="0032382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Energiavahendus</w:t>
            </w:r>
            <w:r w:rsidRPr="00493131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D17D67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teenuse üleandmise – vastuvõtmise akt: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934EF6" w:rsidRPr="00934EF6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Siseministeerium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, </w:t>
            </w:r>
            <w:r w:rsidR="00A26862" w:rsidRPr="00A26862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HAL-11/2024-46</w:t>
            </w:r>
          </w:p>
        </w:tc>
      </w:tr>
      <w:tr w:rsidR="00806CFE" w:rsidRPr="00C3083C" w14:paraId="133F42C7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4349FD9B" w14:textId="12168AF7" w:rsidR="00806CFE" w:rsidRPr="00C3083C" w:rsidRDefault="00F22085">
            <w:pPr>
              <w:spacing w:line="400" w:lineRule="exact"/>
              <w:rPr>
                <w:rFonts w:ascii="Calibri" w:eastAsia="Arial Unicode MS" w:hAnsi="Calibri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Alus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78A41777" w14:textId="56D698A4" w:rsidR="003C0731" w:rsidRDefault="00F54FF2" w:rsidP="00053A6C">
            <w:pPr>
              <w:pStyle w:val="Loendilik"/>
              <w:numPr>
                <w:ilvl w:val="0"/>
                <w:numId w:val="11"/>
              </w:numPr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</w:pPr>
            <w:r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 xml:space="preserve">Leping nr. </w:t>
            </w:r>
            <w:r w:rsidR="0084631A"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>A7818/14</w:t>
            </w:r>
          </w:p>
          <w:p w14:paraId="4D60BCFE" w14:textId="26187E4B" w:rsidR="00806CFE" w:rsidRPr="00BB2395" w:rsidRDefault="00BB2395" w:rsidP="00BB2395">
            <w:pPr>
              <w:pStyle w:val="Loendilik"/>
              <w:numPr>
                <w:ilvl w:val="0"/>
                <w:numId w:val="11"/>
              </w:numPr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</w:pPr>
            <w:r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>Leping nr. A7818/14  muudatus nr 4</w:t>
            </w:r>
          </w:p>
        </w:tc>
      </w:tr>
      <w:tr w:rsidR="00806CFE" w:rsidRPr="00C3083C" w14:paraId="3009147A" w14:textId="77777777" w:rsidTr="001E6E93">
        <w:trPr>
          <w:trHeight w:val="1541"/>
        </w:trPr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7CF19259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Hind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tbl>
            <w:tblPr>
              <w:tblStyle w:val="Tavatabel5"/>
              <w:tblW w:w="7868" w:type="dxa"/>
              <w:tblLook w:val="04A0" w:firstRow="1" w:lastRow="0" w:firstColumn="1" w:lastColumn="0" w:noHBand="0" w:noVBand="1"/>
            </w:tblPr>
            <w:tblGrid>
              <w:gridCol w:w="1598"/>
              <w:gridCol w:w="1293"/>
              <w:gridCol w:w="2727"/>
              <w:gridCol w:w="992"/>
              <w:gridCol w:w="1258"/>
            </w:tblGrid>
            <w:tr w:rsidR="00493131" w:rsidRPr="00C3083C" w14:paraId="27BBC485" w14:textId="77777777" w:rsidTr="004A08D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598" w:type="dxa"/>
                </w:tcPr>
                <w:p w14:paraId="60B46393" w14:textId="278E7A3B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Selgitus</w:t>
                  </w:r>
                </w:p>
              </w:tc>
              <w:tc>
                <w:tcPr>
                  <w:tcW w:w="1293" w:type="dxa"/>
                </w:tcPr>
                <w:p w14:paraId="035CFB9D" w14:textId="1E8AFE68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Hind</w:t>
                  </w:r>
                </w:p>
              </w:tc>
              <w:tc>
                <w:tcPr>
                  <w:tcW w:w="2727" w:type="dxa"/>
                </w:tcPr>
                <w:p w14:paraId="48BB8DF3" w14:textId="10E6CE8C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Maht</w:t>
                  </w:r>
                </w:p>
              </w:tc>
              <w:tc>
                <w:tcPr>
                  <w:tcW w:w="992" w:type="dxa"/>
                </w:tcPr>
                <w:p w14:paraId="212D5728" w14:textId="73F63E29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Ühik</w:t>
                  </w:r>
                </w:p>
              </w:tc>
              <w:tc>
                <w:tcPr>
                  <w:tcW w:w="1258" w:type="dxa"/>
                </w:tcPr>
                <w:p w14:paraId="637557F2" w14:textId="51247CBB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</w:t>
                  </w:r>
                </w:p>
              </w:tc>
            </w:tr>
            <w:tr w:rsidR="00493131" w:rsidRPr="00C3083C" w14:paraId="7CB8C3FD" w14:textId="77777777" w:rsidTr="004A08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696EE17B" w14:textId="78295BC6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Aastatasu</w:t>
                  </w:r>
                </w:p>
              </w:tc>
              <w:tc>
                <w:tcPr>
                  <w:tcW w:w="1293" w:type="dxa"/>
                </w:tcPr>
                <w:p w14:paraId="5DCD0A3E" w14:textId="43E8B0FB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730 €</w:t>
                  </w:r>
                </w:p>
              </w:tc>
              <w:tc>
                <w:tcPr>
                  <w:tcW w:w="2727" w:type="dxa"/>
                </w:tcPr>
                <w:p w14:paraId="122D30C7" w14:textId="018E8CA8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14:paraId="1E0ECF35" w14:textId="5E418236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</w:t>
                  </w:r>
                </w:p>
              </w:tc>
              <w:tc>
                <w:tcPr>
                  <w:tcW w:w="1258" w:type="dxa"/>
                </w:tcPr>
                <w:p w14:paraId="392FE033" w14:textId="6A4C0247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730 €</w:t>
                  </w:r>
                </w:p>
              </w:tc>
            </w:tr>
            <w:tr w:rsidR="00493131" w:rsidRPr="00C3083C" w14:paraId="13AF7B5F" w14:textId="77777777" w:rsidTr="004A08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5743BB58" w14:textId="2A7BFA7F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Mahutasu</w:t>
                  </w:r>
                </w:p>
              </w:tc>
              <w:tc>
                <w:tcPr>
                  <w:tcW w:w="1293" w:type="dxa"/>
                </w:tcPr>
                <w:p w14:paraId="5C76F150" w14:textId="6AAE4C0B" w:rsidR="00493131" w:rsidRPr="00C3083C" w:rsidRDefault="000C6F7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0,</w:t>
                  </w:r>
                  <w:r w:rsidR="00A26862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4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€</w:t>
                  </w:r>
                </w:p>
              </w:tc>
              <w:tc>
                <w:tcPr>
                  <w:tcW w:w="2727" w:type="dxa"/>
                </w:tcPr>
                <w:p w14:paraId="3F336AF9" w14:textId="551E4237" w:rsidR="00493131" w:rsidRPr="00C3083C" w:rsidRDefault="00A26862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A26862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565,682</w:t>
                  </w:r>
                </w:p>
              </w:tc>
              <w:tc>
                <w:tcPr>
                  <w:tcW w:w="992" w:type="dxa"/>
                </w:tcPr>
                <w:p w14:paraId="5A147BCD" w14:textId="29B6FEA5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MWh</w:t>
                  </w:r>
                  <w:r w:rsidR="00285E8D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/a</w:t>
                  </w:r>
                </w:p>
              </w:tc>
              <w:tc>
                <w:tcPr>
                  <w:tcW w:w="1258" w:type="dxa"/>
                </w:tcPr>
                <w:p w14:paraId="5EDE5D55" w14:textId="371A83B0" w:rsidR="00930A23" w:rsidRPr="00C3083C" w:rsidRDefault="00A26862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A26862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226,27</w:t>
                  </w:r>
                  <w:r w:rsidR="0074102B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3C0731" w:rsidRPr="00C3083C" w14:paraId="67121C9B" w14:textId="77777777" w:rsidTr="004A08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1A162E6C" w14:textId="0BDBF9E2" w:rsidR="003C0731" w:rsidRPr="00C3083C" w:rsidRDefault="007952C0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Võrgulepingute haldust</w:t>
                  </w:r>
                  <w:r w:rsidR="00C3083C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su</w:t>
                  </w:r>
                </w:p>
              </w:tc>
              <w:tc>
                <w:tcPr>
                  <w:tcW w:w="1293" w:type="dxa"/>
                  <w:vAlign w:val="center"/>
                </w:tcPr>
                <w:p w14:paraId="5FFF9317" w14:textId="422956E2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20 €</w:t>
                  </w:r>
                </w:p>
              </w:tc>
              <w:tc>
                <w:tcPr>
                  <w:tcW w:w="2727" w:type="dxa"/>
                  <w:vAlign w:val="center"/>
                </w:tcPr>
                <w:p w14:paraId="6ABAB97C" w14:textId="39004D66" w:rsidR="003C0731" w:rsidRPr="00C3083C" w:rsidRDefault="00A26862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42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(neist 1</w:t>
                  </w:r>
                  <w:r w:rsidR="00032BAB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6371E7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loodi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aasta keskel</w:t>
                  </w:r>
                  <w:r w:rsidR="00032BAB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*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)</w:t>
                  </w:r>
                </w:p>
              </w:tc>
              <w:tc>
                <w:tcPr>
                  <w:tcW w:w="992" w:type="dxa"/>
                  <w:vAlign w:val="center"/>
                </w:tcPr>
                <w:p w14:paraId="186ACBFA" w14:textId="35C5205C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tk/a</w:t>
                  </w:r>
                </w:p>
              </w:tc>
              <w:tc>
                <w:tcPr>
                  <w:tcW w:w="1258" w:type="dxa"/>
                  <w:vAlign w:val="center"/>
                </w:tcPr>
                <w:p w14:paraId="541FE7F2" w14:textId="083445AF" w:rsidR="003C0731" w:rsidRPr="00C3083C" w:rsidRDefault="00437D88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437D88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678,33</w:t>
                  </w:r>
                  <w:r w:rsidR="00A26862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7952C0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1777F027" w14:textId="77777777" w:rsidTr="004A08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610" w:type="dxa"/>
                  <w:gridSpan w:val="4"/>
                </w:tcPr>
                <w:p w14:paraId="564BF9CE" w14:textId="56F53BB0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 (KM-ta):</w:t>
                  </w:r>
                </w:p>
              </w:tc>
              <w:tc>
                <w:tcPr>
                  <w:tcW w:w="1258" w:type="dxa"/>
                </w:tcPr>
                <w:p w14:paraId="3BBB31F2" w14:textId="1D713856" w:rsidR="00930A23" w:rsidRPr="00C3083C" w:rsidRDefault="00437D88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437D88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1 634,60 €</w:t>
                  </w:r>
                </w:p>
              </w:tc>
            </w:tr>
            <w:tr w:rsidR="00930A23" w:rsidRPr="00C3083C" w14:paraId="095ACFB3" w14:textId="77777777" w:rsidTr="004A08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610" w:type="dxa"/>
                  <w:gridSpan w:val="4"/>
                </w:tcPr>
                <w:p w14:paraId="40C65AEA" w14:textId="316AAE5E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Käibemaks:</w:t>
                  </w:r>
                </w:p>
              </w:tc>
              <w:tc>
                <w:tcPr>
                  <w:tcW w:w="1258" w:type="dxa"/>
                </w:tcPr>
                <w:p w14:paraId="149A9535" w14:textId="3213AE53" w:rsidR="00930A23" w:rsidRPr="00C3083C" w:rsidRDefault="00437D88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437D88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359,61 €</w:t>
                  </w:r>
                </w:p>
              </w:tc>
            </w:tr>
            <w:tr w:rsidR="00930A23" w:rsidRPr="00C3083C" w14:paraId="0961ED78" w14:textId="77777777" w:rsidTr="004A08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610" w:type="dxa"/>
                  <w:gridSpan w:val="4"/>
                </w:tcPr>
                <w:p w14:paraId="6333DB5E" w14:textId="2673B576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Kokku (KM-ga):</w:t>
                  </w:r>
                </w:p>
              </w:tc>
              <w:tc>
                <w:tcPr>
                  <w:tcW w:w="1258" w:type="dxa"/>
                </w:tcPr>
                <w:p w14:paraId="57739D2F" w14:textId="62F7493A" w:rsidR="00930A23" w:rsidRPr="00C3083C" w:rsidRDefault="00437D88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437D88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1 994,21 €</w:t>
                  </w:r>
                </w:p>
              </w:tc>
            </w:tr>
          </w:tbl>
          <w:p w14:paraId="3BF7E496" w14:textId="7CF00C45" w:rsidR="00DB3E57" w:rsidRPr="00C3083C" w:rsidRDefault="00DB3E57" w:rsidP="00B60155">
            <w:pPr>
              <w:spacing w:after="0"/>
              <w:jc w:val="both"/>
              <w:rPr>
                <w:rFonts w:eastAsia="Arial Unicode MS" w:cs="Calibri"/>
                <w:noProof/>
                <w:color w:val="2C4054"/>
                <w:sz w:val="18"/>
                <w:szCs w:val="18"/>
                <w:lang w:val="et-EE"/>
              </w:rPr>
            </w:pPr>
          </w:p>
        </w:tc>
      </w:tr>
      <w:tr w:rsidR="00806CFE" w:rsidRPr="00C3083C" w14:paraId="1C5F757E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676358D2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sz w:val="22"/>
                <w:szCs w:val="22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Tingimused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2EDE8136" w14:textId="77777777" w:rsidR="00DB3E57" w:rsidRPr="00BB2395" w:rsidRDefault="000C6F71" w:rsidP="00BB2395">
            <w:pPr>
              <w:pStyle w:val="Loendilik"/>
              <w:numPr>
                <w:ilvl w:val="0"/>
                <w:numId w:val="8"/>
              </w:numPr>
              <w:spacing w:line="276" w:lineRule="auto"/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</w:pPr>
            <w:r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 xml:space="preserve">Akti </w:t>
            </w:r>
            <w:r w:rsidR="0032382B"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>on</w:t>
            </w:r>
            <w:r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 xml:space="preserve"> </w:t>
            </w:r>
            <w:r w:rsidR="0032382B"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>lisa arvele selgitamaks arve summa kujunemist</w:t>
            </w:r>
            <w:r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>;</w:t>
            </w:r>
          </w:p>
          <w:p w14:paraId="4C35D6ED" w14:textId="6EA35942" w:rsidR="004C7CA0" w:rsidRPr="00BB2395" w:rsidRDefault="004C7CA0" w:rsidP="00BB2395">
            <w:pPr>
              <w:pStyle w:val="Loendilik"/>
              <w:numPr>
                <w:ilvl w:val="0"/>
                <w:numId w:val="8"/>
              </w:numPr>
              <w:spacing w:line="276" w:lineRule="auto"/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</w:pPr>
            <w:r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 xml:space="preserve">*Alljärgnevate </w:t>
            </w:r>
            <w:r w:rsidR="00437D88"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>võrgulepingute</w:t>
            </w:r>
            <w:r w:rsidRPr="00BB2395">
              <w:rPr>
                <w:rFonts w:asciiTheme="majorHAnsi" w:eastAsia="Arial Unicode MS" w:hAnsiTheme="majorHAnsi" w:cstheme="majorHAnsi"/>
                <w:noProof/>
                <w:sz w:val="20"/>
                <w:szCs w:val="20"/>
              </w:rPr>
              <w:t xml:space="preserve"> (EIC-kood) osas on arvestatud väiksemat lepingutasu</w:t>
            </w:r>
          </w:p>
          <w:tbl>
            <w:tblPr>
              <w:tblStyle w:val="Tavatabel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93"/>
              <w:gridCol w:w="1117"/>
              <w:gridCol w:w="890"/>
              <w:gridCol w:w="1130"/>
              <w:gridCol w:w="959"/>
            </w:tblGrid>
            <w:tr w:rsidR="006371E7" w:rsidRPr="004C7CA0" w14:paraId="78E1334D" w14:textId="77777777" w:rsidTr="00C9508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69B07C7" w14:textId="77777777" w:rsidR="006371E7" w:rsidRPr="004C7CA0" w:rsidRDefault="006371E7" w:rsidP="004C7CA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C7C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EIC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63B4770" w14:textId="562FC69B" w:rsidR="006371E7" w:rsidRPr="004C7CA0" w:rsidRDefault="006371E7" w:rsidP="004C7CA0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Lepingu algus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B308488" w14:textId="77777777" w:rsidR="006371E7" w:rsidRPr="004C7CA0" w:rsidRDefault="006371E7" w:rsidP="004C7CA0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C7C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Kuude arv</w:t>
                  </w:r>
                </w:p>
              </w:tc>
              <w:tc>
                <w:tcPr>
                  <w:tcW w:w="0" w:type="auto"/>
                </w:tcPr>
                <w:p w14:paraId="2F5D75E1" w14:textId="5BC56BEB" w:rsidR="006371E7" w:rsidRPr="004C7CA0" w:rsidRDefault="006371E7" w:rsidP="004C7CA0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Tasu protsent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F591E03" w14:textId="7B5CBA21" w:rsidR="006371E7" w:rsidRPr="004C7CA0" w:rsidRDefault="006371E7" w:rsidP="004C7CA0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C7C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EIC tasu (€)</w:t>
                  </w:r>
                </w:p>
              </w:tc>
            </w:tr>
            <w:tr w:rsidR="00437D88" w:rsidRPr="004C7CA0" w14:paraId="012B9C19" w14:textId="77777777" w:rsidTr="007F21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727A057C" w14:textId="614DBD41" w:rsidR="00437D88" w:rsidRPr="006371E7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38ZEE-07638383-R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47B0558" w14:textId="6E7BB940" w:rsidR="00437D88" w:rsidRPr="004C7CA0" w:rsidRDefault="00437D88" w:rsidP="00437D88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16.03.2023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E88E081" w14:textId="41C24CD2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5FDF833A" w14:textId="0C7F40E2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75%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4197F0B" w14:textId="2E768011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15</w:t>
                  </w:r>
                </w:p>
              </w:tc>
            </w:tr>
            <w:tr w:rsidR="00437D88" w:rsidRPr="004C7CA0" w14:paraId="7E26E511" w14:textId="77777777" w:rsidTr="007F210B">
              <w:trPr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0110090F" w14:textId="1DCA8BB9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38ZEE-00687929-0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20A216A" w14:textId="6AAFE43A" w:rsidR="00437D88" w:rsidRPr="004C7CA0" w:rsidRDefault="00437D88" w:rsidP="00437D88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13.12.2023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9B0CC3B" w14:textId="1C20A0B3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307C423A" w14:textId="3B04B5ED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8,3%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E97BC7D" w14:textId="31149076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1,66</w:t>
                  </w:r>
                </w:p>
              </w:tc>
            </w:tr>
            <w:tr w:rsidR="00437D88" w:rsidRPr="004C7CA0" w14:paraId="6EBD0D40" w14:textId="77777777" w:rsidTr="007F21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352EBF54" w14:textId="1E783CBA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38ZEE-07638382-U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D9F6540" w14:textId="63651A5A" w:rsidR="00437D88" w:rsidRPr="004C7CA0" w:rsidRDefault="00437D88" w:rsidP="00437D88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16.03.2023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6FBF296" w14:textId="384F2D59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C7CA0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9</w:t>
                  </w:r>
                </w:p>
              </w:tc>
              <w:tc>
                <w:tcPr>
                  <w:tcW w:w="0" w:type="auto"/>
                </w:tcPr>
                <w:p w14:paraId="2C566388" w14:textId="4BB4C18D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75%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A963004" w14:textId="23B0D744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15</w:t>
                  </w:r>
                </w:p>
              </w:tc>
            </w:tr>
            <w:tr w:rsidR="00437D88" w:rsidRPr="004C7CA0" w14:paraId="32BE7CA4" w14:textId="77777777" w:rsidTr="007F210B">
              <w:trPr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65B23D92" w14:textId="74599521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38ZEE-00732750-8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DE4FB88" w14:textId="759ECCAC" w:rsidR="00437D88" w:rsidRPr="004C7CA0" w:rsidRDefault="00437D88" w:rsidP="00437D88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08.11.2023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4925796" w14:textId="33662705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561DCBDB" w14:textId="6C8C3039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16,67%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D3704C3" w14:textId="5899394F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3,33</w:t>
                  </w:r>
                </w:p>
              </w:tc>
            </w:tr>
            <w:tr w:rsidR="00437D88" w:rsidRPr="004C7CA0" w14:paraId="02EBA780" w14:textId="77777777" w:rsidTr="007F21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50C06436" w14:textId="43774990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38ZEE-00732761-1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AD6E5BE" w14:textId="04D70115" w:rsidR="00437D88" w:rsidRPr="004C7CA0" w:rsidRDefault="00437D88" w:rsidP="00437D88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08.11.2023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51389BB0" w14:textId="7D89E8C3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732AD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53419DC3" w14:textId="0B9259FB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16,67%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3B99DE9" w14:textId="559BD9C9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3,33</w:t>
                  </w:r>
                </w:p>
              </w:tc>
            </w:tr>
            <w:tr w:rsidR="00437D88" w:rsidRPr="004C7CA0" w14:paraId="07D4C9F2" w14:textId="77777777" w:rsidTr="007F210B">
              <w:trPr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2585814A" w14:textId="15953866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38ZEE-00732764-T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02BC49C" w14:textId="13A9438F" w:rsidR="00437D88" w:rsidRPr="004C7CA0" w:rsidRDefault="00437D88" w:rsidP="00437D88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08.11.2023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A225FF9" w14:textId="37D4AFE2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732AD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29A87DF9" w14:textId="08929EB2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16,67%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3C8C25A" w14:textId="0768CB64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3,33</w:t>
                  </w:r>
                </w:p>
              </w:tc>
            </w:tr>
            <w:tr w:rsidR="00437D88" w:rsidRPr="004C7CA0" w14:paraId="70FABFD5" w14:textId="77777777" w:rsidTr="007F21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0953F4D3" w14:textId="0425A9B0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38ZEE-00732762-Z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D8F0D1A" w14:textId="6B6F57A3" w:rsidR="00437D88" w:rsidRPr="004C7CA0" w:rsidRDefault="00437D88" w:rsidP="00437D88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08.11.2023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3F693E6" w14:textId="5697F051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732AD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477D462F" w14:textId="7BDEC217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16,67%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5949A92" w14:textId="3609D31C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3,33</w:t>
                  </w:r>
                </w:p>
              </w:tc>
            </w:tr>
            <w:tr w:rsidR="00437D88" w:rsidRPr="004C7CA0" w14:paraId="7022DED9" w14:textId="77777777" w:rsidTr="007F210B">
              <w:trPr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5E9E44B0" w14:textId="6D18196D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38ZEE-00732681-Z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2AAA9DA1" w14:textId="7A8739B0" w:rsidR="00437D88" w:rsidRPr="004C7CA0" w:rsidRDefault="00437D88" w:rsidP="00437D88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08.11.2023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6E6E02BA" w14:textId="63930B98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732AD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C1AFA64" w14:textId="2BC8EBBC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16,67%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D6B803A" w14:textId="12CC540B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3,33</w:t>
                  </w:r>
                </w:p>
              </w:tc>
            </w:tr>
            <w:tr w:rsidR="00437D88" w:rsidRPr="004C7CA0" w14:paraId="225F9CAE" w14:textId="77777777" w:rsidTr="007F21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04CC2A5D" w14:textId="6570D338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38ZEE-00732768-H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7EBDB2BF" w14:textId="621FE98B" w:rsidR="00437D88" w:rsidRPr="004C7CA0" w:rsidRDefault="00437D88" w:rsidP="00437D88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08.11.2023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E7F4B63" w14:textId="388C76AB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732AD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41C74AE" w14:textId="56085D0B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16,67%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47BF481" w14:textId="583405AE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3,33</w:t>
                  </w:r>
                </w:p>
              </w:tc>
            </w:tr>
            <w:tr w:rsidR="00437D88" w:rsidRPr="004C7CA0" w14:paraId="20F302AD" w14:textId="77777777" w:rsidTr="007F210B">
              <w:trPr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490A924E" w14:textId="7B4D0059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38ZEE-00732767-K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6B433CD" w14:textId="69B25F97" w:rsidR="00437D88" w:rsidRPr="004C7CA0" w:rsidRDefault="00437D88" w:rsidP="00437D88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08.11.2023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A33E53C" w14:textId="4E46AF8B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732AD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33B89B4C" w14:textId="19E64F5B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16,67%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43EE1D9E" w14:textId="25D528C6" w:rsidR="00437D88" w:rsidRPr="004C7CA0" w:rsidRDefault="00437D88" w:rsidP="00437D88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3,33</w:t>
                  </w:r>
                </w:p>
              </w:tc>
            </w:tr>
            <w:tr w:rsidR="00437D88" w:rsidRPr="004C7CA0" w14:paraId="0BDEF873" w14:textId="77777777" w:rsidTr="007F210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hideMark/>
                </w:tcPr>
                <w:p w14:paraId="25BA7D3E" w14:textId="068C64B1" w:rsidR="00437D88" w:rsidRPr="004C7CA0" w:rsidRDefault="00437D88" w:rsidP="00437D88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b w:val="0"/>
                      <w:bCs w:val="0"/>
                      <w:color w:val="000000"/>
                      <w:sz w:val="16"/>
                      <w:szCs w:val="16"/>
                      <w:lang w:val="et-EE" w:eastAsia="et-EE"/>
                    </w:rPr>
                    <w:t>38ZEE-00732749-M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906399A" w14:textId="4C02888E" w:rsidR="00437D88" w:rsidRPr="004C7CA0" w:rsidRDefault="00437D88" w:rsidP="00437D88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6371E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08.11.2023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1EDC8F15" w14:textId="2CAB489B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732AD5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162A3729" w14:textId="337F202A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16,67%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14:paraId="0E69CCB5" w14:textId="2ED58E93" w:rsidR="00437D88" w:rsidRPr="004C7CA0" w:rsidRDefault="00437D88" w:rsidP="00437D88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</w:pPr>
                  <w:r w:rsidRPr="00437D88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val="et-EE" w:eastAsia="et-EE"/>
                    </w:rPr>
                    <w:t>3,33</w:t>
                  </w:r>
                </w:p>
              </w:tc>
            </w:tr>
          </w:tbl>
          <w:p w14:paraId="57A97E4F" w14:textId="271ADA4F" w:rsidR="004C7CA0" w:rsidRPr="004C7CA0" w:rsidRDefault="004C7CA0" w:rsidP="004C7CA0">
            <w:pPr>
              <w:spacing w:after="60" w:line="240" w:lineRule="auto"/>
              <w:ind w:left="16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</w:p>
        </w:tc>
      </w:tr>
      <w:tr w:rsidR="001E6E93" w:rsidRPr="00BB2395" w14:paraId="44A7CCC5" w14:textId="77777777" w:rsidTr="001E6E93">
        <w:tc>
          <w:tcPr>
            <w:tcW w:w="8503" w:type="dxa"/>
            <w:gridSpan w:val="2"/>
            <w:shd w:val="clear" w:color="auto" w:fill="FFFFFF" w:themeFill="background1"/>
            <w:vAlign w:val="center"/>
          </w:tcPr>
          <w:tbl>
            <w:tblPr>
              <w:tblStyle w:val="Tavatabel1"/>
              <w:tblW w:w="0" w:type="auto"/>
              <w:tblLook w:val="04A0" w:firstRow="1" w:lastRow="0" w:firstColumn="1" w:lastColumn="0" w:noHBand="0" w:noVBand="1"/>
            </w:tblPr>
            <w:tblGrid>
              <w:gridCol w:w="1334"/>
              <w:gridCol w:w="975"/>
              <w:gridCol w:w="1645"/>
              <w:gridCol w:w="5396"/>
            </w:tblGrid>
            <w:tr w:rsidR="00D87D46" w:rsidRPr="00D87D46" w14:paraId="5094B1AA" w14:textId="77777777" w:rsidTr="00053A6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365080A" w14:textId="22764690" w:rsidR="00D87D46" w:rsidRPr="00D87D46" w:rsidRDefault="00D87D46" w:rsidP="00053A6C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EIC</w:t>
                  </w:r>
                  <w:r w:rsidR="004C7CA0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-kood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5F234A9" w14:textId="77777777" w:rsidR="00D87D46" w:rsidRPr="00D87D46" w:rsidRDefault="00D87D46" w:rsidP="00053A6C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Maht (MWh)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3A99CF7" w14:textId="471984B7" w:rsidR="00D87D46" w:rsidRPr="00D87D46" w:rsidRDefault="00D87D46" w:rsidP="00053A6C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Asutuse nimi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49E1B93" w14:textId="77777777" w:rsidR="00D87D46" w:rsidRPr="00D87D46" w:rsidRDefault="00D87D46" w:rsidP="00053A6C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Kinnistu aadress</w:t>
                  </w:r>
                </w:p>
              </w:tc>
            </w:tr>
            <w:tr w:rsidR="00053A6C" w:rsidRPr="005503DE" w14:paraId="489AC505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6C306A5" w14:textId="4644D965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38ZEE-00687972-1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2E2A5AE" w14:textId="7BB872C8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18,002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FBC3940" w14:textId="0F164F3E" w:rsidR="00053A6C" w:rsidRPr="00053A6C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Permisküla vaatetorn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8607CA7" w14:textId="77EB5ACA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Permisküla vaatetorn, Permisküla</w:t>
                  </w:r>
                </w:p>
              </w:tc>
            </w:tr>
            <w:tr w:rsidR="00053A6C" w:rsidRPr="00BB2395" w14:paraId="7148D1C4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4852D0D" w14:textId="052A86BC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38ZEE-00732721-H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41E3C91" w14:textId="3A86AD39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4,746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89E6655" w14:textId="73FC16C1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FF691EC" w14:textId="49E0133D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053A6C">
                    <w:rPr>
                      <w:lang w:val="nl-BE"/>
                    </w:rPr>
                    <w:t>Paabi, Kiviora küla, Rõuge vald, Võru maakond</w:t>
                  </w:r>
                </w:p>
              </w:tc>
            </w:tr>
            <w:tr w:rsidR="00053A6C" w:rsidRPr="00BB2395" w14:paraId="6E5163A2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1A42D8A" w14:textId="770CFAFF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lastRenderedPageBreak/>
                    <w:t>38ZEE-00732770-0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273B8CF" w14:textId="0FCC1CD9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4,591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7FC18AD" w14:textId="51D3A140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2FD667C" w14:textId="61E726D4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Tootsi, Toodsi küla, Setomaa vald, Võru maakond</w:t>
                  </w:r>
                </w:p>
              </w:tc>
            </w:tr>
            <w:tr w:rsidR="00053A6C" w:rsidRPr="00BB2395" w14:paraId="5F27B7AB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3682DB8" w14:textId="287D09A6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38ZEE-00732771-Y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EAECD07" w14:textId="307891B2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5,604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16D18D9" w14:textId="7CF6D5F9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7C7983A" w14:textId="36C34482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Misso metskond 2, Parmu küla, Rõuge vald, Võru maakond</w:t>
                  </w:r>
                </w:p>
              </w:tc>
            </w:tr>
            <w:tr w:rsidR="00053A6C" w:rsidRPr="00BB2395" w14:paraId="7337407B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1BE09B8" w14:textId="61D52461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38ZEE-00732695-J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2878F37" w14:textId="14704C0F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4,581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7A9BF0E" w14:textId="23A0A900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D3C0923" w14:textId="022024FE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Piiririba, Kriiva küla, Setomaa vald, Võru maakond</w:t>
                  </w:r>
                </w:p>
              </w:tc>
            </w:tr>
            <w:tr w:rsidR="00053A6C" w:rsidRPr="00BB2395" w14:paraId="015D594C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9B19470" w14:textId="0FB2C8A3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38ZEE-00732752-2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C9859F1" w14:textId="51C61544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5,329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5641BB4" w14:textId="45180C8C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A4AC466" w14:textId="724DA1AF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Vabriku, Kriiva küla, Setomaa vald, Võru maakond</w:t>
                  </w:r>
                </w:p>
              </w:tc>
            </w:tr>
            <w:tr w:rsidR="00053A6C" w:rsidRPr="00BB2395" w14:paraId="2948210B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5375CB9" w14:textId="0179B65A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38ZEE-00732754-X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7ED142D" w14:textId="7CB8B182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4,467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940FCED" w14:textId="79D314E6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9EAA1A6" w14:textId="705CEA1D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Piiririba, Parmu küla, Rõuge vald, Võru maakond</w:t>
                  </w:r>
                </w:p>
              </w:tc>
            </w:tr>
            <w:tr w:rsidR="00053A6C" w:rsidRPr="00BB2395" w14:paraId="5C667733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F285E44" w14:textId="222F3BFB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38ZEE-00732769-E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AB5242D" w14:textId="1CE7CC36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5,210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650DA21" w14:textId="69A688B7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C2D997F" w14:textId="5424507B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Lütä küla, Setomaa vald, Võru maakond</w:t>
                  </w:r>
                </w:p>
              </w:tc>
            </w:tr>
            <w:tr w:rsidR="00053A6C" w:rsidRPr="00BB2395" w14:paraId="43A03692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1F7C61A" w14:textId="339EC234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38ZEE-00732719-Y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977C6D5" w14:textId="144EFC5C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5,267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BFCE52E" w14:textId="2D2D96E9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D86B37A" w14:textId="18A53410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Valgemäe, Mokra küla, Setomaa vald, Võru maakond</w:t>
                  </w:r>
                </w:p>
              </w:tc>
            </w:tr>
            <w:tr w:rsidR="00053A6C" w:rsidRPr="00D87D46" w14:paraId="6012B0EF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45A646A" w14:textId="7B6C7E5A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38ZEE-00687925-C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ACB2D7E" w14:textId="2BCFA87E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35,347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0CCD1A8" w14:textId="4E0A0786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383BDBC" w14:textId="3FE5CFF2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Võmmorski Piiripunkti, Võmmorski küla</w:t>
                  </w:r>
                </w:p>
              </w:tc>
            </w:tr>
            <w:tr w:rsidR="00053A6C" w:rsidRPr="00D87D46" w14:paraId="3C656014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81AA048" w14:textId="61FBAAE0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38ZEE-00687894-T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083D3BB" w14:textId="339DC7F7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18,101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5824E2C" w14:textId="0B6C9AFB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E2F6C95" w14:textId="7FF3A2AF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Veski tänav 5, Tõrva linn</w:t>
                  </w:r>
                </w:p>
              </w:tc>
            </w:tr>
            <w:tr w:rsidR="00053A6C" w:rsidRPr="00D87D46" w14:paraId="557A8B06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823B1D7" w14:textId="702AC5EF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38ZEE-07600602-5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C6A3F07" w14:textId="5D396D76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24,245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D52B533" w14:textId="7DBECB4C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Siivertsi vaatlustorn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9651244" w14:textId="19DCDFFA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Vepsküla-Siivertsi, Narva linn</w:t>
                  </w:r>
                </w:p>
              </w:tc>
            </w:tr>
            <w:tr w:rsidR="00053A6C" w:rsidRPr="00D87D46" w14:paraId="52424AD4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9345A97" w14:textId="594BAA15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38ZEE-00687891-1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88444E5" w14:textId="6B3DA90C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36,710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C8E7892" w14:textId="2D9BB9CB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65CD41E" w14:textId="315A9C0A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Ronisoo, Tõruvere radarvaatlustorn, Ronisoo küla</w:t>
                  </w:r>
                </w:p>
              </w:tc>
            </w:tr>
            <w:tr w:rsidR="00053A6C" w:rsidRPr="00D87D46" w14:paraId="59D1DC10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43D9ABE" w14:textId="1F1785BE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38ZEE-00687931-K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A664696" w14:textId="71A8B6AD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1,081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504E453" w14:textId="18B971B2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8CE9FB5" w14:textId="70BB1A5A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Tsolli raadiomast, Tsolli küla</w:t>
                  </w:r>
                </w:p>
              </w:tc>
            </w:tr>
            <w:tr w:rsidR="00053A6C" w:rsidRPr="00D87D46" w14:paraId="049236AC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2F42E92" w14:textId="1895BA0B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38ZEE-07625011-R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CAB924C" w14:textId="563B57C6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3,910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955AB78" w14:textId="6C24CCC0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145F9EF" w14:textId="70536B0B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TÕRVALA /Smolka/, Narva linn</w:t>
                  </w:r>
                </w:p>
              </w:tc>
            </w:tr>
            <w:tr w:rsidR="00053A6C" w:rsidRPr="00BB2395" w14:paraId="413922C1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84806B9" w14:textId="30D656D3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38ZEE-00687888-L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E36E7C8" w14:textId="397FD0F5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75,310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7CAEBF2" w14:textId="35F684F7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B0F338A" w14:textId="3CC7C2F2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Tooni, Piirissaare piiripost, Tooni küla</w:t>
                  </w:r>
                </w:p>
              </w:tc>
            </w:tr>
            <w:tr w:rsidR="00053A6C" w:rsidRPr="00D87D46" w14:paraId="34FD2038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7F71610" w14:textId="5340B88F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38ZEE-00687960-B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D163662" w14:textId="0A928378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45,396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348A2E4" w14:textId="35808E62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3BF8279" w14:textId="66CFA881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Smolnitsa radarimast, Smolnitsa küla</w:t>
                  </w:r>
                </w:p>
              </w:tc>
            </w:tr>
            <w:tr w:rsidR="00053A6C" w:rsidRPr="00D87D46" w14:paraId="640F5651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DC9CA06" w14:textId="7A3900E8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38ZEE-00687926-9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1584588" w14:textId="3A9553B1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15,887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09A28DD" w14:textId="2248894F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6ABB36D" w14:textId="46BD6114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Tsiiruli, Piiri, Murati küla</w:t>
                  </w:r>
                </w:p>
              </w:tc>
            </w:tr>
            <w:tr w:rsidR="00053A6C" w:rsidRPr="005503DE" w14:paraId="371F9554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B6F515F" w14:textId="1C80EFBF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38ZEE-00687919-4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8916B3A" w14:textId="790E99CD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7,498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9147F87" w14:textId="0681A286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0F7A272" w14:textId="03863944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Podmotsa Piiripunkti, Podmotsa küla</w:t>
                  </w:r>
                </w:p>
              </w:tc>
            </w:tr>
            <w:tr w:rsidR="00053A6C" w:rsidRPr="00D87D46" w14:paraId="0F45679C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1B08DE9" w14:textId="01587AF0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38ZEE-07623849-0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D40F324" w14:textId="7195B9A9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9,452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BD59FB6" w14:textId="3B38B0F2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20B1C31" w14:textId="6D7FB0C7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Tammi 1, Narva linn</w:t>
                  </w:r>
                </w:p>
              </w:tc>
            </w:tr>
            <w:tr w:rsidR="00053A6C" w:rsidRPr="00D87D46" w14:paraId="4125F6C4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4A47D0C" w14:textId="1DEFBC89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38ZEE-07623889-L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55E2A19" w14:textId="66E14EC6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48,818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4ECFD5F" w14:textId="60A14F9D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FD294B" w14:textId="451AE47C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Kulgusadama 12, Narva linn</w:t>
                  </w:r>
                </w:p>
              </w:tc>
            </w:tr>
            <w:tr w:rsidR="00053A6C" w:rsidRPr="00D87D46" w14:paraId="29B3F2C8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87892D8" w14:textId="279DF150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38ZEE-00687921-O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4A659E8" w14:textId="1B9166D1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66,763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DCBFFF3" w14:textId="5A7E17B1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B807277" w14:textId="218C185C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Kõpu kordon, Mägipe küla</w:t>
                  </w:r>
                </w:p>
              </w:tc>
            </w:tr>
            <w:tr w:rsidR="00053A6C" w:rsidRPr="00D87D46" w14:paraId="7DB3249E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775BB4B" w14:textId="22C101F4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38ZEE-00687971-4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A9F27E0" w14:textId="19A86F98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3,303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0B69D1F" w14:textId="108DFA7A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809DEC0" w14:textId="6818617E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Karoli vaatetorn, Karoli küla</w:t>
                  </w:r>
                </w:p>
              </w:tc>
            </w:tr>
            <w:tr w:rsidR="00053A6C" w:rsidRPr="00D87D46" w14:paraId="2959FBAA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C90BC6E" w14:textId="540AB9E9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38ZEE-00687917-A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799ABB1" w14:textId="0C9AE8DB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31,030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479CB72" w14:textId="4708BB5E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20DE012" w14:textId="31E37020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Beresje Radarjaam, Beresje küla</w:t>
                  </w:r>
                </w:p>
              </w:tc>
            </w:tr>
            <w:tr w:rsidR="00053A6C" w:rsidRPr="00D87D46" w14:paraId="54BE55B0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C187C86" w14:textId="045D7003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38ZEE-00687963-2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26E23BA" w14:textId="17042688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31,669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EE1240C" w14:textId="315489EB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B89E90C" w14:textId="753A5977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Mustanina, Mustatorni, Auvere küla</w:t>
                  </w:r>
                </w:p>
              </w:tc>
            </w:tr>
            <w:tr w:rsidR="00053A6C" w:rsidRPr="00BB2395" w14:paraId="4B6E38C4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4EA2318" w14:textId="59C2DF8E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38ZEE-00774837-O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551279C" w14:textId="5C4400B8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0,659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7D3A6D3" w14:textId="0C8B0C0F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4542723" w14:textId="1F0DEF31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A. H. Tammsaare tee T7, Mustamäe linnaosa, Tallinn, Harju maakond, 12917, Eesti Vabariik</w:t>
                  </w:r>
                </w:p>
              </w:tc>
            </w:tr>
            <w:tr w:rsidR="00053A6C" w:rsidRPr="00BB2395" w14:paraId="57699C81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E8482E1" w14:textId="4488532E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38ZEE-00687937-2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C9DDD1D" w14:textId="20F42836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0,165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B49AF2B" w14:textId="68D22B0A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Vastse-Roosa piiripunkt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23647B4" w14:textId="1E4DB49C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Vastse-Roosa piiripunkt, Vastse-Roosa küla</w:t>
                  </w:r>
                </w:p>
              </w:tc>
            </w:tr>
            <w:tr w:rsidR="00053A6C" w:rsidRPr="00D87D46" w14:paraId="129232F9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09A5F215" w14:textId="3F063896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38ZEE-00732765-Q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E44D4B7" w14:textId="022C43B0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19,156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85D403" w14:textId="4C08620E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5AD408C" w14:textId="2A285E5F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Raatuse, Võmmorski küla</w:t>
                  </w:r>
                </w:p>
              </w:tc>
            </w:tr>
            <w:tr w:rsidR="00053A6C" w:rsidRPr="00D87D46" w14:paraId="645FF449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0DBA3488" w14:textId="11A3BEEA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38ZEE-00298271-L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B7DF01E" w14:textId="220DD091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0,000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8A0C22D" w14:textId="019522A6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E94DF0" w14:textId="410BAC62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Kriiva, Kriiva küla</w:t>
                  </w:r>
                </w:p>
              </w:tc>
            </w:tr>
            <w:tr w:rsidR="00053A6C" w:rsidRPr="00BB2395" w14:paraId="6AD5B0B8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02B7759" w14:textId="133F3383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38ZEE-00732766-N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8E8193" w14:textId="35368E7A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20,249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141A1C4" w14:textId="0D7DFE88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C008405" w14:textId="7B757A9A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053A6C">
                    <w:t>Kiislova tee Eesti Vabariigi kagupiir LP nr 12, Vinski küla</w:t>
                  </w:r>
                </w:p>
              </w:tc>
            </w:tr>
            <w:tr w:rsidR="00053A6C" w:rsidRPr="00BB2395" w14:paraId="76FE1666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2E97B41" w14:textId="16D47147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38ZEE-00732717-3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22A428E" w14:textId="10EC7EAE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4,050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2E767BE" w14:textId="003B6B2A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109909F" w14:textId="21304C17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053A6C">
                    <w:rPr>
                      <w:lang w:val="nl-BE"/>
                    </w:rPr>
                    <w:t>Treijari, Tserebi küla, Setomaa vald, Võru maakond</w:t>
                  </w:r>
                </w:p>
              </w:tc>
            </w:tr>
            <w:tr w:rsidR="00053A6C" w:rsidRPr="00BB2395" w14:paraId="33BA77D5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0CAE43D0" w14:textId="00085676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38ZEE-07638383-R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46C46AD" w14:textId="1E0B50F9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0,000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AB3597E" w14:textId="41ABFA45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215A728" w14:textId="7210278B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053A6C">
                    <w:t>Süsikalda, Kudruküla, Narva-Jõesuu linn, Ida-Viru maakond</w:t>
                  </w:r>
                </w:p>
              </w:tc>
            </w:tr>
            <w:tr w:rsidR="00053A6C" w:rsidRPr="00BB2395" w14:paraId="735ACEDA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393F91A" w14:textId="50D894B5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38ZEE-00687929-0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C8224E" w14:textId="0E3D55C5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0,351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5D93F0A" w14:textId="106EC743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4CE0D9" w14:textId="79E69CAA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053A6C">
                    <w:t>Piiripunkti, Vinski küla, Setomaa vald, Võru maakond</w:t>
                  </w:r>
                </w:p>
              </w:tc>
            </w:tr>
            <w:tr w:rsidR="00053A6C" w:rsidRPr="00BB2395" w14:paraId="02DAA5CD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DBE824B" w14:textId="36649A0F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38ZEE-07638382-U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0997641" w14:textId="1EE0A861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0,000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28EA756" w14:textId="0A5554FF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1004819" w14:textId="52EA84BC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053A6C">
                    <w:t>Visu, Kudruküla, Narva-Jõesuu linn, Ida-Viru maakond</w:t>
                  </w:r>
                </w:p>
              </w:tc>
            </w:tr>
            <w:tr w:rsidR="00053A6C" w:rsidRPr="00BB2395" w14:paraId="4F44902F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9175E3A" w14:textId="0D692E06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38ZEE-00732750-8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0869140" w14:textId="70E277D7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1,164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48BF183" w14:textId="48001312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C889838" w14:textId="00BC0C22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053A6C">
                    <w:rPr>
                      <w:lang w:val="nl-BE"/>
                    </w:rPr>
                    <w:t>Klaani, Triginä küla, Setomaa vald, Võru maakond</w:t>
                  </w:r>
                </w:p>
              </w:tc>
            </w:tr>
            <w:tr w:rsidR="00053A6C" w:rsidRPr="00BB2395" w14:paraId="11B83FAE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45C2E06" w14:textId="766899E7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38ZEE-00732761-1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F5E5294" w14:textId="4BDCC254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1,104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DEF4509" w14:textId="6E41847A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F31B9F8" w14:textId="0161287D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053A6C">
                    <w:rPr>
                      <w:lang w:val="nl-BE"/>
                    </w:rPr>
                    <w:t>Marinovapõllu, Marinova küla, Setomaa vald, Võru maakond</w:t>
                  </w:r>
                </w:p>
              </w:tc>
            </w:tr>
            <w:tr w:rsidR="00053A6C" w:rsidRPr="00D87D46" w14:paraId="6E32CC6A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46FAEDB" w14:textId="662EAF43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38ZEE-00732764-T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B93EDB0" w14:textId="02AEE06F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1,352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9A16517" w14:textId="48288F5A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AAEC2A" w14:textId="28AF39A6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Mustaoja, Palo küla, Setomaa vald, Võru maakond</w:t>
                  </w:r>
                </w:p>
              </w:tc>
            </w:tr>
            <w:tr w:rsidR="00053A6C" w:rsidRPr="00BB2395" w14:paraId="448BAF4D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DD8F173" w14:textId="20669437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38ZEE-00732762-Z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6B394D4" w14:textId="2664480B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1,240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F9212E6" w14:textId="6511C6DF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0638254" w14:textId="125B2BA4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053A6C">
                    <w:rPr>
                      <w:lang w:val="nl-BE"/>
                    </w:rPr>
                    <w:t>Mäe-Engeli, Tiklasõ küla, Setomaa vald, Võru maakond</w:t>
                  </w:r>
                </w:p>
              </w:tc>
            </w:tr>
            <w:tr w:rsidR="00053A6C" w:rsidRPr="00BB2395" w14:paraId="5E31CDC4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DD0EE32" w14:textId="2653AF69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38ZEE-00732681-Z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34ECA1C" w14:textId="7C3D91CA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1,067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D81D0DF" w14:textId="4C4106B9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990AC61" w14:textId="5C7DD3F9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053A6C">
                    <w:t>Palunurme, Tiirhanna küla, Setomaa vald, Võru maakond</w:t>
                  </w:r>
                </w:p>
              </w:tc>
            </w:tr>
            <w:tr w:rsidR="00053A6C" w:rsidRPr="00BB2395" w14:paraId="79E3386C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7AFD1D0" w14:textId="1F13B157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38ZEE-00732768-H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10EAD5" w14:textId="156BF705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1,118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C4C56E7" w14:textId="6243FE11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579BA0D" w14:textId="19ED6ADD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053A6C">
                    <w:rPr>
                      <w:lang w:val="nl-BE"/>
                    </w:rPr>
                    <w:t>Piiririba, Saarde küla, Võru vald, Võru maakond</w:t>
                  </w:r>
                </w:p>
              </w:tc>
            </w:tr>
            <w:tr w:rsidR="00053A6C" w:rsidRPr="00BB2395" w14:paraId="48B1478D" w14:textId="77777777" w:rsidTr="00053A6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CF86DD0" w14:textId="463886AE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lastRenderedPageBreak/>
                    <w:t>38ZEE-00732767-K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19991AB" w14:textId="3D1BB134" w:rsidR="00053A6C" w:rsidRPr="00D87D46" w:rsidRDefault="00053A6C" w:rsidP="00053A6C">
                  <w:pPr>
                    <w:pStyle w:val="Loendilik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657F09">
                    <w:t>0,659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AA5CD31" w14:textId="0017B62C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431E1D3" w14:textId="2B69EF1D" w:rsidR="00053A6C" w:rsidRPr="00D87D46" w:rsidRDefault="00053A6C" w:rsidP="00053A6C">
                  <w:pPr>
                    <w:pStyle w:val="Loendilik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053A6C">
                    <w:rPr>
                      <w:lang w:val="nl-BE"/>
                    </w:rPr>
                    <w:t>Soone, Kiislova küla, Setomaa vald, Võru maakond</w:t>
                  </w:r>
                </w:p>
              </w:tc>
            </w:tr>
            <w:tr w:rsidR="00053A6C" w:rsidRPr="00BB2395" w14:paraId="1A546027" w14:textId="77777777" w:rsidTr="00053A6C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412B547" w14:textId="13ECF336" w:rsidR="00053A6C" w:rsidRPr="00053A6C" w:rsidRDefault="00053A6C" w:rsidP="00053A6C">
                  <w:pPr>
                    <w:pStyle w:val="Loendilik"/>
                    <w:rPr>
                      <w:b w:val="0"/>
                      <w:bCs w:val="0"/>
                    </w:rPr>
                  </w:pPr>
                  <w:r w:rsidRPr="00053A6C">
                    <w:rPr>
                      <w:b w:val="0"/>
                      <w:bCs w:val="0"/>
                    </w:rPr>
                    <w:t>38ZEE-00732749-M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CC14273" w14:textId="7E87F7CC" w:rsidR="00053A6C" w:rsidRPr="00D87D46" w:rsidRDefault="00053A6C" w:rsidP="00053A6C">
                  <w:pPr>
                    <w:pStyle w:val="Loendilik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657F09">
                    <w:t>1,031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A098D6A" w14:textId="1655745E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83392A"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7A404AD" w14:textId="18B9ED14" w:rsidR="00053A6C" w:rsidRPr="00D87D46" w:rsidRDefault="00053A6C" w:rsidP="00053A6C">
                  <w:pPr>
                    <w:pStyle w:val="Loendilik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 w:rsidRPr="00053A6C">
                    <w:rPr>
                      <w:lang w:val="nl-BE"/>
                    </w:rPr>
                    <w:t>Piiririba, Helbi küla, Setomaa vald, Võru maakond</w:t>
                  </w:r>
                </w:p>
              </w:tc>
            </w:tr>
          </w:tbl>
          <w:p w14:paraId="0DD87907" w14:textId="0E707973" w:rsidR="001E6E93" w:rsidRPr="001E6E93" w:rsidRDefault="001E6E93" w:rsidP="001E6E93">
            <w:pPr>
              <w:spacing w:after="60" w:line="240" w:lineRule="auto"/>
              <w:ind w:left="16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</w:p>
        </w:tc>
      </w:tr>
    </w:tbl>
    <w:p w14:paraId="5C69D432" w14:textId="4224230D" w:rsidR="00806CFE" w:rsidRPr="00C3083C" w:rsidRDefault="00806CFE" w:rsidP="00806CFE">
      <w:pPr>
        <w:spacing w:after="0" w:line="240" w:lineRule="auto"/>
        <w:rPr>
          <w:rFonts w:ascii="Calibri" w:eastAsia="Calibri" w:hAnsi="Calibri" w:cs="Times New Roman"/>
          <w:color w:val="233C50"/>
          <w:sz w:val="22"/>
          <w:szCs w:val="22"/>
          <w:lang w:val="et-EE"/>
        </w:rPr>
      </w:pPr>
    </w:p>
    <w:p w14:paraId="2019B980" w14:textId="77777777" w:rsidR="00A825FC" w:rsidRPr="00C3083C" w:rsidRDefault="00806CFE" w:rsidP="00D84E4C">
      <w:pPr>
        <w:pStyle w:val="Kommentaaritekst"/>
        <w:tabs>
          <w:tab w:val="left" w:pos="0"/>
        </w:tabs>
        <w:jc w:val="both"/>
        <w:rPr>
          <w:rFonts w:eastAsia="Arial Unicode MS" w:cs="Calibri"/>
          <w:noProof/>
          <w:color w:val="407EC9" w:themeColor="accent3"/>
          <w:lang w:val="et-EE"/>
        </w:rPr>
      </w:pPr>
      <w:r w:rsidRPr="00C3083C">
        <w:rPr>
          <w:rFonts w:eastAsia="Arial Unicode MS" w:cs="Calibri"/>
          <w:noProof/>
          <w:color w:val="2C4054"/>
          <w:lang w:val="et-EE"/>
        </w:rPr>
        <w:t>Küsimuste korral võtke palun ühendust telefonil +372 </w:t>
      </w:r>
      <w:r w:rsidR="00162A3A" w:rsidRPr="00C3083C">
        <w:rPr>
          <w:rFonts w:eastAsia="Arial Unicode MS" w:cs="Calibri"/>
          <w:noProof/>
          <w:color w:val="2C4054"/>
          <w:lang w:val="et-EE"/>
        </w:rPr>
        <w:t>5</w:t>
      </w:r>
      <w:r w:rsidR="00A825FC" w:rsidRPr="00C3083C">
        <w:rPr>
          <w:rFonts w:eastAsia="Arial Unicode MS" w:cs="Calibri"/>
          <w:noProof/>
          <w:color w:val="2C4054"/>
          <w:lang w:val="et-EE"/>
        </w:rPr>
        <w:t>335 83</w:t>
      </w:r>
      <w:r w:rsidR="00162A3A" w:rsidRPr="00C3083C">
        <w:rPr>
          <w:rFonts w:eastAsia="Arial Unicode MS" w:cs="Calibri"/>
          <w:noProof/>
          <w:color w:val="2C4054"/>
          <w:lang w:val="et-EE"/>
        </w:rPr>
        <w:t>9</w:t>
      </w:r>
      <w:r w:rsidR="00A825FC" w:rsidRPr="00C3083C">
        <w:rPr>
          <w:rFonts w:eastAsia="Arial Unicode MS" w:cs="Calibri"/>
          <w:noProof/>
          <w:color w:val="2C4054"/>
          <w:lang w:val="et-EE"/>
        </w:rPr>
        <w:t>1</w:t>
      </w:r>
      <w:r w:rsidR="00162A3A" w:rsidRPr="00C3083C">
        <w:rPr>
          <w:rFonts w:eastAsia="Arial Unicode MS" w:cs="Calibri"/>
          <w:noProof/>
          <w:color w:val="2C4054"/>
          <w:lang w:val="et-EE"/>
        </w:rPr>
        <w:t xml:space="preserve"> </w:t>
      </w:r>
      <w:r w:rsidRPr="00C3083C">
        <w:rPr>
          <w:rFonts w:eastAsia="Arial Unicode MS" w:cs="Calibri"/>
          <w:noProof/>
          <w:color w:val="2C4054"/>
          <w:lang w:val="et-EE"/>
        </w:rPr>
        <w:t xml:space="preserve">või e-posti teel </w:t>
      </w:r>
      <w:r w:rsidR="00A825FC" w:rsidRPr="00C3083C">
        <w:rPr>
          <w:color w:val="407EC9" w:themeColor="accent3"/>
          <w:lang w:val="et-EE"/>
        </w:rPr>
        <w:fldChar w:fldCharType="begin"/>
      </w:r>
      <w:r w:rsidR="00A825FC" w:rsidRPr="00C3083C">
        <w:rPr>
          <w:color w:val="407EC9" w:themeColor="accent3"/>
          <w:lang w:val="et-EE"/>
        </w:rPr>
        <w:instrText xml:space="preserve"> HYPERLINK "mailto:taavi.janno@rkas.ee</w:instrText>
      </w:r>
    </w:p>
    <w:p w14:paraId="15EE21EB" w14:textId="77777777" w:rsidR="00A825FC" w:rsidRPr="00C3083C" w:rsidRDefault="00A825FC" w:rsidP="00D84E4C">
      <w:pPr>
        <w:pStyle w:val="Kommentaaritekst"/>
        <w:tabs>
          <w:tab w:val="left" w:pos="0"/>
        </w:tabs>
        <w:jc w:val="both"/>
        <w:rPr>
          <w:rStyle w:val="Hperlink"/>
          <w:rFonts w:eastAsia="Arial Unicode MS" w:cs="Calibri"/>
          <w:noProof/>
          <w:color w:val="00B0F0"/>
          <w:lang w:val="et-EE"/>
        </w:rPr>
      </w:pPr>
      <w:r w:rsidRPr="00C3083C">
        <w:rPr>
          <w:color w:val="407EC9" w:themeColor="accent3"/>
          <w:lang w:val="et-EE"/>
        </w:rPr>
        <w:instrText xml:space="preserve">" </w:instrText>
      </w:r>
      <w:r w:rsidRPr="00C3083C">
        <w:rPr>
          <w:color w:val="407EC9" w:themeColor="accent3"/>
          <w:lang w:val="et-EE"/>
        </w:rPr>
      </w:r>
      <w:r w:rsidRPr="00C3083C">
        <w:rPr>
          <w:color w:val="407EC9" w:themeColor="accent3"/>
          <w:lang w:val="et-EE"/>
        </w:rPr>
        <w:fldChar w:fldCharType="separate"/>
      </w:r>
      <w:r w:rsidRPr="00C3083C">
        <w:rPr>
          <w:rStyle w:val="Hperlink"/>
          <w:color w:val="00B0F0"/>
          <w:lang w:val="et-EE"/>
        </w:rPr>
        <w:t>taavi.janno@rkas.ee</w:t>
      </w:r>
    </w:p>
    <w:p w14:paraId="554ED446" w14:textId="6B97F39C" w:rsidR="006801DE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color w:val="407EC9" w:themeColor="accent3"/>
          <w:lang w:val="et-EE"/>
        </w:rPr>
        <w:fldChar w:fldCharType="end"/>
      </w:r>
    </w:p>
    <w:p w14:paraId="3670AFE8" w14:textId="01CE5A6B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646F740A" w14:textId="77777777" w:rsidR="00A825FC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C19D3F9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47ADD71C" w14:textId="4C3251AD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Meeldivat koostööd soovides</w:t>
      </w:r>
    </w:p>
    <w:p w14:paraId="73222D4D" w14:textId="43B617BA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130E4E7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Taavi Janno</w:t>
      </w:r>
    </w:p>
    <w:p w14:paraId="4BCA2432" w14:textId="231747D4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Telefon +372 53 35 8391</w:t>
      </w:r>
    </w:p>
    <w:p w14:paraId="656BBCB9" w14:textId="0F8BF27E" w:rsidR="00A55C93" w:rsidRPr="00C3083C" w:rsidRDefault="006801DE" w:rsidP="00E8534C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E-post taavi.janno@rkas.ee</w:t>
      </w:r>
    </w:p>
    <w:sectPr w:rsidR="00A55C93" w:rsidRPr="00C3083C" w:rsidSect="00DB517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87396" w14:textId="77777777" w:rsidR="00DB517D" w:rsidRDefault="00DB517D" w:rsidP="008526C2">
      <w:pPr>
        <w:spacing w:after="0" w:line="240" w:lineRule="auto"/>
      </w:pPr>
      <w:r>
        <w:separator/>
      </w:r>
    </w:p>
  </w:endnote>
  <w:endnote w:type="continuationSeparator" w:id="0">
    <w:p w14:paraId="2EAEEE91" w14:textId="77777777" w:rsidR="00DB517D" w:rsidRDefault="00DB517D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Jalus"/>
          <w:framePr w:wrap="none" w:vAnchor="text" w:hAnchor="margin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Jalus"/>
          <w:framePr w:w="437" w:h="346" w:hRule="exact" w:wrap="notBeside" w:vAnchor="text" w:hAnchor="page" w:x="9861" w:y="194"/>
          <w:jc w:val="right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Jalus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Jalus"/>
                            <w:rPr>
                              <w:rStyle w:val="Hperlink"/>
                            </w:rPr>
                          </w:pPr>
                          <w:hyperlink r:id="rId1" w:history="1">
                            <w:r w:rsidR="0000587A">
                              <w:rPr>
                                <w:rStyle w:val="Hperlink"/>
                                <w:lang w:val="et-EE"/>
                              </w:rPr>
                              <w:t>info@rkas.ee</w:t>
                            </w:r>
                          </w:hyperlink>
                          <w:r w:rsidR="0000587A">
                            <w:rPr>
                              <w:rStyle w:val="H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Jalus"/>
                      <w:rPr>
                        <w:rStyle w:val="H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 w:rsidR="0000587A">
                      <w:rPr>
                        <w:rStyle w:val="Hperlink"/>
                        <w:lang w:val="et-EE"/>
                      </w:rPr>
                      <w:t>info@rkas.ee</w:t>
                    </w:r>
                    <w:r>
                      <w:rPr>
                        <w:rStyle w:val="Hperlink"/>
                        <w:lang w:val="et-EE"/>
                      </w:rPr>
                      <w:fldChar w:fldCharType="end"/>
                    </w:r>
                    <w:r w:rsidR="0000587A">
                      <w:rPr>
                        <w:rStyle w:val="H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Jalus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Jalus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r w:rsidR="0000587A" w:rsidRPr="0000587A">
                            <w:rPr>
                              <w:lang w:val="et-EE"/>
                            </w:rPr>
                            <w:t>Reg-nr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Jalus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="0000587A" w:rsidRPr="0000587A">
                      <w:rPr>
                        <w:lang w:val="et-EE"/>
                      </w:rPr>
                      <w:t>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33FB" w14:textId="77777777" w:rsidR="00A5630E" w:rsidRDefault="00F52BA1">
    <w:pPr>
      <w:pStyle w:val="Jalus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Jalus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Jalus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Jalus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Jalus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r w:rsidRPr="0000587A">
                            <w:rPr>
                              <w:lang w:val="et-EE"/>
                            </w:rPr>
                            <w:t>Reg-nr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Jalus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proofErr w:type="spellStart"/>
                    <w:r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Pr="0000587A">
                      <w:rPr>
                        <w:lang w:val="et-EE"/>
                      </w:rPr>
                      <w:t>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DA0AF" w14:textId="77777777" w:rsidR="00DB517D" w:rsidRDefault="00DB517D" w:rsidP="008526C2">
      <w:pPr>
        <w:spacing w:after="0" w:line="240" w:lineRule="auto"/>
      </w:pPr>
      <w:r>
        <w:separator/>
      </w:r>
    </w:p>
  </w:footnote>
  <w:footnote w:type="continuationSeparator" w:id="0">
    <w:p w14:paraId="39980C91" w14:textId="77777777" w:rsidR="00DB517D" w:rsidRDefault="00DB517D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5D4B" w14:textId="77777777" w:rsidR="00A5630E" w:rsidRDefault="00E85A5B">
    <w:pPr>
      <w:pStyle w:val="Pis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4F4"/>
    <w:multiLevelType w:val="hybridMultilevel"/>
    <w:tmpl w:val="FDFEBE04"/>
    <w:lvl w:ilvl="0" w:tplc="61300602">
      <w:numFmt w:val="bullet"/>
      <w:lvlText w:val="-"/>
      <w:lvlJc w:val="left"/>
      <w:pPr>
        <w:ind w:left="1245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12492530"/>
    <w:multiLevelType w:val="hybridMultilevel"/>
    <w:tmpl w:val="9B1E46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C1786"/>
    <w:multiLevelType w:val="hybridMultilevel"/>
    <w:tmpl w:val="6DAAA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32D63"/>
    <w:multiLevelType w:val="hybridMultilevel"/>
    <w:tmpl w:val="B4D4B014"/>
    <w:lvl w:ilvl="0" w:tplc="A8180A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6130D"/>
    <w:multiLevelType w:val="hybridMultilevel"/>
    <w:tmpl w:val="04F23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412D"/>
    <w:multiLevelType w:val="hybridMultilevel"/>
    <w:tmpl w:val="7B2A6720"/>
    <w:lvl w:ilvl="0" w:tplc="0425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005250"/>
    <w:multiLevelType w:val="hybridMultilevel"/>
    <w:tmpl w:val="169803EC"/>
    <w:lvl w:ilvl="0" w:tplc="9AF42CAE">
      <w:start w:val="1"/>
      <w:numFmt w:val="decimal"/>
      <w:lvlText w:val="%1."/>
      <w:lvlJc w:val="left"/>
      <w:pPr>
        <w:ind w:left="1440" w:hanging="72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709843">
    <w:abstractNumId w:val="7"/>
  </w:num>
  <w:num w:numId="2" w16cid:durableId="1269433940">
    <w:abstractNumId w:val="3"/>
  </w:num>
  <w:num w:numId="3" w16cid:durableId="784690856">
    <w:abstractNumId w:val="0"/>
  </w:num>
  <w:num w:numId="4" w16cid:durableId="654188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14885">
    <w:abstractNumId w:val="4"/>
  </w:num>
  <w:num w:numId="6" w16cid:durableId="945885942">
    <w:abstractNumId w:val="9"/>
  </w:num>
  <w:num w:numId="7" w16cid:durableId="478503638">
    <w:abstractNumId w:val="8"/>
  </w:num>
  <w:num w:numId="8" w16cid:durableId="1597784635">
    <w:abstractNumId w:val="2"/>
  </w:num>
  <w:num w:numId="9" w16cid:durableId="612788629">
    <w:abstractNumId w:val="5"/>
  </w:num>
  <w:num w:numId="10" w16cid:durableId="1262840563">
    <w:abstractNumId w:val="1"/>
  </w:num>
  <w:num w:numId="11" w16cid:durableId="825629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activeWritingStyle w:appName="MSWord" w:lang="en-US" w:vendorID="64" w:dllVersion="0" w:nlCheck="1" w:checkStyle="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25AC5"/>
    <w:rsid w:val="00032BAB"/>
    <w:rsid w:val="0003641C"/>
    <w:rsid w:val="000467B5"/>
    <w:rsid w:val="0005244C"/>
    <w:rsid w:val="000526B0"/>
    <w:rsid w:val="00053A6C"/>
    <w:rsid w:val="00076A0C"/>
    <w:rsid w:val="00085C67"/>
    <w:rsid w:val="0008677A"/>
    <w:rsid w:val="00093497"/>
    <w:rsid w:val="000945C4"/>
    <w:rsid w:val="000954FB"/>
    <w:rsid w:val="000A2848"/>
    <w:rsid w:val="000B1B9E"/>
    <w:rsid w:val="000B20A0"/>
    <w:rsid w:val="000B6812"/>
    <w:rsid w:val="000C6F71"/>
    <w:rsid w:val="000D2D5E"/>
    <w:rsid w:val="000F50A3"/>
    <w:rsid w:val="001033A6"/>
    <w:rsid w:val="001068A4"/>
    <w:rsid w:val="001131FF"/>
    <w:rsid w:val="00117540"/>
    <w:rsid w:val="00152BF0"/>
    <w:rsid w:val="00157AB4"/>
    <w:rsid w:val="00161EA8"/>
    <w:rsid w:val="00162A3A"/>
    <w:rsid w:val="001722F7"/>
    <w:rsid w:val="001741D7"/>
    <w:rsid w:val="0017658C"/>
    <w:rsid w:val="001825E8"/>
    <w:rsid w:val="001A0CBD"/>
    <w:rsid w:val="001A7365"/>
    <w:rsid w:val="001D41D2"/>
    <w:rsid w:val="001E6E93"/>
    <w:rsid w:val="001F0C9E"/>
    <w:rsid w:val="001F46AC"/>
    <w:rsid w:val="001F4EE1"/>
    <w:rsid w:val="00232F8B"/>
    <w:rsid w:val="00236E89"/>
    <w:rsid w:val="002372BA"/>
    <w:rsid w:val="00237541"/>
    <w:rsid w:val="00243AAA"/>
    <w:rsid w:val="00252BF6"/>
    <w:rsid w:val="00263E14"/>
    <w:rsid w:val="00271DA8"/>
    <w:rsid w:val="00285E8D"/>
    <w:rsid w:val="0029507F"/>
    <w:rsid w:val="002B2CFA"/>
    <w:rsid w:val="002C10D4"/>
    <w:rsid w:val="002C36B6"/>
    <w:rsid w:val="002C3B70"/>
    <w:rsid w:val="002D6B3A"/>
    <w:rsid w:val="002E0688"/>
    <w:rsid w:val="003144E2"/>
    <w:rsid w:val="003213BF"/>
    <w:rsid w:val="0032194C"/>
    <w:rsid w:val="0032382B"/>
    <w:rsid w:val="00324B5A"/>
    <w:rsid w:val="003434BA"/>
    <w:rsid w:val="00361393"/>
    <w:rsid w:val="00376F1C"/>
    <w:rsid w:val="003A2D43"/>
    <w:rsid w:val="003A6FCE"/>
    <w:rsid w:val="003A72B8"/>
    <w:rsid w:val="003A785C"/>
    <w:rsid w:val="003B1000"/>
    <w:rsid w:val="003B319D"/>
    <w:rsid w:val="003B58DA"/>
    <w:rsid w:val="003C04BF"/>
    <w:rsid w:val="003C0731"/>
    <w:rsid w:val="003C52A2"/>
    <w:rsid w:val="003D4D49"/>
    <w:rsid w:val="004006D6"/>
    <w:rsid w:val="00402F32"/>
    <w:rsid w:val="0041283B"/>
    <w:rsid w:val="004140F5"/>
    <w:rsid w:val="0043312B"/>
    <w:rsid w:val="00434E41"/>
    <w:rsid w:val="0043579E"/>
    <w:rsid w:val="00437D88"/>
    <w:rsid w:val="00445C16"/>
    <w:rsid w:val="004606ED"/>
    <w:rsid w:val="00487582"/>
    <w:rsid w:val="00493131"/>
    <w:rsid w:val="00496CDD"/>
    <w:rsid w:val="004A041F"/>
    <w:rsid w:val="004A04E9"/>
    <w:rsid w:val="004A08D5"/>
    <w:rsid w:val="004A5581"/>
    <w:rsid w:val="004A5966"/>
    <w:rsid w:val="004B0FCF"/>
    <w:rsid w:val="004B2FAD"/>
    <w:rsid w:val="004B49C4"/>
    <w:rsid w:val="004C7CA0"/>
    <w:rsid w:val="004D0B35"/>
    <w:rsid w:val="004E4FEA"/>
    <w:rsid w:val="004E7D8C"/>
    <w:rsid w:val="004F3B80"/>
    <w:rsid w:val="00504B8F"/>
    <w:rsid w:val="0051447E"/>
    <w:rsid w:val="00531C2E"/>
    <w:rsid w:val="00537269"/>
    <w:rsid w:val="005468D7"/>
    <w:rsid w:val="005503DE"/>
    <w:rsid w:val="005510AB"/>
    <w:rsid w:val="00551C52"/>
    <w:rsid w:val="005567E7"/>
    <w:rsid w:val="005625D7"/>
    <w:rsid w:val="00566B1B"/>
    <w:rsid w:val="00566CD2"/>
    <w:rsid w:val="005857AC"/>
    <w:rsid w:val="00596E7C"/>
    <w:rsid w:val="005A1298"/>
    <w:rsid w:val="005A42F2"/>
    <w:rsid w:val="005A48C1"/>
    <w:rsid w:val="005A7DDB"/>
    <w:rsid w:val="005B45CE"/>
    <w:rsid w:val="005C0966"/>
    <w:rsid w:val="005C119D"/>
    <w:rsid w:val="005C7C89"/>
    <w:rsid w:val="005E4C17"/>
    <w:rsid w:val="00626DE5"/>
    <w:rsid w:val="006338FF"/>
    <w:rsid w:val="00635706"/>
    <w:rsid w:val="006371E7"/>
    <w:rsid w:val="0064273F"/>
    <w:rsid w:val="006437B9"/>
    <w:rsid w:val="006464BA"/>
    <w:rsid w:val="00651292"/>
    <w:rsid w:val="006646D6"/>
    <w:rsid w:val="006708D9"/>
    <w:rsid w:val="006709EF"/>
    <w:rsid w:val="0067537C"/>
    <w:rsid w:val="006801DE"/>
    <w:rsid w:val="006B5E98"/>
    <w:rsid w:val="006C6674"/>
    <w:rsid w:val="006D06F6"/>
    <w:rsid w:val="006E2276"/>
    <w:rsid w:val="006E3B96"/>
    <w:rsid w:val="006F7C4B"/>
    <w:rsid w:val="007035FB"/>
    <w:rsid w:val="00705B64"/>
    <w:rsid w:val="00714FD9"/>
    <w:rsid w:val="00724448"/>
    <w:rsid w:val="007322D0"/>
    <w:rsid w:val="00733168"/>
    <w:rsid w:val="00734D99"/>
    <w:rsid w:val="00736CAD"/>
    <w:rsid w:val="0074102B"/>
    <w:rsid w:val="00744168"/>
    <w:rsid w:val="00753AB3"/>
    <w:rsid w:val="00763D04"/>
    <w:rsid w:val="00784B9E"/>
    <w:rsid w:val="00793286"/>
    <w:rsid w:val="007952C0"/>
    <w:rsid w:val="007B1FF3"/>
    <w:rsid w:val="007C3702"/>
    <w:rsid w:val="007C6D2F"/>
    <w:rsid w:val="007E17FD"/>
    <w:rsid w:val="00806CFE"/>
    <w:rsid w:val="0082754D"/>
    <w:rsid w:val="008425AA"/>
    <w:rsid w:val="0084631A"/>
    <w:rsid w:val="008526C2"/>
    <w:rsid w:val="00865B0A"/>
    <w:rsid w:val="00890FA1"/>
    <w:rsid w:val="00896CE5"/>
    <w:rsid w:val="008A67E1"/>
    <w:rsid w:val="008D72C1"/>
    <w:rsid w:val="008E6F84"/>
    <w:rsid w:val="008F18C8"/>
    <w:rsid w:val="0090385C"/>
    <w:rsid w:val="0090475B"/>
    <w:rsid w:val="00930A23"/>
    <w:rsid w:val="009311CD"/>
    <w:rsid w:val="00934EF6"/>
    <w:rsid w:val="0094169C"/>
    <w:rsid w:val="00943554"/>
    <w:rsid w:val="00947678"/>
    <w:rsid w:val="00950233"/>
    <w:rsid w:val="0097121A"/>
    <w:rsid w:val="009779BE"/>
    <w:rsid w:val="009973BC"/>
    <w:rsid w:val="009A704F"/>
    <w:rsid w:val="009A7164"/>
    <w:rsid w:val="009B07D5"/>
    <w:rsid w:val="009B2474"/>
    <w:rsid w:val="009B3819"/>
    <w:rsid w:val="009B4924"/>
    <w:rsid w:val="009C55CD"/>
    <w:rsid w:val="009E08C4"/>
    <w:rsid w:val="009E2793"/>
    <w:rsid w:val="009F432A"/>
    <w:rsid w:val="009F49EF"/>
    <w:rsid w:val="00A06A26"/>
    <w:rsid w:val="00A164B8"/>
    <w:rsid w:val="00A26862"/>
    <w:rsid w:val="00A37363"/>
    <w:rsid w:val="00A41783"/>
    <w:rsid w:val="00A42145"/>
    <w:rsid w:val="00A517D5"/>
    <w:rsid w:val="00A54F74"/>
    <w:rsid w:val="00A55C93"/>
    <w:rsid w:val="00A5630E"/>
    <w:rsid w:val="00A825FC"/>
    <w:rsid w:val="00A8757F"/>
    <w:rsid w:val="00A92FD1"/>
    <w:rsid w:val="00A943AD"/>
    <w:rsid w:val="00AA1B6E"/>
    <w:rsid w:val="00AB22A8"/>
    <w:rsid w:val="00AC5FC4"/>
    <w:rsid w:val="00AE0EB2"/>
    <w:rsid w:val="00AE53BE"/>
    <w:rsid w:val="00AF045E"/>
    <w:rsid w:val="00B00E9D"/>
    <w:rsid w:val="00B100AF"/>
    <w:rsid w:val="00B3563D"/>
    <w:rsid w:val="00B36C84"/>
    <w:rsid w:val="00B4653A"/>
    <w:rsid w:val="00B46BB8"/>
    <w:rsid w:val="00B5533C"/>
    <w:rsid w:val="00B56494"/>
    <w:rsid w:val="00B60155"/>
    <w:rsid w:val="00B7733E"/>
    <w:rsid w:val="00B82525"/>
    <w:rsid w:val="00B82697"/>
    <w:rsid w:val="00B967AD"/>
    <w:rsid w:val="00BA3986"/>
    <w:rsid w:val="00BB08C4"/>
    <w:rsid w:val="00BB1EA8"/>
    <w:rsid w:val="00BB2395"/>
    <w:rsid w:val="00BB2472"/>
    <w:rsid w:val="00BC014E"/>
    <w:rsid w:val="00BD08ED"/>
    <w:rsid w:val="00BD78F9"/>
    <w:rsid w:val="00BE18F1"/>
    <w:rsid w:val="00BE6D26"/>
    <w:rsid w:val="00BE6F8E"/>
    <w:rsid w:val="00BF43CD"/>
    <w:rsid w:val="00C06B68"/>
    <w:rsid w:val="00C105AE"/>
    <w:rsid w:val="00C1717D"/>
    <w:rsid w:val="00C17817"/>
    <w:rsid w:val="00C23D12"/>
    <w:rsid w:val="00C2462D"/>
    <w:rsid w:val="00C3083C"/>
    <w:rsid w:val="00C3458E"/>
    <w:rsid w:val="00C37BE8"/>
    <w:rsid w:val="00C55EAB"/>
    <w:rsid w:val="00C566F7"/>
    <w:rsid w:val="00C6312D"/>
    <w:rsid w:val="00C63AE7"/>
    <w:rsid w:val="00C746AA"/>
    <w:rsid w:val="00C75828"/>
    <w:rsid w:val="00CA6C75"/>
    <w:rsid w:val="00CB5B16"/>
    <w:rsid w:val="00CB7ACE"/>
    <w:rsid w:val="00CD6717"/>
    <w:rsid w:val="00CF1533"/>
    <w:rsid w:val="00CF185C"/>
    <w:rsid w:val="00CF1CBD"/>
    <w:rsid w:val="00CF5832"/>
    <w:rsid w:val="00CF6E10"/>
    <w:rsid w:val="00D01365"/>
    <w:rsid w:val="00D17D67"/>
    <w:rsid w:val="00D24E43"/>
    <w:rsid w:val="00D43DCE"/>
    <w:rsid w:val="00D4450B"/>
    <w:rsid w:val="00D44BBB"/>
    <w:rsid w:val="00D478B9"/>
    <w:rsid w:val="00D515CB"/>
    <w:rsid w:val="00D56354"/>
    <w:rsid w:val="00D73C81"/>
    <w:rsid w:val="00D777B9"/>
    <w:rsid w:val="00D83312"/>
    <w:rsid w:val="00D84E4C"/>
    <w:rsid w:val="00D86805"/>
    <w:rsid w:val="00D87D46"/>
    <w:rsid w:val="00DB3E57"/>
    <w:rsid w:val="00DB517D"/>
    <w:rsid w:val="00DD1C6C"/>
    <w:rsid w:val="00DD536A"/>
    <w:rsid w:val="00DD56AD"/>
    <w:rsid w:val="00DE6783"/>
    <w:rsid w:val="00DF02AD"/>
    <w:rsid w:val="00DF67E5"/>
    <w:rsid w:val="00E053A1"/>
    <w:rsid w:val="00E077D6"/>
    <w:rsid w:val="00E14671"/>
    <w:rsid w:val="00E235ED"/>
    <w:rsid w:val="00E23947"/>
    <w:rsid w:val="00E62941"/>
    <w:rsid w:val="00E728BA"/>
    <w:rsid w:val="00E8534C"/>
    <w:rsid w:val="00E85A5B"/>
    <w:rsid w:val="00E92507"/>
    <w:rsid w:val="00EB4871"/>
    <w:rsid w:val="00EB6B32"/>
    <w:rsid w:val="00EC5280"/>
    <w:rsid w:val="00EC70D6"/>
    <w:rsid w:val="00EF2E53"/>
    <w:rsid w:val="00F1288F"/>
    <w:rsid w:val="00F21B35"/>
    <w:rsid w:val="00F22085"/>
    <w:rsid w:val="00F22A80"/>
    <w:rsid w:val="00F3017F"/>
    <w:rsid w:val="00F311BA"/>
    <w:rsid w:val="00F35C0F"/>
    <w:rsid w:val="00F50D49"/>
    <w:rsid w:val="00F52BA1"/>
    <w:rsid w:val="00F52D37"/>
    <w:rsid w:val="00F53F12"/>
    <w:rsid w:val="00F54FF2"/>
    <w:rsid w:val="00F66700"/>
    <w:rsid w:val="00F814C8"/>
    <w:rsid w:val="00F866E7"/>
    <w:rsid w:val="00F9679D"/>
    <w:rsid w:val="00FA206A"/>
    <w:rsid w:val="00FC118A"/>
    <w:rsid w:val="00FC2C3F"/>
    <w:rsid w:val="00FD24E4"/>
    <w:rsid w:val="00FF1A93"/>
    <w:rsid w:val="00FF1FC9"/>
    <w:rsid w:val="0572998B"/>
    <w:rsid w:val="2511BC0B"/>
    <w:rsid w:val="2DAE7683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B5A"/>
    <w:pPr>
      <w:spacing w:after="160" w:line="360" w:lineRule="auto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8526C2"/>
  </w:style>
  <w:style w:type="paragraph" w:styleId="Jalus">
    <w:name w:val="footer"/>
    <w:basedOn w:val="Normaallaad"/>
    <w:link w:val="JalusMrk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JalusMrk">
    <w:name w:val="Jalus Märk"/>
    <w:basedOn w:val="Liguvaikefont"/>
    <w:link w:val="Jalus"/>
    <w:uiPriority w:val="99"/>
    <w:rsid w:val="009F432A"/>
    <w:rPr>
      <w:sz w:val="13"/>
    </w:rPr>
  </w:style>
  <w:style w:type="character" w:customStyle="1" w:styleId="Pealkiri1Mrk">
    <w:name w:val="Pealkiri 1 Märk"/>
    <w:basedOn w:val="Liguvaikefont"/>
    <w:link w:val="Pealkiri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perlink">
    <w:name w:val="Hyperlink"/>
    <w:basedOn w:val="Liguvaikefont"/>
    <w:uiPriority w:val="99"/>
    <w:unhideWhenUsed/>
    <w:rsid w:val="009F432A"/>
    <w:rPr>
      <w:color w:val="000000" w:themeColor="text1"/>
      <w:u w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allaad"/>
    <w:qFormat/>
    <w:rsid w:val="00C105AE"/>
    <w:pPr>
      <w:spacing w:before="160" w:after="320" w:line="288" w:lineRule="auto"/>
      <w:contextualSpacing/>
    </w:pPr>
  </w:style>
  <w:style w:type="paragraph" w:styleId="Loendilik">
    <w:name w:val="List Paragraph"/>
    <w:basedOn w:val="Normaallaad"/>
    <w:uiPriority w:val="34"/>
    <w:qFormat/>
    <w:rsid w:val="00053A6C"/>
    <w:pPr>
      <w:spacing w:after="0" w:line="240" w:lineRule="auto"/>
    </w:pPr>
    <w:rPr>
      <w:rFonts w:ascii="Calibri" w:eastAsia="Times New Roman" w:hAnsi="Calibri" w:cs="Calibri"/>
      <w:sz w:val="14"/>
      <w:szCs w:val="14"/>
      <w:lang w:val="et-EE" w:eastAsia="et-EE"/>
    </w:rPr>
  </w:style>
  <w:style w:type="character" w:customStyle="1" w:styleId="Pealkiri2Mrk">
    <w:name w:val="Pealkiri 2 Märk"/>
    <w:basedOn w:val="Liguvaikefont"/>
    <w:link w:val="Pealkiri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Vaevumrgatavviide">
    <w:name w:val="Subtle Reference"/>
    <w:basedOn w:val="Liguvaike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Lehekljenumber">
    <w:name w:val="page number"/>
    <w:basedOn w:val="Liguvaikefont"/>
    <w:uiPriority w:val="99"/>
    <w:semiHidden/>
    <w:unhideWhenUsed/>
    <w:rsid w:val="000A2848"/>
    <w:rPr>
      <w:color w:val="003669" w:themeColor="accent1"/>
      <w:sz w:val="18"/>
    </w:rPr>
  </w:style>
  <w:style w:type="table" w:styleId="Kontuurtabel">
    <w:name w:val="Table Grid"/>
    <w:basedOn w:val="Normaaltabel"/>
    <w:uiPriority w:val="5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vatabel1">
    <w:name w:val="Plain Table 1"/>
    <w:basedOn w:val="Normaaltabe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4">
    <w:name w:val="Plain Table 4"/>
    <w:basedOn w:val="Normaaltabe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vatabel3">
    <w:name w:val="Plain Table 3"/>
    <w:basedOn w:val="Normaaltabe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Heleruuttabel1rhk5">
    <w:name w:val="Grid Table 1 Light Accent 5"/>
    <w:basedOn w:val="Normaaltabe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vatabel2">
    <w:name w:val="Plain Table 2"/>
    <w:basedOn w:val="Normaaltabe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Ruuttabel3rhk1">
    <w:name w:val="Grid Table 3 Accent 1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Ruuttabel3">
    <w:name w:val="Grid Table 3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Rhutus">
    <w:name w:val="Emphasis"/>
    <w:basedOn w:val="Liguvaikefont"/>
    <w:uiPriority w:val="20"/>
    <w:qFormat/>
    <w:rsid w:val="00C75828"/>
    <w:rPr>
      <w:i/>
      <w:iCs/>
    </w:rPr>
  </w:style>
  <w:style w:type="character" w:styleId="Selgeltmrgatavviide">
    <w:name w:val="Intense Reference"/>
    <w:basedOn w:val="Liguvaike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Ruuttabel2rhk5">
    <w:name w:val="Grid Table 2 Accent 5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Ruuttabel2rhk3">
    <w:name w:val="Grid Table 2 Accent 3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2rhk1">
    <w:name w:val="Grid Table 2 Accent 1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Ruuttabel4rhk3">
    <w:name w:val="Grid Table 4 Accent 3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Ruuttabel4">
    <w:name w:val="Grid Table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Tumeruuttabel5rhk5">
    <w:name w:val="Grid Table 5 Dark Accent 5"/>
    <w:basedOn w:val="Normaaltabe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Heleloetelutabel1rhk1">
    <w:name w:val="List Table 1 Light Accent 1"/>
    <w:basedOn w:val="Normaaltabe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Vrvilineruuttabel7rhk1">
    <w:name w:val="Grid Table 7 Colorful Accent 1"/>
    <w:basedOn w:val="Normaaltabe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7Helekontuurtabel1rhk3">
    <w:name w:val="Grid Table 1 Light Accent 3"/>
    <w:basedOn w:val="Normaaltabe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allaad"/>
    <w:qFormat/>
    <w:rsid w:val="00243AAA"/>
    <w:pPr>
      <w:spacing w:after="0" w:line="312" w:lineRule="auto"/>
    </w:pPr>
    <w:rPr>
      <w:bCs/>
      <w:sz w:val="1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5567E7"/>
    <w:rPr>
      <w:i/>
      <w:iCs/>
      <w:color w:val="000000" w:themeColor="text1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67E7"/>
    <w:rPr>
      <w:i/>
      <w:iCs/>
      <w:color w:val="000000" w:themeColor="text1"/>
      <w:sz w:val="20"/>
    </w:rPr>
  </w:style>
  <w:style w:type="paragraph" w:styleId="Vahedeta">
    <w:name w:val="No Spacing"/>
    <w:uiPriority w:val="1"/>
    <w:qFormat/>
    <w:rsid w:val="00BD78F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BD78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BD78F9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BD78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78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78F9"/>
    <w:rPr>
      <w:b/>
      <w:bCs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E4FEA"/>
    <w:pPr>
      <w:spacing w:after="0" w:line="240" w:lineRule="auto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E4FE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4E4FEA"/>
    <w:rPr>
      <w:vertAlign w:val="superscript"/>
    </w:rPr>
  </w:style>
  <w:style w:type="character" w:customStyle="1" w:styleId="fontstyle01">
    <w:name w:val="fontstyle01"/>
    <w:basedOn w:val="Liguvaikefont"/>
    <w:rsid w:val="003A72B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Kirjatekst">
    <w:name w:val="Kirja tekst"/>
    <w:basedOn w:val="Normaallaad"/>
    <w:autoRedefine/>
    <w:rsid w:val="00806CFE"/>
    <w:pPr>
      <w:spacing w:after="120" w:line="240" w:lineRule="auto"/>
      <w:jc w:val="both"/>
    </w:pPr>
    <w:rPr>
      <w:rFonts w:ascii="Arial" w:eastAsia="Times New Roman" w:hAnsi="Arial" w:cs="Arial"/>
      <w:szCs w:val="20"/>
      <w:lang w:val="et-EE"/>
    </w:rPr>
  </w:style>
  <w:style w:type="paragraph" w:customStyle="1" w:styleId="msonormal0">
    <w:name w:val="msonormal"/>
    <w:basedOn w:val="Normaallaad"/>
    <w:rsid w:val="001E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xl67">
    <w:name w:val="xl67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68">
    <w:name w:val="xl6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69">
    <w:name w:val="xl69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0">
    <w:name w:val="xl70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1">
    <w:name w:val="xl71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2">
    <w:name w:val="xl72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3">
    <w:name w:val="xl73"/>
    <w:basedOn w:val="Normaallaad"/>
    <w:rsid w:val="001E6E93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4">
    <w:name w:val="xl74"/>
    <w:basedOn w:val="Normaallaad"/>
    <w:rsid w:val="001E6E93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5">
    <w:name w:val="xl75"/>
    <w:basedOn w:val="Normaallaad"/>
    <w:rsid w:val="001E6E93"/>
    <w:pPr>
      <w:pBdr>
        <w:top w:val="single" w:sz="8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6">
    <w:name w:val="xl76"/>
    <w:basedOn w:val="Normaallaad"/>
    <w:rsid w:val="001E6E93"/>
    <w:pPr>
      <w:pBdr>
        <w:top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7">
    <w:name w:val="xl77"/>
    <w:basedOn w:val="Normaallaad"/>
    <w:rsid w:val="001E6E9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8">
    <w:name w:val="xl7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79">
    <w:name w:val="xl79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80">
    <w:name w:val="xl80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2"/>
      <w:szCs w:val="22"/>
      <w:lang w:val="et-EE" w:eastAsia="et-EE"/>
    </w:rPr>
  </w:style>
  <w:style w:type="paragraph" w:customStyle="1" w:styleId="xl81">
    <w:name w:val="xl81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t-EE" w:eastAsia="et-EE"/>
    </w:rPr>
  </w:style>
  <w:style w:type="paragraph" w:customStyle="1" w:styleId="xl82">
    <w:name w:val="xl82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3">
    <w:name w:val="xl83"/>
    <w:basedOn w:val="Normaallaad"/>
    <w:rsid w:val="001E6E93"/>
    <w:pPr>
      <w:pBdr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4">
    <w:name w:val="xl84"/>
    <w:basedOn w:val="Normaallaad"/>
    <w:rsid w:val="001E6E93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5">
    <w:name w:val="xl85"/>
    <w:basedOn w:val="Normaallaad"/>
    <w:rsid w:val="001E6E93"/>
    <w:pPr>
      <w:pBdr>
        <w:bottom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86">
    <w:name w:val="xl86"/>
    <w:basedOn w:val="Normaallaad"/>
    <w:rsid w:val="001E6E9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87">
    <w:name w:val="xl87"/>
    <w:basedOn w:val="Normaallaad"/>
    <w:rsid w:val="001E6E93"/>
    <w:pP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kas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9" ma:contentTypeDescription="Create a new document." ma:contentTypeScope="" ma:versionID="2882a1339ab20f0a2b393932bd44d431">
  <xsd:schema xmlns:xsd="http://www.w3.org/2001/XMLSchema" xmlns:xs="http://www.w3.org/2001/XMLSchema" xmlns:p="http://schemas.microsoft.com/office/2006/metadata/properties" xmlns:ns2="6d678769-40fb-4afb-a787-3ce4f3bfc4a4" targetNamespace="http://schemas.microsoft.com/office/2006/metadata/properties" ma:root="true" ma:fieldsID="f6a33e39fe2d89a570ace68217262de7" ns2:_="">
    <xsd:import namespace="6d678769-40fb-4afb-a787-3ce4f3bfc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A7C269-8731-416F-BFFC-09054B85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81EC-378A-4189-9350-05D9C22BE6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RKAS_kirjaplank_10670.dotx</Template>
  <TotalTime>31</TotalTime>
  <Pages>3</Pages>
  <Words>830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Taavi Janno</cp:lastModifiedBy>
  <cp:revision>4</cp:revision>
  <cp:lastPrinted>2022-10-19T08:27:00Z</cp:lastPrinted>
  <dcterms:created xsi:type="dcterms:W3CDTF">2024-03-12T08:26:00Z</dcterms:created>
  <dcterms:modified xsi:type="dcterms:W3CDTF">2024-03-12T09:46:00Z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</Properties>
</file>