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3024"/>
      </w:tblGrid>
      <w:tr w:rsidR="00D40650" w14:paraId="6B3F7520" w14:textId="77777777" w:rsidTr="00AC6022">
        <w:trPr>
          <w:trHeight w:hRule="exact" w:val="1905"/>
        </w:trPr>
        <w:tc>
          <w:tcPr>
            <w:tcW w:w="6237" w:type="dxa"/>
            <w:shd w:val="clear" w:color="auto" w:fill="auto"/>
          </w:tcPr>
          <w:p w14:paraId="08214708" w14:textId="77777777" w:rsidR="00D40650" w:rsidRPr="00A10E66" w:rsidRDefault="00074983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80FA75C" wp14:editId="2B9428A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0000" cy="9360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4" w:type="dxa"/>
            <w:shd w:val="clear" w:color="auto" w:fill="auto"/>
          </w:tcPr>
          <w:p w14:paraId="7FAEAD68" w14:textId="77777777" w:rsidR="00BC1A62" w:rsidRPr="002D79A8" w:rsidRDefault="00663741" w:rsidP="000363F2">
            <w:pPr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</w:p>
        </w:tc>
      </w:tr>
      <w:tr w:rsidR="00D40650" w:rsidRPr="001D4CFB" w14:paraId="631D53AF" w14:textId="77777777" w:rsidTr="00AC6022">
        <w:trPr>
          <w:trHeight w:val="1985"/>
        </w:trPr>
        <w:tc>
          <w:tcPr>
            <w:tcW w:w="6237" w:type="dxa"/>
            <w:shd w:val="clear" w:color="auto" w:fill="auto"/>
          </w:tcPr>
          <w:p w14:paraId="7C7D40B0" w14:textId="77777777" w:rsidR="00074983" w:rsidRDefault="00074983" w:rsidP="00074983">
            <w:pPr>
              <w:pStyle w:val="adressaat0"/>
              <w:ind w:right="1672"/>
            </w:pPr>
          </w:p>
          <w:p w14:paraId="6C2787B6" w14:textId="77777777" w:rsidR="00074983" w:rsidRPr="003D38B9" w:rsidRDefault="00074983" w:rsidP="00074983">
            <w:pPr>
              <w:pStyle w:val="adressaat0"/>
              <w:ind w:right="1672"/>
            </w:pPr>
            <w:r>
              <w:t>Siseministeerium</w:t>
            </w:r>
          </w:p>
          <w:p w14:paraId="435FE4BB" w14:textId="1C4656B0" w:rsidR="003B2A9C" w:rsidRPr="00BF4D7C" w:rsidRDefault="003B2A9C" w:rsidP="00074983">
            <w:pPr>
              <w:pStyle w:val="Adressaat"/>
              <w:ind w:right="1672"/>
              <w:rPr>
                <w:iCs/>
              </w:rPr>
            </w:pPr>
          </w:p>
        </w:tc>
        <w:tc>
          <w:tcPr>
            <w:tcW w:w="3024" w:type="dxa"/>
            <w:shd w:val="clear" w:color="auto" w:fill="auto"/>
          </w:tcPr>
          <w:p w14:paraId="50D6A3F6" w14:textId="77777777" w:rsidR="00BF4D7C" w:rsidRPr="006B118C" w:rsidRDefault="00BF4D7C" w:rsidP="00074983">
            <w:pPr>
              <w:jc w:val="left"/>
            </w:pPr>
          </w:p>
          <w:p w14:paraId="555CFFE3" w14:textId="77777777" w:rsidR="00074983" w:rsidRDefault="00074983" w:rsidP="00074983">
            <w:pPr>
              <w:pStyle w:val="adressaat0"/>
            </w:pPr>
            <w:proofErr w:type="spellStart"/>
            <w:r>
              <w:t>06.06.16</w:t>
            </w:r>
            <w:proofErr w:type="spellEnd"/>
          </w:p>
          <w:p w14:paraId="6BD19A67" w14:textId="77777777" w:rsidR="003B2A9C" w:rsidRPr="001D4CFB" w:rsidRDefault="00074983" w:rsidP="00074983">
            <w:pPr>
              <w:jc w:val="left"/>
            </w:pPr>
            <w:r>
              <w:t>nr 2-1/</w:t>
            </w:r>
            <w:proofErr w:type="spellStart"/>
            <w:r>
              <w:t>10-00501/100</w:t>
            </w:r>
            <w:proofErr w:type="spellEnd"/>
          </w:p>
        </w:tc>
      </w:tr>
    </w:tbl>
    <w:p w14:paraId="77203A8F" w14:textId="77777777" w:rsidR="00202B85" w:rsidRPr="00B138CC" w:rsidRDefault="00202B85" w:rsidP="00074983">
      <w:pPr>
        <w:pStyle w:val="kirjapealkiri"/>
        <w:spacing w:before="0" w:after="360"/>
        <w:ind w:right="4530"/>
        <w:rPr>
          <w:b/>
        </w:rPr>
      </w:pPr>
      <w:r w:rsidRPr="00B138CC">
        <w:rPr>
          <w:b/>
        </w:rPr>
        <w:t>Majandus- ja kommunikatsiooniministri 23. septembri 2011. a määruse nr 93 „</w:t>
      </w:r>
      <w:proofErr w:type="spellStart"/>
      <w:r w:rsidRPr="00B138CC">
        <w:rPr>
          <w:b/>
        </w:rPr>
        <w:t>Lootsitasõidu</w:t>
      </w:r>
      <w:proofErr w:type="spellEnd"/>
      <w:r w:rsidRPr="00B138CC">
        <w:rPr>
          <w:b/>
        </w:rPr>
        <w:t xml:space="preserve"> loa väljaandmise, kehtivusaja pikendamise, kehtivuse peatamise ja kehtetuks tunnistamise ning kapteni ja vanemtüürimehe eksamineerimise kord ja loa vorm“ muutmise eelnõu</w:t>
      </w:r>
      <w:r w:rsidR="00E37904">
        <w:rPr>
          <w:b/>
        </w:rPr>
        <w:t xml:space="preserve"> kooskõlastamine</w:t>
      </w:r>
    </w:p>
    <w:p w14:paraId="2A7385EC" w14:textId="77777777" w:rsidR="00074983" w:rsidRDefault="00074983" w:rsidP="00074983">
      <w:pPr>
        <w:pStyle w:val="kirjapealkiri"/>
        <w:spacing w:before="0" w:after="360"/>
        <w:ind w:right="4530"/>
      </w:pPr>
      <w:r>
        <w:t xml:space="preserve">Austatud </w:t>
      </w:r>
      <w:r w:rsidR="009F40B6">
        <w:t>minister</w:t>
      </w:r>
    </w:p>
    <w:p w14:paraId="2CE57FE2" w14:textId="51786019" w:rsidR="009F40B6" w:rsidRPr="009F40B6" w:rsidRDefault="009F40B6" w:rsidP="009F40B6">
      <w:r>
        <w:t xml:space="preserve">Esitame kooskõlastamiseks </w:t>
      </w:r>
      <w:r w:rsidR="00A339A0">
        <w:t>m</w:t>
      </w:r>
      <w:r w:rsidRPr="009F40B6">
        <w:t>ajandus- ja kommunikatsiooniministri 23. septembri 2011. a määruse nr 93 „</w:t>
      </w:r>
      <w:proofErr w:type="spellStart"/>
      <w:r w:rsidRPr="009F40B6">
        <w:t>Lootsitasõidu</w:t>
      </w:r>
      <w:proofErr w:type="spellEnd"/>
      <w:r w:rsidRPr="009F40B6">
        <w:t xml:space="preserve"> loa väljaandmise, kehtivusaja pikendamise, kehtivuse peatamise ja kehtetuks tunnistamise ning kapteni ja vanemtüürimehe eksamineerimise kord ja loa vorm“ muutmise eelnõu.</w:t>
      </w:r>
    </w:p>
    <w:p w14:paraId="7B67D013" w14:textId="77777777" w:rsidR="00074983" w:rsidRDefault="00074983" w:rsidP="00074983">
      <w:pPr>
        <w:pStyle w:val="sisu"/>
        <w:spacing w:after="0"/>
      </w:pPr>
    </w:p>
    <w:p w14:paraId="58A653F9" w14:textId="77777777" w:rsidR="008C1CB4" w:rsidRDefault="008C1CB4" w:rsidP="008C1CB4">
      <w:pPr>
        <w:pStyle w:val="sisu"/>
        <w:spacing w:before="360" w:after="720"/>
      </w:pPr>
      <w:r>
        <w:t>Lugupidamisega</w:t>
      </w:r>
    </w:p>
    <w:p w14:paraId="7FF06706" w14:textId="77777777" w:rsidR="00074983" w:rsidRPr="002A5B03" w:rsidRDefault="00074983" w:rsidP="00074983">
      <w:r w:rsidRPr="002A5B03">
        <w:t>(allkirjastatud digitaalselt)</w:t>
      </w:r>
    </w:p>
    <w:p w14:paraId="44AD3CC7" w14:textId="77777777" w:rsidR="00074983" w:rsidRDefault="00074983" w:rsidP="00074983">
      <w:pPr>
        <w:pStyle w:val="allikirjastajanimi"/>
      </w:pPr>
      <w:r>
        <w:t>Kristen Michal</w:t>
      </w:r>
    </w:p>
    <w:p w14:paraId="450171D7" w14:textId="77777777" w:rsidR="00F602AA" w:rsidRPr="00F602AA" w:rsidRDefault="00F602AA" w:rsidP="00F602AA">
      <w:pPr>
        <w:rPr>
          <w:lang w:eastAsia="en-US" w:bidi="ar-SA"/>
        </w:rPr>
      </w:pPr>
      <w:r>
        <w:rPr>
          <w:lang w:eastAsia="en-US" w:bidi="ar-SA"/>
        </w:rPr>
        <w:t>majandus- ja taristuminister</w:t>
      </w:r>
    </w:p>
    <w:p w14:paraId="63790CE3" w14:textId="77777777" w:rsidR="0070497E" w:rsidRDefault="0070497E" w:rsidP="0070497E"/>
    <w:p w14:paraId="35F03AC1" w14:textId="77777777" w:rsidR="0070497E" w:rsidRDefault="0070497E" w:rsidP="0070497E"/>
    <w:p w14:paraId="5C0AD33B" w14:textId="77777777" w:rsidR="0070497E" w:rsidRDefault="00074983" w:rsidP="0070497E">
      <w:r w:rsidRPr="004B1C5F">
        <w:t>Lisad:</w:t>
      </w:r>
      <w:r w:rsidR="009F40B6">
        <w:tab/>
        <w:t>eelnõu</w:t>
      </w:r>
    </w:p>
    <w:p w14:paraId="26566576" w14:textId="77777777" w:rsidR="009F40B6" w:rsidRDefault="009F40B6" w:rsidP="0070497E">
      <w:r>
        <w:tab/>
      </w:r>
      <w:r w:rsidR="007D0B18">
        <w:t>s</w:t>
      </w:r>
      <w:r>
        <w:t>eletuskiri</w:t>
      </w:r>
    </w:p>
    <w:p w14:paraId="58FCC8A7" w14:textId="05ED0A6B" w:rsidR="009F40B6" w:rsidRDefault="007D0B18" w:rsidP="00202B85">
      <w:r>
        <w:tab/>
        <w:t>määruse lisa</w:t>
      </w:r>
    </w:p>
    <w:p w14:paraId="32A70B53" w14:textId="33A08ED8" w:rsidR="009A4A55" w:rsidRDefault="009A4A55" w:rsidP="00074983">
      <w:pPr>
        <w:pStyle w:val="koostaja"/>
      </w:pPr>
      <w:r w:rsidRPr="009A4A55">
        <w:t xml:space="preserve">Sama </w:t>
      </w:r>
      <w:r w:rsidRPr="009A4A55">
        <w:t>arvamuse avaldamiseks</w:t>
      </w:r>
      <w:r w:rsidRPr="009A4A55">
        <w:t xml:space="preserve">: </w:t>
      </w:r>
      <w:r>
        <w:tab/>
      </w:r>
      <w:r w:rsidRPr="009A4A55">
        <w:t>Eesti Laevaomanike Liit</w:t>
      </w:r>
    </w:p>
    <w:p w14:paraId="5523D436" w14:textId="77777777" w:rsidR="009A4A55" w:rsidRDefault="009A4A55" w:rsidP="009A4A55">
      <w:pPr>
        <w:pStyle w:val="koostaja"/>
        <w:spacing w:before="0"/>
      </w:pPr>
      <w:r w:rsidRPr="009A4A55">
        <w:t xml:space="preserve"> </w:t>
      </w:r>
      <w:r>
        <w:tab/>
      </w:r>
      <w:r>
        <w:tab/>
      </w:r>
      <w:r>
        <w:tab/>
      </w:r>
      <w:r>
        <w:tab/>
      </w:r>
      <w:r>
        <w:tab/>
        <w:t>AS Eesti Loots</w:t>
      </w:r>
    </w:p>
    <w:p w14:paraId="2F7DD2ED" w14:textId="77777777" w:rsidR="009A4A55" w:rsidRDefault="009A4A55" w:rsidP="009A4A55">
      <w:pPr>
        <w:pStyle w:val="koostaja"/>
        <w:spacing w:before="0"/>
        <w:ind w:left="2836" w:firstLine="709"/>
      </w:pPr>
      <w:r>
        <w:t>Eesti Merelootside Ühing</w:t>
      </w:r>
    </w:p>
    <w:p w14:paraId="74AA9AC9" w14:textId="09119DFA" w:rsidR="009F40B6" w:rsidRPr="009A4A55" w:rsidRDefault="009A4A55" w:rsidP="009A4A55">
      <w:pPr>
        <w:pStyle w:val="koostaja"/>
        <w:spacing w:before="0"/>
        <w:ind w:left="2836" w:firstLine="709"/>
      </w:pPr>
      <w:r w:rsidRPr="009A4A55">
        <w:t>Eesti Meremeeste Sõltumatule Ametiühingule</w:t>
      </w:r>
    </w:p>
    <w:p w14:paraId="549CA26A" w14:textId="77777777" w:rsidR="00074983" w:rsidRPr="009F40B6" w:rsidRDefault="00074983" w:rsidP="00074983">
      <w:pPr>
        <w:pStyle w:val="koostaja"/>
        <w:rPr>
          <w:sz w:val="20"/>
          <w:szCs w:val="20"/>
        </w:rPr>
      </w:pPr>
      <w:bookmarkStart w:id="0" w:name="_GoBack"/>
      <w:bookmarkEnd w:id="0"/>
      <w:r w:rsidRPr="009F40B6">
        <w:rPr>
          <w:sz w:val="20"/>
          <w:szCs w:val="20"/>
        </w:rPr>
        <w:t>Merily Must</w:t>
      </w:r>
      <w:r w:rsidRPr="009F40B6">
        <w:rPr>
          <w:sz w:val="20"/>
          <w:szCs w:val="20"/>
        </w:rPr>
        <w:br/>
        <w:t>6397659</w:t>
      </w:r>
      <w:r w:rsidR="008C1CB4" w:rsidRPr="009F40B6">
        <w:rPr>
          <w:sz w:val="20"/>
          <w:szCs w:val="20"/>
        </w:rPr>
        <w:t xml:space="preserve">  </w:t>
      </w:r>
      <w:r w:rsidRPr="009F40B6">
        <w:rPr>
          <w:sz w:val="20"/>
          <w:szCs w:val="20"/>
        </w:rPr>
        <w:t>Merily.Must@mkm.ee</w:t>
      </w:r>
    </w:p>
    <w:sectPr w:rsidR="00074983" w:rsidRPr="009F40B6" w:rsidSect="00966D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851" w:bottom="1418" w:left="1701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623F0" w14:textId="77777777" w:rsidR="000774E6" w:rsidRDefault="000774E6" w:rsidP="00DF44DF">
      <w:r>
        <w:separator/>
      </w:r>
    </w:p>
  </w:endnote>
  <w:endnote w:type="continuationSeparator" w:id="0">
    <w:p w14:paraId="6279D20E" w14:textId="77777777" w:rsidR="000774E6" w:rsidRDefault="000774E6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B95C9" w14:textId="77777777" w:rsidR="00DA42F7" w:rsidRDefault="00DA42F7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0B72B" w14:textId="77777777" w:rsidR="003B2A9C" w:rsidRPr="00AD2EA7" w:rsidRDefault="0008526D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9A4A55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9A4A55">
        <w:rPr>
          <w:noProof/>
        </w:rPr>
        <w:t>2</w:t>
      </w:r>
    </w:fldSimple>
    <w:r w:rsidR="003B2A9C" w:rsidRPr="00AD2EA7"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9CD74" w14:textId="77777777" w:rsidR="00DA42F7" w:rsidRDefault="00DA42F7" w:rsidP="00074983">
    <w:pPr>
      <w:pStyle w:val="Jalus"/>
      <w:tabs>
        <w:tab w:val="clear" w:pos="9072"/>
      </w:tabs>
      <w:rPr>
        <w:sz w:val="20"/>
        <w:szCs w:val="20"/>
      </w:rPr>
    </w:pPr>
  </w:p>
  <w:p w14:paraId="541BB162" w14:textId="77777777" w:rsidR="00074983" w:rsidRPr="00074983" w:rsidRDefault="00074983" w:rsidP="00074983">
    <w:pPr>
      <w:pStyle w:val="Jalus"/>
      <w:tabs>
        <w:tab w:val="clear" w:pos="9072"/>
      </w:tabs>
      <w:rPr>
        <w:sz w:val="20"/>
        <w:szCs w:val="20"/>
      </w:rPr>
    </w:pPr>
    <w:r w:rsidRPr="00074983">
      <w:rPr>
        <w:sz w:val="20"/>
        <w:szCs w:val="20"/>
      </w:rPr>
      <w:t>Harju 11 / 15072 Tallinn / 625 6342 / info@mkm.ee / www.mkm.ee</w:t>
    </w:r>
  </w:p>
  <w:p w14:paraId="4570D910" w14:textId="77777777" w:rsidR="00124999" w:rsidRPr="00074983" w:rsidRDefault="00074983" w:rsidP="00074983">
    <w:pPr>
      <w:pStyle w:val="Jalus"/>
      <w:tabs>
        <w:tab w:val="clear" w:pos="9072"/>
      </w:tabs>
      <w:rPr>
        <w:sz w:val="20"/>
        <w:szCs w:val="20"/>
      </w:rPr>
    </w:pPr>
    <w:r w:rsidRPr="00074983">
      <w:rPr>
        <w:sz w:val="20"/>
        <w:szCs w:val="20"/>
      </w:rPr>
      <w:t>Registrikood 70003158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12D51" w14:textId="77777777" w:rsidR="000774E6" w:rsidRDefault="000774E6" w:rsidP="00DF44DF">
      <w:r>
        <w:separator/>
      </w:r>
    </w:p>
  </w:footnote>
  <w:footnote w:type="continuationSeparator" w:id="0">
    <w:p w14:paraId="11957995" w14:textId="77777777" w:rsidR="000774E6" w:rsidRDefault="000774E6" w:rsidP="00DF44DF">
      <w:r>
        <w:continuationSeparator/>
      </w:r>
    </w:p>
  </w:footnote>
  <w:footnote w:type="separator" w:id="-1">
    <w:p w14:paraId="74112D51" w14:textId="77777777" w:rsidR="000774E6" w:rsidRDefault="000774E6" w:rsidP="00DF44DF">
      <w:r>
        <w:separator/>
      </w:r>
    </w:p>
  </w:footnote>
  <w:footnote w:type="continuationSeparator" w:id="0">
    <w:p w14:paraId="11957995" w14:textId="77777777" w:rsidR="000774E6" w:rsidRDefault="000774E6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F6421" w14:textId="77777777" w:rsidR="00DA42F7" w:rsidRDefault="00DA42F7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7AAF6" w14:textId="77777777" w:rsidR="00DA42F7" w:rsidRDefault="00DA42F7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8165F" w14:textId="77777777" w:rsidR="00DA42F7" w:rsidRDefault="00DA42F7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363F2"/>
    <w:rsid w:val="00060947"/>
    <w:rsid w:val="00074983"/>
    <w:rsid w:val="000774E6"/>
    <w:rsid w:val="0008526D"/>
    <w:rsid w:val="000913FC"/>
    <w:rsid w:val="000A17B5"/>
    <w:rsid w:val="00103FCF"/>
    <w:rsid w:val="00124999"/>
    <w:rsid w:val="001523BD"/>
    <w:rsid w:val="001A7D04"/>
    <w:rsid w:val="001D4CFB"/>
    <w:rsid w:val="001E320E"/>
    <w:rsid w:val="002008A2"/>
    <w:rsid w:val="00202B85"/>
    <w:rsid w:val="002835BB"/>
    <w:rsid w:val="00293449"/>
    <w:rsid w:val="002D79A8"/>
    <w:rsid w:val="002F254F"/>
    <w:rsid w:val="0034719C"/>
    <w:rsid w:val="00354059"/>
    <w:rsid w:val="00394DCB"/>
    <w:rsid w:val="003B2A9C"/>
    <w:rsid w:val="003F0611"/>
    <w:rsid w:val="00435A13"/>
    <w:rsid w:val="0044084D"/>
    <w:rsid w:val="004C1391"/>
    <w:rsid w:val="00546204"/>
    <w:rsid w:val="00546E17"/>
    <w:rsid w:val="00551E24"/>
    <w:rsid w:val="00557534"/>
    <w:rsid w:val="00560A92"/>
    <w:rsid w:val="00564569"/>
    <w:rsid w:val="005B5CE1"/>
    <w:rsid w:val="005D31B1"/>
    <w:rsid w:val="005E3AED"/>
    <w:rsid w:val="005E45BB"/>
    <w:rsid w:val="00602834"/>
    <w:rsid w:val="006314B2"/>
    <w:rsid w:val="00640A88"/>
    <w:rsid w:val="00663741"/>
    <w:rsid w:val="00680609"/>
    <w:rsid w:val="006A01AC"/>
    <w:rsid w:val="006E16BD"/>
    <w:rsid w:val="006F3BB9"/>
    <w:rsid w:val="006F72D7"/>
    <w:rsid w:val="0070497E"/>
    <w:rsid w:val="007056E1"/>
    <w:rsid w:val="00713327"/>
    <w:rsid w:val="0075695A"/>
    <w:rsid w:val="007855CD"/>
    <w:rsid w:val="007A1DE8"/>
    <w:rsid w:val="007D0B18"/>
    <w:rsid w:val="007D54FC"/>
    <w:rsid w:val="00835858"/>
    <w:rsid w:val="008919F2"/>
    <w:rsid w:val="008B041F"/>
    <w:rsid w:val="008C1CB4"/>
    <w:rsid w:val="008D4634"/>
    <w:rsid w:val="008F0B50"/>
    <w:rsid w:val="0091786B"/>
    <w:rsid w:val="009370A4"/>
    <w:rsid w:val="00966DD3"/>
    <w:rsid w:val="009764AC"/>
    <w:rsid w:val="009A4A55"/>
    <w:rsid w:val="009E7F4A"/>
    <w:rsid w:val="009F40B6"/>
    <w:rsid w:val="00A10E66"/>
    <w:rsid w:val="00A1244E"/>
    <w:rsid w:val="00A13FDE"/>
    <w:rsid w:val="00A339A0"/>
    <w:rsid w:val="00A9110F"/>
    <w:rsid w:val="00AB55DB"/>
    <w:rsid w:val="00AC4752"/>
    <w:rsid w:val="00AC6022"/>
    <w:rsid w:val="00AD2EA7"/>
    <w:rsid w:val="00AE02A8"/>
    <w:rsid w:val="00B138CC"/>
    <w:rsid w:val="00B5451C"/>
    <w:rsid w:val="00BA03ED"/>
    <w:rsid w:val="00BC1A62"/>
    <w:rsid w:val="00BD078E"/>
    <w:rsid w:val="00BD3CCF"/>
    <w:rsid w:val="00BE0CC9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0592A"/>
    <w:rsid w:val="00D40650"/>
    <w:rsid w:val="00D65640"/>
    <w:rsid w:val="00DA42F7"/>
    <w:rsid w:val="00DF44DF"/>
    <w:rsid w:val="00E023F6"/>
    <w:rsid w:val="00E03DBB"/>
    <w:rsid w:val="00E37904"/>
    <w:rsid w:val="00ED0A24"/>
    <w:rsid w:val="00F259D3"/>
    <w:rsid w:val="00F56B82"/>
    <w:rsid w:val="00F602AA"/>
    <w:rsid w:val="00F9645B"/>
    <w:rsid w:val="00F9773D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5849F1"/>
  <w15:docId w15:val="{15F55443-45F9-465E-B96A-F0C33C94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sisu">
    <w:name w:val="sisu"/>
    <w:basedOn w:val="Normaallaad"/>
    <w:rsid w:val="00074983"/>
    <w:pPr>
      <w:widowControl/>
      <w:suppressAutoHyphens w:val="0"/>
      <w:spacing w:after="240"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dressaat0">
    <w:name w:val="adressaat"/>
    <w:basedOn w:val="Normaallaad"/>
    <w:rsid w:val="00074983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adress">
    <w:name w:val="aadress"/>
    <w:basedOn w:val="Normaallaad"/>
    <w:rsid w:val="00074983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kirjapealkiri">
    <w:name w:val="kirjapealkiri"/>
    <w:basedOn w:val="Normaallaad"/>
    <w:next w:val="Normaallaad"/>
    <w:rsid w:val="00074983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customStyle="1" w:styleId="lputervitus">
    <w:name w:val="lõputervitus"/>
    <w:basedOn w:val="sisu"/>
    <w:next w:val="Normaallaad"/>
    <w:rsid w:val="00074983"/>
    <w:pPr>
      <w:keepLines/>
      <w:spacing w:before="240" w:after="720"/>
    </w:pPr>
  </w:style>
  <w:style w:type="paragraph" w:customStyle="1" w:styleId="allikirjastajanimi">
    <w:name w:val="allikirjastaja:nimi"/>
    <w:basedOn w:val="Normaallaad"/>
    <w:next w:val="Normaallaad"/>
    <w:rsid w:val="00074983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llkirjastajaametinimetus">
    <w:name w:val="allkirjastaja:ametinimetus"/>
    <w:basedOn w:val="Normaallaad"/>
    <w:next w:val="Normaallaad"/>
    <w:rsid w:val="00074983"/>
    <w:pPr>
      <w:keepNext/>
      <w:keepLines/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koostaja">
    <w:name w:val="koostaja"/>
    <w:basedOn w:val="Normaallaad"/>
    <w:next w:val="Normaallaad"/>
    <w:rsid w:val="00074983"/>
    <w:pPr>
      <w:widowControl/>
      <w:suppressAutoHyphens w:val="0"/>
      <w:spacing w:before="480"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E3790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37904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37904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3790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37904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1.xml"/>
  <Relationship Id="rId11" Type="http://schemas.openxmlformats.org/officeDocument/2006/relationships/footer" Target="footer2.xml"/>
  <Relationship Id="rId12" Type="http://schemas.openxmlformats.org/officeDocument/2006/relationships/header" Target="header3.xml"/>
  <Relationship Id="rId13" Type="http://schemas.openxmlformats.org/officeDocument/2006/relationships/footer" Target="footer3.xml"/>
  <Relationship Id="rId14" Type="http://schemas.openxmlformats.org/officeDocument/2006/relationships/fontTable" Target="fontTable.xml"/>
  <Relationship Id="rId15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image" Target="media/image1.jpeg"/>
  <Relationship Id="rId8" Type="http://schemas.openxmlformats.org/officeDocument/2006/relationships/header" Target="header1.xml"/>
  <Relationship Id="rId9" Type="http://schemas.openxmlformats.org/officeDocument/2006/relationships/header" Target="header2.xml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D:/Users/GertU/Desktop/Uued%20veebi/kirjaplank.dotx"/>
</Relationships>
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F33BAA6-3081-4E31-8F52-57B2D36A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10</TotalTime>
  <Pages>1</Pages>
  <Words>139</Words>
  <Characters>809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2016-05-20T07:51:00Z</dcterms:created>
  <dc:creator>Majandus- ja Kommunikatsiooniministeerium</dc:creator>
  <lastModifiedBy>Merily Must</lastModifiedBy>
  <lastPrinted>2014-04-03T10:06:00Z</lastPrinted>
  <dcterms:modified xsi:type="dcterms:W3CDTF">2016-05-23T10:07:00Z</dcterms:modified>
  <revision>8</revision>
</coreProperties>
</file>