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27BA335D" w:rsidR="005253F3" w:rsidRPr="001611B4" w:rsidRDefault="00D4333E" w:rsidP="00896469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896469">
        <w:rPr>
          <w:b/>
          <w:bCs/>
          <w:sz w:val="20"/>
        </w:rPr>
        <w:t>4</w:t>
      </w:r>
      <w:r w:rsidR="00036075">
        <w:rPr>
          <w:b/>
          <w:bCs/>
          <w:sz w:val="20"/>
        </w:rPr>
        <w:t>/</w:t>
      </w:r>
      <w:r w:rsidR="00896469">
        <w:rPr>
          <w:b/>
          <w:bCs/>
          <w:sz w:val="20"/>
        </w:rPr>
        <w:t>6</w:t>
      </w:r>
      <w:r w:rsidR="00855B4C">
        <w:rPr>
          <w:b/>
          <w:bCs/>
          <w:sz w:val="20"/>
        </w:rPr>
        <w:t>5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12B2154E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D95237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487C8CB4E0374AB789B7BA0F3410065A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D95237">
                  <w:rPr>
                    <w:rFonts w:eastAsia="Calibri"/>
                    <w:sz w:val="20"/>
                  </w:rPr>
                  <w:t>12.05.2023</w:t>
                </w:r>
              </w:sdtContent>
            </w:sdt>
            <w:r w:rsidR="00D95237" w:rsidRPr="001611B4">
              <w:rPr>
                <w:rFonts w:eastAsia="Calibri"/>
                <w:sz w:val="20"/>
              </w:rPr>
              <w:t xml:space="preserve"> </w:t>
            </w:r>
            <w:r w:rsidR="00D95237" w:rsidRPr="001611B4">
              <w:rPr>
                <w:sz w:val="20"/>
              </w:rPr>
              <w:t xml:space="preserve">käskkiri nr </w:t>
            </w:r>
            <w:r w:rsidR="00D95237">
              <w:rPr>
                <w:sz w:val="20"/>
              </w:rPr>
              <w:t>1-5/41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911378" w:rsidRPr="001611B4" w14:paraId="6E3EC6BB" w14:textId="77777777" w:rsidTr="004854CB">
        <w:tc>
          <w:tcPr>
            <w:tcW w:w="3289" w:type="dxa"/>
          </w:tcPr>
          <w:p w14:paraId="5E49C8A7" w14:textId="77777777" w:rsidR="00911378" w:rsidRPr="00911378" w:rsidRDefault="00911378" w:rsidP="00911378">
            <w:pPr>
              <w:rPr>
                <w:sz w:val="20"/>
              </w:rPr>
            </w:pPr>
            <w:r w:rsidRPr="00911378">
              <w:rPr>
                <w:sz w:val="20"/>
              </w:rPr>
              <w:t>Aegviidu Puit AS</w:t>
            </w:r>
          </w:p>
          <w:p w14:paraId="4FC74FA5" w14:textId="1268EC9C" w:rsidR="00911378" w:rsidRPr="001A44F9" w:rsidRDefault="00911378" w:rsidP="00911378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34DABA5" w14:textId="77777777" w:rsidR="00911378" w:rsidRPr="007312E6" w:rsidRDefault="00911378" w:rsidP="00911378">
            <w:pPr>
              <w:rPr>
                <w:sz w:val="20"/>
              </w:rPr>
            </w:pPr>
            <w:r w:rsidRPr="007312E6">
              <w:rPr>
                <w:sz w:val="20"/>
              </w:rPr>
              <w:t>Registrikood</w:t>
            </w:r>
            <w:r>
              <w:rPr>
                <w:sz w:val="20"/>
              </w:rPr>
              <w:t xml:space="preserve"> </w:t>
            </w:r>
            <w:r w:rsidRPr="00F45950">
              <w:rPr>
                <w:sz w:val="20"/>
              </w:rPr>
              <w:t>10077765</w:t>
            </w:r>
          </w:p>
          <w:p w14:paraId="2C4748F4" w14:textId="65BEA810" w:rsidR="00911378" w:rsidRPr="001A44F9" w:rsidRDefault="00911378" w:rsidP="0091137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Niinsoni tee 2,</w:t>
            </w:r>
            <w:r w:rsidRPr="00F45950">
              <w:rPr>
                <w:bCs/>
                <w:sz w:val="20"/>
              </w:rPr>
              <w:t xml:space="preserve"> Aegviidu 74501 Harjumaa</w:t>
            </w:r>
          </w:p>
        </w:tc>
        <w:tc>
          <w:tcPr>
            <w:tcW w:w="2771" w:type="dxa"/>
          </w:tcPr>
          <w:p w14:paraId="5E4266D2" w14:textId="77777777" w:rsidR="00911378" w:rsidRPr="007312E6" w:rsidRDefault="00911378" w:rsidP="00911378">
            <w:pPr>
              <w:rPr>
                <w:sz w:val="20"/>
              </w:rPr>
            </w:pPr>
            <w:r w:rsidRPr="007312E6">
              <w:rPr>
                <w:sz w:val="20"/>
              </w:rPr>
              <w:t xml:space="preserve">Tel  </w:t>
            </w:r>
            <w:r>
              <w:rPr>
                <w:sz w:val="20"/>
              </w:rPr>
              <w:t>605 3660</w:t>
            </w:r>
          </w:p>
          <w:p w14:paraId="45C69494" w14:textId="70D4690E" w:rsidR="00911378" w:rsidRPr="001A44F9" w:rsidRDefault="00911378" w:rsidP="00911378">
            <w:pPr>
              <w:rPr>
                <w:bCs/>
                <w:sz w:val="20"/>
              </w:rPr>
            </w:pPr>
          </w:p>
        </w:tc>
      </w:tr>
      <w:tr w:rsidR="00911378" w:rsidRPr="001611B4" w14:paraId="58FA04AD" w14:textId="77777777" w:rsidTr="004854CB">
        <w:tc>
          <w:tcPr>
            <w:tcW w:w="3289" w:type="dxa"/>
          </w:tcPr>
          <w:p w14:paraId="795AF362" w14:textId="77777777" w:rsidR="00911378" w:rsidRPr="001611B4" w:rsidRDefault="00911378" w:rsidP="00911378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1B8DA1DF" w14:textId="77777777" w:rsidR="00911378" w:rsidRDefault="00911378" w:rsidP="0091137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Aivo Kalmet</w:t>
            </w:r>
          </w:p>
          <w:p w14:paraId="4ADBD065" w14:textId="2387AE39" w:rsidR="00911378" w:rsidRPr="00235183" w:rsidRDefault="00911378" w:rsidP="00911378">
            <w:pPr>
              <w:rPr>
                <w:sz w:val="20"/>
              </w:rPr>
            </w:pPr>
            <w:r>
              <w:rPr>
                <w:bCs/>
                <w:sz w:val="20"/>
              </w:rPr>
              <w:t>Varumisosakonna juhataja</w:t>
            </w:r>
          </w:p>
        </w:tc>
        <w:tc>
          <w:tcPr>
            <w:tcW w:w="2771" w:type="dxa"/>
          </w:tcPr>
          <w:p w14:paraId="6DD68004" w14:textId="7D1F53AE" w:rsidR="00911378" w:rsidRPr="00F020C1" w:rsidRDefault="00855B4C" w:rsidP="00911378">
            <w:pPr>
              <w:rPr>
                <w:sz w:val="20"/>
              </w:rPr>
            </w:pPr>
            <w:hyperlink r:id="rId12" w:history="1">
              <w:r w:rsidR="00911378">
                <w:rPr>
                  <w:rStyle w:val="Hyperlink"/>
                  <w:bCs/>
                  <w:sz w:val="20"/>
                </w:rPr>
                <w:t>aivo.kalmet@nordwood.ee</w:t>
              </w:r>
            </w:hyperlink>
            <w:r w:rsidR="00911378">
              <w:rPr>
                <w:bCs/>
                <w:sz w:val="20"/>
              </w:rPr>
              <w:t xml:space="preserve"> </w:t>
            </w:r>
          </w:p>
        </w:tc>
      </w:tr>
      <w:tr w:rsidR="00911378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911378" w:rsidRPr="001611B4" w:rsidRDefault="00911378" w:rsidP="00911378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F015E7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087"/>
        <w:gridCol w:w="1277"/>
        <w:gridCol w:w="2686"/>
      </w:tblGrid>
      <w:tr w:rsidR="000568AE" w:rsidRPr="00330C91" w14:paraId="34544830" w14:textId="77777777" w:rsidTr="00D07F31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06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44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55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B24DE9" w:rsidRPr="00BC0D03" w14:paraId="5A03B7B1" w14:textId="77777777" w:rsidTr="00D07F31">
        <w:trPr>
          <w:trHeight w:val="237"/>
        </w:trPr>
        <w:tc>
          <w:tcPr>
            <w:tcW w:w="939" w:type="pct"/>
          </w:tcPr>
          <w:p w14:paraId="20622F4F" w14:textId="7348DD86" w:rsidR="00B24DE9" w:rsidRPr="008B0ACE" w:rsidRDefault="00B24DE9" w:rsidP="00B24DE9">
            <w:pPr>
              <w:rPr>
                <w:sz w:val="20"/>
              </w:rPr>
            </w:pPr>
            <w:r w:rsidRPr="008B0ACE">
              <w:rPr>
                <w:bCs/>
                <w:sz w:val="20"/>
              </w:rPr>
              <w:t>Eve Merbach</w:t>
            </w:r>
          </w:p>
        </w:tc>
        <w:tc>
          <w:tcPr>
            <w:tcW w:w="2062" w:type="pct"/>
          </w:tcPr>
          <w:p w14:paraId="132F4E6B" w14:textId="31AE1F9A" w:rsidR="00B24DE9" w:rsidRPr="008B0ACE" w:rsidRDefault="00B24DE9" w:rsidP="00B24DE9">
            <w:pPr>
              <w:rPr>
                <w:sz w:val="20"/>
              </w:rPr>
            </w:pPr>
            <w:r w:rsidRPr="008B0ACE">
              <w:rPr>
                <w:sz w:val="20"/>
              </w:rPr>
              <w:t xml:space="preserve"> Aravete</w:t>
            </w:r>
          </w:p>
        </w:tc>
        <w:tc>
          <w:tcPr>
            <w:tcW w:w="644" w:type="pct"/>
            <w:shd w:val="clear" w:color="auto" w:fill="auto"/>
          </w:tcPr>
          <w:p w14:paraId="18E0193E" w14:textId="156A51F8" w:rsidR="00B24DE9" w:rsidRPr="008B0ACE" w:rsidRDefault="00B24DE9" w:rsidP="00B24DE9">
            <w:pPr>
              <w:rPr>
                <w:sz w:val="20"/>
              </w:rPr>
            </w:pPr>
            <w:r w:rsidRPr="008B0ACE">
              <w:rPr>
                <w:bCs/>
                <w:sz w:val="20"/>
              </w:rPr>
              <w:t>502 0821</w:t>
            </w:r>
          </w:p>
        </w:tc>
        <w:tc>
          <w:tcPr>
            <w:tcW w:w="1355" w:type="pct"/>
            <w:shd w:val="clear" w:color="auto" w:fill="auto"/>
          </w:tcPr>
          <w:p w14:paraId="6835261B" w14:textId="20B93030" w:rsidR="00B24DE9" w:rsidRPr="008B0ACE" w:rsidRDefault="00855B4C" w:rsidP="00B24DE9">
            <w:pPr>
              <w:rPr>
                <w:sz w:val="20"/>
              </w:rPr>
            </w:pPr>
            <w:hyperlink r:id="rId13" w:history="1">
              <w:r w:rsidR="00B24DE9" w:rsidRPr="008B0ACE">
                <w:rPr>
                  <w:rStyle w:val="Hyperlink"/>
                  <w:bCs/>
                  <w:sz w:val="20"/>
                </w:rPr>
                <w:t>aktid.kirde@rmk.ee</w:t>
              </w:r>
            </w:hyperlink>
            <w:r w:rsidR="00B24DE9" w:rsidRPr="008B0ACE">
              <w:rPr>
                <w:bCs/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3"/>
        <w:gridCol w:w="4256"/>
        <w:gridCol w:w="1227"/>
        <w:gridCol w:w="2735"/>
      </w:tblGrid>
      <w:tr w:rsidR="000568AE" w:rsidRPr="00330C91" w14:paraId="5D889C5F" w14:textId="77777777" w:rsidTr="00911378">
        <w:tc>
          <w:tcPr>
            <w:tcW w:w="854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147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19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80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911378" w:rsidRPr="00911378" w14:paraId="0FBCF4A2" w14:textId="77777777" w:rsidTr="00911378">
        <w:trPr>
          <w:trHeight w:val="237"/>
        </w:trPr>
        <w:tc>
          <w:tcPr>
            <w:tcW w:w="854" w:type="pct"/>
          </w:tcPr>
          <w:p w14:paraId="5CE3BEE7" w14:textId="66005FA1" w:rsidR="00911378" w:rsidRPr="00911378" w:rsidRDefault="00911378" w:rsidP="00911378">
            <w:pPr>
              <w:jc w:val="both"/>
              <w:rPr>
                <w:sz w:val="20"/>
              </w:rPr>
            </w:pPr>
            <w:r w:rsidRPr="00911378">
              <w:rPr>
                <w:sz w:val="20"/>
              </w:rPr>
              <w:t>Leana Jõe</w:t>
            </w:r>
          </w:p>
        </w:tc>
        <w:tc>
          <w:tcPr>
            <w:tcW w:w="2147" w:type="pct"/>
          </w:tcPr>
          <w:p w14:paraId="5DA39091" w14:textId="5635DF39" w:rsidR="00911378" w:rsidRPr="00911378" w:rsidRDefault="00911378" w:rsidP="00911378">
            <w:pPr>
              <w:jc w:val="both"/>
              <w:rPr>
                <w:spacing w:val="0"/>
                <w:position w:val="0"/>
                <w:sz w:val="20"/>
              </w:rPr>
            </w:pPr>
            <w:r w:rsidRPr="00911378">
              <w:rPr>
                <w:sz w:val="20"/>
              </w:rPr>
              <w:t>Aegviidu</w:t>
            </w:r>
          </w:p>
        </w:tc>
        <w:tc>
          <w:tcPr>
            <w:tcW w:w="619" w:type="pct"/>
            <w:shd w:val="clear" w:color="auto" w:fill="auto"/>
          </w:tcPr>
          <w:p w14:paraId="66EDEE07" w14:textId="7E2B94D6" w:rsidR="00911378" w:rsidRPr="00911378" w:rsidRDefault="00911378" w:rsidP="00911378">
            <w:pPr>
              <w:jc w:val="both"/>
              <w:rPr>
                <w:spacing w:val="0"/>
                <w:position w:val="0"/>
                <w:sz w:val="20"/>
              </w:rPr>
            </w:pPr>
            <w:r w:rsidRPr="00911378">
              <w:rPr>
                <w:sz w:val="20"/>
              </w:rPr>
              <w:t>605 3661</w:t>
            </w:r>
          </w:p>
        </w:tc>
        <w:tc>
          <w:tcPr>
            <w:tcW w:w="1380" w:type="pct"/>
            <w:shd w:val="clear" w:color="auto" w:fill="auto"/>
          </w:tcPr>
          <w:p w14:paraId="50D17D33" w14:textId="044B5F09" w:rsidR="00911378" w:rsidRPr="00911378" w:rsidRDefault="00855B4C" w:rsidP="00911378">
            <w:pPr>
              <w:rPr>
                <w:bCs/>
                <w:sz w:val="20"/>
              </w:rPr>
            </w:pPr>
            <w:hyperlink r:id="rId14" w:history="1">
              <w:r w:rsidR="00911378" w:rsidRPr="00BD73F2">
                <w:rPr>
                  <w:rStyle w:val="Hyperlink"/>
                  <w:sz w:val="20"/>
                </w:rPr>
                <w:t>Leana.Joe@nordwood.ee</w:t>
              </w:r>
            </w:hyperlink>
            <w:r w:rsidR="00911378">
              <w:rPr>
                <w:sz w:val="20"/>
              </w:rPr>
              <w:t xml:space="preserve"> </w:t>
            </w:r>
          </w:p>
        </w:tc>
      </w:tr>
    </w:tbl>
    <w:p w14:paraId="59CE266B" w14:textId="77777777" w:rsidR="00293770" w:rsidRPr="00911378" w:rsidRDefault="00293770" w:rsidP="00293770">
      <w:pPr>
        <w:pStyle w:val="Pealkiri21"/>
        <w:rPr>
          <w:sz w:val="20"/>
        </w:rPr>
      </w:pPr>
      <w:r w:rsidRPr="00911378">
        <w:rPr>
          <w:i/>
          <w:sz w:val="20"/>
        </w:rPr>
        <w:t>Ostja</w:t>
      </w:r>
      <w:r w:rsidRPr="00911378">
        <w:rPr>
          <w:sz w:val="20"/>
        </w:rPr>
        <w:t xml:space="preserve"> poolne </w:t>
      </w:r>
      <w:r w:rsidRPr="00911378">
        <w:rPr>
          <w:i/>
          <w:sz w:val="20"/>
        </w:rPr>
        <w:t>metsamaterjali</w:t>
      </w:r>
      <w:r w:rsidRPr="00911378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3"/>
        <w:gridCol w:w="4256"/>
        <w:gridCol w:w="1227"/>
        <w:gridCol w:w="2735"/>
      </w:tblGrid>
      <w:tr w:rsidR="000568AE" w:rsidRPr="00911378" w14:paraId="66609326" w14:textId="77777777" w:rsidTr="00911378">
        <w:tc>
          <w:tcPr>
            <w:tcW w:w="854" w:type="pct"/>
          </w:tcPr>
          <w:p w14:paraId="51BD9D55" w14:textId="77777777" w:rsidR="000568AE" w:rsidRPr="00911378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911378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147" w:type="pct"/>
          </w:tcPr>
          <w:p w14:paraId="72499740" w14:textId="77777777" w:rsidR="000568AE" w:rsidRPr="00911378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911378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19" w:type="pct"/>
          </w:tcPr>
          <w:p w14:paraId="0C3C5622" w14:textId="77777777" w:rsidR="000568AE" w:rsidRPr="00911378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911378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80" w:type="pct"/>
          </w:tcPr>
          <w:p w14:paraId="01C10EC7" w14:textId="77777777" w:rsidR="000568AE" w:rsidRPr="00911378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911378">
              <w:rPr>
                <w:spacing w:val="0"/>
                <w:position w:val="0"/>
                <w:sz w:val="20"/>
              </w:rPr>
              <w:t>E-post</w:t>
            </w:r>
          </w:p>
        </w:tc>
      </w:tr>
      <w:tr w:rsidR="00911378" w:rsidRPr="00911378" w14:paraId="6AAAF677" w14:textId="77777777" w:rsidTr="00911378">
        <w:trPr>
          <w:trHeight w:val="237"/>
        </w:trPr>
        <w:tc>
          <w:tcPr>
            <w:tcW w:w="854" w:type="pct"/>
          </w:tcPr>
          <w:p w14:paraId="21FA151D" w14:textId="3CA0D273" w:rsidR="00911378" w:rsidRPr="00911378" w:rsidRDefault="00911378" w:rsidP="00911378">
            <w:pPr>
              <w:jc w:val="both"/>
              <w:rPr>
                <w:sz w:val="20"/>
              </w:rPr>
            </w:pPr>
            <w:r w:rsidRPr="00911378">
              <w:rPr>
                <w:sz w:val="20"/>
              </w:rPr>
              <w:t>Leana Jõe</w:t>
            </w:r>
          </w:p>
        </w:tc>
        <w:tc>
          <w:tcPr>
            <w:tcW w:w="2147" w:type="pct"/>
          </w:tcPr>
          <w:p w14:paraId="1208D121" w14:textId="46C6EB73" w:rsidR="00911378" w:rsidRPr="00911378" w:rsidRDefault="00911378" w:rsidP="00911378">
            <w:pPr>
              <w:jc w:val="both"/>
              <w:rPr>
                <w:spacing w:val="0"/>
                <w:position w:val="0"/>
                <w:sz w:val="20"/>
              </w:rPr>
            </w:pPr>
            <w:r w:rsidRPr="00911378">
              <w:rPr>
                <w:sz w:val="20"/>
              </w:rPr>
              <w:t>Aegviidu</w:t>
            </w:r>
          </w:p>
        </w:tc>
        <w:tc>
          <w:tcPr>
            <w:tcW w:w="619" w:type="pct"/>
          </w:tcPr>
          <w:p w14:paraId="774B9F6C" w14:textId="009F33D7" w:rsidR="00911378" w:rsidRPr="00911378" w:rsidRDefault="00911378" w:rsidP="00911378">
            <w:pPr>
              <w:jc w:val="both"/>
              <w:rPr>
                <w:spacing w:val="0"/>
                <w:position w:val="0"/>
                <w:sz w:val="20"/>
              </w:rPr>
            </w:pPr>
            <w:r w:rsidRPr="00911378">
              <w:rPr>
                <w:sz w:val="20"/>
              </w:rPr>
              <w:t>605 3661</w:t>
            </w:r>
          </w:p>
        </w:tc>
        <w:tc>
          <w:tcPr>
            <w:tcW w:w="1380" w:type="pct"/>
          </w:tcPr>
          <w:p w14:paraId="2B2FFA88" w14:textId="73953F39" w:rsidR="00911378" w:rsidRPr="00911378" w:rsidRDefault="00855B4C" w:rsidP="00911378">
            <w:pPr>
              <w:rPr>
                <w:bCs/>
                <w:sz w:val="20"/>
              </w:rPr>
            </w:pPr>
            <w:hyperlink r:id="rId15" w:history="1">
              <w:r w:rsidR="00911378" w:rsidRPr="00BD73F2">
                <w:rPr>
                  <w:rStyle w:val="Hyperlink"/>
                  <w:sz w:val="20"/>
                </w:rPr>
                <w:t>Leana.Joe@nordwood.ee</w:t>
              </w:r>
            </w:hyperlink>
            <w:r w:rsidR="00911378">
              <w:rPr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799F7970" w:rsidR="005253F3" w:rsidRPr="00F020C1" w:rsidRDefault="00911378" w:rsidP="00235183">
            <w:pPr>
              <w:rPr>
                <w:sz w:val="20"/>
              </w:rPr>
            </w:pPr>
            <w:r>
              <w:rPr>
                <w:sz w:val="20"/>
              </w:rPr>
              <w:t xml:space="preserve">14 </w:t>
            </w:r>
            <w:r w:rsidRPr="00826EFE">
              <w:rPr>
                <w:sz w:val="20"/>
              </w:rPr>
              <w:t>(</w:t>
            </w:r>
            <w:r>
              <w:rPr>
                <w:sz w:val="20"/>
              </w:rPr>
              <w:t>neliteist</w:t>
            </w:r>
            <w:r w:rsidRPr="00826EFE">
              <w:rPr>
                <w:sz w:val="20"/>
              </w:rPr>
              <w:t>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51718E60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6" w:history="1">
        <w:r w:rsidR="00B978F0" w:rsidRPr="00B978F0">
          <w:rPr>
            <w:rStyle w:val="Hyperlink"/>
            <w:sz w:val="20"/>
          </w:rPr>
          <w:t>leana.joe@nordwood.ee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lastRenderedPageBreak/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1138D88E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911378">
        <w:rPr>
          <w:sz w:val="20"/>
        </w:rPr>
        <w:t>0</w:t>
      </w:r>
      <w:r w:rsidR="00855B4C">
        <w:rPr>
          <w:sz w:val="20"/>
        </w:rPr>
        <w:t>5</w:t>
      </w:r>
      <w:r w:rsidR="00911378">
        <w:rPr>
          <w:sz w:val="20"/>
        </w:rPr>
        <w:t>.0</w:t>
      </w:r>
      <w:r w:rsidR="00855B4C">
        <w:rPr>
          <w:sz w:val="20"/>
        </w:rPr>
        <w:t>3</w:t>
      </w:r>
      <w:r w:rsidR="004D483E" w:rsidRPr="004D483E">
        <w:rPr>
          <w:sz w:val="20"/>
        </w:rPr>
        <w:t>.202</w:t>
      </w:r>
      <w:r w:rsidR="00855B4C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855B4C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7596C4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040B7E">
        <w:rPr>
          <w:sz w:val="20"/>
        </w:rPr>
        <w:t>Aivo Kalmet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592F89B2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8F0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14088578">
    <w:abstractNumId w:val="0"/>
  </w:num>
  <w:num w:numId="2" w16cid:durableId="2042627651">
    <w:abstractNumId w:val="10"/>
  </w:num>
  <w:num w:numId="3" w16cid:durableId="909081200">
    <w:abstractNumId w:val="9"/>
  </w:num>
  <w:num w:numId="4" w16cid:durableId="49424542">
    <w:abstractNumId w:val="15"/>
  </w:num>
  <w:num w:numId="5" w16cid:durableId="1551188391">
    <w:abstractNumId w:val="16"/>
  </w:num>
  <w:num w:numId="6" w16cid:durableId="1877619192">
    <w:abstractNumId w:val="19"/>
  </w:num>
  <w:num w:numId="7" w16cid:durableId="1948347709">
    <w:abstractNumId w:val="21"/>
  </w:num>
  <w:num w:numId="8" w16cid:durableId="1995986767">
    <w:abstractNumId w:val="5"/>
  </w:num>
  <w:num w:numId="9" w16cid:durableId="366832912">
    <w:abstractNumId w:val="7"/>
  </w:num>
  <w:num w:numId="10" w16cid:durableId="1615363077">
    <w:abstractNumId w:val="1"/>
  </w:num>
  <w:num w:numId="11" w16cid:durableId="817301561">
    <w:abstractNumId w:val="2"/>
  </w:num>
  <w:num w:numId="12" w16cid:durableId="1504275080">
    <w:abstractNumId w:val="12"/>
  </w:num>
  <w:num w:numId="13" w16cid:durableId="2021278750">
    <w:abstractNumId w:val="18"/>
  </w:num>
  <w:num w:numId="14" w16cid:durableId="729691312">
    <w:abstractNumId w:val="8"/>
  </w:num>
  <w:num w:numId="15" w16cid:durableId="1524513149">
    <w:abstractNumId w:val="4"/>
  </w:num>
  <w:num w:numId="16" w16cid:durableId="844514993">
    <w:abstractNumId w:val="18"/>
  </w:num>
  <w:num w:numId="17" w16cid:durableId="207395983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631553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811584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697710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011557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6535452">
    <w:abstractNumId w:val="22"/>
  </w:num>
  <w:num w:numId="23" w16cid:durableId="1202092525">
    <w:abstractNumId w:val="3"/>
  </w:num>
  <w:num w:numId="24" w16cid:durableId="505680926">
    <w:abstractNumId w:val="20"/>
  </w:num>
  <w:num w:numId="25" w16cid:durableId="355623623">
    <w:abstractNumId w:val="6"/>
  </w:num>
  <w:num w:numId="26" w16cid:durableId="871576584">
    <w:abstractNumId w:val="11"/>
  </w:num>
  <w:num w:numId="27" w16cid:durableId="5194397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01350359">
    <w:abstractNumId w:val="13"/>
  </w:num>
  <w:num w:numId="29" w16cid:durableId="721489833">
    <w:abstractNumId w:val="17"/>
  </w:num>
  <w:num w:numId="30" w16cid:durableId="9645792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8784826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44F9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3899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B4C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96469"/>
    <w:rsid w:val="008A0603"/>
    <w:rsid w:val="008A135D"/>
    <w:rsid w:val="008A219B"/>
    <w:rsid w:val="008A528E"/>
    <w:rsid w:val="008A7ECC"/>
    <w:rsid w:val="008B0ACE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11378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24DE9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978F0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5237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A2B3D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kirde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kalmet@nordwood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eana.joe@nordwood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eana.Joe@nordwood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Leana.Joe@nordwood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7C8CB4E0374AB789B7BA0F34100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BDB90-6DDD-4ECF-9D47-F14C1C45E546}"/>
      </w:docPartPr>
      <w:docPartBody>
        <w:p w:rsidR="006C6BAF" w:rsidRDefault="000235F6" w:rsidP="000235F6">
          <w:pPr>
            <w:pStyle w:val="487C8CB4E0374AB789B7BA0F3410065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0235F6"/>
    <w:rsid w:val="00485420"/>
    <w:rsid w:val="006C6BAF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5F6"/>
    <w:rPr>
      <w:color w:val="808080"/>
    </w:rPr>
  </w:style>
  <w:style w:type="paragraph" w:customStyle="1" w:styleId="487C8CB4E0374AB789B7BA0F3410065A">
    <w:name w:val="487C8CB4E0374AB789B7BA0F3410065A"/>
    <w:rsid w:val="00023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3CBB1-34F6-473D-92CB-A4D2F89C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4</TotalTime>
  <Pages>3</Pages>
  <Words>970</Words>
  <Characters>7549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8502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2024-03-05T09:26:00Z</dcterms:created>
  <dcterms:modified xsi:type="dcterms:W3CDTF">2024-03-05T09:28:00Z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