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81E55" w14:textId="54353FAC" w:rsidR="00957D60" w:rsidRDefault="00957D60">
      <w:pPr>
        <w:pStyle w:val="BodyText"/>
        <w:jc w:val="left"/>
      </w:pPr>
    </w:p>
    <w:tbl>
      <w:tblPr>
        <w:tblW w:w="9741" w:type="dxa"/>
        <w:tblLook w:val="0000" w:firstRow="0" w:lastRow="0" w:firstColumn="0" w:lastColumn="0" w:noHBand="0" w:noVBand="0"/>
      </w:tblPr>
      <w:tblGrid>
        <w:gridCol w:w="5212"/>
        <w:gridCol w:w="4544"/>
      </w:tblGrid>
      <w:tr w:rsidR="00957D60" w:rsidRPr="003A0579" w14:paraId="588DA2F7" w14:textId="77777777" w:rsidTr="00F63A5B">
        <w:tc>
          <w:tcPr>
            <w:tcW w:w="9525" w:type="dxa"/>
            <w:gridSpan w:val="2"/>
          </w:tcPr>
          <w:p w14:paraId="651DFB9E" w14:textId="77777777" w:rsidR="005C7F77" w:rsidRPr="003A0579" w:rsidRDefault="005C7F77" w:rsidP="003A0579">
            <w:pPr>
              <w:jc w:val="right"/>
              <w:rPr>
                <w:rFonts w:ascii="Arial" w:hAnsi="Arial" w:cs="Arial"/>
                <w:sz w:val="22"/>
              </w:rPr>
            </w:pPr>
            <w:r w:rsidRPr="003A0579">
              <w:rPr>
                <w:rFonts w:ascii="Arial" w:hAnsi="Arial" w:cs="Arial"/>
              </w:rPr>
              <w:t xml:space="preserve">Tallinna Linnavalitsuse korralduse </w:t>
            </w:r>
          </w:p>
          <w:p w14:paraId="3937BCAA" w14:textId="77777777" w:rsidR="001134C1" w:rsidRDefault="005C7F77" w:rsidP="006F1D36">
            <w:pPr>
              <w:jc w:val="right"/>
              <w:rPr>
                <w:rFonts w:ascii="Arial" w:hAnsi="Arial" w:cs="Arial"/>
              </w:rPr>
            </w:pPr>
            <w:r w:rsidRPr="003A0579">
              <w:rPr>
                <w:rFonts w:ascii="Arial" w:hAnsi="Arial" w:cs="Arial"/>
              </w:rPr>
              <w:t>„</w:t>
            </w:r>
            <w:r w:rsidR="001134C1" w:rsidRPr="001134C1">
              <w:rPr>
                <w:rFonts w:ascii="Arial" w:hAnsi="Arial" w:cs="Arial"/>
              </w:rPr>
              <w:t>Peterburi tee T9 kinnisasjale isikliku</w:t>
            </w:r>
          </w:p>
          <w:p w14:paraId="457A16D4" w14:textId="7B679EB7" w:rsidR="001134C1" w:rsidRDefault="001134C1" w:rsidP="001134C1">
            <w:pPr>
              <w:jc w:val="right"/>
              <w:rPr>
                <w:rFonts w:ascii="Arial" w:hAnsi="Arial" w:cs="Arial"/>
              </w:rPr>
            </w:pPr>
            <w:r w:rsidRPr="001134C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k</w:t>
            </w:r>
            <w:r w:rsidRPr="001134C1">
              <w:rPr>
                <w:rFonts w:ascii="Arial" w:hAnsi="Arial" w:cs="Arial"/>
              </w:rPr>
              <w:t>asutusõiguste</w:t>
            </w:r>
            <w:r>
              <w:rPr>
                <w:rFonts w:ascii="Arial" w:hAnsi="Arial" w:cs="Arial"/>
              </w:rPr>
              <w:t xml:space="preserve"> </w:t>
            </w:r>
            <w:r w:rsidRPr="001134C1">
              <w:rPr>
                <w:rFonts w:ascii="Arial" w:hAnsi="Arial" w:cs="Arial"/>
              </w:rPr>
              <w:t xml:space="preserve">seadmine </w:t>
            </w:r>
          </w:p>
          <w:p w14:paraId="31157EA0" w14:textId="256597B7" w:rsidR="005C7F77" w:rsidRPr="003A0579" w:rsidRDefault="001134C1" w:rsidP="001134C1">
            <w:pPr>
              <w:jc w:val="right"/>
              <w:rPr>
                <w:rFonts w:ascii="Arial" w:hAnsi="Arial" w:cs="Arial"/>
              </w:rPr>
            </w:pPr>
            <w:r w:rsidRPr="001134C1">
              <w:rPr>
                <w:rFonts w:ascii="Arial" w:hAnsi="Arial" w:cs="Arial"/>
              </w:rPr>
              <w:t>Eesti Vabariigi kasuks</w:t>
            </w:r>
            <w:r w:rsidR="005C7F77" w:rsidRPr="003A0579">
              <w:rPr>
                <w:rFonts w:ascii="Arial" w:hAnsi="Arial" w:cs="Arial"/>
              </w:rPr>
              <w:t xml:space="preserve">“ </w:t>
            </w:r>
          </w:p>
          <w:p w14:paraId="40E627B2" w14:textId="20A781D7" w:rsidR="00957D60" w:rsidRPr="003A0579" w:rsidRDefault="005C7F77" w:rsidP="003A0579">
            <w:pPr>
              <w:pStyle w:val="BodyText"/>
              <w:jc w:val="right"/>
              <w:rPr>
                <w:rFonts w:ascii="Arial" w:hAnsi="Arial" w:cs="Arial"/>
              </w:rPr>
            </w:pPr>
            <w:r w:rsidRPr="003A0579">
              <w:rPr>
                <w:rFonts w:ascii="Arial" w:hAnsi="Arial" w:cs="Arial"/>
              </w:rPr>
              <w:t>LISA</w:t>
            </w:r>
          </w:p>
        </w:tc>
      </w:tr>
      <w:tr w:rsidR="00957D60" w14:paraId="5C03E95E" w14:textId="77777777" w:rsidTr="00F63A5B">
        <w:trPr>
          <w:cantSplit/>
        </w:trPr>
        <w:tc>
          <w:tcPr>
            <w:tcW w:w="9525" w:type="dxa"/>
            <w:gridSpan w:val="2"/>
          </w:tcPr>
          <w:p w14:paraId="4CB1CCA0" w14:textId="77777777" w:rsidR="00957D60" w:rsidRPr="003A0579" w:rsidRDefault="00957D60">
            <w:pPr>
              <w:pStyle w:val="BodyText"/>
              <w:tabs>
                <w:tab w:val="left" w:pos="6521"/>
              </w:tabs>
              <w:jc w:val="left"/>
              <w:rPr>
                <w:rFonts w:ascii="Arial" w:hAnsi="Arial" w:cs="Arial"/>
              </w:rPr>
            </w:pPr>
          </w:p>
        </w:tc>
      </w:tr>
      <w:tr w:rsidR="00957D60" w14:paraId="70135194" w14:textId="77777777" w:rsidTr="00846AF0">
        <w:trPr>
          <w:cantSplit/>
        </w:trPr>
        <w:tc>
          <w:tcPr>
            <w:tcW w:w="4507" w:type="dxa"/>
          </w:tcPr>
          <w:p w14:paraId="76CF3DC7" w14:textId="16DC4C03" w:rsidR="00016578" w:rsidRDefault="001134C1" w:rsidP="003854BB">
            <w:pPr>
              <w:pStyle w:val="Pealk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Peterburi tee T9</w:t>
            </w:r>
            <w:r w:rsidR="00F262AB">
              <w:rPr>
                <w:rFonts w:ascii="Arial" w:hAnsi="Arial" w:cs="Arial"/>
              </w:rPr>
              <w:t xml:space="preserve"> </w:t>
            </w:r>
            <w:r w:rsidR="003D1045" w:rsidRPr="003D1045">
              <w:rPr>
                <w:rFonts w:ascii="Arial" w:hAnsi="Arial" w:cs="Arial"/>
              </w:rPr>
              <w:t xml:space="preserve">kinnisasjale </w:t>
            </w:r>
            <w:r w:rsidR="003F7C4A">
              <w:rPr>
                <w:rFonts w:ascii="Arial" w:hAnsi="Arial" w:cs="Arial"/>
              </w:rPr>
              <w:t>seatava</w:t>
            </w:r>
          </w:p>
          <w:p w14:paraId="5FF419DB" w14:textId="77777777" w:rsidR="00957D60" w:rsidRDefault="00C360AA" w:rsidP="003854BB">
            <w:pPr>
              <w:pStyle w:val="Pealk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C360AA">
              <w:rPr>
                <w:rFonts w:ascii="Arial" w:hAnsi="Arial" w:cs="Arial"/>
              </w:rPr>
              <w:t>siklik</w:t>
            </w:r>
            <w:r w:rsidR="006C2A67">
              <w:rPr>
                <w:rFonts w:ascii="Arial" w:hAnsi="Arial" w:cs="Arial"/>
              </w:rPr>
              <w:t>u</w:t>
            </w:r>
            <w:r w:rsidRPr="00C360AA">
              <w:rPr>
                <w:rFonts w:ascii="Arial" w:hAnsi="Arial" w:cs="Arial"/>
              </w:rPr>
              <w:t xml:space="preserve"> kasutusõiguse ala </w:t>
            </w:r>
            <w:r w:rsidR="006A62E2" w:rsidRPr="006A62E2">
              <w:rPr>
                <w:rFonts w:ascii="Arial" w:hAnsi="Arial" w:cs="Arial"/>
              </w:rPr>
              <w:t>skeem</w:t>
            </w:r>
          </w:p>
          <w:p w14:paraId="1D1CB3C9" w14:textId="593E1779" w:rsidR="001134C1" w:rsidRPr="003A0579" w:rsidRDefault="001134C1" w:rsidP="003854BB">
            <w:pPr>
              <w:pStyle w:val="Pealk1"/>
              <w:rPr>
                <w:rFonts w:ascii="Arial" w:hAnsi="Arial" w:cs="Arial"/>
              </w:rPr>
            </w:pPr>
          </w:p>
        </w:tc>
        <w:tc>
          <w:tcPr>
            <w:tcW w:w="5018" w:type="dxa"/>
          </w:tcPr>
          <w:p w14:paraId="7129EA6D" w14:textId="77777777" w:rsidR="00957D60" w:rsidRPr="003A0579" w:rsidRDefault="00957D60">
            <w:pPr>
              <w:pStyle w:val="BodyText"/>
              <w:tabs>
                <w:tab w:val="left" w:pos="6521"/>
              </w:tabs>
              <w:jc w:val="left"/>
              <w:rPr>
                <w:rFonts w:ascii="Arial" w:hAnsi="Arial" w:cs="Arial"/>
              </w:rPr>
            </w:pPr>
          </w:p>
        </w:tc>
      </w:tr>
      <w:tr w:rsidR="00957D60" w14:paraId="5EF580FB" w14:textId="77777777" w:rsidTr="00F63A5B">
        <w:trPr>
          <w:cantSplit/>
        </w:trPr>
        <w:tc>
          <w:tcPr>
            <w:tcW w:w="9525" w:type="dxa"/>
            <w:gridSpan w:val="2"/>
          </w:tcPr>
          <w:p w14:paraId="302D8FE1" w14:textId="604AD6F5" w:rsidR="00957D60" w:rsidRDefault="00D339BA">
            <w:pPr>
              <w:pStyle w:val="BodyText"/>
              <w:tabs>
                <w:tab w:val="left" w:pos="6521"/>
              </w:tabs>
              <w:jc w:val="left"/>
            </w:pPr>
            <w:r>
              <w:rPr>
                <w:noProof/>
              </w:rPr>
              <w:drawing>
                <wp:inline distT="0" distB="0" distL="0" distR="0" wp14:anchorId="32255EBB" wp14:editId="5EAFEAB9">
                  <wp:extent cx="6048375" cy="762762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8375" cy="7627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7D60" w14:paraId="48B30E53" w14:textId="77777777" w:rsidTr="00F63A5B">
        <w:trPr>
          <w:cantSplit/>
        </w:trPr>
        <w:tc>
          <w:tcPr>
            <w:tcW w:w="9525" w:type="dxa"/>
            <w:gridSpan w:val="2"/>
          </w:tcPr>
          <w:p w14:paraId="0B61F9A6" w14:textId="308864AC" w:rsidR="00957D60" w:rsidRPr="003A0579" w:rsidRDefault="00957D60">
            <w:pPr>
              <w:pStyle w:val="BodyText"/>
              <w:tabs>
                <w:tab w:val="left" w:pos="6521"/>
              </w:tabs>
              <w:jc w:val="left"/>
              <w:rPr>
                <w:rFonts w:ascii="Arial" w:hAnsi="Arial" w:cs="Arial"/>
              </w:rPr>
            </w:pPr>
          </w:p>
        </w:tc>
      </w:tr>
      <w:tr w:rsidR="00957D60" w14:paraId="6D74B5D0" w14:textId="77777777" w:rsidTr="00F63A5B">
        <w:trPr>
          <w:cantSplit/>
        </w:trPr>
        <w:tc>
          <w:tcPr>
            <w:tcW w:w="9741" w:type="dxa"/>
            <w:gridSpan w:val="2"/>
          </w:tcPr>
          <w:p w14:paraId="183968C3" w14:textId="3ECCD546" w:rsidR="00957D60" w:rsidRPr="003A0579" w:rsidRDefault="003A0579">
            <w:pPr>
              <w:pStyle w:val="BodyText"/>
              <w:tabs>
                <w:tab w:val="left" w:pos="6521"/>
              </w:tabs>
              <w:jc w:val="left"/>
              <w:rPr>
                <w:rFonts w:ascii="Arial" w:hAnsi="Arial" w:cs="Arial"/>
              </w:rPr>
            </w:pPr>
            <w:r w:rsidRPr="003A0579">
              <w:rPr>
                <w:rFonts w:ascii="Arial" w:hAnsi="Arial" w:cs="Arial"/>
              </w:rPr>
              <w:t>(allkirjastatud digitaalselt)</w:t>
            </w:r>
          </w:p>
        </w:tc>
      </w:tr>
    </w:tbl>
    <w:p w14:paraId="1DDABEB0" w14:textId="0679867F" w:rsidR="00957D60" w:rsidRPr="00963961" w:rsidRDefault="00957D60" w:rsidP="0042719C">
      <w:pPr>
        <w:rPr>
          <w:szCs w:val="24"/>
        </w:rPr>
      </w:pPr>
    </w:p>
    <w:sectPr w:rsidR="00957D60" w:rsidRPr="00963961">
      <w:headerReference w:type="even" r:id="rId9"/>
      <w:headerReference w:type="default" r:id="rId10"/>
      <w:footerReference w:type="even" r:id="rId11"/>
      <w:pgSz w:w="11906" w:h="16838" w:code="9"/>
      <w:pgMar w:top="680" w:right="680" w:bottom="510" w:left="1701" w:header="454" w:footer="51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7410D" w14:textId="77777777" w:rsidR="003867D3" w:rsidRDefault="003867D3">
      <w:r>
        <w:separator/>
      </w:r>
    </w:p>
  </w:endnote>
  <w:endnote w:type="continuationSeparator" w:id="0">
    <w:p w14:paraId="691D2165" w14:textId="77777777" w:rsidR="003867D3" w:rsidRDefault="00386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D70D" w14:textId="77777777" w:rsidR="00F262AB" w:rsidRDefault="00C25F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6F00E2" w14:textId="77777777" w:rsidR="00F262AB" w:rsidRDefault="00F262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BFCB" w14:textId="77777777" w:rsidR="003867D3" w:rsidRDefault="003867D3">
      <w:r>
        <w:separator/>
      </w:r>
    </w:p>
  </w:footnote>
  <w:footnote w:type="continuationSeparator" w:id="0">
    <w:p w14:paraId="4E6EB7A8" w14:textId="77777777" w:rsidR="003867D3" w:rsidRDefault="00386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298F5" w14:textId="77777777" w:rsidR="00F262AB" w:rsidRDefault="00C25F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92B729" w14:textId="77777777" w:rsidR="00F262AB" w:rsidRDefault="00F262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A1846" w14:textId="4D7F9562" w:rsidR="00F262AB" w:rsidRDefault="00C25FC4" w:rsidP="00566C83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0579">
      <w:rPr>
        <w:rStyle w:val="PageNumber"/>
        <w:noProof/>
      </w:rPr>
      <w:t>2</w:t>
    </w:r>
    <w:r>
      <w:rPr>
        <w:rStyle w:val="PageNumber"/>
      </w:rPr>
      <w:fldChar w:fldCharType="end"/>
    </w:r>
  </w:p>
  <w:p w14:paraId="0BA1F7F8" w14:textId="77777777" w:rsidR="00F262AB" w:rsidRDefault="00F262A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40D31"/>
    <w:multiLevelType w:val="multilevel"/>
    <w:tmpl w:val="293A1CB4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48B760C"/>
    <w:multiLevelType w:val="hybridMultilevel"/>
    <w:tmpl w:val="32F8CE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27B51"/>
    <w:multiLevelType w:val="multilevel"/>
    <w:tmpl w:val="013EDEDC"/>
    <w:lvl w:ilvl="0">
      <w:start w:val="1"/>
      <w:numFmt w:val="decimal"/>
      <w:pStyle w:val="Loe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A1D1F5D"/>
    <w:multiLevelType w:val="hybridMultilevel"/>
    <w:tmpl w:val="713A3856"/>
    <w:lvl w:ilvl="0" w:tplc="CB5E4A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027A1"/>
    <w:multiLevelType w:val="multilevel"/>
    <w:tmpl w:val="218E9BFC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d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6D3C578E"/>
    <w:multiLevelType w:val="multilevel"/>
    <w:tmpl w:val="72BC32D4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5033517"/>
    <w:multiLevelType w:val="hybridMultilevel"/>
    <w:tmpl w:val="44889ABE"/>
    <w:lvl w:ilvl="0" w:tplc="8A2422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A7C5C"/>
    <w:multiLevelType w:val="multilevel"/>
    <w:tmpl w:val="B96E52E4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B8203FF"/>
    <w:multiLevelType w:val="hybridMultilevel"/>
    <w:tmpl w:val="D1E843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81299">
    <w:abstractNumId w:val="7"/>
  </w:num>
  <w:num w:numId="2" w16cid:durableId="1783182544">
    <w:abstractNumId w:val="0"/>
  </w:num>
  <w:num w:numId="3" w16cid:durableId="4551217">
    <w:abstractNumId w:val="4"/>
  </w:num>
  <w:num w:numId="4" w16cid:durableId="1001662541">
    <w:abstractNumId w:val="0"/>
    <w:lvlOverride w:ilvl="0">
      <w:startOverride w:val="1"/>
    </w:lvlOverride>
    <w:lvlOverride w:ilvl="1">
      <w:startOverride w:val="2"/>
    </w:lvlOverride>
  </w:num>
  <w:num w:numId="5" w16cid:durableId="327179325">
    <w:abstractNumId w:val="2"/>
  </w:num>
  <w:num w:numId="6" w16cid:durableId="1022240956">
    <w:abstractNumId w:val="0"/>
    <w:lvlOverride w:ilvl="0">
      <w:startOverride w:val="5"/>
    </w:lvlOverride>
  </w:num>
  <w:num w:numId="7" w16cid:durableId="247663956">
    <w:abstractNumId w:val="0"/>
    <w:lvlOverride w:ilvl="0">
      <w:startOverride w:val="1"/>
    </w:lvlOverride>
  </w:num>
  <w:num w:numId="8" w16cid:durableId="1178814514">
    <w:abstractNumId w:val="0"/>
    <w:lvlOverride w:ilvl="0">
      <w:startOverride w:val="2"/>
    </w:lvlOverride>
  </w:num>
  <w:num w:numId="9" w16cid:durableId="2104453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1667916">
    <w:abstractNumId w:val="0"/>
  </w:num>
  <w:num w:numId="11" w16cid:durableId="1732843296">
    <w:abstractNumId w:val="8"/>
  </w:num>
  <w:num w:numId="12" w16cid:durableId="562377162">
    <w:abstractNumId w:val="1"/>
  </w:num>
  <w:num w:numId="13" w16cid:durableId="2140759654">
    <w:abstractNumId w:val="3"/>
  </w:num>
  <w:num w:numId="14" w16cid:durableId="983966242">
    <w:abstractNumId w:val="0"/>
    <w:lvlOverride w:ilvl="0">
      <w:startOverride w:val="1"/>
    </w:lvlOverride>
  </w:num>
  <w:num w:numId="15" w16cid:durableId="1002049099">
    <w:abstractNumId w:val="6"/>
  </w:num>
  <w:num w:numId="16" w16cid:durableId="289946339">
    <w:abstractNumId w:val="5"/>
  </w:num>
  <w:num w:numId="17" w16cid:durableId="1486707007">
    <w:abstractNumId w:val="0"/>
    <w:lvlOverride w:ilvl="0">
      <w:startOverride w:val="1"/>
    </w:lvlOverride>
    <w:lvlOverride w:ilvl="1">
      <w:startOverride w:val="8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027"/>
    <w:rsid w:val="00000942"/>
    <w:rsid w:val="0000309A"/>
    <w:rsid w:val="00010868"/>
    <w:rsid w:val="00010A49"/>
    <w:rsid w:val="00013723"/>
    <w:rsid w:val="00013F6E"/>
    <w:rsid w:val="00016578"/>
    <w:rsid w:val="00017366"/>
    <w:rsid w:val="00020CD6"/>
    <w:rsid w:val="000214EB"/>
    <w:rsid w:val="000237D6"/>
    <w:rsid w:val="00035ABD"/>
    <w:rsid w:val="000363F3"/>
    <w:rsid w:val="0003725D"/>
    <w:rsid w:val="00037C35"/>
    <w:rsid w:val="000415DE"/>
    <w:rsid w:val="000455C2"/>
    <w:rsid w:val="00051A6C"/>
    <w:rsid w:val="0005263A"/>
    <w:rsid w:val="00053FB5"/>
    <w:rsid w:val="00055FC2"/>
    <w:rsid w:val="00056DE2"/>
    <w:rsid w:val="000601A6"/>
    <w:rsid w:val="00061D74"/>
    <w:rsid w:val="00070D41"/>
    <w:rsid w:val="000721B4"/>
    <w:rsid w:val="00075C97"/>
    <w:rsid w:val="00081FD2"/>
    <w:rsid w:val="00094A0D"/>
    <w:rsid w:val="000B2C6C"/>
    <w:rsid w:val="000B5A73"/>
    <w:rsid w:val="000C1BD6"/>
    <w:rsid w:val="000C56BA"/>
    <w:rsid w:val="000D1F45"/>
    <w:rsid w:val="000D784E"/>
    <w:rsid w:val="000E02CC"/>
    <w:rsid w:val="000F2274"/>
    <w:rsid w:val="00101448"/>
    <w:rsid w:val="00104798"/>
    <w:rsid w:val="001069F0"/>
    <w:rsid w:val="001134C1"/>
    <w:rsid w:val="00117311"/>
    <w:rsid w:val="001234DF"/>
    <w:rsid w:val="00125209"/>
    <w:rsid w:val="00125BD8"/>
    <w:rsid w:val="00126664"/>
    <w:rsid w:val="00127895"/>
    <w:rsid w:val="00131697"/>
    <w:rsid w:val="001326D0"/>
    <w:rsid w:val="001413DD"/>
    <w:rsid w:val="0014402F"/>
    <w:rsid w:val="001449CE"/>
    <w:rsid w:val="00145311"/>
    <w:rsid w:val="00145ED5"/>
    <w:rsid w:val="00146444"/>
    <w:rsid w:val="00146474"/>
    <w:rsid w:val="001479FF"/>
    <w:rsid w:val="0015627F"/>
    <w:rsid w:val="0015733C"/>
    <w:rsid w:val="00157CE2"/>
    <w:rsid w:val="0016217E"/>
    <w:rsid w:val="001661F9"/>
    <w:rsid w:val="00166617"/>
    <w:rsid w:val="00172E93"/>
    <w:rsid w:val="001738A2"/>
    <w:rsid w:val="00173E8E"/>
    <w:rsid w:val="00174A7E"/>
    <w:rsid w:val="00177042"/>
    <w:rsid w:val="00177660"/>
    <w:rsid w:val="00177CB9"/>
    <w:rsid w:val="00180D76"/>
    <w:rsid w:val="00181130"/>
    <w:rsid w:val="0018732C"/>
    <w:rsid w:val="001935DF"/>
    <w:rsid w:val="001950DD"/>
    <w:rsid w:val="00197109"/>
    <w:rsid w:val="0019715D"/>
    <w:rsid w:val="001A26DE"/>
    <w:rsid w:val="001A37EF"/>
    <w:rsid w:val="001B009F"/>
    <w:rsid w:val="001B024A"/>
    <w:rsid w:val="001B38D8"/>
    <w:rsid w:val="001B4B29"/>
    <w:rsid w:val="001C0E88"/>
    <w:rsid w:val="001C1D4C"/>
    <w:rsid w:val="001C48D1"/>
    <w:rsid w:val="001C5BD0"/>
    <w:rsid w:val="001D19A3"/>
    <w:rsid w:val="001D216F"/>
    <w:rsid w:val="001D3536"/>
    <w:rsid w:val="001D6CD6"/>
    <w:rsid w:val="001E37D8"/>
    <w:rsid w:val="001E391E"/>
    <w:rsid w:val="001E3B73"/>
    <w:rsid w:val="001E66F7"/>
    <w:rsid w:val="001F2620"/>
    <w:rsid w:val="001F47D5"/>
    <w:rsid w:val="001F6E46"/>
    <w:rsid w:val="00203A33"/>
    <w:rsid w:val="00206919"/>
    <w:rsid w:val="00210E29"/>
    <w:rsid w:val="002137C7"/>
    <w:rsid w:val="002233A0"/>
    <w:rsid w:val="002256BA"/>
    <w:rsid w:val="00227016"/>
    <w:rsid w:val="002340EC"/>
    <w:rsid w:val="002371E0"/>
    <w:rsid w:val="00237580"/>
    <w:rsid w:val="00242011"/>
    <w:rsid w:val="00242BB3"/>
    <w:rsid w:val="00244594"/>
    <w:rsid w:val="002446E0"/>
    <w:rsid w:val="002522D0"/>
    <w:rsid w:val="00252B87"/>
    <w:rsid w:val="0025497B"/>
    <w:rsid w:val="00255412"/>
    <w:rsid w:val="00265CE9"/>
    <w:rsid w:val="00265D81"/>
    <w:rsid w:val="002708B7"/>
    <w:rsid w:val="0027092A"/>
    <w:rsid w:val="002748EF"/>
    <w:rsid w:val="00274D04"/>
    <w:rsid w:val="00276641"/>
    <w:rsid w:val="00277DA1"/>
    <w:rsid w:val="00280D42"/>
    <w:rsid w:val="00281023"/>
    <w:rsid w:val="00281193"/>
    <w:rsid w:val="00283FDC"/>
    <w:rsid w:val="0028430E"/>
    <w:rsid w:val="0028498A"/>
    <w:rsid w:val="00285581"/>
    <w:rsid w:val="00292866"/>
    <w:rsid w:val="002951D3"/>
    <w:rsid w:val="00297C3E"/>
    <w:rsid w:val="00297FD6"/>
    <w:rsid w:val="002A0827"/>
    <w:rsid w:val="002A214B"/>
    <w:rsid w:val="002A33CD"/>
    <w:rsid w:val="002A5C5D"/>
    <w:rsid w:val="002A7972"/>
    <w:rsid w:val="002B0B29"/>
    <w:rsid w:val="002B1C03"/>
    <w:rsid w:val="002B7FF6"/>
    <w:rsid w:val="002C01DC"/>
    <w:rsid w:val="002C53C9"/>
    <w:rsid w:val="002D0043"/>
    <w:rsid w:val="002D3E1B"/>
    <w:rsid w:val="002D60AB"/>
    <w:rsid w:val="002D7890"/>
    <w:rsid w:val="002E07B4"/>
    <w:rsid w:val="002E2687"/>
    <w:rsid w:val="002E2951"/>
    <w:rsid w:val="002E52C7"/>
    <w:rsid w:val="002E544D"/>
    <w:rsid w:val="002E56A1"/>
    <w:rsid w:val="002F3038"/>
    <w:rsid w:val="002F6E1B"/>
    <w:rsid w:val="002F7293"/>
    <w:rsid w:val="002F73BE"/>
    <w:rsid w:val="002F7BD6"/>
    <w:rsid w:val="0030011B"/>
    <w:rsid w:val="00300572"/>
    <w:rsid w:val="003055BA"/>
    <w:rsid w:val="00310F0C"/>
    <w:rsid w:val="003116CD"/>
    <w:rsid w:val="00313955"/>
    <w:rsid w:val="00313C8C"/>
    <w:rsid w:val="00314BD8"/>
    <w:rsid w:val="00315947"/>
    <w:rsid w:val="00316067"/>
    <w:rsid w:val="00321E87"/>
    <w:rsid w:val="00322987"/>
    <w:rsid w:val="00324FFE"/>
    <w:rsid w:val="0032529C"/>
    <w:rsid w:val="00327CF7"/>
    <w:rsid w:val="00336E75"/>
    <w:rsid w:val="003426B5"/>
    <w:rsid w:val="0034362C"/>
    <w:rsid w:val="00346238"/>
    <w:rsid w:val="0035002F"/>
    <w:rsid w:val="00350356"/>
    <w:rsid w:val="00351BB9"/>
    <w:rsid w:val="00353FFC"/>
    <w:rsid w:val="00355C5A"/>
    <w:rsid w:val="00360165"/>
    <w:rsid w:val="00360397"/>
    <w:rsid w:val="00362076"/>
    <w:rsid w:val="0036781C"/>
    <w:rsid w:val="0037488A"/>
    <w:rsid w:val="00375252"/>
    <w:rsid w:val="003825A5"/>
    <w:rsid w:val="003854BB"/>
    <w:rsid w:val="003867D3"/>
    <w:rsid w:val="00387E37"/>
    <w:rsid w:val="0039428A"/>
    <w:rsid w:val="00395A38"/>
    <w:rsid w:val="003978F1"/>
    <w:rsid w:val="003A0579"/>
    <w:rsid w:val="003A1AA3"/>
    <w:rsid w:val="003A2F00"/>
    <w:rsid w:val="003A48B1"/>
    <w:rsid w:val="003B1ECC"/>
    <w:rsid w:val="003B4A9C"/>
    <w:rsid w:val="003C0BF1"/>
    <w:rsid w:val="003C13C3"/>
    <w:rsid w:val="003C21C5"/>
    <w:rsid w:val="003C2212"/>
    <w:rsid w:val="003D1045"/>
    <w:rsid w:val="003D7096"/>
    <w:rsid w:val="003D7175"/>
    <w:rsid w:val="003E0853"/>
    <w:rsid w:val="003E29A7"/>
    <w:rsid w:val="003E3A3B"/>
    <w:rsid w:val="003E654B"/>
    <w:rsid w:val="003E6D00"/>
    <w:rsid w:val="003F0D2E"/>
    <w:rsid w:val="003F15A5"/>
    <w:rsid w:val="003F1736"/>
    <w:rsid w:val="003F44C5"/>
    <w:rsid w:val="003F5292"/>
    <w:rsid w:val="003F60EB"/>
    <w:rsid w:val="003F7C4A"/>
    <w:rsid w:val="0040232F"/>
    <w:rsid w:val="004046BB"/>
    <w:rsid w:val="00404868"/>
    <w:rsid w:val="004049E2"/>
    <w:rsid w:val="004138EF"/>
    <w:rsid w:val="00415FE8"/>
    <w:rsid w:val="004163B7"/>
    <w:rsid w:val="0042136B"/>
    <w:rsid w:val="004239D0"/>
    <w:rsid w:val="004258EE"/>
    <w:rsid w:val="0042719C"/>
    <w:rsid w:val="00430927"/>
    <w:rsid w:val="004341B4"/>
    <w:rsid w:val="004505E5"/>
    <w:rsid w:val="004510D6"/>
    <w:rsid w:val="004558D4"/>
    <w:rsid w:val="00456779"/>
    <w:rsid w:val="00457060"/>
    <w:rsid w:val="00457505"/>
    <w:rsid w:val="00457884"/>
    <w:rsid w:val="00460378"/>
    <w:rsid w:val="00465D97"/>
    <w:rsid w:val="0046640F"/>
    <w:rsid w:val="0046710E"/>
    <w:rsid w:val="0047293F"/>
    <w:rsid w:val="00474E81"/>
    <w:rsid w:val="0048104D"/>
    <w:rsid w:val="004810FF"/>
    <w:rsid w:val="00482683"/>
    <w:rsid w:val="00482FC0"/>
    <w:rsid w:val="00484901"/>
    <w:rsid w:val="00486E1A"/>
    <w:rsid w:val="0048726E"/>
    <w:rsid w:val="00491F65"/>
    <w:rsid w:val="00493E82"/>
    <w:rsid w:val="00496012"/>
    <w:rsid w:val="004A1FB8"/>
    <w:rsid w:val="004A3783"/>
    <w:rsid w:val="004A71BB"/>
    <w:rsid w:val="004B2143"/>
    <w:rsid w:val="004B531D"/>
    <w:rsid w:val="004B7D2D"/>
    <w:rsid w:val="004C012C"/>
    <w:rsid w:val="004C26FB"/>
    <w:rsid w:val="004C416B"/>
    <w:rsid w:val="004C53BA"/>
    <w:rsid w:val="004D3DD3"/>
    <w:rsid w:val="004E1E93"/>
    <w:rsid w:val="004E34B7"/>
    <w:rsid w:val="004E49E1"/>
    <w:rsid w:val="004F4FD3"/>
    <w:rsid w:val="004F77FB"/>
    <w:rsid w:val="00501F12"/>
    <w:rsid w:val="00511CD8"/>
    <w:rsid w:val="00513C55"/>
    <w:rsid w:val="00515677"/>
    <w:rsid w:val="00520F8F"/>
    <w:rsid w:val="00521BF9"/>
    <w:rsid w:val="00527971"/>
    <w:rsid w:val="00531499"/>
    <w:rsid w:val="00531D49"/>
    <w:rsid w:val="00534EDF"/>
    <w:rsid w:val="0053757D"/>
    <w:rsid w:val="005527C9"/>
    <w:rsid w:val="005539E8"/>
    <w:rsid w:val="00555182"/>
    <w:rsid w:val="005602AC"/>
    <w:rsid w:val="00566C83"/>
    <w:rsid w:val="00570E8F"/>
    <w:rsid w:val="0057131E"/>
    <w:rsid w:val="0057322E"/>
    <w:rsid w:val="00573673"/>
    <w:rsid w:val="00574B59"/>
    <w:rsid w:val="00574B83"/>
    <w:rsid w:val="00584F6C"/>
    <w:rsid w:val="00585BFA"/>
    <w:rsid w:val="00587557"/>
    <w:rsid w:val="00592DC0"/>
    <w:rsid w:val="00593DFA"/>
    <w:rsid w:val="00595BB5"/>
    <w:rsid w:val="00595DF9"/>
    <w:rsid w:val="00597E20"/>
    <w:rsid w:val="005A2FD2"/>
    <w:rsid w:val="005A3BE9"/>
    <w:rsid w:val="005A48C2"/>
    <w:rsid w:val="005B0C87"/>
    <w:rsid w:val="005B4AE8"/>
    <w:rsid w:val="005B5C34"/>
    <w:rsid w:val="005C37A2"/>
    <w:rsid w:val="005C48E6"/>
    <w:rsid w:val="005C7F77"/>
    <w:rsid w:val="005D2274"/>
    <w:rsid w:val="005D3164"/>
    <w:rsid w:val="005D5866"/>
    <w:rsid w:val="005D650C"/>
    <w:rsid w:val="005D6A22"/>
    <w:rsid w:val="005E00D9"/>
    <w:rsid w:val="005E2B3E"/>
    <w:rsid w:val="005E4F78"/>
    <w:rsid w:val="005F0089"/>
    <w:rsid w:val="005F1D71"/>
    <w:rsid w:val="005F22F0"/>
    <w:rsid w:val="005F470B"/>
    <w:rsid w:val="005F62FB"/>
    <w:rsid w:val="005F6911"/>
    <w:rsid w:val="0060139B"/>
    <w:rsid w:val="00602C40"/>
    <w:rsid w:val="006043F4"/>
    <w:rsid w:val="006052BE"/>
    <w:rsid w:val="006056B5"/>
    <w:rsid w:val="00605B62"/>
    <w:rsid w:val="00610242"/>
    <w:rsid w:val="006126FB"/>
    <w:rsid w:val="006133BA"/>
    <w:rsid w:val="00613944"/>
    <w:rsid w:val="00614D48"/>
    <w:rsid w:val="00620766"/>
    <w:rsid w:val="0062296C"/>
    <w:rsid w:val="00624C84"/>
    <w:rsid w:val="006347F7"/>
    <w:rsid w:val="00636E70"/>
    <w:rsid w:val="00637300"/>
    <w:rsid w:val="006379B7"/>
    <w:rsid w:val="006407C1"/>
    <w:rsid w:val="00651443"/>
    <w:rsid w:val="00652059"/>
    <w:rsid w:val="00653078"/>
    <w:rsid w:val="006536E8"/>
    <w:rsid w:val="0065556E"/>
    <w:rsid w:val="00660BF0"/>
    <w:rsid w:val="00661CBF"/>
    <w:rsid w:val="00666097"/>
    <w:rsid w:val="0067286F"/>
    <w:rsid w:val="00672E8D"/>
    <w:rsid w:val="00674ADD"/>
    <w:rsid w:val="00681309"/>
    <w:rsid w:val="006818AB"/>
    <w:rsid w:val="00686893"/>
    <w:rsid w:val="00687949"/>
    <w:rsid w:val="00687C5C"/>
    <w:rsid w:val="00691B5B"/>
    <w:rsid w:val="00694599"/>
    <w:rsid w:val="00696FE8"/>
    <w:rsid w:val="006A2C40"/>
    <w:rsid w:val="006A39DF"/>
    <w:rsid w:val="006A475F"/>
    <w:rsid w:val="006A610F"/>
    <w:rsid w:val="006A62E2"/>
    <w:rsid w:val="006B3C60"/>
    <w:rsid w:val="006B7447"/>
    <w:rsid w:val="006C1F39"/>
    <w:rsid w:val="006C2A67"/>
    <w:rsid w:val="006C2F1F"/>
    <w:rsid w:val="006D35D3"/>
    <w:rsid w:val="006D7ADF"/>
    <w:rsid w:val="006D7E27"/>
    <w:rsid w:val="006E0981"/>
    <w:rsid w:val="006E1653"/>
    <w:rsid w:val="006E387B"/>
    <w:rsid w:val="006E48ED"/>
    <w:rsid w:val="006E6D93"/>
    <w:rsid w:val="006F1D36"/>
    <w:rsid w:val="006F529E"/>
    <w:rsid w:val="006F679D"/>
    <w:rsid w:val="006F7C53"/>
    <w:rsid w:val="006F7CA8"/>
    <w:rsid w:val="007033C5"/>
    <w:rsid w:val="00706FA6"/>
    <w:rsid w:val="007071C1"/>
    <w:rsid w:val="00707A7D"/>
    <w:rsid w:val="00711FA5"/>
    <w:rsid w:val="00713E05"/>
    <w:rsid w:val="007175E2"/>
    <w:rsid w:val="007219CA"/>
    <w:rsid w:val="00724237"/>
    <w:rsid w:val="00730398"/>
    <w:rsid w:val="00732042"/>
    <w:rsid w:val="00732265"/>
    <w:rsid w:val="0073297C"/>
    <w:rsid w:val="007437E2"/>
    <w:rsid w:val="0074734C"/>
    <w:rsid w:val="00752CEC"/>
    <w:rsid w:val="00754ECE"/>
    <w:rsid w:val="00755698"/>
    <w:rsid w:val="007570AF"/>
    <w:rsid w:val="007606D1"/>
    <w:rsid w:val="00760C44"/>
    <w:rsid w:val="00761AC5"/>
    <w:rsid w:val="0076318D"/>
    <w:rsid w:val="00764921"/>
    <w:rsid w:val="00765D5E"/>
    <w:rsid w:val="00767FA1"/>
    <w:rsid w:val="00770253"/>
    <w:rsid w:val="007721E2"/>
    <w:rsid w:val="007771EF"/>
    <w:rsid w:val="007772BB"/>
    <w:rsid w:val="0077734E"/>
    <w:rsid w:val="007779EB"/>
    <w:rsid w:val="00783DAF"/>
    <w:rsid w:val="00792376"/>
    <w:rsid w:val="007935A1"/>
    <w:rsid w:val="007935F1"/>
    <w:rsid w:val="00793BF6"/>
    <w:rsid w:val="00794DD6"/>
    <w:rsid w:val="00795250"/>
    <w:rsid w:val="00795CD0"/>
    <w:rsid w:val="007A1B6C"/>
    <w:rsid w:val="007A297F"/>
    <w:rsid w:val="007A32ED"/>
    <w:rsid w:val="007A5525"/>
    <w:rsid w:val="007B165D"/>
    <w:rsid w:val="007B24E6"/>
    <w:rsid w:val="007B3A6F"/>
    <w:rsid w:val="007B4A20"/>
    <w:rsid w:val="007C05B1"/>
    <w:rsid w:val="007C14EA"/>
    <w:rsid w:val="007C1D56"/>
    <w:rsid w:val="007C2739"/>
    <w:rsid w:val="007C2F15"/>
    <w:rsid w:val="007C2F5D"/>
    <w:rsid w:val="007C542D"/>
    <w:rsid w:val="007C78A3"/>
    <w:rsid w:val="007C7B27"/>
    <w:rsid w:val="007D30B5"/>
    <w:rsid w:val="007D4022"/>
    <w:rsid w:val="007D419D"/>
    <w:rsid w:val="007D7325"/>
    <w:rsid w:val="007E14A7"/>
    <w:rsid w:val="007E14C1"/>
    <w:rsid w:val="007E4B89"/>
    <w:rsid w:val="007E665F"/>
    <w:rsid w:val="007E6B23"/>
    <w:rsid w:val="007E6FFB"/>
    <w:rsid w:val="007F4D34"/>
    <w:rsid w:val="007F54E3"/>
    <w:rsid w:val="007F57C3"/>
    <w:rsid w:val="00807444"/>
    <w:rsid w:val="00807682"/>
    <w:rsid w:val="00810627"/>
    <w:rsid w:val="00812C29"/>
    <w:rsid w:val="008130F3"/>
    <w:rsid w:val="00815D01"/>
    <w:rsid w:val="008221E1"/>
    <w:rsid w:val="008233D6"/>
    <w:rsid w:val="0082520D"/>
    <w:rsid w:val="0082668C"/>
    <w:rsid w:val="0083038E"/>
    <w:rsid w:val="00833533"/>
    <w:rsid w:val="0084664D"/>
    <w:rsid w:val="00846AF0"/>
    <w:rsid w:val="00852874"/>
    <w:rsid w:val="0085626E"/>
    <w:rsid w:val="00860EC3"/>
    <w:rsid w:val="00872FD8"/>
    <w:rsid w:val="008737EC"/>
    <w:rsid w:val="00873AA5"/>
    <w:rsid w:val="00874F3E"/>
    <w:rsid w:val="0088119F"/>
    <w:rsid w:val="00881519"/>
    <w:rsid w:val="008839C9"/>
    <w:rsid w:val="00890543"/>
    <w:rsid w:val="00894524"/>
    <w:rsid w:val="00897BB3"/>
    <w:rsid w:val="008A0717"/>
    <w:rsid w:val="008A220B"/>
    <w:rsid w:val="008A2E38"/>
    <w:rsid w:val="008A30F6"/>
    <w:rsid w:val="008A6355"/>
    <w:rsid w:val="008A79A7"/>
    <w:rsid w:val="008B41F7"/>
    <w:rsid w:val="008B4CF1"/>
    <w:rsid w:val="008C1540"/>
    <w:rsid w:val="008C3C29"/>
    <w:rsid w:val="008C4E63"/>
    <w:rsid w:val="008C533A"/>
    <w:rsid w:val="008C5D30"/>
    <w:rsid w:val="008D10E4"/>
    <w:rsid w:val="008D41BF"/>
    <w:rsid w:val="008D533F"/>
    <w:rsid w:val="008D645C"/>
    <w:rsid w:val="008D69AA"/>
    <w:rsid w:val="008E0888"/>
    <w:rsid w:val="008E38CE"/>
    <w:rsid w:val="008E6208"/>
    <w:rsid w:val="00901DA6"/>
    <w:rsid w:val="00903AF8"/>
    <w:rsid w:val="00905514"/>
    <w:rsid w:val="009114E4"/>
    <w:rsid w:val="00912332"/>
    <w:rsid w:val="00914F1C"/>
    <w:rsid w:val="00915184"/>
    <w:rsid w:val="00915A37"/>
    <w:rsid w:val="009225A8"/>
    <w:rsid w:val="009279E7"/>
    <w:rsid w:val="009313D0"/>
    <w:rsid w:val="00931786"/>
    <w:rsid w:val="00931AF7"/>
    <w:rsid w:val="009364E1"/>
    <w:rsid w:val="00940F16"/>
    <w:rsid w:val="0094275A"/>
    <w:rsid w:val="009454DF"/>
    <w:rsid w:val="00953A24"/>
    <w:rsid w:val="0095589C"/>
    <w:rsid w:val="00955A2D"/>
    <w:rsid w:val="009566DB"/>
    <w:rsid w:val="00957150"/>
    <w:rsid w:val="00957570"/>
    <w:rsid w:val="00957D60"/>
    <w:rsid w:val="00961BBC"/>
    <w:rsid w:val="00961BEA"/>
    <w:rsid w:val="009620FB"/>
    <w:rsid w:val="009623ED"/>
    <w:rsid w:val="00963961"/>
    <w:rsid w:val="0096412D"/>
    <w:rsid w:val="009669A6"/>
    <w:rsid w:val="00967D3A"/>
    <w:rsid w:val="00971E56"/>
    <w:rsid w:val="009726FF"/>
    <w:rsid w:val="00974CEE"/>
    <w:rsid w:val="00983CAB"/>
    <w:rsid w:val="009843AD"/>
    <w:rsid w:val="00986BD9"/>
    <w:rsid w:val="0099567F"/>
    <w:rsid w:val="00997A87"/>
    <w:rsid w:val="009A37F0"/>
    <w:rsid w:val="009A3AF9"/>
    <w:rsid w:val="009A5CCA"/>
    <w:rsid w:val="009A6BA3"/>
    <w:rsid w:val="009B5239"/>
    <w:rsid w:val="009B66C1"/>
    <w:rsid w:val="009C0A61"/>
    <w:rsid w:val="009C5C11"/>
    <w:rsid w:val="009C744A"/>
    <w:rsid w:val="009C7F9D"/>
    <w:rsid w:val="009D0EEB"/>
    <w:rsid w:val="009D1B78"/>
    <w:rsid w:val="009D4880"/>
    <w:rsid w:val="009E09DF"/>
    <w:rsid w:val="009E231C"/>
    <w:rsid w:val="009E33FB"/>
    <w:rsid w:val="009F2E2F"/>
    <w:rsid w:val="009F2EF0"/>
    <w:rsid w:val="00A076A6"/>
    <w:rsid w:val="00A07731"/>
    <w:rsid w:val="00A12233"/>
    <w:rsid w:val="00A1357C"/>
    <w:rsid w:val="00A200CC"/>
    <w:rsid w:val="00A20DFC"/>
    <w:rsid w:val="00A21096"/>
    <w:rsid w:val="00A225D4"/>
    <w:rsid w:val="00A268EC"/>
    <w:rsid w:val="00A33E7B"/>
    <w:rsid w:val="00A42853"/>
    <w:rsid w:val="00A449C1"/>
    <w:rsid w:val="00A460DA"/>
    <w:rsid w:val="00A461B0"/>
    <w:rsid w:val="00A4721A"/>
    <w:rsid w:val="00A50840"/>
    <w:rsid w:val="00A54DD1"/>
    <w:rsid w:val="00A559F0"/>
    <w:rsid w:val="00A56473"/>
    <w:rsid w:val="00A57B66"/>
    <w:rsid w:val="00A62889"/>
    <w:rsid w:val="00A63208"/>
    <w:rsid w:val="00A6337E"/>
    <w:rsid w:val="00A63459"/>
    <w:rsid w:val="00A66866"/>
    <w:rsid w:val="00A66A79"/>
    <w:rsid w:val="00A67129"/>
    <w:rsid w:val="00A70116"/>
    <w:rsid w:val="00A75093"/>
    <w:rsid w:val="00A80B2A"/>
    <w:rsid w:val="00A8228E"/>
    <w:rsid w:val="00A849E8"/>
    <w:rsid w:val="00A86109"/>
    <w:rsid w:val="00A86B89"/>
    <w:rsid w:val="00A946BD"/>
    <w:rsid w:val="00A94D67"/>
    <w:rsid w:val="00AA2452"/>
    <w:rsid w:val="00AA2D6A"/>
    <w:rsid w:val="00AA58A2"/>
    <w:rsid w:val="00AA59CF"/>
    <w:rsid w:val="00AB086C"/>
    <w:rsid w:val="00AB0942"/>
    <w:rsid w:val="00AB0F57"/>
    <w:rsid w:val="00AB1658"/>
    <w:rsid w:val="00AB2F4F"/>
    <w:rsid w:val="00AB35F7"/>
    <w:rsid w:val="00AB459F"/>
    <w:rsid w:val="00AB490C"/>
    <w:rsid w:val="00AC15BF"/>
    <w:rsid w:val="00AC539D"/>
    <w:rsid w:val="00AC6AB7"/>
    <w:rsid w:val="00AC7C6B"/>
    <w:rsid w:val="00AD0F0C"/>
    <w:rsid w:val="00AD3BFF"/>
    <w:rsid w:val="00AD3E97"/>
    <w:rsid w:val="00AE40A7"/>
    <w:rsid w:val="00AE5A59"/>
    <w:rsid w:val="00AF0499"/>
    <w:rsid w:val="00AF2AAF"/>
    <w:rsid w:val="00AF4173"/>
    <w:rsid w:val="00AF5C76"/>
    <w:rsid w:val="00AF6E9A"/>
    <w:rsid w:val="00AF70E9"/>
    <w:rsid w:val="00B01F67"/>
    <w:rsid w:val="00B05E81"/>
    <w:rsid w:val="00B068FE"/>
    <w:rsid w:val="00B105D0"/>
    <w:rsid w:val="00B15861"/>
    <w:rsid w:val="00B26268"/>
    <w:rsid w:val="00B27403"/>
    <w:rsid w:val="00B2771E"/>
    <w:rsid w:val="00B31C0D"/>
    <w:rsid w:val="00B340AA"/>
    <w:rsid w:val="00B374EB"/>
    <w:rsid w:val="00B4482F"/>
    <w:rsid w:val="00B44FC9"/>
    <w:rsid w:val="00B5278E"/>
    <w:rsid w:val="00B5330F"/>
    <w:rsid w:val="00B53F95"/>
    <w:rsid w:val="00B56DF5"/>
    <w:rsid w:val="00B6246C"/>
    <w:rsid w:val="00B628DB"/>
    <w:rsid w:val="00B641D8"/>
    <w:rsid w:val="00B66AFB"/>
    <w:rsid w:val="00B708FE"/>
    <w:rsid w:val="00B70A5D"/>
    <w:rsid w:val="00B737E6"/>
    <w:rsid w:val="00B76746"/>
    <w:rsid w:val="00B80DDB"/>
    <w:rsid w:val="00B833C0"/>
    <w:rsid w:val="00B90631"/>
    <w:rsid w:val="00B93CCA"/>
    <w:rsid w:val="00B95A8A"/>
    <w:rsid w:val="00B96839"/>
    <w:rsid w:val="00BB0F56"/>
    <w:rsid w:val="00BB2CED"/>
    <w:rsid w:val="00BB584F"/>
    <w:rsid w:val="00BB6CBB"/>
    <w:rsid w:val="00BB7EA9"/>
    <w:rsid w:val="00BC0FCB"/>
    <w:rsid w:val="00BD2306"/>
    <w:rsid w:val="00BD2891"/>
    <w:rsid w:val="00BD44F5"/>
    <w:rsid w:val="00BD63E4"/>
    <w:rsid w:val="00BD7261"/>
    <w:rsid w:val="00BE08C6"/>
    <w:rsid w:val="00BE7B5D"/>
    <w:rsid w:val="00BF5EC4"/>
    <w:rsid w:val="00C00D98"/>
    <w:rsid w:val="00C00F24"/>
    <w:rsid w:val="00C01D9D"/>
    <w:rsid w:val="00C10C48"/>
    <w:rsid w:val="00C121CA"/>
    <w:rsid w:val="00C13064"/>
    <w:rsid w:val="00C1366C"/>
    <w:rsid w:val="00C13B49"/>
    <w:rsid w:val="00C21AFD"/>
    <w:rsid w:val="00C22F0D"/>
    <w:rsid w:val="00C25FC4"/>
    <w:rsid w:val="00C26817"/>
    <w:rsid w:val="00C27C65"/>
    <w:rsid w:val="00C30559"/>
    <w:rsid w:val="00C33427"/>
    <w:rsid w:val="00C360AA"/>
    <w:rsid w:val="00C37483"/>
    <w:rsid w:val="00C3789A"/>
    <w:rsid w:val="00C37B33"/>
    <w:rsid w:val="00C40193"/>
    <w:rsid w:val="00C40378"/>
    <w:rsid w:val="00C445A8"/>
    <w:rsid w:val="00C46656"/>
    <w:rsid w:val="00C50513"/>
    <w:rsid w:val="00C54276"/>
    <w:rsid w:val="00C55393"/>
    <w:rsid w:val="00C577D4"/>
    <w:rsid w:val="00C57BE2"/>
    <w:rsid w:val="00C63246"/>
    <w:rsid w:val="00C7020D"/>
    <w:rsid w:val="00C722D9"/>
    <w:rsid w:val="00C73514"/>
    <w:rsid w:val="00C74795"/>
    <w:rsid w:val="00C76FDF"/>
    <w:rsid w:val="00C80598"/>
    <w:rsid w:val="00C824D4"/>
    <w:rsid w:val="00C85E1A"/>
    <w:rsid w:val="00C93050"/>
    <w:rsid w:val="00CA72D0"/>
    <w:rsid w:val="00CB343A"/>
    <w:rsid w:val="00CB75C7"/>
    <w:rsid w:val="00CC4CEB"/>
    <w:rsid w:val="00CC7B14"/>
    <w:rsid w:val="00CD0725"/>
    <w:rsid w:val="00CD41A0"/>
    <w:rsid w:val="00CE66C8"/>
    <w:rsid w:val="00CE7C33"/>
    <w:rsid w:val="00CF0C55"/>
    <w:rsid w:val="00CF13BA"/>
    <w:rsid w:val="00CF50AA"/>
    <w:rsid w:val="00CF5D45"/>
    <w:rsid w:val="00CF6FF6"/>
    <w:rsid w:val="00D01847"/>
    <w:rsid w:val="00D02A08"/>
    <w:rsid w:val="00D03E48"/>
    <w:rsid w:val="00D0512F"/>
    <w:rsid w:val="00D07640"/>
    <w:rsid w:val="00D10A2D"/>
    <w:rsid w:val="00D14E3B"/>
    <w:rsid w:val="00D213DE"/>
    <w:rsid w:val="00D26912"/>
    <w:rsid w:val="00D33632"/>
    <w:rsid w:val="00D339BA"/>
    <w:rsid w:val="00D34419"/>
    <w:rsid w:val="00D36E1B"/>
    <w:rsid w:val="00D3780F"/>
    <w:rsid w:val="00D47B8C"/>
    <w:rsid w:val="00D565F8"/>
    <w:rsid w:val="00D573CB"/>
    <w:rsid w:val="00D603E9"/>
    <w:rsid w:val="00D610A5"/>
    <w:rsid w:val="00D62A7F"/>
    <w:rsid w:val="00D633B0"/>
    <w:rsid w:val="00D65E6B"/>
    <w:rsid w:val="00D70B4C"/>
    <w:rsid w:val="00D72799"/>
    <w:rsid w:val="00D727AF"/>
    <w:rsid w:val="00D74FAD"/>
    <w:rsid w:val="00D7728B"/>
    <w:rsid w:val="00D7759D"/>
    <w:rsid w:val="00D80E90"/>
    <w:rsid w:val="00D81AF6"/>
    <w:rsid w:val="00D94121"/>
    <w:rsid w:val="00D9546A"/>
    <w:rsid w:val="00DA2027"/>
    <w:rsid w:val="00DB0888"/>
    <w:rsid w:val="00DB1301"/>
    <w:rsid w:val="00DB3443"/>
    <w:rsid w:val="00DB3C9A"/>
    <w:rsid w:val="00DB70DC"/>
    <w:rsid w:val="00DC1EBD"/>
    <w:rsid w:val="00DC44D6"/>
    <w:rsid w:val="00DD0C29"/>
    <w:rsid w:val="00DD211E"/>
    <w:rsid w:val="00DD4C9D"/>
    <w:rsid w:val="00DD52C6"/>
    <w:rsid w:val="00DE0436"/>
    <w:rsid w:val="00DE202A"/>
    <w:rsid w:val="00DE43A4"/>
    <w:rsid w:val="00DE461A"/>
    <w:rsid w:val="00DF0A64"/>
    <w:rsid w:val="00DF0B97"/>
    <w:rsid w:val="00DF7F07"/>
    <w:rsid w:val="00E06EDD"/>
    <w:rsid w:val="00E10E5F"/>
    <w:rsid w:val="00E1420C"/>
    <w:rsid w:val="00E15FAF"/>
    <w:rsid w:val="00E17E38"/>
    <w:rsid w:val="00E216F9"/>
    <w:rsid w:val="00E26477"/>
    <w:rsid w:val="00E30F87"/>
    <w:rsid w:val="00E3141D"/>
    <w:rsid w:val="00E31EF0"/>
    <w:rsid w:val="00E350BA"/>
    <w:rsid w:val="00E4195D"/>
    <w:rsid w:val="00E41E8B"/>
    <w:rsid w:val="00E5020B"/>
    <w:rsid w:val="00E5108B"/>
    <w:rsid w:val="00E5264F"/>
    <w:rsid w:val="00E52BF2"/>
    <w:rsid w:val="00E605A0"/>
    <w:rsid w:val="00E60CCC"/>
    <w:rsid w:val="00E61DE7"/>
    <w:rsid w:val="00E667EC"/>
    <w:rsid w:val="00E70C4A"/>
    <w:rsid w:val="00E74163"/>
    <w:rsid w:val="00E768B7"/>
    <w:rsid w:val="00E8012A"/>
    <w:rsid w:val="00E810C2"/>
    <w:rsid w:val="00E8602E"/>
    <w:rsid w:val="00E87E47"/>
    <w:rsid w:val="00E934C2"/>
    <w:rsid w:val="00EA24C8"/>
    <w:rsid w:val="00EA2F03"/>
    <w:rsid w:val="00EA306E"/>
    <w:rsid w:val="00EA374B"/>
    <w:rsid w:val="00EA4F9F"/>
    <w:rsid w:val="00EB18CC"/>
    <w:rsid w:val="00EB3759"/>
    <w:rsid w:val="00EB6D6E"/>
    <w:rsid w:val="00EC799A"/>
    <w:rsid w:val="00ED0574"/>
    <w:rsid w:val="00EE520F"/>
    <w:rsid w:val="00EE5472"/>
    <w:rsid w:val="00EE6DF6"/>
    <w:rsid w:val="00EF1F31"/>
    <w:rsid w:val="00EF36FB"/>
    <w:rsid w:val="00EF7DF7"/>
    <w:rsid w:val="00F01E00"/>
    <w:rsid w:val="00F0257E"/>
    <w:rsid w:val="00F02DC3"/>
    <w:rsid w:val="00F05972"/>
    <w:rsid w:val="00F06585"/>
    <w:rsid w:val="00F10D50"/>
    <w:rsid w:val="00F25625"/>
    <w:rsid w:val="00F262AB"/>
    <w:rsid w:val="00F273F2"/>
    <w:rsid w:val="00F30EB3"/>
    <w:rsid w:val="00F342A1"/>
    <w:rsid w:val="00F345D3"/>
    <w:rsid w:val="00F34BF5"/>
    <w:rsid w:val="00F34C95"/>
    <w:rsid w:val="00F42643"/>
    <w:rsid w:val="00F446F2"/>
    <w:rsid w:val="00F45A28"/>
    <w:rsid w:val="00F550BE"/>
    <w:rsid w:val="00F550F0"/>
    <w:rsid w:val="00F56695"/>
    <w:rsid w:val="00F60550"/>
    <w:rsid w:val="00F63A5B"/>
    <w:rsid w:val="00F70100"/>
    <w:rsid w:val="00F709A2"/>
    <w:rsid w:val="00F71606"/>
    <w:rsid w:val="00F747CC"/>
    <w:rsid w:val="00F767A8"/>
    <w:rsid w:val="00F82215"/>
    <w:rsid w:val="00F83767"/>
    <w:rsid w:val="00F86006"/>
    <w:rsid w:val="00F878B8"/>
    <w:rsid w:val="00F8790D"/>
    <w:rsid w:val="00F913B1"/>
    <w:rsid w:val="00F94814"/>
    <w:rsid w:val="00F96774"/>
    <w:rsid w:val="00F972BF"/>
    <w:rsid w:val="00F97FC2"/>
    <w:rsid w:val="00FB29F1"/>
    <w:rsid w:val="00FB4DE5"/>
    <w:rsid w:val="00FB5FD5"/>
    <w:rsid w:val="00FB69E4"/>
    <w:rsid w:val="00FC573E"/>
    <w:rsid w:val="00FC7DBF"/>
    <w:rsid w:val="00FD0525"/>
    <w:rsid w:val="00FD1107"/>
    <w:rsid w:val="00FD115D"/>
    <w:rsid w:val="00FD127F"/>
    <w:rsid w:val="00FD15B3"/>
    <w:rsid w:val="00FD3EA2"/>
    <w:rsid w:val="00FE0834"/>
    <w:rsid w:val="00FE38F5"/>
    <w:rsid w:val="00FE7965"/>
    <w:rsid w:val="00FF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,,0"/>
    </o:shapedefaults>
    <o:shapelayout v:ext="edit">
      <o:idmap v:ext="edit" data="2"/>
    </o:shapelayout>
  </w:shapeDefaults>
  <w:decimalSymbol w:val=","/>
  <w:listSeparator w:val=";"/>
  <w14:docId w14:val="512C9E6B"/>
  <w15:docId w15:val="{973520A5-B231-4EF1-820E-CCCADC71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/>
      <w:iCs/>
      <w:sz w:val="28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aliases w:val="Entec standard,Kehatekst Märk Märk Märk Märk Märk,Body Text Char1,Body Text Char Char,Char"/>
    <w:basedOn w:val="Normal"/>
    <w:link w:val="BodyTextChar"/>
  </w:style>
  <w:style w:type="character" w:styleId="PageNumber">
    <w:name w:val="page number"/>
    <w:basedOn w:val="DefaultParagraphFont"/>
    <w:uiPriority w:val="99"/>
  </w:style>
  <w:style w:type="paragraph" w:customStyle="1" w:styleId="Lisatekst">
    <w:name w:val="Lisatekst"/>
    <w:basedOn w:val="BodyText"/>
    <w:pPr>
      <w:numPr>
        <w:numId w:val="3"/>
      </w:numPr>
      <w:tabs>
        <w:tab w:val="left" w:pos="6521"/>
      </w:tabs>
      <w:spacing w:before="120"/>
    </w:pPr>
  </w:style>
  <w:style w:type="paragraph" w:customStyle="1" w:styleId="Pea">
    <w:name w:val="Pea"/>
    <w:basedOn w:val="BodyText"/>
    <w:pPr>
      <w:ind w:left="-1134"/>
      <w:jc w:val="center"/>
    </w:pPr>
    <w:rPr>
      <w:sz w:val="28"/>
    </w:rPr>
  </w:style>
  <w:style w:type="paragraph" w:customStyle="1" w:styleId="Loetelu">
    <w:name w:val="Loetelu"/>
    <w:basedOn w:val="BodyText"/>
    <w:pPr>
      <w:numPr>
        <w:numId w:val="2"/>
      </w:numPr>
      <w:spacing w:before="120"/>
    </w:pPr>
  </w:style>
  <w:style w:type="paragraph" w:customStyle="1" w:styleId="Bodyt">
    <w:name w:val="Bodyt"/>
    <w:basedOn w:val="Normal"/>
    <w:pPr>
      <w:numPr>
        <w:ilvl w:val="1"/>
        <w:numId w:val="2"/>
      </w:numPr>
    </w:pPr>
  </w:style>
  <w:style w:type="paragraph" w:customStyle="1" w:styleId="Bodyd">
    <w:name w:val="Bodyd"/>
    <w:basedOn w:val="Normal"/>
    <w:pPr>
      <w:numPr>
        <w:ilvl w:val="1"/>
        <w:numId w:val="3"/>
      </w:numPr>
      <w:jc w:val="left"/>
    </w:pPr>
  </w:style>
  <w:style w:type="paragraph" w:customStyle="1" w:styleId="KINNITATUD">
    <w:name w:val="KINNITATUD"/>
    <w:pPr>
      <w:jc w:val="both"/>
    </w:pPr>
    <w:rPr>
      <w:sz w:val="24"/>
      <w:lang w:eastAsia="en-US"/>
    </w:rPr>
  </w:style>
  <w:style w:type="paragraph" w:customStyle="1" w:styleId="Pealk1">
    <w:name w:val="Pealk1"/>
    <w:basedOn w:val="BodyText"/>
    <w:rsid w:val="00852874"/>
    <w:pPr>
      <w:tabs>
        <w:tab w:val="left" w:pos="6521"/>
      </w:tabs>
      <w:jc w:val="left"/>
    </w:pPr>
  </w:style>
  <w:style w:type="character" w:styleId="Hyperlink">
    <w:name w:val="Hyperlink"/>
    <w:basedOn w:val="DefaultParagraphFont"/>
    <w:rsid w:val="006052BE"/>
    <w:rPr>
      <w:color w:val="0000FF" w:themeColor="hyperlink"/>
      <w:u w:val="single"/>
    </w:rPr>
  </w:style>
  <w:style w:type="character" w:styleId="Emphasis">
    <w:name w:val="Emphasis"/>
    <w:qFormat/>
    <w:rsid w:val="006052BE"/>
    <w:rPr>
      <w:i/>
      <w:iCs/>
    </w:rPr>
  </w:style>
  <w:style w:type="paragraph" w:styleId="BalloonText">
    <w:name w:val="Balloon Text"/>
    <w:basedOn w:val="Normal"/>
    <w:link w:val="BalloonTextChar"/>
    <w:rsid w:val="00F4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46F2"/>
    <w:rPr>
      <w:rFonts w:ascii="Tahoma" w:hAnsi="Tahoma" w:cs="Tahoma"/>
      <w:sz w:val="16"/>
      <w:szCs w:val="16"/>
      <w:lang w:eastAsia="en-US"/>
    </w:rPr>
  </w:style>
  <w:style w:type="paragraph" w:customStyle="1" w:styleId="Loet">
    <w:name w:val="Loet"/>
    <w:basedOn w:val="BodyText"/>
    <w:rsid w:val="00EB3759"/>
    <w:pPr>
      <w:numPr>
        <w:numId w:val="5"/>
      </w:numPr>
      <w:tabs>
        <w:tab w:val="left" w:pos="6521"/>
      </w:tabs>
      <w:spacing w:before="120"/>
    </w:pPr>
  </w:style>
  <w:style w:type="paragraph" w:customStyle="1" w:styleId="Body">
    <w:name w:val="Body"/>
    <w:basedOn w:val="BodyText"/>
    <w:rsid w:val="00EB3759"/>
    <w:pPr>
      <w:numPr>
        <w:ilvl w:val="1"/>
        <w:numId w:val="5"/>
      </w:numPr>
      <w:tabs>
        <w:tab w:val="left" w:pos="6521"/>
      </w:tabs>
    </w:pPr>
  </w:style>
  <w:style w:type="character" w:styleId="FollowedHyperlink">
    <w:name w:val="FollowedHyperlink"/>
    <w:basedOn w:val="DefaultParagraphFont"/>
    <w:rsid w:val="00CE66C8"/>
    <w:rPr>
      <w:color w:val="800080" w:themeColor="followedHyperlink"/>
      <w:u w:val="single"/>
    </w:rPr>
  </w:style>
  <w:style w:type="character" w:customStyle="1" w:styleId="BodyTextChar">
    <w:name w:val="Body Text Char"/>
    <w:aliases w:val="Entec standard Char,Kehatekst Märk Märk Märk Märk Märk Char,Body Text Char1 Char,Body Text Char Char Char,Char Char"/>
    <w:basedOn w:val="DefaultParagraphFont"/>
    <w:link w:val="BodyText"/>
    <w:rsid w:val="003F15A5"/>
    <w:rPr>
      <w:sz w:val="24"/>
      <w:lang w:eastAsia="en-US"/>
    </w:rPr>
  </w:style>
  <w:style w:type="paragraph" w:styleId="NormalWeb">
    <w:name w:val="Normal (Web)"/>
    <w:basedOn w:val="Normal"/>
    <w:rsid w:val="003F15A5"/>
    <w:pPr>
      <w:spacing w:before="240" w:after="100" w:afterAutospacing="1"/>
      <w:jc w:val="left"/>
    </w:pPr>
    <w:rPr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C5539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locked/>
    <w:rsid w:val="00CC4CEB"/>
    <w:rPr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4CEB"/>
    <w:rPr>
      <w:sz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F0A6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F0A64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F0A6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0A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F0A6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9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t1\Documents\Korralduste%20eeln&#245;ud\korraldus%20+%20lisa%20+%20seletuskir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28E7E-E10E-4A1A-B011-65378D75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korraldus + lisa + seletuskiri</Template>
  <TotalTime>255</TotalTime>
  <Pages>1</Pages>
  <Words>25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Korraldus</vt:lpstr>
    </vt:vector>
  </TitlesOfParts>
  <Company>TTY  Informaatikainstituut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Korraldus</dc:title>
  <dc:creator>Piret Pent</dc:creator>
  <cp:lastModifiedBy>Oksana Sirkel</cp:lastModifiedBy>
  <cp:revision>3</cp:revision>
  <cp:lastPrinted>2020-06-03T06:11:00Z</cp:lastPrinted>
  <dcterms:created xsi:type="dcterms:W3CDTF">2024-05-21T08:07:00Z</dcterms:created>
  <dcterms:modified xsi:type="dcterms:W3CDTF">2024-05-21T12:57:00Z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505979042</vt:i4>
  </property>
</Properties>
</file>