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DE915D" w14:textId="77777777" w:rsidR="00343507" w:rsidRPr="009A6831" w:rsidRDefault="00343507" w:rsidP="009B2205">
      <w:pPr>
        <w:pStyle w:val="Heading1"/>
        <w:jc w:val="center"/>
        <w:rPr>
          <w:bCs/>
          <w:kern w:val="0"/>
          <w:sz w:val="22"/>
          <w:szCs w:val="22"/>
        </w:rPr>
      </w:pPr>
      <w:bookmarkStart w:id="0" w:name="OLE_LINK3"/>
    </w:p>
    <w:p w14:paraId="077B5F66" w14:textId="52D473DB" w:rsidR="0018240B" w:rsidRPr="009A6831" w:rsidRDefault="0018240B" w:rsidP="009B2205">
      <w:pPr>
        <w:pStyle w:val="Heading1"/>
        <w:jc w:val="center"/>
        <w:rPr>
          <w:bCs/>
          <w:kern w:val="0"/>
          <w:sz w:val="22"/>
          <w:szCs w:val="22"/>
        </w:rPr>
      </w:pPr>
      <w:r w:rsidRPr="009A6831">
        <w:rPr>
          <w:bCs/>
          <w:kern w:val="0"/>
          <w:sz w:val="22"/>
          <w:szCs w:val="22"/>
        </w:rPr>
        <w:t>METSAMA</w:t>
      </w:r>
      <w:r w:rsidR="00B7787D" w:rsidRPr="009A6831">
        <w:rPr>
          <w:bCs/>
          <w:kern w:val="0"/>
          <w:sz w:val="22"/>
          <w:szCs w:val="22"/>
        </w:rPr>
        <w:t>TERJALI MÜÜGILEPING nr 3-3.6.1/</w:t>
      </w:r>
      <w:r w:rsidR="00324BBE" w:rsidRPr="009A6831">
        <w:rPr>
          <w:bCs/>
          <w:kern w:val="0"/>
          <w:sz w:val="22"/>
          <w:szCs w:val="22"/>
        </w:rPr>
        <w:t>202</w:t>
      </w:r>
      <w:r w:rsidR="00A26C8D" w:rsidRPr="009A6831">
        <w:rPr>
          <w:bCs/>
          <w:kern w:val="0"/>
          <w:sz w:val="22"/>
          <w:szCs w:val="22"/>
        </w:rPr>
        <w:t>5</w:t>
      </w:r>
      <w:r w:rsidR="00324BBE" w:rsidRPr="009A6831">
        <w:rPr>
          <w:bCs/>
          <w:kern w:val="0"/>
          <w:sz w:val="22"/>
          <w:szCs w:val="22"/>
        </w:rPr>
        <w:t>/</w:t>
      </w:r>
      <w:r w:rsidR="00A26C8D" w:rsidRPr="009A6831">
        <w:rPr>
          <w:bCs/>
          <w:kern w:val="0"/>
          <w:sz w:val="22"/>
          <w:szCs w:val="22"/>
        </w:rPr>
        <w:t>7</w:t>
      </w:r>
    </w:p>
    <w:p w14:paraId="230791E4" w14:textId="77777777" w:rsidR="0018240B" w:rsidRPr="009A6831" w:rsidRDefault="0018240B" w:rsidP="0018240B">
      <w:pPr>
        <w:rPr>
          <w:sz w:val="22"/>
          <w:szCs w:val="22"/>
        </w:rPr>
      </w:pPr>
    </w:p>
    <w:p w14:paraId="74749664" w14:textId="77777777" w:rsidR="0018240B" w:rsidRPr="009A6831" w:rsidRDefault="0018240B" w:rsidP="009854CC">
      <w:pPr>
        <w:pStyle w:val="Heading1"/>
        <w:ind w:left="4080"/>
        <w:rPr>
          <w:b w:val="0"/>
          <w:bCs/>
          <w:kern w:val="0"/>
          <w:sz w:val="22"/>
          <w:szCs w:val="22"/>
        </w:rPr>
      </w:pPr>
      <w:r w:rsidRPr="009A6831">
        <w:rPr>
          <w:b w:val="0"/>
          <w:bCs/>
          <w:kern w:val="0"/>
          <w:sz w:val="22"/>
          <w:szCs w:val="22"/>
        </w:rPr>
        <w:t>/kuupäev vastavalt hilisemale digitaalallkirja kuupäevale/</w:t>
      </w:r>
    </w:p>
    <w:p w14:paraId="37BA6DDE" w14:textId="77777777" w:rsidR="0018240B" w:rsidRPr="009A6831" w:rsidRDefault="0018240B" w:rsidP="0018240B">
      <w:pPr>
        <w:rPr>
          <w:sz w:val="22"/>
          <w:szCs w:val="22"/>
        </w:rPr>
      </w:pPr>
    </w:p>
    <w:p w14:paraId="0615BB16" w14:textId="77777777" w:rsidR="00C40BDF" w:rsidRPr="009A6831" w:rsidRDefault="00C40BDF" w:rsidP="00C40BDF">
      <w:pPr>
        <w:rPr>
          <w:b/>
          <w:sz w:val="22"/>
          <w:szCs w:val="22"/>
        </w:rPr>
      </w:pPr>
      <w:r w:rsidRPr="009A6831">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354"/>
        <w:gridCol w:w="3308"/>
      </w:tblGrid>
      <w:tr w:rsidR="00C40BDF" w:rsidRPr="009A6831" w14:paraId="63CDF9C8" w14:textId="77777777" w:rsidTr="008D6AF1">
        <w:tc>
          <w:tcPr>
            <w:tcW w:w="3261" w:type="dxa"/>
          </w:tcPr>
          <w:p w14:paraId="0AB701E1" w14:textId="77777777" w:rsidR="00C40BDF" w:rsidRPr="009A6831" w:rsidRDefault="00C40BDF" w:rsidP="00612307">
            <w:pPr>
              <w:pStyle w:val="CommentText"/>
              <w:rPr>
                <w:b/>
                <w:sz w:val="22"/>
                <w:szCs w:val="22"/>
              </w:rPr>
            </w:pPr>
            <w:r w:rsidRPr="009A6831">
              <w:rPr>
                <w:b/>
                <w:sz w:val="22"/>
                <w:szCs w:val="22"/>
              </w:rPr>
              <w:t xml:space="preserve">Riigimetsa Majandamise Keskus (RMK) </w:t>
            </w:r>
          </w:p>
        </w:tc>
        <w:tc>
          <w:tcPr>
            <w:tcW w:w="3354" w:type="dxa"/>
          </w:tcPr>
          <w:p w14:paraId="29CFC1C6" w14:textId="77777777" w:rsidR="00C40BDF" w:rsidRPr="009A6831" w:rsidRDefault="00C40BDF" w:rsidP="00612307">
            <w:pPr>
              <w:rPr>
                <w:sz w:val="22"/>
                <w:szCs w:val="22"/>
              </w:rPr>
            </w:pPr>
            <w:r w:rsidRPr="009A6831">
              <w:rPr>
                <w:sz w:val="22"/>
                <w:szCs w:val="22"/>
              </w:rPr>
              <w:t>Registrikood 70004459</w:t>
            </w:r>
          </w:p>
          <w:p w14:paraId="224982C7" w14:textId="77777777" w:rsidR="00FD2EB1" w:rsidRPr="009A6831" w:rsidRDefault="00FD2EB1" w:rsidP="00FD2EB1">
            <w:pPr>
              <w:spacing w:line="276" w:lineRule="auto"/>
              <w:rPr>
                <w:sz w:val="22"/>
                <w:szCs w:val="22"/>
              </w:rPr>
            </w:pPr>
            <w:r w:rsidRPr="009A6831">
              <w:rPr>
                <w:sz w:val="22"/>
                <w:szCs w:val="22"/>
              </w:rPr>
              <w:t xml:space="preserve">Sagadi küla, Haljala vald, 45403 </w:t>
            </w:r>
          </w:p>
          <w:p w14:paraId="792AC875" w14:textId="77777777" w:rsidR="00C40BDF" w:rsidRPr="009A6831" w:rsidRDefault="00FD2EB1" w:rsidP="00FD2EB1">
            <w:pPr>
              <w:rPr>
                <w:sz w:val="22"/>
                <w:szCs w:val="22"/>
              </w:rPr>
            </w:pPr>
            <w:r w:rsidRPr="009A6831">
              <w:rPr>
                <w:sz w:val="22"/>
                <w:szCs w:val="22"/>
              </w:rPr>
              <w:t>Lääne-Viru maakond</w:t>
            </w:r>
          </w:p>
        </w:tc>
        <w:tc>
          <w:tcPr>
            <w:tcW w:w="3308" w:type="dxa"/>
          </w:tcPr>
          <w:p w14:paraId="79592B3C" w14:textId="77777777" w:rsidR="00C40BDF" w:rsidRPr="009A6831" w:rsidRDefault="00C40BDF" w:rsidP="00612307">
            <w:pPr>
              <w:rPr>
                <w:sz w:val="22"/>
                <w:szCs w:val="22"/>
              </w:rPr>
            </w:pPr>
            <w:r w:rsidRPr="009A6831">
              <w:rPr>
                <w:sz w:val="22"/>
                <w:szCs w:val="22"/>
              </w:rPr>
              <w:t>Tel    676 7500</w:t>
            </w:r>
          </w:p>
          <w:p w14:paraId="6CDC8B04" w14:textId="77777777" w:rsidR="00C40BDF" w:rsidRPr="009A6831" w:rsidRDefault="00C40BDF" w:rsidP="00612307">
            <w:pPr>
              <w:rPr>
                <w:sz w:val="22"/>
                <w:szCs w:val="22"/>
              </w:rPr>
            </w:pPr>
          </w:p>
        </w:tc>
      </w:tr>
      <w:tr w:rsidR="00C40BDF" w:rsidRPr="009A6831" w14:paraId="660E263B" w14:textId="77777777" w:rsidTr="008D6AF1">
        <w:tc>
          <w:tcPr>
            <w:tcW w:w="3261" w:type="dxa"/>
          </w:tcPr>
          <w:p w14:paraId="6FF46C0F" w14:textId="77777777" w:rsidR="00C40BDF" w:rsidRPr="009A6831" w:rsidRDefault="00C40BDF" w:rsidP="00612307">
            <w:pPr>
              <w:rPr>
                <w:sz w:val="22"/>
                <w:szCs w:val="22"/>
              </w:rPr>
            </w:pPr>
            <w:r w:rsidRPr="009A6831">
              <w:rPr>
                <w:sz w:val="22"/>
                <w:szCs w:val="22"/>
              </w:rPr>
              <w:t>Esindaja</w:t>
            </w:r>
          </w:p>
        </w:tc>
        <w:tc>
          <w:tcPr>
            <w:tcW w:w="3354" w:type="dxa"/>
          </w:tcPr>
          <w:p w14:paraId="0EE265B3" w14:textId="77777777" w:rsidR="00C40BDF" w:rsidRPr="009A6831" w:rsidRDefault="00C40BDF" w:rsidP="00612307">
            <w:pPr>
              <w:rPr>
                <w:sz w:val="22"/>
                <w:szCs w:val="22"/>
              </w:rPr>
            </w:pPr>
            <w:r w:rsidRPr="009A6831">
              <w:rPr>
                <w:sz w:val="22"/>
                <w:szCs w:val="22"/>
              </w:rPr>
              <w:t>Puiduturustusosakonna turustuse peaspetsialist Urmas Treial</w:t>
            </w:r>
          </w:p>
        </w:tc>
        <w:tc>
          <w:tcPr>
            <w:tcW w:w="3308" w:type="dxa"/>
          </w:tcPr>
          <w:p w14:paraId="1E644D62" w14:textId="77777777" w:rsidR="00C40BDF" w:rsidRPr="009A6831" w:rsidRDefault="00C40BDF" w:rsidP="00612307">
            <w:pPr>
              <w:rPr>
                <w:sz w:val="22"/>
                <w:szCs w:val="22"/>
              </w:rPr>
            </w:pPr>
            <w:hyperlink r:id="rId8" w:history="1">
              <w:r w:rsidRPr="009A6831">
                <w:rPr>
                  <w:rStyle w:val="Hyperlink"/>
                  <w:sz w:val="22"/>
                  <w:szCs w:val="22"/>
                </w:rPr>
                <w:t>urmas.treial@rmk.ee</w:t>
              </w:r>
            </w:hyperlink>
          </w:p>
          <w:p w14:paraId="08F97BC7" w14:textId="77777777" w:rsidR="00C40BDF" w:rsidRPr="009A6831" w:rsidRDefault="00C40BDF" w:rsidP="00612307">
            <w:pPr>
              <w:rPr>
                <w:sz w:val="22"/>
                <w:szCs w:val="22"/>
              </w:rPr>
            </w:pPr>
            <w:r w:rsidRPr="009A6831">
              <w:rPr>
                <w:sz w:val="22"/>
                <w:szCs w:val="22"/>
              </w:rPr>
              <w:t>Tel 503 3396</w:t>
            </w:r>
          </w:p>
        </w:tc>
      </w:tr>
      <w:tr w:rsidR="00C40BDF" w:rsidRPr="009A6831" w14:paraId="1A902DC3" w14:textId="77777777" w:rsidTr="00612307">
        <w:trPr>
          <w:cantSplit/>
        </w:trPr>
        <w:tc>
          <w:tcPr>
            <w:tcW w:w="9923" w:type="dxa"/>
            <w:gridSpan w:val="3"/>
          </w:tcPr>
          <w:p w14:paraId="47DD9454" w14:textId="6DCBA974" w:rsidR="00C40BDF" w:rsidRPr="009A6831" w:rsidRDefault="00C40BDF" w:rsidP="003B2E6B">
            <w:pPr>
              <w:rPr>
                <w:sz w:val="22"/>
                <w:szCs w:val="22"/>
              </w:rPr>
            </w:pPr>
            <w:r w:rsidRPr="009A6831">
              <w:rPr>
                <w:sz w:val="22"/>
                <w:szCs w:val="22"/>
              </w:rPr>
              <w:t xml:space="preserve">Esindusõigus tuleneb (volitamise alus): </w:t>
            </w:r>
            <w:r w:rsidR="00365CF5" w:rsidRPr="009A6831">
              <w:rPr>
                <w:sz w:val="22"/>
                <w:szCs w:val="22"/>
              </w:rPr>
              <w:t>RMK juhatuse liikme 11. mai 2023 käskkiri 1-5/41</w:t>
            </w:r>
          </w:p>
        </w:tc>
      </w:tr>
    </w:tbl>
    <w:p w14:paraId="2838641D" w14:textId="77777777" w:rsidR="00C40BDF" w:rsidRPr="009A6831" w:rsidRDefault="00C40BDF" w:rsidP="00C40BDF">
      <w:pPr>
        <w:rPr>
          <w:b/>
          <w:sz w:val="22"/>
          <w:szCs w:val="22"/>
        </w:rPr>
      </w:pPr>
      <w:r w:rsidRPr="009A6831">
        <w:rPr>
          <w:b/>
          <w:sz w:val="22"/>
          <w:szCs w:val="22"/>
        </w:rPr>
        <w:t>Ostja andmed</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3399"/>
        <w:gridCol w:w="3240"/>
      </w:tblGrid>
      <w:tr w:rsidR="00C40BDF" w:rsidRPr="009A6831" w14:paraId="5697078A" w14:textId="77777777" w:rsidTr="008D6AF1">
        <w:tc>
          <w:tcPr>
            <w:tcW w:w="3261" w:type="dxa"/>
          </w:tcPr>
          <w:p w14:paraId="166570F3" w14:textId="77777777" w:rsidR="00C40BDF" w:rsidRPr="009A6831" w:rsidRDefault="00C40BDF" w:rsidP="00612307">
            <w:pPr>
              <w:rPr>
                <w:b/>
                <w:sz w:val="22"/>
                <w:szCs w:val="22"/>
              </w:rPr>
            </w:pPr>
            <w:r w:rsidRPr="009A6831">
              <w:rPr>
                <w:b/>
                <w:sz w:val="22"/>
                <w:szCs w:val="22"/>
              </w:rPr>
              <w:t>Lignator Logistika OÜ</w:t>
            </w:r>
          </w:p>
        </w:tc>
        <w:tc>
          <w:tcPr>
            <w:tcW w:w="3399" w:type="dxa"/>
          </w:tcPr>
          <w:p w14:paraId="4CAAC789" w14:textId="77777777" w:rsidR="00C40BDF" w:rsidRPr="009A6831" w:rsidRDefault="00C40BDF" w:rsidP="00612307">
            <w:pPr>
              <w:rPr>
                <w:bCs/>
                <w:sz w:val="22"/>
                <w:szCs w:val="22"/>
              </w:rPr>
            </w:pPr>
            <w:r w:rsidRPr="009A6831">
              <w:rPr>
                <w:sz w:val="22"/>
                <w:szCs w:val="22"/>
              </w:rPr>
              <w:t>Registrikood</w:t>
            </w:r>
            <w:r w:rsidRPr="009A6831">
              <w:rPr>
                <w:bCs/>
                <w:sz w:val="22"/>
                <w:szCs w:val="22"/>
              </w:rPr>
              <w:t xml:space="preserve"> 11269751</w:t>
            </w:r>
          </w:p>
          <w:p w14:paraId="4EB5A185" w14:textId="08F49F7A" w:rsidR="00C40BDF" w:rsidRPr="009A6831" w:rsidRDefault="003873FE" w:rsidP="00612307">
            <w:pPr>
              <w:rPr>
                <w:sz w:val="22"/>
                <w:szCs w:val="22"/>
              </w:rPr>
            </w:pPr>
            <w:r w:rsidRPr="009A6831">
              <w:rPr>
                <w:bCs/>
                <w:sz w:val="22"/>
                <w:szCs w:val="22"/>
              </w:rPr>
              <w:t>Hallivanamehe 4</w:t>
            </w:r>
            <w:r w:rsidR="00C40BDF" w:rsidRPr="009A6831">
              <w:rPr>
                <w:bCs/>
                <w:sz w:val="22"/>
                <w:szCs w:val="22"/>
              </w:rPr>
              <w:t xml:space="preserve">, 11317 Tallinn </w:t>
            </w:r>
          </w:p>
        </w:tc>
        <w:tc>
          <w:tcPr>
            <w:tcW w:w="3240" w:type="dxa"/>
          </w:tcPr>
          <w:p w14:paraId="2902417C" w14:textId="77777777" w:rsidR="00C40BDF" w:rsidRPr="009A6831" w:rsidRDefault="00C40BDF" w:rsidP="00612307">
            <w:pPr>
              <w:rPr>
                <w:sz w:val="22"/>
                <w:szCs w:val="22"/>
              </w:rPr>
            </w:pPr>
            <w:r w:rsidRPr="009A6831">
              <w:rPr>
                <w:bCs/>
                <w:sz w:val="22"/>
                <w:szCs w:val="22"/>
              </w:rPr>
              <w:t xml:space="preserve">Tel   651 8323                             </w:t>
            </w:r>
          </w:p>
        </w:tc>
      </w:tr>
      <w:tr w:rsidR="00C40BDF" w:rsidRPr="009A6831" w14:paraId="4CDF6C7E" w14:textId="77777777" w:rsidTr="008D6AF1">
        <w:trPr>
          <w:trHeight w:val="193"/>
        </w:trPr>
        <w:tc>
          <w:tcPr>
            <w:tcW w:w="3261" w:type="dxa"/>
          </w:tcPr>
          <w:p w14:paraId="7B091CA2" w14:textId="77777777" w:rsidR="00C40BDF" w:rsidRPr="009A6831" w:rsidRDefault="00C40BDF" w:rsidP="00612307">
            <w:pPr>
              <w:rPr>
                <w:sz w:val="22"/>
                <w:szCs w:val="22"/>
              </w:rPr>
            </w:pPr>
            <w:r w:rsidRPr="009A6831">
              <w:rPr>
                <w:sz w:val="22"/>
                <w:szCs w:val="22"/>
              </w:rPr>
              <w:t>Esindaja</w:t>
            </w:r>
          </w:p>
        </w:tc>
        <w:tc>
          <w:tcPr>
            <w:tcW w:w="3399" w:type="dxa"/>
          </w:tcPr>
          <w:p w14:paraId="279C7B73" w14:textId="77777777" w:rsidR="00C40BDF" w:rsidRPr="009A6831" w:rsidRDefault="00C40BDF" w:rsidP="00612307">
            <w:pPr>
              <w:rPr>
                <w:bCs/>
                <w:sz w:val="22"/>
                <w:szCs w:val="22"/>
              </w:rPr>
            </w:pPr>
            <w:r w:rsidRPr="009A6831">
              <w:rPr>
                <w:bCs/>
                <w:sz w:val="22"/>
                <w:szCs w:val="22"/>
              </w:rPr>
              <w:t xml:space="preserve">Juhatuse liige </w:t>
            </w:r>
            <w:r w:rsidR="001B12FB" w:rsidRPr="009A6831">
              <w:rPr>
                <w:bCs/>
                <w:sz w:val="22"/>
                <w:szCs w:val="22"/>
              </w:rPr>
              <w:t>Vivika Koplimaa</w:t>
            </w:r>
          </w:p>
        </w:tc>
        <w:tc>
          <w:tcPr>
            <w:tcW w:w="3240" w:type="dxa"/>
          </w:tcPr>
          <w:p w14:paraId="3938A359" w14:textId="77777777" w:rsidR="00C40BDF" w:rsidRPr="009A6831" w:rsidRDefault="001B12FB" w:rsidP="00612307">
            <w:pPr>
              <w:rPr>
                <w:color w:val="3366FF"/>
                <w:sz w:val="22"/>
                <w:szCs w:val="22"/>
                <w:u w:val="single"/>
              </w:rPr>
            </w:pPr>
            <w:r w:rsidRPr="009A6831">
              <w:rPr>
                <w:rStyle w:val="Hyperlink"/>
                <w:sz w:val="22"/>
                <w:szCs w:val="22"/>
              </w:rPr>
              <w:t>vivika@lignator.ee</w:t>
            </w:r>
          </w:p>
        </w:tc>
      </w:tr>
      <w:tr w:rsidR="00C40BDF" w:rsidRPr="009A6831" w14:paraId="0BC368A9" w14:textId="77777777" w:rsidTr="00612307">
        <w:tblPrEx>
          <w:tblLook w:val="0000" w:firstRow="0" w:lastRow="0" w:firstColumn="0" w:lastColumn="0" w:noHBand="0" w:noVBand="0"/>
        </w:tblPrEx>
        <w:tc>
          <w:tcPr>
            <w:tcW w:w="9900" w:type="dxa"/>
            <w:gridSpan w:val="3"/>
          </w:tcPr>
          <w:p w14:paraId="3251EB7A" w14:textId="2EE54949" w:rsidR="00C40BDF" w:rsidRPr="009A6831" w:rsidRDefault="00C40BDF" w:rsidP="00612307">
            <w:pPr>
              <w:rPr>
                <w:bCs/>
                <w:sz w:val="22"/>
                <w:szCs w:val="22"/>
              </w:rPr>
            </w:pPr>
            <w:r w:rsidRPr="009A6831">
              <w:rPr>
                <w:bCs/>
                <w:sz w:val="22"/>
                <w:szCs w:val="22"/>
              </w:rPr>
              <w:t xml:space="preserve">Esindusõigus tuleneb (volitamise alus): </w:t>
            </w:r>
            <w:r w:rsidR="00FF3932">
              <w:rPr>
                <w:bCs/>
                <w:sz w:val="22"/>
                <w:szCs w:val="22"/>
              </w:rPr>
              <w:t xml:space="preserve">ettevõtte </w:t>
            </w:r>
            <w:r w:rsidRPr="009A6831">
              <w:rPr>
                <w:bCs/>
                <w:sz w:val="22"/>
                <w:szCs w:val="22"/>
              </w:rPr>
              <w:t>põhikiri</w:t>
            </w:r>
          </w:p>
        </w:tc>
      </w:tr>
    </w:tbl>
    <w:p w14:paraId="6292DDDB" w14:textId="77777777" w:rsidR="00C40BDF" w:rsidRPr="009A6831" w:rsidRDefault="00C40BDF" w:rsidP="00C40BDF">
      <w:pPr>
        <w:rPr>
          <w:b/>
          <w:sz w:val="22"/>
          <w:szCs w:val="22"/>
        </w:rPr>
      </w:pPr>
    </w:p>
    <w:bookmarkEnd w:id="0"/>
    <w:p w14:paraId="3755F8D2" w14:textId="77777777" w:rsidR="00343507" w:rsidRPr="009A6831" w:rsidRDefault="00343507" w:rsidP="00343507">
      <w:pPr>
        <w:rPr>
          <w:b/>
          <w:sz w:val="22"/>
          <w:szCs w:val="22"/>
        </w:rPr>
      </w:pPr>
      <w:r w:rsidRPr="009A6831">
        <w:rPr>
          <w:b/>
          <w:sz w:val="22"/>
          <w:szCs w:val="22"/>
        </w:rPr>
        <w:t>1. Metsamaterjali müügilepingu tüüp, müüdav metsamaterjal ja hind</w:t>
      </w:r>
    </w:p>
    <w:p w14:paraId="78375718" w14:textId="77777777" w:rsidR="00343507" w:rsidRPr="009A6831" w:rsidRDefault="00343507" w:rsidP="00343507">
      <w:pPr>
        <w:jc w:val="both"/>
        <w:rPr>
          <w:bCs/>
          <w:sz w:val="22"/>
          <w:szCs w:val="22"/>
        </w:rPr>
      </w:pPr>
      <w:r w:rsidRPr="009A6831">
        <w:rPr>
          <w:bCs/>
          <w:sz w:val="22"/>
          <w:szCs w:val="22"/>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343507" w:rsidRPr="009A6831" w14:paraId="6A526AC8" w14:textId="77777777" w:rsidTr="007C40C4">
        <w:trPr>
          <w:trHeight w:val="281"/>
        </w:trPr>
        <w:tc>
          <w:tcPr>
            <w:tcW w:w="3307" w:type="dxa"/>
          </w:tcPr>
          <w:p w14:paraId="7E152681" w14:textId="77777777" w:rsidR="00343507" w:rsidRPr="009A6831" w:rsidRDefault="00343507" w:rsidP="007C40C4">
            <w:pPr>
              <w:rPr>
                <w:sz w:val="22"/>
                <w:szCs w:val="22"/>
              </w:rPr>
            </w:pPr>
            <w:r w:rsidRPr="009A6831">
              <w:rPr>
                <w:sz w:val="22"/>
                <w:szCs w:val="22"/>
              </w:rPr>
              <w:t>Sortiment, kogus ja asukoht:</w:t>
            </w:r>
          </w:p>
        </w:tc>
        <w:tc>
          <w:tcPr>
            <w:tcW w:w="3308" w:type="dxa"/>
          </w:tcPr>
          <w:p w14:paraId="0C732D8F" w14:textId="77777777" w:rsidR="00343507" w:rsidRPr="009A6831" w:rsidRDefault="00343507" w:rsidP="007C40C4">
            <w:pPr>
              <w:rPr>
                <w:sz w:val="22"/>
                <w:szCs w:val="22"/>
              </w:rPr>
            </w:pPr>
            <w:r w:rsidRPr="009A6831">
              <w:rPr>
                <w:sz w:val="22"/>
                <w:szCs w:val="22"/>
              </w:rPr>
              <w:t>Kvaliteet:</w:t>
            </w:r>
          </w:p>
        </w:tc>
        <w:tc>
          <w:tcPr>
            <w:tcW w:w="3308" w:type="dxa"/>
          </w:tcPr>
          <w:p w14:paraId="39A782D1" w14:textId="77777777" w:rsidR="00343507" w:rsidRPr="009A6831" w:rsidRDefault="00343507" w:rsidP="007C40C4">
            <w:pPr>
              <w:rPr>
                <w:sz w:val="22"/>
                <w:szCs w:val="22"/>
              </w:rPr>
            </w:pPr>
            <w:r w:rsidRPr="009A6831">
              <w:rPr>
                <w:sz w:val="22"/>
                <w:szCs w:val="22"/>
              </w:rPr>
              <w:t>Hind:</w:t>
            </w:r>
          </w:p>
        </w:tc>
      </w:tr>
      <w:tr w:rsidR="00343507" w:rsidRPr="009A6831" w14:paraId="4B239D70" w14:textId="77777777" w:rsidTr="007C40C4">
        <w:trPr>
          <w:trHeight w:val="296"/>
        </w:trPr>
        <w:tc>
          <w:tcPr>
            <w:tcW w:w="3307" w:type="dxa"/>
          </w:tcPr>
          <w:p w14:paraId="76D77935" w14:textId="77777777" w:rsidR="00343507" w:rsidRPr="009A6831" w:rsidRDefault="00343507" w:rsidP="007C40C4">
            <w:pPr>
              <w:rPr>
                <w:b/>
                <w:sz w:val="22"/>
                <w:szCs w:val="22"/>
              </w:rPr>
            </w:pPr>
            <w:r w:rsidRPr="009A6831">
              <w:rPr>
                <w:b/>
                <w:sz w:val="22"/>
                <w:szCs w:val="22"/>
              </w:rPr>
              <w:t>Vastavalt lisale nr 1 “Tarnegraafik”</w:t>
            </w:r>
          </w:p>
        </w:tc>
        <w:tc>
          <w:tcPr>
            <w:tcW w:w="3308" w:type="dxa"/>
          </w:tcPr>
          <w:p w14:paraId="4351DE70" w14:textId="77777777" w:rsidR="00343507" w:rsidRPr="009A6831" w:rsidRDefault="00343507" w:rsidP="007C40C4">
            <w:pPr>
              <w:rPr>
                <w:b/>
                <w:sz w:val="22"/>
                <w:szCs w:val="22"/>
              </w:rPr>
            </w:pPr>
            <w:r w:rsidRPr="009A6831">
              <w:rPr>
                <w:b/>
                <w:sz w:val="22"/>
                <w:szCs w:val="22"/>
              </w:rPr>
              <w:t>Vastavalt lisale 2 “Kvaliteedinõuded”</w:t>
            </w:r>
          </w:p>
        </w:tc>
        <w:tc>
          <w:tcPr>
            <w:tcW w:w="3308" w:type="dxa"/>
          </w:tcPr>
          <w:p w14:paraId="36CF5604" w14:textId="77777777" w:rsidR="00343507" w:rsidRPr="009A6831" w:rsidRDefault="00343507" w:rsidP="007C40C4">
            <w:pPr>
              <w:rPr>
                <w:b/>
                <w:sz w:val="22"/>
                <w:szCs w:val="22"/>
              </w:rPr>
            </w:pPr>
            <w:r w:rsidRPr="009A6831">
              <w:rPr>
                <w:b/>
                <w:sz w:val="22"/>
                <w:szCs w:val="22"/>
              </w:rPr>
              <w:t xml:space="preserve">Vastavalt lisale 3 “Hinnakokkulepe” </w:t>
            </w:r>
          </w:p>
        </w:tc>
      </w:tr>
    </w:tbl>
    <w:p w14:paraId="305B9E31" w14:textId="77777777" w:rsidR="00343507" w:rsidRPr="009A6831" w:rsidRDefault="00343507" w:rsidP="00343507">
      <w:pPr>
        <w:ind w:right="-144"/>
        <w:rPr>
          <w:b/>
          <w:sz w:val="22"/>
          <w:szCs w:val="22"/>
        </w:rPr>
      </w:pPr>
    </w:p>
    <w:p w14:paraId="45D082BC" w14:textId="77777777" w:rsidR="00343507" w:rsidRPr="009A6831" w:rsidRDefault="00343507" w:rsidP="00343507">
      <w:pPr>
        <w:ind w:right="-144"/>
        <w:rPr>
          <w:sz w:val="22"/>
          <w:szCs w:val="22"/>
        </w:rPr>
      </w:pPr>
      <w:r w:rsidRPr="009A6831">
        <w:rPr>
          <w:sz w:val="22"/>
          <w:szCs w:val="22"/>
        </w:rPr>
        <w:t>Käesolev leping on sõlmitud Vabariigi Valitsuse 4. jaanuari 2007. a määruse nr 1 § 5 kohaselt läbi viidud avaliku kirjaliku enampakkumise võitnud isikuga.</w:t>
      </w:r>
    </w:p>
    <w:p w14:paraId="6B344454" w14:textId="77777777" w:rsidR="00343507" w:rsidRPr="009A6831" w:rsidRDefault="00343507" w:rsidP="00343507">
      <w:pPr>
        <w:jc w:val="both"/>
        <w:rPr>
          <w:b/>
          <w:sz w:val="22"/>
          <w:szCs w:val="22"/>
        </w:rPr>
      </w:pPr>
    </w:p>
    <w:p w14:paraId="4F2E4925" w14:textId="77777777" w:rsidR="00343507" w:rsidRPr="009A6831" w:rsidRDefault="00343507" w:rsidP="00343507">
      <w:pPr>
        <w:jc w:val="both"/>
        <w:rPr>
          <w:bCs/>
          <w:sz w:val="22"/>
          <w:szCs w:val="22"/>
        </w:rPr>
      </w:pPr>
      <w:r w:rsidRPr="009A6831">
        <w:rPr>
          <w:b/>
          <w:sz w:val="22"/>
          <w:szCs w:val="22"/>
        </w:rPr>
        <w:t>2. Metsamaterjali üleandmine, mõõtmine ja kvaliteedi hindamine.</w:t>
      </w:r>
    </w:p>
    <w:p w14:paraId="3DB8E962" w14:textId="77777777" w:rsidR="00343507" w:rsidRPr="009A6831" w:rsidRDefault="00343507" w:rsidP="00343507">
      <w:pPr>
        <w:jc w:val="both"/>
        <w:rPr>
          <w:sz w:val="22"/>
          <w:szCs w:val="22"/>
        </w:rPr>
      </w:pPr>
      <w:r w:rsidRPr="009A6831">
        <w:rPr>
          <w:b/>
          <w:sz w:val="22"/>
          <w:szCs w:val="22"/>
        </w:rPr>
        <w:t>2.1.</w:t>
      </w:r>
      <w:r w:rsidRPr="009A6831">
        <w:rPr>
          <w:sz w:val="22"/>
          <w:szCs w:val="22"/>
        </w:rPr>
        <w:tab/>
        <w:t>Metsamaterjali üleandmise tarnetingimus (Incoterms 2020) ja tarnekoht, sealhulgas metsamaterjali valduse ostjale üleandmise koht, on kokku lepitud Lepingu lisaga 1 „</w:t>
      </w:r>
      <w:r w:rsidRPr="009A6831">
        <w:rPr>
          <w:b/>
          <w:sz w:val="22"/>
          <w:szCs w:val="22"/>
        </w:rPr>
        <w:t>Tarnegraafik“</w:t>
      </w:r>
      <w:r w:rsidRPr="009A6831">
        <w:rPr>
          <w:sz w:val="22"/>
          <w:szCs w:val="22"/>
        </w:rPr>
        <w:t>.</w:t>
      </w:r>
    </w:p>
    <w:p w14:paraId="79DE1F60" w14:textId="77777777" w:rsidR="00343507" w:rsidRPr="009A6831" w:rsidRDefault="00343507" w:rsidP="00343507">
      <w:pPr>
        <w:jc w:val="both"/>
        <w:rPr>
          <w:sz w:val="22"/>
          <w:szCs w:val="22"/>
        </w:rPr>
      </w:pPr>
      <w:r w:rsidRPr="009A6831">
        <w:rPr>
          <w:b/>
          <w:sz w:val="22"/>
          <w:szCs w:val="22"/>
        </w:rPr>
        <w:t>2.2.</w:t>
      </w:r>
      <w:r w:rsidRPr="009A6831">
        <w:rPr>
          <w:sz w:val="22"/>
          <w:szCs w:val="22"/>
        </w:rPr>
        <w:tab/>
        <w:t xml:space="preserve">Müüja on kohustatud omal kulul ise või volitatud vedaja abiga laadima metsamaterjali müüja laos metsaveoautodele ning vedama ostja lattu. Müüja vormistab metsamaterjali vedamise elektroonilise dokumendi (edaspidi: </w:t>
      </w:r>
      <w:r w:rsidRPr="009A6831">
        <w:rPr>
          <w:b/>
          <w:sz w:val="22"/>
          <w:szCs w:val="22"/>
        </w:rPr>
        <w:t>e-Veoseleht</w:t>
      </w:r>
      <w:r w:rsidRPr="009A6831">
        <w:rPr>
          <w:sz w:val="22"/>
          <w:szCs w:val="22"/>
        </w:rPr>
        <w:t xml:space="preserve">), näidates selles ära vedamiseks antud metsamaterjali koguse kuupmeetrites. E-Veoselehed asuvad elektroonilise veoselehe infosüsteemis (EVR). </w:t>
      </w:r>
    </w:p>
    <w:p w14:paraId="5966B0B7" w14:textId="77777777" w:rsidR="00343507" w:rsidRPr="009A6831" w:rsidRDefault="00343507" w:rsidP="00343507">
      <w:pPr>
        <w:jc w:val="both"/>
        <w:rPr>
          <w:sz w:val="22"/>
          <w:szCs w:val="22"/>
        </w:rPr>
      </w:pPr>
      <w:r w:rsidRPr="009A6831">
        <w:rPr>
          <w:b/>
          <w:sz w:val="22"/>
          <w:szCs w:val="22"/>
        </w:rPr>
        <w:t>2.3.</w:t>
      </w:r>
      <w:r w:rsidRPr="009A6831">
        <w:rPr>
          <w:sz w:val="22"/>
          <w:szCs w:val="22"/>
        </w:rPr>
        <w:tab/>
        <w:t xml:space="preserve">Ostja mõõdab tarnitud metsamaterjali koguse ja hindab selle kvaliteeti metsamaterjali koorma saabumise päeval ostja lattu. Vastavate toimingute juures võib viibida müüja esindaja. Metsamaterjali koguse mõõtmine ja kvaliteedi hindamine teostatakse vastavalt RMK virnmaterjalide standardis (avaldatud </w:t>
      </w:r>
      <w:hyperlink r:id="rId9" w:history="1">
        <w:r w:rsidRPr="009A6831">
          <w:rPr>
            <w:rStyle w:val="Hyperlink"/>
            <w:sz w:val="22"/>
            <w:szCs w:val="22"/>
          </w:rPr>
          <w:t>www.rmk.ee</w:t>
        </w:r>
      </w:hyperlink>
      <w:r w:rsidRPr="009A6831">
        <w:rPr>
          <w:sz w:val="22"/>
          <w:szCs w:val="22"/>
        </w:rPr>
        <w:t>) esitatud juhtnööridele. Kvaliteedinõuetele mittevastava metsamaterjali kogust ei arvestata tarnegraafikuga kokku lepitud metsamaterjali koguse hulka.</w:t>
      </w:r>
    </w:p>
    <w:p w14:paraId="53964CA6" w14:textId="77777777" w:rsidR="00343507" w:rsidRPr="009A6831" w:rsidRDefault="00343507" w:rsidP="00343507">
      <w:pPr>
        <w:jc w:val="both"/>
        <w:rPr>
          <w:sz w:val="22"/>
          <w:szCs w:val="22"/>
        </w:rPr>
      </w:pPr>
      <w:r w:rsidRPr="009A6831">
        <w:rPr>
          <w:b/>
          <w:sz w:val="22"/>
          <w:szCs w:val="22"/>
        </w:rPr>
        <w:t>2.4.</w:t>
      </w:r>
      <w:r w:rsidRPr="009A6831">
        <w:rPr>
          <w:sz w:val="22"/>
          <w:szCs w:val="22"/>
        </w:rPr>
        <w:tab/>
        <w:t xml:space="preserve">Kui metsamaterjali kvaliteedi hindamisel selgub, et rohkem kui 10% (kümme protsenti) tarnitud metsamaterjalist ei vasta kvaliteedinõuetele, on ostjal õigus keelduda vastava tarnitud metsamaterjali koguse vastuvõtmisest ja kohustus sellest viivitamatult teavitada müüja esindajat. Ostja hilisemad pretensioonid ei ole aluseks tarnitud metsamaterjali kvaliteedinõuetele vastavuse vaidlustamisel. </w:t>
      </w:r>
    </w:p>
    <w:p w14:paraId="5C0500AC" w14:textId="77777777" w:rsidR="00343507" w:rsidRPr="009A6831" w:rsidRDefault="00343507" w:rsidP="00343507">
      <w:pPr>
        <w:jc w:val="both"/>
        <w:rPr>
          <w:sz w:val="22"/>
          <w:szCs w:val="22"/>
        </w:rPr>
      </w:pPr>
      <w:r w:rsidRPr="009A6831">
        <w:rPr>
          <w:b/>
          <w:sz w:val="22"/>
          <w:szCs w:val="22"/>
        </w:rPr>
        <w:lastRenderedPageBreak/>
        <w:t>2.5.</w:t>
      </w:r>
      <w:r w:rsidRPr="009A6831">
        <w:rPr>
          <w:sz w:val="22"/>
          <w:szCs w:val="22"/>
        </w:rPr>
        <w:tab/>
        <w:t xml:space="preserve">Kui ei ole kokku lepitud teisiti määrab ostja koormapaki mõõdud, virnatäiuse koefitsiendi ja praagimahu rikete lõikes müüja elektroonilises metsamaterjali koormapakkidena vastuvõtmise rakenduses (edaspidi: </w:t>
      </w:r>
      <w:r w:rsidRPr="009A6831">
        <w:rPr>
          <w:b/>
          <w:sz w:val="22"/>
          <w:szCs w:val="22"/>
        </w:rPr>
        <w:t>KPV</w:t>
      </w:r>
      <w:r w:rsidRPr="009A6831">
        <w:rPr>
          <w:sz w:val="22"/>
          <w:szCs w:val="22"/>
        </w:rPr>
        <w:t>)  ja kinnitab KPV-s mõõtmistulemused ühe päeva jooksul peale metsamaterjali koorma saabumist ostja lattu.</w:t>
      </w:r>
    </w:p>
    <w:p w14:paraId="46F7B7A0" w14:textId="77777777" w:rsidR="00343507" w:rsidRPr="009A6831" w:rsidRDefault="00343507" w:rsidP="00343507">
      <w:pPr>
        <w:jc w:val="both"/>
        <w:rPr>
          <w:sz w:val="22"/>
          <w:szCs w:val="22"/>
        </w:rPr>
      </w:pPr>
      <w:r w:rsidRPr="009A6831">
        <w:rPr>
          <w:b/>
          <w:sz w:val="22"/>
          <w:szCs w:val="22"/>
        </w:rPr>
        <w:t>2.6.</w:t>
      </w:r>
      <w:r w:rsidRPr="009A6831">
        <w:rPr>
          <w:sz w:val="22"/>
          <w:szCs w:val="22"/>
        </w:rPr>
        <w:tab/>
        <w:t xml:space="preserve">Kui müüja peale ostja mõõtmistulemuste teadasaamist ei teavita ostjat mõõtmistulemustega mittenõustumisest kirjalikult 2 päeva jooksul, loetakse mõõtmistulemused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284C599B" w14:textId="77777777" w:rsidR="00343507" w:rsidRPr="009A6831" w:rsidRDefault="00343507" w:rsidP="00343507">
      <w:pPr>
        <w:jc w:val="both"/>
        <w:rPr>
          <w:sz w:val="22"/>
          <w:szCs w:val="22"/>
        </w:rPr>
      </w:pPr>
      <w:r w:rsidRPr="009A6831">
        <w:rPr>
          <w:b/>
          <w:sz w:val="22"/>
          <w:szCs w:val="22"/>
        </w:rPr>
        <w:t>2.7.</w:t>
      </w:r>
      <w:r w:rsidRPr="009A6831">
        <w:rPr>
          <w:sz w:val="22"/>
          <w:szCs w:val="22"/>
        </w:rPr>
        <w:tab/>
        <w:t>Metsamaterjali koguse maht müügitehingu vormistamisel esitatakse täpsusega kuni teise kohani peale koma. Müüja koostab ja saadab ostjale</w:t>
      </w:r>
      <w:r w:rsidRPr="009A6831">
        <w:rPr>
          <w:b/>
          <w:sz w:val="22"/>
          <w:szCs w:val="22"/>
        </w:rPr>
        <w:t xml:space="preserve"> </w:t>
      </w:r>
      <w:r w:rsidRPr="009A6831">
        <w:rPr>
          <w:sz w:val="22"/>
          <w:szCs w:val="22"/>
        </w:rPr>
        <w:t>metsamaterjali eest tasumiseks arve vähemalt kord nädalas kui pole kokku lepitud teisiti.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1416590B" w14:textId="77777777" w:rsidR="00343507" w:rsidRPr="009A6831" w:rsidRDefault="00343507" w:rsidP="00343507">
      <w:pPr>
        <w:jc w:val="both"/>
        <w:rPr>
          <w:b/>
          <w:sz w:val="22"/>
          <w:szCs w:val="22"/>
        </w:rPr>
      </w:pPr>
    </w:p>
    <w:p w14:paraId="3862A448" w14:textId="77777777" w:rsidR="00343507" w:rsidRPr="009A6831" w:rsidRDefault="00343507" w:rsidP="00343507">
      <w:pPr>
        <w:jc w:val="both"/>
        <w:rPr>
          <w:b/>
          <w:sz w:val="22"/>
          <w:szCs w:val="22"/>
        </w:rPr>
      </w:pPr>
      <w:r w:rsidRPr="009A6831">
        <w:rPr>
          <w:b/>
          <w:sz w:val="22"/>
          <w:szCs w:val="22"/>
        </w:rPr>
        <w:t>3. Vaidluste lahendamine</w:t>
      </w:r>
    </w:p>
    <w:p w14:paraId="3B453B38" w14:textId="61BEEB59" w:rsidR="00343507" w:rsidRPr="009A6831" w:rsidRDefault="00343507" w:rsidP="00343507">
      <w:pPr>
        <w:jc w:val="both"/>
        <w:rPr>
          <w:sz w:val="22"/>
          <w:szCs w:val="22"/>
        </w:rPr>
      </w:pPr>
      <w:r w:rsidRPr="009A6831">
        <w:rPr>
          <w:b/>
          <w:sz w:val="22"/>
          <w:szCs w:val="22"/>
        </w:rPr>
        <w:t>3.1.</w:t>
      </w:r>
      <w:r w:rsidR="00365CF5" w:rsidRPr="009A6831">
        <w:rPr>
          <w:b/>
          <w:sz w:val="22"/>
          <w:szCs w:val="22"/>
        </w:rPr>
        <w:t xml:space="preserve"> </w:t>
      </w:r>
      <w:r w:rsidR="00365CF5" w:rsidRPr="009A6831">
        <w:rPr>
          <w:sz w:val="22"/>
          <w:szCs w:val="22"/>
        </w:rPr>
        <w:t>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w:t>
      </w:r>
    </w:p>
    <w:p w14:paraId="69FD9DBF" w14:textId="759A7159" w:rsidR="00343507" w:rsidRPr="009A6831" w:rsidRDefault="00343507" w:rsidP="00343507">
      <w:pPr>
        <w:jc w:val="both"/>
        <w:rPr>
          <w:sz w:val="22"/>
          <w:szCs w:val="22"/>
        </w:rPr>
      </w:pPr>
      <w:r w:rsidRPr="009A6831">
        <w:rPr>
          <w:b/>
          <w:bCs/>
          <w:sz w:val="22"/>
          <w:szCs w:val="22"/>
        </w:rPr>
        <w:t>3.2.</w:t>
      </w:r>
      <w:r w:rsidR="00365CF5" w:rsidRPr="009A6831">
        <w:rPr>
          <w:bCs/>
          <w:sz w:val="22"/>
          <w:szCs w:val="22"/>
        </w:rPr>
        <w:t xml:space="preserve"> 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41999063" w14:textId="77777777" w:rsidR="00D930C3" w:rsidRPr="009A6831" w:rsidRDefault="00D930C3">
      <w:pPr>
        <w:jc w:val="both"/>
        <w:rPr>
          <w:bCs/>
          <w:sz w:val="22"/>
          <w:szCs w:val="22"/>
        </w:rPr>
      </w:pPr>
    </w:p>
    <w:p w14:paraId="3B45044D" w14:textId="77777777" w:rsidR="00B92CDD" w:rsidRPr="009A6831" w:rsidRDefault="000D5F65" w:rsidP="00B92CDD">
      <w:pPr>
        <w:rPr>
          <w:b/>
          <w:sz w:val="22"/>
          <w:szCs w:val="22"/>
        </w:rPr>
      </w:pPr>
      <w:r w:rsidRPr="009A6831">
        <w:rPr>
          <w:b/>
          <w:sz w:val="22"/>
          <w:szCs w:val="22"/>
        </w:rPr>
        <w:t>4</w:t>
      </w:r>
      <w:r w:rsidR="00B92CDD" w:rsidRPr="009A6831">
        <w:rPr>
          <w:b/>
          <w:sz w:val="22"/>
          <w:szCs w:val="22"/>
        </w:rPr>
        <w:t>. Arvelduste kord, Maksetähtaeg ja Krediidilimiit</w:t>
      </w:r>
    </w:p>
    <w:p w14:paraId="61C2CBBF" w14:textId="548EB514" w:rsidR="00B92CDD" w:rsidRPr="009A6831" w:rsidRDefault="000D5F65" w:rsidP="00B92CDD">
      <w:pPr>
        <w:rPr>
          <w:bCs/>
          <w:sz w:val="22"/>
          <w:szCs w:val="22"/>
        </w:rPr>
      </w:pPr>
      <w:r w:rsidRPr="009A6831">
        <w:rPr>
          <w:b/>
          <w:bCs/>
          <w:sz w:val="22"/>
          <w:szCs w:val="22"/>
        </w:rPr>
        <w:t>4</w:t>
      </w:r>
      <w:r w:rsidR="00B92CDD" w:rsidRPr="009A6831">
        <w:rPr>
          <w:b/>
          <w:bCs/>
          <w:sz w:val="22"/>
          <w:szCs w:val="22"/>
        </w:rPr>
        <w:t>.1</w:t>
      </w:r>
      <w:r w:rsidR="003416DD" w:rsidRPr="009A6831">
        <w:rPr>
          <w:b/>
          <w:bCs/>
          <w:sz w:val="22"/>
          <w:szCs w:val="22"/>
        </w:rPr>
        <w:t>.</w:t>
      </w:r>
      <w:r w:rsidR="009854CC">
        <w:rPr>
          <w:bCs/>
          <w:sz w:val="22"/>
          <w:szCs w:val="22"/>
        </w:rPr>
        <w:t xml:space="preserve"> </w:t>
      </w:r>
      <w:r w:rsidR="00B92CDD" w:rsidRPr="009A6831">
        <w:rPr>
          <w:bCs/>
          <w:sz w:val="22"/>
          <w:szCs w:val="22"/>
        </w:rPr>
        <w:t xml:space="preserve">Metsamaterjali müügilepinguga seonduvad arveldused tehakse Tüüptingimuste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B92CDD" w:rsidRPr="009A6831" w14:paraId="6C4A6CA1" w14:textId="77777777" w:rsidTr="00FB41E2">
        <w:tc>
          <w:tcPr>
            <w:tcW w:w="4962" w:type="dxa"/>
          </w:tcPr>
          <w:p w14:paraId="090F4D0F" w14:textId="77777777" w:rsidR="00B92CDD" w:rsidRPr="009A6831" w:rsidRDefault="000D5F65" w:rsidP="00FB17DB">
            <w:pPr>
              <w:rPr>
                <w:sz w:val="22"/>
                <w:szCs w:val="22"/>
              </w:rPr>
            </w:pPr>
            <w:r w:rsidRPr="009A6831">
              <w:rPr>
                <w:b/>
                <w:bCs/>
                <w:sz w:val="22"/>
                <w:szCs w:val="22"/>
              </w:rPr>
              <w:t>4</w:t>
            </w:r>
            <w:r w:rsidR="00B92CDD" w:rsidRPr="009A6831">
              <w:rPr>
                <w:b/>
                <w:bCs/>
                <w:sz w:val="22"/>
                <w:szCs w:val="22"/>
              </w:rPr>
              <w:t>.2</w:t>
            </w:r>
            <w:r w:rsidR="003416DD" w:rsidRPr="009A6831">
              <w:rPr>
                <w:b/>
                <w:bCs/>
                <w:sz w:val="22"/>
                <w:szCs w:val="22"/>
              </w:rPr>
              <w:t>.</w:t>
            </w:r>
            <w:r w:rsidR="00B92CDD" w:rsidRPr="009A6831">
              <w:rPr>
                <w:b/>
                <w:bCs/>
                <w:sz w:val="22"/>
                <w:szCs w:val="22"/>
              </w:rPr>
              <w:t xml:space="preserve"> Maksetähtaeg </w:t>
            </w:r>
          </w:p>
          <w:p w14:paraId="2B0BF6CB" w14:textId="77777777" w:rsidR="00B92CDD" w:rsidRPr="009A6831" w:rsidRDefault="00B92CDD" w:rsidP="00FB17DB">
            <w:pPr>
              <w:rPr>
                <w:sz w:val="22"/>
                <w:szCs w:val="22"/>
              </w:rPr>
            </w:pPr>
            <w:r w:rsidRPr="009A6831">
              <w:rPr>
                <w:sz w:val="22"/>
                <w:szCs w:val="22"/>
              </w:rPr>
              <w:t>(Tüüptingimuste art. 5)</w:t>
            </w:r>
          </w:p>
        </w:tc>
        <w:tc>
          <w:tcPr>
            <w:tcW w:w="4819" w:type="dxa"/>
          </w:tcPr>
          <w:p w14:paraId="05078205" w14:textId="77777777" w:rsidR="00B92CDD" w:rsidRPr="009A6831" w:rsidRDefault="000D5F65" w:rsidP="00FB17DB">
            <w:pPr>
              <w:rPr>
                <w:sz w:val="22"/>
                <w:szCs w:val="22"/>
              </w:rPr>
            </w:pPr>
            <w:r w:rsidRPr="009A6831">
              <w:rPr>
                <w:b/>
                <w:bCs/>
                <w:sz w:val="22"/>
                <w:szCs w:val="22"/>
              </w:rPr>
              <w:t>4</w:t>
            </w:r>
            <w:r w:rsidR="00B92CDD" w:rsidRPr="009A6831">
              <w:rPr>
                <w:b/>
                <w:bCs/>
                <w:sz w:val="22"/>
                <w:szCs w:val="22"/>
              </w:rPr>
              <w:t>.3</w:t>
            </w:r>
            <w:r w:rsidR="003416DD" w:rsidRPr="009A6831">
              <w:rPr>
                <w:b/>
                <w:bCs/>
                <w:sz w:val="22"/>
                <w:szCs w:val="22"/>
              </w:rPr>
              <w:t>.</w:t>
            </w:r>
            <w:r w:rsidR="00B92CDD" w:rsidRPr="009A6831">
              <w:rPr>
                <w:b/>
                <w:bCs/>
                <w:sz w:val="22"/>
                <w:szCs w:val="22"/>
              </w:rPr>
              <w:t xml:space="preserve"> Krediidilimiit</w:t>
            </w:r>
            <w:r w:rsidR="00B92CDD" w:rsidRPr="009A6831">
              <w:rPr>
                <w:sz w:val="22"/>
                <w:szCs w:val="22"/>
              </w:rPr>
              <w:t xml:space="preserve"> </w:t>
            </w:r>
          </w:p>
          <w:p w14:paraId="0C13BD1B" w14:textId="77777777" w:rsidR="00B92CDD" w:rsidRPr="009A6831" w:rsidRDefault="00B92CDD" w:rsidP="00EF13AE">
            <w:pPr>
              <w:rPr>
                <w:sz w:val="22"/>
                <w:szCs w:val="22"/>
              </w:rPr>
            </w:pPr>
            <w:r w:rsidRPr="009A6831">
              <w:rPr>
                <w:sz w:val="22"/>
                <w:szCs w:val="22"/>
              </w:rPr>
              <w:t>(Tüüptingimuste p. 6.</w:t>
            </w:r>
            <w:r w:rsidR="00EF13AE" w:rsidRPr="009A6831">
              <w:rPr>
                <w:sz w:val="22"/>
                <w:szCs w:val="22"/>
              </w:rPr>
              <w:t>5</w:t>
            </w:r>
            <w:r w:rsidRPr="009A6831">
              <w:rPr>
                <w:sz w:val="22"/>
                <w:szCs w:val="22"/>
              </w:rPr>
              <w:t>)</w:t>
            </w:r>
          </w:p>
        </w:tc>
      </w:tr>
      <w:tr w:rsidR="001D736B" w:rsidRPr="009A6831" w14:paraId="348F78DD" w14:textId="77777777" w:rsidTr="00FB41E2">
        <w:tc>
          <w:tcPr>
            <w:tcW w:w="4962" w:type="dxa"/>
          </w:tcPr>
          <w:p w14:paraId="7E3642B0" w14:textId="77777777" w:rsidR="001D736B" w:rsidRPr="009A6831" w:rsidRDefault="001D736B" w:rsidP="000E5033">
            <w:pPr>
              <w:rPr>
                <w:sz w:val="22"/>
                <w:szCs w:val="22"/>
              </w:rPr>
            </w:pPr>
            <w:r w:rsidRPr="009A6831">
              <w:rPr>
                <w:sz w:val="22"/>
                <w:szCs w:val="22"/>
              </w:rPr>
              <w:t>14 (neliteist) Päeva</w:t>
            </w:r>
          </w:p>
        </w:tc>
        <w:tc>
          <w:tcPr>
            <w:tcW w:w="4819" w:type="dxa"/>
          </w:tcPr>
          <w:p w14:paraId="02A950DA" w14:textId="77777777" w:rsidR="001D736B" w:rsidRPr="009A6831" w:rsidRDefault="002B58FB" w:rsidP="00CE075D">
            <w:pPr>
              <w:rPr>
                <w:sz w:val="22"/>
                <w:szCs w:val="22"/>
              </w:rPr>
            </w:pPr>
            <w:r w:rsidRPr="009A6831">
              <w:rPr>
                <w:sz w:val="22"/>
                <w:szCs w:val="22"/>
              </w:rPr>
              <w:t>Tagatis</w:t>
            </w:r>
            <w:r w:rsidR="00CE075D" w:rsidRPr="009A6831">
              <w:rPr>
                <w:sz w:val="22"/>
                <w:szCs w:val="22"/>
              </w:rPr>
              <w:t>ele vastavas summas</w:t>
            </w:r>
          </w:p>
        </w:tc>
      </w:tr>
    </w:tbl>
    <w:p w14:paraId="7F1C7C91" w14:textId="15D5428D" w:rsidR="00B92CDD" w:rsidRPr="009A6831" w:rsidRDefault="000D5F65" w:rsidP="00B92CDD">
      <w:pPr>
        <w:rPr>
          <w:rStyle w:val="Hyperlink"/>
          <w:sz w:val="22"/>
          <w:szCs w:val="22"/>
        </w:rPr>
      </w:pPr>
      <w:r w:rsidRPr="009A6831">
        <w:rPr>
          <w:b/>
          <w:sz w:val="22"/>
          <w:szCs w:val="22"/>
        </w:rPr>
        <w:t>4</w:t>
      </w:r>
      <w:r w:rsidR="00B92CDD" w:rsidRPr="009A6831">
        <w:rPr>
          <w:b/>
          <w:sz w:val="22"/>
          <w:szCs w:val="22"/>
        </w:rPr>
        <w:t>.4</w:t>
      </w:r>
      <w:r w:rsidR="003416DD" w:rsidRPr="009A6831">
        <w:rPr>
          <w:b/>
          <w:sz w:val="22"/>
          <w:szCs w:val="22"/>
        </w:rPr>
        <w:t>.</w:t>
      </w:r>
      <w:r w:rsidR="009854CC">
        <w:rPr>
          <w:b/>
          <w:sz w:val="22"/>
          <w:szCs w:val="22"/>
        </w:rPr>
        <w:t xml:space="preserve"> </w:t>
      </w:r>
      <w:r w:rsidR="00B92CDD" w:rsidRPr="009A6831">
        <w:rPr>
          <w:sz w:val="22"/>
          <w:szCs w:val="22"/>
        </w:rPr>
        <w:t xml:space="preserve">Müüja esitab arved Metsamaterjali eest elektrooniliselt e-postiga aadressile: </w:t>
      </w:r>
      <w:hyperlink r:id="rId10" w:history="1">
        <w:r w:rsidR="001B12FB" w:rsidRPr="009A6831">
          <w:rPr>
            <w:rStyle w:val="Hyperlink"/>
            <w:sz w:val="22"/>
            <w:szCs w:val="22"/>
          </w:rPr>
          <w:t>vivika@lignator.ee.</w:t>
        </w:r>
      </w:hyperlink>
    </w:p>
    <w:p w14:paraId="02E3C60F" w14:textId="2E396521" w:rsidR="00792DA0" w:rsidRPr="009A6831" w:rsidRDefault="00CE075D" w:rsidP="00CB5151">
      <w:pPr>
        <w:pStyle w:val="CommentText"/>
        <w:jc w:val="both"/>
        <w:rPr>
          <w:sz w:val="22"/>
          <w:szCs w:val="22"/>
        </w:rPr>
      </w:pPr>
      <w:r w:rsidRPr="009A6831">
        <w:rPr>
          <w:b/>
          <w:sz w:val="22"/>
          <w:szCs w:val="22"/>
        </w:rPr>
        <w:t>4.5</w:t>
      </w:r>
      <w:r w:rsidRPr="009A6831">
        <w:rPr>
          <w:sz w:val="22"/>
          <w:szCs w:val="22"/>
        </w:rPr>
        <w:t xml:space="preserve">. </w:t>
      </w:r>
      <w:r w:rsidR="00792DA0" w:rsidRPr="009A6831">
        <w:rPr>
          <w:sz w:val="22"/>
          <w:szCs w:val="22"/>
        </w:rPr>
        <w:t xml:space="preserve">Ostja kohustub lepingust tulenevate kohustuste tagamiseks kandma hiljemalt </w:t>
      </w:r>
      <w:r w:rsidR="0099727F">
        <w:rPr>
          <w:sz w:val="22"/>
          <w:szCs w:val="22"/>
        </w:rPr>
        <w:t>08.01.2025</w:t>
      </w:r>
      <w:r w:rsidR="00792DA0" w:rsidRPr="009A6831">
        <w:rPr>
          <w:sz w:val="22"/>
          <w:szCs w:val="22"/>
        </w:rPr>
        <w:t xml:space="preserve"> a. müüja kontole </w:t>
      </w:r>
      <w:bookmarkStart w:id="1" w:name="_Hlk187164944"/>
      <w:r w:rsidR="00792DA0" w:rsidRPr="009A6831">
        <w:rPr>
          <w:sz w:val="22"/>
          <w:szCs w:val="22"/>
        </w:rPr>
        <w:t xml:space="preserve">nr EE781010402024861004 </w:t>
      </w:r>
      <w:bookmarkEnd w:id="1"/>
      <w:r w:rsidR="00792DA0" w:rsidRPr="009A6831">
        <w:rPr>
          <w:sz w:val="22"/>
          <w:szCs w:val="22"/>
        </w:rPr>
        <w:t xml:space="preserve">tagatisraha summas </w:t>
      </w:r>
      <w:r w:rsidR="007B2637" w:rsidRPr="009A6831">
        <w:rPr>
          <w:sz w:val="22"/>
          <w:szCs w:val="22"/>
        </w:rPr>
        <w:t>3</w:t>
      </w:r>
      <w:r w:rsidR="00C24EA6" w:rsidRPr="009A6831">
        <w:rPr>
          <w:sz w:val="22"/>
          <w:szCs w:val="22"/>
        </w:rPr>
        <w:t>00 000 (</w:t>
      </w:r>
      <w:r w:rsidR="007B2637" w:rsidRPr="009A6831">
        <w:rPr>
          <w:sz w:val="22"/>
          <w:szCs w:val="22"/>
        </w:rPr>
        <w:t>kolm</w:t>
      </w:r>
      <w:r w:rsidR="00C24EA6" w:rsidRPr="009A6831">
        <w:rPr>
          <w:sz w:val="22"/>
          <w:szCs w:val="22"/>
        </w:rPr>
        <w:t>sada tuhat)</w:t>
      </w:r>
      <w:r w:rsidR="00792DA0" w:rsidRPr="009A6831">
        <w:rPr>
          <w:sz w:val="22"/>
          <w:szCs w:val="22"/>
        </w:rPr>
        <w:t xml:space="preserve"> eurot. Tagatisraha kasutamisel arvete tasumiseks kohustub ostja tagatise uuendama 14 (neljateistkümne) päeva jooksul. Müüdava metsamaterjali koguse suurenedes kohustub ostja müüa ettepanekul tagatisraha summat suurendama.</w:t>
      </w:r>
    </w:p>
    <w:p w14:paraId="7731D8D4" w14:textId="77777777" w:rsidR="00792DA0" w:rsidRPr="009A6831" w:rsidRDefault="00792DA0" w:rsidP="00CB5151">
      <w:pPr>
        <w:pStyle w:val="CommentText"/>
        <w:jc w:val="both"/>
        <w:rPr>
          <w:sz w:val="22"/>
          <w:szCs w:val="22"/>
        </w:rPr>
      </w:pPr>
      <w:r w:rsidRPr="009A6831">
        <w:rPr>
          <w:b/>
          <w:sz w:val="22"/>
          <w:szCs w:val="22"/>
        </w:rPr>
        <w:t>4.6.</w:t>
      </w:r>
      <w:r w:rsidRPr="009A6831">
        <w:rPr>
          <w:sz w:val="22"/>
          <w:szCs w:val="22"/>
        </w:rPr>
        <w:t xml:space="preserve"> Müüja tagastab tagatisraha 14 (neljateistkümne) päeva jooksul peale kõigi lepingu alusel ostjale väljastatud müügiarvete tasumist või poolte kirjalikul kokkuleppel varem. Tagatisraha tagastamisega loetakse poolte rahalised kohustused täidetuks. Tagatisraha summalt ei ole ostjal õigus nõuda intressi.</w:t>
      </w:r>
    </w:p>
    <w:p w14:paraId="4E5843BD" w14:textId="77777777" w:rsidR="00792DA0" w:rsidRPr="009A6831" w:rsidRDefault="00792DA0" w:rsidP="00CB5151">
      <w:pPr>
        <w:pStyle w:val="CommentText"/>
        <w:jc w:val="both"/>
        <w:rPr>
          <w:sz w:val="22"/>
          <w:szCs w:val="22"/>
        </w:rPr>
      </w:pPr>
      <w:r w:rsidRPr="009A6831">
        <w:rPr>
          <w:b/>
          <w:sz w:val="22"/>
          <w:szCs w:val="22"/>
        </w:rPr>
        <w:t>4.7.</w:t>
      </w:r>
      <w:r w:rsidRPr="009A6831">
        <w:rPr>
          <w:sz w:val="22"/>
          <w:szCs w:val="22"/>
        </w:rPr>
        <w:t xml:space="preserve"> Juhul, kui ostja on viivitanud müüja arvete tasumisega rohkem kui 7 (seitse) päeva, on müüjal õigus kasutada tagatisraha arvete tasumiseks. </w:t>
      </w:r>
    </w:p>
    <w:p w14:paraId="2B2B8AD8" w14:textId="77777777" w:rsidR="00B92CDD" w:rsidRPr="009A6831" w:rsidRDefault="00B92CDD" w:rsidP="00792DA0">
      <w:pPr>
        <w:rPr>
          <w:b/>
          <w:sz w:val="22"/>
          <w:szCs w:val="22"/>
        </w:rPr>
      </w:pPr>
    </w:p>
    <w:p w14:paraId="407A4A80" w14:textId="77777777" w:rsidR="00B92CDD" w:rsidRPr="009A6831" w:rsidRDefault="000D5F65" w:rsidP="00B92CDD">
      <w:pPr>
        <w:rPr>
          <w:b/>
          <w:sz w:val="22"/>
          <w:szCs w:val="22"/>
        </w:rPr>
      </w:pPr>
      <w:r w:rsidRPr="009A6831">
        <w:rPr>
          <w:b/>
          <w:sz w:val="22"/>
          <w:szCs w:val="22"/>
        </w:rPr>
        <w:t>5</w:t>
      </w:r>
      <w:r w:rsidR="00B92CDD" w:rsidRPr="009A6831">
        <w:rPr>
          <w:b/>
          <w:sz w:val="22"/>
          <w:szCs w:val="22"/>
        </w:rPr>
        <w:t>. Lepingu kehtivus</w:t>
      </w:r>
    </w:p>
    <w:p w14:paraId="2E88D5A9" w14:textId="10D93000" w:rsidR="00B92CDD" w:rsidRPr="009A6831" w:rsidRDefault="00D30E08" w:rsidP="00B92CDD">
      <w:pPr>
        <w:rPr>
          <w:sz w:val="22"/>
          <w:szCs w:val="22"/>
        </w:rPr>
      </w:pPr>
      <w:r w:rsidRPr="009A6831">
        <w:rPr>
          <w:b/>
          <w:sz w:val="22"/>
          <w:szCs w:val="22"/>
        </w:rPr>
        <w:t>5</w:t>
      </w:r>
      <w:r w:rsidR="00B92CDD" w:rsidRPr="009A6831">
        <w:rPr>
          <w:b/>
          <w:sz w:val="22"/>
          <w:szCs w:val="22"/>
        </w:rPr>
        <w:t>.1</w:t>
      </w:r>
      <w:r w:rsidR="003416DD" w:rsidRPr="009A6831">
        <w:rPr>
          <w:b/>
          <w:sz w:val="22"/>
          <w:szCs w:val="22"/>
        </w:rPr>
        <w:t>.</w:t>
      </w:r>
      <w:r w:rsidR="009854CC">
        <w:rPr>
          <w:sz w:val="22"/>
          <w:szCs w:val="22"/>
        </w:rPr>
        <w:t xml:space="preserve"> </w:t>
      </w:r>
      <w:r w:rsidR="00B92CDD" w:rsidRPr="009A6831">
        <w:rPr>
          <w:sz w:val="22"/>
          <w:szCs w:val="22"/>
        </w:rPr>
        <w:t>Käesolev Leping jõustub selle allakirjutamisel</w:t>
      </w:r>
      <w:r w:rsidR="000500BA" w:rsidRPr="009A6831">
        <w:rPr>
          <w:sz w:val="22"/>
          <w:szCs w:val="22"/>
        </w:rPr>
        <w:t xml:space="preserve"> või hilisema digitaalallkirja kuupäeval.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268"/>
        <w:gridCol w:w="2551"/>
        <w:gridCol w:w="2268"/>
      </w:tblGrid>
      <w:tr w:rsidR="00B92CDD" w:rsidRPr="009A6831" w14:paraId="1915D0C5" w14:textId="77777777" w:rsidTr="00E359E0">
        <w:trPr>
          <w:cantSplit/>
          <w:trHeight w:val="503"/>
        </w:trPr>
        <w:tc>
          <w:tcPr>
            <w:tcW w:w="2694" w:type="dxa"/>
          </w:tcPr>
          <w:p w14:paraId="527980F8" w14:textId="77777777" w:rsidR="00B92CDD" w:rsidRPr="009A6831" w:rsidRDefault="00D30E08" w:rsidP="00FB17DB">
            <w:pPr>
              <w:rPr>
                <w:b/>
                <w:sz w:val="22"/>
                <w:szCs w:val="22"/>
              </w:rPr>
            </w:pPr>
            <w:r w:rsidRPr="009A6831">
              <w:rPr>
                <w:b/>
                <w:sz w:val="22"/>
                <w:szCs w:val="22"/>
              </w:rPr>
              <w:t>5</w:t>
            </w:r>
            <w:r w:rsidR="00B92CDD" w:rsidRPr="009A6831">
              <w:rPr>
                <w:b/>
                <w:sz w:val="22"/>
                <w:szCs w:val="22"/>
              </w:rPr>
              <w:t>.2</w:t>
            </w:r>
            <w:r w:rsidR="003416DD" w:rsidRPr="009A6831">
              <w:rPr>
                <w:b/>
                <w:sz w:val="22"/>
                <w:szCs w:val="22"/>
              </w:rPr>
              <w:t>.</w:t>
            </w:r>
            <w:r w:rsidR="00B92CDD" w:rsidRPr="009A6831">
              <w:rPr>
                <w:b/>
                <w:sz w:val="22"/>
                <w:szCs w:val="22"/>
              </w:rPr>
              <w:t xml:space="preserve"> Leping kehtib alates</w:t>
            </w:r>
          </w:p>
        </w:tc>
        <w:tc>
          <w:tcPr>
            <w:tcW w:w="2268" w:type="dxa"/>
          </w:tcPr>
          <w:p w14:paraId="615C4F56" w14:textId="2783E083" w:rsidR="00B92CDD" w:rsidRPr="009A6831" w:rsidRDefault="00CB5151" w:rsidP="00E359E0">
            <w:pPr>
              <w:jc w:val="center"/>
              <w:rPr>
                <w:b/>
                <w:sz w:val="22"/>
                <w:szCs w:val="22"/>
              </w:rPr>
            </w:pPr>
            <w:r>
              <w:rPr>
                <w:bCs/>
                <w:sz w:val="22"/>
                <w:szCs w:val="22"/>
              </w:rPr>
              <w:t>h</w:t>
            </w:r>
            <w:r w:rsidR="00FD2EB1" w:rsidRPr="009A6831">
              <w:rPr>
                <w:bCs/>
                <w:sz w:val="22"/>
                <w:szCs w:val="22"/>
              </w:rPr>
              <w:t>ilisema digi</w:t>
            </w:r>
            <w:r w:rsidR="009F6C37" w:rsidRPr="009A6831">
              <w:rPr>
                <w:bCs/>
                <w:sz w:val="22"/>
                <w:szCs w:val="22"/>
              </w:rPr>
              <w:t>taal</w:t>
            </w:r>
            <w:r w:rsidR="00FD2EB1" w:rsidRPr="009A6831">
              <w:rPr>
                <w:bCs/>
                <w:sz w:val="22"/>
                <w:szCs w:val="22"/>
              </w:rPr>
              <w:t>allkirja kuupäev</w:t>
            </w:r>
            <w:r>
              <w:rPr>
                <w:bCs/>
                <w:sz w:val="22"/>
                <w:szCs w:val="22"/>
              </w:rPr>
              <w:t>ast</w:t>
            </w:r>
          </w:p>
        </w:tc>
        <w:tc>
          <w:tcPr>
            <w:tcW w:w="2551" w:type="dxa"/>
          </w:tcPr>
          <w:p w14:paraId="2D5C6EE2" w14:textId="77777777" w:rsidR="00B92CDD" w:rsidRPr="009A6831" w:rsidRDefault="00D30E08" w:rsidP="00FB17DB">
            <w:pPr>
              <w:rPr>
                <w:b/>
                <w:sz w:val="22"/>
                <w:szCs w:val="22"/>
              </w:rPr>
            </w:pPr>
            <w:r w:rsidRPr="009A6831">
              <w:rPr>
                <w:b/>
                <w:sz w:val="22"/>
                <w:szCs w:val="22"/>
              </w:rPr>
              <w:t>5</w:t>
            </w:r>
            <w:r w:rsidR="00B92CDD" w:rsidRPr="009A6831">
              <w:rPr>
                <w:b/>
                <w:sz w:val="22"/>
                <w:szCs w:val="22"/>
              </w:rPr>
              <w:t>.3</w:t>
            </w:r>
            <w:r w:rsidR="003416DD" w:rsidRPr="009A6831">
              <w:rPr>
                <w:b/>
                <w:sz w:val="22"/>
                <w:szCs w:val="22"/>
              </w:rPr>
              <w:t>.</w:t>
            </w:r>
            <w:r w:rsidR="00B92CDD" w:rsidRPr="009A6831">
              <w:rPr>
                <w:b/>
                <w:sz w:val="22"/>
                <w:szCs w:val="22"/>
              </w:rPr>
              <w:t xml:space="preserve"> Leping kehtib kuni</w:t>
            </w:r>
          </w:p>
        </w:tc>
        <w:tc>
          <w:tcPr>
            <w:tcW w:w="2268" w:type="dxa"/>
          </w:tcPr>
          <w:p w14:paraId="566C701C" w14:textId="14913253" w:rsidR="00B92CDD" w:rsidRPr="009A6831" w:rsidRDefault="00B92CDD" w:rsidP="00E359E0">
            <w:pPr>
              <w:jc w:val="center"/>
              <w:rPr>
                <w:b/>
                <w:sz w:val="22"/>
                <w:szCs w:val="22"/>
              </w:rPr>
            </w:pPr>
            <w:r w:rsidRPr="009A6831">
              <w:rPr>
                <w:bCs/>
                <w:sz w:val="22"/>
                <w:szCs w:val="22"/>
              </w:rPr>
              <w:t>31.12.</w:t>
            </w:r>
            <w:r w:rsidR="00A3150C" w:rsidRPr="009A6831">
              <w:rPr>
                <w:bCs/>
                <w:sz w:val="22"/>
                <w:szCs w:val="22"/>
              </w:rPr>
              <w:t>20</w:t>
            </w:r>
            <w:r w:rsidR="000E5033" w:rsidRPr="009A6831">
              <w:rPr>
                <w:bCs/>
                <w:sz w:val="22"/>
                <w:szCs w:val="22"/>
              </w:rPr>
              <w:t>2</w:t>
            </w:r>
            <w:r w:rsidR="0099727F">
              <w:rPr>
                <w:bCs/>
                <w:sz w:val="22"/>
                <w:szCs w:val="22"/>
              </w:rPr>
              <w:t>5</w:t>
            </w:r>
          </w:p>
        </w:tc>
      </w:tr>
    </w:tbl>
    <w:p w14:paraId="74F6CCEF" w14:textId="77777777" w:rsidR="00B92CDD" w:rsidRPr="009A6831" w:rsidRDefault="00B92CDD">
      <w:pPr>
        <w:jc w:val="both"/>
        <w:rPr>
          <w:sz w:val="22"/>
          <w:szCs w:val="22"/>
        </w:rPr>
      </w:pPr>
    </w:p>
    <w:p w14:paraId="3B20F5F2" w14:textId="77777777" w:rsidR="00EF4804" w:rsidRPr="009A6831" w:rsidRDefault="00D30E08">
      <w:pPr>
        <w:jc w:val="both"/>
        <w:rPr>
          <w:b/>
          <w:sz w:val="22"/>
          <w:szCs w:val="22"/>
        </w:rPr>
      </w:pPr>
      <w:r w:rsidRPr="009A6831">
        <w:rPr>
          <w:b/>
          <w:sz w:val="22"/>
          <w:szCs w:val="22"/>
        </w:rPr>
        <w:lastRenderedPageBreak/>
        <w:t>6</w:t>
      </w:r>
      <w:r w:rsidR="00EF4804" w:rsidRPr="009A6831">
        <w:rPr>
          <w:b/>
          <w:sz w:val="22"/>
          <w:szCs w:val="22"/>
        </w:rPr>
        <w:t>. Poolte kontaktisikud ja -aadressid</w:t>
      </w:r>
    </w:p>
    <w:p w14:paraId="3E2AE53C" w14:textId="77777777" w:rsidR="0099727F" w:rsidRPr="007A516D" w:rsidRDefault="00D30E08" w:rsidP="0099727F">
      <w:pPr>
        <w:shd w:val="clear" w:color="auto" w:fill="FFFFFF" w:themeFill="background1"/>
        <w:rPr>
          <w:bCs/>
          <w:sz w:val="22"/>
          <w:szCs w:val="22"/>
        </w:rPr>
      </w:pPr>
      <w:r w:rsidRPr="009A6831">
        <w:rPr>
          <w:b/>
          <w:sz w:val="22"/>
          <w:szCs w:val="22"/>
        </w:rPr>
        <w:t>6</w:t>
      </w:r>
      <w:r w:rsidR="00CB6BC1" w:rsidRPr="009A6831">
        <w:rPr>
          <w:b/>
          <w:sz w:val="22"/>
          <w:szCs w:val="22"/>
        </w:rPr>
        <w:t>.1</w:t>
      </w:r>
      <w:r w:rsidR="003416DD" w:rsidRPr="009A6831">
        <w:rPr>
          <w:b/>
          <w:sz w:val="22"/>
          <w:szCs w:val="22"/>
        </w:rPr>
        <w:t>.</w:t>
      </w:r>
      <w:r w:rsidR="00CB6BC1" w:rsidRPr="009A6831">
        <w:rPr>
          <w:sz w:val="22"/>
          <w:szCs w:val="22"/>
        </w:rPr>
        <w:t xml:space="preserve"> </w:t>
      </w:r>
      <w:r w:rsidR="0099727F" w:rsidRPr="006D41BD">
        <w:rPr>
          <w:sz w:val="22"/>
          <w:szCs w:val="22"/>
        </w:rPr>
        <w:t>Pooled lepivad lepingu täitmisega seotud kontaktandmed kokku peale lepingu sõlmimist 5 päeva jooksul edastades need poole esindaja e-posti aadressile</w:t>
      </w:r>
    </w:p>
    <w:p w14:paraId="7B56C63E" w14:textId="116C81BC" w:rsidR="000677A1" w:rsidRPr="009A6831" w:rsidRDefault="00D30E08" w:rsidP="0099727F">
      <w:pPr>
        <w:rPr>
          <w:bCs/>
          <w:sz w:val="22"/>
          <w:szCs w:val="22"/>
        </w:rPr>
      </w:pPr>
      <w:r w:rsidRPr="0099727F">
        <w:rPr>
          <w:b/>
          <w:sz w:val="22"/>
          <w:szCs w:val="22"/>
        </w:rPr>
        <w:t>6</w:t>
      </w:r>
      <w:r w:rsidR="004E2AA3" w:rsidRPr="0099727F">
        <w:rPr>
          <w:b/>
          <w:sz w:val="22"/>
          <w:szCs w:val="22"/>
        </w:rPr>
        <w:t>.</w:t>
      </w:r>
      <w:r w:rsidR="0099727F">
        <w:rPr>
          <w:b/>
          <w:sz w:val="22"/>
          <w:szCs w:val="22"/>
        </w:rPr>
        <w:t>2</w:t>
      </w:r>
      <w:r w:rsidR="003416DD" w:rsidRPr="0099727F">
        <w:rPr>
          <w:b/>
          <w:sz w:val="22"/>
          <w:szCs w:val="22"/>
        </w:rPr>
        <w:t>.</w:t>
      </w:r>
      <w:r w:rsidR="0099727F">
        <w:rPr>
          <w:b/>
          <w:sz w:val="22"/>
          <w:szCs w:val="22"/>
        </w:rPr>
        <w:t xml:space="preserve"> </w:t>
      </w:r>
      <w:r w:rsidR="004E2AA3" w:rsidRPr="0099727F">
        <w:rPr>
          <w:bCs/>
          <w:sz w:val="22"/>
          <w:szCs w:val="22"/>
        </w:rPr>
        <w:t>Poolte kontaktandmete</w:t>
      </w:r>
      <w:r w:rsidR="004E2AA3" w:rsidRPr="009A6831">
        <w:rPr>
          <w:bCs/>
          <w:sz w:val="22"/>
          <w:szCs w:val="22"/>
        </w:rPr>
        <w:t xml:space="preserve"> muutumisel on  vastav </w:t>
      </w:r>
      <w:r w:rsidR="00A56E1A" w:rsidRPr="009A6831">
        <w:rPr>
          <w:bCs/>
          <w:sz w:val="22"/>
          <w:szCs w:val="22"/>
        </w:rPr>
        <w:t>p</w:t>
      </w:r>
      <w:r w:rsidR="004E2AA3" w:rsidRPr="009A6831">
        <w:rPr>
          <w:bCs/>
          <w:sz w:val="22"/>
          <w:szCs w:val="22"/>
        </w:rPr>
        <w:t xml:space="preserve">ool kohustatud teavitama teist </w:t>
      </w:r>
      <w:r w:rsidR="00A56E1A" w:rsidRPr="009A6831">
        <w:rPr>
          <w:bCs/>
          <w:sz w:val="22"/>
          <w:szCs w:val="22"/>
        </w:rPr>
        <w:t>p</w:t>
      </w:r>
      <w:r w:rsidR="004E2AA3" w:rsidRPr="009A6831">
        <w:rPr>
          <w:bCs/>
          <w:sz w:val="22"/>
          <w:szCs w:val="22"/>
        </w:rPr>
        <w:t>oolt viivitamatult.</w:t>
      </w:r>
    </w:p>
    <w:p w14:paraId="4B0027DE" w14:textId="77777777" w:rsidR="00AF0139" w:rsidRPr="009A6831" w:rsidRDefault="00AF0139">
      <w:pPr>
        <w:rPr>
          <w:b/>
          <w:sz w:val="22"/>
          <w:szCs w:val="22"/>
        </w:rPr>
      </w:pPr>
    </w:p>
    <w:p w14:paraId="6006467D" w14:textId="77777777" w:rsidR="00A56E1A" w:rsidRPr="009A6831" w:rsidRDefault="00A56E1A" w:rsidP="00A56E1A">
      <w:pPr>
        <w:rPr>
          <w:b/>
          <w:sz w:val="22"/>
          <w:szCs w:val="22"/>
        </w:rPr>
      </w:pPr>
      <w:r w:rsidRPr="009A6831">
        <w:rPr>
          <w:b/>
          <w:sz w:val="22"/>
          <w:szCs w:val="22"/>
        </w:rPr>
        <w:t>7. Tüüptingimused Metsamaterjali müügilepingu osana ja Poolte täielik kokkulepe</w:t>
      </w:r>
    </w:p>
    <w:p w14:paraId="6BCB1741" w14:textId="77777777" w:rsidR="00A56E1A" w:rsidRPr="009A6831" w:rsidRDefault="00A56E1A" w:rsidP="00A56E1A">
      <w:pPr>
        <w:spacing w:after="120"/>
        <w:jc w:val="both"/>
        <w:rPr>
          <w:bCs/>
          <w:sz w:val="22"/>
          <w:szCs w:val="22"/>
        </w:rPr>
      </w:pPr>
      <w:r w:rsidRPr="009A6831">
        <w:rPr>
          <w:b/>
          <w:bCs/>
          <w:sz w:val="22"/>
          <w:szCs w:val="22"/>
        </w:rPr>
        <w:t>7.1.</w:t>
      </w:r>
      <w:r w:rsidRPr="009A6831">
        <w:rPr>
          <w:bCs/>
          <w:sz w:val="22"/>
          <w:szCs w:val="22"/>
        </w:rPr>
        <w:t xml:space="preserve"> Käesolevas Metsamaterjali müügilepingus reguleerimata küsimuste osas rakendatakse Riigimetsa Majandamise Keskuse metsamaterjali müügilepingu tüüptingimusi (avaldatud </w:t>
      </w:r>
      <w:hyperlink r:id="rId11" w:history="1">
        <w:r w:rsidRPr="009A6831">
          <w:rPr>
            <w:rStyle w:val="Hyperlink"/>
            <w:bCs/>
            <w:sz w:val="22"/>
            <w:szCs w:val="22"/>
          </w:rPr>
          <w:t>www.rmk.ee</w:t>
        </w:r>
      </w:hyperlink>
      <w:r w:rsidRPr="009A6831">
        <w:rPr>
          <w:bCs/>
          <w:sz w:val="22"/>
          <w:szCs w:val="22"/>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6947FD64" w14:textId="77777777" w:rsidR="00A56E1A" w:rsidRPr="009A6831" w:rsidRDefault="00A56E1A" w:rsidP="00A56E1A">
      <w:pPr>
        <w:shd w:val="clear" w:color="auto" w:fill="FFFFFF" w:themeFill="background1"/>
        <w:jc w:val="both"/>
        <w:rPr>
          <w:b/>
          <w:bCs/>
          <w:sz w:val="22"/>
          <w:szCs w:val="22"/>
        </w:rPr>
      </w:pPr>
    </w:p>
    <w:p w14:paraId="09D0CB02" w14:textId="77777777" w:rsidR="00A56E1A" w:rsidRPr="009A6831" w:rsidRDefault="00A56E1A" w:rsidP="00A56E1A">
      <w:pPr>
        <w:shd w:val="clear" w:color="auto" w:fill="FFFFFF" w:themeFill="background1"/>
        <w:jc w:val="both"/>
        <w:rPr>
          <w:b/>
          <w:bCs/>
          <w:sz w:val="22"/>
          <w:szCs w:val="22"/>
        </w:rPr>
      </w:pPr>
      <w:r w:rsidRPr="009A6831">
        <w:rPr>
          <w:b/>
          <w:bCs/>
          <w:sz w:val="22"/>
          <w:szCs w:val="22"/>
        </w:rPr>
        <w:t xml:space="preserve">8. Lõppsätted </w:t>
      </w:r>
    </w:p>
    <w:p w14:paraId="2A08D1DC" w14:textId="33113ED5" w:rsidR="0042414A" w:rsidRPr="009A6831" w:rsidRDefault="00A56E1A" w:rsidP="0042414A">
      <w:pPr>
        <w:spacing w:after="120"/>
        <w:jc w:val="both"/>
        <w:rPr>
          <w:sz w:val="22"/>
          <w:szCs w:val="22"/>
        </w:rPr>
      </w:pPr>
      <w:r w:rsidRPr="009A6831">
        <w:rPr>
          <w:b/>
          <w:bCs/>
          <w:sz w:val="22"/>
          <w:szCs w:val="22"/>
        </w:rPr>
        <w:t>8.1.</w:t>
      </w:r>
      <w:r w:rsidR="009854CC">
        <w:rPr>
          <w:bCs/>
          <w:sz w:val="22"/>
          <w:szCs w:val="22"/>
        </w:rPr>
        <w:t xml:space="preserve"> </w:t>
      </w:r>
      <w:r w:rsidRPr="009A6831">
        <w:rPr>
          <w:sz w:val="22"/>
          <w:szCs w:val="22"/>
        </w:rPr>
        <w:t xml:space="preserve">Pooled kohustuvad hoidma konfidentsiaalsena kõik seoses lepingu täitmisega teatavaks saanud isikuandmed, poolte turvameetmeid kirjeldavad või tehnoloogilisi lahendusi sisaldavad andmed ning ärisaladusteks peetavad andmed.  </w:t>
      </w:r>
    </w:p>
    <w:p w14:paraId="2F67BF5D" w14:textId="31EF9729" w:rsidR="00A56E1A" w:rsidRPr="009A6831" w:rsidRDefault="00A56E1A" w:rsidP="00A56E1A">
      <w:pPr>
        <w:shd w:val="clear" w:color="auto" w:fill="FFFFFF" w:themeFill="background1"/>
        <w:spacing w:after="120"/>
        <w:jc w:val="both"/>
        <w:rPr>
          <w:bCs/>
          <w:sz w:val="22"/>
          <w:szCs w:val="22"/>
        </w:rPr>
      </w:pPr>
      <w:r w:rsidRPr="009A6831">
        <w:rPr>
          <w:b/>
          <w:bCs/>
          <w:sz w:val="22"/>
          <w:szCs w:val="22"/>
        </w:rPr>
        <w:t>8.2.</w:t>
      </w:r>
      <w:r w:rsidR="009854CC">
        <w:rPr>
          <w:bCs/>
          <w:sz w:val="22"/>
          <w:szCs w:val="22"/>
        </w:rPr>
        <w:t xml:space="preserve"> </w:t>
      </w:r>
      <w:r w:rsidRPr="009A6831">
        <w:rPr>
          <w:bCs/>
          <w:sz w:val="22"/>
          <w:szCs w:val="22"/>
        </w:rPr>
        <w:t xml:space="preserve">Kõik lepingu muudatused jõustuvad pärast nende allakirjutamist mõlema poole poolt allakirjutamise hetkest või poolte poolt kirjalikult määratud tähtajal. </w:t>
      </w:r>
    </w:p>
    <w:p w14:paraId="3A250F7A" w14:textId="7F9BBE29" w:rsidR="00A56E1A" w:rsidRPr="009A6831" w:rsidRDefault="00A56E1A" w:rsidP="00A56E1A">
      <w:pPr>
        <w:shd w:val="clear" w:color="auto" w:fill="FFFFFF" w:themeFill="background1"/>
        <w:spacing w:after="120"/>
        <w:jc w:val="both"/>
        <w:rPr>
          <w:bCs/>
          <w:sz w:val="22"/>
          <w:szCs w:val="22"/>
        </w:rPr>
      </w:pPr>
      <w:r w:rsidRPr="009A6831">
        <w:rPr>
          <w:b/>
          <w:bCs/>
          <w:sz w:val="22"/>
          <w:szCs w:val="22"/>
        </w:rPr>
        <w:t>8.3.</w:t>
      </w:r>
      <w:r w:rsidR="009854CC">
        <w:rPr>
          <w:bCs/>
          <w:sz w:val="22"/>
          <w:szCs w:val="22"/>
        </w:rPr>
        <w:t xml:space="preserve"> </w:t>
      </w:r>
      <w:r w:rsidRPr="009A6831">
        <w:rPr>
          <w:bCs/>
          <w:sz w:val="22"/>
          <w:szCs w:val="22"/>
        </w:rPr>
        <w:t>Lepinguga seonduvaid eriarvamusi ja vaidlusi lahendavad pooled eelkõige läbirääkimiste teel. Kui lepingust tulenevaid vaidlusi ei õnnestu lahendada poolte läbirääkimistega, lahendatakse vaidlus kostja elu- või asukohajärgses kohtus.</w:t>
      </w:r>
    </w:p>
    <w:p w14:paraId="3ACF9A1B" w14:textId="364DB8A0" w:rsidR="00A56E1A" w:rsidRPr="009A6831" w:rsidRDefault="00A56E1A" w:rsidP="00A56E1A">
      <w:pPr>
        <w:shd w:val="clear" w:color="auto" w:fill="FFFFFF" w:themeFill="background1"/>
        <w:spacing w:after="120"/>
        <w:jc w:val="both"/>
        <w:rPr>
          <w:bCs/>
          <w:sz w:val="22"/>
          <w:szCs w:val="22"/>
        </w:rPr>
      </w:pPr>
      <w:r w:rsidRPr="009A6831">
        <w:rPr>
          <w:b/>
          <w:bCs/>
          <w:sz w:val="22"/>
          <w:szCs w:val="22"/>
        </w:rPr>
        <w:t>8.4.</w:t>
      </w:r>
      <w:r w:rsidR="009854CC">
        <w:rPr>
          <w:bCs/>
          <w:sz w:val="22"/>
          <w:szCs w:val="22"/>
        </w:rPr>
        <w:t xml:space="preserve"> </w:t>
      </w:r>
      <w:r w:rsidRPr="009A6831">
        <w:rPr>
          <w:bCs/>
          <w:sz w:val="22"/>
          <w:szCs w:val="22"/>
        </w:rPr>
        <w:t>Lepingu sõlmimisel on lepingul järgmised lisad:</w:t>
      </w:r>
    </w:p>
    <w:p w14:paraId="4957CF08" w14:textId="77777777" w:rsidR="00A56E1A" w:rsidRPr="009A6831" w:rsidRDefault="00A56E1A" w:rsidP="00A56E1A">
      <w:pPr>
        <w:shd w:val="clear" w:color="auto" w:fill="FFFFFF" w:themeFill="background1"/>
        <w:tabs>
          <w:tab w:val="left" w:pos="1134"/>
        </w:tabs>
        <w:ind w:left="567"/>
        <w:jc w:val="both"/>
        <w:rPr>
          <w:bCs/>
          <w:sz w:val="22"/>
          <w:szCs w:val="22"/>
        </w:rPr>
      </w:pPr>
      <w:r w:rsidRPr="009A6831">
        <w:rPr>
          <w:bCs/>
          <w:sz w:val="22"/>
          <w:szCs w:val="22"/>
        </w:rPr>
        <w:tab/>
        <w:t>Lisa 1 “tarnegraafik”;</w:t>
      </w:r>
    </w:p>
    <w:p w14:paraId="48AE3BD9" w14:textId="77777777" w:rsidR="00A56E1A" w:rsidRPr="009A6831" w:rsidRDefault="00A56E1A" w:rsidP="00A56E1A">
      <w:pPr>
        <w:shd w:val="clear" w:color="auto" w:fill="FFFFFF" w:themeFill="background1"/>
        <w:tabs>
          <w:tab w:val="left" w:pos="1134"/>
        </w:tabs>
        <w:ind w:left="567"/>
        <w:jc w:val="both"/>
        <w:rPr>
          <w:bCs/>
          <w:sz w:val="22"/>
          <w:szCs w:val="22"/>
        </w:rPr>
      </w:pPr>
      <w:r w:rsidRPr="009A6831">
        <w:rPr>
          <w:bCs/>
          <w:sz w:val="22"/>
          <w:szCs w:val="22"/>
        </w:rPr>
        <w:tab/>
        <w:t>Lisa 2 “metsamaterjali kvaliteedinõuded”;</w:t>
      </w:r>
    </w:p>
    <w:p w14:paraId="5F3ADAC8" w14:textId="77777777" w:rsidR="00A56E1A" w:rsidRPr="009A6831" w:rsidRDefault="00A56E1A" w:rsidP="00A56E1A">
      <w:pPr>
        <w:shd w:val="clear" w:color="auto" w:fill="FFFFFF" w:themeFill="background1"/>
        <w:tabs>
          <w:tab w:val="left" w:pos="1134"/>
        </w:tabs>
        <w:ind w:left="567"/>
        <w:jc w:val="both"/>
        <w:rPr>
          <w:bCs/>
          <w:sz w:val="22"/>
          <w:szCs w:val="22"/>
        </w:rPr>
      </w:pPr>
      <w:r w:rsidRPr="009A6831">
        <w:rPr>
          <w:bCs/>
          <w:sz w:val="22"/>
          <w:szCs w:val="22"/>
        </w:rPr>
        <w:tab/>
        <w:t>Lisa 3 “hinnakokkulepe”.</w:t>
      </w:r>
    </w:p>
    <w:p w14:paraId="6FE81A86" w14:textId="37BCB731" w:rsidR="00A56E1A" w:rsidRPr="009A6831" w:rsidRDefault="00A56E1A" w:rsidP="00A56E1A">
      <w:pPr>
        <w:shd w:val="clear" w:color="auto" w:fill="FFFFFF" w:themeFill="background1"/>
        <w:spacing w:after="120"/>
        <w:rPr>
          <w:sz w:val="22"/>
          <w:szCs w:val="22"/>
        </w:rPr>
      </w:pPr>
      <w:r w:rsidRPr="009A6831">
        <w:rPr>
          <w:b/>
          <w:sz w:val="22"/>
          <w:szCs w:val="22"/>
        </w:rPr>
        <w:t>8.5.</w:t>
      </w:r>
      <w:r w:rsidR="009854CC">
        <w:rPr>
          <w:sz w:val="22"/>
          <w:szCs w:val="22"/>
        </w:rPr>
        <w:t xml:space="preserve"> </w:t>
      </w:r>
      <w:r w:rsidRPr="009A6831">
        <w:rPr>
          <w:sz w:val="22"/>
          <w:szCs w:val="22"/>
        </w:rPr>
        <w:t>Käesolev leping koos lisadega moodustab ühtse ja tervikliku lepingu, mis asendab kõiki samade poolte vahel varem sama lepinguobjekti suhtes sõlmitud mis tahes suulisi või kirjalikke kokkuleppeid.</w:t>
      </w:r>
    </w:p>
    <w:p w14:paraId="364E67CA" w14:textId="77777777" w:rsidR="00A56E1A" w:rsidRPr="009A6831" w:rsidRDefault="00A56E1A" w:rsidP="00A56E1A">
      <w:pPr>
        <w:spacing w:after="120"/>
        <w:rPr>
          <w:b/>
          <w:sz w:val="22"/>
          <w:szCs w:val="22"/>
        </w:rPr>
      </w:pPr>
      <w:r w:rsidRPr="009A6831">
        <w:rPr>
          <w:b/>
          <w:sz w:val="22"/>
          <w:szCs w:val="22"/>
        </w:rPr>
        <w:t>8.6.</w:t>
      </w:r>
      <w:r w:rsidRPr="009A6831">
        <w:rPr>
          <w:sz w:val="22"/>
          <w:szCs w:val="22"/>
        </w:rPr>
        <w:t xml:space="preserve"> </w:t>
      </w:r>
      <w:sdt>
        <w:sdtPr>
          <w:rPr>
            <w:sz w:val="22"/>
            <w:szCs w:val="22"/>
          </w:rPr>
          <w:id w:val="-189151537"/>
          <w:placeholder>
            <w:docPart w:val="D5FBB53C71ED4176BC32F8301DED1B1D"/>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Pr="009A6831">
            <w:rPr>
              <w:sz w:val="22"/>
              <w:szCs w:val="22"/>
            </w:rPr>
            <w:t>Leping on allkirjastatud digitaalselt.</w:t>
          </w:r>
        </w:sdtContent>
      </w:sdt>
    </w:p>
    <w:p w14:paraId="78F07371" w14:textId="77777777" w:rsidR="00A56E1A" w:rsidRPr="009A6831" w:rsidRDefault="00A56E1A" w:rsidP="00A56E1A">
      <w:pPr>
        <w:rPr>
          <w:b/>
          <w:sz w:val="22"/>
          <w:szCs w:val="22"/>
        </w:rPr>
      </w:pPr>
    </w:p>
    <w:p w14:paraId="3B89A5B2" w14:textId="77777777" w:rsidR="00A56E1A" w:rsidRPr="009A6831" w:rsidRDefault="00A56E1A" w:rsidP="00A56E1A">
      <w:pPr>
        <w:rPr>
          <w:b/>
          <w:sz w:val="22"/>
          <w:szCs w:val="22"/>
        </w:rPr>
      </w:pPr>
      <w:r w:rsidRPr="009A6831">
        <w:rPr>
          <w:b/>
          <w:sz w:val="22"/>
          <w:szCs w:val="22"/>
        </w:rPr>
        <w:t xml:space="preserve">Poolte allkirjad  </w:t>
      </w:r>
    </w:p>
    <w:p w14:paraId="2AA66A05" w14:textId="77777777" w:rsidR="00A56E1A" w:rsidRPr="009A6831" w:rsidRDefault="00A56E1A" w:rsidP="00A56E1A">
      <w:pPr>
        <w:rPr>
          <w:b/>
          <w:sz w:val="22"/>
          <w:szCs w:val="22"/>
        </w:rPr>
      </w:pPr>
    </w:p>
    <w:p w14:paraId="4D3DF8D0" w14:textId="77777777" w:rsidR="00A56E1A" w:rsidRPr="009A6831" w:rsidRDefault="00A56E1A" w:rsidP="00A56E1A">
      <w:pPr>
        <w:rPr>
          <w:b/>
          <w:sz w:val="22"/>
          <w:szCs w:val="22"/>
        </w:rPr>
      </w:pPr>
      <w:r w:rsidRPr="009A6831">
        <w:rPr>
          <w:b/>
          <w:sz w:val="22"/>
          <w:szCs w:val="22"/>
        </w:rPr>
        <w:t>Müüja</w:t>
      </w:r>
      <w:r w:rsidRPr="009A6831">
        <w:rPr>
          <w:b/>
          <w:sz w:val="22"/>
          <w:szCs w:val="22"/>
        </w:rPr>
        <w:tab/>
      </w:r>
      <w:r w:rsidRPr="009A6831">
        <w:rPr>
          <w:b/>
          <w:sz w:val="22"/>
          <w:szCs w:val="22"/>
        </w:rPr>
        <w:tab/>
      </w:r>
      <w:r w:rsidRPr="009A6831">
        <w:rPr>
          <w:b/>
          <w:sz w:val="22"/>
          <w:szCs w:val="22"/>
        </w:rPr>
        <w:tab/>
      </w:r>
      <w:r w:rsidRPr="009A6831">
        <w:rPr>
          <w:b/>
          <w:sz w:val="22"/>
          <w:szCs w:val="22"/>
        </w:rPr>
        <w:tab/>
      </w:r>
      <w:r w:rsidRPr="009A6831">
        <w:rPr>
          <w:b/>
          <w:sz w:val="22"/>
          <w:szCs w:val="22"/>
        </w:rPr>
        <w:tab/>
      </w:r>
      <w:r w:rsidRPr="009A6831">
        <w:rPr>
          <w:b/>
          <w:sz w:val="22"/>
          <w:szCs w:val="22"/>
        </w:rPr>
        <w:tab/>
      </w:r>
      <w:r w:rsidRPr="009A6831">
        <w:rPr>
          <w:b/>
          <w:sz w:val="22"/>
          <w:szCs w:val="22"/>
        </w:rPr>
        <w:tab/>
      </w:r>
      <w:r w:rsidRPr="009A6831">
        <w:rPr>
          <w:b/>
          <w:sz w:val="22"/>
          <w:szCs w:val="22"/>
        </w:rPr>
        <w:tab/>
        <w:t>Ostja</w:t>
      </w:r>
    </w:p>
    <w:p w14:paraId="5D7F29D7" w14:textId="77777777" w:rsidR="00466AE9" w:rsidRPr="009A6831" w:rsidRDefault="00466AE9" w:rsidP="00466AE9">
      <w:pPr>
        <w:rPr>
          <w:b/>
          <w:sz w:val="22"/>
          <w:szCs w:val="22"/>
        </w:rPr>
      </w:pPr>
    </w:p>
    <w:p w14:paraId="7274F49E" w14:textId="77777777" w:rsidR="00D36029" w:rsidRPr="009A6831" w:rsidRDefault="00D36029" w:rsidP="00D36029">
      <w:pPr>
        <w:rPr>
          <w:b/>
          <w:sz w:val="22"/>
          <w:szCs w:val="22"/>
        </w:rPr>
      </w:pPr>
      <w:r w:rsidRPr="009A6831">
        <w:rPr>
          <w:b/>
          <w:sz w:val="22"/>
          <w:szCs w:val="22"/>
        </w:rPr>
        <w:t>Urmas Treial</w:t>
      </w:r>
      <w:r w:rsidRPr="009A6831">
        <w:rPr>
          <w:b/>
          <w:sz w:val="22"/>
          <w:szCs w:val="22"/>
        </w:rPr>
        <w:tab/>
      </w:r>
      <w:r w:rsidRPr="009A6831">
        <w:rPr>
          <w:b/>
          <w:sz w:val="22"/>
          <w:szCs w:val="22"/>
        </w:rPr>
        <w:tab/>
      </w:r>
      <w:r w:rsidRPr="009A6831">
        <w:rPr>
          <w:b/>
          <w:sz w:val="22"/>
          <w:szCs w:val="22"/>
        </w:rPr>
        <w:tab/>
      </w:r>
      <w:r w:rsidRPr="009A6831">
        <w:rPr>
          <w:b/>
          <w:sz w:val="22"/>
          <w:szCs w:val="22"/>
        </w:rPr>
        <w:tab/>
      </w:r>
      <w:r w:rsidRPr="009A6831">
        <w:rPr>
          <w:b/>
          <w:sz w:val="22"/>
          <w:szCs w:val="22"/>
        </w:rPr>
        <w:tab/>
      </w:r>
      <w:r w:rsidRPr="009A6831">
        <w:rPr>
          <w:b/>
          <w:sz w:val="22"/>
          <w:szCs w:val="22"/>
        </w:rPr>
        <w:tab/>
      </w:r>
      <w:r w:rsidRPr="009A6831">
        <w:rPr>
          <w:b/>
          <w:sz w:val="22"/>
          <w:szCs w:val="22"/>
        </w:rPr>
        <w:tab/>
      </w:r>
      <w:r w:rsidR="001B12FB" w:rsidRPr="009A6831">
        <w:rPr>
          <w:b/>
          <w:sz w:val="22"/>
          <w:szCs w:val="22"/>
        </w:rPr>
        <w:t>Vivika Koplimaa</w:t>
      </w:r>
    </w:p>
    <w:p w14:paraId="0BD95799" w14:textId="77777777" w:rsidR="00D36029" w:rsidRPr="009A6831" w:rsidRDefault="00D36029" w:rsidP="00D36029">
      <w:pPr>
        <w:ind w:left="2040" w:hanging="2040"/>
        <w:rPr>
          <w:sz w:val="22"/>
          <w:szCs w:val="22"/>
        </w:rPr>
      </w:pPr>
      <w:r w:rsidRPr="009A6831">
        <w:rPr>
          <w:sz w:val="22"/>
          <w:szCs w:val="22"/>
        </w:rPr>
        <w:t>Puiduturustuse peaspetsialist</w:t>
      </w:r>
      <w:r w:rsidRPr="009A6831">
        <w:rPr>
          <w:sz w:val="22"/>
          <w:szCs w:val="22"/>
        </w:rPr>
        <w:tab/>
      </w:r>
      <w:r w:rsidRPr="009A6831">
        <w:rPr>
          <w:sz w:val="22"/>
          <w:szCs w:val="22"/>
        </w:rPr>
        <w:tab/>
      </w:r>
      <w:r w:rsidRPr="009A6831">
        <w:rPr>
          <w:sz w:val="22"/>
          <w:szCs w:val="22"/>
        </w:rPr>
        <w:tab/>
      </w:r>
      <w:r w:rsidRPr="009A6831">
        <w:rPr>
          <w:sz w:val="22"/>
          <w:szCs w:val="22"/>
        </w:rPr>
        <w:tab/>
      </w:r>
      <w:r w:rsidRPr="009A6831">
        <w:rPr>
          <w:sz w:val="22"/>
          <w:szCs w:val="22"/>
        </w:rPr>
        <w:tab/>
        <w:t>Juhatuse liige</w:t>
      </w:r>
    </w:p>
    <w:p w14:paraId="2C024859" w14:textId="77777777" w:rsidR="00327C3A" w:rsidRPr="009A6831" w:rsidRDefault="00327C3A" w:rsidP="00327C3A">
      <w:pPr>
        <w:rPr>
          <w:b/>
          <w:sz w:val="22"/>
          <w:szCs w:val="22"/>
        </w:rPr>
      </w:pPr>
    </w:p>
    <w:p w14:paraId="6E9E47E9" w14:textId="77777777" w:rsidR="0048697A" w:rsidRPr="009A6831" w:rsidRDefault="008A07A3" w:rsidP="0048697A">
      <w:pPr>
        <w:ind w:left="5440" w:firstLine="680"/>
        <w:rPr>
          <w:spacing w:val="0"/>
          <w:position w:val="0"/>
          <w:sz w:val="22"/>
          <w:szCs w:val="22"/>
        </w:rPr>
      </w:pPr>
      <w:r w:rsidRPr="009A6831">
        <w:rPr>
          <w:sz w:val="22"/>
          <w:szCs w:val="22"/>
        </w:rPr>
        <w:br w:type="page"/>
      </w:r>
      <w:bookmarkStart w:id="2" w:name="OLE_LINK2"/>
      <w:r w:rsidR="0048697A" w:rsidRPr="009A6831">
        <w:rPr>
          <w:spacing w:val="0"/>
          <w:position w:val="0"/>
          <w:sz w:val="22"/>
          <w:szCs w:val="22"/>
        </w:rPr>
        <w:lastRenderedPageBreak/>
        <w:t>Lisa 1</w:t>
      </w:r>
    </w:p>
    <w:p w14:paraId="49399DB8" w14:textId="77777777" w:rsidR="00466AE9" w:rsidRPr="009A6831" w:rsidRDefault="00466AE9" w:rsidP="00466AE9">
      <w:pPr>
        <w:ind w:left="5440" w:firstLine="680"/>
        <w:rPr>
          <w:spacing w:val="0"/>
          <w:position w:val="0"/>
          <w:sz w:val="22"/>
          <w:szCs w:val="22"/>
        </w:rPr>
      </w:pPr>
      <w:r w:rsidRPr="009A6831">
        <w:rPr>
          <w:spacing w:val="0"/>
          <w:position w:val="0"/>
          <w:sz w:val="22"/>
          <w:szCs w:val="22"/>
        </w:rPr>
        <w:t>RMK ja Lignator Logistika OÜ vahelise</w:t>
      </w:r>
    </w:p>
    <w:p w14:paraId="42648139" w14:textId="77777777" w:rsidR="00466AE9" w:rsidRPr="009A6831" w:rsidRDefault="00466AE9" w:rsidP="00466AE9">
      <w:pPr>
        <w:ind w:left="5440" w:firstLine="680"/>
        <w:rPr>
          <w:spacing w:val="0"/>
          <w:position w:val="0"/>
          <w:sz w:val="22"/>
          <w:szCs w:val="22"/>
        </w:rPr>
      </w:pPr>
      <w:r w:rsidRPr="009A6831">
        <w:rPr>
          <w:spacing w:val="0"/>
          <w:position w:val="0"/>
          <w:sz w:val="22"/>
          <w:szCs w:val="22"/>
        </w:rPr>
        <w:t>metsamaterjali müügilepingu</w:t>
      </w:r>
    </w:p>
    <w:p w14:paraId="24BE3855" w14:textId="11567F31" w:rsidR="00466AE9" w:rsidRPr="009A6831" w:rsidRDefault="00466AE9" w:rsidP="00466AE9">
      <w:pPr>
        <w:ind w:left="5440" w:firstLine="680"/>
        <w:rPr>
          <w:spacing w:val="0"/>
          <w:position w:val="0"/>
          <w:sz w:val="22"/>
          <w:szCs w:val="22"/>
        </w:rPr>
      </w:pPr>
      <w:r w:rsidRPr="009A6831">
        <w:rPr>
          <w:spacing w:val="0"/>
          <w:position w:val="0"/>
          <w:sz w:val="22"/>
          <w:szCs w:val="22"/>
        </w:rPr>
        <w:t>nr 3-3.6.1/</w:t>
      </w:r>
      <w:r w:rsidR="000E5033" w:rsidRPr="009A6831">
        <w:rPr>
          <w:spacing w:val="0"/>
          <w:position w:val="0"/>
          <w:sz w:val="22"/>
          <w:szCs w:val="22"/>
        </w:rPr>
        <w:t>202</w:t>
      </w:r>
      <w:r w:rsidR="00A26C8D" w:rsidRPr="009A6831">
        <w:rPr>
          <w:spacing w:val="0"/>
          <w:position w:val="0"/>
          <w:sz w:val="22"/>
          <w:szCs w:val="22"/>
        </w:rPr>
        <w:t>5</w:t>
      </w:r>
      <w:r w:rsidR="000E5033" w:rsidRPr="009A6831">
        <w:rPr>
          <w:spacing w:val="0"/>
          <w:position w:val="0"/>
          <w:sz w:val="22"/>
          <w:szCs w:val="22"/>
        </w:rPr>
        <w:t>/</w:t>
      </w:r>
      <w:r w:rsidR="00A26C8D" w:rsidRPr="009A6831">
        <w:rPr>
          <w:spacing w:val="0"/>
          <w:position w:val="0"/>
          <w:sz w:val="22"/>
          <w:szCs w:val="22"/>
        </w:rPr>
        <w:t>7</w:t>
      </w:r>
      <w:r w:rsidR="000E5033" w:rsidRPr="009A6831">
        <w:rPr>
          <w:spacing w:val="0"/>
          <w:position w:val="0"/>
          <w:sz w:val="22"/>
          <w:szCs w:val="22"/>
        </w:rPr>
        <w:t xml:space="preserve"> juurd</w:t>
      </w:r>
      <w:r w:rsidRPr="009A6831">
        <w:rPr>
          <w:spacing w:val="0"/>
          <w:position w:val="0"/>
          <w:sz w:val="22"/>
          <w:szCs w:val="22"/>
        </w:rPr>
        <w:t>e</w:t>
      </w:r>
    </w:p>
    <w:p w14:paraId="3083D971" w14:textId="77777777" w:rsidR="0048697A" w:rsidRPr="009A6831" w:rsidRDefault="0048697A" w:rsidP="0048697A">
      <w:pPr>
        <w:pStyle w:val="Heading1"/>
        <w:rPr>
          <w:sz w:val="22"/>
          <w:szCs w:val="22"/>
        </w:rPr>
      </w:pPr>
    </w:p>
    <w:p w14:paraId="4D397F3E" w14:textId="77777777" w:rsidR="0048697A" w:rsidRPr="009A6831" w:rsidRDefault="0048697A" w:rsidP="0048697A">
      <w:pPr>
        <w:pStyle w:val="Heading1"/>
        <w:jc w:val="center"/>
        <w:rPr>
          <w:kern w:val="0"/>
          <w:sz w:val="22"/>
          <w:szCs w:val="22"/>
        </w:rPr>
      </w:pPr>
      <w:r w:rsidRPr="009A6831">
        <w:rPr>
          <w:kern w:val="0"/>
          <w:sz w:val="22"/>
          <w:szCs w:val="22"/>
        </w:rPr>
        <w:t>TARNEGRAAFIK</w:t>
      </w:r>
    </w:p>
    <w:p w14:paraId="31D35A65" w14:textId="77777777" w:rsidR="0048697A" w:rsidRPr="009A6831" w:rsidRDefault="0048697A" w:rsidP="0048697A">
      <w:pPr>
        <w:rPr>
          <w:sz w:val="22"/>
          <w:szCs w:val="22"/>
        </w:rPr>
      </w:pPr>
    </w:p>
    <w:p w14:paraId="143FAB9C" w14:textId="77777777" w:rsidR="0048697A" w:rsidRPr="009A6831" w:rsidRDefault="0048697A" w:rsidP="009A6831">
      <w:pPr>
        <w:pStyle w:val="Heading1"/>
        <w:ind w:left="4080"/>
        <w:rPr>
          <w:b w:val="0"/>
          <w:bCs/>
          <w:kern w:val="0"/>
          <w:sz w:val="22"/>
          <w:szCs w:val="22"/>
        </w:rPr>
      </w:pPr>
      <w:r w:rsidRPr="009A6831">
        <w:rPr>
          <w:b w:val="0"/>
          <w:bCs/>
          <w:kern w:val="0"/>
          <w:sz w:val="22"/>
          <w:szCs w:val="22"/>
        </w:rPr>
        <w:t>/kuupäev vastavalt hilisemale digitaalallkirja kuupäevale/</w:t>
      </w:r>
    </w:p>
    <w:p w14:paraId="69A74E1F" w14:textId="77777777" w:rsidR="0048697A" w:rsidRPr="009A6831" w:rsidRDefault="0048697A" w:rsidP="0048697A">
      <w:pPr>
        <w:rPr>
          <w:sz w:val="22"/>
          <w:szCs w:val="22"/>
        </w:rPr>
      </w:pPr>
    </w:p>
    <w:p w14:paraId="526CDBEB" w14:textId="77777777" w:rsidR="000E5033" w:rsidRPr="009A6831" w:rsidRDefault="000E5033" w:rsidP="0048697A">
      <w:pPr>
        <w:rPr>
          <w:sz w:val="22"/>
          <w:szCs w:val="22"/>
        </w:rPr>
      </w:pPr>
    </w:p>
    <w:bookmarkEnd w:id="2"/>
    <w:p w14:paraId="353DAC59" w14:textId="77777777" w:rsidR="000E5033" w:rsidRPr="009A6831" w:rsidRDefault="000E5033" w:rsidP="000E5033">
      <w:pPr>
        <w:rPr>
          <w:b/>
          <w:sz w:val="22"/>
          <w:szCs w:val="22"/>
        </w:rPr>
      </w:pPr>
      <w:r w:rsidRPr="009A6831">
        <w:rPr>
          <w:b/>
          <w:sz w:val="22"/>
          <w:szCs w:val="22"/>
        </w:rPr>
        <w:t>Pooled on kokku leppinud järgnevas.</w:t>
      </w:r>
    </w:p>
    <w:p w14:paraId="1A09B457" w14:textId="77777777" w:rsidR="0048697A" w:rsidRPr="009A6831" w:rsidRDefault="0048697A" w:rsidP="0048697A">
      <w:pPr>
        <w:rPr>
          <w:b/>
          <w:sz w:val="22"/>
          <w:szCs w:val="22"/>
        </w:rPr>
      </w:pPr>
    </w:p>
    <w:p w14:paraId="01583790" w14:textId="74BFF0F3" w:rsidR="0048697A" w:rsidRPr="009A6831" w:rsidRDefault="00577DE7" w:rsidP="0048697A">
      <w:pPr>
        <w:rPr>
          <w:bCs/>
          <w:sz w:val="22"/>
          <w:szCs w:val="22"/>
        </w:rPr>
      </w:pPr>
      <w:r w:rsidRPr="009A6831">
        <w:rPr>
          <w:b/>
          <w:bCs/>
          <w:sz w:val="22"/>
          <w:szCs w:val="22"/>
        </w:rPr>
        <w:t>1.</w:t>
      </w:r>
      <w:r w:rsidRPr="009A6831">
        <w:rPr>
          <w:bCs/>
          <w:sz w:val="22"/>
          <w:szCs w:val="22"/>
        </w:rPr>
        <w:t xml:space="preserve"> </w:t>
      </w:r>
      <w:r w:rsidR="00B75DC4" w:rsidRPr="009A6831">
        <w:rPr>
          <w:bCs/>
          <w:sz w:val="22"/>
          <w:szCs w:val="22"/>
        </w:rPr>
        <w:t xml:space="preserve">RMK </w:t>
      </w:r>
      <w:r w:rsidR="009A6831" w:rsidRPr="009A6831">
        <w:rPr>
          <w:bCs/>
          <w:sz w:val="22"/>
          <w:szCs w:val="22"/>
        </w:rPr>
        <w:t>23</w:t>
      </w:r>
      <w:r w:rsidR="000E5033" w:rsidRPr="009A6831">
        <w:rPr>
          <w:bCs/>
          <w:sz w:val="22"/>
          <w:szCs w:val="22"/>
        </w:rPr>
        <w:t xml:space="preserve">. </w:t>
      </w:r>
      <w:r w:rsidR="009A6831" w:rsidRPr="009A6831">
        <w:rPr>
          <w:bCs/>
          <w:sz w:val="22"/>
          <w:szCs w:val="22"/>
        </w:rPr>
        <w:t>detsembri</w:t>
      </w:r>
      <w:r w:rsidR="000E5033" w:rsidRPr="009A6831">
        <w:rPr>
          <w:bCs/>
          <w:sz w:val="22"/>
          <w:szCs w:val="22"/>
        </w:rPr>
        <w:t xml:space="preserve"> 202</w:t>
      </w:r>
      <w:r w:rsidR="000351B5" w:rsidRPr="009A6831">
        <w:rPr>
          <w:bCs/>
          <w:sz w:val="22"/>
          <w:szCs w:val="22"/>
        </w:rPr>
        <w:t>4</w:t>
      </w:r>
      <w:r w:rsidR="006C384B" w:rsidRPr="009A6831">
        <w:rPr>
          <w:bCs/>
          <w:sz w:val="22"/>
          <w:szCs w:val="22"/>
        </w:rPr>
        <w:t xml:space="preserve">.a </w:t>
      </w:r>
      <w:r w:rsidR="00B75DC4" w:rsidRPr="009A6831">
        <w:rPr>
          <w:bCs/>
          <w:sz w:val="22"/>
          <w:szCs w:val="22"/>
        </w:rPr>
        <w:t xml:space="preserve"> </w:t>
      </w:r>
      <w:r w:rsidR="0046366C" w:rsidRPr="009A6831">
        <w:rPr>
          <w:bCs/>
          <w:sz w:val="22"/>
          <w:szCs w:val="22"/>
        </w:rPr>
        <w:t xml:space="preserve">metsamaterjali </w:t>
      </w:r>
      <w:r w:rsidR="00D36029" w:rsidRPr="009A6831">
        <w:rPr>
          <w:bCs/>
          <w:sz w:val="22"/>
          <w:szCs w:val="22"/>
        </w:rPr>
        <w:t xml:space="preserve">avaliku </w:t>
      </w:r>
      <w:r w:rsidR="00B75DC4" w:rsidRPr="009A6831">
        <w:rPr>
          <w:bCs/>
          <w:sz w:val="22"/>
          <w:szCs w:val="22"/>
        </w:rPr>
        <w:t>kirjaliku enampakkumise edukaks kuulutatud pakkujate protokolli 3-3.4/</w:t>
      </w:r>
      <w:r w:rsidR="009A6831" w:rsidRPr="009A6831">
        <w:rPr>
          <w:bCs/>
          <w:sz w:val="22"/>
          <w:szCs w:val="22"/>
        </w:rPr>
        <w:t>20</w:t>
      </w:r>
      <w:r w:rsidR="00B75DC4" w:rsidRPr="009A6831">
        <w:rPr>
          <w:bCs/>
          <w:sz w:val="22"/>
          <w:szCs w:val="22"/>
        </w:rPr>
        <w:t xml:space="preserve"> alusel </w:t>
      </w:r>
      <w:r w:rsidR="00A56E1A" w:rsidRPr="009A6831">
        <w:rPr>
          <w:bCs/>
          <w:sz w:val="22"/>
          <w:szCs w:val="22"/>
        </w:rPr>
        <w:t>m</w:t>
      </w:r>
      <w:r w:rsidR="0048697A" w:rsidRPr="009A6831">
        <w:rPr>
          <w:bCs/>
          <w:sz w:val="22"/>
          <w:szCs w:val="22"/>
        </w:rPr>
        <w:t xml:space="preserve">üüja müüb ja </w:t>
      </w:r>
      <w:r w:rsidR="00A56E1A" w:rsidRPr="009A6831">
        <w:rPr>
          <w:bCs/>
          <w:sz w:val="22"/>
          <w:szCs w:val="22"/>
        </w:rPr>
        <w:t>o</w:t>
      </w:r>
      <w:r w:rsidR="0048697A" w:rsidRPr="009A6831">
        <w:rPr>
          <w:bCs/>
          <w:sz w:val="22"/>
          <w:szCs w:val="22"/>
        </w:rPr>
        <w:t xml:space="preserve">stja ostab </w:t>
      </w:r>
      <w:r w:rsidR="00A56E1A" w:rsidRPr="009A6831">
        <w:rPr>
          <w:bCs/>
          <w:sz w:val="22"/>
          <w:szCs w:val="22"/>
        </w:rPr>
        <w:t>m</w:t>
      </w:r>
      <w:r w:rsidR="0048697A" w:rsidRPr="009A6831">
        <w:rPr>
          <w:bCs/>
          <w:sz w:val="22"/>
          <w:szCs w:val="22"/>
        </w:rPr>
        <w:t xml:space="preserve">etsamaterjali, mille </w:t>
      </w:r>
      <w:r w:rsidR="00A56E1A" w:rsidRPr="009A6831">
        <w:rPr>
          <w:bCs/>
          <w:sz w:val="22"/>
          <w:szCs w:val="22"/>
        </w:rPr>
        <w:t>t</w:t>
      </w:r>
      <w:r w:rsidR="0048697A" w:rsidRPr="009A6831">
        <w:rPr>
          <w:bCs/>
          <w:sz w:val="22"/>
          <w:szCs w:val="22"/>
        </w:rPr>
        <w:t xml:space="preserve">arnekoht ja kogus </w:t>
      </w:r>
      <w:r w:rsidR="00A56E1A" w:rsidRPr="009A6831">
        <w:rPr>
          <w:bCs/>
          <w:sz w:val="22"/>
          <w:szCs w:val="22"/>
        </w:rPr>
        <w:t>t</w:t>
      </w:r>
      <w:r w:rsidR="0048697A" w:rsidRPr="009A6831">
        <w:rPr>
          <w:bCs/>
          <w:sz w:val="22"/>
          <w:szCs w:val="22"/>
        </w:rPr>
        <w:t xml:space="preserve">arneperioodil </w:t>
      </w:r>
      <w:r w:rsidR="009A6831" w:rsidRPr="009A6831">
        <w:rPr>
          <w:b/>
          <w:bCs/>
          <w:sz w:val="22"/>
          <w:szCs w:val="22"/>
        </w:rPr>
        <w:t>08.01.2025</w:t>
      </w:r>
      <w:r w:rsidR="0048697A" w:rsidRPr="009A6831">
        <w:rPr>
          <w:b/>
          <w:bCs/>
          <w:sz w:val="22"/>
          <w:szCs w:val="22"/>
        </w:rPr>
        <w:t xml:space="preserve"> – </w:t>
      </w:r>
      <w:r w:rsidR="009A6831" w:rsidRPr="009A6831">
        <w:rPr>
          <w:b/>
          <w:bCs/>
          <w:sz w:val="22"/>
          <w:szCs w:val="22"/>
        </w:rPr>
        <w:t>31.03.2025</w:t>
      </w:r>
      <w:r w:rsidR="0048697A" w:rsidRPr="009A6831">
        <w:rPr>
          <w:bCs/>
          <w:sz w:val="22"/>
          <w:szCs w:val="22"/>
        </w:rPr>
        <w:t xml:space="preserve"> on sätestatud alljärgnevalt:</w:t>
      </w:r>
    </w:p>
    <w:tbl>
      <w:tblPr>
        <w:tblW w:w="9423" w:type="dxa"/>
        <w:tblInd w:w="70" w:type="dxa"/>
        <w:tblLayout w:type="fixed"/>
        <w:tblCellMar>
          <w:left w:w="70" w:type="dxa"/>
          <w:right w:w="70" w:type="dxa"/>
        </w:tblCellMar>
        <w:tblLook w:val="04A0" w:firstRow="1" w:lastRow="0" w:firstColumn="1" w:lastColumn="0" w:noHBand="0" w:noVBand="1"/>
      </w:tblPr>
      <w:tblGrid>
        <w:gridCol w:w="1910"/>
        <w:gridCol w:w="1559"/>
        <w:gridCol w:w="992"/>
        <w:gridCol w:w="1240"/>
        <w:gridCol w:w="1241"/>
        <w:gridCol w:w="1240"/>
        <w:gridCol w:w="1241"/>
      </w:tblGrid>
      <w:tr w:rsidR="003873FE" w:rsidRPr="009A6831" w14:paraId="2D2FE8EA" w14:textId="77777777" w:rsidTr="009A6831">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30584D81" w14:textId="77777777" w:rsidR="003873FE" w:rsidRPr="009A6831" w:rsidRDefault="003873FE" w:rsidP="00A56E1A">
            <w:pPr>
              <w:rPr>
                <w:b/>
                <w:sz w:val="22"/>
                <w:szCs w:val="22"/>
              </w:rPr>
            </w:pPr>
            <w:r w:rsidRPr="009A6831">
              <w:rPr>
                <w:b/>
                <w:sz w:val="22"/>
                <w:szCs w:val="22"/>
              </w:rPr>
              <w:t>Metsamaterjal</w:t>
            </w:r>
          </w:p>
        </w:tc>
        <w:tc>
          <w:tcPr>
            <w:tcW w:w="1559" w:type="dxa"/>
            <w:tcBorders>
              <w:top w:val="single" w:sz="4" w:space="0" w:color="auto"/>
              <w:left w:val="nil"/>
              <w:bottom w:val="single" w:sz="4" w:space="0" w:color="auto"/>
              <w:right w:val="single" w:sz="4" w:space="0" w:color="auto"/>
            </w:tcBorders>
            <w:shd w:val="clear" w:color="auto" w:fill="auto"/>
            <w:noWrap/>
          </w:tcPr>
          <w:p w14:paraId="46A21E90" w14:textId="77777777" w:rsidR="003873FE" w:rsidRPr="009A6831" w:rsidRDefault="003873FE" w:rsidP="00A56E1A">
            <w:pPr>
              <w:rPr>
                <w:b/>
                <w:sz w:val="22"/>
                <w:szCs w:val="22"/>
              </w:rPr>
            </w:pPr>
            <w:r w:rsidRPr="009A6831">
              <w:rPr>
                <w:b/>
                <w:sz w:val="22"/>
                <w:szCs w:val="22"/>
              </w:rPr>
              <w:t>Tarnekoht</w:t>
            </w:r>
          </w:p>
        </w:tc>
        <w:tc>
          <w:tcPr>
            <w:tcW w:w="992" w:type="dxa"/>
            <w:tcBorders>
              <w:top w:val="single" w:sz="4" w:space="0" w:color="auto"/>
              <w:left w:val="nil"/>
              <w:bottom w:val="single" w:sz="4" w:space="0" w:color="auto"/>
              <w:right w:val="single" w:sz="4" w:space="0" w:color="auto"/>
            </w:tcBorders>
          </w:tcPr>
          <w:p w14:paraId="547B5157" w14:textId="77777777" w:rsidR="003873FE" w:rsidRPr="009A6831" w:rsidRDefault="003873FE" w:rsidP="00A56E1A">
            <w:pPr>
              <w:jc w:val="center"/>
              <w:rPr>
                <w:b/>
                <w:sz w:val="22"/>
                <w:szCs w:val="22"/>
              </w:rPr>
            </w:pPr>
            <w:r w:rsidRPr="009A6831">
              <w:rPr>
                <w:b/>
                <w:sz w:val="22"/>
                <w:szCs w:val="22"/>
              </w:rPr>
              <w:t>Tarne-</w:t>
            </w:r>
          </w:p>
          <w:p w14:paraId="19EC62A8" w14:textId="77777777" w:rsidR="003873FE" w:rsidRPr="009A6831" w:rsidRDefault="003873FE" w:rsidP="00A56E1A">
            <w:pPr>
              <w:jc w:val="center"/>
              <w:rPr>
                <w:b/>
                <w:sz w:val="22"/>
                <w:szCs w:val="22"/>
              </w:rPr>
            </w:pPr>
            <w:r w:rsidRPr="009A6831">
              <w:rPr>
                <w:b/>
                <w:sz w:val="22"/>
                <w:szCs w:val="22"/>
              </w:rPr>
              <w:t>tingimus</w:t>
            </w:r>
          </w:p>
        </w:tc>
        <w:tc>
          <w:tcPr>
            <w:tcW w:w="1240" w:type="dxa"/>
            <w:tcBorders>
              <w:top w:val="single" w:sz="4" w:space="0" w:color="auto"/>
              <w:left w:val="single" w:sz="4" w:space="0" w:color="auto"/>
              <w:bottom w:val="single" w:sz="4" w:space="0" w:color="auto"/>
              <w:right w:val="single" w:sz="4" w:space="0" w:color="auto"/>
            </w:tcBorders>
            <w:shd w:val="clear" w:color="auto" w:fill="auto"/>
            <w:noWrap/>
          </w:tcPr>
          <w:p w14:paraId="1C9177AA" w14:textId="584F81AA" w:rsidR="003873FE" w:rsidRPr="009A6831" w:rsidRDefault="009A6831" w:rsidP="00A56E1A">
            <w:pPr>
              <w:jc w:val="center"/>
              <w:rPr>
                <w:b/>
                <w:sz w:val="22"/>
                <w:szCs w:val="22"/>
              </w:rPr>
            </w:pPr>
            <w:r>
              <w:rPr>
                <w:b/>
                <w:sz w:val="22"/>
                <w:szCs w:val="22"/>
              </w:rPr>
              <w:t>Jaan</w:t>
            </w:r>
          </w:p>
        </w:tc>
        <w:tc>
          <w:tcPr>
            <w:tcW w:w="1241" w:type="dxa"/>
            <w:tcBorders>
              <w:top w:val="single" w:sz="4" w:space="0" w:color="auto"/>
              <w:left w:val="nil"/>
              <w:bottom w:val="single" w:sz="4" w:space="0" w:color="auto"/>
              <w:right w:val="single" w:sz="4" w:space="0" w:color="auto"/>
            </w:tcBorders>
          </w:tcPr>
          <w:p w14:paraId="13A863D1" w14:textId="2D4D511D" w:rsidR="003873FE" w:rsidRPr="009A6831" w:rsidRDefault="009A6831" w:rsidP="00A56E1A">
            <w:pPr>
              <w:jc w:val="center"/>
              <w:rPr>
                <w:b/>
                <w:sz w:val="22"/>
                <w:szCs w:val="22"/>
              </w:rPr>
            </w:pPr>
            <w:r>
              <w:rPr>
                <w:b/>
                <w:sz w:val="22"/>
                <w:szCs w:val="22"/>
              </w:rPr>
              <w:t>Veebr</w:t>
            </w:r>
          </w:p>
        </w:tc>
        <w:tc>
          <w:tcPr>
            <w:tcW w:w="1240" w:type="dxa"/>
            <w:tcBorders>
              <w:top w:val="single" w:sz="4" w:space="0" w:color="auto"/>
              <w:left w:val="single" w:sz="4" w:space="0" w:color="auto"/>
              <w:bottom w:val="single" w:sz="4" w:space="0" w:color="auto"/>
              <w:right w:val="single" w:sz="4" w:space="0" w:color="auto"/>
            </w:tcBorders>
            <w:shd w:val="clear" w:color="auto" w:fill="auto"/>
            <w:noWrap/>
          </w:tcPr>
          <w:p w14:paraId="3E09FF19" w14:textId="172BF892" w:rsidR="003873FE" w:rsidRPr="009A6831" w:rsidRDefault="009A6831" w:rsidP="00A56E1A">
            <w:pPr>
              <w:jc w:val="center"/>
              <w:rPr>
                <w:b/>
                <w:sz w:val="22"/>
                <w:szCs w:val="22"/>
              </w:rPr>
            </w:pPr>
            <w:r>
              <w:rPr>
                <w:b/>
                <w:sz w:val="22"/>
                <w:szCs w:val="22"/>
              </w:rPr>
              <w:t>Märts</w:t>
            </w:r>
          </w:p>
        </w:tc>
        <w:tc>
          <w:tcPr>
            <w:tcW w:w="1241" w:type="dxa"/>
            <w:tcBorders>
              <w:top w:val="single" w:sz="4" w:space="0" w:color="auto"/>
              <w:left w:val="single" w:sz="4" w:space="0" w:color="auto"/>
              <w:bottom w:val="single" w:sz="4" w:space="0" w:color="auto"/>
              <w:right w:val="single" w:sz="4" w:space="0" w:color="auto"/>
            </w:tcBorders>
          </w:tcPr>
          <w:p w14:paraId="40C3A8CF" w14:textId="77777777" w:rsidR="003873FE" w:rsidRPr="009A6831" w:rsidRDefault="003873FE" w:rsidP="00A56E1A">
            <w:pPr>
              <w:rPr>
                <w:b/>
                <w:sz w:val="22"/>
                <w:szCs w:val="22"/>
              </w:rPr>
            </w:pPr>
            <w:r w:rsidRPr="009A6831">
              <w:rPr>
                <w:b/>
                <w:sz w:val="22"/>
                <w:szCs w:val="22"/>
              </w:rPr>
              <w:t>Kokku</w:t>
            </w:r>
          </w:p>
        </w:tc>
      </w:tr>
      <w:tr w:rsidR="009A6831" w:rsidRPr="009A6831" w14:paraId="1F150C72" w14:textId="77777777" w:rsidTr="009A6831">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22071913" w14:textId="712133E9" w:rsidR="009A6831" w:rsidRPr="009A6831" w:rsidRDefault="009A6831" w:rsidP="009A6831">
            <w:pPr>
              <w:rPr>
                <w:bCs/>
                <w:sz w:val="22"/>
                <w:szCs w:val="22"/>
              </w:rPr>
            </w:pPr>
            <w:r w:rsidRPr="009A6831">
              <w:rPr>
                <w:sz w:val="22"/>
                <w:szCs w:val="22"/>
              </w:rPr>
              <w:t>Haavapaberipuit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0559ACFF" w14:textId="7B29023A" w:rsidR="009A6831" w:rsidRPr="009A6831" w:rsidRDefault="009A6831" w:rsidP="009A6831">
            <w:pPr>
              <w:rPr>
                <w:bCs/>
                <w:sz w:val="22"/>
                <w:szCs w:val="22"/>
              </w:rPr>
            </w:pPr>
            <w:r w:rsidRPr="009A6831">
              <w:rPr>
                <w:sz w:val="22"/>
                <w:szCs w:val="22"/>
              </w:rPr>
              <w:t>Paldiski sadam</w:t>
            </w:r>
          </w:p>
        </w:tc>
        <w:tc>
          <w:tcPr>
            <w:tcW w:w="992" w:type="dxa"/>
            <w:tcBorders>
              <w:top w:val="single" w:sz="4" w:space="0" w:color="auto"/>
              <w:left w:val="nil"/>
              <w:bottom w:val="single" w:sz="4" w:space="0" w:color="auto"/>
              <w:right w:val="single" w:sz="4" w:space="0" w:color="auto"/>
            </w:tcBorders>
          </w:tcPr>
          <w:p w14:paraId="5C4E63DD" w14:textId="77777777" w:rsidR="009A6831" w:rsidRPr="009A6831" w:rsidRDefault="009A6831" w:rsidP="009A6831">
            <w:pPr>
              <w:jc w:val="center"/>
              <w:rPr>
                <w:bCs/>
                <w:sz w:val="22"/>
                <w:szCs w:val="22"/>
              </w:rPr>
            </w:pPr>
            <w:r w:rsidRPr="009A6831">
              <w:rPr>
                <w:bCs/>
                <w:sz w:val="22"/>
                <w:szCs w:val="22"/>
              </w:rPr>
              <w:t>DPU</w:t>
            </w:r>
          </w:p>
        </w:tc>
        <w:tc>
          <w:tcPr>
            <w:tcW w:w="1240" w:type="dxa"/>
            <w:tcBorders>
              <w:top w:val="single" w:sz="4" w:space="0" w:color="auto"/>
              <w:left w:val="single" w:sz="4" w:space="0" w:color="auto"/>
              <w:bottom w:val="single" w:sz="4" w:space="0" w:color="auto"/>
              <w:right w:val="single" w:sz="4" w:space="0" w:color="auto"/>
            </w:tcBorders>
            <w:shd w:val="clear" w:color="auto" w:fill="auto"/>
            <w:noWrap/>
          </w:tcPr>
          <w:p w14:paraId="4659FC16" w14:textId="341F0329" w:rsidR="009A6831" w:rsidRPr="009A6831" w:rsidRDefault="009A6831" w:rsidP="009A6831">
            <w:pPr>
              <w:jc w:val="center"/>
              <w:rPr>
                <w:bCs/>
                <w:sz w:val="22"/>
                <w:szCs w:val="22"/>
              </w:rPr>
            </w:pPr>
            <w:r w:rsidRPr="009A6831">
              <w:rPr>
                <w:sz w:val="22"/>
                <w:szCs w:val="22"/>
              </w:rPr>
              <w:t>300</w:t>
            </w:r>
          </w:p>
        </w:tc>
        <w:tc>
          <w:tcPr>
            <w:tcW w:w="1241" w:type="dxa"/>
            <w:tcBorders>
              <w:top w:val="single" w:sz="4" w:space="0" w:color="auto"/>
              <w:left w:val="nil"/>
              <w:bottom w:val="single" w:sz="4" w:space="0" w:color="auto"/>
              <w:right w:val="single" w:sz="4" w:space="0" w:color="auto"/>
            </w:tcBorders>
            <w:shd w:val="clear" w:color="auto" w:fill="auto"/>
          </w:tcPr>
          <w:p w14:paraId="0528B9ED" w14:textId="24C91164" w:rsidR="009A6831" w:rsidRPr="009A6831" w:rsidRDefault="009A6831" w:rsidP="009A6831">
            <w:pPr>
              <w:jc w:val="center"/>
              <w:rPr>
                <w:bCs/>
                <w:sz w:val="22"/>
                <w:szCs w:val="22"/>
              </w:rPr>
            </w:pPr>
            <w:r w:rsidRPr="009A6831">
              <w:rPr>
                <w:sz w:val="22"/>
                <w:szCs w:val="22"/>
              </w:rPr>
              <w:t>110</w:t>
            </w:r>
          </w:p>
        </w:tc>
        <w:tc>
          <w:tcPr>
            <w:tcW w:w="1240" w:type="dxa"/>
            <w:tcBorders>
              <w:top w:val="single" w:sz="4" w:space="0" w:color="auto"/>
              <w:left w:val="nil"/>
              <w:bottom w:val="single" w:sz="4" w:space="0" w:color="auto"/>
              <w:right w:val="single" w:sz="4" w:space="0" w:color="auto"/>
            </w:tcBorders>
            <w:shd w:val="clear" w:color="auto" w:fill="auto"/>
            <w:noWrap/>
          </w:tcPr>
          <w:p w14:paraId="06717C16" w14:textId="50ACE678" w:rsidR="009A6831" w:rsidRPr="009A6831" w:rsidRDefault="009A6831" w:rsidP="009A6831">
            <w:pPr>
              <w:jc w:val="center"/>
              <w:rPr>
                <w:bCs/>
                <w:sz w:val="22"/>
                <w:szCs w:val="22"/>
              </w:rPr>
            </w:pPr>
            <w:r w:rsidRPr="009A6831">
              <w:rPr>
                <w:sz w:val="22"/>
                <w:szCs w:val="22"/>
              </w:rPr>
              <w:t>90</w:t>
            </w:r>
          </w:p>
        </w:tc>
        <w:tc>
          <w:tcPr>
            <w:tcW w:w="1241" w:type="dxa"/>
            <w:tcBorders>
              <w:top w:val="single" w:sz="4" w:space="0" w:color="auto"/>
              <w:left w:val="single" w:sz="4" w:space="0" w:color="auto"/>
              <w:bottom w:val="single" w:sz="4" w:space="0" w:color="auto"/>
              <w:right w:val="single" w:sz="4" w:space="0" w:color="auto"/>
            </w:tcBorders>
            <w:shd w:val="clear" w:color="auto" w:fill="auto"/>
          </w:tcPr>
          <w:p w14:paraId="2DA7F2A9" w14:textId="14126BD4" w:rsidR="009A6831" w:rsidRPr="009A6831" w:rsidRDefault="009A6831" w:rsidP="009A6831">
            <w:pPr>
              <w:jc w:val="center"/>
              <w:rPr>
                <w:b/>
                <w:bCs/>
                <w:sz w:val="22"/>
                <w:szCs w:val="22"/>
              </w:rPr>
            </w:pPr>
            <w:r w:rsidRPr="009A6831">
              <w:rPr>
                <w:b/>
                <w:bCs/>
                <w:sz w:val="22"/>
                <w:szCs w:val="22"/>
              </w:rPr>
              <w:t>500</w:t>
            </w:r>
          </w:p>
        </w:tc>
      </w:tr>
      <w:tr w:rsidR="009A6831" w:rsidRPr="009A6831" w14:paraId="6C709246" w14:textId="77777777" w:rsidTr="009A6831">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hideMark/>
          </w:tcPr>
          <w:p w14:paraId="058B3D18" w14:textId="22E54301" w:rsidR="009A6831" w:rsidRPr="009A6831" w:rsidRDefault="009A6831" w:rsidP="009A6831">
            <w:pPr>
              <w:rPr>
                <w:bCs/>
                <w:sz w:val="22"/>
                <w:szCs w:val="22"/>
              </w:rPr>
            </w:pPr>
            <w:r w:rsidRPr="009A6831">
              <w:rPr>
                <w:sz w:val="22"/>
                <w:szCs w:val="22"/>
              </w:rPr>
              <w:t>Kasepaberipuit</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49B386BA" w14:textId="7C91F942" w:rsidR="009A6831" w:rsidRPr="009A6831" w:rsidRDefault="009A6831" w:rsidP="009A6831">
            <w:pPr>
              <w:rPr>
                <w:bCs/>
                <w:sz w:val="22"/>
                <w:szCs w:val="22"/>
              </w:rPr>
            </w:pPr>
            <w:r w:rsidRPr="009A6831">
              <w:rPr>
                <w:sz w:val="22"/>
                <w:szCs w:val="22"/>
              </w:rPr>
              <w:t>Paldiski sadam</w:t>
            </w:r>
          </w:p>
        </w:tc>
        <w:tc>
          <w:tcPr>
            <w:tcW w:w="992" w:type="dxa"/>
            <w:tcBorders>
              <w:top w:val="single" w:sz="4" w:space="0" w:color="auto"/>
              <w:left w:val="nil"/>
              <w:bottom w:val="single" w:sz="4" w:space="0" w:color="auto"/>
              <w:right w:val="single" w:sz="4" w:space="0" w:color="auto"/>
            </w:tcBorders>
          </w:tcPr>
          <w:p w14:paraId="07447294" w14:textId="77777777" w:rsidR="009A6831" w:rsidRPr="009A6831" w:rsidRDefault="009A6831" w:rsidP="009A6831">
            <w:pPr>
              <w:jc w:val="center"/>
              <w:rPr>
                <w:bCs/>
                <w:sz w:val="22"/>
                <w:szCs w:val="22"/>
              </w:rPr>
            </w:pPr>
            <w:r w:rsidRPr="009A6831">
              <w:rPr>
                <w:bCs/>
                <w:sz w:val="22"/>
                <w:szCs w:val="22"/>
              </w:rPr>
              <w:t>DPU</w:t>
            </w:r>
          </w:p>
        </w:tc>
        <w:tc>
          <w:tcPr>
            <w:tcW w:w="1240" w:type="dxa"/>
            <w:tcBorders>
              <w:top w:val="single" w:sz="4" w:space="0" w:color="auto"/>
              <w:left w:val="single" w:sz="4" w:space="0" w:color="auto"/>
              <w:bottom w:val="single" w:sz="4" w:space="0" w:color="auto"/>
              <w:right w:val="single" w:sz="4" w:space="0" w:color="auto"/>
            </w:tcBorders>
            <w:shd w:val="clear" w:color="auto" w:fill="auto"/>
            <w:noWrap/>
          </w:tcPr>
          <w:p w14:paraId="67EC458B" w14:textId="21BF5C84" w:rsidR="009A6831" w:rsidRPr="009A6831" w:rsidRDefault="009A6831" w:rsidP="009A6831">
            <w:pPr>
              <w:jc w:val="center"/>
              <w:rPr>
                <w:bCs/>
                <w:sz w:val="22"/>
                <w:szCs w:val="22"/>
              </w:rPr>
            </w:pPr>
            <w:r w:rsidRPr="009A6831">
              <w:rPr>
                <w:sz w:val="22"/>
                <w:szCs w:val="22"/>
              </w:rPr>
              <w:t>2040</w:t>
            </w:r>
          </w:p>
        </w:tc>
        <w:tc>
          <w:tcPr>
            <w:tcW w:w="1241" w:type="dxa"/>
            <w:tcBorders>
              <w:top w:val="single" w:sz="4" w:space="0" w:color="auto"/>
              <w:left w:val="nil"/>
              <w:bottom w:val="single" w:sz="4" w:space="0" w:color="auto"/>
              <w:right w:val="single" w:sz="4" w:space="0" w:color="auto"/>
            </w:tcBorders>
            <w:shd w:val="clear" w:color="auto" w:fill="auto"/>
          </w:tcPr>
          <w:p w14:paraId="6E34E506" w14:textId="454CE5C8" w:rsidR="009A6831" w:rsidRPr="009A6831" w:rsidRDefault="009A6831" w:rsidP="009A6831">
            <w:pPr>
              <w:jc w:val="center"/>
              <w:rPr>
                <w:bCs/>
                <w:sz w:val="22"/>
                <w:szCs w:val="22"/>
              </w:rPr>
            </w:pPr>
            <w:r w:rsidRPr="009A6831">
              <w:rPr>
                <w:sz w:val="22"/>
                <w:szCs w:val="22"/>
              </w:rPr>
              <w:t>1570</w:t>
            </w:r>
          </w:p>
        </w:tc>
        <w:tc>
          <w:tcPr>
            <w:tcW w:w="1240" w:type="dxa"/>
            <w:tcBorders>
              <w:top w:val="single" w:sz="4" w:space="0" w:color="auto"/>
              <w:left w:val="nil"/>
              <w:bottom w:val="single" w:sz="4" w:space="0" w:color="auto"/>
              <w:right w:val="single" w:sz="4" w:space="0" w:color="auto"/>
            </w:tcBorders>
            <w:shd w:val="clear" w:color="auto" w:fill="auto"/>
            <w:noWrap/>
          </w:tcPr>
          <w:p w14:paraId="7E42F6DC" w14:textId="3217FB7B" w:rsidR="009A6831" w:rsidRPr="009A6831" w:rsidRDefault="009A6831" w:rsidP="009A6831">
            <w:pPr>
              <w:jc w:val="center"/>
              <w:rPr>
                <w:bCs/>
                <w:sz w:val="22"/>
                <w:szCs w:val="22"/>
              </w:rPr>
            </w:pPr>
            <w:r w:rsidRPr="009A6831">
              <w:rPr>
                <w:sz w:val="22"/>
                <w:szCs w:val="22"/>
              </w:rPr>
              <w:t>1390</w:t>
            </w:r>
          </w:p>
        </w:tc>
        <w:tc>
          <w:tcPr>
            <w:tcW w:w="1241" w:type="dxa"/>
            <w:tcBorders>
              <w:top w:val="single" w:sz="4" w:space="0" w:color="auto"/>
              <w:left w:val="single" w:sz="4" w:space="0" w:color="auto"/>
              <w:bottom w:val="single" w:sz="4" w:space="0" w:color="auto"/>
              <w:right w:val="single" w:sz="4" w:space="0" w:color="auto"/>
            </w:tcBorders>
            <w:shd w:val="clear" w:color="auto" w:fill="auto"/>
          </w:tcPr>
          <w:p w14:paraId="69869E37" w14:textId="5D175EA5" w:rsidR="009A6831" w:rsidRPr="009A6831" w:rsidRDefault="009A6831" w:rsidP="009A6831">
            <w:pPr>
              <w:jc w:val="center"/>
              <w:rPr>
                <w:b/>
                <w:bCs/>
                <w:sz w:val="22"/>
                <w:szCs w:val="22"/>
              </w:rPr>
            </w:pPr>
            <w:r w:rsidRPr="009A6831">
              <w:rPr>
                <w:b/>
                <w:bCs/>
                <w:sz w:val="22"/>
                <w:szCs w:val="22"/>
              </w:rPr>
              <w:t>5000</w:t>
            </w:r>
          </w:p>
        </w:tc>
      </w:tr>
      <w:tr w:rsidR="009A6831" w:rsidRPr="009A6831" w14:paraId="6A0198D0" w14:textId="77777777" w:rsidTr="009A6831">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hideMark/>
          </w:tcPr>
          <w:p w14:paraId="35A86FA8" w14:textId="302468B0" w:rsidR="009A6831" w:rsidRPr="009A6831" w:rsidRDefault="009A6831" w:rsidP="009A6831">
            <w:pPr>
              <w:rPr>
                <w:bCs/>
                <w:sz w:val="22"/>
                <w:szCs w:val="22"/>
              </w:rPr>
            </w:pPr>
            <w:r w:rsidRPr="009A6831">
              <w:rPr>
                <w:sz w:val="22"/>
                <w:szCs w:val="22"/>
              </w:rPr>
              <w:t>Kuusepaberipuit</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19D04CFC" w14:textId="0D108591" w:rsidR="009A6831" w:rsidRPr="009A6831" w:rsidRDefault="009A6831" w:rsidP="009A6831">
            <w:pPr>
              <w:rPr>
                <w:bCs/>
                <w:sz w:val="22"/>
                <w:szCs w:val="22"/>
              </w:rPr>
            </w:pPr>
            <w:r w:rsidRPr="009A6831">
              <w:rPr>
                <w:sz w:val="22"/>
                <w:szCs w:val="22"/>
              </w:rPr>
              <w:t>Paldiski sadam</w:t>
            </w:r>
          </w:p>
        </w:tc>
        <w:tc>
          <w:tcPr>
            <w:tcW w:w="992" w:type="dxa"/>
            <w:tcBorders>
              <w:top w:val="single" w:sz="4" w:space="0" w:color="auto"/>
              <w:left w:val="nil"/>
              <w:bottom w:val="single" w:sz="4" w:space="0" w:color="auto"/>
              <w:right w:val="single" w:sz="4" w:space="0" w:color="auto"/>
            </w:tcBorders>
          </w:tcPr>
          <w:p w14:paraId="672627ED" w14:textId="77777777" w:rsidR="009A6831" w:rsidRPr="009A6831" w:rsidRDefault="009A6831" w:rsidP="009A6831">
            <w:pPr>
              <w:jc w:val="center"/>
              <w:rPr>
                <w:bCs/>
                <w:sz w:val="22"/>
                <w:szCs w:val="22"/>
              </w:rPr>
            </w:pPr>
            <w:r w:rsidRPr="009A6831">
              <w:rPr>
                <w:bCs/>
                <w:sz w:val="22"/>
                <w:szCs w:val="22"/>
              </w:rPr>
              <w:t>DPU</w:t>
            </w:r>
          </w:p>
        </w:tc>
        <w:tc>
          <w:tcPr>
            <w:tcW w:w="1240" w:type="dxa"/>
            <w:tcBorders>
              <w:top w:val="single" w:sz="4" w:space="0" w:color="auto"/>
              <w:left w:val="single" w:sz="4" w:space="0" w:color="auto"/>
              <w:bottom w:val="single" w:sz="4" w:space="0" w:color="auto"/>
              <w:right w:val="single" w:sz="4" w:space="0" w:color="auto"/>
            </w:tcBorders>
            <w:shd w:val="clear" w:color="auto" w:fill="auto"/>
            <w:noWrap/>
          </w:tcPr>
          <w:p w14:paraId="3DD69AC5" w14:textId="6496CC49" w:rsidR="009A6831" w:rsidRPr="009A6831" w:rsidRDefault="009A6831" w:rsidP="009A6831">
            <w:pPr>
              <w:jc w:val="center"/>
              <w:rPr>
                <w:bCs/>
                <w:sz w:val="22"/>
                <w:szCs w:val="22"/>
              </w:rPr>
            </w:pPr>
            <w:r w:rsidRPr="009A6831">
              <w:rPr>
                <w:sz w:val="22"/>
                <w:szCs w:val="22"/>
              </w:rPr>
              <w:t>970</w:t>
            </w:r>
          </w:p>
        </w:tc>
        <w:tc>
          <w:tcPr>
            <w:tcW w:w="1241" w:type="dxa"/>
            <w:tcBorders>
              <w:top w:val="single" w:sz="4" w:space="0" w:color="auto"/>
              <w:left w:val="single" w:sz="4" w:space="0" w:color="auto"/>
              <w:bottom w:val="single" w:sz="4" w:space="0" w:color="auto"/>
              <w:right w:val="single" w:sz="4" w:space="0" w:color="auto"/>
            </w:tcBorders>
            <w:shd w:val="clear" w:color="auto" w:fill="auto"/>
          </w:tcPr>
          <w:p w14:paraId="6CFC5214" w14:textId="0827FF63" w:rsidR="009A6831" w:rsidRPr="009A6831" w:rsidRDefault="009A6831" w:rsidP="009A6831">
            <w:pPr>
              <w:jc w:val="center"/>
              <w:rPr>
                <w:bCs/>
                <w:sz w:val="22"/>
                <w:szCs w:val="22"/>
              </w:rPr>
            </w:pPr>
            <w:r w:rsidRPr="009A6831">
              <w:rPr>
                <w:sz w:val="22"/>
                <w:szCs w:val="22"/>
              </w:rPr>
              <w:t>1140</w:t>
            </w:r>
          </w:p>
        </w:tc>
        <w:tc>
          <w:tcPr>
            <w:tcW w:w="1240" w:type="dxa"/>
            <w:tcBorders>
              <w:top w:val="single" w:sz="4" w:space="0" w:color="auto"/>
              <w:left w:val="nil"/>
              <w:bottom w:val="single" w:sz="4" w:space="0" w:color="auto"/>
              <w:right w:val="single" w:sz="4" w:space="0" w:color="auto"/>
            </w:tcBorders>
            <w:shd w:val="clear" w:color="auto" w:fill="auto"/>
            <w:noWrap/>
          </w:tcPr>
          <w:p w14:paraId="26E5B34B" w14:textId="017D3DE7" w:rsidR="009A6831" w:rsidRPr="009A6831" w:rsidRDefault="009A6831" w:rsidP="009A6831">
            <w:pPr>
              <w:jc w:val="center"/>
              <w:rPr>
                <w:bCs/>
                <w:sz w:val="22"/>
                <w:szCs w:val="22"/>
              </w:rPr>
            </w:pPr>
            <w:r w:rsidRPr="009A6831">
              <w:rPr>
                <w:sz w:val="22"/>
                <w:szCs w:val="22"/>
              </w:rPr>
              <w:t>890</w:t>
            </w:r>
          </w:p>
        </w:tc>
        <w:tc>
          <w:tcPr>
            <w:tcW w:w="1241" w:type="dxa"/>
            <w:tcBorders>
              <w:top w:val="single" w:sz="4" w:space="0" w:color="auto"/>
              <w:left w:val="single" w:sz="4" w:space="0" w:color="auto"/>
              <w:bottom w:val="single" w:sz="4" w:space="0" w:color="auto"/>
              <w:right w:val="single" w:sz="4" w:space="0" w:color="auto"/>
            </w:tcBorders>
            <w:shd w:val="clear" w:color="auto" w:fill="auto"/>
          </w:tcPr>
          <w:p w14:paraId="2D1DC454" w14:textId="3CBC7E97" w:rsidR="009A6831" w:rsidRPr="009A6831" w:rsidRDefault="009A6831" w:rsidP="009A6831">
            <w:pPr>
              <w:jc w:val="center"/>
              <w:rPr>
                <w:b/>
                <w:bCs/>
                <w:sz w:val="22"/>
                <w:szCs w:val="22"/>
              </w:rPr>
            </w:pPr>
            <w:r w:rsidRPr="009A6831">
              <w:rPr>
                <w:b/>
                <w:bCs/>
                <w:sz w:val="22"/>
                <w:szCs w:val="22"/>
              </w:rPr>
              <w:t>3000</w:t>
            </w:r>
          </w:p>
        </w:tc>
      </w:tr>
      <w:tr w:rsidR="009A6831" w:rsidRPr="009A6831" w14:paraId="76127343" w14:textId="77777777" w:rsidTr="009A6831">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hideMark/>
          </w:tcPr>
          <w:p w14:paraId="5A505CA5" w14:textId="4450F2FA" w:rsidR="009A6831" w:rsidRPr="009A6831" w:rsidRDefault="009A6831" w:rsidP="009A6831">
            <w:pPr>
              <w:rPr>
                <w:bCs/>
                <w:sz w:val="22"/>
                <w:szCs w:val="22"/>
              </w:rPr>
            </w:pPr>
            <w:r w:rsidRPr="009A6831">
              <w:rPr>
                <w:sz w:val="22"/>
                <w:szCs w:val="22"/>
              </w:rPr>
              <w:t>Männipaberipuit</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57FF1429" w14:textId="65AB17EA" w:rsidR="009A6831" w:rsidRPr="009A6831" w:rsidRDefault="009A6831" w:rsidP="009A6831">
            <w:pPr>
              <w:rPr>
                <w:bCs/>
                <w:sz w:val="22"/>
                <w:szCs w:val="22"/>
              </w:rPr>
            </w:pPr>
            <w:r w:rsidRPr="009A6831">
              <w:rPr>
                <w:sz w:val="22"/>
                <w:szCs w:val="22"/>
              </w:rPr>
              <w:t>Paldiski sadam</w:t>
            </w:r>
          </w:p>
        </w:tc>
        <w:tc>
          <w:tcPr>
            <w:tcW w:w="992" w:type="dxa"/>
            <w:tcBorders>
              <w:top w:val="single" w:sz="4" w:space="0" w:color="auto"/>
              <w:left w:val="nil"/>
              <w:bottom w:val="single" w:sz="4" w:space="0" w:color="auto"/>
              <w:right w:val="single" w:sz="4" w:space="0" w:color="auto"/>
            </w:tcBorders>
          </w:tcPr>
          <w:p w14:paraId="6FB54A26" w14:textId="77777777" w:rsidR="009A6831" w:rsidRPr="009A6831" w:rsidRDefault="009A6831" w:rsidP="009A6831">
            <w:pPr>
              <w:jc w:val="center"/>
              <w:rPr>
                <w:bCs/>
                <w:sz w:val="22"/>
                <w:szCs w:val="22"/>
              </w:rPr>
            </w:pPr>
            <w:r w:rsidRPr="009A6831">
              <w:rPr>
                <w:bCs/>
                <w:sz w:val="22"/>
                <w:szCs w:val="22"/>
              </w:rPr>
              <w:t>DPU</w:t>
            </w:r>
          </w:p>
        </w:tc>
        <w:tc>
          <w:tcPr>
            <w:tcW w:w="1240" w:type="dxa"/>
            <w:tcBorders>
              <w:top w:val="single" w:sz="4" w:space="0" w:color="auto"/>
              <w:left w:val="single" w:sz="4" w:space="0" w:color="auto"/>
              <w:bottom w:val="single" w:sz="4" w:space="0" w:color="auto"/>
              <w:right w:val="single" w:sz="4" w:space="0" w:color="auto"/>
            </w:tcBorders>
            <w:shd w:val="clear" w:color="auto" w:fill="auto"/>
            <w:noWrap/>
          </w:tcPr>
          <w:p w14:paraId="18EA8B2B" w14:textId="26513F20" w:rsidR="009A6831" w:rsidRPr="009A6831" w:rsidRDefault="009A6831" w:rsidP="009A6831">
            <w:pPr>
              <w:jc w:val="center"/>
              <w:rPr>
                <w:bCs/>
                <w:sz w:val="22"/>
                <w:szCs w:val="22"/>
              </w:rPr>
            </w:pPr>
            <w:r w:rsidRPr="009A6831">
              <w:rPr>
                <w:sz w:val="22"/>
                <w:szCs w:val="22"/>
              </w:rPr>
              <w:t>2000</w:t>
            </w:r>
          </w:p>
        </w:tc>
        <w:tc>
          <w:tcPr>
            <w:tcW w:w="1241" w:type="dxa"/>
            <w:tcBorders>
              <w:top w:val="single" w:sz="4" w:space="0" w:color="auto"/>
              <w:left w:val="single" w:sz="4" w:space="0" w:color="auto"/>
              <w:bottom w:val="single" w:sz="4" w:space="0" w:color="auto"/>
              <w:right w:val="single" w:sz="4" w:space="0" w:color="auto"/>
            </w:tcBorders>
            <w:shd w:val="clear" w:color="auto" w:fill="auto"/>
          </w:tcPr>
          <w:p w14:paraId="78E9B1BB" w14:textId="15EF6C85" w:rsidR="009A6831" w:rsidRPr="009A6831" w:rsidRDefault="009A6831" w:rsidP="009A6831">
            <w:pPr>
              <w:jc w:val="center"/>
              <w:rPr>
                <w:bCs/>
                <w:sz w:val="22"/>
                <w:szCs w:val="22"/>
              </w:rPr>
            </w:pPr>
            <w:r w:rsidRPr="009A6831">
              <w:rPr>
                <w:sz w:val="22"/>
                <w:szCs w:val="22"/>
              </w:rPr>
              <w:t>1650</w:t>
            </w:r>
          </w:p>
        </w:tc>
        <w:tc>
          <w:tcPr>
            <w:tcW w:w="1240" w:type="dxa"/>
            <w:tcBorders>
              <w:top w:val="single" w:sz="4" w:space="0" w:color="auto"/>
              <w:left w:val="nil"/>
              <w:bottom w:val="single" w:sz="4" w:space="0" w:color="auto"/>
              <w:right w:val="single" w:sz="4" w:space="0" w:color="auto"/>
            </w:tcBorders>
            <w:shd w:val="clear" w:color="auto" w:fill="auto"/>
            <w:noWrap/>
          </w:tcPr>
          <w:p w14:paraId="38544D38" w14:textId="1D22DF25" w:rsidR="009A6831" w:rsidRPr="009A6831" w:rsidRDefault="009A6831" w:rsidP="009A6831">
            <w:pPr>
              <w:jc w:val="center"/>
              <w:rPr>
                <w:bCs/>
                <w:sz w:val="22"/>
                <w:szCs w:val="22"/>
              </w:rPr>
            </w:pPr>
            <w:r w:rsidRPr="009A6831">
              <w:rPr>
                <w:sz w:val="22"/>
                <w:szCs w:val="22"/>
              </w:rPr>
              <w:t>1324</w:t>
            </w:r>
          </w:p>
        </w:tc>
        <w:tc>
          <w:tcPr>
            <w:tcW w:w="1241" w:type="dxa"/>
            <w:tcBorders>
              <w:top w:val="single" w:sz="4" w:space="0" w:color="auto"/>
              <w:left w:val="single" w:sz="4" w:space="0" w:color="auto"/>
              <w:bottom w:val="single" w:sz="4" w:space="0" w:color="auto"/>
              <w:right w:val="single" w:sz="4" w:space="0" w:color="auto"/>
            </w:tcBorders>
            <w:shd w:val="clear" w:color="auto" w:fill="auto"/>
          </w:tcPr>
          <w:p w14:paraId="7FCCFCFD" w14:textId="5DD74417" w:rsidR="009A6831" w:rsidRPr="009A6831" w:rsidRDefault="009A6831" w:rsidP="009A6831">
            <w:pPr>
              <w:jc w:val="center"/>
              <w:rPr>
                <w:b/>
                <w:bCs/>
                <w:sz w:val="22"/>
                <w:szCs w:val="22"/>
              </w:rPr>
            </w:pPr>
            <w:r w:rsidRPr="009A6831">
              <w:rPr>
                <w:b/>
                <w:bCs/>
                <w:sz w:val="22"/>
                <w:szCs w:val="22"/>
              </w:rPr>
              <w:t>4974</w:t>
            </w:r>
          </w:p>
        </w:tc>
      </w:tr>
      <w:tr w:rsidR="009A6831" w:rsidRPr="009A6831" w14:paraId="0BCC1584" w14:textId="77777777" w:rsidTr="009A6831">
        <w:trPr>
          <w:trHeight w:val="288"/>
        </w:trPr>
        <w:tc>
          <w:tcPr>
            <w:tcW w:w="1910" w:type="dxa"/>
            <w:tcBorders>
              <w:top w:val="single" w:sz="4" w:space="0" w:color="auto"/>
              <w:left w:val="single" w:sz="4" w:space="0" w:color="auto"/>
              <w:bottom w:val="single" w:sz="4" w:space="0" w:color="auto"/>
              <w:right w:val="single" w:sz="4" w:space="0" w:color="auto"/>
            </w:tcBorders>
            <w:shd w:val="clear" w:color="auto" w:fill="auto"/>
            <w:noWrap/>
          </w:tcPr>
          <w:p w14:paraId="2A37817F" w14:textId="6633D565" w:rsidR="009A6831" w:rsidRPr="009A6831" w:rsidRDefault="009A6831" w:rsidP="009A6831">
            <w:pPr>
              <w:rPr>
                <w:bCs/>
                <w:sz w:val="22"/>
                <w:szCs w:val="22"/>
              </w:rPr>
            </w:pPr>
            <w:r w:rsidRPr="009A6831">
              <w:rPr>
                <w:sz w:val="22"/>
                <w:szCs w:val="22"/>
              </w:rPr>
              <w:t>Okaspuuküttepuit</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2E6FA341" w14:textId="0F21BCF8" w:rsidR="009A6831" w:rsidRPr="009A6831" w:rsidRDefault="009A6831" w:rsidP="009A6831">
            <w:pPr>
              <w:rPr>
                <w:bCs/>
                <w:sz w:val="22"/>
                <w:szCs w:val="22"/>
              </w:rPr>
            </w:pPr>
            <w:r w:rsidRPr="009A6831">
              <w:rPr>
                <w:sz w:val="22"/>
                <w:szCs w:val="22"/>
              </w:rPr>
              <w:t>Paldiski sadam</w:t>
            </w:r>
          </w:p>
        </w:tc>
        <w:tc>
          <w:tcPr>
            <w:tcW w:w="992" w:type="dxa"/>
            <w:tcBorders>
              <w:top w:val="single" w:sz="4" w:space="0" w:color="auto"/>
              <w:left w:val="nil"/>
              <w:bottom w:val="single" w:sz="4" w:space="0" w:color="auto"/>
              <w:right w:val="single" w:sz="4" w:space="0" w:color="auto"/>
            </w:tcBorders>
          </w:tcPr>
          <w:p w14:paraId="0BD6BE59" w14:textId="09817B54" w:rsidR="009A6831" w:rsidRPr="009A6831" w:rsidRDefault="009A6831" w:rsidP="009A6831">
            <w:pPr>
              <w:jc w:val="center"/>
              <w:rPr>
                <w:bCs/>
                <w:sz w:val="22"/>
                <w:szCs w:val="22"/>
              </w:rPr>
            </w:pPr>
            <w:r w:rsidRPr="009A6831">
              <w:rPr>
                <w:sz w:val="22"/>
                <w:szCs w:val="22"/>
              </w:rPr>
              <w:t>DPU</w:t>
            </w:r>
          </w:p>
        </w:tc>
        <w:tc>
          <w:tcPr>
            <w:tcW w:w="1240" w:type="dxa"/>
            <w:tcBorders>
              <w:top w:val="single" w:sz="4" w:space="0" w:color="auto"/>
              <w:left w:val="single" w:sz="4" w:space="0" w:color="auto"/>
              <w:bottom w:val="single" w:sz="4" w:space="0" w:color="auto"/>
              <w:right w:val="single" w:sz="4" w:space="0" w:color="auto"/>
            </w:tcBorders>
            <w:shd w:val="clear" w:color="auto" w:fill="auto"/>
            <w:noWrap/>
          </w:tcPr>
          <w:p w14:paraId="4851059E" w14:textId="265C024B" w:rsidR="009A6831" w:rsidRPr="009A6831" w:rsidRDefault="009A6831" w:rsidP="009A6831">
            <w:pPr>
              <w:jc w:val="center"/>
              <w:rPr>
                <w:bCs/>
                <w:sz w:val="22"/>
                <w:szCs w:val="22"/>
              </w:rPr>
            </w:pPr>
            <w:r w:rsidRPr="009A6831">
              <w:rPr>
                <w:sz w:val="22"/>
                <w:szCs w:val="22"/>
              </w:rPr>
              <w:t>250</w:t>
            </w:r>
          </w:p>
        </w:tc>
        <w:tc>
          <w:tcPr>
            <w:tcW w:w="1241" w:type="dxa"/>
            <w:tcBorders>
              <w:top w:val="single" w:sz="4" w:space="0" w:color="auto"/>
              <w:left w:val="single" w:sz="4" w:space="0" w:color="auto"/>
              <w:bottom w:val="single" w:sz="4" w:space="0" w:color="auto"/>
              <w:right w:val="single" w:sz="4" w:space="0" w:color="auto"/>
            </w:tcBorders>
            <w:shd w:val="clear" w:color="auto" w:fill="auto"/>
          </w:tcPr>
          <w:p w14:paraId="67515B75" w14:textId="32D0CC37" w:rsidR="009A6831" w:rsidRPr="009A6831" w:rsidRDefault="009A6831" w:rsidP="009A6831">
            <w:pPr>
              <w:jc w:val="center"/>
              <w:rPr>
                <w:bCs/>
                <w:sz w:val="22"/>
                <w:szCs w:val="22"/>
              </w:rPr>
            </w:pPr>
            <w:r w:rsidRPr="009A6831">
              <w:rPr>
                <w:sz w:val="22"/>
                <w:szCs w:val="22"/>
              </w:rPr>
              <w:t>149</w:t>
            </w:r>
          </w:p>
        </w:tc>
        <w:tc>
          <w:tcPr>
            <w:tcW w:w="1240" w:type="dxa"/>
            <w:tcBorders>
              <w:top w:val="single" w:sz="4" w:space="0" w:color="auto"/>
              <w:left w:val="nil"/>
              <w:bottom w:val="single" w:sz="4" w:space="0" w:color="auto"/>
              <w:right w:val="single" w:sz="4" w:space="0" w:color="auto"/>
            </w:tcBorders>
            <w:shd w:val="clear" w:color="auto" w:fill="auto"/>
            <w:noWrap/>
          </w:tcPr>
          <w:p w14:paraId="372E8846" w14:textId="0F373313" w:rsidR="009A6831" w:rsidRPr="009A6831" w:rsidRDefault="009A6831" w:rsidP="009A6831">
            <w:pPr>
              <w:jc w:val="center"/>
              <w:rPr>
                <w:bCs/>
                <w:sz w:val="22"/>
                <w:szCs w:val="22"/>
              </w:rPr>
            </w:pPr>
            <w:r w:rsidRPr="009A6831">
              <w:rPr>
                <w:sz w:val="22"/>
                <w:szCs w:val="22"/>
              </w:rPr>
              <w:t>90</w:t>
            </w:r>
          </w:p>
        </w:tc>
        <w:tc>
          <w:tcPr>
            <w:tcW w:w="1241" w:type="dxa"/>
            <w:tcBorders>
              <w:top w:val="single" w:sz="4" w:space="0" w:color="auto"/>
              <w:left w:val="single" w:sz="4" w:space="0" w:color="auto"/>
              <w:bottom w:val="single" w:sz="4" w:space="0" w:color="auto"/>
              <w:right w:val="single" w:sz="4" w:space="0" w:color="auto"/>
            </w:tcBorders>
            <w:shd w:val="clear" w:color="auto" w:fill="auto"/>
          </w:tcPr>
          <w:p w14:paraId="0F2EA712" w14:textId="53AF1241" w:rsidR="009A6831" w:rsidRPr="009A6831" w:rsidRDefault="009A6831" w:rsidP="009A6831">
            <w:pPr>
              <w:jc w:val="center"/>
              <w:rPr>
                <w:b/>
                <w:bCs/>
                <w:sz w:val="22"/>
                <w:szCs w:val="22"/>
              </w:rPr>
            </w:pPr>
            <w:r w:rsidRPr="009A6831">
              <w:rPr>
                <w:b/>
                <w:bCs/>
                <w:sz w:val="22"/>
                <w:szCs w:val="22"/>
              </w:rPr>
              <w:t>489</w:t>
            </w:r>
          </w:p>
        </w:tc>
      </w:tr>
    </w:tbl>
    <w:p w14:paraId="3CDCCD32" w14:textId="77777777" w:rsidR="0048697A" w:rsidRPr="009A6831" w:rsidRDefault="0048697A" w:rsidP="0048697A">
      <w:pPr>
        <w:jc w:val="both"/>
        <w:rPr>
          <w:bCs/>
          <w:sz w:val="22"/>
          <w:szCs w:val="22"/>
        </w:rPr>
      </w:pPr>
    </w:p>
    <w:p w14:paraId="7DB8DABE" w14:textId="77777777" w:rsidR="00466AE9" w:rsidRPr="009A6831" w:rsidRDefault="00A3150C" w:rsidP="00466AE9">
      <w:pPr>
        <w:jc w:val="both"/>
        <w:rPr>
          <w:sz w:val="22"/>
          <w:szCs w:val="22"/>
        </w:rPr>
      </w:pPr>
      <w:r w:rsidRPr="009A6831">
        <w:rPr>
          <w:b/>
          <w:sz w:val="22"/>
          <w:szCs w:val="22"/>
        </w:rPr>
        <w:t>2</w:t>
      </w:r>
      <w:r w:rsidR="0048697A" w:rsidRPr="009A6831">
        <w:rPr>
          <w:b/>
          <w:sz w:val="22"/>
          <w:szCs w:val="22"/>
        </w:rPr>
        <w:t>.</w:t>
      </w:r>
      <w:r w:rsidR="0048697A" w:rsidRPr="009A6831">
        <w:rPr>
          <w:sz w:val="22"/>
          <w:szCs w:val="22"/>
        </w:rPr>
        <w:t xml:space="preserve"> Lepingu objektiks oleva </w:t>
      </w:r>
      <w:r w:rsidR="00A56E1A" w:rsidRPr="009A6831">
        <w:rPr>
          <w:sz w:val="22"/>
          <w:szCs w:val="22"/>
        </w:rPr>
        <w:t>m</w:t>
      </w:r>
      <w:r w:rsidR="0048697A" w:rsidRPr="009A6831">
        <w:rPr>
          <w:sz w:val="22"/>
          <w:szCs w:val="22"/>
        </w:rPr>
        <w:t xml:space="preserve">etsamaterjali koguse lubatud kõikumine on kuni 10 (kümme) % kokkulepitud kogustest </w:t>
      </w:r>
      <w:r w:rsidR="00A56E1A" w:rsidRPr="009A6831">
        <w:rPr>
          <w:sz w:val="22"/>
          <w:szCs w:val="22"/>
        </w:rPr>
        <w:t>t</w:t>
      </w:r>
      <w:r w:rsidR="0048697A" w:rsidRPr="009A6831">
        <w:rPr>
          <w:sz w:val="22"/>
          <w:szCs w:val="22"/>
        </w:rPr>
        <w:t xml:space="preserve">arnegraafikus toodud kuude lõikes. </w:t>
      </w:r>
      <w:r w:rsidR="00466AE9" w:rsidRPr="009A6831">
        <w:rPr>
          <w:sz w:val="22"/>
          <w:szCs w:val="22"/>
        </w:rPr>
        <w:t xml:space="preserve">Ostja poolt vastu võetud ettetarne loetakse </w:t>
      </w:r>
      <w:r w:rsidR="00A56E1A" w:rsidRPr="009A6831">
        <w:rPr>
          <w:sz w:val="22"/>
          <w:szCs w:val="22"/>
        </w:rPr>
        <w:t>t</w:t>
      </w:r>
      <w:r w:rsidR="00466AE9" w:rsidRPr="009A6831">
        <w:rPr>
          <w:sz w:val="22"/>
          <w:szCs w:val="22"/>
        </w:rPr>
        <w:t>arneperioodi järgneva(te) kuu(de) tarnekohustus(t)e katteks.</w:t>
      </w:r>
    </w:p>
    <w:p w14:paraId="37AC9439" w14:textId="77777777" w:rsidR="0048697A" w:rsidRPr="009A6831" w:rsidRDefault="0048697A" w:rsidP="0048697A">
      <w:pPr>
        <w:jc w:val="both"/>
        <w:rPr>
          <w:sz w:val="22"/>
          <w:szCs w:val="22"/>
        </w:rPr>
      </w:pPr>
    </w:p>
    <w:p w14:paraId="72BF2971" w14:textId="77777777" w:rsidR="0048697A" w:rsidRPr="009A6831" w:rsidRDefault="0048697A" w:rsidP="0048697A">
      <w:pPr>
        <w:jc w:val="both"/>
        <w:rPr>
          <w:sz w:val="22"/>
          <w:szCs w:val="22"/>
        </w:rPr>
      </w:pPr>
    </w:p>
    <w:p w14:paraId="2AA5D2FB" w14:textId="77777777" w:rsidR="0048697A" w:rsidRPr="009A6831" w:rsidRDefault="0048697A" w:rsidP="0048697A">
      <w:pPr>
        <w:pStyle w:val="Heading1"/>
        <w:rPr>
          <w:sz w:val="22"/>
          <w:szCs w:val="22"/>
        </w:rPr>
      </w:pPr>
      <w:r w:rsidRPr="009A6831">
        <w:rPr>
          <w:sz w:val="22"/>
          <w:szCs w:val="22"/>
        </w:rPr>
        <w:t xml:space="preserve">Poolte allkirjad  </w:t>
      </w:r>
    </w:p>
    <w:p w14:paraId="369BB5A2" w14:textId="77777777" w:rsidR="0048697A" w:rsidRPr="009A6831" w:rsidRDefault="0048697A" w:rsidP="0048697A">
      <w:pPr>
        <w:pStyle w:val="Heading1"/>
        <w:rPr>
          <w:sz w:val="22"/>
          <w:szCs w:val="22"/>
        </w:rPr>
      </w:pPr>
    </w:p>
    <w:p w14:paraId="0E93E883" w14:textId="77777777" w:rsidR="00D36029" w:rsidRPr="009A6831" w:rsidRDefault="00D36029" w:rsidP="00D36029">
      <w:pPr>
        <w:pStyle w:val="Heading1"/>
        <w:rPr>
          <w:sz w:val="22"/>
          <w:szCs w:val="22"/>
        </w:rPr>
      </w:pPr>
      <w:r w:rsidRPr="009A6831">
        <w:rPr>
          <w:sz w:val="22"/>
          <w:szCs w:val="22"/>
        </w:rPr>
        <w:t>Müüja</w:t>
      </w:r>
      <w:r w:rsidRPr="009A6831">
        <w:rPr>
          <w:sz w:val="22"/>
          <w:szCs w:val="22"/>
        </w:rPr>
        <w:tab/>
      </w:r>
      <w:r w:rsidRPr="009A6831">
        <w:rPr>
          <w:sz w:val="22"/>
          <w:szCs w:val="22"/>
        </w:rPr>
        <w:tab/>
      </w:r>
      <w:r w:rsidRPr="009A6831">
        <w:rPr>
          <w:sz w:val="22"/>
          <w:szCs w:val="22"/>
        </w:rPr>
        <w:tab/>
      </w:r>
      <w:r w:rsidRPr="009A6831">
        <w:rPr>
          <w:sz w:val="22"/>
          <w:szCs w:val="22"/>
        </w:rPr>
        <w:tab/>
      </w:r>
      <w:r w:rsidRPr="009A6831">
        <w:rPr>
          <w:sz w:val="22"/>
          <w:szCs w:val="22"/>
        </w:rPr>
        <w:tab/>
      </w:r>
      <w:r w:rsidRPr="009A6831">
        <w:rPr>
          <w:sz w:val="22"/>
          <w:szCs w:val="22"/>
        </w:rPr>
        <w:tab/>
      </w:r>
      <w:r w:rsidRPr="009A6831">
        <w:rPr>
          <w:sz w:val="22"/>
          <w:szCs w:val="22"/>
        </w:rPr>
        <w:tab/>
      </w:r>
      <w:r w:rsidRPr="009A6831">
        <w:rPr>
          <w:sz w:val="22"/>
          <w:szCs w:val="22"/>
        </w:rPr>
        <w:tab/>
        <w:t>Ostja</w:t>
      </w:r>
    </w:p>
    <w:p w14:paraId="5B4BA934" w14:textId="77777777" w:rsidR="00D36029" w:rsidRPr="009A6831" w:rsidRDefault="00D36029" w:rsidP="00D36029">
      <w:pPr>
        <w:pStyle w:val="Heading1"/>
        <w:rPr>
          <w:b w:val="0"/>
          <w:sz w:val="22"/>
          <w:szCs w:val="22"/>
        </w:rPr>
      </w:pPr>
    </w:p>
    <w:p w14:paraId="00A711E7" w14:textId="77777777" w:rsidR="00D36029" w:rsidRPr="009A6831" w:rsidRDefault="00D36029" w:rsidP="00D36029">
      <w:pPr>
        <w:rPr>
          <w:b/>
          <w:sz w:val="22"/>
          <w:szCs w:val="22"/>
        </w:rPr>
      </w:pPr>
      <w:r w:rsidRPr="009A6831">
        <w:rPr>
          <w:b/>
          <w:sz w:val="22"/>
          <w:szCs w:val="22"/>
        </w:rPr>
        <w:t>Urmas Treial</w:t>
      </w:r>
      <w:r w:rsidRPr="009A6831">
        <w:rPr>
          <w:b/>
          <w:sz w:val="22"/>
          <w:szCs w:val="22"/>
        </w:rPr>
        <w:tab/>
      </w:r>
      <w:r w:rsidRPr="009A6831">
        <w:rPr>
          <w:b/>
          <w:sz w:val="22"/>
          <w:szCs w:val="22"/>
        </w:rPr>
        <w:tab/>
      </w:r>
      <w:r w:rsidRPr="009A6831">
        <w:rPr>
          <w:b/>
          <w:sz w:val="22"/>
          <w:szCs w:val="22"/>
        </w:rPr>
        <w:tab/>
      </w:r>
      <w:r w:rsidRPr="009A6831">
        <w:rPr>
          <w:b/>
          <w:sz w:val="22"/>
          <w:szCs w:val="22"/>
        </w:rPr>
        <w:tab/>
      </w:r>
      <w:r w:rsidRPr="009A6831">
        <w:rPr>
          <w:b/>
          <w:sz w:val="22"/>
          <w:szCs w:val="22"/>
        </w:rPr>
        <w:tab/>
      </w:r>
      <w:r w:rsidRPr="009A6831">
        <w:rPr>
          <w:b/>
          <w:sz w:val="22"/>
          <w:szCs w:val="22"/>
        </w:rPr>
        <w:tab/>
      </w:r>
      <w:r w:rsidRPr="009A6831">
        <w:rPr>
          <w:b/>
          <w:sz w:val="22"/>
          <w:szCs w:val="22"/>
        </w:rPr>
        <w:tab/>
      </w:r>
      <w:r w:rsidR="003031D0" w:rsidRPr="009A6831">
        <w:rPr>
          <w:b/>
          <w:sz w:val="22"/>
          <w:szCs w:val="22"/>
        </w:rPr>
        <w:t>Vivika Koplimaa</w:t>
      </w:r>
    </w:p>
    <w:p w14:paraId="24666E83" w14:textId="77777777" w:rsidR="00D36029" w:rsidRPr="009A6831" w:rsidRDefault="00D36029" w:rsidP="00D36029">
      <w:pPr>
        <w:ind w:left="2040" w:hanging="2040"/>
        <w:rPr>
          <w:sz w:val="22"/>
          <w:szCs w:val="22"/>
        </w:rPr>
      </w:pPr>
      <w:r w:rsidRPr="009A6831">
        <w:rPr>
          <w:sz w:val="22"/>
          <w:szCs w:val="22"/>
        </w:rPr>
        <w:t>Puiduturustuse peaspetsialist</w:t>
      </w:r>
      <w:r w:rsidRPr="009A6831">
        <w:rPr>
          <w:sz w:val="22"/>
          <w:szCs w:val="22"/>
        </w:rPr>
        <w:tab/>
      </w:r>
      <w:r w:rsidRPr="009A6831">
        <w:rPr>
          <w:sz w:val="22"/>
          <w:szCs w:val="22"/>
        </w:rPr>
        <w:tab/>
      </w:r>
      <w:r w:rsidRPr="009A6831">
        <w:rPr>
          <w:sz w:val="22"/>
          <w:szCs w:val="22"/>
        </w:rPr>
        <w:tab/>
      </w:r>
      <w:r w:rsidRPr="009A6831">
        <w:rPr>
          <w:sz w:val="22"/>
          <w:szCs w:val="22"/>
        </w:rPr>
        <w:tab/>
      </w:r>
      <w:r w:rsidRPr="009A6831">
        <w:rPr>
          <w:sz w:val="22"/>
          <w:szCs w:val="22"/>
        </w:rPr>
        <w:tab/>
        <w:t>Juhatuse liige</w:t>
      </w:r>
    </w:p>
    <w:p w14:paraId="08AA55C9" w14:textId="77777777" w:rsidR="0048697A" w:rsidRPr="009A6831" w:rsidRDefault="0048697A" w:rsidP="0048697A">
      <w:pPr>
        <w:ind w:left="5440" w:firstLine="680"/>
        <w:rPr>
          <w:spacing w:val="0"/>
          <w:position w:val="0"/>
          <w:sz w:val="22"/>
          <w:szCs w:val="22"/>
        </w:rPr>
      </w:pPr>
      <w:r w:rsidRPr="009A6831">
        <w:rPr>
          <w:sz w:val="22"/>
          <w:szCs w:val="22"/>
        </w:rPr>
        <w:br w:type="page"/>
      </w:r>
      <w:r w:rsidRPr="009A6831">
        <w:rPr>
          <w:spacing w:val="0"/>
          <w:position w:val="0"/>
          <w:sz w:val="22"/>
          <w:szCs w:val="22"/>
        </w:rPr>
        <w:lastRenderedPageBreak/>
        <w:t>Lisa 2</w:t>
      </w:r>
    </w:p>
    <w:p w14:paraId="09A9B5DC" w14:textId="77777777" w:rsidR="00466AE9" w:rsidRPr="009A6831" w:rsidRDefault="00466AE9" w:rsidP="00466AE9">
      <w:pPr>
        <w:ind w:left="5440" w:firstLine="680"/>
        <w:rPr>
          <w:spacing w:val="0"/>
          <w:position w:val="0"/>
          <w:sz w:val="22"/>
          <w:szCs w:val="22"/>
        </w:rPr>
      </w:pPr>
      <w:r w:rsidRPr="009A6831">
        <w:rPr>
          <w:spacing w:val="0"/>
          <w:position w:val="0"/>
          <w:sz w:val="22"/>
          <w:szCs w:val="22"/>
        </w:rPr>
        <w:t>RMK ja Lignator Logistika OÜ vahelise</w:t>
      </w:r>
    </w:p>
    <w:p w14:paraId="4EB26CBC" w14:textId="77777777" w:rsidR="00466AE9" w:rsidRPr="009A6831" w:rsidRDefault="00466AE9" w:rsidP="00466AE9">
      <w:pPr>
        <w:ind w:left="5440" w:firstLine="680"/>
        <w:rPr>
          <w:spacing w:val="0"/>
          <w:position w:val="0"/>
          <w:sz w:val="22"/>
          <w:szCs w:val="22"/>
        </w:rPr>
      </w:pPr>
      <w:r w:rsidRPr="009A6831">
        <w:rPr>
          <w:spacing w:val="0"/>
          <w:position w:val="0"/>
          <w:sz w:val="22"/>
          <w:szCs w:val="22"/>
        </w:rPr>
        <w:t>metsamaterjali müügilepingu</w:t>
      </w:r>
    </w:p>
    <w:p w14:paraId="2E024625" w14:textId="12F33C3A" w:rsidR="000E5033" w:rsidRPr="009A6831" w:rsidRDefault="000E5033" w:rsidP="000E5033">
      <w:pPr>
        <w:ind w:left="5440" w:firstLine="680"/>
        <w:rPr>
          <w:spacing w:val="0"/>
          <w:position w:val="0"/>
          <w:sz w:val="22"/>
          <w:szCs w:val="22"/>
        </w:rPr>
      </w:pPr>
      <w:r w:rsidRPr="009A6831">
        <w:rPr>
          <w:spacing w:val="0"/>
          <w:position w:val="0"/>
          <w:sz w:val="22"/>
          <w:szCs w:val="22"/>
        </w:rPr>
        <w:t>nr 3-3.6.1/202</w:t>
      </w:r>
      <w:r w:rsidR="00A26C8D" w:rsidRPr="009A6831">
        <w:rPr>
          <w:spacing w:val="0"/>
          <w:position w:val="0"/>
          <w:sz w:val="22"/>
          <w:szCs w:val="22"/>
        </w:rPr>
        <w:t>5</w:t>
      </w:r>
      <w:r w:rsidRPr="009A6831">
        <w:rPr>
          <w:spacing w:val="0"/>
          <w:position w:val="0"/>
          <w:sz w:val="22"/>
          <w:szCs w:val="22"/>
        </w:rPr>
        <w:t>/</w:t>
      </w:r>
      <w:r w:rsidR="00A26C8D" w:rsidRPr="009A6831">
        <w:rPr>
          <w:spacing w:val="0"/>
          <w:position w:val="0"/>
          <w:sz w:val="22"/>
          <w:szCs w:val="22"/>
        </w:rPr>
        <w:t>7</w:t>
      </w:r>
      <w:r w:rsidRPr="009A6831">
        <w:rPr>
          <w:spacing w:val="0"/>
          <w:position w:val="0"/>
          <w:sz w:val="22"/>
          <w:szCs w:val="22"/>
        </w:rPr>
        <w:t xml:space="preserve"> juurde</w:t>
      </w:r>
    </w:p>
    <w:p w14:paraId="2849D382" w14:textId="77777777" w:rsidR="0048697A" w:rsidRPr="009A6831" w:rsidRDefault="0048697A" w:rsidP="0048697A">
      <w:pPr>
        <w:pStyle w:val="Heading1"/>
        <w:rPr>
          <w:b w:val="0"/>
          <w:kern w:val="0"/>
          <w:sz w:val="22"/>
          <w:szCs w:val="22"/>
        </w:rPr>
      </w:pPr>
    </w:p>
    <w:p w14:paraId="3343E271" w14:textId="77777777" w:rsidR="0048697A" w:rsidRPr="009A6831" w:rsidRDefault="0048697A" w:rsidP="0048697A">
      <w:pPr>
        <w:pStyle w:val="Heading1"/>
        <w:jc w:val="center"/>
        <w:rPr>
          <w:kern w:val="0"/>
          <w:sz w:val="22"/>
          <w:szCs w:val="22"/>
        </w:rPr>
      </w:pPr>
      <w:r w:rsidRPr="009A6831">
        <w:rPr>
          <w:kern w:val="0"/>
          <w:sz w:val="22"/>
          <w:szCs w:val="22"/>
        </w:rPr>
        <w:t>KVALITEEDINÕUDED</w:t>
      </w:r>
    </w:p>
    <w:p w14:paraId="4E52D614" w14:textId="77777777" w:rsidR="0048697A" w:rsidRPr="009A6831" w:rsidRDefault="0048697A" w:rsidP="0048697A">
      <w:pPr>
        <w:rPr>
          <w:sz w:val="22"/>
          <w:szCs w:val="22"/>
        </w:rPr>
      </w:pPr>
    </w:p>
    <w:p w14:paraId="5AEB8C9D" w14:textId="77777777" w:rsidR="0048697A" w:rsidRPr="009A6831" w:rsidRDefault="0048697A" w:rsidP="009A6831">
      <w:pPr>
        <w:pStyle w:val="Heading1"/>
        <w:ind w:left="4080"/>
        <w:rPr>
          <w:b w:val="0"/>
          <w:bCs/>
          <w:kern w:val="0"/>
          <w:sz w:val="22"/>
          <w:szCs w:val="22"/>
        </w:rPr>
      </w:pPr>
      <w:r w:rsidRPr="009A6831">
        <w:rPr>
          <w:b w:val="0"/>
          <w:bCs/>
          <w:kern w:val="0"/>
          <w:sz w:val="22"/>
          <w:szCs w:val="22"/>
        </w:rPr>
        <w:t>/kuupäev vastavalt hilisemale digitaalallkirja kuupäevale/</w:t>
      </w:r>
    </w:p>
    <w:p w14:paraId="197E4A97" w14:textId="77777777" w:rsidR="00577DE7" w:rsidRPr="009A6831" w:rsidRDefault="00577DE7" w:rsidP="0048697A">
      <w:pPr>
        <w:rPr>
          <w:b/>
          <w:sz w:val="22"/>
          <w:szCs w:val="22"/>
        </w:rPr>
      </w:pPr>
    </w:p>
    <w:p w14:paraId="1D003762" w14:textId="77777777" w:rsidR="000E5033" w:rsidRPr="009A6831" w:rsidRDefault="000E5033" w:rsidP="0048697A">
      <w:pPr>
        <w:rPr>
          <w:b/>
          <w:sz w:val="22"/>
          <w:szCs w:val="22"/>
        </w:rPr>
      </w:pPr>
    </w:p>
    <w:p w14:paraId="2C596ABE" w14:textId="77777777" w:rsidR="000E5033" w:rsidRPr="009A6831" w:rsidRDefault="000E5033" w:rsidP="0048697A">
      <w:pPr>
        <w:rPr>
          <w:b/>
          <w:sz w:val="22"/>
          <w:szCs w:val="22"/>
        </w:rPr>
      </w:pPr>
      <w:r w:rsidRPr="009A6831">
        <w:rPr>
          <w:b/>
          <w:sz w:val="22"/>
          <w:szCs w:val="22"/>
        </w:rPr>
        <w:t>Pooled on kokku leppinud järgnevas.</w:t>
      </w:r>
    </w:p>
    <w:p w14:paraId="7D60C114" w14:textId="77777777" w:rsidR="00577DE7" w:rsidRPr="009A6831" w:rsidRDefault="00577DE7" w:rsidP="0048697A">
      <w:pPr>
        <w:rPr>
          <w:b/>
          <w:sz w:val="22"/>
          <w:szCs w:val="22"/>
        </w:rPr>
      </w:pPr>
    </w:p>
    <w:p w14:paraId="03DC161A" w14:textId="77777777" w:rsidR="000E5033" w:rsidRPr="009A6831" w:rsidRDefault="000E5033" w:rsidP="000E5033">
      <w:pPr>
        <w:rPr>
          <w:bCs/>
          <w:sz w:val="22"/>
          <w:szCs w:val="22"/>
        </w:rPr>
      </w:pPr>
      <w:r w:rsidRPr="009A6831">
        <w:rPr>
          <w:b/>
          <w:sz w:val="22"/>
          <w:szCs w:val="22"/>
        </w:rPr>
        <w:t>1.</w:t>
      </w:r>
      <w:r w:rsidRPr="009A6831">
        <w:rPr>
          <w:sz w:val="22"/>
          <w:szCs w:val="22"/>
        </w:rPr>
        <w:t xml:space="preserve"> </w:t>
      </w:r>
      <w:r w:rsidR="000D2487" w:rsidRPr="009A6831">
        <w:rPr>
          <w:bCs/>
          <w:sz w:val="22"/>
          <w:szCs w:val="22"/>
        </w:rPr>
        <w:t xml:space="preserve">Ostetava </w:t>
      </w:r>
      <w:r w:rsidRPr="009A6831">
        <w:rPr>
          <w:bCs/>
          <w:sz w:val="22"/>
          <w:szCs w:val="22"/>
        </w:rPr>
        <w:t>metsamaterjal kvaliteet ja mõõdud on sätestatud alljärgnevalt:</w:t>
      </w:r>
    </w:p>
    <w:p w14:paraId="2D48A469" w14:textId="77777777" w:rsidR="000E5033" w:rsidRPr="009A6831" w:rsidRDefault="000E5033" w:rsidP="000E5033">
      <w:pPr>
        <w:rPr>
          <w:bCs/>
          <w:sz w:val="22"/>
          <w:szCs w:val="22"/>
        </w:rPr>
      </w:pPr>
      <w:r w:rsidRPr="009A6831">
        <w:rPr>
          <w:b/>
          <w:bCs/>
          <w:sz w:val="22"/>
          <w:szCs w:val="22"/>
        </w:rPr>
        <w:t>1.1.</w:t>
      </w:r>
      <w:r w:rsidRPr="009A6831">
        <w:rPr>
          <w:bCs/>
          <w:sz w:val="22"/>
          <w:szCs w:val="22"/>
        </w:rPr>
        <w:t xml:space="preserve"> Kasepaberipuit </w:t>
      </w:r>
    </w:p>
    <w:p w14:paraId="56D81620" w14:textId="77777777" w:rsidR="000E5033" w:rsidRPr="009A6831" w:rsidRDefault="000E5033" w:rsidP="000E5033">
      <w:pPr>
        <w:rPr>
          <w:bCs/>
          <w:sz w:val="22"/>
          <w:szCs w:val="22"/>
        </w:rPr>
      </w:pPr>
      <w:r w:rsidRPr="009A6831">
        <w:rPr>
          <w:sz w:val="22"/>
          <w:szCs w:val="22"/>
        </w:rPr>
        <w:t xml:space="preserve">RMK virnmaterjalide standardis (avaldatud RMK veebilehel </w:t>
      </w:r>
      <w:hyperlink r:id="rId12" w:history="1">
        <w:r w:rsidRPr="009A6831">
          <w:rPr>
            <w:rStyle w:val="Hyperlink"/>
            <w:sz w:val="22"/>
            <w:szCs w:val="22"/>
          </w:rPr>
          <w:t>www.rmk.ee</w:t>
        </w:r>
      </w:hyperlink>
      <w:r w:rsidRPr="009A6831">
        <w:rPr>
          <w:sz w:val="22"/>
          <w:szCs w:val="22"/>
        </w:rPr>
        <w:t xml:space="preserve"> )  p. 2.1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0E5033" w:rsidRPr="009A6831" w14:paraId="69E7E7C9"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3AD5BC7E" w14:textId="77777777" w:rsidR="000E5033" w:rsidRPr="009A6831" w:rsidRDefault="000E5033" w:rsidP="00A56E1A">
            <w:pPr>
              <w:rPr>
                <w:b/>
                <w:bCs/>
                <w:spacing w:val="0"/>
                <w:position w:val="0"/>
                <w:sz w:val="22"/>
                <w:szCs w:val="22"/>
                <w:lang w:eastAsia="et-EE"/>
              </w:rPr>
            </w:pPr>
            <w:r w:rsidRPr="009A6831">
              <w:rPr>
                <w:b/>
                <w:bCs/>
                <w:spacing w:val="0"/>
                <w:position w:val="0"/>
                <w:sz w:val="22"/>
                <w:szCs w:val="22"/>
                <w:lang w:eastAsia="et-EE"/>
              </w:rPr>
              <w:t>Diameeter koore</w:t>
            </w:r>
            <w:r w:rsidR="00A56E1A" w:rsidRPr="009A6831">
              <w:rPr>
                <w:b/>
                <w:bCs/>
                <w:spacing w:val="0"/>
                <w:position w:val="0"/>
                <w:sz w:val="22"/>
                <w:szCs w:val="22"/>
                <w:lang w:eastAsia="et-EE"/>
              </w:rPr>
              <w:t>t</w:t>
            </w:r>
            <w:r w:rsidRPr="009A6831">
              <w:rPr>
                <w:b/>
                <w:bCs/>
                <w:spacing w:val="0"/>
                <w:position w:val="0"/>
                <w:sz w:val="22"/>
                <w:szCs w:val="22"/>
                <w:lang w:eastAsia="et-EE"/>
              </w:rPr>
              <w: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34ACF2B5" w14:textId="77777777" w:rsidR="000E5033" w:rsidRPr="009A6831" w:rsidRDefault="000E5033" w:rsidP="000E5033">
            <w:pPr>
              <w:rPr>
                <w:spacing w:val="0"/>
                <w:position w:val="0"/>
                <w:sz w:val="22"/>
                <w:szCs w:val="22"/>
                <w:lang w:eastAsia="et-EE"/>
              </w:rPr>
            </w:pPr>
            <w:r w:rsidRPr="009A6831">
              <w:rPr>
                <w:spacing w:val="0"/>
                <w:position w:val="0"/>
                <w:sz w:val="22"/>
                <w:szCs w:val="22"/>
                <w:lang w:eastAsia="et-EE"/>
              </w:rPr>
              <w:t>Min 6 cm</w:t>
            </w:r>
          </w:p>
        </w:tc>
      </w:tr>
      <w:tr w:rsidR="000E5033" w:rsidRPr="009A6831" w14:paraId="007CF8EE"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00B408A7" w14:textId="77777777" w:rsidR="000E5033" w:rsidRPr="009A6831" w:rsidRDefault="000E5033" w:rsidP="000E5033">
            <w:pPr>
              <w:rPr>
                <w:b/>
                <w:bCs/>
                <w:spacing w:val="0"/>
                <w:position w:val="0"/>
                <w:sz w:val="22"/>
                <w:szCs w:val="22"/>
                <w:lang w:eastAsia="et-EE"/>
              </w:rPr>
            </w:pPr>
            <w:r w:rsidRPr="009A683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15BCA119" w14:textId="77777777" w:rsidR="000E5033" w:rsidRPr="009A6831" w:rsidRDefault="000E5033" w:rsidP="00D36029">
            <w:pPr>
              <w:rPr>
                <w:spacing w:val="0"/>
                <w:position w:val="0"/>
                <w:sz w:val="22"/>
                <w:szCs w:val="22"/>
                <w:lang w:eastAsia="et-EE"/>
              </w:rPr>
            </w:pPr>
            <w:r w:rsidRPr="009A6831">
              <w:rPr>
                <w:spacing w:val="0"/>
                <w:position w:val="0"/>
                <w:sz w:val="22"/>
                <w:szCs w:val="22"/>
                <w:lang w:eastAsia="et-EE"/>
              </w:rPr>
              <w:t xml:space="preserve">Max </w:t>
            </w:r>
            <w:r w:rsidR="00D36029" w:rsidRPr="009A6831">
              <w:rPr>
                <w:spacing w:val="0"/>
                <w:position w:val="0"/>
                <w:sz w:val="22"/>
                <w:szCs w:val="22"/>
                <w:lang w:eastAsia="et-EE"/>
              </w:rPr>
              <w:t>7</w:t>
            </w:r>
            <w:r w:rsidRPr="009A6831">
              <w:rPr>
                <w:spacing w:val="0"/>
                <w:position w:val="0"/>
                <w:sz w:val="22"/>
                <w:szCs w:val="22"/>
                <w:lang w:eastAsia="et-EE"/>
              </w:rPr>
              <w:t>0 cm</w:t>
            </w:r>
          </w:p>
        </w:tc>
      </w:tr>
      <w:tr w:rsidR="000E5033" w:rsidRPr="009A6831" w14:paraId="561E5475" w14:textId="77777777" w:rsidTr="000E5033">
        <w:trPr>
          <w:trHeight w:val="270"/>
        </w:trPr>
        <w:tc>
          <w:tcPr>
            <w:tcW w:w="2240" w:type="dxa"/>
            <w:tcBorders>
              <w:top w:val="nil"/>
              <w:left w:val="single" w:sz="8" w:space="0" w:color="auto"/>
              <w:bottom w:val="single" w:sz="8" w:space="0" w:color="auto"/>
              <w:right w:val="single" w:sz="4" w:space="0" w:color="auto"/>
            </w:tcBorders>
            <w:noWrap/>
            <w:vAlign w:val="bottom"/>
            <w:hideMark/>
          </w:tcPr>
          <w:p w14:paraId="55666DF5" w14:textId="77777777" w:rsidR="000E5033" w:rsidRPr="009A6831" w:rsidRDefault="000E5033" w:rsidP="000D2487">
            <w:pPr>
              <w:rPr>
                <w:b/>
                <w:bCs/>
                <w:spacing w:val="0"/>
                <w:position w:val="0"/>
                <w:sz w:val="22"/>
                <w:szCs w:val="22"/>
                <w:lang w:eastAsia="et-EE"/>
              </w:rPr>
            </w:pPr>
            <w:r w:rsidRPr="009A683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559527A2" w14:textId="77777777" w:rsidR="000E5033" w:rsidRPr="009A6831" w:rsidRDefault="000E5033" w:rsidP="00A56E1A">
            <w:pPr>
              <w:jc w:val="center"/>
              <w:rPr>
                <w:spacing w:val="0"/>
                <w:position w:val="0"/>
                <w:sz w:val="22"/>
                <w:szCs w:val="22"/>
                <w:lang w:eastAsia="et-EE"/>
              </w:rPr>
            </w:pPr>
            <w:r w:rsidRPr="009A6831">
              <w:rPr>
                <w:spacing w:val="0"/>
                <w:position w:val="0"/>
                <w:sz w:val="22"/>
                <w:szCs w:val="22"/>
                <w:lang w:eastAsia="et-EE"/>
              </w:rPr>
              <w:t>3,0 (+/- 0,</w:t>
            </w:r>
            <w:r w:rsidR="00A56E1A" w:rsidRPr="009A6831">
              <w:rPr>
                <w:spacing w:val="0"/>
                <w:position w:val="0"/>
                <w:sz w:val="22"/>
                <w:szCs w:val="22"/>
                <w:lang w:eastAsia="et-EE"/>
              </w:rPr>
              <w:t>3</w:t>
            </w:r>
            <w:r w:rsidRPr="009A6831">
              <w:rPr>
                <w:spacing w:val="0"/>
                <w:position w:val="0"/>
                <w:sz w:val="22"/>
                <w:szCs w:val="22"/>
                <w:lang w:eastAsia="et-EE"/>
              </w:rPr>
              <w:t>) m</w:t>
            </w:r>
          </w:p>
        </w:tc>
      </w:tr>
    </w:tbl>
    <w:p w14:paraId="649AE7D7" w14:textId="77777777" w:rsidR="000E5033" w:rsidRPr="009A6831" w:rsidRDefault="000E5033" w:rsidP="000E5033">
      <w:pPr>
        <w:jc w:val="both"/>
        <w:rPr>
          <w:sz w:val="22"/>
          <w:szCs w:val="22"/>
        </w:rPr>
      </w:pPr>
      <w:r w:rsidRPr="009A6831">
        <w:rPr>
          <w:b/>
          <w:sz w:val="22"/>
          <w:szCs w:val="22"/>
        </w:rPr>
        <w:t>1.2.</w:t>
      </w:r>
      <w:r w:rsidRPr="009A6831">
        <w:rPr>
          <w:sz w:val="22"/>
          <w:szCs w:val="22"/>
        </w:rPr>
        <w:t xml:space="preserve"> Kuuse- ja männipaberipuit</w:t>
      </w:r>
    </w:p>
    <w:p w14:paraId="25BD0D0E" w14:textId="77777777" w:rsidR="000E5033" w:rsidRPr="009A6831" w:rsidRDefault="000E5033" w:rsidP="000E5033">
      <w:pPr>
        <w:jc w:val="both"/>
        <w:rPr>
          <w:sz w:val="22"/>
          <w:szCs w:val="22"/>
        </w:rPr>
      </w:pPr>
      <w:r w:rsidRPr="009A6831">
        <w:rPr>
          <w:sz w:val="22"/>
          <w:szCs w:val="22"/>
        </w:rPr>
        <w:t xml:space="preserve">RMK virnmaterjalide standardis (avaldatud RMK veebilehel </w:t>
      </w:r>
      <w:hyperlink r:id="rId13" w:history="1">
        <w:r w:rsidRPr="009A6831">
          <w:rPr>
            <w:rStyle w:val="Hyperlink"/>
            <w:sz w:val="22"/>
            <w:szCs w:val="22"/>
          </w:rPr>
          <w:t>www.rmk.ee</w:t>
        </w:r>
      </w:hyperlink>
      <w:r w:rsidRPr="009A6831">
        <w:rPr>
          <w:sz w:val="22"/>
          <w:szCs w:val="22"/>
        </w:rPr>
        <w:t xml:space="preserve"> )  p. 2.2 ja 2.3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0E5033" w:rsidRPr="009A6831" w14:paraId="510897EC"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60AAA5C7" w14:textId="77777777" w:rsidR="000E5033" w:rsidRPr="009A6831" w:rsidRDefault="000E5033" w:rsidP="00A56E1A">
            <w:pPr>
              <w:rPr>
                <w:b/>
                <w:bCs/>
                <w:spacing w:val="0"/>
                <w:position w:val="0"/>
                <w:sz w:val="22"/>
                <w:szCs w:val="22"/>
                <w:lang w:eastAsia="et-EE"/>
              </w:rPr>
            </w:pPr>
            <w:r w:rsidRPr="009A6831">
              <w:rPr>
                <w:b/>
                <w:bCs/>
                <w:spacing w:val="0"/>
                <w:position w:val="0"/>
                <w:sz w:val="22"/>
                <w:szCs w:val="22"/>
                <w:lang w:eastAsia="et-EE"/>
              </w:rPr>
              <w:t>Diameeter koore</w:t>
            </w:r>
            <w:r w:rsidR="00A56E1A" w:rsidRPr="009A6831">
              <w:rPr>
                <w:b/>
                <w:bCs/>
                <w:spacing w:val="0"/>
                <w:position w:val="0"/>
                <w:sz w:val="22"/>
                <w:szCs w:val="22"/>
                <w:lang w:eastAsia="et-EE"/>
              </w:rPr>
              <w:t>t</w:t>
            </w:r>
            <w:r w:rsidRPr="009A6831">
              <w:rPr>
                <w:b/>
                <w:bCs/>
                <w:spacing w:val="0"/>
                <w:position w:val="0"/>
                <w:sz w:val="22"/>
                <w:szCs w:val="22"/>
                <w:lang w:eastAsia="et-EE"/>
              </w:rPr>
              <w: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0DA6BF61" w14:textId="77777777" w:rsidR="000E5033" w:rsidRPr="009A6831" w:rsidRDefault="000E5033" w:rsidP="000E5033">
            <w:pPr>
              <w:rPr>
                <w:spacing w:val="0"/>
                <w:position w:val="0"/>
                <w:sz w:val="22"/>
                <w:szCs w:val="22"/>
                <w:lang w:eastAsia="et-EE"/>
              </w:rPr>
            </w:pPr>
            <w:r w:rsidRPr="009A6831">
              <w:rPr>
                <w:spacing w:val="0"/>
                <w:position w:val="0"/>
                <w:sz w:val="22"/>
                <w:szCs w:val="22"/>
                <w:lang w:eastAsia="et-EE"/>
              </w:rPr>
              <w:t>Min 6 cm</w:t>
            </w:r>
          </w:p>
        </w:tc>
      </w:tr>
      <w:tr w:rsidR="000E5033" w:rsidRPr="009A6831" w14:paraId="08F3BD17"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1B90E9A" w14:textId="77777777" w:rsidR="000E5033" w:rsidRPr="009A6831" w:rsidRDefault="000E5033" w:rsidP="000E5033">
            <w:pPr>
              <w:rPr>
                <w:b/>
                <w:bCs/>
                <w:spacing w:val="0"/>
                <w:position w:val="0"/>
                <w:sz w:val="22"/>
                <w:szCs w:val="22"/>
                <w:lang w:eastAsia="et-EE"/>
              </w:rPr>
            </w:pPr>
            <w:r w:rsidRPr="009A683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437209EE" w14:textId="77777777" w:rsidR="000E5033" w:rsidRPr="009A6831" w:rsidRDefault="000E5033" w:rsidP="000E5033">
            <w:pPr>
              <w:rPr>
                <w:spacing w:val="0"/>
                <w:position w:val="0"/>
                <w:sz w:val="22"/>
                <w:szCs w:val="22"/>
                <w:lang w:eastAsia="et-EE"/>
              </w:rPr>
            </w:pPr>
            <w:r w:rsidRPr="009A6831">
              <w:rPr>
                <w:spacing w:val="0"/>
                <w:position w:val="0"/>
                <w:sz w:val="22"/>
                <w:szCs w:val="22"/>
                <w:lang w:eastAsia="et-EE"/>
              </w:rPr>
              <w:t>Max 70 cm</w:t>
            </w:r>
          </w:p>
        </w:tc>
      </w:tr>
      <w:tr w:rsidR="000E5033" w:rsidRPr="009A6831" w14:paraId="6514410D" w14:textId="77777777" w:rsidTr="000E5033">
        <w:trPr>
          <w:trHeight w:val="270"/>
        </w:trPr>
        <w:tc>
          <w:tcPr>
            <w:tcW w:w="2240" w:type="dxa"/>
            <w:tcBorders>
              <w:top w:val="nil"/>
              <w:left w:val="single" w:sz="8" w:space="0" w:color="auto"/>
              <w:bottom w:val="single" w:sz="8" w:space="0" w:color="auto"/>
              <w:right w:val="single" w:sz="4" w:space="0" w:color="auto"/>
            </w:tcBorders>
            <w:noWrap/>
            <w:vAlign w:val="bottom"/>
            <w:hideMark/>
          </w:tcPr>
          <w:p w14:paraId="09A9D5BA" w14:textId="77777777" w:rsidR="000E5033" w:rsidRPr="009A6831" w:rsidRDefault="000D2487" w:rsidP="000E5033">
            <w:pPr>
              <w:rPr>
                <w:b/>
                <w:bCs/>
                <w:spacing w:val="0"/>
                <w:position w:val="0"/>
                <w:sz w:val="22"/>
                <w:szCs w:val="22"/>
                <w:lang w:eastAsia="et-EE"/>
              </w:rPr>
            </w:pPr>
            <w:r w:rsidRPr="009A683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53790727" w14:textId="77777777" w:rsidR="000E5033" w:rsidRPr="009A6831" w:rsidRDefault="000E5033" w:rsidP="00A56E1A">
            <w:pPr>
              <w:jc w:val="center"/>
              <w:rPr>
                <w:spacing w:val="0"/>
                <w:position w:val="0"/>
                <w:sz w:val="22"/>
                <w:szCs w:val="22"/>
                <w:lang w:eastAsia="et-EE"/>
              </w:rPr>
            </w:pPr>
            <w:r w:rsidRPr="009A6831">
              <w:rPr>
                <w:spacing w:val="0"/>
                <w:position w:val="0"/>
                <w:sz w:val="22"/>
                <w:szCs w:val="22"/>
                <w:lang w:eastAsia="et-EE"/>
              </w:rPr>
              <w:t>3,0 (+/- 0,</w:t>
            </w:r>
            <w:r w:rsidR="00A56E1A" w:rsidRPr="009A6831">
              <w:rPr>
                <w:spacing w:val="0"/>
                <w:position w:val="0"/>
                <w:sz w:val="22"/>
                <w:szCs w:val="22"/>
                <w:lang w:eastAsia="et-EE"/>
              </w:rPr>
              <w:t>3</w:t>
            </w:r>
            <w:r w:rsidRPr="009A6831">
              <w:rPr>
                <w:spacing w:val="0"/>
                <w:position w:val="0"/>
                <w:sz w:val="22"/>
                <w:szCs w:val="22"/>
                <w:lang w:eastAsia="et-EE"/>
              </w:rPr>
              <w:t>) m</w:t>
            </w:r>
          </w:p>
        </w:tc>
      </w:tr>
    </w:tbl>
    <w:p w14:paraId="5510806A" w14:textId="77777777" w:rsidR="000E5033" w:rsidRPr="009A6831" w:rsidRDefault="000E5033" w:rsidP="000E5033">
      <w:pPr>
        <w:jc w:val="both"/>
        <w:rPr>
          <w:sz w:val="22"/>
          <w:szCs w:val="22"/>
        </w:rPr>
      </w:pPr>
      <w:r w:rsidRPr="009A6831">
        <w:rPr>
          <w:b/>
          <w:sz w:val="22"/>
          <w:szCs w:val="22"/>
        </w:rPr>
        <w:t>1.3.</w:t>
      </w:r>
      <w:r w:rsidRPr="009A6831">
        <w:rPr>
          <w:sz w:val="22"/>
          <w:szCs w:val="22"/>
        </w:rPr>
        <w:t xml:space="preserve"> Haavapaberipuit</w:t>
      </w:r>
    </w:p>
    <w:p w14:paraId="751B4389" w14:textId="77777777" w:rsidR="000E5033" w:rsidRPr="009A6831" w:rsidRDefault="000E5033" w:rsidP="000E5033">
      <w:pPr>
        <w:jc w:val="both"/>
        <w:rPr>
          <w:sz w:val="22"/>
          <w:szCs w:val="22"/>
        </w:rPr>
      </w:pPr>
      <w:r w:rsidRPr="009A6831">
        <w:rPr>
          <w:sz w:val="22"/>
          <w:szCs w:val="22"/>
        </w:rPr>
        <w:t xml:space="preserve">RMK virnmaterjalide standardis (avaldatud RMK veebilehel </w:t>
      </w:r>
      <w:hyperlink r:id="rId14" w:history="1">
        <w:r w:rsidRPr="009A6831">
          <w:rPr>
            <w:rStyle w:val="Hyperlink"/>
            <w:sz w:val="22"/>
            <w:szCs w:val="22"/>
          </w:rPr>
          <w:t>www.rmk.ee</w:t>
        </w:r>
      </w:hyperlink>
      <w:r w:rsidRPr="009A6831">
        <w:rPr>
          <w:sz w:val="22"/>
          <w:szCs w:val="22"/>
        </w:rPr>
        <w:t xml:space="preserve"> )  p. 2.4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0E5033" w:rsidRPr="009A6831" w14:paraId="0CD9C48C"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31FAE797" w14:textId="77777777" w:rsidR="000E5033" w:rsidRPr="009A6831" w:rsidRDefault="000E5033" w:rsidP="00A56E1A">
            <w:pPr>
              <w:rPr>
                <w:b/>
                <w:bCs/>
                <w:spacing w:val="0"/>
                <w:position w:val="0"/>
                <w:sz w:val="22"/>
                <w:szCs w:val="22"/>
                <w:lang w:eastAsia="et-EE"/>
              </w:rPr>
            </w:pPr>
            <w:r w:rsidRPr="009A6831">
              <w:rPr>
                <w:b/>
                <w:bCs/>
                <w:spacing w:val="0"/>
                <w:position w:val="0"/>
                <w:sz w:val="22"/>
                <w:szCs w:val="22"/>
                <w:lang w:eastAsia="et-EE"/>
              </w:rPr>
              <w:t>Diameeter koore</w:t>
            </w:r>
            <w:r w:rsidR="00A56E1A" w:rsidRPr="009A6831">
              <w:rPr>
                <w:b/>
                <w:bCs/>
                <w:spacing w:val="0"/>
                <w:position w:val="0"/>
                <w:sz w:val="22"/>
                <w:szCs w:val="22"/>
                <w:lang w:eastAsia="et-EE"/>
              </w:rPr>
              <w:t>t</w:t>
            </w:r>
            <w:r w:rsidRPr="009A6831">
              <w:rPr>
                <w:b/>
                <w:bCs/>
                <w:spacing w:val="0"/>
                <w:position w:val="0"/>
                <w:sz w:val="22"/>
                <w:szCs w:val="22"/>
                <w:lang w:eastAsia="et-EE"/>
              </w:rPr>
              <w: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01935969" w14:textId="77777777" w:rsidR="000E5033" w:rsidRPr="009A6831" w:rsidRDefault="000E5033" w:rsidP="000E5033">
            <w:pPr>
              <w:rPr>
                <w:spacing w:val="0"/>
                <w:position w:val="0"/>
                <w:sz w:val="22"/>
                <w:szCs w:val="22"/>
                <w:lang w:eastAsia="et-EE"/>
              </w:rPr>
            </w:pPr>
            <w:r w:rsidRPr="009A6831">
              <w:rPr>
                <w:spacing w:val="0"/>
                <w:position w:val="0"/>
                <w:sz w:val="22"/>
                <w:szCs w:val="22"/>
                <w:lang w:eastAsia="et-EE"/>
              </w:rPr>
              <w:t>Min 6 cm</w:t>
            </w:r>
          </w:p>
        </w:tc>
      </w:tr>
      <w:tr w:rsidR="000E5033" w:rsidRPr="009A6831" w14:paraId="398436A7"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1955F991" w14:textId="77777777" w:rsidR="000E5033" w:rsidRPr="009A6831" w:rsidRDefault="000E5033" w:rsidP="000E5033">
            <w:pPr>
              <w:rPr>
                <w:b/>
                <w:bCs/>
                <w:spacing w:val="0"/>
                <w:position w:val="0"/>
                <w:sz w:val="22"/>
                <w:szCs w:val="22"/>
                <w:lang w:eastAsia="et-EE"/>
              </w:rPr>
            </w:pPr>
            <w:r w:rsidRPr="009A683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1253F254" w14:textId="77777777" w:rsidR="000E5033" w:rsidRPr="009A6831" w:rsidRDefault="000E5033" w:rsidP="000E5033">
            <w:pPr>
              <w:rPr>
                <w:spacing w:val="0"/>
                <w:position w:val="0"/>
                <w:sz w:val="22"/>
                <w:szCs w:val="22"/>
                <w:lang w:eastAsia="et-EE"/>
              </w:rPr>
            </w:pPr>
            <w:r w:rsidRPr="009A6831">
              <w:rPr>
                <w:spacing w:val="0"/>
                <w:position w:val="0"/>
                <w:sz w:val="22"/>
                <w:szCs w:val="22"/>
                <w:lang w:eastAsia="et-EE"/>
              </w:rPr>
              <w:t>Max 70 cm</w:t>
            </w:r>
          </w:p>
        </w:tc>
      </w:tr>
      <w:tr w:rsidR="000E5033" w:rsidRPr="009A6831" w14:paraId="35CE5ED3" w14:textId="77777777" w:rsidTr="000E5033">
        <w:trPr>
          <w:trHeight w:val="270"/>
        </w:trPr>
        <w:tc>
          <w:tcPr>
            <w:tcW w:w="2240" w:type="dxa"/>
            <w:tcBorders>
              <w:top w:val="nil"/>
              <w:left w:val="single" w:sz="8" w:space="0" w:color="auto"/>
              <w:bottom w:val="single" w:sz="8" w:space="0" w:color="auto"/>
              <w:right w:val="single" w:sz="4" w:space="0" w:color="auto"/>
            </w:tcBorders>
            <w:noWrap/>
            <w:vAlign w:val="bottom"/>
            <w:hideMark/>
          </w:tcPr>
          <w:p w14:paraId="2031745B" w14:textId="77777777" w:rsidR="000E5033" w:rsidRPr="009A6831" w:rsidRDefault="000D2487" w:rsidP="000E5033">
            <w:pPr>
              <w:rPr>
                <w:b/>
                <w:bCs/>
                <w:spacing w:val="0"/>
                <w:position w:val="0"/>
                <w:sz w:val="22"/>
                <w:szCs w:val="22"/>
                <w:lang w:eastAsia="et-EE"/>
              </w:rPr>
            </w:pPr>
            <w:r w:rsidRPr="009A683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24499463" w14:textId="77777777" w:rsidR="000E5033" w:rsidRPr="009A6831" w:rsidRDefault="000E5033" w:rsidP="00A56E1A">
            <w:pPr>
              <w:jc w:val="center"/>
              <w:rPr>
                <w:spacing w:val="0"/>
                <w:position w:val="0"/>
                <w:sz w:val="22"/>
                <w:szCs w:val="22"/>
                <w:lang w:eastAsia="et-EE"/>
              </w:rPr>
            </w:pPr>
            <w:r w:rsidRPr="009A6831">
              <w:rPr>
                <w:spacing w:val="0"/>
                <w:position w:val="0"/>
                <w:sz w:val="22"/>
                <w:szCs w:val="22"/>
                <w:lang w:eastAsia="et-EE"/>
              </w:rPr>
              <w:t>3,0 (+/- 0,</w:t>
            </w:r>
            <w:r w:rsidR="00A56E1A" w:rsidRPr="009A6831">
              <w:rPr>
                <w:spacing w:val="0"/>
                <w:position w:val="0"/>
                <w:sz w:val="22"/>
                <w:szCs w:val="22"/>
                <w:lang w:eastAsia="et-EE"/>
              </w:rPr>
              <w:t>3</w:t>
            </w:r>
            <w:r w:rsidRPr="009A6831">
              <w:rPr>
                <w:spacing w:val="0"/>
                <w:position w:val="0"/>
                <w:sz w:val="22"/>
                <w:szCs w:val="22"/>
                <w:lang w:eastAsia="et-EE"/>
              </w:rPr>
              <w:t>) m</w:t>
            </w:r>
          </w:p>
        </w:tc>
      </w:tr>
    </w:tbl>
    <w:p w14:paraId="49189BB8" w14:textId="530594C1" w:rsidR="000E5033" w:rsidRPr="009A6831" w:rsidRDefault="000E5033" w:rsidP="000E5033">
      <w:pPr>
        <w:jc w:val="both"/>
        <w:rPr>
          <w:b/>
          <w:sz w:val="22"/>
          <w:szCs w:val="22"/>
        </w:rPr>
      </w:pPr>
      <w:r w:rsidRPr="009A6831">
        <w:rPr>
          <w:b/>
          <w:sz w:val="22"/>
          <w:szCs w:val="22"/>
        </w:rPr>
        <w:t xml:space="preserve">1.4. </w:t>
      </w:r>
      <w:r w:rsidRPr="009A6831">
        <w:rPr>
          <w:sz w:val="22"/>
          <w:szCs w:val="22"/>
        </w:rPr>
        <w:t>Kuuse- ja männiküttepuit</w:t>
      </w:r>
      <w:r w:rsidR="009854CC">
        <w:rPr>
          <w:sz w:val="22"/>
          <w:szCs w:val="22"/>
        </w:rPr>
        <w:t xml:space="preserve"> (Okaspuuküttepuit)</w:t>
      </w:r>
    </w:p>
    <w:p w14:paraId="501ABE3B" w14:textId="77777777" w:rsidR="000E5033" w:rsidRPr="009A6831" w:rsidRDefault="000E5033" w:rsidP="000E5033">
      <w:pPr>
        <w:rPr>
          <w:bCs/>
          <w:sz w:val="22"/>
          <w:szCs w:val="22"/>
        </w:rPr>
      </w:pPr>
      <w:r w:rsidRPr="009A6831">
        <w:rPr>
          <w:bCs/>
          <w:sz w:val="22"/>
          <w:szCs w:val="22"/>
        </w:rPr>
        <w:t xml:space="preserve">RMK virnmaterjalide standardis (avaldatud RMK veebilehel </w:t>
      </w:r>
      <w:hyperlink r:id="rId15" w:history="1">
        <w:r w:rsidRPr="009A6831">
          <w:rPr>
            <w:rStyle w:val="Hyperlink"/>
            <w:bCs/>
            <w:sz w:val="22"/>
            <w:szCs w:val="22"/>
          </w:rPr>
          <w:t>www.rmk.ee</w:t>
        </w:r>
      </w:hyperlink>
      <w:r w:rsidRPr="009A6831">
        <w:rPr>
          <w:bCs/>
          <w:sz w:val="22"/>
          <w:szCs w:val="22"/>
        </w:rPr>
        <w:t xml:space="preserve"> ) punktis 2.5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0E5033" w:rsidRPr="009A6831" w14:paraId="1EB344EA"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D00B5DA" w14:textId="77777777" w:rsidR="000E5033" w:rsidRPr="009A6831" w:rsidRDefault="000E5033" w:rsidP="000E5033">
            <w:pPr>
              <w:rPr>
                <w:b/>
                <w:bCs/>
                <w:spacing w:val="0"/>
                <w:position w:val="0"/>
                <w:sz w:val="22"/>
                <w:szCs w:val="22"/>
                <w:lang w:eastAsia="et-EE"/>
              </w:rPr>
            </w:pPr>
            <w:r w:rsidRPr="009A6831">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0F4D2C90" w14:textId="77777777" w:rsidR="000E5033" w:rsidRPr="009A6831" w:rsidRDefault="000E5033" w:rsidP="000E5033">
            <w:pPr>
              <w:rPr>
                <w:spacing w:val="0"/>
                <w:position w:val="0"/>
                <w:sz w:val="22"/>
                <w:szCs w:val="22"/>
                <w:lang w:eastAsia="et-EE"/>
              </w:rPr>
            </w:pPr>
            <w:r w:rsidRPr="009A6831">
              <w:rPr>
                <w:spacing w:val="0"/>
                <w:position w:val="0"/>
                <w:sz w:val="22"/>
                <w:szCs w:val="22"/>
                <w:lang w:eastAsia="et-EE"/>
              </w:rPr>
              <w:t>Min 5 cm</w:t>
            </w:r>
          </w:p>
        </w:tc>
      </w:tr>
      <w:tr w:rsidR="000E5033" w:rsidRPr="009A6831" w14:paraId="059A1197" w14:textId="77777777" w:rsidTr="000E5033">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E678C1D" w14:textId="77777777" w:rsidR="000E5033" w:rsidRPr="009A6831" w:rsidRDefault="000E5033" w:rsidP="000E5033">
            <w:pPr>
              <w:rPr>
                <w:b/>
                <w:bCs/>
                <w:spacing w:val="0"/>
                <w:position w:val="0"/>
                <w:sz w:val="22"/>
                <w:szCs w:val="22"/>
                <w:lang w:eastAsia="et-EE"/>
              </w:rPr>
            </w:pPr>
            <w:r w:rsidRPr="009A683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45771CD6" w14:textId="77777777" w:rsidR="000E5033" w:rsidRPr="009A6831" w:rsidRDefault="000E5033" w:rsidP="006E5EF1">
            <w:pPr>
              <w:rPr>
                <w:spacing w:val="0"/>
                <w:position w:val="0"/>
                <w:sz w:val="22"/>
                <w:szCs w:val="22"/>
                <w:lang w:eastAsia="et-EE"/>
              </w:rPr>
            </w:pPr>
            <w:r w:rsidRPr="009A6831">
              <w:rPr>
                <w:spacing w:val="0"/>
                <w:position w:val="0"/>
                <w:sz w:val="22"/>
                <w:szCs w:val="22"/>
                <w:lang w:eastAsia="et-EE"/>
              </w:rPr>
              <w:t xml:space="preserve">Max </w:t>
            </w:r>
            <w:r w:rsidR="006E5EF1" w:rsidRPr="009A6831">
              <w:rPr>
                <w:spacing w:val="0"/>
                <w:position w:val="0"/>
                <w:sz w:val="22"/>
                <w:szCs w:val="22"/>
                <w:lang w:eastAsia="et-EE"/>
              </w:rPr>
              <w:t>7</w:t>
            </w:r>
            <w:r w:rsidRPr="009A6831">
              <w:rPr>
                <w:spacing w:val="0"/>
                <w:position w:val="0"/>
                <w:sz w:val="22"/>
                <w:szCs w:val="22"/>
                <w:lang w:eastAsia="et-EE"/>
              </w:rPr>
              <w:t>0 cm</w:t>
            </w:r>
          </w:p>
        </w:tc>
      </w:tr>
      <w:tr w:rsidR="000E5033" w:rsidRPr="009A6831" w14:paraId="3892094B" w14:textId="77777777" w:rsidTr="000E5033">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2A18B27" w14:textId="77777777" w:rsidR="000E5033" w:rsidRPr="009A6831" w:rsidRDefault="000D2487" w:rsidP="000E5033">
            <w:pPr>
              <w:rPr>
                <w:b/>
                <w:bCs/>
                <w:spacing w:val="0"/>
                <w:position w:val="0"/>
                <w:sz w:val="22"/>
                <w:szCs w:val="22"/>
                <w:lang w:eastAsia="et-EE"/>
              </w:rPr>
            </w:pPr>
            <w:r w:rsidRPr="009A683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0A63FA9D" w14:textId="77777777" w:rsidR="000E5033" w:rsidRPr="009A6831" w:rsidRDefault="000E5033" w:rsidP="000E5033">
            <w:pPr>
              <w:jc w:val="center"/>
              <w:rPr>
                <w:spacing w:val="0"/>
                <w:position w:val="0"/>
                <w:sz w:val="22"/>
                <w:szCs w:val="22"/>
                <w:lang w:eastAsia="et-EE"/>
              </w:rPr>
            </w:pPr>
            <w:r w:rsidRPr="009A6831">
              <w:rPr>
                <w:spacing w:val="0"/>
                <w:position w:val="0"/>
                <w:sz w:val="22"/>
                <w:szCs w:val="22"/>
                <w:lang w:eastAsia="et-EE"/>
              </w:rPr>
              <w:t>3,0 (+/- 0,3) m</w:t>
            </w:r>
          </w:p>
        </w:tc>
      </w:tr>
    </w:tbl>
    <w:p w14:paraId="557B4BD1" w14:textId="77777777" w:rsidR="000E5033" w:rsidRPr="009A6831" w:rsidRDefault="000D2487" w:rsidP="000E5033">
      <w:pPr>
        <w:rPr>
          <w:sz w:val="22"/>
          <w:szCs w:val="22"/>
        </w:rPr>
      </w:pPr>
      <w:r w:rsidRPr="009A6831">
        <w:rPr>
          <w:b/>
          <w:sz w:val="22"/>
          <w:szCs w:val="22"/>
        </w:rPr>
        <w:t xml:space="preserve">1.5. </w:t>
      </w:r>
      <w:r w:rsidRPr="009A6831">
        <w:rPr>
          <w:sz w:val="22"/>
          <w:szCs w:val="22"/>
        </w:rPr>
        <w:t>Küttepuit</w:t>
      </w:r>
    </w:p>
    <w:p w14:paraId="761869B6" w14:textId="77777777" w:rsidR="000D2487" w:rsidRPr="009A6831" w:rsidRDefault="000D2487" w:rsidP="000D2487">
      <w:pPr>
        <w:rPr>
          <w:bCs/>
          <w:sz w:val="22"/>
          <w:szCs w:val="22"/>
        </w:rPr>
      </w:pPr>
      <w:r w:rsidRPr="009A6831">
        <w:rPr>
          <w:bCs/>
          <w:sz w:val="22"/>
          <w:szCs w:val="22"/>
        </w:rPr>
        <w:t xml:space="preserve">RMK virnmaterjalide standardis (avaldatud RMK veebilehel </w:t>
      </w:r>
      <w:hyperlink r:id="rId16" w:history="1">
        <w:r w:rsidRPr="009A6831">
          <w:rPr>
            <w:rStyle w:val="Hyperlink"/>
            <w:bCs/>
            <w:sz w:val="22"/>
            <w:szCs w:val="22"/>
          </w:rPr>
          <w:t>www.rmk.ee</w:t>
        </w:r>
      </w:hyperlink>
      <w:r w:rsidRPr="009A6831">
        <w:rPr>
          <w:bCs/>
          <w:sz w:val="22"/>
          <w:szCs w:val="22"/>
        </w:rPr>
        <w:t xml:space="preserve"> ) punktis 2.6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0D2487" w:rsidRPr="009A6831" w14:paraId="39700E97" w14:textId="77777777" w:rsidTr="000D2487">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19C74B0" w14:textId="77777777" w:rsidR="000D2487" w:rsidRPr="009A6831" w:rsidRDefault="000D2487" w:rsidP="000D2487">
            <w:pPr>
              <w:rPr>
                <w:b/>
                <w:bCs/>
                <w:spacing w:val="0"/>
                <w:position w:val="0"/>
                <w:sz w:val="22"/>
                <w:szCs w:val="22"/>
                <w:lang w:eastAsia="et-EE"/>
              </w:rPr>
            </w:pPr>
            <w:r w:rsidRPr="009A6831">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0A354A4C" w14:textId="77777777" w:rsidR="000D2487" w:rsidRPr="009A6831" w:rsidRDefault="000D2487" w:rsidP="000D2487">
            <w:pPr>
              <w:rPr>
                <w:spacing w:val="0"/>
                <w:position w:val="0"/>
                <w:sz w:val="22"/>
                <w:szCs w:val="22"/>
                <w:lang w:eastAsia="et-EE"/>
              </w:rPr>
            </w:pPr>
            <w:r w:rsidRPr="009A6831">
              <w:rPr>
                <w:spacing w:val="0"/>
                <w:position w:val="0"/>
                <w:sz w:val="22"/>
                <w:szCs w:val="22"/>
                <w:lang w:eastAsia="et-EE"/>
              </w:rPr>
              <w:t>Min 5 cm</w:t>
            </w:r>
          </w:p>
        </w:tc>
      </w:tr>
      <w:tr w:rsidR="000D2487" w:rsidRPr="009A6831" w14:paraId="77A63339" w14:textId="77777777" w:rsidTr="000D2487">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AEC8D8D" w14:textId="77777777" w:rsidR="000D2487" w:rsidRPr="009A6831" w:rsidRDefault="000D2487" w:rsidP="000D2487">
            <w:pPr>
              <w:rPr>
                <w:b/>
                <w:bCs/>
                <w:spacing w:val="0"/>
                <w:position w:val="0"/>
                <w:sz w:val="22"/>
                <w:szCs w:val="22"/>
                <w:lang w:eastAsia="et-EE"/>
              </w:rPr>
            </w:pPr>
            <w:r w:rsidRPr="009A683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7FFF13C4" w14:textId="77777777" w:rsidR="000D2487" w:rsidRPr="009A6831" w:rsidRDefault="000D2487" w:rsidP="000D2487">
            <w:pPr>
              <w:rPr>
                <w:spacing w:val="0"/>
                <w:position w:val="0"/>
                <w:sz w:val="22"/>
                <w:szCs w:val="22"/>
                <w:lang w:eastAsia="et-EE"/>
              </w:rPr>
            </w:pPr>
            <w:r w:rsidRPr="009A6831">
              <w:rPr>
                <w:spacing w:val="0"/>
                <w:position w:val="0"/>
                <w:sz w:val="22"/>
                <w:szCs w:val="22"/>
                <w:lang w:eastAsia="et-EE"/>
              </w:rPr>
              <w:t>Max 100 cm</w:t>
            </w:r>
          </w:p>
        </w:tc>
      </w:tr>
      <w:tr w:rsidR="000D2487" w:rsidRPr="009A6831" w14:paraId="1D1EF17D" w14:textId="77777777" w:rsidTr="000D2487">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3E07F6A3" w14:textId="77777777" w:rsidR="000D2487" w:rsidRPr="009A6831" w:rsidRDefault="000D2487" w:rsidP="000D2487">
            <w:pPr>
              <w:rPr>
                <w:b/>
                <w:bCs/>
                <w:spacing w:val="0"/>
                <w:position w:val="0"/>
                <w:sz w:val="22"/>
                <w:szCs w:val="22"/>
                <w:lang w:eastAsia="et-EE"/>
              </w:rPr>
            </w:pPr>
            <w:r w:rsidRPr="009A683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528D9877" w14:textId="77777777" w:rsidR="000D2487" w:rsidRPr="009A6831" w:rsidRDefault="000D2487" w:rsidP="000D2487">
            <w:pPr>
              <w:jc w:val="center"/>
              <w:rPr>
                <w:spacing w:val="0"/>
                <w:position w:val="0"/>
                <w:sz w:val="22"/>
                <w:szCs w:val="22"/>
                <w:lang w:eastAsia="et-EE"/>
              </w:rPr>
            </w:pPr>
            <w:r w:rsidRPr="009A6831">
              <w:rPr>
                <w:spacing w:val="0"/>
                <w:position w:val="0"/>
                <w:sz w:val="22"/>
                <w:szCs w:val="22"/>
                <w:lang w:eastAsia="et-EE"/>
              </w:rPr>
              <w:t>3,0 (+/- 0,3) m</w:t>
            </w:r>
          </w:p>
        </w:tc>
      </w:tr>
    </w:tbl>
    <w:p w14:paraId="2459C2D0" w14:textId="1D939BA1" w:rsidR="000E5033" w:rsidRPr="009A6831" w:rsidRDefault="000E5033" w:rsidP="000E5033">
      <w:pPr>
        <w:jc w:val="both"/>
        <w:rPr>
          <w:sz w:val="22"/>
          <w:szCs w:val="22"/>
        </w:rPr>
      </w:pPr>
      <w:r w:rsidRPr="009A6831">
        <w:rPr>
          <w:b/>
          <w:sz w:val="22"/>
          <w:szCs w:val="22"/>
        </w:rPr>
        <w:t>1.</w:t>
      </w:r>
      <w:r w:rsidR="000D2487" w:rsidRPr="009A6831">
        <w:rPr>
          <w:b/>
          <w:sz w:val="22"/>
          <w:szCs w:val="22"/>
        </w:rPr>
        <w:t>6</w:t>
      </w:r>
      <w:r w:rsidRPr="009A6831">
        <w:rPr>
          <w:b/>
          <w:sz w:val="22"/>
          <w:szCs w:val="22"/>
        </w:rPr>
        <w:t>.</w:t>
      </w:r>
      <w:r w:rsidRPr="009A6831">
        <w:rPr>
          <w:sz w:val="22"/>
          <w:szCs w:val="22"/>
        </w:rPr>
        <w:t xml:space="preserve"> Sätestamata kvaliteeditingimuste, kvaliteeti puudutavate mõistete ja definitsioonide osas juhinduvad </w:t>
      </w:r>
      <w:r w:rsidRPr="009854CC">
        <w:rPr>
          <w:iCs/>
          <w:sz w:val="22"/>
          <w:szCs w:val="22"/>
        </w:rPr>
        <w:t>pooled</w:t>
      </w:r>
      <w:r w:rsidR="009854CC">
        <w:rPr>
          <w:iCs/>
          <w:sz w:val="22"/>
          <w:szCs w:val="22"/>
        </w:rPr>
        <w:t xml:space="preserve"> </w:t>
      </w:r>
      <w:r w:rsidRPr="009A6831">
        <w:rPr>
          <w:sz w:val="22"/>
          <w:szCs w:val="22"/>
        </w:rPr>
        <w:t>RMK virnmaterjalide standardist. Kõikidel nottidel koormas võib esineda lubatud piirides kahjustusi.</w:t>
      </w:r>
    </w:p>
    <w:p w14:paraId="22935B23" w14:textId="77777777" w:rsidR="000E5033" w:rsidRPr="009A6831" w:rsidRDefault="000E5033" w:rsidP="000E5033">
      <w:pPr>
        <w:jc w:val="both"/>
        <w:rPr>
          <w:sz w:val="22"/>
          <w:szCs w:val="22"/>
        </w:rPr>
      </w:pPr>
    </w:p>
    <w:p w14:paraId="0A1C22B0" w14:textId="77777777" w:rsidR="000E5033" w:rsidRPr="009A6831" w:rsidRDefault="000E5033" w:rsidP="000E5033">
      <w:pPr>
        <w:pStyle w:val="Heading1"/>
        <w:rPr>
          <w:sz w:val="22"/>
          <w:szCs w:val="22"/>
        </w:rPr>
      </w:pPr>
      <w:r w:rsidRPr="009A6831">
        <w:rPr>
          <w:sz w:val="22"/>
          <w:szCs w:val="22"/>
        </w:rPr>
        <w:lastRenderedPageBreak/>
        <w:t xml:space="preserve">Poolte allkirjad  </w:t>
      </w:r>
    </w:p>
    <w:p w14:paraId="746B6CA9" w14:textId="77777777" w:rsidR="000E5033" w:rsidRPr="009A6831" w:rsidRDefault="000E5033" w:rsidP="000E5033">
      <w:pPr>
        <w:pStyle w:val="Heading1"/>
        <w:rPr>
          <w:sz w:val="22"/>
          <w:szCs w:val="22"/>
        </w:rPr>
      </w:pPr>
    </w:p>
    <w:p w14:paraId="58348E79" w14:textId="77777777" w:rsidR="000E5033" w:rsidRPr="009A6831" w:rsidRDefault="000E5033" w:rsidP="000E5033">
      <w:pPr>
        <w:pStyle w:val="Heading1"/>
        <w:rPr>
          <w:sz w:val="22"/>
          <w:szCs w:val="22"/>
        </w:rPr>
      </w:pPr>
      <w:r w:rsidRPr="009A6831">
        <w:rPr>
          <w:sz w:val="22"/>
          <w:szCs w:val="22"/>
        </w:rPr>
        <w:t>Müüja</w:t>
      </w:r>
      <w:r w:rsidRPr="009A6831">
        <w:rPr>
          <w:sz w:val="22"/>
          <w:szCs w:val="22"/>
        </w:rPr>
        <w:tab/>
      </w:r>
      <w:r w:rsidRPr="009A6831">
        <w:rPr>
          <w:sz w:val="22"/>
          <w:szCs w:val="22"/>
        </w:rPr>
        <w:tab/>
      </w:r>
      <w:r w:rsidRPr="009A6831">
        <w:rPr>
          <w:sz w:val="22"/>
          <w:szCs w:val="22"/>
        </w:rPr>
        <w:tab/>
      </w:r>
      <w:r w:rsidRPr="009A6831">
        <w:rPr>
          <w:sz w:val="22"/>
          <w:szCs w:val="22"/>
        </w:rPr>
        <w:tab/>
      </w:r>
      <w:r w:rsidRPr="009A6831">
        <w:rPr>
          <w:sz w:val="22"/>
          <w:szCs w:val="22"/>
        </w:rPr>
        <w:tab/>
      </w:r>
      <w:r w:rsidRPr="009A6831">
        <w:rPr>
          <w:sz w:val="22"/>
          <w:szCs w:val="22"/>
        </w:rPr>
        <w:tab/>
      </w:r>
      <w:r w:rsidRPr="009A6831">
        <w:rPr>
          <w:sz w:val="22"/>
          <w:szCs w:val="22"/>
        </w:rPr>
        <w:tab/>
      </w:r>
      <w:r w:rsidRPr="009A6831">
        <w:rPr>
          <w:sz w:val="22"/>
          <w:szCs w:val="22"/>
        </w:rPr>
        <w:tab/>
        <w:t>Ostja</w:t>
      </w:r>
    </w:p>
    <w:p w14:paraId="734A9431" w14:textId="77777777" w:rsidR="000E5033" w:rsidRPr="009A6831" w:rsidRDefault="000E5033" w:rsidP="000E5033">
      <w:pPr>
        <w:pStyle w:val="Heading1"/>
        <w:rPr>
          <w:b w:val="0"/>
          <w:sz w:val="22"/>
          <w:szCs w:val="22"/>
        </w:rPr>
      </w:pPr>
    </w:p>
    <w:p w14:paraId="0F240CA5" w14:textId="77777777" w:rsidR="000E5033" w:rsidRPr="009A6831" w:rsidRDefault="000E5033" w:rsidP="000E5033">
      <w:pPr>
        <w:rPr>
          <w:b/>
          <w:sz w:val="22"/>
          <w:szCs w:val="22"/>
        </w:rPr>
      </w:pPr>
      <w:r w:rsidRPr="009A6831">
        <w:rPr>
          <w:b/>
          <w:sz w:val="22"/>
          <w:szCs w:val="22"/>
        </w:rPr>
        <w:t>Urmas Treial</w:t>
      </w:r>
      <w:r w:rsidRPr="009A6831">
        <w:rPr>
          <w:b/>
          <w:sz w:val="22"/>
          <w:szCs w:val="22"/>
        </w:rPr>
        <w:tab/>
      </w:r>
      <w:r w:rsidRPr="009A6831">
        <w:rPr>
          <w:b/>
          <w:sz w:val="22"/>
          <w:szCs w:val="22"/>
        </w:rPr>
        <w:tab/>
      </w:r>
      <w:r w:rsidRPr="009A6831">
        <w:rPr>
          <w:b/>
          <w:sz w:val="22"/>
          <w:szCs w:val="22"/>
        </w:rPr>
        <w:tab/>
      </w:r>
      <w:r w:rsidRPr="009A6831">
        <w:rPr>
          <w:b/>
          <w:sz w:val="22"/>
          <w:szCs w:val="22"/>
        </w:rPr>
        <w:tab/>
      </w:r>
      <w:r w:rsidRPr="009A6831">
        <w:rPr>
          <w:b/>
          <w:sz w:val="22"/>
          <w:szCs w:val="22"/>
        </w:rPr>
        <w:tab/>
      </w:r>
      <w:r w:rsidRPr="009A6831">
        <w:rPr>
          <w:b/>
          <w:sz w:val="22"/>
          <w:szCs w:val="22"/>
        </w:rPr>
        <w:tab/>
      </w:r>
      <w:r w:rsidRPr="009A6831">
        <w:rPr>
          <w:b/>
          <w:sz w:val="22"/>
          <w:szCs w:val="22"/>
        </w:rPr>
        <w:tab/>
      </w:r>
      <w:r w:rsidR="003031D0" w:rsidRPr="009A6831">
        <w:rPr>
          <w:b/>
          <w:sz w:val="22"/>
          <w:szCs w:val="22"/>
        </w:rPr>
        <w:t>Vivika Koplimaa</w:t>
      </w:r>
    </w:p>
    <w:p w14:paraId="7505DEB2" w14:textId="77777777" w:rsidR="000E5033" w:rsidRPr="009A6831" w:rsidRDefault="000E5033" w:rsidP="000E5033">
      <w:pPr>
        <w:ind w:left="2040" w:hanging="2040"/>
        <w:rPr>
          <w:sz w:val="22"/>
          <w:szCs w:val="22"/>
        </w:rPr>
      </w:pPr>
      <w:r w:rsidRPr="009A6831">
        <w:rPr>
          <w:sz w:val="22"/>
          <w:szCs w:val="22"/>
        </w:rPr>
        <w:t>Puiduturustuse peaspetsialist</w:t>
      </w:r>
      <w:r w:rsidRPr="009A6831">
        <w:rPr>
          <w:sz w:val="22"/>
          <w:szCs w:val="22"/>
        </w:rPr>
        <w:tab/>
      </w:r>
      <w:r w:rsidRPr="009A6831">
        <w:rPr>
          <w:sz w:val="22"/>
          <w:szCs w:val="22"/>
        </w:rPr>
        <w:tab/>
      </w:r>
      <w:r w:rsidRPr="009A6831">
        <w:rPr>
          <w:sz w:val="22"/>
          <w:szCs w:val="22"/>
        </w:rPr>
        <w:tab/>
      </w:r>
      <w:r w:rsidRPr="009A6831">
        <w:rPr>
          <w:sz w:val="22"/>
          <w:szCs w:val="22"/>
        </w:rPr>
        <w:tab/>
      </w:r>
      <w:r w:rsidRPr="009A6831">
        <w:rPr>
          <w:sz w:val="22"/>
          <w:szCs w:val="22"/>
        </w:rPr>
        <w:tab/>
        <w:t>Juhatuse liige</w:t>
      </w:r>
    </w:p>
    <w:p w14:paraId="7D3D3AD0" w14:textId="77777777" w:rsidR="0048697A" w:rsidRPr="009A6831" w:rsidRDefault="0048697A" w:rsidP="0048697A">
      <w:pPr>
        <w:ind w:left="5440" w:firstLine="680"/>
        <w:rPr>
          <w:spacing w:val="0"/>
          <w:position w:val="0"/>
          <w:sz w:val="22"/>
          <w:szCs w:val="22"/>
        </w:rPr>
      </w:pPr>
      <w:r w:rsidRPr="009A6831">
        <w:rPr>
          <w:sz w:val="22"/>
          <w:szCs w:val="22"/>
        </w:rPr>
        <w:br w:type="page"/>
      </w:r>
      <w:r w:rsidRPr="009A6831">
        <w:rPr>
          <w:spacing w:val="0"/>
          <w:position w:val="0"/>
          <w:sz w:val="22"/>
          <w:szCs w:val="22"/>
        </w:rPr>
        <w:lastRenderedPageBreak/>
        <w:t>Lisa 3</w:t>
      </w:r>
    </w:p>
    <w:p w14:paraId="310629FC" w14:textId="77777777" w:rsidR="0048697A" w:rsidRPr="009A6831" w:rsidRDefault="0048697A" w:rsidP="0048697A">
      <w:pPr>
        <w:ind w:left="5440" w:firstLine="680"/>
        <w:rPr>
          <w:spacing w:val="0"/>
          <w:position w:val="0"/>
          <w:sz w:val="22"/>
          <w:szCs w:val="22"/>
        </w:rPr>
      </w:pPr>
      <w:r w:rsidRPr="009A6831">
        <w:rPr>
          <w:spacing w:val="0"/>
          <w:position w:val="0"/>
          <w:sz w:val="22"/>
          <w:szCs w:val="22"/>
        </w:rPr>
        <w:t xml:space="preserve">RMK ja </w:t>
      </w:r>
      <w:r w:rsidR="00466AE9" w:rsidRPr="009A6831">
        <w:rPr>
          <w:spacing w:val="0"/>
          <w:position w:val="0"/>
          <w:sz w:val="22"/>
          <w:szCs w:val="22"/>
        </w:rPr>
        <w:t>Lignator Logistika OÜ</w:t>
      </w:r>
      <w:r w:rsidRPr="009A6831">
        <w:rPr>
          <w:spacing w:val="0"/>
          <w:position w:val="0"/>
          <w:sz w:val="22"/>
          <w:szCs w:val="22"/>
        </w:rPr>
        <w:t xml:space="preserve"> vahelise</w:t>
      </w:r>
    </w:p>
    <w:p w14:paraId="54857C17" w14:textId="77777777" w:rsidR="0048697A" w:rsidRPr="009A6831" w:rsidRDefault="0048697A" w:rsidP="0048697A">
      <w:pPr>
        <w:ind w:left="5440" w:firstLine="680"/>
        <w:rPr>
          <w:spacing w:val="0"/>
          <w:position w:val="0"/>
          <w:sz w:val="22"/>
          <w:szCs w:val="22"/>
        </w:rPr>
      </w:pPr>
      <w:r w:rsidRPr="009A6831">
        <w:rPr>
          <w:spacing w:val="0"/>
          <w:position w:val="0"/>
          <w:sz w:val="22"/>
          <w:szCs w:val="22"/>
        </w:rPr>
        <w:t>metsamaterjali müügilepingu</w:t>
      </w:r>
    </w:p>
    <w:p w14:paraId="1FF66C81" w14:textId="3A524CB2" w:rsidR="000E5033" w:rsidRPr="009A6831" w:rsidRDefault="000E5033" w:rsidP="000E5033">
      <w:pPr>
        <w:ind w:left="5440" w:firstLine="680"/>
        <w:rPr>
          <w:spacing w:val="0"/>
          <w:position w:val="0"/>
          <w:sz w:val="22"/>
          <w:szCs w:val="22"/>
        </w:rPr>
      </w:pPr>
      <w:r w:rsidRPr="009A6831">
        <w:rPr>
          <w:spacing w:val="0"/>
          <w:position w:val="0"/>
          <w:sz w:val="22"/>
          <w:szCs w:val="22"/>
        </w:rPr>
        <w:t>nr 3-3.6.1/202</w:t>
      </w:r>
      <w:r w:rsidR="00A26C8D" w:rsidRPr="009A6831">
        <w:rPr>
          <w:spacing w:val="0"/>
          <w:position w:val="0"/>
          <w:sz w:val="22"/>
          <w:szCs w:val="22"/>
        </w:rPr>
        <w:t>5</w:t>
      </w:r>
      <w:r w:rsidRPr="009A6831">
        <w:rPr>
          <w:spacing w:val="0"/>
          <w:position w:val="0"/>
          <w:sz w:val="22"/>
          <w:szCs w:val="22"/>
        </w:rPr>
        <w:t>/</w:t>
      </w:r>
      <w:r w:rsidR="00A26C8D" w:rsidRPr="009A6831">
        <w:rPr>
          <w:spacing w:val="0"/>
          <w:position w:val="0"/>
          <w:sz w:val="22"/>
          <w:szCs w:val="22"/>
        </w:rPr>
        <w:t>7</w:t>
      </w:r>
      <w:r w:rsidRPr="009A6831">
        <w:rPr>
          <w:spacing w:val="0"/>
          <w:position w:val="0"/>
          <w:sz w:val="22"/>
          <w:szCs w:val="22"/>
        </w:rPr>
        <w:t xml:space="preserve"> juurde</w:t>
      </w:r>
    </w:p>
    <w:p w14:paraId="4BAD44CA" w14:textId="77777777" w:rsidR="0048697A" w:rsidRPr="009A6831" w:rsidRDefault="0048697A" w:rsidP="0048697A">
      <w:pPr>
        <w:pStyle w:val="Heading1"/>
        <w:rPr>
          <w:sz w:val="22"/>
          <w:szCs w:val="22"/>
        </w:rPr>
      </w:pPr>
    </w:p>
    <w:p w14:paraId="5134CE80" w14:textId="77777777" w:rsidR="0048697A" w:rsidRPr="009A6831" w:rsidRDefault="0048697A" w:rsidP="0048697A">
      <w:pPr>
        <w:pStyle w:val="Heading1"/>
        <w:jc w:val="center"/>
        <w:rPr>
          <w:kern w:val="0"/>
          <w:sz w:val="22"/>
          <w:szCs w:val="22"/>
        </w:rPr>
      </w:pPr>
      <w:r w:rsidRPr="009A6831">
        <w:rPr>
          <w:kern w:val="0"/>
          <w:sz w:val="22"/>
          <w:szCs w:val="22"/>
        </w:rPr>
        <w:t>HINNAKOKKULEPE</w:t>
      </w:r>
    </w:p>
    <w:p w14:paraId="71E2EB86" w14:textId="77777777" w:rsidR="0048697A" w:rsidRPr="009A6831" w:rsidRDefault="0048697A" w:rsidP="0048697A">
      <w:pPr>
        <w:rPr>
          <w:sz w:val="22"/>
          <w:szCs w:val="22"/>
        </w:rPr>
      </w:pPr>
    </w:p>
    <w:p w14:paraId="29726A85" w14:textId="77777777" w:rsidR="0048697A" w:rsidRPr="009A6831" w:rsidRDefault="0048697A" w:rsidP="009A6831">
      <w:pPr>
        <w:pStyle w:val="Heading1"/>
        <w:ind w:left="4080"/>
        <w:rPr>
          <w:b w:val="0"/>
          <w:bCs/>
          <w:kern w:val="0"/>
          <w:sz w:val="22"/>
          <w:szCs w:val="22"/>
        </w:rPr>
      </w:pPr>
      <w:r w:rsidRPr="009A6831">
        <w:rPr>
          <w:b w:val="0"/>
          <w:bCs/>
          <w:kern w:val="0"/>
          <w:sz w:val="22"/>
          <w:szCs w:val="22"/>
        </w:rPr>
        <w:t>/kuupäev vastavalt hilisemale digitaalallkirja kuupäevale/</w:t>
      </w:r>
    </w:p>
    <w:p w14:paraId="256D2717" w14:textId="77777777" w:rsidR="0048697A" w:rsidRPr="009A6831" w:rsidRDefault="0048697A" w:rsidP="0048697A">
      <w:pPr>
        <w:rPr>
          <w:b/>
          <w:sz w:val="22"/>
          <w:szCs w:val="22"/>
        </w:rPr>
      </w:pPr>
    </w:p>
    <w:p w14:paraId="67816EBA" w14:textId="77777777" w:rsidR="00D36029" w:rsidRPr="009A6831" w:rsidRDefault="00D36029" w:rsidP="00D36029">
      <w:pPr>
        <w:rPr>
          <w:b/>
          <w:sz w:val="22"/>
          <w:szCs w:val="22"/>
        </w:rPr>
      </w:pPr>
      <w:r w:rsidRPr="009A6831">
        <w:rPr>
          <w:b/>
          <w:sz w:val="22"/>
          <w:szCs w:val="22"/>
        </w:rPr>
        <w:t>Pooled on kokku leppinud järgnevas.</w:t>
      </w:r>
    </w:p>
    <w:p w14:paraId="6B81B973" w14:textId="77777777" w:rsidR="0048697A" w:rsidRPr="009A6831" w:rsidRDefault="0048697A" w:rsidP="0048697A">
      <w:pPr>
        <w:rPr>
          <w:b/>
          <w:sz w:val="22"/>
          <w:szCs w:val="22"/>
        </w:rPr>
      </w:pPr>
    </w:p>
    <w:p w14:paraId="6AB44F7C" w14:textId="4F03FBD2" w:rsidR="0048697A" w:rsidRPr="009A6831" w:rsidRDefault="00E828B8" w:rsidP="003416DD">
      <w:pPr>
        <w:jc w:val="both"/>
        <w:rPr>
          <w:bCs/>
          <w:sz w:val="22"/>
          <w:szCs w:val="22"/>
        </w:rPr>
      </w:pPr>
      <w:r w:rsidRPr="009A6831">
        <w:rPr>
          <w:b/>
          <w:bCs/>
          <w:sz w:val="22"/>
          <w:szCs w:val="22"/>
        </w:rPr>
        <w:t xml:space="preserve">1. </w:t>
      </w:r>
      <w:r w:rsidRPr="009A6831">
        <w:rPr>
          <w:bCs/>
          <w:sz w:val="22"/>
          <w:szCs w:val="22"/>
        </w:rPr>
        <w:t>M</w:t>
      </w:r>
      <w:r w:rsidR="0048697A" w:rsidRPr="009A6831">
        <w:rPr>
          <w:bCs/>
          <w:sz w:val="22"/>
          <w:szCs w:val="22"/>
        </w:rPr>
        <w:t xml:space="preserve">üüja müüb ja </w:t>
      </w:r>
      <w:r w:rsidR="00A56E1A" w:rsidRPr="009A6831">
        <w:rPr>
          <w:bCs/>
          <w:sz w:val="22"/>
          <w:szCs w:val="22"/>
        </w:rPr>
        <w:t>o</w:t>
      </w:r>
      <w:r w:rsidR="0048697A" w:rsidRPr="009A6831">
        <w:rPr>
          <w:bCs/>
          <w:sz w:val="22"/>
          <w:szCs w:val="22"/>
        </w:rPr>
        <w:t xml:space="preserve">stja ostab </w:t>
      </w:r>
      <w:r w:rsidR="00A26C8D" w:rsidRPr="009A6831">
        <w:rPr>
          <w:bCs/>
          <w:sz w:val="22"/>
          <w:szCs w:val="22"/>
        </w:rPr>
        <w:t xml:space="preserve">lepingu lisaga nr 1 kooskõlastatud </w:t>
      </w:r>
      <w:r w:rsidR="00A56E1A" w:rsidRPr="009A6831">
        <w:rPr>
          <w:bCs/>
          <w:sz w:val="22"/>
          <w:szCs w:val="22"/>
        </w:rPr>
        <w:t>m</w:t>
      </w:r>
      <w:r w:rsidR="0048697A" w:rsidRPr="009A6831">
        <w:rPr>
          <w:bCs/>
          <w:sz w:val="22"/>
          <w:szCs w:val="22"/>
        </w:rPr>
        <w:t xml:space="preserve">etsamaterjali </w:t>
      </w:r>
      <w:r w:rsidR="00A26C8D" w:rsidRPr="009A6831">
        <w:rPr>
          <w:bCs/>
          <w:sz w:val="22"/>
          <w:szCs w:val="22"/>
        </w:rPr>
        <w:t xml:space="preserve">kogused </w:t>
      </w:r>
      <w:r w:rsidR="00A56E1A" w:rsidRPr="009A6831">
        <w:rPr>
          <w:bCs/>
          <w:sz w:val="22"/>
          <w:szCs w:val="22"/>
        </w:rPr>
        <w:t>o</w:t>
      </w:r>
      <w:r w:rsidR="0048697A" w:rsidRPr="009A6831">
        <w:rPr>
          <w:bCs/>
          <w:sz w:val="22"/>
          <w:szCs w:val="22"/>
        </w:rPr>
        <w:t>stja laos järgmiste hindadega</w:t>
      </w:r>
      <w:r w:rsidR="00A26C8D" w:rsidRPr="009A6831">
        <w:rPr>
          <w:bCs/>
          <w:sz w:val="22"/>
          <w:szCs w:val="22"/>
        </w:rPr>
        <w:t>:</w:t>
      </w:r>
    </w:p>
    <w:tbl>
      <w:tblPr>
        <w:tblW w:w="5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1842"/>
        <w:gridCol w:w="1560"/>
      </w:tblGrid>
      <w:tr w:rsidR="00A26C8D" w:rsidRPr="009A6831" w14:paraId="7188322B" w14:textId="77777777" w:rsidTr="00A26C8D">
        <w:tc>
          <w:tcPr>
            <w:tcW w:w="2122" w:type="dxa"/>
            <w:tcBorders>
              <w:bottom w:val="single" w:sz="4" w:space="0" w:color="auto"/>
            </w:tcBorders>
          </w:tcPr>
          <w:p w14:paraId="225A38AB" w14:textId="77777777" w:rsidR="00A26C8D" w:rsidRPr="009A6831" w:rsidRDefault="00A26C8D" w:rsidP="000E5033">
            <w:pPr>
              <w:rPr>
                <w:b/>
                <w:sz w:val="22"/>
                <w:szCs w:val="22"/>
              </w:rPr>
            </w:pPr>
            <w:r w:rsidRPr="009A6831">
              <w:rPr>
                <w:b/>
                <w:sz w:val="22"/>
                <w:szCs w:val="22"/>
              </w:rPr>
              <w:t>Sortiment</w:t>
            </w:r>
          </w:p>
        </w:tc>
        <w:tc>
          <w:tcPr>
            <w:tcW w:w="1842" w:type="dxa"/>
            <w:tcBorders>
              <w:bottom w:val="single" w:sz="4" w:space="0" w:color="auto"/>
            </w:tcBorders>
            <w:shd w:val="clear" w:color="auto" w:fill="auto"/>
          </w:tcPr>
          <w:p w14:paraId="7A3CABD2" w14:textId="77777777" w:rsidR="00A26C8D" w:rsidRPr="009A6831" w:rsidRDefault="00A26C8D" w:rsidP="000E5033">
            <w:pPr>
              <w:rPr>
                <w:b/>
                <w:sz w:val="22"/>
                <w:szCs w:val="22"/>
              </w:rPr>
            </w:pPr>
            <w:r w:rsidRPr="009A6831">
              <w:rPr>
                <w:b/>
                <w:sz w:val="22"/>
                <w:szCs w:val="22"/>
              </w:rPr>
              <w:t>Tarnekoht</w:t>
            </w:r>
          </w:p>
        </w:tc>
        <w:tc>
          <w:tcPr>
            <w:tcW w:w="1560" w:type="dxa"/>
            <w:tcBorders>
              <w:bottom w:val="single" w:sz="4" w:space="0" w:color="auto"/>
            </w:tcBorders>
          </w:tcPr>
          <w:p w14:paraId="04987DDF" w14:textId="77777777" w:rsidR="00A26C8D" w:rsidRPr="009A6831" w:rsidRDefault="00A26C8D" w:rsidP="00CD36B4">
            <w:pPr>
              <w:jc w:val="center"/>
              <w:rPr>
                <w:b/>
                <w:sz w:val="22"/>
                <w:szCs w:val="22"/>
              </w:rPr>
            </w:pPr>
            <w:r w:rsidRPr="009A6831">
              <w:rPr>
                <w:b/>
                <w:sz w:val="22"/>
                <w:szCs w:val="22"/>
              </w:rPr>
              <w:t>Tarnetingimus</w:t>
            </w:r>
          </w:p>
          <w:p w14:paraId="69217ABF" w14:textId="77777777" w:rsidR="00A26C8D" w:rsidRPr="009A6831" w:rsidRDefault="00A26C8D" w:rsidP="00534118">
            <w:pPr>
              <w:jc w:val="center"/>
              <w:rPr>
                <w:b/>
                <w:sz w:val="22"/>
                <w:szCs w:val="22"/>
              </w:rPr>
            </w:pPr>
            <w:r w:rsidRPr="009A6831">
              <w:rPr>
                <w:b/>
                <w:sz w:val="22"/>
                <w:szCs w:val="22"/>
              </w:rPr>
              <w:t>DPU (€/m3)</w:t>
            </w:r>
          </w:p>
        </w:tc>
      </w:tr>
      <w:tr w:rsidR="00A26C8D" w:rsidRPr="009A6831" w14:paraId="594F03A5" w14:textId="77777777" w:rsidTr="004771FC">
        <w:tc>
          <w:tcPr>
            <w:tcW w:w="2122" w:type="dxa"/>
            <w:tcBorders>
              <w:top w:val="single" w:sz="4" w:space="0" w:color="auto"/>
              <w:left w:val="single" w:sz="4" w:space="0" w:color="auto"/>
              <w:bottom w:val="single" w:sz="4" w:space="0" w:color="auto"/>
              <w:right w:val="single" w:sz="4" w:space="0" w:color="auto"/>
            </w:tcBorders>
            <w:shd w:val="clear" w:color="auto" w:fill="auto"/>
          </w:tcPr>
          <w:p w14:paraId="10F98174" w14:textId="74F6E3B8" w:rsidR="00A26C8D" w:rsidRPr="009A6831" w:rsidRDefault="00A26C8D" w:rsidP="00A26C8D">
            <w:pPr>
              <w:rPr>
                <w:sz w:val="22"/>
                <w:szCs w:val="22"/>
              </w:rPr>
            </w:pPr>
            <w:r w:rsidRPr="009A6831">
              <w:rPr>
                <w:sz w:val="22"/>
                <w:szCs w:val="22"/>
              </w:rPr>
              <w:t>Haavapaberipuit</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EE7ECEC" w14:textId="2B12E339" w:rsidR="00A26C8D" w:rsidRPr="009A6831" w:rsidRDefault="00A26C8D" w:rsidP="00A26C8D">
            <w:pPr>
              <w:rPr>
                <w:sz w:val="22"/>
                <w:szCs w:val="22"/>
              </w:rPr>
            </w:pPr>
            <w:r w:rsidRPr="009A6831">
              <w:rPr>
                <w:sz w:val="22"/>
                <w:szCs w:val="22"/>
              </w:rPr>
              <w:t>Paldiski sadam</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278F2E6" w14:textId="24D882CE" w:rsidR="00A26C8D" w:rsidRPr="009A6831" w:rsidRDefault="00A26C8D" w:rsidP="00A26C8D">
            <w:pPr>
              <w:jc w:val="center"/>
              <w:rPr>
                <w:sz w:val="22"/>
                <w:szCs w:val="22"/>
              </w:rPr>
            </w:pPr>
            <w:r w:rsidRPr="009A6831">
              <w:rPr>
                <w:sz w:val="22"/>
                <w:szCs w:val="22"/>
              </w:rPr>
              <w:t>48,51</w:t>
            </w:r>
          </w:p>
        </w:tc>
      </w:tr>
      <w:tr w:rsidR="00A26C8D" w:rsidRPr="009A6831" w14:paraId="0A099E16" w14:textId="77777777" w:rsidTr="004771FC">
        <w:tc>
          <w:tcPr>
            <w:tcW w:w="2122" w:type="dxa"/>
            <w:tcBorders>
              <w:top w:val="single" w:sz="4" w:space="0" w:color="auto"/>
              <w:left w:val="single" w:sz="4" w:space="0" w:color="auto"/>
              <w:bottom w:val="single" w:sz="4" w:space="0" w:color="auto"/>
              <w:right w:val="single" w:sz="4" w:space="0" w:color="auto"/>
            </w:tcBorders>
            <w:shd w:val="clear" w:color="auto" w:fill="auto"/>
          </w:tcPr>
          <w:p w14:paraId="474BBC77" w14:textId="7618EB2C" w:rsidR="00A26C8D" w:rsidRPr="009A6831" w:rsidRDefault="00A26C8D" w:rsidP="00A26C8D">
            <w:pPr>
              <w:rPr>
                <w:sz w:val="22"/>
                <w:szCs w:val="22"/>
              </w:rPr>
            </w:pPr>
            <w:r w:rsidRPr="009A6831">
              <w:rPr>
                <w:sz w:val="22"/>
                <w:szCs w:val="22"/>
              </w:rPr>
              <w:t>Kasepaberipuit</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F89EDCF" w14:textId="3C10FF3A" w:rsidR="00A26C8D" w:rsidRPr="009A6831" w:rsidRDefault="00A26C8D" w:rsidP="00A26C8D">
            <w:pPr>
              <w:rPr>
                <w:sz w:val="22"/>
                <w:szCs w:val="22"/>
              </w:rPr>
            </w:pPr>
            <w:r w:rsidRPr="009A6831">
              <w:rPr>
                <w:sz w:val="22"/>
                <w:szCs w:val="22"/>
              </w:rPr>
              <w:t>Paldiski sadam</w:t>
            </w:r>
          </w:p>
        </w:tc>
        <w:tc>
          <w:tcPr>
            <w:tcW w:w="1560" w:type="dxa"/>
            <w:tcBorders>
              <w:top w:val="nil"/>
              <w:left w:val="single" w:sz="4" w:space="0" w:color="auto"/>
              <w:bottom w:val="single" w:sz="4" w:space="0" w:color="auto"/>
              <w:right w:val="single" w:sz="4" w:space="0" w:color="auto"/>
            </w:tcBorders>
            <w:shd w:val="clear" w:color="auto" w:fill="auto"/>
            <w:vAlign w:val="bottom"/>
          </w:tcPr>
          <w:p w14:paraId="2974EA1A" w14:textId="1E05E423" w:rsidR="00A26C8D" w:rsidRPr="009A6831" w:rsidRDefault="00A26C8D" w:rsidP="00A26C8D">
            <w:pPr>
              <w:jc w:val="center"/>
              <w:rPr>
                <w:sz w:val="22"/>
                <w:szCs w:val="22"/>
              </w:rPr>
            </w:pPr>
            <w:r w:rsidRPr="009A6831">
              <w:rPr>
                <w:sz w:val="22"/>
                <w:szCs w:val="22"/>
              </w:rPr>
              <w:t>58,78</w:t>
            </w:r>
          </w:p>
        </w:tc>
      </w:tr>
      <w:tr w:rsidR="00A26C8D" w:rsidRPr="009A6831" w14:paraId="641BC32A" w14:textId="77777777" w:rsidTr="004771FC">
        <w:tc>
          <w:tcPr>
            <w:tcW w:w="2122" w:type="dxa"/>
            <w:tcBorders>
              <w:top w:val="single" w:sz="4" w:space="0" w:color="auto"/>
              <w:left w:val="single" w:sz="4" w:space="0" w:color="auto"/>
              <w:bottom w:val="single" w:sz="4" w:space="0" w:color="auto"/>
              <w:right w:val="single" w:sz="4" w:space="0" w:color="auto"/>
            </w:tcBorders>
            <w:shd w:val="clear" w:color="auto" w:fill="auto"/>
          </w:tcPr>
          <w:p w14:paraId="55B2B9BE" w14:textId="1F775D97" w:rsidR="00A26C8D" w:rsidRPr="009A6831" w:rsidRDefault="00A26C8D" w:rsidP="00A26C8D">
            <w:pPr>
              <w:rPr>
                <w:sz w:val="22"/>
                <w:szCs w:val="22"/>
              </w:rPr>
            </w:pPr>
            <w:r w:rsidRPr="009A6831">
              <w:rPr>
                <w:sz w:val="22"/>
                <w:szCs w:val="22"/>
              </w:rPr>
              <w:t>Kuusepaberipuit</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48C7F8C" w14:textId="7730E36F" w:rsidR="00A26C8D" w:rsidRPr="009A6831" w:rsidRDefault="00A26C8D" w:rsidP="00A26C8D">
            <w:pPr>
              <w:rPr>
                <w:sz w:val="22"/>
                <w:szCs w:val="22"/>
              </w:rPr>
            </w:pPr>
            <w:r w:rsidRPr="009A6831">
              <w:rPr>
                <w:sz w:val="22"/>
                <w:szCs w:val="22"/>
              </w:rPr>
              <w:t>Paldiski sadam</w:t>
            </w:r>
          </w:p>
        </w:tc>
        <w:tc>
          <w:tcPr>
            <w:tcW w:w="1560" w:type="dxa"/>
            <w:tcBorders>
              <w:top w:val="nil"/>
              <w:left w:val="single" w:sz="4" w:space="0" w:color="auto"/>
              <w:bottom w:val="single" w:sz="4" w:space="0" w:color="auto"/>
              <w:right w:val="single" w:sz="4" w:space="0" w:color="auto"/>
            </w:tcBorders>
            <w:shd w:val="clear" w:color="auto" w:fill="auto"/>
            <w:vAlign w:val="bottom"/>
          </w:tcPr>
          <w:p w14:paraId="5D05E950" w14:textId="25EC1759" w:rsidR="00A26C8D" w:rsidRPr="009A6831" w:rsidRDefault="00A26C8D" w:rsidP="00A26C8D">
            <w:pPr>
              <w:jc w:val="center"/>
              <w:rPr>
                <w:sz w:val="22"/>
                <w:szCs w:val="22"/>
              </w:rPr>
            </w:pPr>
            <w:r w:rsidRPr="009A6831">
              <w:rPr>
                <w:sz w:val="22"/>
                <w:szCs w:val="22"/>
              </w:rPr>
              <w:t>63,38</w:t>
            </w:r>
          </w:p>
        </w:tc>
      </w:tr>
      <w:tr w:rsidR="00A26C8D" w:rsidRPr="009A6831" w14:paraId="5667AC52" w14:textId="77777777" w:rsidTr="004771FC">
        <w:tc>
          <w:tcPr>
            <w:tcW w:w="2122" w:type="dxa"/>
            <w:tcBorders>
              <w:top w:val="single" w:sz="4" w:space="0" w:color="auto"/>
              <w:left w:val="single" w:sz="4" w:space="0" w:color="auto"/>
              <w:bottom w:val="single" w:sz="4" w:space="0" w:color="auto"/>
              <w:right w:val="single" w:sz="4" w:space="0" w:color="auto"/>
            </w:tcBorders>
            <w:shd w:val="clear" w:color="auto" w:fill="auto"/>
          </w:tcPr>
          <w:p w14:paraId="0AFB05B3" w14:textId="6CA878F9" w:rsidR="00A26C8D" w:rsidRPr="009A6831" w:rsidRDefault="00A26C8D" w:rsidP="00A26C8D">
            <w:pPr>
              <w:rPr>
                <w:sz w:val="22"/>
                <w:szCs w:val="22"/>
              </w:rPr>
            </w:pPr>
            <w:r w:rsidRPr="009A6831">
              <w:rPr>
                <w:sz w:val="22"/>
                <w:szCs w:val="22"/>
              </w:rPr>
              <w:t>Männipaberipuit</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B164F09" w14:textId="633AF530" w:rsidR="00A26C8D" w:rsidRPr="009A6831" w:rsidRDefault="00A26C8D" w:rsidP="00A26C8D">
            <w:pPr>
              <w:rPr>
                <w:sz w:val="22"/>
                <w:szCs w:val="22"/>
              </w:rPr>
            </w:pPr>
            <w:r w:rsidRPr="009A6831">
              <w:rPr>
                <w:sz w:val="22"/>
                <w:szCs w:val="22"/>
              </w:rPr>
              <w:t>Paldiski sadam</w:t>
            </w:r>
          </w:p>
        </w:tc>
        <w:tc>
          <w:tcPr>
            <w:tcW w:w="1560" w:type="dxa"/>
            <w:tcBorders>
              <w:top w:val="nil"/>
              <w:left w:val="single" w:sz="4" w:space="0" w:color="auto"/>
              <w:bottom w:val="single" w:sz="4" w:space="0" w:color="auto"/>
              <w:right w:val="single" w:sz="4" w:space="0" w:color="auto"/>
            </w:tcBorders>
            <w:shd w:val="clear" w:color="auto" w:fill="auto"/>
            <w:vAlign w:val="bottom"/>
          </w:tcPr>
          <w:p w14:paraId="01E2F027" w14:textId="346105A7" w:rsidR="00A26C8D" w:rsidRPr="009A6831" w:rsidRDefault="00A26C8D" w:rsidP="00A26C8D">
            <w:pPr>
              <w:jc w:val="center"/>
              <w:rPr>
                <w:sz w:val="22"/>
                <w:szCs w:val="22"/>
              </w:rPr>
            </w:pPr>
            <w:r w:rsidRPr="009A6831">
              <w:rPr>
                <w:sz w:val="22"/>
                <w:szCs w:val="22"/>
              </w:rPr>
              <w:t>62,46</w:t>
            </w:r>
          </w:p>
        </w:tc>
      </w:tr>
      <w:tr w:rsidR="00A26C8D" w:rsidRPr="009A6831" w14:paraId="32B6C684" w14:textId="77777777" w:rsidTr="004771FC">
        <w:tc>
          <w:tcPr>
            <w:tcW w:w="2122" w:type="dxa"/>
            <w:tcBorders>
              <w:top w:val="single" w:sz="4" w:space="0" w:color="auto"/>
              <w:left w:val="single" w:sz="4" w:space="0" w:color="auto"/>
              <w:bottom w:val="single" w:sz="4" w:space="0" w:color="auto"/>
              <w:right w:val="single" w:sz="4" w:space="0" w:color="auto"/>
            </w:tcBorders>
            <w:shd w:val="clear" w:color="auto" w:fill="auto"/>
          </w:tcPr>
          <w:p w14:paraId="01620BFF" w14:textId="75257C81" w:rsidR="00A26C8D" w:rsidRPr="009A6831" w:rsidRDefault="00A26C8D" w:rsidP="00A26C8D">
            <w:pPr>
              <w:rPr>
                <w:sz w:val="22"/>
                <w:szCs w:val="22"/>
              </w:rPr>
            </w:pPr>
            <w:r w:rsidRPr="009A6831">
              <w:rPr>
                <w:sz w:val="22"/>
                <w:szCs w:val="22"/>
              </w:rPr>
              <w:t>Okaspuuküttepuit</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2972E1C5" w14:textId="5FD45E63" w:rsidR="00A26C8D" w:rsidRPr="009A6831" w:rsidRDefault="00A26C8D" w:rsidP="00A26C8D">
            <w:pPr>
              <w:rPr>
                <w:sz w:val="22"/>
                <w:szCs w:val="22"/>
              </w:rPr>
            </w:pPr>
            <w:r w:rsidRPr="009A6831">
              <w:rPr>
                <w:sz w:val="22"/>
                <w:szCs w:val="22"/>
              </w:rPr>
              <w:t>Paldiski sadam</w:t>
            </w:r>
          </w:p>
        </w:tc>
        <w:tc>
          <w:tcPr>
            <w:tcW w:w="1560" w:type="dxa"/>
            <w:tcBorders>
              <w:top w:val="nil"/>
              <w:left w:val="single" w:sz="4" w:space="0" w:color="auto"/>
              <w:bottom w:val="single" w:sz="4" w:space="0" w:color="auto"/>
              <w:right w:val="single" w:sz="4" w:space="0" w:color="auto"/>
            </w:tcBorders>
            <w:shd w:val="clear" w:color="auto" w:fill="auto"/>
            <w:vAlign w:val="bottom"/>
          </w:tcPr>
          <w:p w14:paraId="374C1BE2" w14:textId="75F4DF97" w:rsidR="00A26C8D" w:rsidRPr="009A6831" w:rsidRDefault="00A26C8D" w:rsidP="00A26C8D">
            <w:pPr>
              <w:jc w:val="center"/>
              <w:rPr>
                <w:sz w:val="22"/>
                <w:szCs w:val="22"/>
              </w:rPr>
            </w:pPr>
            <w:r w:rsidRPr="009A6831">
              <w:rPr>
                <w:sz w:val="22"/>
                <w:szCs w:val="22"/>
              </w:rPr>
              <w:t>45,38</w:t>
            </w:r>
          </w:p>
        </w:tc>
      </w:tr>
    </w:tbl>
    <w:p w14:paraId="491B8E60" w14:textId="73AEFB49" w:rsidR="00A26C8D" w:rsidRPr="009A6831" w:rsidRDefault="009A6831" w:rsidP="00A26C8D">
      <w:pPr>
        <w:pStyle w:val="ListParagraph"/>
        <w:numPr>
          <w:ilvl w:val="1"/>
          <w:numId w:val="15"/>
        </w:numPr>
        <w:tabs>
          <w:tab w:val="left" w:pos="1134"/>
        </w:tabs>
        <w:jc w:val="both"/>
        <w:rPr>
          <w:bCs/>
          <w:sz w:val="22"/>
          <w:szCs w:val="22"/>
        </w:rPr>
      </w:pPr>
      <w:r w:rsidRPr="009A6831">
        <w:rPr>
          <w:bCs/>
          <w:sz w:val="22"/>
          <w:szCs w:val="22"/>
        </w:rPr>
        <w:t>m</w:t>
      </w:r>
      <w:r w:rsidR="00A26C8D" w:rsidRPr="009A6831">
        <w:rPr>
          <w:bCs/>
          <w:sz w:val="22"/>
          <w:szCs w:val="22"/>
        </w:rPr>
        <w:t>ittevastava</w:t>
      </w:r>
      <w:r w:rsidRPr="009A6831">
        <w:rPr>
          <w:bCs/>
          <w:sz w:val="22"/>
          <w:szCs w:val="22"/>
        </w:rPr>
        <w:t xml:space="preserve"> metsamaterjali</w:t>
      </w:r>
      <w:r w:rsidR="00A26C8D" w:rsidRPr="009A6831">
        <w:rPr>
          <w:bCs/>
          <w:sz w:val="22"/>
          <w:szCs w:val="22"/>
        </w:rPr>
        <w:t xml:space="preserve"> hind  </w:t>
      </w:r>
      <w:r w:rsidR="00A26C8D" w:rsidRPr="009A6831">
        <w:rPr>
          <w:bCs/>
          <w:sz w:val="22"/>
          <w:szCs w:val="22"/>
        </w:rPr>
        <w:t xml:space="preserve">tarnetingimusel DPU (Incoterms 2020) </w:t>
      </w:r>
      <w:r w:rsidR="00A26C8D" w:rsidRPr="009A6831">
        <w:rPr>
          <w:b/>
          <w:sz w:val="22"/>
          <w:szCs w:val="22"/>
        </w:rPr>
        <w:t>20</w:t>
      </w:r>
      <w:r w:rsidRPr="009A6831">
        <w:rPr>
          <w:b/>
          <w:sz w:val="22"/>
          <w:szCs w:val="22"/>
        </w:rPr>
        <w:t>,00</w:t>
      </w:r>
      <w:r w:rsidR="00A26C8D" w:rsidRPr="009A6831">
        <w:rPr>
          <w:b/>
          <w:sz w:val="22"/>
          <w:szCs w:val="22"/>
        </w:rPr>
        <w:t xml:space="preserve"> </w:t>
      </w:r>
      <w:bookmarkStart w:id="3" w:name="_Hlk187163387"/>
      <w:r w:rsidR="00A26C8D" w:rsidRPr="009A6831">
        <w:rPr>
          <w:b/>
          <w:sz w:val="22"/>
          <w:szCs w:val="22"/>
        </w:rPr>
        <w:t>(€/m3)</w:t>
      </w:r>
      <w:bookmarkEnd w:id="3"/>
      <w:r w:rsidR="00A26C8D" w:rsidRPr="009A6831">
        <w:rPr>
          <w:bCs/>
          <w:sz w:val="22"/>
          <w:szCs w:val="22"/>
        </w:rPr>
        <w:t>;</w:t>
      </w:r>
    </w:p>
    <w:p w14:paraId="6F4A011F" w14:textId="473004EB" w:rsidR="00A26C8D" w:rsidRPr="009A6831" w:rsidRDefault="009A6831" w:rsidP="00A26C8D">
      <w:pPr>
        <w:pStyle w:val="ListParagraph"/>
        <w:numPr>
          <w:ilvl w:val="1"/>
          <w:numId w:val="15"/>
        </w:numPr>
        <w:tabs>
          <w:tab w:val="left" w:pos="1134"/>
        </w:tabs>
        <w:jc w:val="both"/>
        <w:rPr>
          <w:bCs/>
          <w:sz w:val="22"/>
          <w:szCs w:val="22"/>
        </w:rPr>
      </w:pPr>
      <w:r w:rsidRPr="009A6831">
        <w:rPr>
          <w:bCs/>
          <w:sz w:val="22"/>
          <w:szCs w:val="22"/>
        </w:rPr>
        <w:t>t</w:t>
      </w:r>
      <w:r w:rsidR="00A26C8D" w:rsidRPr="009A6831">
        <w:rPr>
          <w:bCs/>
          <w:sz w:val="22"/>
          <w:szCs w:val="22"/>
        </w:rPr>
        <w:t xml:space="preserve">arnetingimusel FAS (Incoterms 2020) lisandub </w:t>
      </w:r>
      <w:r w:rsidRPr="009A6831">
        <w:rPr>
          <w:bCs/>
          <w:sz w:val="22"/>
          <w:szCs w:val="22"/>
        </w:rPr>
        <w:t xml:space="preserve">kõikidele </w:t>
      </w:r>
      <w:r w:rsidR="00A26C8D" w:rsidRPr="009A6831">
        <w:rPr>
          <w:bCs/>
          <w:sz w:val="22"/>
          <w:szCs w:val="22"/>
        </w:rPr>
        <w:t xml:space="preserve">hindadele </w:t>
      </w:r>
      <w:r w:rsidR="00A26C8D" w:rsidRPr="009A6831">
        <w:rPr>
          <w:b/>
          <w:sz w:val="22"/>
          <w:szCs w:val="22"/>
        </w:rPr>
        <w:t xml:space="preserve">1,25 </w:t>
      </w:r>
      <w:r w:rsidR="00A26C8D" w:rsidRPr="009A6831">
        <w:rPr>
          <w:b/>
          <w:sz w:val="22"/>
          <w:szCs w:val="22"/>
        </w:rPr>
        <w:t>(€/m3)</w:t>
      </w:r>
      <w:r w:rsidR="00A26C8D" w:rsidRPr="009A6831">
        <w:rPr>
          <w:bCs/>
          <w:sz w:val="22"/>
          <w:szCs w:val="22"/>
        </w:rPr>
        <w:t>.</w:t>
      </w:r>
    </w:p>
    <w:p w14:paraId="329823AF" w14:textId="77777777" w:rsidR="00A26C8D" w:rsidRPr="009A6831" w:rsidRDefault="00A26C8D" w:rsidP="0048697A">
      <w:pPr>
        <w:tabs>
          <w:tab w:val="left" w:pos="1134"/>
        </w:tabs>
        <w:jc w:val="both"/>
        <w:rPr>
          <w:b/>
          <w:sz w:val="22"/>
          <w:szCs w:val="22"/>
        </w:rPr>
      </w:pPr>
    </w:p>
    <w:p w14:paraId="181B05FD" w14:textId="6A225F48" w:rsidR="0048697A" w:rsidRPr="009A6831" w:rsidRDefault="0048697A" w:rsidP="0048697A">
      <w:pPr>
        <w:tabs>
          <w:tab w:val="left" w:pos="1134"/>
        </w:tabs>
        <w:jc w:val="both"/>
        <w:rPr>
          <w:bCs/>
          <w:sz w:val="22"/>
          <w:szCs w:val="22"/>
        </w:rPr>
      </w:pPr>
      <w:r w:rsidRPr="009A6831">
        <w:rPr>
          <w:bCs/>
          <w:sz w:val="22"/>
          <w:szCs w:val="22"/>
        </w:rPr>
        <w:t xml:space="preserve">Hindadele lisandub </w:t>
      </w:r>
      <w:r w:rsidR="00A26C8D" w:rsidRPr="009A6831">
        <w:rPr>
          <w:bCs/>
          <w:sz w:val="22"/>
          <w:szCs w:val="22"/>
        </w:rPr>
        <w:t xml:space="preserve">Eestis kehtiv </w:t>
      </w:r>
      <w:r w:rsidRPr="009A6831">
        <w:rPr>
          <w:bCs/>
          <w:sz w:val="22"/>
          <w:szCs w:val="22"/>
        </w:rPr>
        <w:t>käibemaks%.</w:t>
      </w:r>
    </w:p>
    <w:p w14:paraId="5FC18BAE" w14:textId="77777777" w:rsidR="00D36029" w:rsidRPr="009A6831" w:rsidRDefault="00D36029" w:rsidP="0048697A">
      <w:pPr>
        <w:tabs>
          <w:tab w:val="left" w:pos="1134"/>
        </w:tabs>
        <w:jc w:val="both"/>
        <w:rPr>
          <w:bCs/>
          <w:sz w:val="22"/>
          <w:szCs w:val="22"/>
        </w:rPr>
      </w:pPr>
    </w:p>
    <w:p w14:paraId="1BFA3CBD" w14:textId="77777777" w:rsidR="00A26C8D" w:rsidRPr="009A6831" w:rsidRDefault="00A26C8D" w:rsidP="0048697A">
      <w:pPr>
        <w:jc w:val="both"/>
        <w:rPr>
          <w:b/>
          <w:sz w:val="22"/>
          <w:szCs w:val="22"/>
        </w:rPr>
      </w:pPr>
    </w:p>
    <w:p w14:paraId="7C593AD0" w14:textId="272044C0" w:rsidR="0048697A" w:rsidRPr="009A6831" w:rsidRDefault="0048697A" w:rsidP="0048697A">
      <w:pPr>
        <w:jc w:val="both"/>
        <w:rPr>
          <w:b/>
          <w:sz w:val="22"/>
          <w:szCs w:val="22"/>
        </w:rPr>
      </w:pPr>
      <w:r w:rsidRPr="009A6831">
        <w:rPr>
          <w:b/>
          <w:sz w:val="22"/>
          <w:szCs w:val="22"/>
        </w:rPr>
        <w:t xml:space="preserve">Poolte allkirjad </w:t>
      </w:r>
    </w:p>
    <w:p w14:paraId="063233CE" w14:textId="77777777" w:rsidR="0048697A" w:rsidRPr="009A6831" w:rsidRDefault="0048697A" w:rsidP="0048697A">
      <w:pPr>
        <w:rPr>
          <w:sz w:val="22"/>
          <w:szCs w:val="22"/>
        </w:rPr>
      </w:pPr>
    </w:p>
    <w:p w14:paraId="4EFA0B39" w14:textId="77777777" w:rsidR="00D36029" w:rsidRPr="009A6831" w:rsidRDefault="00D36029" w:rsidP="00D36029">
      <w:pPr>
        <w:pStyle w:val="Heading1"/>
        <w:rPr>
          <w:sz w:val="22"/>
          <w:szCs w:val="22"/>
        </w:rPr>
      </w:pPr>
      <w:r w:rsidRPr="009A6831">
        <w:rPr>
          <w:sz w:val="22"/>
          <w:szCs w:val="22"/>
        </w:rPr>
        <w:t>Müüja</w:t>
      </w:r>
      <w:r w:rsidRPr="009A6831">
        <w:rPr>
          <w:sz w:val="22"/>
          <w:szCs w:val="22"/>
        </w:rPr>
        <w:tab/>
      </w:r>
      <w:r w:rsidRPr="009A6831">
        <w:rPr>
          <w:sz w:val="22"/>
          <w:szCs w:val="22"/>
        </w:rPr>
        <w:tab/>
      </w:r>
      <w:r w:rsidRPr="009A6831">
        <w:rPr>
          <w:sz w:val="22"/>
          <w:szCs w:val="22"/>
        </w:rPr>
        <w:tab/>
      </w:r>
      <w:r w:rsidRPr="009A6831">
        <w:rPr>
          <w:sz w:val="22"/>
          <w:szCs w:val="22"/>
        </w:rPr>
        <w:tab/>
      </w:r>
      <w:r w:rsidRPr="009A6831">
        <w:rPr>
          <w:sz w:val="22"/>
          <w:szCs w:val="22"/>
        </w:rPr>
        <w:tab/>
      </w:r>
      <w:r w:rsidRPr="009A6831">
        <w:rPr>
          <w:sz w:val="22"/>
          <w:szCs w:val="22"/>
        </w:rPr>
        <w:tab/>
      </w:r>
      <w:r w:rsidRPr="009A6831">
        <w:rPr>
          <w:sz w:val="22"/>
          <w:szCs w:val="22"/>
        </w:rPr>
        <w:tab/>
      </w:r>
      <w:r w:rsidRPr="009A6831">
        <w:rPr>
          <w:sz w:val="22"/>
          <w:szCs w:val="22"/>
        </w:rPr>
        <w:tab/>
        <w:t>Ostja</w:t>
      </w:r>
    </w:p>
    <w:p w14:paraId="698D7C0C" w14:textId="77777777" w:rsidR="00D36029" w:rsidRPr="009A6831" w:rsidRDefault="00D36029" w:rsidP="00D36029">
      <w:pPr>
        <w:pStyle w:val="Heading1"/>
        <w:rPr>
          <w:b w:val="0"/>
          <w:sz w:val="22"/>
          <w:szCs w:val="22"/>
        </w:rPr>
      </w:pPr>
    </w:p>
    <w:p w14:paraId="73DCB93D" w14:textId="77777777" w:rsidR="00D36029" w:rsidRPr="009A6831" w:rsidRDefault="00D36029" w:rsidP="00D36029">
      <w:pPr>
        <w:rPr>
          <w:b/>
          <w:sz w:val="22"/>
          <w:szCs w:val="22"/>
        </w:rPr>
      </w:pPr>
      <w:r w:rsidRPr="009A6831">
        <w:rPr>
          <w:b/>
          <w:sz w:val="22"/>
          <w:szCs w:val="22"/>
        </w:rPr>
        <w:t>Urmas Treial</w:t>
      </w:r>
      <w:r w:rsidRPr="009A6831">
        <w:rPr>
          <w:b/>
          <w:sz w:val="22"/>
          <w:szCs w:val="22"/>
        </w:rPr>
        <w:tab/>
      </w:r>
      <w:r w:rsidRPr="009A6831">
        <w:rPr>
          <w:b/>
          <w:sz w:val="22"/>
          <w:szCs w:val="22"/>
        </w:rPr>
        <w:tab/>
      </w:r>
      <w:r w:rsidRPr="009A6831">
        <w:rPr>
          <w:b/>
          <w:sz w:val="22"/>
          <w:szCs w:val="22"/>
        </w:rPr>
        <w:tab/>
      </w:r>
      <w:r w:rsidRPr="009A6831">
        <w:rPr>
          <w:b/>
          <w:sz w:val="22"/>
          <w:szCs w:val="22"/>
        </w:rPr>
        <w:tab/>
      </w:r>
      <w:r w:rsidRPr="009A6831">
        <w:rPr>
          <w:b/>
          <w:sz w:val="22"/>
          <w:szCs w:val="22"/>
        </w:rPr>
        <w:tab/>
      </w:r>
      <w:r w:rsidRPr="009A6831">
        <w:rPr>
          <w:b/>
          <w:sz w:val="22"/>
          <w:szCs w:val="22"/>
        </w:rPr>
        <w:tab/>
      </w:r>
      <w:r w:rsidRPr="009A6831">
        <w:rPr>
          <w:b/>
          <w:sz w:val="22"/>
          <w:szCs w:val="22"/>
        </w:rPr>
        <w:tab/>
      </w:r>
      <w:r w:rsidR="003031D0" w:rsidRPr="009A6831">
        <w:rPr>
          <w:b/>
          <w:sz w:val="22"/>
          <w:szCs w:val="22"/>
        </w:rPr>
        <w:t>Vivika Koplimaa</w:t>
      </w:r>
    </w:p>
    <w:p w14:paraId="75BB540A" w14:textId="77777777" w:rsidR="00D36029" w:rsidRPr="009A6831" w:rsidRDefault="00D36029" w:rsidP="00D36029">
      <w:pPr>
        <w:ind w:left="2040" w:hanging="2040"/>
        <w:rPr>
          <w:sz w:val="22"/>
          <w:szCs w:val="22"/>
        </w:rPr>
      </w:pPr>
      <w:r w:rsidRPr="009A6831">
        <w:rPr>
          <w:sz w:val="22"/>
          <w:szCs w:val="22"/>
        </w:rPr>
        <w:t>Puiduturustuse peaspetsialist</w:t>
      </w:r>
      <w:r w:rsidRPr="009A6831">
        <w:rPr>
          <w:sz w:val="22"/>
          <w:szCs w:val="22"/>
        </w:rPr>
        <w:tab/>
      </w:r>
      <w:r w:rsidRPr="009A6831">
        <w:rPr>
          <w:sz w:val="22"/>
          <w:szCs w:val="22"/>
        </w:rPr>
        <w:tab/>
      </w:r>
      <w:r w:rsidRPr="009A6831">
        <w:rPr>
          <w:sz w:val="22"/>
          <w:szCs w:val="22"/>
        </w:rPr>
        <w:tab/>
      </w:r>
      <w:r w:rsidRPr="009A6831">
        <w:rPr>
          <w:sz w:val="22"/>
          <w:szCs w:val="22"/>
        </w:rPr>
        <w:tab/>
      </w:r>
      <w:r w:rsidRPr="009A6831">
        <w:rPr>
          <w:sz w:val="22"/>
          <w:szCs w:val="22"/>
        </w:rPr>
        <w:tab/>
        <w:t>Juhatuse liige</w:t>
      </w:r>
    </w:p>
    <w:p w14:paraId="2E93FFA4" w14:textId="77777777" w:rsidR="00C63216" w:rsidRPr="009A6831" w:rsidRDefault="00C63216">
      <w:pPr>
        <w:rPr>
          <w:kern w:val="28"/>
          <w:sz w:val="22"/>
          <w:szCs w:val="22"/>
        </w:rPr>
      </w:pPr>
    </w:p>
    <w:sectPr w:rsidR="00C63216" w:rsidRPr="009A6831" w:rsidSect="00017C9D">
      <w:footerReference w:type="default" r:id="rId17"/>
      <w:headerReference w:type="first" r:id="rId18"/>
      <w:type w:val="continuous"/>
      <w:pgSz w:w="11906" w:h="16838" w:code="9"/>
      <w:pgMar w:top="567" w:right="851" w:bottom="1134" w:left="1134" w:header="567" w:footer="680" w:gutter="0"/>
      <w:pgNumType w:start="1"/>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9DB42" w14:textId="77777777" w:rsidR="00017C9D" w:rsidRDefault="00017C9D">
      <w:r>
        <w:separator/>
      </w:r>
    </w:p>
  </w:endnote>
  <w:endnote w:type="continuationSeparator" w:id="0">
    <w:p w14:paraId="1F106674" w14:textId="77777777" w:rsidR="00017C9D" w:rsidRDefault="00017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7CA95" w14:textId="77777777" w:rsidR="000D2487" w:rsidRDefault="000D2487">
    <w:pPr>
      <w:rPr>
        <w:spacing w:val="0"/>
        <w:position w:val="0"/>
        <w:sz w:val="20"/>
      </w:rPr>
    </w:pPr>
    <w:r>
      <w:rPr>
        <w:spacing w:val="0"/>
        <w:position w:val="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266691" w14:textId="77777777" w:rsidR="00017C9D" w:rsidRDefault="00017C9D">
      <w:r>
        <w:separator/>
      </w:r>
    </w:p>
  </w:footnote>
  <w:footnote w:type="continuationSeparator" w:id="0">
    <w:p w14:paraId="415E0E32" w14:textId="77777777" w:rsidR="00017C9D" w:rsidRDefault="00017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F736C" w14:textId="77777777" w:rsidR="000D2487" w:rsidRDefault="000D2487">
    <w:pPr>
      <w:framePr w:w="5049" w:h="1265" w:hRule="exact" w:hSpace="181" w:wrap="notBeside" w:vAnchor="page" w:hAnchor="page" w:x="1701" w:y="545"/>
      <w:rPr>
        <w:sz w:val="2"/>
      </w:rPr>
    </w:pPr>
  </w:p>
  <w:p w14:paraId="7E0BCA86" w14:textId="77777777" w:rsidR="000D2487" w:rsidRDefault="000D2487">
    <w:pPr>
      <w:framePr w:w="3289" w:h="567" w:wrap="around" w:vAnchor="page" w:hAnchor="page" w:x="8052" w:y="625"/>
      <w:rPr>
        <w:spacing w:val="0"/>
        <w:position w:val="0"/>
      </w:rPr>
    </w:pPr>
  </w:p>
  <w:p w14:paraId="25658425" w14:textId="77777777" w:rsidR="000D2487" w:rsidRDefault="000D2487">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C131B"/>
    <w:multiLevelType w:val="multilevel"/>
    <w:tmpl w:val="CE60F5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429F14CA"/>
    <w:multiLevelType w:val="hybridMultilevel"/>
    <w:tmpl w:val="69204A78"/>
    <w:lvl w:ilvl="0" w:tplc="EE420E14">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8" w15:restartNumberingAfterBreak="0">
    <w:nsid w:val="55277BA0"/>
    <w:multiLevelType w:val="hybridMultilevel"/>
    <w:tmpl w:val="F2ECD6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61FA06A3"/>
    <w:multiLevelType w:val="multilevel"/>
    <w:tmpl w:val="7BE233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516070845">
    <w:abstractNumId w:val="1"/>
  </w:num>
  <w:num w:numId="2" w16cid:durableId="1079794304">
    <w:abstractNumId w:val="7"/>
  </w:num>
  <w:num w:numId="3" w16cid:durableId="672805463">
    <w:abstractNumId w:val="2"/>
  </w:num>
  <w:num w:numId="4" w16cid:durableId="775103635">
    <w:abstractNumId w:val="3"/>
  </w:num>
  <w:num w:numId="5" w16cid:durableId="299652231">
    <w:abstractNumId w:val="5"/>
  </w:num>
  <w:num w:numId="6" w16cid:durableId="626013432">
    <w:abstractNumId w:val="11"/>
  </w:num>
  <w:num w:numId="7" w16cid:durableId="1132138769">
    <w:abstractNumId w:val="14"/>
  </w:num>
  <w:num w:numId="8" w16cid:durableId="1019426587">
    <w:abstractNumId w:val="0"/>
  </w:num>
  <w:num w:numId="9" w16cid:durableId="1472164934">
    <w:abstractNumId w:val="12"/>
  </w:num>
  <w:num w:numId="10" w16cid:durableId="1703705497">
    <w:abstractNumId w:val="4"/>
  </w:num>
  <w:num w:numId="11" w16cid:durableId="1164080064">
    <w:abstractNumId w:val="9"/>
  </w:num>
  <w:num w:numId="12" w16cid:durableId="1251499250">
    <w:abstractNumId w:val="13"/>
  </w:num>
  <w:num w:numId="13" w16cid:durableId="362172622">
    <w:abstractNumId w:val="8"/>
  </w:num>
  <w:num w:numId="14" w16cid:durableId="161745550">
    <w:abstractNumId w:val="6"/>
  </w:num>
  <w:num w:numId="15" w16cid:durableId="19921745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260"/>
    <w:rsid w:val="0000198A"/>
    <w:rsid w:val="00006972"/>
    <w:rsid w:val="00015021"/>
    <w:rsid w:val="00017C9D"/>
    <w:rsid w:val="000208F3"/>
    <w:rsid w:val="0002117B"/>
    <w:rsid w:val="000257EB"/>
    <w:rsid w:val="00032EC6"/>
    <w:rsid w:val="000351B5"/>
    <w:rsid w:val="00037C2B"/>
    <w:rsid w:val="00040608"/>
    <w:rsid w:val="00045B0A"/>
    <w:rsid w:val="000500BA"/>
    <w:rsid w:val="00050C8F"/>
    <w:rsid w:val="00055E70"/>
    <w:rsid w:val="00056A77"/>
    <w:rsid w:val="000677A1"/>
    <w:rsid w:val="00084A1A"/>
    <w:rsid w:val="00085A6B"/>
    <w:rsid w:val="00085B17"/>
    <w:rsid w:val="00087652"/>
    <w:rsid w:val="000A19E0"/>
    <w:rsid w:val="000A270D"/>
    <w:rsid w:val="000A2854"/>
    <w:rsid w:val="000A51F7"/>
    <w:rsid w:val="000B105E"/>
    <w:rsid w:val="000B3224"/>
    <w:rsid w:val="000B34D5"/>
    <w:rsid w:val="000B387B"/>
    <w:rsid w:val="000B3C68"/>
    <w:rsid w:val="000B41EE"/>
    <w:rsid w:val="000D2487"/>
    <w:rsid w:val="000D4AB7"/>
    <w:rsid w:val="000D4DFF"/>
    <w:rsid w:val="000D5F65"/>
    <w:rsid w:val="000E3E6A"/>
    <w:rsid w:val="000E5033"/>
    <w:rsid w:val="000F0ED9"/>
    <w:rsid w:val="000F34A7"/>
    <w:rsid w:val="000F4582"/>
    <w:rsid w:val="0010534D"/>
    <w:rsid w:val="00106B93"/>
    <w:rsid w:val="001111A1"/>
    <w:rsid w:val="0011406D"/>
    <w:rsid w:val="001145B5"/>
    <w:rsid w:val="0012087A"/>
    <w:rsid w:val="00120DF1"/>
    <w:rsid w:val="00124705"/>
    <w:rsid w:val="0013088E"/>
    <w:rsid w:val="00134178"/>
    <w:rsid w:val="00135375"/>
    <w:rsid w:val="0013541F"/>
    <w:rsid w:val="00143537"/>
    <w:rsid w:val="001436B3"/>
    <w:rsid w:val="00162B20"/>
    <w:rsid w:val="00175920"/>
    <w:rsid w:val="00180E8D"/>
    <w:rsid w:val="0018240B"/>
    <w:rsid w:val="00187049"/>
    <w:rsid w:val="00191AB5"/>
    <w:rsid w:val="001921BC"/>
    <w:rsid w:val="0019315C"/>
    <w:rsid w:val="00194D39"/>
    <w:rsid w:val="001A650B"/>
    <w:rsid w:val="001A7023"/>
    <w:rsid w:val="001B12FB"/>
    <w:rsid w:val="001B25B0"/>
    <w:rsid w:val="001B2704"/>
    <w:rsid w:val="001B6FB4"/>
    <w:rsid w:val="001C076F"/>
    <w:rsid w:val="001C7E1E"/>
    <w:rsid w:val="001D0946"/>
    <w:rsid w:val="001D26A8"/>
    <w:rsid w:val="001D736B"/>
    <w:rsid w:val="001E5B98"/>
    <w:rsid w:val="001F623B"/>
    <w:rsid w:val="00202884"/>
    <w:rsid w:val="0020382B"/>
    <w:rsid w:val="00204185"/>
    <w:rsid w:val="00207341"/>
    <w:rsid w:val="002128CE"/>
    <w:rsid w:val="00216B35"/>
    <w:rsid w:val="00220055"/>
    <w:rsid w:val="00230906"/>
    <w:rsid w:val="0023147A"/>
    <w:rsid w:val="00242028"/>
    <w:rsid w:val="00243A8F"/>
    <w:rsid w:val="00244211"/>
    <w:rsid w:val="002536EF"/>
    <w:rsid w:val="00257CE1"/>
    <w:rsid w:val="00267CD7"/>
    <w:rsid w:val="00274BF6"/>
    <w:rsid w:val="00277069"/>
    <w:rsid w:val="0028259A"/>
    <w:rsid w:val="002856DB"/>
    <w:rsid w:val="002966FF"/>
    <w:rsid w:val="002A0A82"/>
    <w:rsid w:val="002A0FA8"/>
    <w:rsid w:val="002A7B9A"/>
    <w:rsid w:val="002B010F"/>
    <w:rsid w:val="002B58FB"/>
    <w:rsid w:val="002C022E"/>
    <w:rsid w:val="002C073C"/>
    <w:rsid w:val="002C2317"/>
    <w:rsid w:val="002E7865"/>
    <w:rsid w:val="002F002D"/>
    <w:rsid w:val="002F425C"/>
    <w:rsid w:val="002F4E47"/>
    <w:rsid w:val="002F5C39"/>
    <w:rsid w:val="002F7629"/>
    <w:rsid w:val="003031D0"/>
    <w:rsid w:val="003063B3"/>
    <w:rsid w:val="00313D15"/>
    <w:rsid w:val="00315D16"/>
    <w:rsid w:val="00317EF0"/>
    <w:rsid w:val="0032094F"/>
    <w:rsid w:val="00321162"/>
    <w:rsid w:val="00324BBE"/>
    <w:rsid w:val="00327C3A"/>
    <w:rsid w:val="0033099E"/>
    <w:rsid w:val="00337838"/>
    <w:rsid w:val="003416DD"/>
    <w:rsid w:val="00341F0F"/>
    <w:rsid w:val="00343507"/>
    <w:rsid w:val="00360E83"/>
    <w:rsid w:val="00361342"/>
    <w:rsid w:val="00365CF5"/>
    <w:rsid w:val="00371314"/>
    <w:rsid w:val="003732D1"/>
    <w:rsid w:val="0037583C"/>
    <w:rsid w:val="003805CA"/>
    <w:rsid w:val="003873FE"/>
    <w:rsid w:val="0039757B"/>
    <w:rsid w:val="003A208B"/>
    <w:rsid w:val="003A6A20"/>
    <w:rsid w:val="003B2072"/>
    <w:rsid w:val="003B2799"/>
    <w:rsid w:val="003B2E6B"/>
    <w:rsid w:val="003B2EFD"/>
    <w:rsid w:val="003B360C"/>
    <w:rsid w:val="003B3B60"/>
    <w:rsid w:val="003B5619"/>
    <w:rsid w:val="003B6FF6"/>
    <w:rsid w:val="003E1BAD"/>
    <w:rsid w:val="003E1D3A"/>
    <w:rsid w:val="003E273E"/>
    <w:rsid w:val="003E33B8"/>
    <w:rsid w:val="003F005C"/>
    <w:rsid w:val="003F058D"/>
    <w:rsid w:val="003F0E47"/>
    <w:rsid w:val="003F1880"/>
    <w:rsid w:val="003F4689"/>
    <w:rsid w:val="004009A5"/>
    <w:rsid w:val="00420BBB"/>
    <w:rsid w:val="0042109D"/>
    <w:rsid w:val="00423AC7"/>
    <w:rsid w:val="0042414A"/>
    <w:rsid w:val="00430A6C"/>
    <w:rsid w:val="004331AD"/>
    <w:rsid w:val="00441316"/>
    <w:rsid w:val="00444F86"/>
    <w:rsid w:val="00457AD1"/>
    <w:rsid w:val="00461594"/>
    <w:rsid w:val="0046366C"/>
    <w:rsid w:val="00466AE9"/>
    <w:rsid w:val="00475786"/>
    <w:rsid w:val="0047688B"/>
    <w:rsid w:val="00483E1F"/>
    <w:rsid w:val="00484804"/>
    <w:rsid w:val="00484B6D"/>
    <w:rsid w:val="0048697A"/>
    <w:rsid w:val="00493448"/>
    <w:rsid w:val="00493D7A"/>
    <w:rsid w:val="004974AA"/>
    <w:rsid w:val="00497EF3"/>
    <w:rsid w:val="004A276B"/>
    <w:rsid w:val="004A4AE6"/>
    <w:rsid w:val="004A7938"/>
    <w:rsid w:val="004B20DF"/>
    <w:rsid w:val="004B384A"/>
    <w:rsid w:val="004B5707"/>
    <w:rsid w:val="004B75C3"/>
    <w:rsid w:val="004C081A"/>
    <w:rsid w:val="004C3A6D"/>
    <w:rsid w:val="004C4437"/>
    <w:rsid w:val="004D0357"/>
    <w:rsid w:val="004D04AC"/>
    <w:rsid w:val="004D0D62"/>
    <w:rsid w:val="004D2B34"/>
    <w:rsid w:val="004D4625"/>
    <w:rsid w:val="004D5918"/>
    <w:rsid w:val="004E2AA3"/>
    <w:rsid w:val="004F260B"/>
    <w:rsid w:val="004F579E"/>
    <w:rsid w:val="00510D61"/>
    <w:rsid w:val="005159B7"/>
    <w:rsid w:val="00524A42"/>
    <w:rsid w:val="00532C45"/>
    <w:rsid w:val="00534118"/>
    <w:rsid w:val="005364E1"/>
    <w:rsid w:val="00536537"/>
    <w:rsid w:val="005419D5"/>
    <w:rsid w:val="0054327D"/>
    <w:rsid w:val="00563751"/>
    <w:rsid w:val="00566CD4"/>
    <w:rsid w:val="0057250E"/>
    <w:rsid w:val="00577B72"/>
    <w:rsid w:val="00577DE7"/>
    <w:rsid w:val="00583608"/>
    <w:rsid w:val="00586009"/>
    <w:rsid w:val="00586DAD"/>
    <w:rsid w:val="005A0AF1"/>
    <w:rsid w:val="005A3304"/>
    <w:rsid w:val="005A3E6B"/>
    <w:rsid w:val="005A7C28"/>
    <w:rsid w:val="005C7054"/>
    <w:rsid w:val="005D404A"/>
    <w:rsid w:val="005E0A7C"/>
    <w:rsid w:val="005E2378"/>
    <w:rsid w:val="005E567D"/>
    <w:rsid w:val="005E6E7F"/>
    <w:rsid w:val="00601B5A"/>
    <w:rsid w:val="00605586"/>
    <w:rsid w:val="00611899"/>
    <w:rsid w:val="00612307"/>
    <w:rsid w:val="0061576F"/>
    <w:rsid w:val="006206CF"/>
    <w:rsid w:val="00624068"/>
    <w:rsid w:val="006450A8"/>
    <w:rsid w:val="0065430F"/>
    <w:rsid w:val="006575ED"/>
    <w:rsid w:val="006678C8"/>
    <w:rsid w:val="006933E3"/>
    <w:rsid w:val="00695E77"/>
    <w:rsid w:val="00696D60"/>
    <w:rsid w:val="006A5D3A"/>
    <w:rsid w:val="006C2272"/>
    <w:rsid w:val="006C24DB"/>
    <w:rsid w:val="006C34F8"/>
    <w:rsid w:val="006C384B"/>
    <w:rsid w:val="006C42E2"/>
    <w:rsid w:val="006D6AC0"/>
    <w:rsid w:val="006E5EF1"/>
    <w:rsid w:val="006E7485"/>
    <w:rsid w:val="006F56AD"/>
    <w:rsid w:val="00705FAF"/>
    <w:rsid w:val="00706FAD"/>
    <w:rsid w:val="007114E7"/>
    <w:rsid w:val="00713BD9"/>
    <w:rsid w:val="007160B8"/>
    <w:rsid w:val="00720A25"/>
    <w:rsid w:val="007222E2"/>
    <w:rsid w:val="007311F3"/>
    <w:rsid w:val="00743FE9"/>
    <w:rsid w:val="007453A7"/>
    <w:rsid w:val="0074635C"/>
    <w:rsid w:val="00750107"/>
    <w:rsid w:val="007510E0"/>
    <w:rsid w:val="0076294C"/>
    <w:rsid w:val="00764A9C"/>
    <w:rsid w:val="0078273C"/>
    <w:rsid w:val="00782CB8"/>
    <w:rsid w:val="00783E28"/>
    <w:rsid w:val="00786355"/>
    <w:rsid w:val="00792DA0"/>
    <w:rsid w:val="00796475"/>
    <w:rsid w:val="00796901"/>
    <w:rsid w:val="007A15AC"/>
    <w:rsid w:val="007A1D51"/>
    <w:rsid w:val="007A42E9"/>
    <w:rsid w:val="007B136F"/>
    <w:rsid w:val="007B2637"/>
    <w:rsid w:val="007B30A9"/>
    <w:rsid w:val="007B4EAF"/>
    <w:rsid w:val="007B7323"/>
    <w:rsid w:val="007C5026"/>
    <w:rsid w:val="007D0C48"/>
    <w:rsid w:val="007D61C3"/>
    <w:rsid w:val="007E1BD8"/>
    <w:rsid w:val="007F56A2"/>
    <w:rsid w:val="00800BB1"/>
    <w:rsid w:val="0081127E"/>
    <w:rsid w:val="0081530B"/>
    <w:rsid w:val="00826118"/>
    <w:rsid w:val="00826EFE"/>
    <w:rsid w:val="008331AB"/>
    <w:rsid w:val="008520DC"/>
    <w:rsid w:val="00853A1C"/>
    <w:rsid w:val="008553FB"/>
    <w:rsid w:val="008567A8"/>
    <w:rsid w:val="00862060"/>
    <w:rsid w:val="0086253A"/>
    <w:rsid w:val="00864508"/>
    <w:rsid w:val="00871CAB"/>
    <w:rsid w:val="00872A61"/>
    <w:rsid w:val="0087351E"/>
    <w:rsid w:val="00874E63"/>
    <w:rsid w:val="00880107"/>
    <w:rsid w:val="0088198A"/>
    <w:rsid w:val="008863B0"/>
    <w:rsid w:val="0089283E"/>
    <w:rsid w:val="00894C78"/>
    <w:rsid w:val="008A07A3"/>
    <w:rsid w:val="008A277E"/>
    <w:rsid w:val="008B6A9A"/>
    <w:rsid w:val="008D6AF1"/>
    <w:rsid w:val="008D7B4F"/>
    <w:rsid w:val="008E158B"/>
    <w:rsid w:val="008E1A1D"/>
    <w:rsid w:val="008E2AA3"/>
    <w:rsid w:val="008F6E67"/>
    <w:rsid w:val="009068D5"/>
    <w:rsid w:val="00907C1B"/>
    <w:rsid w:val="00911DE2"/>
    <w:rsid w:val="0091203B"/>
    <w:rsid w:val="009134B7"/>
    <w:rsid w:val="009168A6"/>
    <w:rsid w:val="00930A88"/>
    <w:rsid w:val="00930B4A"/>
    <w:rsid w:val="0094462A"/>
    <w:rsid w:val="00945734"/>
    <w:rsid w:val="009551B0"/>
    <w:rsid w:val="00956401"/>
    <w:rsid w:val="00973352"/>
    <w:rsid w:val="009755E4"/>
    <w:rsid w:val="009841BF"/>
    <w:rsid w:val="009854CC"/>
    <w:rsid w:val="0099727F"/>
    <w:rsid w:val="009A6508"/>
    <w:rsid w:val="009A6831"/>
    <w:rsid w:val="009A6C84"/>
    <w:rsid w:val="009B2205"/>
    <w:rsid w:val="009B45D1"/>
    <w:rsid w:val="009C65D0"/>
    <w:rsid w:val="009C6771"/>
    <w:rsid w:val="009D7347"/>
    <w:rsid w:val="009E047F"/>
    <w:rsid w:val="009E3BF6"/>
    <w:rsid w:val="009F106D"/>
    <w:rsid w:val="009F490E"/>
    <w:rsid w:val="009F6C37"/>
    <w:rsid w:val="00A04A0D"/>
    <w:rsid w:val="00A1142E"/>
    <w:rsid w:val="00A21A2A"/>
    <w:rsid w:val="00A225E6"/>
    <w:rsid w:val="00A26C8D"/>
    <w:rsid w:val="00A277F3"/>
    <w:rsid w:val="00A3150C"/>
    <w:rsid w:val="00A321F7"/>
    <w:rsid w:val="00A33604"/>
    <w:rsid w:val="00A34986"/>
    <w:rsid w:val="00A400B5"/>
    <w:rsid w:val="00A44923"/>
    <w:rsid w:val="00A5449E"/>
    <w:rsid w:val="00A56E1A"/>
    <w:rsid w:val="00A623B6"/>
    <w:rsid w:val="00A729FF"/>
    <w:rsid w:val="00AA0A79"/>
    <w:rsid w:val="00AA2A45"/>
    <w:rsid w:val="00AC6689"/>
    <w:rsid w:val="00AF0139"/>
    <w:rsid w:val="00AF7752"/>
    <w:rsid w:val="00B140B6"/>
    <w:rsid w:val="00B14F75"/>
    <w:rsid w:val="00B256C6"/>
    <w:rsid w:val="00B315A6"/>
    <w:rsid w:val="00B34093"/>
    <w:rsid w:val="00B35631"/>
    <w:rsid w:val="00B41572"/>
    <w:rsid w:val="00B427AC"/>
    <w:rsid w:val="00B522D0"/>
    <w:rsid w:val="00B5593A"/>
    <w:rsid w:val="00B612B1"/>
    <w:rsid w:val="00B75DC4"/>
    <w:rsid w:val="00B76E5A"/>
    <w:rsid w:val="00B77530"/>
    <w:rsid w:val="00B7764A"/>
    <w:rsid w:val="00B7787D"/>
    <w:rsid w:val="00B778BB"/>
    <w:rsid w:val="00B8459C"/>
    <w:rsid w:val="00B9286F"/>
    <w:rsid w:val="00B92CDD"/>
    <w:rsid w:val="00BA3162"/>
    <w:rsid w:val="00BB47D6"/>
    <w:rsid w:val="00BB75B0"/>
    <w:rsid w:val="00BD4226"/>
    <w:rsid w:val="00BE7A8E"/>
    <w:rsid w:val="00BF4973"/>
    <w:rsid w:val="00C000DF"/>
    <w:rsid w:val="00C03448"/>
    <w:rsid w:val="00C124B7"/>
    <w:rsid w:val="00C12832"/>
    <w:rsid w:val="00C128E6"/>
    <w:rsid w:val="00C179D1"/>
    <w:rsid w:val="00C2066F"/>
    <w:rsid w:val="00C24EA6"/>
    <w:rsid w:val="00C324BE"/>
    <w:rsid w:val="00C3749E"/>
    <w:rsid w:val="00C40A70"/>
    <w:rsid w:val="00C40BDF"/>
    <w:rsid w:val="00C43976"/>
    <w:rsid w:val="00C459C1"/>
    <w:rsid w:val="00C45B48"/>
    <w:rsid w:val="00C6016F"/>
    <w:rsid w:val="00C62934"/>
    <w:rsid w:val="00C62936"/>
    <w:rsid w:val="00C63216"/>
    <w:rsid w:val="00C66AFE"/>
    <w:rsid w:val="00C6724D"/>
    <w:rsid w:val="00C70E55"/>
    <w:rsid w:val="00C802AE"/>
    <w:rsid w:val="00C87BF2"/>
    <w:rsid w:val="00C92E07"/>
    <w:rsid w:val="00C92E53"/>
    <w:rsid w:val="00C97116"/>
    <w:rsid w:val="00CA7865"/>
    <w:rsid w:val="00CB3023"/>
    <w:rsid w:val="00CB5151"/>
    <w:rsid w:val="00CB5ED5"/>
    <w:rsid w:val="00CB6BC1"/>
    <w:rsid w:val="00CC5F7F"/>
    <w:rsid w:val="00CD36B4"/>
    <w:rsid w:val="00CE075D"/>
    <w:rsid w:val="00CE5942"/>
    <w:rsid w:val="00CF1E47"/>
    <w:rsid w:val="00D0267E"/>
    <w:rsid w:val="00D02CE6"/>
    <w:rsid w:val="00D0419C"/>
    <w:rsid w:val="00D06333"/>
    <w:rsid w:val="00D07402"/>
    <w:rsid w:val="00D104E8"/>
    <w:rsid w:val="00D136D7"/>
    <w:rsid w:val="00D205C6"/>
    <w:rsid w:val="00D20B0F"/>
    <w:rsid w:val="00D25CA1"/>
    <w:rsid w:val="00D271E7"/>
    <w:rsid w:val="00D30260"/>
    <w:rsid w:val="00D30E08"/>
    <w:rsid w:val="00D34844"/>
    <w:rsid w:val="00D34E2A"/>
    <w:rsid w:val="00D36029"/>
    <w:rsid w:val="00D41037"/>
    <w:rsid w:val="00D428D7"/>
    <w:rsid w:val="00D44A0C"/>
    <w:rsid w:val="00D474F1"/>
    <w:rsid w:val="00D50586"/>
    <w:rsid w:val="00D516E4"/>
    <w:rsid w:val="00D526A1"/>
    <w:rsid w:val="00D53FF4"/>
    <w:rsid w:val="00D57407"/>
    <w:rsid w:val="00D61A09"/>
    <w:rsid w:val="00D6478A"/>
    <w:rsid w:val="00D659DA"/>
    <w:rsid w:val="00D71E2F"/>
    <w:rsid w:val="00D754B9"/>
    <w:rsid w:val="00D76071"/>
    <w:rsid w:val="00D80B25"/>
    <w:rsid w:val="00D81627"/>
    <w:rsid w:val="00D81FA2"/>
    <w:rsid w:val="00D85FA2"/>
    <w:rsid w:val="00D91416"/>
    <w:rsid w:val="00D930C3"/>
    <w:rsid w:val="00DA77B4"/>
    <w:rsid w:val="00DB21C0"/>
    <w:rsid w:val="00DB35BE"/>
    <w:rsid w:val="00DB4568"/>
    <w:rsid w:val="00DC0E87"/>
    <w:rsid w:val="00DC25AE"/>
    <w:rsid w:val="00DC4CFF"/>
    <w:rsid w:val="00DC5574"/>
    <w:rsid w:val="00DC5969"/>
    <w:rsid w:val="00DC600A"/>
    <w:rsid w:val="00DC6361"/>
    <w:rsid w:val="00DC7DE5"/>
    <w:rsid w:val="00DD243A"/>
    <w:rsid w:val="00DE09BA"/>
    <w:rsid w:val="00DF2FC8"/>
    <w:rsid w:val="00E00F31"/>
    <w:rsid w:val="00E049BD"/>
    <w:rsid w:val="00E14AB5"/>
    <w:rsid w:val="00E22BC8"/>
    <w:rsid w:val="00E27ADD"/>
    <w:rsid w:val="00E359E0"/>
    <w:rsid w:val="00E40C44"/>
    <w:rsid w:val="00E4340A"/>
    <w:rsid w:val="00E44852"/>
    <w:rsid w:val="00E456E4"/>
    <w:rsid w:val="00E4657A"/>
    <w:rsid w:val="00E54E70"/>
    <w:rsid w:val="00E54FDD"/>
    <w:rsid w:val="00E57D7F"/>
    <w:rsid w:val="00E67E62"/>
    <w:rsid w:val="00E75A3A"/>
    <w:rsid w:val="00E808D5"/>
    <w:rsid w:val="00E828B8"/>
    <w:rsid w:val="00E9177D"/>
    <w:rsid w:val="00E91DDF"/>
    <w:rsid w:val="00EA3AEB"/>
    <w:rsid w:val="00EB75C7"/>
    <w:rsid w:val="00EC1502"/>
    <w:rsid w:val="00EC3753"/>
    <w:rsid w:val="00EC6945"/>
    <w:rsid w:val="00ED526A"/>
    <w:rsid w:val="00EE333C"/>
    <w:rsid w:val="00EF0709"/>
    <w:rsid w:val="00EF13AE"/>
    <w:rsid w:val="00EF1DB3"/>
    <w:rsid w:val="00EF4804"/>
    <w:rsid w:val="00EF75FF"/>
    <w:rsid w:val="00F020F8"/>
    <w:rsid w:val="00F05F65"/>
    <w:rsid w:val="00F11B2A"/>
    <w:rsid w:val="00F26B58"/>
    <w:rsid w:val="00F35528"/>
    <w:rsid w:val="00F374AD"/>
    <w:rsid w:val="00F4018C"/>
    <w:rsid w:val="00F40D71"/>
    <w:rsid w:val="00F454C1"/>
    <w:rsid w:val="00F53DBD"/>
    <w:rsid w:val="00F542C9"/>
    <w:rsid w:val="00F56D02"/>
    <w:rsid w:val="00F744A3"/>
    <w:rsid w:val="00F93176"/>
    <w:rsid w:val="00F96D39"/>
    <w:rsid w:val="00F97E12"/>
    <w:rsid w:val="00FB0126"/>
    <w:rsid w:val="00FB0828"/>
    <w:rsid w:val="00FB17DB"/>
    <w:rsid w:val="00FB41E2"/>
    <w:rsid w:val="00FB446D"/>
    <w:rsid w:val="00FB5222"/>
    <w:rsid w:val="00FB6294"/>
    <w:rsid w:val="00FB7C50"/>
    <w:rsid w:val="00FD0482"/>
    <w:rsid w:val="00FD2EB1"/>
    <w:rsid w:val="00FD6220"/>
    <w:rsid w:val="00FE022E"/>
    <w:rsid w:val="00FE0926"/>
    <w:rsid w:val="00FE19AF"/>
    <w:rsid w:val="00FE3D12"/>
    <w:rsid w:val="00FE4458"/>
    <w:rsid w:val="00FE793C"/>
    <w:rsid w:val="00FF393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743399"/>
  <w15:docId w15:val="{FDB51E71-7AE8-4DC1-881B-18E9A3722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C68"/>
    <w:rPr>
      <w:spacing w:val="4"/>
      <w:position w:val="9"/>
      <w:sz w:val="24"/>
      <w:lang w:eastAsia="en-US"/>
    </w:rPr>
  </w:style>
  <w:style w:type="paragraph" w:styleId="Heading1">
    <w:name w:val="heading 1"/>
    <w:basedOn w:val="Normal"/>
    <w:next w:val="Normal"/>
    <w:link w:val="Heading1Char"/>
    <w:uiPriority w:val="99"/>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jc w:val="both"/>
      <w:outlineLvl w:val="3"/>
    </w:pPr>
    <w:rPr>
      <w:b/>
      <w:sz w:val="20"/>
    </w:rPr>
  </w:style>
  <w:style w:type="paragraph" w:styleId="Heading5">
    <w:name w:val="heading 5"/>
    <w:basedOn w:val="Normal"/>
    <w:next w:val="Normal"/>
    <w:qFormat/>
    <w:pPr>
      <w:keepNext/>
      <w:ind w:left="1360" w:hanging="1360"/>
      <w:jc w:val="both"/>
      <w:outlineLvl w:val="4"/>
    </w:pPr>
    <w:rPr>
      <w:b/>
      <w:bCs/>
      <w:sz w:val="20"/>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left="1440" w:hanging="1440"/>
      <w:jc w:val="both"/>
    </w:pPr>
    <w:rPr>
      <w:spacing w:val="0"/>
      <w:position w:val="0"/>
      <w:sz w:val="20"/>
      <w:szCs w:val="24"/>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BodyTextIndent3">
    <w:name w:val="Body Text Indent 3"/>
    <w:basedOn w:val="Normal"/>
    <w:pPr>
      <w:spacing w:after="120"/>
      <w:ind w:left="720" w:hanging="661"/>
      <w:jc w:val="both"/>
    </w:pPr>
    <w:rPr>
      <w:spacing w:val="0"/>
      <w:position w:val="0"/>
      <w:szCs w:val="24"/>
    </w:rPr>
  </w:style>
  <w:style w:type="paragraph" w:styleId="BodyText">
    <w:name w:val="Body Text"/>
    <w:basedOn w:val="Normal"/>
    <w:pPr>
      <w:jc w:val="center"/>
    </w:pPr>
    <w:rPr>
      <w:b/>
      <w:bCs/>
      <w:sz w:val="28"/>
    </w:rPr>
  </w:style>
  <w:style w:type="paragraph" w:styleId="BodyText2">
    <w:name w:val="Body Text 2"/>
    <w:basedOn w:val="Normal"/>
    <w:pPr>
      <w:spacing w:after="120"/>
      <w:jc w:val="both"/>
    </w:pPr>
    <w:rPr>
      <w:sz w:val="20"/>
    </w:rPr>
  </w:style>
  <w:style w:type="paragraph" w:styleId="BodyText3">
    <w:name w:val="Body Text 3"/>
    <w:basedOn w:val="Normal"/>
    <w:pPr>
      <w:spacing w:after="120"/>
      <w:jc w:val="both"/>
    </w:pPr>
    <w:rPr>
      <w:color w:val="33CCCC"/>
      <w:sz w:val="20"/>
    </w:rPr>
  </w:style>
  <w:style w:type="paragraph" w:styleId="BodyTextIndent">
    <w:name w:val="Body Text Indent"/>
    <w:basedOn w:val="Normal"/>
    <w:pPr>
      <w:ind w:left="1360"/>
      <w:jc w:val="both"/>
    </w:pPr>
    <w:rPr>
      <w:sz w:val="20"/>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
    <w:uiPriority w:val="99"/>
    <w:semiHidden/>
    <w:rPr>
      <w:sz w:val="20"/>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character" w:styleId="Hyperlink">
    <w:name w:val="Hyperlink"/>
    <w:rsid w:val="00277069"/>
    <w:rPr>
      <w:color w:val="0000FF"/>
      <w:u w:val="single"/>
    </w:rPr>
  </w:style>
  <w:style w:type="character" w:styleId="CommentReference">
    <w:name w:val="annotation reference"/>
    <w:semiHidden/>
    <w:rsid w:val="007311F3"/>
    <w:rPr>
      <w:sz w:val="16"/>
      <w:szCs w:val="16"/>
    </w:rPr>
  </w:style>
  <w:style w:type="table" w:styleId="TableGrid">
    <w:name w:val="Table Grid"/>
    <w:basedOn w:val="TableNormal"/>
    <w:rsid w:val="00CB6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D428D7"/>
    <w:rPr>
      <w:strike w:val="0"/>
      <w:dstrike w:val="0"/>
      <w:color w:val="007540"/>
      <w:u w:val="none"/>
      <w:effect w:val="none"/>
    </w:rPr>
  </w:style>
  <w:style w:type="character" w:customStyle="1" w:styleId="HeaderChar">
    <w:name w:val="Header Char"/>
    <w:link w:val="Header"/>
    <w:uiPriority w:val="99"/>
    <w:rsid w:val="00015021"/>
    <w:rPr>
      <w:spacing w:val="4"/>
      <w:position w:val="9"/>
      <w:sz w:val="24"/>
      <w:lang w:eastAsia="en-US"/>
    </w:rPr>
  </w:style>
  <w:style w:type="paragraph" w:styleId="Caption">
    <w:name w:val="caption"/>
    <w:basedOn w:val="Normal"/>
    <w:next w:val="Normal"/>
    <w:uiPriority w:val="99"/>
    <w:qFormat/>
    <w:rsid w:val="0088198A"/>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Revision">
    <w:name w:val="Revision"/>
    <w:hidden/>
    <w:uiPriority w:val="99"/>
    <w:semiHidden/>
    <w:rsid w:val="0081530B"/>
    <w:rPr>
      <w:spacing w:val="4"/>
      <w:position w:val="9"/>
      <w:sz w:val="24"/>
      <w:lang w:eastAsia="en-US"/>
    </w:rPr>
  </w:style>
  <w:style w:type="character" w:styleId="FollowedHyperlink">
    <w:name w:val="FollowedHyperlink"/>
    <w:basedOn w:val="DefaultParagraphFont"/>
    <w:rsid w:val="0081127E"/>
    <w:rPr>
      <w:color w:val="800080" w:themeColor="followedHyperlink"/>
      <w:u w:val="single"/>
    </w:rPr>
  </w:style>
  <w:style w:type="character" w:customStyle="1" w:styleId="CommentTextChar">
    <w:name w:val="Comment Text Char"/>
    <w:basedOn w:val="DefaultParagraphFont"/>
    <w:link w:val="CommentText"/>
    <w:uiPriority w:val="99"/>
    <w:semiHidden/>
    <w:rsid w:val="00C40BDF"/>
    <w:rPr>
      <w:spacing w:val="4"/>
      <w:position w:val="9"/>
      <w:lang w:eastAsia="en-US"/>
    </w:rPr>
  </w:style>
  <w:style w:type="paragraph" w:styleId="ListParagraph">
    <w:name w:val="List Paragraph"/>
    <w:basedOn w:val="Normal"/>
    <w:uiPriority w:val="34"/>
    <w:qFormat/>
    <w:rsid w:val="00577DE7"/>
    <w:pPr>
      <w:ind w:left="720"/>
      <w:contextualSpacing/>
    </w:pPr>
  </w:style>
  <w:style w:type="character" w:customStyle="1" w:styleId="Heading1Char">
    <w:name w:val="Heading 1 Char"/>
    <w:basedOn w:val="DefaultParagraphFont"/>
    <w:link w:val="Heading1"/>
    <w:uiPriority w:val="99"/>
    <w:locked/>
    <w:rsid w:val="000E5033"/>
    <w:rPr>
      <w:b/>
      <w:spacing w:val="4"/>
      <w:kern w:val="28"/>
      <w:position w:val="9"/>
      <w:sz w:val="24"/>
      <w:lang w:eastAsia="en-US"/>
    </w:rPr>
  </w:style>
  <w:style w:type="character" w:customStyle="1" w:styleId="UnresolvedMention1">
    <w:name w:val="Unresolved Mention1"/>
    <w:basedOn w:val="DefaultParagraphFont"/>
    <w:uiPriority w:val="99"/>
    <w:semiHidden/>
    <w:unhideWhenUsed/>
    <w:rsid w:val="001B12FB"/>
    <w:rPr>
      <w:color w:val="605E5C"/>
      <w:shd w:val="clear" w:color="auto" w:fill="E1DFDD"/>
    </w:rPr>
  </w:style>
  <w:style w:type="character" w:styleId="UnresolvedMention">
    <w:name w:val="Unresolved Mention"/>
    <w:basedOn w:val="DefaultParagraphFont"/>
    <w:uiPriority w:val="99"/>
    <w:semiHidden/>
    <w:unhideWhenUsed/>
    <w:rsid w:val="003873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928585">
      <w:bodyDiv w:val="1"/>
      <w:marLeft w:val="0"/>
      <w:marRight w:val="0"/>
      <w:marTop w:val="0"/>
      <w:marBottom w:val="0"/>
      <w:divBdr>
        <w:top w:val="none" w:sz="0" w:space="0" w:color="auto"/>
        <w:left w:val="none" w:sz="0" w:space="0" w:color="auto"/>
        <w:bottom w:val="none" w:sz="0" w:space="0" w:color="auto"/>
        <w:right w:val="none" w:sz="0" w:space="0" w:color="auto"/>
      </w:divBdr>
    </w:div>
    <w:div w:id="798841486">
      <w:bodyDiv w:val="1"/>
      <w:marLeft w:val="0"/>
      <w:marRight w:val="0"/>
      <w:marTop w:val="0"/>
      <w:marBottom w:val="0"/>
      <w:divBdr>
        <w:top w:val="none" w:sz="0" w:space="0" w:color="auto"/>
        <w:left w:val="none" w:sz="0" w:space="0" w:color="auto"/>
        <w:bottom w:val="none" w:sz="0" w:space="0" w:color="auto"/>
        <w:right w:val="none" w:sz="0" w:space="0" w:color="auto"/>
      </w:divBdr>
    </w:div>
    <w:div w:id="909853740">
      <w:bodyDiv w:val="1"/>
      <w:marLeft w:val="0"/>
      <w:marRight w:val="0"/>
      <w:marTop w:val="0"/>
      <w:marBottom w:val="0"/>
      <w:divBdr>
        <w:top w:val="none" w:sz="0" w:space="0" w:color="auto"/>
        <w:left w:val="none" w:sz="0" w:space="0" w:color="auto"/>
        <w:bottom w:val="none" w:sz="0" w:space="0" w:color="auto"/>
        <w:right w:val="none" w:sz="0" w:space="0" w:color="auto"/>
      </w:divBdr>
    </w:div>
    <w:div w:id="1115441008">
      <w:bodyDiv w:val="1"/>
      <w:marLeft w:val="0"/>
      <w:marRight w:val="0"/>
      <w:marTop w:val="0"/>
      <w:marBottom w:val="0"/>
      <w:divBdr>
        <w:top w:val="none" w:sz="0" w:space="0" w:color="auto"/>
        <w:left w:val="none" w:sz="0" w:space="0" w:color="auto"/>
        <w:bottom w:val="none" w:sz="0" w:space="0" w:color="auto"/>
        <w:right w:val="none" w:sz="0" w:space="0" w:color="auto"/>
      </w:divBdr>
    </w:div>
    <w:div w:id="1215771188">
      <w:bodyDiv w:val="1"/>
      <w:marLeft w:val="0"/>
      <w:marRight w:val="0"/>
      <w:marTop w:val="0"/>
      <w:marBottom w:val="0"/>
      <w:divBdr>
        <w:top w:val="none" w:sz="0" w:space="0" w:color="auto"/>
        <w:left w:val="none" w:sz="0" w:space="0" w:color="auto"/>
        <w:bottom w:val="none" w:sz="0" w:space="0" w:color="auto"/>
        <w:right w:val="none" w:sz="0" w:space="0" w:color="auto"/>
      </w:divBdr>
    </w:div>
    <w:div w:id="1313604150">
      <w:bodyDiv w:val="1"/>
      <w:marLeft w:val="0"/>
      <w:marRight w:val="0"/>
      <w:marTop w:val="0"/>
      <w:marBottom w:val="0"/>
      <w:divBdr>
        <w:top w:val="none" w:sz="0" w:space="0" w:color="auto"/>
        <w:left w:val="none" w:sz="0" w:space="0" w:color="auto"/>
        <w:bottom w:val="none" w:sz="0" w:space="0" w:color="auto"/>
        <w:right w:val="none" w:sz="0" w:space="0" w:color="auto"/>
      </w:divBdr>
    </w:div>
    <w:div w:id="188436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mas.treial@rmk.ee" TargetMode="External"/><Relationship Id="rId13" Type="http://schemas.openxmlformats.org/officeDocument/2006/relationships/hyperlink" Target="http://www.rmk.e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hyperlink" Target="mailto:anu.sonajalg@lignator.e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mk.ee" TargetMode="External"/><Relationship Id="rId14"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7P9DT0HH\kestvusleping%20k&#252;te.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5FBB53C71ED4176BC32F8301DED1B1D"/>
        <w:category>
          <w:name w:val="General"/>
          <w:gallery w:val="placeholder"/>
        </w:category>
        <w:types>
          <w:type w:val="bbPlcHdr"/>
        </w:types>
        <w:behaviors>
          <w:behavior w:val="content"/>
        </w:behaviors>
        <w:guid w:val="{27905CC8-E217-4DC5-9113-A01446A4D37D}"/>
      </w:docPartPr>
      <w:docPartBody>
        <w:p w:rsidR="0090032B" w:rsidRDefault="004953E1" w:rsidP="004953E1">
          <w:pPr>
            <w:pStyle w:val="D5FBB53C71ED4176BC32F8301DED1B1D"/>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3E1"/>
    <w:rsid w:val="00143A3E"/>
    <w:rsid w:val="004953E1"/>
    <w:rsid w:val="004C4E91"/>
    <w:rsid w:val="0090032B"/>
    <w:rsid w:val="00B76E5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953E1"/>
  </w:style>
  <w:style w:type="paragraph" w:customStyle="1" w:styleId="D5FBB53C71ED4176BC32F8301DED1B1D">
    <w:name w:val="D5FBB53C71ED4176BC32F8301DED1B1D"/>
    <w:rsid w:val="004953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5F243-4F1E-4E3E-B15A-CBD4089BF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küte.dot</Template>
  <TotalTime>33</TotalTime>
  <Pages>7</Pages>
  <Words>1461</Words>
  <Characters>11475</Characters>
  <Application>Microsoft Office Word</Application>
  <DocSecurity>0</DocSecurity>
  <Lines>95</Lines>
  <Paragraphs>25</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DF</Company>
  <LinksUpToDate>false</LinksUpToDate>
  <CharactersWithSpaces>12911</CharactersWithSpaces>
  <SharedDoc>false</SharedDoc>
  <HLinks>
    <vt:vector size="60" baseType="variant">
      <vt:variant>
        <vt:i4>7864438</vt:i4>
      </vt:variant>
      <vt:variant>
        <vt:i4>53</vt:i4>
      </vt:variant>
      <vt:variant>
        <vt:i4>0</vt:i4>
      </vt:variant>
      <vt:variant>
        <vt:i4>5</vt:i4>
      </vt:variant>
      <vt:variant>
        <vt:lpwstr>http://www.rmk.ee/</vt:lpwstr>
      </vt:variant>
      <vt:variant>
        <vt:lpwstr/>
      </vt:variant>
      <vt:variant>
        <vt:i4>7864438</vt:i4>
      </vt:variant>
      <vt:variant>
        <vt:i4>50</vt:i4>
      </vt:variant>
      <vt:variant>
        <vt:i4>0</vt:i4>
      </vt:variant>
      <vt:variant>
        <vt:i4>5</vt:i4>
      </vt:variant>
      <vt:variant>
        <vt:lpwstr>http://www.rmk.ee/</vt:lpwstr>
      </vt:variant>
      <vt:variant>
        <vt:lpwstr/>
      </vt:variant>
      <vt:variant>
        <vt:i4>7864438</vt:i4>
      </vt:variant>
      <vt:variant>
        <vt:i4>47</vt:i4>
      </vt:variant>
      <vt:variant>
        <vt:i4>0</vt:i4>
      </vt:variant>
      <vt:variant>
        <vt:i4>5</vt:i4>
      </vt:variant>
      <vt:variant>
        <vt:lpwstr>http://www.rmk.ee/</vt:lpwstr>
      </vt:variant>
      <vt:variant>
        <vt:lpwstr/>
      </vt:variant>
      <vt:variant>
        <vt:i4>7864438</vt:i4>
      </vt:variant>
      <vt:variant>
        <vt:i4>44</vt:i4>
      </vt:variant>
      <vt:variant>
        <vt:i4>0</vt:i4>
      </vt:variant>
      <vt:variant>
        <vt:i4>5</vt:i4>
      </vt:variant>
      <vt:variant>
        <vt:lpwstr>http://www.rmk.ee/</vt:lpwstr>
      </vt:variant>
      <vt:variant>
        <vt:lpwstr/>
      </vt:variant>
      <vt:variant>
        <vt:i4>5898289</vt:i4>
      </vt:variant>
      <vt:variant>
        <vt:i4>41</vt:i4>
      </vt:variant>
      <vt:variant>
        <vt:i4>0</vt:i4>
      </vt:variant>
      <vt:variant>
        <vt:i4>5</vt:i4>
      </vt:variant>
      <vt:variant>
        <vt:lpwstr>mailto:earved.mets@storaenso.com</vt:lpwstr>
      </vt:variant>
      <vt:variant>
        <vt:lpwstr/>
      </vt:variant>
      <vt:variant>
        <vt:i4>1245288</vt:i4>
      </vt:variant>
      <vt:variant>
        <vt:i4>38</vt:i4>
      </vt:variant>
      <vt:variant>
        <vt:i4>0</vt:i4>
      </vt:variant>
      <vt:variant>
        <vt:i4>5</vt:i4>
      </vt:variant>
      <vt:variant>
        <vt:lpwstr>mailto:aktid.kirde@rmk.ee</vt:lpwstr>
      </vt:variant>
      <vt:variant>
        <vt:lpwstr/>
      </vt:variant>
      <vt:variant>
        <vt:i4>7864438</vt:i4>
      </vt:variant>
      <vt:variant>
        <vt:i4>35</vt:i4>
      </vt:variant>
      <vt:variant>
        <vt:i4>0</vt:i4>
      </vt:variant>
      <vt:variant>
        <vt:i4>5</vt:i4>
      </vt:variant>
      <vt:variant>
        <vt:lpwstr>http://www.rmk.ee/</vt:lpwstr>
      </vt:variant>
      <vt:variant>
        <vt:lpwstr/>
      </vt:variant>
      <vt:variant>
        <vt:i4>7864438</vt:i4>
      </vt:variant>
      <vt:variant>
        <vt:i4>32</vt:i4>
      </vt:variant>
      <vt:variant>
        <vt:i4>0</vt:i4>
      </vt:variant>
      <vt:variant>
        <vt:i4>5</vt:i4>
      </vt:variant>
      <vt:variant>
        <vt:lpwstr>http://www.rmk.ee/</vt:lpwstr>
      </vt:variant>
      <vt:variant>
        <vt:lpwstr/>
      </vt:variant>
      <vt:variant>
        <vt:i4>6684769</vt:i4>
      </vt:variant>
      <vt:variant>
        <vt:i4>29</vt:i4>
      </vt:variant>
      <vt:variant>
        <vt:i4>0</vt:i4>
      </vt:variant>
      <vt:variant>
        <vt:i4>5</vt:i4>
      </vt:variant>
      <vt:variant>
        <vt:lpwstr>http://www.ametlikudteadaanded.ee/</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Urmas Treial</cp:lastModifiedBy>
  <cp:revision>5</cp:revision>
  <cp:lastPrinted>2008-07-14T14:18:00Z</cp:lastPrinted>
  <dcterms:created xsi:type="dcterms:W3CDTF">2024-04-09T08:51:00Z</dcterms:created>
  <dcterms:modified xsi:type="dcterms:W3CDTF">2025-01-07T15:58:00Z</dcterms:modified>
</cp:coreProperties>
</file>