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50611CB1"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443948">
        <w:rPr>
          <w:noProof/>
          <w:color w:val="000000"/>
          <w:szCs w:val="24"/>
        </w:rPr>
        <w:t>2022/306</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044DE4E6"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00AC21D4">
              <w:rPr>
                <w:bCs/>
              </w:rPr>
              <w:t xml:space="preserve"> </w:t>
            </w:r>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1959D0"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252A3CE6" w14:textId="57F23922" w:rsidR="00C85E7A" w:rsidRPr="00DF353B" w:rsidRDefault="00E603FA" w:rsidP="00C85E7A">
            <w:pPr>
              <w:rPr>
                <w:szCs w:val="24"/>
              </w:rPr>
            </w:pPr>
            <w:proofErr w:type="spellStart"/>
            <w:r w:rsidRPr="00E603FA">
              <w:rPr>
                <w:szCs w:val="24"/>
              </w:rPr>
              <w:t>Prolatio</w:t>
            </w:r>
            <w:proofErr w:type="spellEnd"/>
            <w:r w:rsidRPr="00E603FA">
              <w:rPr>
                <w:szCs w:val="24"/>
              </w:rPr>
              <w:t xml:space="preserve"> OÜ</w:t>
            </w:r>
          </w:p>
        </w:tc>
        <w:tc>
          <w:tcPr>
            <w:tcW w:w="1511" w:type="pct"/>
          </w:tcPr>
          <w:p w14:paraId="487EFC71" w14:textId="77777777" w:rsidR="00E603FA" w:rsidRPr="00E603FA" w:rsidRDefault="00E603FA" w:rsidP="00E603FA">
            <w:pPr>
              <w:rPr>
                <w:szCs w:val="24"/>
              </w:rPr>
            </w:pPr>
            <w:r w:rsidRPr="00E603FA">
              <w:rPr>
                <w:szCs w:val="24"/>
              </w:rPr>
              <w:t>Registrikood 14670388</w:t>
            </w:r>
          </w:p>
          <w:p w14:paraId="1C2D1DE6" w14:textId="4AA749BA" w:rsidR="00C85E7A" w:rsidRPr="001A6691" w:rsidRDefault="00E603FA" w:rsidP="00E603FA">
            <w:pPr>
              <w:rPr>
                <w:szCs w:val="24"/>
              </w:rPr>
            </w:pPr>
            <w:r w:rsidRPr="00E603FA">
              <w:rPr>
                <w:szCs w:val="24"/>
              </w:rPr>
              <w:t>Harjumaa Tallinn Akadeemia tee 22-34 12611</w:t>
            </w:r>
          </w:p>
        </w:tc>
        <w:tc>
          <w:tcPr>
            <w:tcW w:w="1798" w:type="pct"/>
          </w:tcPr>
          <w:p w14:paraId="09E0CABD" w14:textId="7CE5D7E5" w:rsidR="00C85E7A" w:rsidRPr="001A6691" w:rsidRDefault="00C85E7A" w:rsidP="00C85E7A">
            <w:pPr>
              <w:rPr>
                <w:szCs w:val="24"/>
              </w:rPr>
            </w:pPr>
            <w:r w:rsidRPr="00C85E7A">
              <w:rPr>
                <w:szCs w:val="24"/>
              </w:rPr>
              <w:t xml:space="preserve">Tel  </w:t>
            </w:r>
            <w:r w:rsidR="00E603FA" w:rsidRPr="00E603FA">
              <w:rPr>
                <w:szCs w:val="24"/>
              </w:rPr>
              <w:t xml:space="preserve"> 55904905</w:t>
            </w:r>
          </w:p>
        </w:tc>
      </w:tr>
      <w:tr w:rsidR="001A6691" w:rsidRPr="001A6691" w14:paraId="1D1490F0" w14:textId="77777777" w:rsidTr="001F2E80">
        <w:tc>
          <w:tcPr>
            <w:tcW w:w="1691" w:type="pct"/>
          </w:tcPr>
          <w:p w14:paraId="7B7B2406" w14:textId="4D5A3318" w:rsidR="001A6691" w:rsidRPr="001A6691" w:rsidRDefault="00C85E7A" w:rsidP="00BB24A6">
            <w:pPr>
              <w:rPr>
                <w:szCs w:val="24"/>
              </w:rPr>
            </w:pPr>
            <w:r w:rsidRPr="00C85E7A">
              <w:rPr>
                <w:szCs w:val="24"/>
              </w:rPr>
              <w:t xml:space="preserve">Juhatuse liige </w:t>
            </w:r>
            <w:r w:rsidR="00E603FA" w:rsidRPr="00E603FA">
              <w:rPr>
                <w:szCs w:val="24"/>
              </w:rPr>
              <w:t>Anton Kuznetsov</w:t>
            </w:r>
          </w:p>
        </w:tc>
        <w:tc>
          <w:tcPr>
            <w:tcW w:w="1511" w:type="pct"/>
          </w:tcPr>
          <w:p w14:paraId="3E21ED32" w14:textId="24391F14" w:rsidR="001A6691" w:rsidRPr="00DF353B" w:rsidRDefault="00AE257F" w:rsidP="00E603FA">
            <w:pPr>
              <w:rPr>
                <w:szCs w:val="24"/>
              </w:rPr>
            </w:pPr>
            <w:r>
              <w:rPr>
                <w:szCs w:val="24"/>
              </w:rPr>
              <w:t>3</w:t>
            </w:r>
            <w:r w:rsidR="00E603FA">
              <w:rPr>
                <w:szCs w:val="24"/>
              </w:rPr>
              <w:t>8410180336</w:t>
            </w:r>
          </w:p>
        </w:tc>
        <w:tc>
          <w:tcPr>
            <w:tcW w:w="1798" w:type="pct"/>
          </w:tcPr>
          <w:p w14:paraId="36956A1C" w14:textId="2B72C7D6" w:rsidR="001A6691" w:rsidRPr="00DF353B" w:rsidRDefault="001959D0" w:rsidP="001959D0">
            <w:pPr>
              <w:rPr>
                <w:szCs w:val="24"/>
              </w:rPr>
            </w:pPr>
            <w:hyperlink r:id="rId14" w:history="1">
              <w:r w:rsidRPr="00B03E81">
                <w:rPr>
                  <w:rStyle w:val="Hyperlink"/>
                </w:rPr>
                <w:t>info@prolatio.ee</w:t>
              </w:r>
            </w:hyperlink>
            <w:r w:rsidR="00E603FA">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096DDBAB" w:rsidR="009E2AD7" w:rsidRDefault="009E2AD7" w:rsidP="00D6411F">
      <w:pPr>
        <w:pStyle w:val="ListParagraph"/>
        <w:numPr>
          <w:ilvl w:val="0"/>
          <w:numId w:val="18"/>
        </w:numPr>
        <w:jc w:val="both"/>
        <w:rPr>
          <w:szCs w:val="24"/>
        </w:rPr>
      </w:pPr>
      <w:r w:rsidRPr="00C63431">
        <w:rPr>
          <w:szCs w:val="24"/>
        </w:rPr>
        <w:t xml:space="preserve">Vastates RMK poolt avaldatud läbirääkimiste teatele, esitas </w:t>
      </w:r>
      <w:proofErr w:type="spellStart"/>
      <w:r w:rsidR="00D6411F" w:rsidRPr="00D6411F">
        <w:rPr>
          <w:bCs/>
          <w:szCs w:val="24"/>
        </w:rPr>
        <w:t>Prolatio</w:t>
      </w:r>
      <w:proofErr w:type="spellEnd"/>
      <w:r w:rsidR="00D6411F" w:rsidRPr="00D6411F">
        <w:rPr>
          <w:bCs/>
          <w:szCs w:val="24"/>
        </w:rPr>
        <w:t xml:space="preserve">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proofErr w:type="spellStart"/>
      <w:r w:rsidR="00D6411F" w:rsidRPr="00D6411F">
        <w:rPr>
          <w:bCs/>
          <w:szCs w:val="24"/>
        </w:rPr>
        <w:t>Prolatio</w:t>
      </w:r>
      <w:proofErr w:type="spellEnd"/>
      <w:r w:rsidR="00D6411F" w:rsidRPr="00D6411F">
        <w:rPr>
          <w:bCs/>
          <w:szCs w:val="24"/>
        </w:rPr>
        <w:t xml:space="preserve"> OÜ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0804ADBE"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D6411F">
        <w:rPr>
          <w:noProof/>
          <w:color w:val="000000"/>
        </w:rPr>
        <w:t>Umbsaare</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4A1A0E7" w:rsidR="006E0604" w:rsidRPr="00DF353B" w:rsidRDefault="003E374C" w:rsidP="003E374C">
            <w:pPr>
              <w:shd w:val="clear" w:color="auto" w:fill="FFFFFF" w:themeFill="background1"/>
            </w:pPr>
            <w:r>
              <w:t>7</w:t>
            </w:r>
            <w:r w:rsidR="004A5373" w:rsidRPr="004A5373">
              <w:t xml:space="preserve"> (</w:t>
            </w:r>
            <w:r>
              <w:t>seitse</w:t>
            </w:r>
            <w:r w:rsidR="004A5373" w:rsidRPr="004A5373">
              <w: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73BC9936"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1959D0">
          <w:rPr>
            <w:rStyle w:val="Hyperlink"/>
          </w:rPr>
          <w:t>info@prolatio.ee</w:t>
        </w:r>
      </w:hyperlink>
    </w:p>
    <w:p w14:paraId="64EBC8D2" w14:textId="77777777" w:rsidR="006E0604" w:rsidRPr="00DA56B1" w:rsidRDefault="00674200" w:rsidP="004811F1">
      <w:pPr>
        <w:shd w:val="clear" w:color="auto" w:fill="FFFFFF" w:themeFill="background1"/>
        <w:jc w:val="both"/>
        <w:rPr>
          <w:szCs w:val="24"/>
        </w:rPr>
      </w:pPr>
      <w:r w:rsidRPr="00DA56B1">
        <w:rPr>
          <w:szCs w:val="24"/>
        </w:rPr>
        <w:lastRenderedPageBreak/>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29A8E3FD" w14:textId="77777777" w:rsidR="001C692F" w:rsidRPr="0072228C" w:rsidRDefault="001C692F" w:rsidP="001C692F">
      <w:pPr>
        <w:jc w:val="both"/>
        <w:rPr>
          <w:szCs w:val="24"/>
        </w:rPr>
      </w:pPr>
      <w:r w:rsidRPr="0072228C">
        <w:rPr>
          <w:b/>
          <w:szCs w:val="24"/>
        </w:rPr>
        <w:t xml:space="preserve">8.5. </w:t>
      </w:r>
      <w:r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4F3F29F7" w14:textId="77777777" w:rsidR="001C692F" w:rsidRPr="0072228C" w:rsidRDefault="001C692F" w:rsidP="001C692F">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539C664" w14:textId="77777777" w:rsidR="001C692F" w:rsidRPr="0072228C" w:rsidRDefault="001C692F" w:rsidP="001C692F">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547CC61D" w14:textId="77777777" w:rsidR="001C692F" w:rsidRDefault="001C692F" w:rsidP="001C692F">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0B1FDF" w:rsidRPr="00574CD6" w14:paraId="57537315" w14:textId="77777777" w:rsidTr="005F6CA8">
        <w:tc>
          <w:tcPr>
            <w:tcW w:w="1388" w:type="pct"/>
            <w:shd w:val="clear" w:color="auto" w:fill="auto"/>
          </w:tcPr>
          <w:p w14:paraId="7C157E14" w14:textId="34A3C827" w:rsidR="000B1FDF" w:rsidRPr="00F16363" w:rsidRDefault="000B1FDF" w:rsidP="000B1FDF">
            <w:pPr>
              <w:shd w:val="clear" w:color="auto" w:fill="FFFFFF" w:themeFill="background1"/>
              <w:jc w:val="both"/>
              <w:rPr>
                <w:bCs/>
                <w:szCs w:val="24"/>
              </w:rPr>
            </w:pPr>
            <w:r w:rsidRPr="00FE4A49">
              <w:t>Katrin Võlli</w:t>
            </w:r>
          </w:p>
        </w:tc>
        <w:tc>
          <w:tcPr>
            <w:tcW w:w="1845" w:type="pct"/>
            <w:shd w:val="clear" w:color="auto" w:fill="auto"/>
          </w:tcPr>
          <w:p w14:paraId="5F92CC36" w14:textId="2E55D278" w:rsidR="000B1FDF" w:rsidRPr="00F16363" w:rsidRDefault="000B1FDF" w:rsidP="000B1FDF">
            <w:pPr>
              <w:shd w:val="clear" w:color="auto" w:fill="FFFFFF" w:themeFill="background1"/>
              <w:jc w:val="both"/>
              <w:rPr>
                <w:bCs/>
                <w:szCs w:val="24"/>
              </w:rPr>
            </w:pPr>
            <w:r w:rsidRPr="00FE4A49">
              <w:t>512 3633</w:t>
            </w:r>
          </w:p>
        </w:tc>
        <w:tc>
          <w:tcPr>
            <w:tcW w:w="1767" w:type="pct"/>
            <w:shd w:val="clear" w:color="auto" w:fill="auto"/>
          </w:tcPr>
          <w:p w14:paraId="1DB112B4" w14:textId="6DB5A45D" w:rsidR="000B1FDF" w:rsidRPr="00F16363" w:rsidRDefault="001959D0" w:rsidP="000B1FDF">
            <w:pPr>
              <w:shd w:val="clear" w:color="auto" w:fill="FFFFFF" w:themeFill="background1"/>
              <w:jc w:val="both"/>
              <w:rPr>
                <w:bCs/>
                <w:szCs w:val="24"/>
              </w:rPr>
            </w:pPr>
            <w:hyperlink r:id="rId19" w:history="1">
              <w:r w:rsidR="000B1FDF" w:rsidRPr="004F5FF8">
                <w:rPr>
                  <w:rStyle w:val="Hyperlink"/>
                </w:rPr>
                <w:t>aktid.kagu@rmk.ee</w:t>
              </w:r>
            </w:hyperlink>
            <w:r w:rsidR="000B1FDF">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0F1002" w:rsidRPr="00574CD6" w14:paraId="087D25FF" w14:textId="77777777" w:rsidTr="005F6CA8">
        <w:tc>
          <w:tcPr>
            <w:tcW w:w="1364" w:type="pct"/>
            <w:shd w:val="clear" w:color="auto" w:fill="auto"/>
          </w:tcPr>
          <w:p w14:paraId="54704815" w14:textId="3E984E1C" w:rsidR="000F1002" w:rsidRPr="00F16363" w:rsidRDefault="00BA3CF8" w:rsidP="000F1002">
            <w:pPr>
              <w:shd w:val="clear" w:color="auto" w:fill="FFFFFF" w:themeFill="background1"/>
              <w:jc w:val="both"/>
              <w:rPr>
                <w:bCs/>
                <w:szCs w:val="24"/>
              </w:rPr>
            </w:pPr>
            <w:r w:rsidRPr="00E603FA">
              <w:rPr>
                <w:szCs w:val="24"/>
              </w:rPr>
              <w:t>Anton Kuznetsov</w:t>
            </w:r>
          </w:p>
        </w:tc>
        <w:tc>
          <w:tcPr>
            <w:tcW w:w="1900" w:type="pct"/>
            <w:shd w:val="clear" w:color="auto" w:fill="auto"/>
          </w:tcPr>
          <w:p w14:paraId="728A3541" w14:textId="5C653FDB" w:rsidR="000F1002" w:rsidRPr="00F16363" w:rsidRDefault="00BA3CF8" w:rsidP="000F1002">
            <w:pPr>
              <w:shd w:val="clear" w:color="auto" w:fill="FFFFFF" w:themeFill="background1"/>
              <w:jc w:val="both"/>
              <w:rPr>
                <w:bCs/>
                <w:szCs w:val="24"/>
              </w:rPr>
            </w:pPr>
            <w:r w:rsidRPr="00BA3CF8">
              <w:t>55904905</w:t>
            </w:r>
          </w:p>
        </w:tc>
        <w:tc>
          <w:tcPr>
            <w:tcW w:w="1736" w:type="pct"/>
            <w:shd w:val="clear" w:color="auto" w:fill="auto"/>
          </w:tcPr>
          <w:p w14:paraId="3B29E078" w14:textId="529430B6" w:rsidR="000F1002" w:rsidRPr="00F16363" w:rsidRDefault="001959D0" w:rsidP="000F1002">
            <w:pPr>
              <w:shd w:val="clear" w:color="auto" w:fill="FFFFFF" w:themeFill="background1"/>
              <w:jc w:val="both"/>
              <w:rPr>
                <w:bCs/>
                <w:szCs w:val="24"/>
              </w:rPr>
            </w:pPr>
            <w:hyperlink r:id="rId20" w:history="1">
              <w:r>
                <w:rPr>
                  <w:rStyle w:val="Hyperlink"/>
                </w:rPr>
                <w:t>info@prolatio.ee</w:t>
              </w:r>
            </w:hyperlink>
            <w:bookmarkStart w:id="9" w:name="_GoBack"/>
            <w:bookmarkEnd w:id="9"/>
            <w:r w:rsidR="00BA3CF8">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0B1FDF" w:rsidRPr="001A6691" w14:paraId="69C066B6" w14:textId="77777777" w:rsidTr="005F6CA8">
        <w:tc>
          <w:tcPr>
            <w:tcW w:w="1314" w:type="pct"/>
            <w:shd w:val="clear" w:color="auto" w:fill="auto"/>
          </w:tcPr>
          <w:p w14:paraId="72F4BBEE" w14:textId="00836392" w:rsidR="000B1FDF" w:rsidRPr="00574CD6" w:rsidRDefault="000B1FDF" w:rsidP="000B1FDF">
            <w:pPr>
              <w:shd w:val="clear" w:color="auto" w:fill="FFFFFF" w:themeFill="background1"/>
              <w:jc w:val="both"/>
              <w:rPr>
                <w:spacing w:val="0"/>
                <w:szCs w:val="24"/>
                <w:lang w:val="en-AU"/>
              </w:rPr>
            </w:pPr>
            <w:r w:rsidRPr="00F13109">
              <w:t>Andres Metjer</w:t>
            </w:r>
          </w:p>
        </w:tc>
        <w:tc>
          <w:tcPr>
            <w:tcW w:w="1461" w:type="pct"/>
            <w:shd w:val="clear" w:color="auto" w:fill="auto"/>
          </w:tcPr>
          <w:p w14:paraId="31DA8DAD" w14:textId="5E860600" w:rsidR="000B1FDF" w:rsidRPr="00574CD6" w:rsidRDefault="000B1FDF" w:rsidP="000B1FDF">
            <w:pPr>
              <w:shd w:val="clear" w:color="auto" w:fill="FFFFFF" w:themeFill="background1"/>
              <w:jc w:val="both"/>
              <w:rPr>
                <w:spacing w:val="0"/>
                <w:szCs w:val="24"/>
                <w:lang w:val="en-AU"/>
              </w:rPr>
            </w:pPr>
            <w:r w:rsidRPr="00F13109">
              <w:t>5216706</w:t>
            </w:r>
          </w:p>
        </w:tc>
        <w:tc>
          <w:tcPr>
            <w:tcW w:w="2225" w:type="pct"/>
            <w:shd w:val="clear" w:color="auto" w:fill="auto"/>
          </w:tcPr>
          <w:p w14:paraId="2879F533" w14:textId="75069A22" w:rsidR="000B1FDF" w:rsidRPr="00574CD6" w:rsidRDefault="001959D0" w:rsidP="000B1FDF">
            <w:pPr>
              <w:shd w:val="clear" w:color="auto" w:fill="FFFFFF" w:themeFill="background1"/>
              <w:jc w:val="both"/>
              <w:rPr>
                <w:spacing w:val="0"/>
                <w:szCs w:val="24"/>
                <w:lang w:val="en-AU"/>
              </w:rPr>
            </w:pPr>
            <w:hyperlink r:id="rId21" w:history="1">
              <w:r w:rsidR="000B1FDF" w:rsidRPr="004F5FF8">
                <w:rPr>
                  <w:rStyle w:val="Hyperlink"/>
                </w:rPr>
                <w:t>andres.metjer@rmk.ee</w:t>
              </w:r>
            </w:hyperlink>
            <w:r w:rsidR="000B1FDF">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1959D0"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1959D0"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7C8552D2" w:rsidR="00DA56B1" w:rsidRPr="00366BEF" w:rsidRDefault="000B1FDF" w:rsidP="006F5ABD">
            <w:pPr>
              <w:tabs>
                <w:tab w:val="left" w:pos="4320"/>
              </w:tabs>
              <w:rPr>
                <w:spacing w:val="0"/>
                <w:szCs w:val="24"/>
              </w:rPr>
            </w:pPr>
            <w:r w:rsidRPr="000B1FDF">
              <w:rPr>
                <w:spacing w:val="0"/>
                <w:szCs w:val="24"/>
                <w:lang w:val="en-AU"/>
              </w:rPr>
              <w:t>Anton Kuznetsov</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D72" w14:textId="77777777" w:rsidR="007238DB" w:rsidRDefault="007238DB">
      <w:r>
        <w:separator/>
      </w:r>
    </w:p>
  </w:endnote>
  <w:endnote w:type="continuationSeparator" w:id="0">
    <w:p w14:paraId="733CF9C7" w14:textId="77777777" w:rsidR="007238DB" w:rsidRDefault="0072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4559" w14:textId="77777777" w:rsidR="007238DB" w:rsidRDefault="007238DB">
      <w:r>
        <w:separator/>
      </w:r>
    </w:p>
  </w:footnote>
  <w:footnote w:type="continuationSeparator" w:id="0">
    <w:p w14:paraId="589E6E8C" w14:textId="77777777" w:rsidR="007238DB" w:rsidRDefault="0072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1FDF"/>
    <w:rsid w:val="000B387B"/>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59D0"/>
    <w:rsid w:val="00196B91"/>
    <w:rsid w:val="001A1995"/>
    <w:rsid w:val="001A1BF0"/>
    <w:rsid w:val="001A3C7E"/>
    <w:rsid w:val="001A650B"/>
    <w:rsid w:val="001A6691"/>
    <w:rsid w:val="001B25B0"/>
    <w:rsid w:val="001B6FB4"/>
    <w:rsid w:val="001C22B8"/>
    <w:rsid w:val="001C351E"/>
    <w:rsid w:val="001C46C8"/>
    <w:rsid w:val="001C692F"/>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374C"/>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3948"/>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5373"/>
    <w:rsid w:val="004A6E75"/>
    <w:rsid w:val="004B12B5"/>
    <w:rsid w:val="004B20DF"/>
    <w:rsid w:val="004B4E28"/>
    <w:rsid w:val="004B5707"/>
    <w:rsid w:val="004B6527"/>
    <w:rsid w:val="004C081A"/>
    <w:rsid w:val="004C1433"/>
    <w:rsid w:val="004C3A6D"/>
    <w:rsid w:val="004C42CD"/>
    <w:rsid w:val="004C43D4"/>
    <w:rsid w:val="004C4437"/>
    <w:rsid w:val="004C5563"/>
    <w:rsid w:val="004C6C0F"/>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739"/>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B368E"/>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38DB"/>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A49A6"/>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79D9"/>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265E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21D4"/>
    <w:rsid w:val="00AC5895"/>
    <w:rsid w:val="00AC6689"/>
    <w:rsid w:val="00AD1AF3"/>
    <w:rsid w:val="00AD1F27"/>
    <w:rsid w:val="00AD3F41"/>
    <w:rsid w:val="00AD531C"/>
    <w:rsid w:val="00AE257F"/>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3CF8"/>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829"/>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411F"/>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03FA"/>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0E39"/>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nton.kuznetsov@tsgtimber.com"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anton.kuznetsov@tsgtimb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prolatio.ee"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0B7B54"/>
    <w:rsid w:val="00307BA3"/>
    <w:rsid w:val="00333087"/>
    <w:rsid w:val="003440FA"/>
    <w:rsid w:val="0036038D"/>
    <w:rsid w:val="00393548"/>
    <w:rsid w:val="004716D1"/>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70FB0-DA03-4944-8089-3EC9931A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19</TotalTime>
  <Pages>6</Pages>
  <Words>1628</Words>
  <Characters>13147</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2023-01-18T13:17:00Z</dcterms:created>
  <dcterms:modified xsi:type="dcterms:W3CDTF">2023-01-19T14:55:00Z</dcterms:modified>
  <cp:contentStatus/>
</cp:coreProperties>
</file>