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CDE" w14:textId="77777777" w:rsidR="00083216" w:rsidRDefault="00083216" w:rsidP="00E327DD">
      <w:pPr>
        <w:pStyle w:val="3"/>
        <w:widowControl/>
      </w:pPr>
    </w:p>
    <w:p w14:paraId="3FEAF3DC" w14:textId="77777777" w:rsidR="001236DB" w:rsidRDefault="001236DB" w:rsidP="00E327DD">
      <w:pPr>
        <w:pStyle w:val="3"/>
        <w:widowControl/>
      </w:pPr>
    </w:p>
    <w:p w14:paraId="67FECA1D" w14:textId="55F1764E" w:rsidR="00925ADD" w:rsidRPr="00232336" w:rsidRDefault="00925ADD" w:rsidP="00925ADD">
      <w:pPr>
        <w:pStyle w:val="3"/>
        <w:rPr>
          <w:szCs w:val="24"/>
          <w:lang w:eastAsia="et-EE"/>
        </w:rPr>
      </w:pPr>
      <w:proofErr w:type="spellStart"/>
      <w:r w:rsidRPr="00232336">
        <w:rPr>
          <w:szCs w:val="24"/>
          <w:lang w:eastAsia="et-EE"/>
        </w:rPr>
        <w:t>Ragnar</w:t>
      </w:r>
      <w:proofErr w:type="spellEnd"/>
      <w:r w:rsidRPr="00232336">
        <w:rPr>
          <w:szCs w:val="24"/>
          <w:lang w:eastAsia="et-EE"/>
        </w:rPr>
        <w:t xml:space="preserve"> </w:t>
      </w:r>
      <w:proofErr w:type="spellStart"/>
      <w:r w:rsidRPr="00232336">
        <w:rPr>
          <w:szCs w:val="24"/>
          <w:lang w:eastAsia="et-EE"/>
        </w:rPr>
        <w:t>Kaivapalu</w:t>
      </w:r>
      <w:proofErr w:type="spellEnd"/>
      <w:r w:rsidR="003B6D3B" w:rsidRPr="00232336">
        <w:rPr>
          <w:szCs w:val="24"/>
          <w:lang w:eastAsia="et-EE"/>
        </w:rPr>
        <w:tab/>
      </w:r>
      <w:r w:rsidR="003B6D3B" w:rsidRPr="00232336">
        <w:rPr>
          <w:szCs w:val="24"/>
          <w:lang w:eastAsia="et-EE"/>
        </w:rPr>
        <w:tab/>
      </w:r>
      <w:r w:rsidR="003B6D3B" w:rsidRPr="00232336">
        <w:rPr>
          <w:szCs w:val="24"/>
          <w:lang w:eastAsia="et-EE"/>
        </w:rPr>
        <w:tab/>
      </w:r>
      <w:r w:rsidR="003B6D3B" w:rsidRPr="00232336">
        <w:rPr>
          <w:szCs w:val="24"/>
          <w:lang w:eastAsia="et-EE"/>
        </w:rPr>
        <w:tab/>
      </w:r>
      <w:r w:rsidR="003B6D3B" w:rsidRPr="00232336">
        <w:rPr>
          <w:szCs w:val="24"/>
          <w:lang w:eastAsia="et-EE"/>
        </w:rPr>
        <w:tab/>
      </w:r>
      <w:r w:rsidR="003B6D3B" w:rsidRPr="00232336">
        <w:rPr>
          <w:szCs w:val="24"/>
          <w:lang w:eastAsia="et-EE"/>
        </w:rPr>
        <w:tab/>
      </w:r>
      <w:r w:rsidRPr="00232336">
        <w:rPr>
          <w:szCs w:val="24"/>
          <w:lang w:val="en-GB" w:eastAsia="et-EE"/>
        </w:rPr>
        <w:t>28.10.2025 nr 3-2.1/2025/7260</w:t>
      </w:r>
    </w:p>
    <w:p w14:paraId="77B28480" w14:textId="0AE9E1B7" w:rsidR="00925ADD" w:rsidRPr="00232336" w:rsidRDefault="00925ADD" w:rsidP="00392AFC">
      <w:pPr>
        <w:pStyle w:val="3"/>
        <w:widowControl/>
        <w:jc w:val="left"/>
        <w:rPr>
          <w:szCs w:val="24"/>
          <w:lang w:eastAsia="et-EE"/>
        </w:rPr>
      </w:pPr>
      <w:r w:rsidRPr="00232336">
        <w:rPr>
          <w:szCs w:val="24"/>
          <w:lang w:eastAsia="et-EE"/>
        </w:rPr>
        <w:t>Riigimetsa Majandamise Keskus</w:t>
      </w:r>
    </w:p>
    <w:p w14:paraId="61FB59CF" w14:textId="638AA9DE" w:rsidR="005E30E1" w:rsidRPr="00232336" w:rsidRDefault="00392AFC" w:rsidP="00111E20">
      <w:pPr>
        <w:pStyle w:val="3"/>
        <w:widowControl/>
        <w:jc w:val="left"/>
        <w:rPr>
          <w:szCs w:val="24"/>
          <w:lang w:eastAsia="et-EE"/>
        </w:rPr>
      </w:pPr>
      <w:r w:rsidRPr="00232336">
        <w:rPr>
          <w:szCs w:val="24"/>
          <w:lang w:eastAsia="et-EE"/>
        </w:rPr>
        <w:t>ragnar.kaivapalu@rmk.ee</w:t>
      </w:r>
      <w:r w:rsidR="0007290B" w:rsidRPr="00232336">
        <w:rPr>
          <w:szCs w:val="24"/>
          <w:lang w:eastAsia="et-EE"/>
        </w:rPr>
        <w:tab/>
      </w:r>
      <w:r w:rsidR="00D7716F" w:rsidRPr="00232336">
        <w:rPr>
          <w:szCs w:val="24"/>
          <w:lang w:eastAsia="et-EE"/>
        </w:rPr>
        <w:tab/>
      </w:r>
      <w:r w:rsidR="00214C39" w:rsidRPr="00232336">
        <w:rPr>
          <w:szCs w:val="24"/>
          <w:lang w:eastAsia="et-EE"/>
        </w:rPr>
        <w:tab/>
      </w:r>
      <w:r w:rsidR="00214C39" w:rsidRPr="00232336">
        <w:rPr>
          <w:szCs w:val="24"/>
          <w:lang w:eastAsia="et-EE"/>
        </w:rPr>
        <w:tab/>
      </w:r>
      <w:r w:rsidR="00214C39" w:rsidRPr="00232336">
        <w:rPr>
          <w:szCs w:val="24"/>
          <w:lang w:eastAsia="et-EE"/>
        </w:rPr>
        <w:tab/>
      </w:r>
      <w:r w:rsidR="00232336" w:rsidRPr="00232336">
        <w:rPr>
          <w:szCs w:val="24"/>
          <w:lang w:eastAsia="et-EE"/>
        </w:rPr>
        <w:t>20</w:t>
      </w:r>
      <w:r w:rsidR="003B6D3B" w:rsidRPr="00232336">
        <w:rPr>
          <w:szCs w:val="24"/>
          <w:lang w:eastAsia="et-EE"/>
        </w:rPr>
        <w:t>.11.</w:t>
      </w:r>
      <w:r w:rsidR="003B6D3B" w:rsidRPr="003C1886">
        <w:rPr>
          <w:szCs w:val="24"/>
          <w:lang w:eastAsia="et-EE"/>
        </w:rPr>
        <w:t xml:space="preserve">2025 nr </w:t>
      </w:r>
      <w:r w:rsidR="003C1886" w:rsidRPr="003C1886">
        <w:rPr>
          <w:szCs w:val="24"/>
          <w:lang w:val="en-GB" w:eastAsia="et-EE"/>
        </w:rPr>
        <w:t>5.7-3/11501</w:t>
      </w:r>
      <w:r w:rsidR="003C1886" w:rsidRPr="003C1886">
        <w:rPr>
          <w:szCs w:val="24"/>
          <w:lang w:val="en-GB" w:eastAsia="et-EE"/>
        </w:rPr>
        <w:t>-1</w:t>
      </w:r>
      <w:r w:rsidR="002552C0" w:rsidRPr="00232336">
        <w:rPr>
          <w:szCs w:val="24"/>
          <w:lang w:eastAsia="et-EE"/>
        </w:rPr>
        <w:tab/>
      </w:r>
      <w:r w:rsidR="0007290B" w:rsidRPr="00232336">
        <w:rPr>
          <w:szCs w:val="24"/>
          <w:lang w:eastAsia="et-EE"/>
        </w:rPr>
        <w:tab/>
      </w:r>
      <w:r w:rsidR="00111E20" w:rsidRPr="00232336">
        <w:rPr>
          <w:szCs w:val="24"/>
          <w:lang w:eastAsia="et-EE"/>
        </w:rPr>
        <w:tab/>
      </w:r>
    </w:p>
    <w:p w14:paraId="4D9DAD06" w14:textId="7BC6ADAA" w:rsidR="002552C0" w:rsidRPr="00232336" w:rsidRDefault="0082748E" w:rsidP="00214C39">
      <w:pPr>
        <w:pStyle w:val="3"/>
        <w:widowControl/>
        <w:ind w:left="5040" w:firstLine="720"/>
        <w:jc w:val="left"/>
        <w:rPr>
          <w:szCs w:val="24"/>
          <w:lang w:eastAsia="et-EE"/>
        </w:rPr>
      </w:pPr>
      <w:hyperlink r:id="rId8" w:history="1">
        <w:r w:rsidRPr="00232336">
          <w:rPr>
            <w:rStyle w:val="a5"/>
            <w:rFonts w:ascii="Arial" w:hAnsi="Arial" w:cs="Arial"/>
            <w:color w:val="auto"/>
            <w:sz w:val="23"/>
            <w:szCs w:val="23"/>
          </w:rPr>
          <w:br/>
        </w:r>
      </w:hyperlink>
      <w:r w:rsidR="00114F7D" w:rsidRPr="00232336">
        <w:tab/>
      </w:r>
      <w:r w:rsidR="00114F7D" w:rsidRPr="00232336">
        <w:tab/>
      </w:r>
      <w:r w:rsidR="00114F7D" w:rsidRPr="00232336">
        <w:tab/>
      </w:r>
      <w:r w:rsidR="00114F7D" w:rsidRPr="00232336">
        <w:tab/>
      </w:r>
      <w:r w:rsidRPr="00232336">
        <w:tab/>
      </w:r>
      <w:r w:rsidRPr="00232336">
        <w:tab/>
      </w:r>
    </w:p>
    <w:p w14:paraId="0BBC1389" w14:textId="77777777" w:rsidR="00AB6501" w:rsidRPr="00232336" w:rsidRDefault="00AB6501" w:rsidP="00E327DD">
      <w:pPr>
        <w:pStyle w:val="3"/>
        <w:widowControl/>
        <w:rPr>
          <w:szCs w:val="24"/>
          <w:lang w:eastAsia="et-EE"/>
        </w:rPr>
      </w:pPr>
    </w:p>
    <w:p w14:paraId="4AF07423" w14:textId="38CDCE35" w:rsidR="001236DB" w:rsidRPr="00232336" w:rsidRDefault="00824CC0" w:rsidP="00E327DD">
      <w:pPr>
        <w:pStyle w:val="3"/>
        <w:widowControl/>
      </w:pPr>
      <w:r w:rsidRPr="00232336">
        <w:rPr>
          <w:szCs w:val="24"/>
          <w:lang w:eastAsia="et-EE"/>
        </w:rPr>
        <w:t>Vastus taotlusele</w:t>
      </w:r>
    </w:p>
    <w:p w14:paraId="05A43F41" w14:textId="77777777" w:rsidR="001236DB" w:rsidRPr="00232336" w:rsidRDefault="001236DB" w:rsidP="00E327DD">
      <w:pPr>
        <w:pStyle w:val="3"/>
        <w:widowControl/>
      </w:pPr>
    </w:p>
    <w:p w14:paraId="6E394A25" w14:textId="77777777" w:rsidR="00114F7D" w:rsidRPr="00232336" w:rsidRDefault="00114F7D" w:rsidP="00E327DD">
      <w:pPr>
        <w:pStyle w:val="3"/>
        <w:widowControl/>
      </w:pPr>
    </w:p>
    <w:p w14:paraId="2043D79A" w14:textId="52BF747E" w:rsidR="005567F7" w:rsidRPr="00232336" w:rsidRDefault="005567F7" w:rsidP="005567F7">
      <w:pPr>
        <w:pStyle w:val="3"/>
      </w:pPr>
      <w:r w:rsidRPr="00232336">
        <w:t>Soovite oma pöördumises nõusolekut lageraie</w:t>
      </w:r>
      <w:r w:rsidR="00925ADD" w:rsidRPr="00232336">
        <w:t>te</w:t>
      </w:r>
      <w:r w:rsidRPr="00232336">
        <w:t xml:space="preserve"> teostamiseks </w:t>
      </w:r>
      <w:r w:rsidR="007F3CC6" w:rsidRPr="00232336">
        <w:t xml:space="preserve">riigile kuuluval </w:t>
      </w:r>
      <w:r w:rsidR="003B6D3B" w:rsidRPr="00232336">
        <w:t xml:space="preserve">rohealal Narva metskond 85 </w:t>
      </w:r>
      <w:r w:rsidRPr="00232336">
        <w:t>katastritunnusega 51101:001:0232, eraldistel nr 1, 3, 6, 10 ja 12.</w:t>
      </w:r>
      <w:r w:rsidR="007F3CC6" w:rsidRPr="00232336">
        <w:t xml:space="preserve"> Kavandatava lageraie kogupindala on 11,29 ha.</w:t>
      </w:r>
    </w:p>
    <w:p w14:paraId="22101D16" w14:textId="77777777" w:rsidR="005567F7" w:rsidRPr="00232336" w:rsidRDefault="005567F7" w:rsidP="005567F7">
      <w:pPr>
        <w:pStyle w:val="3"/>
      </w:pPr>
    </w:p>
    <w:p w14:paraId="1E766EF0" w14:textId="149684E6" w:rsidR="005567F7" w:rsidRPr="00232336" w:rsidRDefault="005567F7" w:rsidP="005567F7">
      <w:pPr>
        <w:pStyle w:val="3"/>
      </w:pPr>
      <w:r w:rsidRPr="00232336">
        <w:t>Narva linna üldplaneeringu kohaselt ei ole lageraie korraldamine nimetatud alal keelatud. Üldplaneeringu järgi on tegemist m</w:t>
      </w:r>
      <w:proofErr w:type="spellStart"/>
      <w:r w:rsidRPr="00232336">
        <w:rPr>
          <w:lang w:val="en-GB"/>
        </w:rPr>
        <w:t>etsa</w:t>
      </w:r>
      <w:proofErr w:type="spellEnd"/>
      <w:r w:rsidRPr="00232336">
        <w:rPr>
          <w:lang w:val="en-GB"/>
        </w:rPr>
        <w:t xml:space="preserve"> </w:t>
      </w:r>
      <w:proofErr w:type="spellStart"/>
      <w:r w:rsidRPr="00232336">
        <w:rPr>
          <w:lang w:val="en-GB"/>
        </w:rPr>
        <w:t>kasvatamiseks</w:t>
      </w:r>
      <w:proofErr w:type="spellEnd"/>
      <w:r w:rsidRPr="00232336">
        <w:rPr>
          <w:lang w:val="en-GB"/>
        </w:rPr>
        <w:t xml:space="preserve"> </w:t>
      </w:r>
      <w:proofErr w:type="spellStart"/>
      <w:r w:rsidRPr="00232336">
        <w:rPr>
          <w:lang w:val="en-GB"/>
        </w:rPr>
        <w:t>ja</w:t>
      </w:r>
      <w:proofErr w:type="spellEnd"/>
      <w:r w:rsidRPr="00232336">
        <w:rPr>
          <w:lang w:val="en-GB"/>
        </w:rPr>
        <w:t xml:space="preserve"> </w:t>
      </w:r>
      <w:proofErr w:type="spellStart"/>
      <w:r w:rsidRPr="00232336">
        <w:rPr>
          <w:lang w:val="en-GB"/>
        </w:rPr>
        <w:t>majandamiseks</w:t>
      </w:r>
      <w:proofErr w:type="spellEnd"/>
      <w:r w:rsidRPr="00232336">
        <w:rPr>
          <w:lang w:val="en-GB"/>
        </w:rPr>
        <w:t xml:space="preserve"> </w:t>
      </w:r>
      <w:proofErr w:type="spellStart"/>
      <w:r w:rsidRPr="00232336">
        <w:rPr>
          <w:lang w:val="en-GB"/>
        </w:rPr>
        <w:t>mõeldud</w:t>
      </w:r>
      <w:proofErr w:type="spellEnd"/>
      <w:r w:rsidRPr="00232336">
        <w:rPr>
          <w:lang w:val="en-GB"/>
        </w:rPr>
        <w:t xml:space="preserve"> maa-</w:t>
      </w:r>
      <w:proofErr w:type="spellStart"/>
      <w:r w:rsidRPr="00232336">
        <w:rPr>
          <w:lang w:val="en-GB"/>
        </w:rPr>
        <w:t>alaga</w:t>
      </w:r>
      <w:proofErr w:type="spellEnd"/>
      <w:r w:rsidRPr="00232336">
        <w:t>.</w:t>
      </w:r>
      <w:r w:rsidR="004C145A" w:rsidRPr="00232336">
        <w:t xml:space="preserve"> </w:t>
      </w:r>
      <w:r w:rsidRPr="00232336">
        <w:t>Kuna tegemist on küpse metsaga, mis on jõudnud raievanuseni, on lageraie põhjendatud metsa uuendamise eesmärgil.</w:t>
      </w:r>
    </w:p>
    <w:p w14:paraId="1A5BECCA" w14:textId="77777777" w:rsidR="005567F7" w:rsidRPr="00232336" w:rsidRDefault="005567F7" w:rsidP="005567F7">
      <w:pPr>
        <w:pStyle w:val="3"/>
      </w:pPr>
    </w:p>
    <w:p w14:paraId="408AB27F" w14:textId="12DBC80E" w:rsidR="005567F7" w:rsidRPr="00232336" w:rsidRDefault="005567F7" w:rsidP="005567F7">
      <w:pPr>
        <w:pStyle w:val="3"/>
      </w:pPr>
      <w:r w:rsidRPr="00232336">
        <w:t xml:space="preserve">Teatame, et </w:t>
      </w:r>
      <w:r w:rsidR="00925ADD" w:rsidRPr="00232336">
        <w:t>mei</w:t>
      </w:r>
      <w:r w:rsidR="00114D89" w:rsidRPr="00232336">
        <w:t>e ametil</w:t>
      </w:r>
      <w:r w:rsidR="00925ADD" w:rsidRPr="00232336">
        <w:t xml:space="preserve"> </w:t>
      </w:r>
      <w:r w:rsidRPr="00232336">
        <w:t>ei ole vastuväiteid kavandatud lageraie teostamise</w:t>
      </w:r>
      <w:r w:rsidR="00625F74" w:rsidRPr="00232336">
        <w:t xml:space="preserve"> osas</w:t>
      </w:r>
      <w:r w:rsidRPr="00232336">
        <w:t>.</w:t>
      </w:r>
    </w:p>
    <w:p w14:paraId="03C50DF1" w14:textId="77777777" w:rsidR="00214C39" w:rsidRDefault="00214C39" w:rsidP="00214C39">
      <w:pPr>
        <w:pStyle w:val="3"/>
        <w:jc w:val="left"/>
        <w:rPr>
          <w:szCs w:val="24"/>
          <w:lang w:eastAsia="et-EE"/>
        </w:rPr>
      </w:pPr>
    </w:p>
    <w:p w14:paraId="62690B55" w14:textId="15E4D6B3" w:rsidR="00114F7D" w:rsidRPr="00731EB4" w:rsidRDefault="00731EB4" w:rsidP="003B6D3B">
      <w:pPr>
        <w:pStyle w:val="3"/>
        <w:widowControl/>
        <w:jc w:val="left"/>
        <w:rPr>
          <w:szCs w:val="24"/>
          <w:lang w:eastAsia="et-EE"/>
        </w:rPr>
      </w:pPr>
      <w:r w:rsidRPr="00B811DB">
        <w:rPr>
          <w:szCs w:val="24"/>
          <w:lang w:eastAsia="et-EE"/>
        </w:rPr>
        <w:br/>
      </w:r>
      <w:r w:rsidR="00114F7D" w:rsidRPr="00731EB4">
        <w:rPr>
          <w:szCs w:val="24"/>
          <w:lang w:eastAsia="et-EE"/>
        </w:rPr>
        <w:t>Lugupidamisega</w:t>
      </w:r>
      <w:r w:rsidR="00A955FF">
        <w:rPr>
          <w:szCs w:val="24"/>
          <w:lang w:eastAsia="et-EE"/>
        </w:rPr>
        <w:t xml:space="preserve"> </w:t>
      </w:r>
    </w:p>
    <w:p w14:paraId="72E4B8B5" w14:textId="77777777" w:rsidR="00114F7D" w:rsidRPr="00731EB4" w:rsidRDefault="00114F7D" w:rsidP="00731EB4">
      <w:pPr>
        <w:pStyle w:val="3"/>
        <w:widowControl/>
        <w:rPr>
          <w:szCs w:val="24"/>
          <w:lang w:eastAsia="et-EE"/>
        </w:rPr>
      </w:pPr>
    </w:p>
    <w:p w14:paraId="4B8EE91F" w14:textId="77777777" w:rsidR="00114F7D" w:rsidRPr="00731EB4" w:rsidRDefault="00114F7D" w:rsidP="00731EB4">
      <w:pPr>
        <w:pStyle w:val="3"/>
        <w:widowControl/>
        <w:rPr>
          <w:szCs w:val="24"/>
          <w:lang w:eastAsia="et-EE"/>
        </w:rPr>
      </w:pPr>
      <w:r w:rsidRPr="00731EB4">
        <w:rPr>
          <w:szCs w:val="24"/>
          <w:lang w:eastAsia="et-EE"/>
        </w:rPr>
        <w:t>(allkirjastatud digitaalselt)</w:t>
      </w:r>
    </w:p>
    <w:p w14:paraId="44921D5B" w14:textId="77777777" w:rsidR="00114F7D" w:rsidRPr="00731EB4" w:rsidRDefault="00114F7D" w:rsidP="00731EB4">
      <w:pPr>
        <w:pStyle w:val="3"/>
        <w:widowControl/>
        <w:rPr>
          <w:szCs w:val="24"/>
          <w:lang w:eastAsia="et-EE"/>
        </w:rPr>
      </w:pPr>
    </w:p>
    <w:p w14:paraId="3AF96323" w14:textId="77777777" w:rsidR="00214C39" w:rsidRPr="00CA175F" w:rsidRDefault="00214C39" w:rsidP="00214C39">
      <w:pPr>
        <w:pStyle w:val="a6"/>
        <w:spacing w:after="0"/>
        <w:rPr>
          <w:sz w:val="24"/>
          <w:szCs w:val="24"/>
          <w:lang w:val="et-EE"/>
        </w:rPr>
      </w:pPr>
      <w:r w:rsidRPr="00CA175F">
        <w:rPr>
          <w:sz w:val="24"/>
          <w:szCs w:val="24"/>
          <w:lang w:val="et-EE"/>
        </w:rPr>
        <w:t>Natalja Šibalova</w:t>
      </w:r>
    </w:p>
    <w:p w14:paraId="0C5D0285" w14:textId="77777777" w:rsidR="00214C39" w:rsidRPr="0027386B" w:rsidRDefault="00214C39" w:rsidP="00214C39">
      <w:pPr>
        <w:pStyle w:val="a6"/>
        <w:spacing w:after="0"/>
        <w:rPr>
          <w:sz w:val="24"/>
          <w:szCs w:val="24"/>
          <w:lang w:val="et-EE"/>
        </w:rPr>
      </w:pPr>
      <w:r w:rsidRPr="00CA175F">
        <w:rPr>
          <w:sz w:val="24"/>
          <w:szCs w:val="24"/>
          <w:lang w:val="et-EE"/>
        </w:rPr>
        <w:t>direktor</w:t>
      </w:r>
    </w:p>
    <w:p w14:paraId="526928ED" w14:textId="77777777" w:rsidR="00323EFF" w:rsidRPr="0079212D" w:rsidRDefault="00323EFF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n-GB"/>
        </w:rPr>
      </w:pPr>
    </w:p>
    <w:p w14:paraId="174D1251" w14:textId="77777777" w:rsidR="00C94C6B" w:rsidRDefault="00C94C6B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63AF513C" w14:textId="77777777" w:rsidR="002905BE" w:rsidRDefault="002905BE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48B37E45" w14:textId="77777777" w:rsidR="00E71962" w:rsidRDefault="00E71962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57CC5F29" w14:textId="77777777" w:rsidR="002905BE" w:rsidRDefault="002905BE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2559B1B7" w14:textId="77777777" w:rsidR="00AB6501" w:rsidRDefault="00AB6501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7D03896D" w14:textId="77777777" w:rsidR="00AB6501" w:rsidRDefault="00AB6501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070D4B1A" w14:textId="77777777" w:rsidR="003B6D3B" w:rsidRDefault="003B6D3B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</w:p>
    <w:p w14:paraId="13DE86B8" w14:textId="73BE5DCC" w:rsidR="00114F7D" w:rsidRPr="002E4071" w:rsidRDefault="00114F7D" w:rsidP="00114F7D">
      <w:pPr>
        <w:widowControl/>
        <w:overflowPunct/>
        <w:autoSpaceDE/>
        <w:autoSpaceDN/>
        <w:adjustRightInd/>
        <w:spacing w:line="259" w:lineRule="auto"/>
        <w:textAlignment w:val="auto"/>
        <w:rPr>
          <w:rFonts w:eastAsiaTheme="minorHAnsi"/>
          <w:sz w:val="24"/>
          <w:szCs w:val="24"/>
          <w:lang w:val="et-EE"/>
        </w:rPr>
      </w:pPr>
      <w:r w:rsidRPr="002E4071">
        <w:rPr>
          <w:rFonts w:eastAsiaTheme="minorHAnsi"/>
          <w:sz w:val="24"/>
          <w:szCs w:val="24"/>
          <w:lang w:val="et-EE"/>
        </w:rPr>
        <w:t xml:space="preserve">Anastassija Potapova </w:t>
      </w:r>
    </w:p>
    <w:p w14:paraId="4871F659" w14:textId="4E400FB9" w:rsidR="00E327DD" w:rsidRDefault="00114F7D" w:rsidP="00E327DD">
      <w:pPr>
        <w:pStyle w:val="3"/>
        <w:widowControl/>
      </w:pPr>
      <w:hyperlink r:id="rId9" w:history="1">
        <w:r w:rsidRPr="002E4071">
          <w:rPr>
            <w:rFonts w:eastAsiaTheme="minorHAnsi"/>
            <w:color w:val="0000FF"/>
            <w:szCs w:val="24"/>
            <w:u w:val="single"/>
          </w:rPr>
          <w:t>anastassija.potapova</w:t>
        </w:r>
        <w:r w:rsidRPr="002E4071">
          <w:rPr>
            <w:rFonts w:eastAsiaTheme="minorHAnsi"/>
            <w:color w:val="0000FF"/>
            <w:szCs w:val="24"/>
            <w:u w:val="single"/>
            <w:lang w:val="en-GB"/>
          </w:rPr>
          <w:t>@narva.ee</w:t>
        </w:r>
      </w:hyperlink>
    </w:p>
    <w:sectPr w:rsidR="00E327DD" w:rsidSect="00214C39">
      <w:headerReference w:type="default" r:id="rId10"/>
      <w:footerReference w:type="default" r:id="rId11"/>
      <w:pgSz w:w="11907" w:h="16839" w:code="9"/>
      <w:pgMar w:top="680" w:right="851" w:bottom="426" w:left="1701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A1434" w14:textId="77777777" w:rsidR="004B6719" w:rsidRDefault="004B6719">
      <w:r>
        <w:separator/>
      </w:r>
    </w:p>
  </w:endnote>
  <w:endnote w:type="continuationSeparator" w:id="0">
    <w:p w14:paraId="63CCD1BA" w14:textId="77777777" w:rsidR="004B6719" w:rsidRDefault="004B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2480B" w14:textId="77777777" w:rsidR="00E327DD" w:rsidRPr="003C1D3E" w:rsidRDefault="00C5713A" w:rsidP="00E327DD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  <w:lang w:val="et-EE" w:eastAsia="et-E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6163CB4" wp14:editId="6E236FA6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E8EB5A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DLFmgd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="00E327DD" w:rsidRPr="003C1D3E">
      <w:rPr>
        <w:rFonts w:ascii="Calibri" w:hAnsi="Calibri"/>
        <w:sz w:val="22"/>
        <w:szCs w:val="22"/>
        <w:lang w:val="en-US"/>
      </w:rPr>
      <w:t xml:space="preserve">Peetri </w:t>
    </w:r>
    <w:proofErr w:type="gramStart"/>
    <w:r w:rsidR="00E327DD" w:rsidRPr="003C1D3E">
      <w:rPr>
        <w:rFonts w:ascii="Calibri" w:hAnsi="Calibri"/>
        <w:sz w:val="22"/>
        <w:szCs w:val="22"/>
        <w:lang w:val="en-US"/>
      </w:rPr>
      <w:t>plats  3</w:t>
    </w:r>
    <w:proofErr w:type="gramEnd"/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proofErr w:type="spellStart"/>
    <w:r w:rsidR="00E327DD" w:rsidRPr="003C1D3E">
      <w:rPr>
        <w:rFonts w:ascii="Calibri" w:hAnsi="Calibri"/>
        <w:sz w:val="22"/>
        <w:szCs w:val="22"/>
        <w:lang w:val="en-US"/>
      </w:rPr>
      <w:t>tel</w:t>
    </w:r>
    <w:proofErr w:type="spellEnd"/>
    <w:r w:rsidR="00E327DD" w:rsidRPr="003C1D3E">
      <w:rPr>
        <w:rFonts w:ascii="Calibri" w:hAnsi="Calibri"/>
        <w:sz w:val="22"/>
        <w:szCs w:val="22"/>
        <w:lang w:val="en-US"/>
      </w:rPr>
      <w:t xml:space="preserve"> 35 99 155</w:t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</w:r>
    <w:r w:rsidR="00E327DD"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14:paraId="2A12A058" w14:textId="77777777" w:rsidR="00E327DD" w:rsidRPr="003C1D3E" w:rsidRDefault="00E327DD" w:rsidP="00E327DD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>20308 Narva</w:t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  <w:t>e-</w:t>
    </w:r>
    <w:proofErr w:type="spellStart"/>
    <w:r w:rsidR="00F73B73">
      <w:rPr>
        <w:rFonts w:ascii="Calibri" w:hAnsi="Calibri"/>
        <w:sz w:val="22"/>
        <w:szCs w:val="22"/>
        <w:lang w:val="fi-FI"/>
      </w:rPr>
      <w:t>post</w:t>
    </w:r>
    <w:proofErr w:type="spellEnd"/>
    <w:r w:rsidR="00F73B73">
      <w:rPr>
        <w:rFonts w:ascii="Calibri" w:hAnsi="Calibri"/>
        <w:sz w:val="22"/>
        <w:szCs w:val="22"/>
        <w:lang w:val="fi-FI"/>
      </w:rPr>
      <w:t xml:space="preserve"> </w:t>
    </w:r>
    <w:r w:rsidRPr="003C1D3E">
      <w:rPr>
        <w:rFonts w:ascii="Calibri" w:hAnsi="Calibri"/>
        <w:sz w:val="22"/>
        <w:szCs w:val="22"/>
        <w:lang w:val="fi-FI"/>
      </w:rPr>
      <w:t xml:space="preserve"> </w:t>
    </w:r>
    <w:r>
      <w:fldChar w:fldCharType="begin"/>
    </w:r>
    <w:r w:rsidRPr="003C1886">
      <w:rPr>
        <w:lang w:val="en-GB"/>
      </w:rPr>
      <w:instrText>HYPERLINK "mailto:linnamajandus@narva.ee"</w:instrText>
    </w:r>
    <w:r>
      <w:fldChar w:fldCharType="separate"/>
    </w:r>
    <w:r w:rsidRPr="003C1D3E">
      <w:rPr>
        <w:rStyle w:val="a5"/>
        <w:rFonts w:ascii="Calibri" w:hAnsi="Calibri"/>
        <w:sz w:val="22"/>
        <w:szCs w:val="22"/>
        <w:lang w:val="fi-FI"/>
      </w:rPr>
      <w:t>linnamajandus@narva.ee</w:t>
    </w:r>
    <w:r>
      <w:fldChar w:fldCharType="end"/>
    </w:r>
    <w:r w:rsidRPr="003C1D3E">
      <w:rPr>
        <w:rFonts w:ascii="Calibri" w:hAnsi="Calibri"/>
        <w:sz w:val="22"/>
        <w:szCs w:val="22"/>
        <w:lang w:val="fi-FI"/>
      </w:rPr>
      <w:tab/>
      <w:t xml:space="preserve">SEB </w:t>
    </w:r>
    <w:proofErr w:type="spellStart"/>
    <w:r w:rsidRPr="003C1D3E">
      <w:rPr>
        <w:rFonts w:ascii="Calibri" w:hAnsi="Calibri"/>
        <w:sz w:val="22"/>
        <w:szCs w:val="22"/>
        <w:lang w:val="fi-FI"/>
      </w:rPr>
      <w:t>pank</w:t>
    </w:r>
    <w:proofErr w:type="spellEnd"/>
  </w:p>
  <w:p w14:paraId="279E1B59" w14:textId="77777777" w:rsidR="00E327DD" w:rsidRPr="003C1D3E" w:rsidRDefault="00E327DD" w:rsidP="00E327DD">
    <w:pPr>
      <w:rPr>
        <w:rFonts w:ascii="Calibri" w:hAnsi="Calibri"/>
        <w:sz w:val="22"/>
        <w:szCs w:val="22"/>
        <w:lang w:val="en-US"/>
      </w:rPr>
    </w:pPr>
    <w:r w:rsidRPr="003C1D3E">
      <w:rPr>
        <w:rFonts w:ascii="Calibri" w:hAnsi="Calibri"/>
        <w:sz w:val="22"/>
        <w:szCs w:val="22"/>
        <w:lang w:val="en-US"/>
      </w:rPr>
      <w:t>reg nr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C365" w14:textId="77777777" w:rsidR="004B6719" w:rsidRDefault="004B6719">
      <w:r>
        <w:separator/>
      </w:r>
    </w:p>
  </w:footnote>
  <w:footnote w:type="continuationSeparator" w:id="0">
    <w:p w14:paraId="2C2D2903" w14:textId="77777777" w:rsidR="004B6719" w:rsidRDefault="004B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C850" w14:textId="77777777" w:rsidR="000D7ACC" w:rsidRPr="0011537C" w:rsidRDefault="00C5713A" w:rsidP="0011537C">
    <w:pPr>
      <w:pStyle w:val="a3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57216" behindDoc="1" locked="0" layoutInCell="1" allowOverlap="1" wp14:anchorId="5A024D82" wp14:editId="25645B7B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6185381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ACC" w:rsidRPr="0011537C">
      <w:rPr>
        <w:b/>
        <w:sz w:val="32"/>
        <w:szCs w:val="32"/>
        <w:lang w:val="fi-FI"/>
      </w:rPr>
      <w:t>NARVA LINNAVALITSUSE</w:t>
    </w:r>
  </w:p>
  <w:p w14:paraId="366A7FBA" w14:textId="77777777" w:rsidR="000D7ACC" w:rsidRPr="00E327DD" w:rsidRDefault="000D7ACC" w:rsidP="0011537C">
    <w:pPr>
      <w:pStyle w:val="a3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AE5"/>
    <w:multiLevelType w:val="hybridMultilevel"/>
    <w:tmpl w:val="7AA815F0"/>
    <w:lvl w:ilvl="0" w:tplc="F3D02D8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A54B9"/>
    <w:multiLevelType w:val="hybridMultilevel"/>
    <w:tmpl w:val="2F1CA5A2"/>
    <w:lvl w:ilvl="0" w:tplc="BA4A27FA">
      <w:start w:val="1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23107"/>
    <w:multiLevelType w:val="hybridMultilevel"/>
    <w:tmpl w:val="8474DB04"/>
    <w:lvl w:ilvl="0" w:tplc="0425000F">
      <w:start w:val="1"/>
      <w:numFmt w:val="decimal"/>
      <w:lvlText w:val="%1."/>
      <w:lvlJc w:val="left"/>
      <w:pPr>
        <w:ind w:left="1069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449869">
    <w:abstractNumId w:val="0"/>
  </w:num>
  <w:num w:numId="2" w16cid:durableId="210307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237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6DB"/>
    <w:rsid w:val="00000418"/>
    <w:rsid w:val="00004ED6"/>
    <w:rsid w:val="000169A9"/>
    <w:rsid w:val="0004315A"/>
    <w:rsid w:val="00043D2F"/>
    <w:rsid w:val="00051783"/>
    <w:rsid w:val="00052CE3"/>
    <w:rsid w:val="000563E4"/>
    <w:rsid w:val="000606FE"/>
    <w:rsid w:val="00060A5E"/>
    <w:rsid w:val="000614E4"/>
    <w:rsid w:val="0006268B"/>
    <w:rsid w:val="0006308C"/>
    <w:rsid w:val="0007290B"/>
    <w:rsid w:val="00073615"/>
    <w:rsid w:val="00083216"/>
    <w:rsid w:val="0008727C"/>
    <w:rsid w:val="0009268F"/>
    <w:rsid w:val="00093360"/>
    <w:rsid w:val="000A52CA"/>
    <w:rsid w:val="000A5520"/>
    <w:rsid w:val="000A74FB"/>
    <w:rsid w:val="000B7FF3"/>
    <w:rsid w:val="000C4107"/>
    <w:rsid w:val="000C67B8"/>
    <w:rsid w:val="000D3663"/>
    <w:rsid w:val="000D44A6"/>
    <w:rsid w:val="000D7ACC"/>
    <w:rsid w:val="000E0B4B"/>
    <w:rsid w:val="000E648C"/>
    <w:rsid w:val="000F00EA"/>
    <w:rsid w:val="000F44AE"/>
    <w:rsid w:val="000F6767"/>
    <w:rsid w:val="0010020D"/>
    <w:rsid w:val="00100498"/>
    <w:rsid w:val="00105B85"/>
    <w:rsid w:val="00111E20"/>
    <w:rsid w:val="00114D89"/>
    <w:rsid w:val="00114F7D"/>
    <w:rsid w:val="0011537C"/>
    <w:rsid w:val="001155AD"/>
    <w:rsid w:val="0011770C"/>
    <w:rsid w:val="001235B6"/>
    <w:rsid w:val="001236DB"/>
    <w:rsid w:val="00124D08"/>
    <w:rsid w:val="00125440"/>
    <w:rsid w:val="00125A90"/>
    <w:rsid w:val="00130E2A"/>
    <w:rsid w:val="001356AD"/>
    <w:rsid w:val="001366F9"/>
    <w:rsid w:val="0013672A"/>
    <w:rsid w:val="00140504"/>
    <w:rsid w:val="00142191"/>
    <w:rsid w:val="001432D1"/>
    <w:rsid w:val="00145AA3"/>
    <w:rsid w:val="00147693"/>
    <w:rsid w:val="00151F37"/>
    <w:rsid w:val="00154F9A"/>
    <w:rsid w:val="00155230"/>
    <w:rsid w:val="00161CD5"/>
    <w:rsid w:val="00162C1B"/>
    <w:rsid w:val="00167F8E"/>
    <w:rsid w:val="00172C3E"/>
    <w:rsid w:val="00182F8E"/>
    <w:rsid w:val="00185DC2"/>
    <w:rsid w:val="0018624C"/>
    <w:rsid w:val="001937BE"/>
    <w:rsid w:val="00196AE8"/>
    <w:rsid w:val="001A388B"/>
    <w:rsid w:val="001A7B92"/>
    <w:rsid w:val="001B1E0E"/>
    <w:rsid w:val="001C1B05"/>
    <w:rsid w:val="001C70CE"/>
    <w:rsid w:val="001E6D97"/>
    <w:rsid w:val="00200223"/>
    <w:rsid w:val="002036A6"/>
    <w:rsid w:val="0020688D"/>
    <w:rsid w:val="00212A3C"/>
    <w:rsid w:val="00214C39"/>
    <w:rsid w:val="0022520F"/>
    <w:rsid w:val="00231FCF"/>
    <w:rsid w:val="00232336"/>
    <w:rsid w:val="0024549B"/>
    <w:rsid w:val="002527F2"/>
    <w:rsid w:val="002552C0"/>
    <w:rsid w:val="00257B32"/>
    <w:rsid w:val="0026540D"/>
    <w:rsid w:val="002711F0"/>
    <w:rsid w:val="002722A7"/>
    <w:rsid w:val="0027334A"/>
    <w:rsid w:val="002823CD"/>
    <w:rsid w:val="002857F5"/>
    <w:rsid w:val="002905BE"/>
    <w:rsid w:val="0029481C"/>
    <w:rsid w:val="00294E01"/>
    <w:rsid w:val="00294E0A"/>
    <w:rsid w:val="0029627B"/>
    <w:rsid w:val="002A01B1"/>
    <w:rsid w:val="002B37DD"/>
    <w:rsid w:val="002C085A"/>
    <w:rsid w:val="002C1C2A"/>
    <w:rsid w:val="002D0564"/>
    <w:rsid w:val="002D2462"/>
    <w:rsid w:val="002D5807"/>
    <w:rsid w:val="002D5AFE"/>
    <w:rsid w:val="002D6C0E"/>
    <w:rsid w:val="002E0229"/>
    <w:rsid w:val="002E0C40"/>
    <w:rsid w:val="002F0136"/>
    <w:rsid w:val="002F0D4E"/>
    <w:rsid w:val="002F1473"/>
    <w:rsid w:val="00305510"/>
    <w:rsid w:val="003122D3"/>
    <w:rsid w:val="00313C0E"/>
    <w:rsid w:val="00313E5E"/>
    <w:rsid w:val="003168E9"/>
    <w:rsid w:val="00320E69"/>
    <w:rsid w:val="00321BB4"/>
    <w:rsid w:val="00323EFF"/>
    <w:rsid w:val="00325CFC"/>
    <w:rsid w:val="00327B0A"/>
    <w:rsid w:val="00333BAD"/>
    <w:rsid w:val="00340C37"/>
    <w:rsid w:val="0034323C"/>
    <w:rsid w:val="00347A85"/>
    <w:rsid w:val="00356A24"/>
    <w:rsid w:val="00356B6F"/>
    <w:rsid w:val="00376A5F"/>
    <w:rsid w:val="00381436"/>
    <w:rsid w:val="00384D6B"/>
    <w:rsid w:val="003922FC"/>
    <w:rsid w:val="00392AFC"/>
    <w:rsid w:val="003942F0"/>
    <w:rsid w:val="003A153D"/>
    <w:rsid w:val="003A2FAE"/>
    <w:rsid w:val="003A355E"/>
    <w:rsid w:val="003B149A"/>
    <w:rsid w:val="003B2A7A"/>
    <w:rsid w:val="003B5104"/>
    <w:rsid w:val="003B6D3B"/>
    <w:rsid w:val="003B7320"/>
    <w:rsid w:val="003C1886"/>
    <w:rsid w:val="003C1D3E"/>
    <w:rsid w:val="003C35C1"/>
    <w:rsid w:val="003D31B1"/>
    <w:rsid w:val="003F04A5"/>
    <w:rsid w:val="003F3AF1"/>
    <w:rsid w:val="003F5487"/>
    <w:rsid w:val="00406709"/>
    <w:rsid w:val="004077C7"/>
    <w:rsid w:val="00414DD0"/>
    <w:rsid w:val="00420BB8"/>
    <w:rsid w:val="00424991"/>
    <w:rsid w:val="00424F39"/>
    <w:rsid w:val="004329BF"/>
    <w:rsid w:val="00435B53"/>
    <w:rsid w:val="004426AD"/>
    <w:rsid w:val="0044416B"/>
    <w:rsid w:val="00444CAC"/>
    <w:rsid w:val="00447690"/>
    <w:rsid w:val="00454AE0"/>
    <w:rsid w:val="00455629"/>
    <w:rsid w:val="00455F6F"/>
    <w:rsid w:val="00457B8A"/>
    <w:rsid w:val="00462EB8"/>
    <w:rsid w:val="00462ECE"/>
    <w:rsid w:val="00463B99"/>
    <w:rsid w:val="0046419E"/>
    <w:rsid w:val="00464971"/>
    <w:rsid w:val="004713AA"/>
    <w:rsid w:val="00472B35"/>
    <w:rsid w:val="00480A06"/>
    <w:rsid w:val="00483FA5"/>
    <w:rsid w:val="00484A77"/>
    <w:rsid w:val="004917B4"/>
    <w:rsid w:val="004A3BA0"/>
    <w:rsid w:val="004B0576"/>
    <w:rsid w:val="004B11AD"/>
    <w:rsid w:val="004B26A6"/>
    <w:rsid w:val="004B52BE"/>
    <w:rsid w:val="004B648E"/>
    <w:rsid w:val="004B6719"/>
    <w:rsid w:val="004C145A"/>
    <w:rsid w:val="004C386E"/>
    <w:rsid w:val="004D4946"/>
    <w:rsid w:val="004E3418"/>
    <w:rsid w:val="004E3BDA"/>
    <w:rsid w:val="004E68E3"/>
    <w:rsid w:val="004E72B1"/>
    <w:rsid w:val="004F4A8E"/>
    <w:rsid w:val="004F5D4E"/>
    <w:rsid w:val="005001A1"/>
    <w:rsid w:val="00504610"/>
    <w:rsid w:val="00507DBF"/>
    <w:rsid w:val="00511D94"/>
    <w:rsid w:val="00513278"/>
    <w:rsid w:val="005134A2"/>
    <w:rsid w:val="00514391"/>
    <w:rsid w:val="005149A4"/>
    <w:rsid w:val="0051720A"/>
    <w:rsid w:val="005227EB"/>
    <w:rsid w:val="005315DF"/>
    <w:rsid w:val="0054268B"/>
    <w:rsid w:val="00543D7A"/>
    <w:rsid w:val="0055328D"/>
    <w:rsid w:val="005561C9"/>
    <w:rsid w:val="005567F7"/>
    <w:rsid w:val="00556F6E"/>
    <w:rsid w:val="00556F9D"/>
    <w:rsid w:val="005629C9"/>
    <w:rsid w:val="00570E0E"/>
    <w:rsid w:val="00572730"/>
    <w:rsid w:val="0057635F"/>
    <w:rsid w:val="005767E4"/>
    <w:rsid w:val="005769B6"/>
    <w:rsid w:val="005770EC"/>
    <w:rsid w:val="005775DE"/>
    <w:rsid w:val="00581FA5"/>
    <w:rsid w:val="00584DF1"/>
    <w:rsid w:val="00586422"/>
    <w:rsid w:val="00590054"/>
    <w:rsid w:val="00590D74"/>
    <w:rsid w:val="005919E5"/>
    <w:rsid w:val="00594912"/>
    <w:rsid w:val="005966BE"/>
    <w:rsid w:val="005974F9"/>
    <w:rsid w:val="005A597C"/>
    <w:rsid w:val="005B499B"/>
    <w:rsid w:val="005C3BD0"/>
    <w:rsid w:val="005C3BDE"/>
    <w:rsid w:val="005C4CF5"/>
    <w:rsid w:val="005D4A45"/>
    <w:rsid w:val="005E30E1"/>
    <w:rsid w:val="005E34A2"/>
    <w:rsid w:val="005F4D99"/>
    <w:rsid w:val="00601357"/>
    <w:rsid w:val="00602397"/>
    <w:rsid w:val="006030D6"/>
    <w:rsid w:val="00603F90"/>
    <w:rsid w:val="006134BE"/>
    <w:rsid w:val="0061710F"/>
    <w:rsid w:val="00622614"/>
    <w:rsid w:val="00624790"/>
    <w:rsid w:val="00625F74"/>
    <w:rsid w:val="00631B43"/>
    <w:rsid w:val="006404A2"/>
    <w:rsid w:val="00652B92"/>
    <w:rsid w:val="00655EE2"/>
    <w:rsid w:val="006633D1"/>
    <w:rsid w:val="00664E84"/>
    <w:rsid w:val="00666A48"/>
    <w:rsid w:val="006755B5"/>
    <w:rsid w:val="00685C90"/>
    <w:rsid w:val="00687303"/>
    <w:rsid w:val="00687B4D"/>
    <w:rsid w:val="00691125"/>
    <w:rsid w:val="0069317D"/>
    <w:rsid w:val="006975C1"/>
    <w:rsid w:val="006A0DD8"/>
    <w:rsid w:val="006A215F"/>
    <w:rsid w:val="006A44A8"/>
    <w:rsid w:val="006A6879"/>
    <w:rsid w:val="006A6CBA"/>
    <w:rsid w:val="006A7B3B"/>
    <w:rsid w:val="006B2C39"/>
    <w:rsid w:val="006B58EE"/>
    <w:rsid w:val="006B75BF"/>
    <w:rsid w:val="006C3DAE"/>
    <w:rsid w:val="006C4D89"/>
    <w:rsid w:val="006C5519"/>
    <w:rsid w:val="006D07D6"/>
    <w:rsid w:val="006D2CD9"/>
    <w:rsid w:val="006E0512"/>
    <w:rsid w:val="006E1613"/>
    <w:rsid w:val="006E4EDD"/>
    <w:rsid w:val="006E5086"/>
    <w:rsid w:val="006F3BEC"/>
    <w:rsid w:val="007025DE"/>
    <w:rsid w:val="00703FCE"/>
    <w:rsid w:val="00704465"/>
    <w:rsid w:val="00704C68"/>
    <w:rsid w:val="00710F31"/>
    <w:rsid w:val="00715CED"/>
    <w:rsid w:val="00717C8B"/>
    <w:rsid w:val="00720A21"/>
    <w:rsid w:val="007265C3"/>
    <w:rsid w:val="0072753B"/>
    <w:rsid w:val="00730985"/>
    <w:rsid w:val="0073177E"/>
    <w:rsid w:val="00731EB4"/>
    <w:rsid w:val="00735B57"/>
    <w:rsid w:val="0073641C"/>
    <w:rsid w:val="0073657E"/>
    <w:rsid w:val="00743CCD"/>
    <w:rsid w:val="0074669C"/>
    <w:rsid w:val="0075051C"/>
    <w:rsid w:val="00751BD3"/>
    <w:rsid w:val="00751F80"/>
    <w:rsid w:val="0075422F"/>
    <w:rsid w:val="007561C6"/>
    <w:rsid w:val="00762BB0"/>
    <w:rsid w:val="007666D3"/>
    <w:rsid w:val="00770672"/>
    <w:rsid w:val="0077612A"/>
    <w:rsid w:val="00783124"/>
    <w:rsid w:val="00785B7D"/>
    <w:rsid w:val="00785C15"/>
    <w:rsid w:val="0078635C"/>
    <w:rsid w:val="0079212D"/>
    <w:rsid w:val="00792DB8"/>
    <w:rsid w:val="007949BF"/>
    <w:rsid w:val="007955FB"/>
    <w:rsid w:val="00795BB4"/>
    <w:rsid w:val="00797546"/>
    <w:rsid w:val="007A6F99"/>
    <w:rsid w:val="007B0195"/>
    <w:rsid w:val="007B0FCD"/>
    <w:rsid w:val="007B2A14"/>
    <w:rsid w:val="007B4A6B"/>
    <w:rsid w:val="007B6013"/>
    <w:rsid w:val="007C0D32"/>
    <w:rsid w:val="007D6917"/>
    <w:rsid w:val="007E7881"/>
    <w:rsid w:val="007F1B61"/>
    <w:rsid w:val="007F3CC6"/>
    <w:rsid w:val="007F561B"/>
    <w:rsid w:val="00800C40"/>
    <w:rsid w:val="00804E4B"/>
    <w:rsid w:val="00805936"/>
    <w:rsid w:val="008077F6"/>
    <w:rsid w:val="008209E3"/>
    <w:rsid w:val="00821E0E"/>
    <w:rsid w:val="008246DE"/>
    <w:rsid w:val="00824CC0"/>
    <w:rsid w:val="008254BC"/>
    <w:rsid w:val="00826BCF"/>
    <w:rsid w:val="0082748E"/>
    <w:rsid w:val="00835DCD"/>
    <w:rsid w:val="008420BF"/>
    <w:rsid w:val="008421E7"/>
    <w:rsid w:val="008437E4"/>
    <w:rsid w:val="00843DCE"/>
    <w:rsid w:val="00844B49"/>
    <w:rsid w:val="00850192"/>
    <w:rsid w:val="00855B5B"/>
    <w:rsid w:val="00856481"/>
    <w:rsid w:val="008764D3"/>
    <w:rsid w:val="00882983"/>
    <w:rsid w:val="00885744"/>
    <w:rsid w:val="008A0FD7"/>
    <w:rsid w:val="008A2039"/>
    <w:rsid w:val="008A4E80"/>
    <w:rsid w:val="008A61EE"/>
    <w:rsid w:val="008A6B8A"/>
    <w:rsid w:val="008B05D1"/>
    <w:rsid w:val="008B249E"/>
    <w:rsid w:val="008C5011"/>
    <w:rsid w:val="008D5159"/>
    <w:rsid w:val="008E07D2"/>
    <w:rsid w:val="008E229F"/>
    <w:rsid w:val="008E3EB3"/>
    <w:rsid w:val="008F01D2"/>
    <w:rsid w:val="008F42B1"/>
    <w:rsid w:val="009041BA"/>
    <w:rsid w:val="009070CD"/>
    <w:rsid w:val="009168F9"/>
    <w:rsid w:val="00917768"/>
    <w:rsid w:val="00921135"/>
    <w:rsid w:val="00922F99"/>
    <w:rsid w:val="009235DC"/>
    <w:rsid w:val="00925ADD"/>
    <w:rsid w:val="00926771"/>
    <w:rsid w:val="00926D89"/>
    <w:rsid w:val="0094203B"/>
    <w:rsid w:val="009447C3"/>
    <w:rsid w:val="00944B20"/>
    <w:rsid w:val="00945318"/>
    <w:rsid w:val="00951CF6"/>
    <w:rsid w:val="009637B4"/>
    <w:rsid w:val="00966CD1"/>
    <w:rsid w:val="009700A2"/>
    <w:rsid w:val="0097491D"/>
    <w:rsid w:val="00976502"/>
    <w:rsid w:val="0098640C"/>
    <w:rsid w:val="009A2D8B"/>
    <w:rsid w:val="009A6F60"/>
    <w:rsid w:val="009A7337"/>
    <w:rsid w:val="009B0603"/>
    <w:rsid w:val="009C2531"/>
    <w:rsid w:val="009C5046"/>
    <w:rsid w:val="009C56C4"/>
    <w:rsid w:val="009C6EF4"/>
    <w:rsid w:val="009C7B65"/>
    <w:rsid w:val="009D3247"/>
    <w:rsid w:val="009D4ACA"/>
    <w:rsid w:val="009D7FB6"/>
    <w:rsid w:val="009E10A0"/>
    <w:rsid w:val="009E1597"/>
    <w:rsid w:val="009E24EC"/>
    <w:rsid w:val="009F663E"/>
    <w:rsid w:val="00A01B45"/>
    <w:rsid w:val="00A03211"/>
    <w:rsid w:val="00A03C1A"/>
    <w:rsid w:val="00A17768"/>
    <w:rsid w:val="00A22B47"/>
    <w:rsid w:val="00A24450"/>
    <w:rsid w:val="00A25CC2"/>
    <w:rsid w:val="00A30360"/>
    <w:rsid w:val="00A40164"/>
    <w:rsid w:val="00A46802"/>
    <w:rsid w:val="00A5366A"/>
    <w:rsid w:val="00A6024B"/>
    <w:rsid w:val="00A63603"/>
    <w:rsid w:val="00A75BA8"/>
    <w:rsid w:val="00A81D6A"/>
    <w:rsid w:val="00A81EA7"/>
    <w:rsid w:val="00A955FF"/>
    <w:rsid w:val="00AA0CD8"/>
    <w:rsid w:val="00AB24FC"/>
    <w:rsid w:val="00AB6501"/>
    <w:rsid w:val="00AB78E7"/>
    <w:rsid w:val="00AB7F1D"/>
    <w:rsid w:val="00AC4DC8"/>
    <w:rsid w:val="00AD5641"/>
    <w:rsid w:val="00AD5CB4"/>
    <w:rsid w:val="00AE66EB"/>
    <w:rsid w:val="00AF0851"/>
    <w:rsid w:val="00AF1672"/>
    <w:rsid w:val="00AF49DB"/>
    <w:rsid w:val="00B132A2"/>
    <w:rsid w:val="00B16FC4"/>
    <w:rsid w:val="00B17199"/>
    <w:rsid w:val="00B233F9"/>
    <w:rsid w:val="00B23404"/>
    <w:rsid w:val="00B23A0D"/>
    <w:rsid w:val="00B25A59"/>
    <w:rsid w:val="00B31920"/>
    <w:rsid w:val="00B3579E"/>
    <w:rsid w:val="00B37AC1"/>
    <w:rsid w:val="00B42B4B"/>
    <w:rsid w:val="00B432F8"/>
    <w:rsid w:val="00B4627D"/>
    <w:rsid w:val="00B525E0"/>
    <w:rsid w:val="00B5292A"/>
    <w:rsid w:val="00B52BC3"/>
    <w:rsid w:val="00B60679"/>
    <w:rsid w:val="00B61DA5"/>
    <w:rsid w:val="00B63039"/>
    <w:rsid w:val="00B72593"/>
    <w:rsid w:val="00B74129"/>
    <w:rsid w:val="00B76478"/>
    <w:rsid w:val="00B819C7"/>
    <w:rsid w:val="00B85B22"/>
    <w:rsid w:val="00B904AC"/>
    <w:rsid w:val="00B90AB4"/>
    <w:rsid w:val="00B9150E"/>
    <w:rsid w:val="00B919BA"/>
    <w:rsid w:val="00B9210B"/>
    <w:rsid w:val="00B97A1A"/>
    <w:rsid w:val="00BA1F19"/>
    <w:rsid w:val="00BA1F42"/>
    <w:rsid w:val="00BA449C"/>
    <w:rsid w:val="00BA46BF"/>
    <w:rsid w:val="00BA6329"/>
    <w:rsid w:val="00BB0726"/>
    <w:rsid w:val="00BB6CDB"/>
    <w:rsid w:val="00BC6A14"/>
    <w:rsid w:val="00BD3BE0"/>
    <w:rsid w:val="00BD4726"/>
    <w:rsid w:val="00BD5225"/>
    <w:rsid w:val="00BE5598"/>
    <w:rsid w:val="00BE7EFF"/>
    <w:rsid w:val="00C10B1F"/>
    <w:rsid w:val="00C110C4"/>
    <w:rsid w:val="00C2159E"/>
    <w:rsid w:val="00C42E92"/>
    <w:rsid w:val="00C52CF7"/>
    <w:rsid w:val="00C5713A"/>
    <w:rsid w:val="00C5733A"/>
    <w:rsid w:val="00C63D4D"/>
    <w:rsid w:val="00C81589"/>
    <w:rsid w:val="00C81C1C"/>
    <w:rsid w:val="00C841BB"/>
    <w:rsid w:val="00C853EA"/>
    <w:rsid w:val="00C85540"/>
    <w:rsid w:val="00C90378"/>
    <w:rsid w:val="00C91D3B"/>
    <w:rsid w:val="00C9386C"/>
    <w:rsid w:val="00C9442B"/>
    <w:rsid w:val="00C94462"/>
    <w:rsid w:val="00C94833"/>
    <w:rsid w:val="00C94C6B"/>
    <w:rsid w:val="00C957E6"/>
    <w:rsid w:val="00C96D0A"/>
    <w:rsid w:val="00CA06CF"/>
    <w:rsid w:val="00CA5EC6"/>
    <w:rsid w:val="00CA6D91"/>
    <w:rsid w:val="00CB035E"/>
    <w:rsid w:val="00CB30A1"/>
    <w:rsid w:val="00CB6C3E"/>
    <w:rsid w:val="00CC15B9"/>
    <w:rsid w:val="00CC5FBF"/>
    <w:rsid w:val="00CD51DF"/>
    <w:rsid w:val="00CD774A"/>
    <w:rsid w:val="00CE5D02"/>
    <w:rsid w:val="00CE5FFB"/>
    <w:rsid w:val="00CF02A8"/>
    <w:rsid w:val="00CF4A04"/>
    <w:rsid w:val="00CF56E5"/>
    <w:rsid w:val="00CF5864"/>
    <w:rsid w:val="00D01B21"/>
    <w:rsid w:val="00D01CEC"/>
    <w:rsid w:val="00D02752"/>
    <w:rsid w:val="00D04CBB"/>
    <w:rsid w:val="00D11ADD"/>
    <w:rsid w:val="00D13E1B"/>
    <w:rsid w:val="00D257EB"/>
    <w:rsid w:val="00D25B8E"/>
    <w:rsid w:val="00D277E6"/>
    <w:rsid w:val="00D40659"/>
    <w:rsid w:val="00D40B55"/>
    <w:rsid w:val="00D557D8"/>
    <w:rsid w:val="00D55A49"/>
    <w:rsid w:val="00D61497"/>
    <w:rsid w:val="00D728F7"/>
    <w:rsid w:val="00D75373"/>
    <w:rsid w:val="00D7716F"/>
    <w:rsid w:val="00D864D9"/>
    <w:rsid w:val="00D90C01"/>
    <w:rsid w:val="00D9193F"/>
    <w:rsid w:val="00D91EAE"/>
    <w:rsid w:val="00D92BCE"/>
    <w:rsid w:val="00DA0860"/>
    <w:rsid w:val="00DA0D58"/>
    <w:rsid w:val="00DA283F"/>
    <w:rsid w:val="00DB3BC5"/>
    <w:rsid w:val="00DC0EB3"/>
    <w:rsid w:val="00DC2414"/>
    <w:rsid w:val="00DD3AED"/>
    <w:rsid w:val="00DF04D4"/>
    <w:rsid w:val="00DF3C2F"/>
    <w:rsid w:val="00DF4C5B"/>
    <w:rsid w:val="00DF6921"/>
    <w:rsid w:val="00E00728"/>
    <w:rsid w:val="00E04CDD"/>
    <w:rsid w:val="00E0666E"/>
    <w:rsid w:val="00E07AF7"/>
    <w:rsid w:val="00E14481"/>
    <w:rsid w:val="00E16DF8"/>
    <w:rsid w:val="00E16ED7"/>
    <w:rsid w:val="00E27E87"/>
    <w:rsid w:val="00E327DD"/>
    <w:rsid w:val="00E35AEA"/>
    <w:rsid w:val="00E40B42"/>
    <w:rsid w:val="00E419EE"/>
    <w:rsid w:val="00E43DDD"/>
    <w:rsid w:val="00E45EBE"/>
    <w:rsid w:val="00E47D35"/>
    <w:rsid w:val="00E5425F"/>
    <w:rsid w:val="00E563D2"/>
    <w:rsid w:val="00E56C14"/>
    <w:rsid w:val="00E60A1C"/>
    <w:rsid w:val="00E60D6A"/>
    <w:rsid w:val="00E71962"/>
    <w:rsid w:val="00E74A24"/>
    <w:rsid w:val="00E81E4F"/>
    <w:rsid w:val="00E85BDC"/>
    <w:rsid w:val="00E903F6"/>
    <w:rsid w:val="00E95D68"/>
    <w:rsid w:val="00E97D5E"/>
    <w:rsid w:val="00EA7723"/>
    <w:rsid w:val="00EB32E0"/>
    <w:rsid w:val="00EB4F22"/>
    <w:rsid w:val="00EB72F9"/>
    <w:rsid w:val="00EC0A8D"/>
    <w:rsid w:val="00ED1CBE"/>
    <w:rsid w:val="00EE708E"/>
    <w:rsid w:val="00EF354F"/>
    <w:rsid w:val="00EF763F"/>
    <w:rsid w:val="00F01345"/>
    <w:rsid w:val="00F02AEB"/>
    <w:rsid w:val="00F03CE1"/>
    <w:rsid w:val="00F0538C"/>
    <w:rsid w:val="00F118C7"/>
    <w:rsid w:val="00F1640C"/>
    <w:rsid w:val="00F205BE"/>
    <w:rsid w:val="00F25C41"/>
    <w:rsid w:val="00F3027C"/>
    <w:rsid w:val="00F40FE3"/>
    <w:rsid w:val="00F43301"/>
    <w:rsid w:val="00F44947"/>
    <w:rsid w:val="00F47671"/>
    <w:rsid w:val="00F51F7D"/>
    <w:rsid w:val="00F548FF"/>
    <w:rsid w:val="00F60137"/>
    <w:rsid w:val="00F620E0"/>
    <w:rsid w:val="00F62855"/>
    <w:rsid w:val="00F64A14"/>
    <w:rsid w:val="00F64BE0"/>
    <w:rsid w:val="00F7046D"/>
    <w:rsid w:val="00F710C2"/>
    <w:rsid w:val="00F73044"/>
    <w:rsid w:val="00F73B73"/>
    <w:rsid w:val="00F742DE"/>
    <w:rsid w:val="00F757CA"/>
    <w:rsid w:val="00F8095E"/>
    <w:rsid w:val="00F814F4"/>
    <w:rsid w:val="00F85CB8"/>
    <w:rsid w:val="00F8618F"/>
    <w:rsid w:val="00F91FD5"/>
    <w:rsid w:val="00F933B8"/>
    <w:rsid w:val="00F9646A"/>
    <w:rsid w:val="00FA5E47"/>
    <w:rsid w:val="00FA6B88"/>
    <w:rsid w:val="00FB07C2"/>
    <w:rsid w:val="00FB46B7"/>
    <w:rsid w:val="00FB5768"/>
    <w:rsid w:val="00FC19A5"/>
    <w:rsid w:val="00FC2092"/>
    <w:rsid w:val="00FC277E"/>
    <w:rsid w:val="00FC2E00"/>
    <w:rsid w:val="00FD1D42"/>
    <w:rsid w:val="00FD32CB"/>
    <w:rsid w:val="00FD3C2D"/>
    <w:rsid w:val="00FD54BC"/>
    <w:rsid w:val="00FD60F8"/>
    <w:rsid w:val="00FD63C3"/>
    <w:rsid w:val="00FD6A0C"/>
    <w:rsid w:val="00FE1FC1"/>
    <w:rsid w:val="00FE79A1"/>
    <w:rsid w:val="00FF0906"/>
    <w:rsid w:val="00FF2248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778B5"/>
  <w15:docId w15:val="{9133D827-66DD-4E9F-8F86-3AF3C23E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3216"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en-US"/>
    </w:rPr>
  </w:style>
  <w:style w:type="paragraph" w:styleId="1">
    <w:name w:val="heading 1"/>
    <w:basedOn w:val="a"/>
    <w:next w:val="a"/>
    <w:qFormat/>
    <w:rsid w:val="00083216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3">
    <w:name w:val="Body Text 3"/>
    <w:basedOn w:val="a"/>
    <w:link w:val="30"/>
    <w:rsid w:val="00083216"/>
    <w:pPr>
      <w:jc w:val="both"/>
    </w:pPr>
    <w:rPr>
      <w:sz w:val="24"/>
      <w:lang w:val="et-EE"/>
    </w:rPr>
  </w:style>
  <w:style w:type="character" w:styleId="a5">
    <w:name w:val="Hyperlink"/>
    <w:uiPriority w:val="99"/>
    <w:unhideWhenUsed/>
    <w:rsid w:val="00E327DD"/>
    <w:rPr>
      <w:color w:val="0000FF"/>
      <w:u w:val="single"/>
    </w:rPr>
  </w:style>
  <w:style w:type="paragraph" w:styleId="a6">
    <w:name w:val="Body Text"/>
    <w:basedOn w:val="a"/>
    <w:link w:val="a7"/>
    <w:unhideWhenUsed/>
    <w:rsid w:val="00114F7D"/>
    <w:pPr>
      <w:spacing w:after="120"/>
    </w:pPr>
  </w:style>
  <w:style w:type="character" w:customStyle="1" w:styleId="a7">
    <w:name w:val="Основной текст Знак"/>
    <w:basedOn w:val="a0"/>
    <w:link w:val="a6"/>
    <w:rsid w:val="00114F7D"/>
    <w:rPr>
      <w:lang w:val="ru-RU" w:eastAsia="en-US"/>
    </w:rPr>
  </w:style>
  <w:style w:type="paragraph" w:customStyle="1" w:styleId="a8">
    <w:name w:val="текст"/>
    <w:basedOn w:val="a"/>
    <w:rsid w:val="00114F7D"/>
    <w:pPr>
      <w:widowControl/>
      <w:overflowPunct/>
      <w:autoSpaceDE/>
      <w:autoSpaceDN/>
      <w:adjustRightInd/>
      <w:jc w:val="both"/>
      <w:textAlignment w:val="auto"/>
    </w:pPr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114F7D"/>
    <w:rPr>
      <w:sz w:val="24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82748E"/>
    <w:rPr>
      <w:color w:val="605E5C"/>
      <w:shd w:val="clear" w:color="auto" w:fill="E1DFDD"/>
    </w:rPr>
  </w:style>
  <w:style w:type="character" w:styleId="a9">
    <w:name w:val="Emphasis"/>
    <w:basedOn w:val="a0"/>
    <w:uiPriority w:val="20"/>
    <w:qFormat/>
    <w:rsid w:val="002552C0"/>
    <w:rPr>
      <w:i/>
      <w:iCs/>
    </w:rPr>
  </w:style>
  <w:style w:type="character" w:customStyle="1" w:styleId="fontstyle01">
    <w:name w:val="fontstyle01"/>
    <w:basedOn w:val="a0"/>
    <w:rsid w:val="008077F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77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2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.beljakov@hsm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astassija.potapova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era\Desktop\LMA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25E41-4FB5-4B8A-9EC6-68A1E3B2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LMA_KIRJAPLANK</Template>
  <TotalTime>2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Linnavalitsus</Company>
  <LinksUpToDate>false</LinksUpToDate>
  <CharactersWithSpaces>998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Veera</dc:creator>
  <cp:lastModifiedBy>Anastassija Potapova</cp:lastModifiedBy>
  <cp:revision>3</cp:revision>
  <cp:lastPrinted>2019-12-30T11:24:00Z</cp:lastPrinted>
  <dcterms:created xsi:type="dcterms:W3CDTF">2025-11-20T07:52:00Z</dcterms:created>
  <dcterms:modified xsi:type="dcterms:W3CDTF">2025-11-20T07:53:00Z</dcterms:modified>
</cp:coreProperties>
</file>