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84637C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0334B7E9" w:rsidR="00E85637" w:rsidRDefault="00297E31" w:rsidP="0008717F">
            <w:pPr>
              <w:framePr w:w="9582" w:h="1516" w:wrap="notBeside" w:vAnchor="page" w:hAnchor="page" w:x="1793" w:y="2042"/>
            </w:pPr>
            <w:r>
              <w:t>23</w:t>
            </w:r>
            <w:r w:rsidR="002A1CD0">
              <w:t>.</w:t>
            </w:r>
            <w:r>
              <w:t>10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</w:t>
            </w:r>
            <w:r>
              <w:rPr>
                <w:color w:val="000000"/>
                <w:szCs w:val="24"/>
                <w:shd w:val="clear" w:color="auto" w:fill="FFFFFF"/>
              </w:rPr>
              <w:t>6014-6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6808E28D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297E31">
              <w:t>6541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15A6A598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proofErr w:type="spellStart"/>
      <w:r w:rsidR="00297E31">
        <w:rPr>
          <w:szCs w:val="24"/>
        </w:rPr>
        <w:t>Vana-Kuuste</w:t>
      </w:r>
      <w:proofErr w:type="spellEnd"/>
      <w:r w:rsidR="00297E31">
        <w:rPr>
          <w:szCs w:val="24"/>
        </w:rPr>
        <w:t xml:space="preserve"> II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07B01B5E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proofErr w:type="spellStart"/>
      <w:r w:rsidR="00297E31">
        <w:rPr>
          <w:rFonts w:ascii="Times New Roman" w:hAnsi="Times New Roman" w:cs="Times New Roman"/>
          <w:i/>
          <w:iCs/>
          <w:lang w:val="et-EE"/>
        </w:rPr>
        <w:t>Vana-Kuuste</w:t>
      </w:r>
      <w:proofErr w:type="spellEnd"/>
      <w:r w:rsidR="00297E31">
        <w:rPr>
          <w:rFonts w:ascii="Times New Roman" w:hAnsi="Times New Roman" w:cs="Times New Roman"/>
          <w:i/>
          <w:iCs/>
          <w:lang w:val="et-EE"/>
        </w:rPr>
        <w:t xml:space="preserve"> 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297E31">
        <w:rPr>
          <w:rFonts w:ascii="Times New Roman" w:hAnsi="Times New Roman" w:cs="Times New Roman"/>
          <w:lang w:val="et-EE"/>
        </w:rPr>
        <w:t>Tartu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297E31">
        <w:rPr>
          <w:rFonts w:ascii="Times New Roman" w:hAnsi="Times New Roman" w:cs="Times New Roman"/>
          <w:lang w:val="et-EE"/>
        </w:rPr>
        <w:t>Kambja</w:t>
      </w:r>
      <w:r w:rsidR="00A1584B">
        <w:rPr>
          <w:rFonts w:ascii="Times New Roman" w:hAnsi="Times New Roman" w:cs="Times New Roman"/>
          <w:lang w:val="et-EE"/>
        </w:rPr>
        <w:t xml:space="preserve"> vallas </w:t>
      </w:r>
      <w:proofErr w:type="spellStart"/>
      <w:r w:rsidR="00297E31">
        <w:rPr>
          <w:rFonts w:ascii="Times New Roman" w:hAnsi="Times New Roman" w:cs="Times New Roman"/>
          <w:lang w:val="et-EE"/>
        </w:rPr>
        <w:t>Vana-Kuuste</w:t>
      </w:r>
      <w:proofErr w:type="spellEnd"/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="00297E31">
        <w:rPr>
          <w:rFonts w:ascii="Times New Roman" w:hAnsi="Times New Roman" w:cs="Times New Roman"/>
          <w:lang w:val="et-EE"/>
        </w:rPr>
        <w:t>Kastre</w:t>
      </w:r>
      <w:proofErr w:type="spellEnd"/>
      <w:r w:rsidR="00297E31">
        <w:rPr>
          <w:rFonts w:ascii="Times New Roman" w:hAnsi="Times New Roman" w:cs="Times New Roman"/>
          <w:lang w:val="et-EE"/>
        </w:rPr>
        <w:t xml:space="preserve"> metskond 41</w:t>
      </w:r>
      <w:r w:rsidR="0031635E">
        <w:rPr>
          <w:rFonts w:ascii="Times New Roman" w:hAnsi="Times New Roman" w:cs="Times New Roman"/>
          <w:lang w:val="et-EE"/>
        </w:rPr>
        <w:t xml:space="preserve"> </w:t>
      </w:r>
      <w:r w:rsidR="00BD36DC" w:rsidRPr="002A1CD0">
        <w:rPr>
          <w:rFonts w:ascii="Times New Roman" w:hAnsi="Times New Roman" w:cs="Times New Roman"/>
          <w:lang w:val="et-EE"/>
        </w:rPr>
        <w:t xml:space="preserve">(katastritunnus </w:t>
      </w:r>
      <w:r w:rsidR="00297E31">
        <w:rPr>
          <w:rFonts w:ascii="Times New Roman" w:hAnsi="Times New Roman" w:cs="Times New Roman"/>
          <w:lang w:val="et-EE"/>
        </w:rPr>
        <w:t>28301:001:1223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09E0E3F7" w14:textId="77777777" w:rsidR="00033E45" w:rsidRPr="00033E45" w:rsidRDefault="00033E45" w:rsidP="00033E45">
      <w:pPr>
        <w:widowControl w:val="0"/>
        <w:tabs>
          <w:tab w:val="left" w:pos="284"/>
        </w:tabs>
        <w:autoSpaceDN w:val="0"/>
        <w:adjustRightInd w:val="0"/>
        <w:jc w:val="both"/>
        <w:rPr>
          <w:szCs w:val="24"/>
          <w:lang w:eastAsia="et-EE"/>
        </w:rPr>
      </w:pPr>
    </w:p>
    <w:p w14:paraId="488CC9F6" w14:textId="7E2D39FF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297E31">
        <w:rPr>
          <w:szCs w:val="24"/>
          <w:lang w:eastAsia="et-EE"/>
        </w:rPr>
        <w:t>Tartumaa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9CB954D" w14:textId="77777777" w:rsidR="0084637C" w:rsidRDefault="0084637C" w:rsidP="00A5791E">
      <w:pPr>
        <w:rPr>
          <w:spacing w:val="0"/>
          <w:position w:val="0"/>
          <w:szCs w:val="24"/>
        </w:rPr>
      </w:pPr>
    </w:p>
    <w:p w14:paraId="1218540A" w14:textId="69E53914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3E45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97E31"/>
    <w:rsid w:val="002A1CD0"/>
    <w:rsid w:val="002E4286"/>
    <w:rsid w:val="002E6ECE"/>
    <w:rsid w:val="0031635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20007"/>
    <w:rsid w:val="00546405"/>
    <w:rsid w:val="00573E3E"/>
    <w:rsid w:val="005B09AD"/>
    <w:rsid w:val="005C2177"/>
    <w:rsid w:val="005F2565"/>
    <w:rsid w:val="005F7BE2"/>
    <w:rsid w:val="00630BF5"/>
    <w:rsid w:val="00632D52"/>
    <w:rsid w:val="0065408E"/>
    <w:rsid w:val="00681496"/>
    <w:rsid w:val="006A1BAF"/>
    <w:rsid w:val="006D0212"/>
    <w:rsid w:val="007042CA"/>
    <w:rsid w:val="00704BBF"/>
    <w:rsid w:val="0071774F"/>
    <w:rsid w:val="007B7275"/>
    <w:rsid w:val="007D5A39"/>
    <w:rsid w:val="007E0D20"/>
    <w:rsid w:val="007E5346"/>
    <w:rsid w:val="007F482F"/>
    <w:rsid w:val="007F68A8"/>
    <w:rsid w:val="00801AF7"/>
    <w:rsid w:val="00813670"/>
    <w:rsid w:val="00845FCB"/>
    <w:rsid w:val="0084637C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07132"/>
    <w:rsid w:val="00A13B4E"/>
    <w:rsid w:val="00A1584B"/>
    <w:rsid w:val="00A22619"/>
    <w:rsid w:val="00A35C2C"/>
    <w:rsid w:val="00A5791E"/>
    <w:rsid w:val="00A7508F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52CB9"/>
    <w:rsid w:val="00E64FF2"/>
    <w:rsid w:val="00E8246E"/>
    <w:rsid w:val="00E85637"/>
    <w:rsid w:val="00EC5BAE"/>
    <w:rsid w:val="00EF2513"/>
    <w:rsid w:val="00F04FCF"/>
    <w:rsid w:val="00F06E62"/>
    <w:rsid w:val="00F211C0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4</TotalTime>
  <Pages>1</Pages>
  <Words>141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1356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4</cp:revision>
  <cp:lastPrinted>2023-10-12T10:49:00Z</cp:lastPrinted>
  <dcterms:created xsi:type="dcterms:W3CDTF">2023-11-01T08:33:00Z</dcterms:created>
  <dcterms:modified xsi:type="dcterms:W3CDTF">2023-11-01T08:36:00Z</dcterms:modified>
</cp:coreProperties>
</file>