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2830E" w14:textId="77777777" w:rsidR="00083216" w:rsidRDefault="00083216" w:rsidP="00E327DD">
      <w:pPr>
        <w:pStyle w:val="BodyText3"/>
        <w:widowControl/>
      </w:pPr>
    </w:p>
    <w:p w14:paraId="25EA8E0C" w14:textId="77777777" w:rsidR="00C812CB" w:rsidRDefault="00C812CB" w:rsidP="00C812CB">
      <w:pPr>
        <w:rPr>
          <w:rFonts w:eastAsia="Times New Roman" w:cs="Times New Roman"/>
          <w:szCs w:val="24"/>
        </w:rPr>
      </w:pPr>
    </w:p>
    <w:p w14:paraId="7CC290F0" w14:textId="40182ACE" w:rsidR="00065E0D" w:rsidRDefault="00065E0D" w:rsidP="00065E0D">
      <w:pPr>
        <w:jc w:val="both"/>
      </w:pPr>
      <w:r>
        <w:tab/>
      </w:r>
      <w:r>
        <w:tab/>
      </w:r>
      <w:r>
        <w:tab/>
      </w:r>
      <w:r>
        <w:tab/>
      </w:r>
      <w:r w:rsidR="00C274D6">
        <w:t xml:space="preserve">                  </w:t>
      </w:r>
    </w:p>
    <w:p w14:paraId="4F3F5061" w14:textId="5ACC59D4" w:rsidR="00065E0D" w:rsidRPr="00486D81" w:rsidRDefault="005C3102" w:rsidP="00065E0D">
      <w:pPr>
        <w:jc w:val="both"/>
      </w:pPr>
      <w:r>
        <w:t>Politsei-</w:t>
      </w:r>
      <w:r w:rsidR="00427AA8">
        <w:t xml:space="preserve"> </w:t>
      </w:r>
      <w:r>
        <w:t>ja Piirivalveamet</w:t>
      </w:r>
      <w:r w:rsidR="00065E0D">
        <w:tab/>
      </w:r>
      <w:r w:rsidR="00065E0D">
        <w:tab/>
      </w:r>
      <w:r w:rsidR="00065E0D">
        <w:tab/>
      </w:r>
      <w:r w:rsidR="00065E0D">
        <w:tab/>
      </w:r>
      <w:r w:rsidR="00065E0D">
        <w:tab/>
      </w:r>
      <w:r w:rsidR="00065E0D" w:rsidRPr="00486D81">
        <w:tab/>
      </w:r>
    </w:p>
    <w:p w14:paraId="5673F963" w14:textId="77777777" w:rsidR="00427AA8" w:rsidRDefault="00C274D6" w:rsidP="00065E0D">
      <w:pPr>
        <w:jc w:val="both"/>
      </w:pPr>
      <w:hyperlink r:id="rId8" w:history="1">
        <w:r w:rsidRPr="00C274D6">
          <w:rPr>
            <w:color w:val="0000FF"/>
            <w:u w:val="single"/>
          </w:rPr>
          <w:t>ppa@politsei.ee</w:t>
        </w:r>
      </w:hyperlink>
      <w:r>
        <w:t xml:space="preserve">         </w:t>
      </w:r>
      <w:r w:rsidR="00065E0D">
        <w:t xml:space="preserve">                 </w:t>
      </w:r>
      <w:r>
        <w:t xml:space="preserve">          </w:t>
      </w:r>
    </w:p>
    <w:p w14:paraId="48D329E6" w14:textId="2DA2AA41" w:rsidR="00763C56" w:rsidRPr="00BB111A" w:rsidRDefault="00C274D6" w:rsidP="00763C5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>
        <w:t xml:space="preserve">                </w:t>
      </w:r>
      <w:r w:rsidR="00213D55">
        <w:t xml:space="preserve">    </w:t>
      </w:r>
      <w:r w:rsidR="00763C56" w:rsidRPr="00763C56">
        <w:rPr>
          <w:rFonts w:eastAsia="Calibri" w:cs="Times New Roman"/>
          <w:szCs w:val="24"/>
        </w:rPr>
        <w:t xml:space="preserve">                                                                             Meie 2</w:t>
      </w:r>
      <w:r w:rsidR="00A90F50">
        <w:rPr>
          <w:rFonts w:eastAsia="Calibri" w:cs="Times New Roman"/>
          <w:szCs w:val="24"/>
        </w:rPr>
        <w:t>6</w:t>
      </w:r>
      <w:r w:rsidR="00763C56" w:rsidRPr="00763C56">
        <w:rPr>
          <w:rFonts w:eastAsia="Calibri" w:cs="Times New Roman"/>
          <w:szCs w:val="24"/>
        </w:rPr>
        <w:t xml:space="preserve">.06.2025 nr </w:t>
      </w:r>
      <w:r w:rsidR="00763C56" w:rsidRPr="00C211FF">
        <w:rPr>
          <w:rFonts w:eastAsia="Calibri" w:cs="Times New Roman"/>
          <w:szCs w:val="24"/>
        </w:rPr>
        <w:t>5.1-7/</w:t>
      </w:r>
      <w:r w:rsidR="00C211FF">
        <w:rPr>
          <w:rFonts w:eastAsia="Calibri" w:cs="Times New Roman"/>
          <w:szCs w:val="24"/>
        </w:rPr>
        <w:t>6618</w:t>
      </w:r>
    </w:p>
    <w:p w14:paraId="67FB3BA3" w14:textId="77777777" w:rsidR="00763C56" w:rsidRPr="00763C56" w:rsidRDefault="00763C56" w:rsidP="00763C5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</w:p>
    <w:p w14:paraId="2C2BC950" w14:textId="77777777" w:rsidR="00763C56" w:rsidRPr="00763C56" w:rsidRDefault="00763C56" w:rsidP="00763C5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</w:p>
    <w:p w14:paraId="26D6C786" w14:textId="77777777" w:rsidR="00763C56" w:rsidRPr="00763C56" w:rsidRDefault="00763C56" w:rsidP="00763C5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</w:p>
    <w:p w14:paraId="18B121C5" w14:textId="20BE86DB" w:rsidR="00763C56" w:rsidRPr="00763C56" w:rsidRDefault="00763C56" w:rsidP="00763C5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63C56">
        <w:rPr>
          <w:rFonts w:eastAsia="Calibri" w:cs="Times New Roman"/>
          <w:szCs w:val="24"/>
        </w:rPr>
        <w:t xml:space="preserve">Arvamuse küsimine </w:t>
      </w:r>
    </w:p>
    <w:p w14:paraId="5E693DFC" w14:textId="77777777" w:rsidR="00763C56" w:rsidRPr="00763C56" w:rsidRDefault="00763C56" w:rsidP="00763C5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b/>
          <w:szCs w:val="24"/>
        </w:rPr>
      </w:pPr>
    </w:p>
    <w:p w14:paraId="62996730" w14:textId="77777777" w:rsidR="007363AF" w:rsidRPr="007363AF" w:rsidRDefault="007363AF" w:rsidP="007363A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</w:p>
    <w:p w14:paraId="32188377" w14:textId="5E3D3CB6" w:rsidR="007363AF" w:rsidRPr="007363AF" w:rsidRDefault="007363AF" w:rsidP="007363A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363AF">
        <w:rPr>
          <w:rFonts w:eastAsia="Calibri" w:cs="Times New Roman"/>
          <w:szCs w:val="24"/>
        </w:rPr>
        <w:t xml:space="preserve">Wilcken OÜ esitas 05.06.2025 Narva Linnavalitsuse Linnamajandusametile taotluse, milles palub  võimalusel võõrandada talle Narva linnale kuuluva maa-ala osa aadressil Kose tn 2, Narva linn, katastritunnus 51105:004:0192. Wilcken OÜ omandisse kuulub ka ajalooline Narva Kreenholmi direktori elamu aadressil Kose 4, Narva linn, katastritunnus 51105:004:0064. Selle kinnistuga piirneb Narva linnale kuuluv kinnistu aadressil Kose 2, Narva linn, katastritunnus 51105:004:0192. Taotluse kohaselt </w:t>
      </w:r>
      <w:r w:rsidR="00A53353">
        <w:rPr>
          <w:rFonts w:eastAsia="Calibri" w:cs="Times New Roman"/>
          <w:szCs w:val="24"/>
        </w:rPr>
        <w:t>aitab</w:t>
      </w:r>
      <w:r w:rsidRPr="007363AF">
        <w:rPr>
          <w:rFonts w:eastAsia="Calibri" w:cs="Times New Roman"/>
          <w:szCs w:val="24"/>
        </w:rPr>
        <w:t xml:space="preserve"> nimetatud kinnistu omandamine kaasa hoone Kose tn 4, Narva linn, arendamisel</w:t>
      </w:r>
      <w:r w:rsidR="00A53353">
        <w:rPr>
          <w:rFonts w:eastAsia="Calibri" w:cs="Times New Roman"/>
          <w:szCs w:val="24"/>
        </w:rPr>
        <w:t>e</w:t>
      </w:r>
      <w:r w:rsidRPr="007363AF">
        <w:rPr>
          <w:rFonts w:eastAsia="Calibri" w:cs="Times New Roman"/>
          <w:szCs w:val="24"/>
        </w:rPr>
        <w:t xml:space="preserve"> ning kasutamisel</w:t>
      </w:r>
      <w:r w:rsidR="00A53353">
        <w:rPr>
          <w:rFonts w:eastAsia="Calibri" w:cs="Times New Roman"/>
          <w:szCs w:val="24"/>
        </w:rPr>
        <w:t>e</w:t>
      </w:r>
      <w:r w:rsidRPr="007363AF">
        <w:rPr>
          <w:rFonts w:eastAsia="Calibri" w:cs="Times New Roman"/>
          <w:szCs w:val="24"/>
        </w:rPr>
        <w:t>.</w:t>
      </w:r>
    </w:p>
    <w:p w14:paraId="71783CB3" w14:textId="77777777" w:rsidR="007363AF" w:rsidRPr="007363AF" w:rsidRDefault="007363AF" w:rsidP="007363A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</w:p>
    <w:p w14:paraId="2CBDA261" w14:textId="4F7E32C9" w:rsidR="007363AF" w:rsidRPr="007363AF" w:rsidRDefault="007363AF" w:rsidP="007363A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363AF">
        <w:rPr>
          <w:rFonts w:eastAsia="Calibri" w:cs="Times New Roman"/>
          <w:szCs w:val="24"/>
        </w:rPr>
        <w:t>Kinnistusraamatu andmetel on kinnistu aadressil Kose tn 2, Narva linn, pindala 631 m², sihtotstarve: üldkasutatav maa 100%, katastrisse kantud 21. jaanuaril 2011, maa maksustamishind 189</w:t>
      </w:r>
      <w:r w:rsidR="0052750E">
        <w:rPr>
          <w:rFonts w:eastAsia="Calibri" w:cs="Times New Roman"/>
          <w:szCs w:val="24"/>
        </w:rPr>
        <w:t xml:space="preserve"> eurot</w:t>
      </w:r>
      <w:r w:rsidRPr="007363AF">
        <w:rPr>
          <w:rFonts w:eastAsia="Calibri" w:cs="Times New Roman"/>
          <w:szCs w:val="24"/>
        </w:rPr>
        <w:t>, kinnistu nr 3868109 omandivorm – munitsipaalomand, bilansiline maksumus on tänase seisuga 159,78 eurot.</w:t>
      </w:r>
    </w:p>
    <w:p w14:paraId="020B26C1" w14:textId="77777777" w:rsidR="007363AF" w:rsidRPr="007363AF" w:rsidRDefault="007363AF" w:rsidP="007363A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</w:p>
    <w:p w14:paraId="00DA607B" w14:textId="66CDC919" w:rsidR="007363AF" w:rsidRPr="007363AF" w:rsidRDefault="007363AF" w:rsidP="007363A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363AF">
        <w:rPr>
          <w:rFonts w:eastAsia="Calibri" w:cs="Times New Roman"/>
          <w:szCs w:val="24"/>
        </w:rPr>
        <w:t>Kuna nimetatud kinnistu asub Eesti ja Venemaa riigipiiri läheduses, leiame, et otstarbekas on välja</w:t>
      </w:r>
      <w:r w:rsidR="00A53353" w:rsidRPr="00A53353">
        <w:rPr>
          <w:rFonts w:eastAsia="Calibri" w:cs="Times New Roman"/>
          <w:szCs w:val="24"/>
        </w:rPr>
        <w:t xml:space="preserve"> </w:t>
      </w:r>
      <w:r w:rsidR="00A53353" w:rsidRPr="007363AF">
        <w:rPr>
          <w:rFonts w:eastAsia="Calibri" w:cs="Times New Roman"/>
          <w:szCs w:val="24"/>
        </w:rPr>
        <w:t>selgitada</w:t>
      </w:r>
      <w:r w:rsidRPr="007363AF">
        <w:rPr>
          <w:rFonts w:eastAsia="Calibri" w:cs="Times New Roman"/>
          <w:szCs w:val="24"/>
        </w:rPr>
        <w:t>, kas kinnistu aadressil Kose tn 2, Narva linn (katastritunnus 51105:004:0192) on riigile vajalik.</w:t>
      </w:r>
    </w:p>
    <w:p w14:paraId="54B40229" w14:textId="77777777" w:rsidR="007363AF" w:rsidRPr="007363AF" w:rsidRDefault="007363AF" w:rsidP="007363A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</w:p>
    <w:p w14:paraId="18C3C791" w14:textId="1300CCD3" w:rsidR="007363AF" w:rsidRPr="007363AF" w:rsidRDefault="007363AF" w:rsidP="007363A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Times New Roman"/>
          <w:szCs w:val="24"/>
        </w:rPr>
      </w:pPr>
      <w:r w:rsidRPr="007363AF">
        <w:rPr>
          <w:rFonts w:eastAsia="Calibri" w:cs="Times New Roman"/>
          <w:szCs w:val="24"/>
        </w:rPr>
        <w:t>Palume Teie arvamust selle kohta</w:t>
      </w:r>
      <w:r w:rsidR="0052750E">
        <w:rPr>
          <w:rFonts w:eastAsia="Calibri" w:cs="Times New Roman"/>
          <w:szCs w:val="24"/>
        </w:rPr>
        <w:t>.</w:t>
      </w:r>
    </w:p>
    <w:p w14:paraId="664FEA83" w14:textId="77777777" w:rsidR="00763C56" w:rsidRPr="00763C56" w:rsidRDefault="00763C56" w:rsidP="00763C5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14:paraId="552943F6" w14:textId="22E4A0DF" w:rsidR="00BF7E87" w:rsidRDefault="00BF7E87" w:rsidP="00763C56">
      <w:pPr>
        <w:ind w:left="2880" w:firstLine="720"/>
        <w:jc w:val="both"/>
        <w:rPr>
          <w:rFonts w:eastAsia="Times New Roman" w:cs="Times New Roman"/>
          <w:szCs w:val="24"/>
        </w:rPr>
      </w:pPr>
    </w:p>
    <w:p w14:paraId="17B9FC6D" w14:textId="77777777" w:rsidR="00C812CB" w:rsidRPr="00970374" w:rsidRDefault="00C812CB" w:rsidP="00C812CB">
      <w:pPr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Lugupidamisega</w:t>
      </w:r>
    </w:p>
    <w:p w14:paraId="55159479" w14:textId="77777777" w:rsidR="00C812CB" w:rsidRPr="00970374" w:rsidRDefault="00C812CB" w:rsidP="00C812CB">
      <w:pPr>
        <w:jc w:val="both"/>
        <w:rPr>
          <w:rFonts w:eastAsia="Times New Roman" w:cs="Times New Roman"/>
          <w:szCs w:val="24"/>
        </w:rPr>
      </w:pPr>
    </w:p>
    <w:p w14:paraId="37EDCC9C" w14:textId="42ADFE87" w:rsidR="00C812CB" w:rsidRPr="00427AA8" w:rsidRDefault="00427AA8" w:rsidP="00C812CB">
      <w:pPr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(allkirjastatud digitaalselt)</w:t>
      </w:r>
    </w:p>
    <w:p w14:paraId="38CF50AB" w14:textId="77777777" w:rsidR="00C812CB" w:rsidRPr="00970374" w:rsidRDefault="00C812CB" w:rsidP="00C812CB">
      <w:pPr>
        <w:jc w:val="both"/>
        <w:rPr>
          <w:rFonts w:eastAsia="Times New Roman" w:cs="Times New Roman"/>
          <w:szCs w:val="24"/>
        </w:rPr>
      </w:pPr>
    </w:p>
    <w:p w14:paraId="04567B5A" w14:textId="092AD6E6" w:rsidR="00C812CB" w:rsidRPr="00970374" w:rsidRDefault="005C3102" w:rsidP="00C812CB">
      <w:pPr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Natalja Šibalova</w:t>
      </w:r>
    </w:p>
    <w:p w14:paraId="04C6ED43" w14:textId="77777777" w:rsidR="00C812CB" w:rsidRPr="00970374" w:rsidRDefault="00DB6A56" w:rsidP="00C812CB">
      <w:pPr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direktor</w:t>
      </w:r>
    </w:p>
    <w:p w14:paraId="09EF0117" w14:textId="77777777" w:rsidR="003A1DAA" w:rsidRDefault="003A1DAA" w:rsidP="00C812CB">
      <w:pPr>
        <w:rPr>
          <w:rFonts w:eastAsia="Times New Roman" w:cs="Times New Roman"/>
          <w:sz w:val="20"/>
          <w:szCs w:val="20"/>
        </w:rPr>
      </w:pPr>
    </w:p>
    <w:p w14:paraId="3109968A" w14:textId="77777777" w:rsidR="003A1DAA" w:rsidRPr="003F39AF" w:rsidRDefault="003A1DAA" w:rsidP="00C812CB">
      <w:pPr>
        <w:rPr>
          <w:rFonts w:eastAsia="Times New Roman" w:cs="Times New Roman"/>
          <w:sz w:val="20"/>
          <w:szCs w:val="20"/>
          <w:lang w:val="en-US"/>
        </w:rPr>
      </w:pPr>
    </w:p>
    <w:p w14:paraId="6A08E155" w14:textId="77777777" w:rsidR="00C76677" w:rsidRDefault="00C76677" w:rsidP="00C812CB">
      <w:pPr>
        <w:rPr>
          <w:rFonts w:eastAsia="Times New Roman" w:cs="Times New Roman"/>
          <w:sz w:val="20"/>
          <w:szCs w:val="20"/>
          <w:lang w:val="en-US"/>
        </w:rPr>
      </w:pPr>
    </w:p>
    <w:p w14:paraId="43CB4C70" w14:textId="77777777" w:rsidR="0052750E" w:rsidRPr="003F39AF" w:rsidRDefault="0052750E" w:rsidP="00C812CB">
      <w:pPr>
        <w:rPr>
          <w:rFonts w:eastAsia="Times New Roman" w:cs="Times New Roman"/>
          <w:sz w:val="20"/>
          <w:szCs w:val="20"/>
          <w:lang w:val="en-US"/>
        </w:rPr>
      </w:pPr>
    </w:p>
    <w:p w14:paraId="57E0F509" w14:textId="77777777" w:rsidR="003A1DAA" w:rsidRDefault="003A1DAA" w:rsidP="00C812CB">
      <w:pPr>
        <w:rPr>
          <w:rFonts w:eastAsia="Times New Roman" w:cs="Times New Roman"/>
          <w:sz w:val="20"/>
          <w:szCs w:val="20"/>
        </w:rPr>
      </w:pPr>
    </w:p>
    <w:p w14:paraId="68C4E033" w14:textId="77777777" w:rsidR="003A54C5" w:rsidRDefault="003A54C5" w:rsidP="00C812CB">
      <w:pPr>
        <w:rPr>
          <w:rFonts w:eastAsia="Times New Roman" w:cs="Times New Roman"/>
          <w:sz w:val="20"/>
          <w:szCs w:val="20"/>
        </w:rPr>
      </w:pPr>
    </w:p>
    <w:p w14:paraId="72B57081" w14:textId="77777777" w:rsidR="00A53353" w:rsidRDefault="00A53353" w:rsidP="00C812CB">
      <w:pPr>
        <w:rPr>
          <w:rFonts w:eastAsia="Times New Roman" w:cs="Times New Roman"/>
          <w:sz w:val="20"/>
          <w:szCs w:val="20"/>
        </w:rPr>
      </w:pPr>
    </w:p>
    <w:p w14:paraId="54AE44A6" w14:textId="77777777" w:rsidR="00A53353" w:rsidRDefault="00A53353" w:rsidP="00C812CB">
      <w:pPr>
        <w:rPr>
          <w:rFonts w:eastAsia="Times New Roman" w:cs="Times New Roman"/>
          <w:sz w:val="20"/>
          <w:szCs w:val="20"/>
        </w:rPr>
      </w:pPr>
    </w:p>
    <w:p w14:paraId="6C25505B" w14:textId="77777777" w:rsidR="005A175D" w:rsidRDefault="005A175D" w:rsidP="00C812CB">
      <w:pPr>
        <w:rPr>
          <w:rFonts w:eastAsia="Times New Roman" w:cs="Times New Roman"/>
          <w:sz w:val="20"/>
          <w:szCs w:val="20"/>
        </w:rPr>
      </w:pPr>
    </w:p>
    <w:p w14:paraId="6E889716" w14:textId="376F16DF" w:rsidR="00E20669" w:rsidRPr="002D7A6D" w:rsidRDefault="0096136D" w:rsidP="008B034B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Anastassia Handoga 5303</w:t>
      </w:r>
      <w:r w:rsidR="0052750E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3522</w:t>
      </w:r>
    </w:p>
    <w:p w14:paraId="091913B8" w14:textId="49317AB1" w:rsidR="00AA6260" w:rsidRPr="002D7A6D" w:rsidRDefault="0096136D" w:rsidP="008B034B">
      <w:pPr>
        <w:rPr>
          <w:szCs w:val="24"/>
        </w:rPr>
      </w:pPr>
      <w:hyperlink r:id="rId9" w:history="1">
        <w:r w:rsidRPr="004C285A">
          <w:rPr>
            <w:rStyle w:val="Hyperlink"/>
            <w:rFonts w:eastAsia="Times New Roman" w:cs="Times New Roman"/>
            <w:szCs w:val="24"/>
          </w:rPr>
          <w:t>anastassia.handoga@narva.ee</w:t>
        </w:r>
      </w:hyperlink>
    </w:p>
    <w:p w14:paraId="2AEB2B65" w14:textId="77777777" w:rsidR="002D7A6D" w:rsidRDefault="002D7A6D"/>
    <w:sectPr w:rsidR="002D7A6D" w:rsidSect="00A53353">
      <w:headerReference w:type="first" r:id="rId10"/>
      <w:footerReference w:type="first" r:id="rId11"/>
      <w:pgSz w:w="11907" w:h="16839" w:code="9"/>
      <w:pgMar w:top="680" w:right="851" w:bottom="680" w:left="1701" w:header="709" w:footer="5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81457" w14:textId="77777777" w:rsidR="00ED79CC" w:rsidRDefault="00ED79CC">
      <w:r>
        <w:separator/>
      </w:r>
    </w:p>
  </w:endnote>
  <w:endnote w:type="continuationSeparator" w:id="0">
    <w:p w14:paraId="07F7820E" w14:textId="77777777" w:rsidR="00ED79CC" w:rsidRDefault="00ED7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FE660" w14:textId="77777777" w:rsidR="00AA6260" w:rsidRPr="003C1D3E" w:rsidRDefault="00AA6260" w:rsidP="00AA6260">
    <w:pPr>
      <w:ind w:right="-851"/>
      <w:rPr>
        <w:rFonts w:ascii="Calibri" w:hAnsi="Calibri"/>
        <w:sz w:val="22"/>
        <w:lang w:val="en-US"/>
      </w:rPr>
    </w:pPr>
    <w:r>
      <w:rPr>
        <w:rFonts w:ascii="Calibri" w:hAnsi="Calibri"/>
        <w:noProof/>
        <w:sz w:val="22"/>
        <w:lang w:eastAsia="et-EE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55952EB" wp14:editId="3ECEDD3C">
              <wp:simplePos x="0" y="0"/>
              <wp:positionH relativeFrom="column">
                <wp:posOffset>-42545</wp:posOffset>
              </wp:positionH>
              <wp:positionV relativeFrom="paragraph">
                <wp:posOffset>-67945</wp:posOffset>
              </wp:positionV>
              <wp:extent cx="5934075" cy="635"/>
              <wp:effectExtent l="0" t="0" r="9525" b="37465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20D36D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-5.35pt" to="463.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 w:rsidRPr="003C1D3E">
      <w:rPr>
        <w:rFonts w:ascii="Calibri" w:hAnsi="Calibri"/>
        <w:sz w:val="22"/>
        <w:lang w:val="en-US"/>
      </w:rPr>
      <w:t>Peetri plats  3</w:t>
    </w:r>
    <w:r w:rsidRPr="003C1D3E">
      <w:rPr>
        <w:rFonts w:ascii="Calibri" w:hAnsi="Calibri"/>
        <w:sz w:val="22"/>
        <w:lang w:val="en-US"/>
      </w:rPr>
      <w:tab/>
    </w:r>
    <w:r w:rsidRPr="003C1D3E">
      <w:rPr>
        <w:rFonts w:ascii="Calibri" w:hAnsi="Calibri"/>
        <w:sz w:val="22"/>
        <w:lang w:val="en-US"/>
      </w:rPr>
      <w:tab/>
    </w:r>
    <w:r w:rsidRPr="003C1D3E">
      <w:rPr>
        <w:rFonts w:ascii="Calibri" w:hAnsi="Calibri"/>
        <w:sz w:val="22"/>
        <w:lang w:val="en-US"/>
      </w:rPr>
      <w:tab/>
      <w:t>tel 35 99 155</w:t>
    </w:r>
    <w:r w:rsidRPr="003C1D3E">
      <w:rPr>
        <w:rFonts w:ascii="Calibri" w:hAnsi="Calibri"/>
        <w:sz w:val="22"/>
        <w:lang w:val="en-US"/>
      </w:rPr>
      <w:tab/>
    </w:r>
    <w:r w:rsidRPr="003C1D3E">
      <w:rPr>
        <w:rFonts w:ascii="Calibri" w:hAnsi="Calibri"/>
        <w:sz w:val="22"/>
        <w:lang w:val="en-US"/>
      </w:rPr>
      <w:tab/>
    </w:r>
    <w:r w:rsidRPr="003C1D3E">
      <w:rPr>
        <w:rFonts w:ascii="Calibri" w:hAnsi="Calibri"/>
        <w:sz w:val="22"/>
        <w:lang w:val="en-US"/>
      </w:rPr>
      <w:tab/>
    </w:r>
    <w:r w:rsidRPr="003C1D3E">
      <w:rPr>
        <w:rFonts w:ascii="Calibri" w:hAnsi="Calibri"/>
        <w:sz w:val="22"/>
        <w:lang w:val="en-US"/>
      </w:rPr>
      <w:tab/>
      <w:t>a/a EE101010220258554220</w:t>
    </w:r>
  </w:p>
  <w:p w14:paraId="4E35BEE0" w14:textId="77777777" w:rsidR="00AA6260" w:rsidRPr="003C1D3E" w:rsidRDefault="00AA6260" w:rsidP="00AA6260">
    <w:pPr>
      <w:rPr>
        <w:rFonts w:ascii="Calibri" w:hAnsi="Calibri"/>
        <w:sz w:val="22"/>
        <w:lang w:val="fi-FI"/>
      </w:rPr>
    </w:pPr>
    <w:r w:rsidRPr="003C1D3E">
      <w:rPr>
        <w:rFonts w:ascii="Calibri" w:hAnsi="Calibri"/>
        <w:sz w:val="22"/>
        <w:lang w:val="fi-FI"/>
      </w:rPr>
      <w:t>20308 Narva</w:t>
    </w:r>
    <w:r w:rsidRPr="003C1D3E">
      <w:rPr>
        <w:rFonts w:ascii="Calibri" w:hAnsi="Calibri"/>
        <w:sz w:val="22"/>
        <w:lang w:val="fi-FI"/>
      </w:rPr>
      <w:tab/>
    </w:r>
    <w:r w:rsidRPr="003C1D3E">
      <w:rPr>
        <w:rFonts w:ascii="Calibri" w:hAnsi="Calibri"/>
        <w:sz w:val="22"/>
        <w:lang w:val="fi-FI"/>
      </w:rPr>
      <w:tab/>
    </w:r>
    <w:r w:rsidRPr="003C1D3E">
      <w:rPr>
        <w:rFonts w:ascii="Calibri" w:hAnsi="Calibri"/>
        <w:sz w:val="22"/>
        <w:lang w:val="fi-FI"/>
      </w:rPr>
      <w:tab/>
      <w:t>e-</w:t>
    </w:r>
    <w:r>
      <w:rPr>
        <w:rFonts w:ascii="Calibri" w:hAnsi="Calibri"/>
        <w:sz w:val="22"/>
        <w:lang w:val="fi-FI"/>
      </w:rPr>
      <w:t xml:space="preserve">post </w:t>
    </w:r>
    <w:r w:rsidRPr="003C1D3E">
      <w:rPr>
        <w:rFonts w:ascii="Calibri" w:hAnsi="Calibri"/>
        <w:sz w:val="22"/>
        <w:lang w:val="fi-FI"/>
      </w:rPr>
      <w:t xml:space="preserve"> </w:t>
    </w:r>
    <w:hyperlink r:id="rId1" w:history="1">
      <w:r w:rsidRPr="003C1D3E">
        <w:rPr>
          <w:rStyle w:val="Hyperlink"/>
          <w:rFonts w:ascii="Calibri" w:hAnsi="Calibri"/>
          <w:sz w:val="22"/>
          <w:lang w:val="fi-FI"/>
        </w:rPr>
        <w:t>linnamajandus@narva.ee</w:t>
      </w:r>
    </w:hyperlink>
    <w:r w:rsidRPr="003C1D3E">
      <w:rPr>
        <w:rFonts w:ascii="Calibri" w:hAnsi="Calibri"/>
        <w:sz w:val="22"/>
        <w:lang w:val="fi-FI"/>
      </w:rPr>
      <w:tab/>
      <w:t>SEB pank</w:t>
    </w:r>
  </w:p>
  <w:p w14:paraId="7EE87495" w14:textId="77777777" w:rsidR="00AA6260" w:rsidRPr="00AA6260" w:rsidRDefault="00AA6260" w:rsidP="00AA6260">
    <w:pPr>
      <w:rPr>
        <w:rFonts w:ascii="Calibri" w:hAnsi="Calibri"/>
        <w:sz w:val="22"/>
        <w:lang w:val="en-US"/>
      </w:rPr>
    </w:pPr>
    <w:r w:rsidRPr="003C1D3E">
      <w:rPr>
        <w:rFonts w:ascii="Calibri" w:hAnsi="Calibri"/>
        <w:sz w:val="22"/>
        <w:lang w:val="en-US"/>
      </w:rPr>
      <w:t>reg nr 75039729</w:t>
    </w:r>
    <w:r w:rsidRPr="003C1D3E">
      <w:rPr>
        <w:rFonts w:ascii="Calibri" w:hAnsi="Calibri"/>
        <w:sz w:val="22"/>
        <w:lang w:val="en-US"/>
      </w:rPr>
      <w:tab/>
    </w:r>
    <w:r w:rsidRPr="003C1D3E">
      <w:rPr>
        <w:rFonts w:ascii="Calibri" w:hAnsi="Calibri"/>
        <w:sz w:val="22"/>
        <w:lang w:val="en-US"/>
      </w:rPr>
      <w:tab/>
      <w:t>www.narva.ee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A38E4" w14:textId="77777777" w:rsidR="00ED79CC" w:rsidRDefault="00ED79CC">
      <w:r>
        <w:separator/>
      </w:r>
    </w:p>
  </w:footnote>
  <w:footnote w:type="continuationSeparator" w:id="0">
    <w:p w14:paraId="4911E71B" w14:textId="77777777" w:rsidR="00ED79CC" w:rsidRDefault="00ED7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64226" w14:textId="77777777" w:rsidR="00AA6260" w:rsidRPr="0011537C" w:rsidRDefault="00AA6260" w:rsidP="00AA6260">
    <w:pPr>
      <w:pStyle w:val="Header"/>
      <w:jc w:val="center"/>
      <w:rPr>
        <w:b/>
        <w:sz w:val="32"/>
        <w:szCs w:val="32"/>
        <w:lang w:val="fi-FI"/>
      </w:rPr>
    </w:pPr>
    <w:r>
      <w:rPr>
        <w:b/>
        <w:noProof/>
        <w:sz w:val="32"/>
        <w:szCs w:val="32"/>
        <w:lang w:val="et-EE" w:eastAsia="et-EE"/>
      </w:rPr>
      <w:drawing>
        <wp:anchor distT="0" distB="0" distL="114300" distR="114300" simplePos="0" relativeHeight="251660288" behindDoc="1" locked="0" layoutInCell="1" allowOverlap="1" wp14:anchorId="61EC62AB" wp14:editId="44922319">
          <wp:simplePos x="0" y="0"/>
          <wp:positionH relativeFrom="column">
            <wp:posOffset>4781550</wp:posOffset>
          </wp:positionH>
          <wp:positionV relativeFrom="paragraph">
            <wp:posOffset>-106680</wp:posOffset>
          </wp:positionV>
          <wp:extent cx="571500" cy="685800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537C">
      <w:rPr>
        <w:b/>
        <w:sz w:val="32"/>
        <w:szCs w:val="32"/>
        <w:lang w:val="fi-FI"/>
      </w:rPr>
      <w:t>NARVA LINNAVALITSUSE</w:t>
    </w:r>
  </w:p>
  <w:p w14:paraId="3DD4A51D" w14:textId="77777777" w:rsidR="00AA6260" w:rsidRPr="00E327DD" w:rsidRDefault="00AA6260" w:rsidP="00AA6260">
    <w:pPr>
      <w:pStyle w:val="Header"/>
      <w:jc w:val="center"/>
      <w:rPr>
        <w:b/>
        <w:sz w:val="40"/>
        <w:szCs w:val="40"/>
        <w:lang w:val="fi-FI"/>
      </w:rPr>
    </w:pPr>
    <w:r w:rsidRPr="00E327DD">
      <w:rPr>
        <w:b/>
        <w:sz w:val="40"/>
        <w:szCs w:val="40"/>
        <w:lang w:val="fi-FI"/>
      </w:rPr>
      <w:t>LINNAMAJANDUSAMET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5617FC"/>
    <w:multiLevelType w:val="hybridMultilevel"/>
    <w:tmpl w:val="10C81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256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54A"/>
    <w:rsid w:val="00000578"/>
    <w:rsid w:val="00030095"/>
    <w:rsid w:val="00043218"/>
    <w:rsid w:val="000450AC"/>
    <w:rsid w:val="000467A1"/>
    <w:rsid w:val="0006308C"/>
    <w:rsid w:val="00065E0D"/>
    <w:rsid w:val="00073615"/>
    <w:rsid w:val="00083216"/>
    <w:rsid w:val="00097C37"/>
    <w:rsid w:val="000A304C"/>
    <w:rsid w:val="000C0B63"/>
    <w:rsid w:val="000C5B2B"/>
    <w:rsid w:val="000D7ACC"/>
    <w:rsid w:val="0011537C"/>
    <w:rsid w:val="00127E74"/>
    <w:rsid w:val="001365A9"/>
    <w:rsid w:val="00140489"/>
    <w:rsid w:val="00161CD5"/>
    <w:rsid w:val="00184D0B"/>
    <w:rsid w:val="001A2FBE"/>
    <w:rsid w:val="001B0B87"/>
    <w:rsid w:val="001C1777"/>
    <w:rsid w:val="001D6182"/>
    <w:rsid w:val="001F0CC7"/>
    <w:rsid w:val="001F5623"/>
    <w:rsid w:val="001F5FBF"/>
    <w:rsid w:val="0021153B"/>
    <w:rsid w:val="00213D55"/>
    <w:rsid w:val="00222C6E"/>
    <w:rsid w:val="0025561B"/>
    <w:rsid w:val="002722A7"/>
    <w:rsid w:val="002D7A6D"/>
    <w:rsid w:val="003168E9"/>
    <w:rsid w:val="00323BCC"/>
    <w:rsid w:val="00344436"/>
    <w:rsid w:val="00367557"/>
    <w:rsid w:val="00375F07"/>
    <w:rsid w:val="0039747A"/>
    <w:rsid w:val="003A1DAA"/>
    <w:rsid w:val="003A54C5"/>
    <w:rsid w:val="003C1D3E"/>
    <w:rsid w:val="003F39AF"/>
    <w:rsid w:val="003F6185"/>
    <w:rsid w:val="00427AA8"/>
    <w:rsid w:val="004325E8"/>
    <w:rsid w:val="00440471"/>
    <w:rsid w:val="00450950"/>
    <w:rsid w:val="00455058"/>
    <w:rsid w:val="004836B4"/>
    <w:rsid w:val="00490C07"/>
    <w:rsid w:val="004953B9"/>
    <w:rsid w:val="0049637D"/>
    <w:rsid w:val="004B1444"/>
    <w:rsid w:val="004C2570"/>
    <w:rsid w:val="004F6000"/>
    <w:rsid w:val="00504447"/>
    <w:rsid w:val="0052750E"/>
    <w:rsid w:val="005567AE"/>
    <w:rsid w:val="005966BE"/>
    <w:rsid w:val="0059780D"/>
    <w:rsid w:val="005A175D"/>
    <w:rsid w:val="005C2CCE"/>
    <w:rsid w:val="005C3102"/>
    <w:rsid w:val="005C44AE"/>
    <w:rsid w:val="005E6552"/>
    <w:rsid w:val="005E6751"/>
    <w:rsid w:val="00600B3F"/>
    <w:rsid w:val="006072EB"/>
    <w:rsid w:val="00620D4D"/>
    <w:rsid w:val="00644D61"/>
    <w:rsid w:val="0066254A"/>
    <w:rsid w:val="00667B4C"/>
    <w:rsid w:val="006764D3"/>
    <w:rsid w:val="006A6879"/>
    <w:rsid w:val="006B3DB3"/>
    <w:rsid w:val="006B58EE"/>
    <w:rsid w:val="006B75BF"/>
    <w:rsid w:val="006C716E"/>
    <w:rsid w:val="006E6187"/>
    <w:rsid w:val="006E7391"/>
    <w:rsid w:val="006F3A76"/>
    <w:rsid w:val="006F7DF4"/>
    <w:rsid w:val="00715CED"/>
    <w:rsid w:val="00715E74"/>
    <w:rsid w:val="007208BE"/>
    <w:rsid w:val="007253F7"/>
    <w:rsid w:val="00727417"/>
    <w:rsid w:val="007363AF"/>
    <w:rsid w:val="00763C56"/>
    <w:rsid w:val="0076433A"/>
    <w:rsid w:val="00781926"/>
    <w:rsid w:val="00793F2C"/>
    <w:rsid w:val="007A51E7"/>
    <w:rsid w:val="007F1B61"/>
    <w:rsid w:val="008A133C"/>
    <w:rsid w:val="008A49C1"/>
    <w:rsid w:val="008B034B"/>
    <w:rsid w:val="008E3EB3"/>
    <w:rsid w:val="008F4056"/>
    <w:rsid w:val="00912AB4"/>
    <w:rsid w:val="00912AF0"/>
    <w:rsid w:val="00921135"/>
    <w:rsid w:val="0096136D"/>
    <w:rsid w:val="00965B20"/>
    <w:rsid w:val="00983291"/>
    <w:rsid w:val="009A3E33"/>
    <w:rsid w:val="009F787F"/>
    <w:rsid w:val="00A077AD"/>
    <w:rsid w:val="00A17F82"/>
    <w:rsid w:val="00A22B47"/>
    <w:rsid w:val="00A443E1"/>
    <w:rsid w:val="00A53353"/>
    <w:rsid w:val="00A74D87"/>
    <w:rsid w:val="00A81D6A"/>
    <w:rsid w:val="00A81EA7"/>
    <w:rsid w:val="00A903B9"/>
    <w:rsid w:val="00A90F50"/>
    <w:rsid w:val="00AA6260"/>
    <w:rsid w:val="00AA7565"/>
    <w:rsid w:val="00AF1B9B"/>
    <w:rsid w:val="00B00B2C"/>
    <w:rsid w:val="00B62316"/>
    <w:rsid w:val="00B759DA"/>
    <w:rsid w:val="00B95DF2"/>
    <w:rsid w:val="00BA1968"/>
    <w:rsid w:val="00BB111A"/>
    <w:rsid w:val="00BD5C03"/>
    <w:rsid w:val="00BE6CFF"/>
    <w:rsid w:val="00BF7E87"/>
    <w:rsid w:val="00C211FF"/>
    <w:rsid w:val="00C274D6"/>
    <w:rsid w:val="00C53A1D"/>
    <w:rsid w:val="00C5713A"/>
    <w:rsid w:val="00C74A2E"/>
    <w:rsid w:val="00C76677"/>
    <w:rsid w:val="00C812CB"/>
    <w:rsid w:val="00C82A1C"/>
    <w:rsid w:val="00C94C72"/>
    <w:rsid w:val="00C95060"/>
    <w:rsid w:val="00C96778"/>
    <w:rsid w:val="00CA7A78"/>
    <w:rsid w:val="00CB4D9D"/>
    <w:rsid w:val="00CE7C0C"/>
    <w:rsid w:val="00CF7105"/>
    <w:rsid w:val="00D03AEB"/>
    <w:rsid w:val="00D22427"/>
    <w:rsid w:val="00D364A7"/>
    <w:rsid w:val="00D936F5"/>
    <w:rsid w:val="00DA283F"/>
    <w:rsid w:val="00DB6A56"/>
    <w:rsid w:val="00DD0F2F"/>
    <w:rsid w:val="00DD57B7"/>
    <w:rsid w:val="00DF6E2E"/>
    <w:rsid w:val="00E07D5D"/>
    <w:rsid w:val="00E20669"/>
    <w:rsid w:val="00E327DD"/>
    <w:rsid w:val="00E60A1C"/>
    <w:rsid w:val="00E74A24"/>
    <w:rsid w:val="00E762F9"/>
    <w:rsid w:val="00ED79CC"/>
    <w:rsid w:val="00EE79EC"/>
    <w:rsid w:val="00EF5E3D"/>
    <w:rsid w:val="00F02AEB"/>
    <w:rsid w:val="00F06A3E"/>
    <w:rsid w:val="00F13E10"/>
    <w:rsid w:val="00F25BC6"/>
    <w:rsid w:val="00F25C41"/>
    <w:rsid w:val="00F73B73"/>
    <w:rsid w:val="00F813EE"/>
    <w:rsid w:val="00F8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CCB353"/>
  <w15:docId w15:val="{C167FD7E-BD70-4C56-986B-EFC8BCA07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12CB"/>
    <w:rPr>
      <w:rFonts w:eastAsiaTheme="minorHAnsi" w:cstheme="minorBidi"/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083216"/>
    <w:pPr>
      <w:keepNext/>
      <w:widowControl w:val="0"/>
      <w:overflowPunct w:val="0"/>
      <w:autoSpaceDE w:val="0"/>
      <w:autoSpaceDN w:val="0"/>
      <w:adjustRightInd w:val="0"/>
      <w:textAlignment w:val="baseline"/>
      <w:outlineLvl w:val="0"/>
    </w:pPr>
    <w:rPr>
      <w:rFonts w:eastAsia="Times New Roman" w:cs="Times New Roman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0"/>
      <w:szCs w:val="20"/>
      <w:lang w:val="ru-RU"/>
    </w:rPr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0"/>
      <w:szCs w:val="20"/>
      <w:lang w:val="ru-RU"/>
    </w:rPr>
  </w:style>
  <w:style w:type="paragraph" w:styleId="BodyText3">
    <w:name w:val="Body Text 3"/>
    <w:basedOn w:val="Normal"/>
    <w:rsid w:val="000832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Cs w:val="20"/>
    </w:rPr>
  </w:style>
  <w:style w:type="character" w:styleId="Hyperlink">
    <w:name w:val="Hyperlink"/>
    <w:uiPriority w:val="99"/>
    <w:unhideWhenUsed/>
    <w:rsid w:val="00E327DD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C310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E79EC"/>
    <w:pPr>
      <w:spacing w:after="160" w:line="259" w:lineRule="auto"/>
      <w:ind w:left="720"/>
      <w:contextualSpacing/>
    </w:pPr>
    <w:rPr>
      <w:rFonts w:asciiTheme="minorHAnsi" w:hAnsiTheme="minorHAnsi"/>
      <w:sz w:val="2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613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pa@politsei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astassia.handoga@narva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majandus@narv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lja\Documents\Natalja\plangid\LMA_KIRJAPLANK_U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3D9B1-44E8-4012-9602-A25F8D3EE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LMA_KIRJAPLANK_UUS</Template>
  <TotalTime>21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Narva Linnavalitsus</Company>
  <LinksUpToDate>false</LinksUpToDate>
  <CharactersWithSpaces>1626</CharactersWithSpaces>
  <SharedDoc>false</SharedDoc>
  <HLinks>
    <vt:vector size="6" baseType="variant">
      <vt:variant>
        <vt:i4>917544</vt:i4>
      </vt:variant>
      <vt:variant>
        <vt:i4>0</vt:i4>
      </vt:variant>
      <vt:variant>
        <vt:i4>0</vt:i4>
      </vt:variant>
      <vt:variant>
        <vt:i4>5</vt:i4>
      </vt:variant>
      <vt:variant>
        <vt:lpwstr>mailto:linnamajandus@narva.ee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Natalja</dc:creator>
  <cp:lastModifiedBy>Darja Orehhova</cp:lastModifiedBy>
  <cp:revision>7</cp:revision>
  <cp:lastPrinted>2017-01-03T10:03:00Z</cp:lastPrinted>
  <dcterms:created xsi:type="dcterms:W3CDTF">2025-06-26T05:59:00Z</dcterms:created>
  <dcterms:modified xsi:type="dcterms:W3CDTF">2025-06-26T06:19:00Z</dcterms:modified>
</cp:coreProperties>
</file>