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14:paraId="2079B0EB" w14:textId="77777777" w:rsidTr="003A765F">
        <w:tc>
          <w:tcPr>
            <w:tcW w:w="4633" w:type="dxa"/>
          </w:tcPr>
          <w:p w14:paraId="4CBBDDC6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14:paraId="5E37DF2D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5ECD9E6A" w14:textId="77777777" w:rsidTr="003A765F">
        <w:tc>
          <w:tcPr>
            <w:tcW w:w="4633" w:type="dxa"/>
          </w:tcPr>
          <w:p w14:paraId="7784EC9A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14:paraId="4175C9DB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76882CED" w14:textId="77777777" w:rsidTr="003A765F">
        <w:tc>
          <w:tcPr>
            <w:tcW w:w="4633" w:type="dxa"/>
          </w:tcPr>
          <w:p w14:paraId="114329C5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14:paraId="58A61533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16C8DD03" w14:textId="77777777" w:rsidTr="003A765F">
        <w:tc>
          <w:tcPr>
            <w:tcW w:w="4633" w:type="dxa"/>
          </w:tcPr>
          <w:p w14:paraId="61307369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14:paraId="1AC871F7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14:paraId="32D36C1F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14:paraId="2C44482E" w14:textId="77777777" w:rsidTr="003A765F">
        <w:tc>
          <w:tcPr>
            <w:tcW w:w="6062" w:type="dxa"/>
          </w:tcPr>
          <w:p w14:paraId="73E7A54B" w14:textId="77777777"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14:paraId="18BD2BC1" w14:textId="71B56F43" w:rsidR="002408D6" w:rsidRPr="00B36CDA" w:rsidRDefault="002408D6" w:rsidP="00642330">
            <w:pPr>
              <w:jc w:val="right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325144">
              <w:rPr>
                <w:rFonts w:ascii="Frutiger LT Std 45 Light" w:hAnsi="Frutiger LT Std 45 Light"/>
                <w:szCs w:val="20"/>
              </w:rPr>
              <w:t>13.01.2023</w:t>
            </w:r>
            <w:r w:rsidRPr="00B36CDA">
              <w:rPr>
                <w:rFonts w:ascii="Frutiger LT Std 45 Light" w:hAnsi="Frutiger LT Std 45 Light"/>
                <w:szCs w:val="20"/>
              </w:rPr>
              <w:t xml:space="preserve"> nr </w:t>
            </w:r>
            <w:r w:rsidR="00A52B5F">
              <w:rPr>
                <w:rFonts w:ascii="Frutiger LT Std 45 Light" w:hAnsi="Frutiger LT Std 45 Light"/>
                <w:szCs w:val="20"/>
              </w:rPr>
              <w:t>1</w:t>
            </w:r>
          </w:p>
        </w:tc>
      </w:tr>
    </w:tbl>
    <w:p w14:paraId="5291E7F9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427D1E70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5005D835" w14:textId="77777777" w:rsidTr="006A740D">
        <w:tc>
          <w:tcPr>
            <w:tcW w:w="9381" w:type="dxa"/>
          </w:tcPr>
          <w:p w14:paraId="55058681" w14:textId="77777777"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14:paraId="0B443ED3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14:paraId="13B76F84" w14:textId="77777777" w:rsidTr="00953CCB">
        <w:tc>
          <w:tcPr>
            <w:tcW w:w="1936" w:type="dxa"/>
          </w:tcPr>
          <w:p w14:paraId="542AE8C3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14:paraId="0D305EF4" w14:textId="7E85781E" w:rsidR="003A765F" w:rsidRPr="00B36CDA" w:rsidRDefault="00D86E56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Peipsi põhjaranniku vee ja kanali projekteerimine</w:t>
            </w:r>
          </w:p>
        </w:tc>
      </w:tr>
      <w:tr w:rsidR="003A765F" w:rsidRPr="00B36CDA" w14:paraId="4FDA4CDC" w14:textId="77777777" w:rsidTr="00953CCB">
        <w:tc>
          <w:tcPr>
            <w:tcW w:w="1936" w:type="dxa"/>
          </w:tcPr>
          <w:p w14:paraId="7F3DC941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14:paraId="005ECC8F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14:paraId="4BD507AB" w14:textId="77777777" w:rsidTr="00953CCB">
        <w:tc>
          <w:tcPr>
            <w:tcW w:w="1936" w:type="dxa"/>
          </w:tcPr>
          <w:p w14:paraId="04C375A2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14:paraId="59848451" w14:textId="7418C94B" w:rsidR="003A765F" w:rsidRPr="00B36CDA" w:rsidRDefault="00D86E56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Alutaguse Vallavalitsus</w:t>
            </w:r>
          </w:p>
        </w:tc>
      </w:tr>
    </w:tbl>
    <w:p w14:paraId="469408B5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381EDC93" w14:textId="2CFB0A69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D86E56">
        <w:rPr>
          <w:rFonts w:ascii="Frutiger LT Std 45 Light" w:hAnsi="Frutiger LT Std 45 Light"/>
          <w:szCs w:val="20"/>
        </w:rPr>
        <w:t>Ida-Viru</w:t>
      </w:r>
      <w:r>
        <w:rPr>
          <w:rFonts w:ascii="Frutiger LT Std 45 Light" w:hAnsi="Frutiger LT Std 45 Light"/>
          <w:szCs w:val="20"/>
        </w:rPr>
        <w:t xml:space="preserve"> maakonnas </w:t>
      </w:r>
      <w:r w:rsidR="00D86E56">
        <w:rPr>
          <w:rFonts w:ascii="Frutiger LT Std 45 Light" w:hAnsi="Frutiger LT Std 45 Light"/>
          <w:szCs w:val="20"/>
        </w:rPr>
        <w:t>Alutaguse</w:t>
      </w:r>
      <w:r>
        <w:rPr>
          <w:rFonts w:ascii="Frutiger LT Std 45 Light" w:hAnsi="Frutiger LT Std 45 Light"/>
          <w:szCs w:val="20"/>
        </w:rPr>
        <w:t xml:space="preserve"> vallas </w:t>
      </w:r>
      <w:proofErr w:type="spellStart"/>
      <w:r w:rsidR="00D86E56">
        <w:rPr>
          <w:rFonts w:ascii="Frutiger LT Std 45 Light" w:hAnsi="Frutiger LT Std 45 Light"/>
          <w:szCs w:val="20"/>
        </w:rPr>
        <w:t>Kauksi</w:t>
      </w:r>
      <w:proofErr w:type="spellEnd"/>
      <w:r w:rsidR="00D86E56">
        <w:rPr>
          <w:rFonts w:ascii="Frutiger LT Std 45 Light" w:hAnsi="Frutiger LT Std 45 Light"/>
          <w:szCs w:val="20"/>
        </w:rPr>
        <w:t xml:space="preserve">, Kuru ja </w:t>
      </w:r>
      <w:proofErr w:type="spellStart"/>
      <w:r w:rsidR="00D86E56">
        <w:rPr>
          <w:rFonts w:ascii="Frutiger LT Std 45 Light" w:hAnsi="Frutiger LT Std 45 Light"/>
          <w:szCs w:val="20"/>
        </w:rPr>
        <w:t>Uuusküla</w:t>
      </w:r>
      <w:proofErr w:type="spellEnd"/>
      <w:r w:rsidR="00D86E56">
        <w:rPr>
          <w:rFonts w:ascii="Frutiger LT Std 45 Light" w:hAnsi="Frutiger LT Std 45 Light"/>
          <w:szCs w:val="20"/>
        </w:rPr>
        <w:t xml:space="preserve"> külade veevarustus- ja kanalisatsioonisüsteemide</w:t>
      </w:r>
      <w:r>
        <w:rPr>
          <w:rFonts w:ascii="Frutiger LT Std 45 Light" w:hAnsi="Frutiger LT Std 45 Light"/>
          <w:szCs w:val="20"/>
        </w:rPr>
        <w:t xml:space="preserve"> projekti.</w:t>
      </w:r>
    </w:p>
    <w:p w14:paraId="1300BE8F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1E9B2E8C" w14:textId="0069D8F0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>Projekteeritava</w:t>
      </w:r>
      <w:r w:rsidR="00073974">
        <w:rPr>
          <w:rFonts w:ascii="Frutiger LT Std 45 Light" w:hAnsi="Frutiger LT Std 45 Light"/>
          <w:szCs w:val="20"/>
        </w:rPr>
        <w:t xml:space="preserve"> veevarustus- ja kanalisatsioonisüsteemide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Kontuurtabel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4536"/>
        <w:gridCol w:w="1865"/>
      </w:tblGrid>
      <w:tr w:rsidR="003A765F" w:rsidRPr="00B36CDA" w14:paraId="5BAC45BD" w14:textId="77777777" w:rsidTr="00953CCB">
        <w:tc>
          <w:tcPr>
            <w:tcW w:w="2409" w:type="dxa"/>
          </w:tcPr>
          <w:p w14:paraId="425565FC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ristumine</w:t>
            </w:r>
          </w:p>
        </w:tc>
        <w:tc>
          <w:tcPr>
            <w:tcW w:w="4536" w:type="dxa"/>
          </w:tcPr>
          <w:p w14:paraId="61364611" w14:textId="574243A9" w:rsidR="003A765F" w:rsidRPr="00B36CDA" w:rsidRDefault="00FB2445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13111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Kauksi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>-Vasknarva</w:t>
            </w:r>
          </w:p>
        </w:tc>
        <w:tc>
          <w:tcPr>
            <w:tcW w:w="1865" w:type="dxa"/>
          </w:tcPr>
          <w:p w14:paraId="7A2AEBFD" w14:textId="1CFFD8D8" w:rsidR="003A765F" w:rsidRPr="00B36CDA" w:rsidRDefault="00092354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3,4</w:t>
            </w:r>
            <w:r w:rsidR="003A765F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3A765F" w:rsidRPr="00B36CDA" w14:paraId="0FDF2EEB" w14:textId="77777777" w:rsidTr="00953CCB">
        <w:tc>
          <w:tcPr>
            <w:tcW w:w="2409" w:type="dxa"/>
          </w:tcPr>
          <w:p w14:paraId="7AFC552C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4536" w:type="dxa"/>
          </w:tcPr>
          <w:p w14:paraId="3F31836D" w14:textId="77777777" w:rsidR="003A765F" w:rsidRDefault="00FB2445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13111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Kauksi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>-Vasknarva</w:t>
            </w:r>
          </w:p>
          <w:p w14:paraId="3D5C804E" w14:textId="698BCDA1" w:rsidR="00FB2445" w:rsidRPr="00B36CDA" w:rsidRDefault="00FB2445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13111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Kauksi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>-Vasknarva</w:t>
            </w:r>
          </w:p>
        </w:tc>
        <w:tc>
          <w:tcPr>
            <w:tcW w:w="1865" w:type="dxa"/>
          </w:tcPr>
          <w:p w14:paraId="19333586" w14:textId="48A09C39" w:rsidR="003A765F" w:rsidRDefault="0009235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3,7</w:t>
            </w:r>
            <w:r w:rsidR="00953CCB"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14:paraId="61E731F4" w14:textId="77777777" w:rsidR="004B0EBE" w:rsidRDefault="0009235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3,8</w:t>
            </w:r>
            <w:r w:rsidR="004B0EBE"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14:paraId="20B30BFA" w14:textId="173B8843" w:rsidR="00092354" w:rsidRPr="004B0EBE" w:rsidRDefault="0009235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B36CDA" w14:paraId="3FC1C00F" w14:textId="77777777" w:rsidTr="00953CCB">
        <w:tc>
          <w:tcPr>
            <w:tcW w:w="2409" w:type="dxa"/>
          </w:tcPr>
          <w:p w14:paraId="0017B096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kulgemine teemaal</w:t>
            </w:r>
          </w:p>
        </w:tc>
        <w:tc>
          <w:tcPr>
            <w:tcW w:w="4536" w:type="dxa"/>
          </w:tcPr>
          <w:p w14:paraId="4E00FE0E" w14:textId="77777777" w:rsidR="003A765F" w:rsidRDefault="00555C3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13111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Kauksi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>-Vasknarva</w:t>
            </w:r>
          </w:p>
          <w:p w14:paraId="27DE1B59" w14:textId="47EA4885" w:rsidR="004B0EBE" w:rsidRPr="00886C67" w:rsidRDefault="004B0EBE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13111 </w:t>
            </w:r>
            <w:proofErr w:type="spellStart"/>
            <w:r>
              <w:rPr>
                <w:rFonts w:ascii="Frutiger LT Std 45 Light" w:hAnsi="Frutiger LT Std 45 Light"/>
                <w:szCs w:val="20"/>
              </w:rPr>
              <w:t>Kauksi</w:t>
            </w:r>
            <w:proofErr w:type="spellEnd"/>
            <w:r>
              <w:rPr>
                <w:rFonts w:ascii="Frutiger LT Std 45 Light" w:hAnsi="Frutiger LT Std 45 Light"/>
                <w:szCs w:val="20"/>
              </w:rPr>
              <w:t>-Vasknarva</w:t>
            </w:r>
          </w:p>
        </w:tc>
        <w:tc>
          <w:tcPr>
            <w:tcW w:w="1865" w:type="dxa"/>
          </w:tcPr>
          <w:p w14:paraId="191B1524" w14:textId="3F2C211B" w:rsidR="003A765F" w:rsidRDefault="00886C67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0,2-1,4</w:t>
            </w:r>
            <w:r w:rsidR="00953CCB"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14:paraId="0ECBE94C" w14:textId="15941D6E" w:rsidR="004B0EBE" w:rsidRPr="00886C67" w:rsidRDefault="00886C67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3-5</w:t>
            </w:r>
            <w:r w:rsidR="004B0EBE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</w:tbl>
    <w:p w14:paraId="06F1C2D0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1D384D38" w14:textId="7D743FA5" w:rsidR="00AC4499" w:rsidRDefault="003A765F" w:rsidP="00092354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180F9B" w:rsidRPr="005D5B7F">
          <w:rPr>
            <w:rStyle w:val="Hperlink"/>
            <w:rFonts w:ascii="Frutiger LT Std 45 Light" w:hAnsi="Frutiger LT Std 45 Light"/>
            <w:szCs w:val="20"/>
          </w:rPr>
          <w:t>liisa.karu@keskkonnaprojekt.ee</w:t>
        </w:r>
      </w:hyperlink>
    </w:p>
    <w:p w14:paraId="13F7176B" w14:textId="6FBA8D42" w:rsid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p w14:paraId="62CA019A" w14:textId="77777777" w:rsidR="00092354" w:rsidRPr="00B36CDA" w:rsidRDefault="00092354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13C8CDF2" w14:textId="77777777" w:rsidTr="006A740D">
        <w:tc>
          <w:tcPr>
            <w:tcW w:w="9381" w:type="dxa"/>
          </w:tcPr>
          <w:p w14:paraId="094A0E95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14:paraId="791E3222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14:paraId="1676318C" w14:textId="77777777"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14:paraId="4F57909D" w14:textId="7FAD8DE6" w:rsidR="00AC4499" w:rsidRPr="00B36CDA" w:rsidRDefault="00180F9B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Liisa Sylvia Karu</w:t>
            </w:r>
          </w:p>
          <w:p w14:paraId="6D53BF2F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14:paraId="40DA5A59" w14:textId="4549C604" w:rsidR="00AC4499" w:rsidRPr="00B36CDA" w:rsidRDefault="00180F9B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Projektijuht</w:t>
            </w:r>
          </w:p>
        </w:tc>
      </w:tr>
    </w:tbl>
    <w:p w14:paraId="7A18EEF0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29936FB7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3E80D6BE" w14:textId="77777777" w:rsidTr="006A740D">
        <w:tc>
          <w:tcPr>
            <w:tcW w:w="9381" w:type="dxa"/>
          </w:tcPr>
          <w:p w14:paraId="18318325" w14:textId="121D0110" w:rsidR="00AC4499" w:rsidRPr="00B36CDA" w:rsidRDefault="006D3226" w:rsidP="0031461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Lisa-1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>
              <w:rPr>
                <w:rFonts w:ascii="Frutiger LT Std 45 Light" w:hAnsi="Frutiger LT Std 45 Light"/>
                <w:szCs w:val="20"/>
              </w:rPr>
              <w:t xml:space="preserve"> </w:t>
            </w:r>
            <w:r>
              <w:rPr>
                <w:rFonts w:ascii="Frutiger LT Std 45 Light" w:hAnsi="Frutiger LT Std 45 Light"/>
                <w:szCs w:val="20"/>
              </w:rPr>
              <w:t>Peipsi põhjaranniku ÜVK projekteerimise skee</w:t>
            </w:r>
            <w:r>
              <w:rPr>
                <w:rFonts w:ascii="Frutiger LT Std 45 Light" w:hAnsi="Frutiger LT Std 45 Light"/>
                <w:szCs w:val="20"/>
              </w:rPr>
              <w:t>m</w:t>
            </w:r>
          </w:p>
        </w:tc>
      </w:tr>
    </w:tbl>
    <w:p w14:paraId="6FBB089E" w14:textId="77777777"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75468E2E" w14:textId="77777777"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14:paraId="015DC1B1" w14:textId="77777777" w:rsidTr="00953CCB">
        <w:tc>
          <w:tcPr>
            <w:tcW w:w="9231" w:type="dxa"/>
          </w:tcPr>
          <w:p w14:paraId="2EC9736C" w14:textId="3A7D4BF2" w:rsidR="0031461F" w:rsidRPr="00B36CDA" w:rsidRDefault="00180F9B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Liisa Sylvia Karu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>
              <w:rPr>
                <w:rFonts w:ascii="Frutiger LT Std 45 Light" w:hAnsi="Frutiger LT Std 45 Light"/>
                <w:szCs w:val="20"/>
              </w:rPr>
              <w:t>55996172</w:t>
            </w:r>
          </w:p>
        </w:tc>
      </w:tr>
      <w:tr w:rsidR="0031461F" w:rsidRPr="00B36CDA" w14:paraId="137887CA" w14:textId="77777777" w:rsidTr="00953CCB">
        <w:tc>
          <w:tcPr>
            <w:tcW w:w="9231" w:type="dxa"/>
          </w:tcPr>
          <w:p w14:paraId="04DC5369" w14:textId="2E747F0B" w:rsidR="0031461F" w:rsidRPr="00B36CDA" w:rsidRDefault="00180F9B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Pr="00AD76EB">
                <w:rPr>
                  <w:rStyle w:val="Hperlink"/>
                </w:rPr>
                <w:t>liisa.karu</w:t>
              </w:r>
              <w:r w:rsidRPr="005D5B7F">
                <w:rPr>
                  <w:rStyle w:val="Hperlink"/>
                  <w:rFonts w:ascii="Frutiger LT Std 45 Light" w:hAnsi="Frutiger LT Std 45 Light"/>
                  <w:szCs w:val="20"/>
                </w:rPr>
                <w:t>@keskkonnaprojekt.ee</w:t>
              </w:r>
            </w:hyperlink>
          </w:p>
        </w:tc>
      </w:tr>
    </w:tbl>
    <w:p w14:paraId="11FE088A" w14:textId="77777777"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3E9A" w14:textId="77777777" w:rsidR="00100F2A" w:rsidRDefault="00100F2A" w:rsidP="00E703FA">
      <w:r>
        <w:separator/>
      </w:r>
    </w:p>
  </w:endnote>
  <w:endnote w:type="continuationSeparator" w:id="0">
    <w:p w14:paraId="3D7BA965" w14:textId="77777777" w:rsidR="00100F2A" w:rsidRDefault="00100F2A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FAC2" w14:textId="77777777" w:rsidR="005D7E82" w:rsidRDefault="005D7E82" w:rsidP="005D7E82">
    <w:pPr>
      <w:pStyle w:val="Jalus"/>
    </w:pPr>
    <w:r>
      <w:rPr>
        <w:noProof/>
      </w:rPr>
      <w:drawing>
        <wp:anchor distT="0" distB="0" distL="114300" distR="114300" simplePos="0" relativeHeight="251660800" behindDoc="0" locked="0" layoutInCell="1" allowOverlap="1" wp14:anchorId="552BD137" wp14:editId="0D061575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3D71E140" wp14:editId="54DB337C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52F0B6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14:paraId="20E98010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Reg</w:t>
                          </w:r>
                          <w:proofErr w:type="spellEnd"/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kood 10769210</w:t>
                          </w:r>
                        </w:p>
                        <w:p w14:paraId="38E2A8B9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14:paraId="6A6FA2E9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14:paraId="57C9BF73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Reg</w:t>
                    </w:r>
                    <w:proofErr w:type="spellEnd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FA227" w14:textId="77777777" w:rsidR="00100F2A" w:rsidRDefault="00100F2A" w:rsidP="00E703FA">
      <w:r>
        <w:separator/>
      </w:r>
    </w:p>
  </w:footnote>
  <w:footnote w:type="continuationSeparator" w:id="0">
    <w:p w14:paraId="63D2FD63" w14:textId="77777777" w:rsidR="00100F2A" w:rsidRDefault="00100F2A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ACB4B" w14:textId="77777777" w:rsidR="00CC433B" w:rsidRDefault="00D42A53">
    <w:pPr>
      <w:pStyle w:val="Pis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FB0D43E" wp14:editId="5DCB23DE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36948680">
    <w:abstractNumId w:val="9"/>
  </w:num>
  <w:num w:numId="2" w16cid:durableId="1682002612">
    <w:abstractNumId w:val="7"/>
  </w:num>
  <w:num w:numId="3" w16cid:durableId="480970544">
    <w:abstractNumId w:val="6"/>
  </w:num>
  <w:num w:numId="4" w16cid:durableId="1197347702">
    <w:abstractNumId w:val="5"/>
  </w:num>
  <w:num w:numId="5" w16cid:durableId="579829086">
    <w:abstractNumId w:val="4"/>
  </w:num>
  <w:num w:numId="6" w16cid:durableId="1967154198">
    <w:abstractNumId w:val="8"/>
  </w:num>
  <w:num w:numId="7" w16cid:durableId="732310346">
    <w:abstractNumId w:val="3"/>
  </w:num>
  <w:num w:numId="8" w16cid:durableId="460152712">
    <w:abstractNumId w:val="2"/>
  </w:num>
  <w:num w:numId="9" w16cid:durableId="506288415">
    <w:abstractNumId w:val="1"/>
  </w:num>
  <w:num w:numId="10" w16cid:durableId="1447700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2A"/>
    <w:rsid w:val="00073974"/>
    <w:rsid w:val="00090A32"/>
    <w:rsid w:val="00092354"/>
    <w:rsid w:val="000B0172"/>
    <w:rsid w:val="000E2F65"/>
    <w:rsid w:val="00100F2A"/>
    <w:rsid w:val="00107B52"/>
    <w:rsid w:val="00157278"/>
    <w:rsid w:val="00180F9B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25144"/>
    <w:rsid w:val="00392544"/>
    <w:rsid w:val="003A765F"/>
    <w:rsid w:val="003B0DC8"/>
    <w:rsid w:val="003E0369"/>
    <w:rsid w:val="003F1E3E"/>
    <w:rsid w:val="00416D35"/>
    <w:rsid w:val="004438F5"/>
    <w:rsid w:val="00445EF6"/>
    <w:rsid w:val="00462FFC"/>
    <w:rsid w:val="004A5131"/>
    <w:rsid w:val="004B0EBE"/>
    <w:rsid w:val="004C6543"/>
    <w:rsid w:val="005312CD"/>
    <w:rsid w:val="00555C3F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36ADA"/>
    <w:rsid w:val="00642330"/>
    <w:rsid w:val="00665667"/>
    <w:rsid w:val="006A7A68"/>
    <w:rsid w:val="006C24B9"/>
    <w:rsid w:val="006D01C2"/>
    <w:rsid w:val="006D3226"/>
    <w:rsid w:val="00744B9A"/>
    <w:rsid w:val="00777062"/>
    <w:rsid w:val="007776FA"/>
    <w:rsid w:val="007A230D"/>
    <w:rsid w:val="007E3FAF"/>
    <w:rsid w:val="00886C67"/>
    <w:rsid w:val="0089388A"/>
    <w:rsid w:val="008A29C8"/>
    <w:rsid w:val="00953490"/>
    <w:rsid w:val="00953CCB"/>
    <w:rsid w:val="009A325C"/>
    <w:rsid w:val="009B70B6"/>
    <w:rsid w:val="009D2F79"/>
    <w:rsid w:val="009E486D"/>
    <w:rsid w:val="009F1DF4"/>
    <w:rsid w:val="00A02F9C"/>
    <w:rsid w:val="00A355F8"/>
    <w:rsid w:val="00A52B5F"/>
    <w:rsid w:val="00A65BAE"/>
    <w:rsid w:val="00A8619F"/>
    <w:rsid w:val="00AC4499"/>
    <w:rsid w:val="00AD24F8"/>
    <w:rsid w:val="00AD6CA7"/>
    <w:rsid w:val="00AD76EB"/>
    <w:rsid w:val="00AE2074"/>
    <w:rsid w:val="00B165E2"/>
    <w:rsid w:val="00B36CDA"/>
    <w:rsid w:val="00B550BF"/>
    <w:rsid w:val="00B6754E"/>
    <w:rsid w:val="00B81FF8"/>
    <w:rsid w:val="00BA0A15"/>
    <w:rsid w:val="00BB103A"/>
    <w:rsid w:val="00BD4607"/>
    <w:rsid w:val="00BE362C"/>
    <w:rsid w:val="00C73CEE"/>
    <w:rsid w:val="00CC433B"/>
    <w:rsid w:val="00CD3CE6"/>
    <w:rsid w:val="00D34664"/>
    <w:rsid w:val="00D42A53"/>
    <w:rsid w:val="00D4602A"/>
    <w:rsid w:val="00D749A2"/>
    <w:rsid w:val="00D80C81"/>
    <w:rsid w:val="00D86E56"/>
    <w:rsid w:val="00DF5189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51B81"/>
    <w:rsid w:val="00F95D30"/>
    <w:rsid w:val="00FA2D58"/>
    <w:rsid w:val="00FB2445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A7A028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Pealkiri2Mrk">
    <w:name w:val="Pealkiri 2 Märk"/>
    <w:basedOn w:val="Liguvaikefont"/>
    <w:link w:val="Pealkiri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Pealkiri3Mrk">
    <w:name w:val="Pealkiri 3 Märk"/>
    <w:basedOn w:val="Liguvaikefont"/>
    <w:link w:val="Pealkiri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Jalus">
    <w:name w:val="footer"/>
    <w:basedOn w:val="Normaallaad"/>
    <w:link w:val="JalusMrk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JalusMrk">
    <w:name w:val="Jalus Märk"/>
    <w:basedOn w:val="Liguvaikefont"/>
    <w:link w:val="Jalus"/>
    <w:uiPriority w:val="99"/>
    <w:locked/>
    <w:rsid w:val="001C4FAD"/>
    <w:rPr>
      <w:rFonts w:ascii="Calibri" w:hAnsi="Calibri" w:cs="Times New Roman"/>
      <w:lang w:val="en-US"/>
    </w:rPr>
  </w:style>
  <w:style w:type="paragraph" w:styleId="Pis">
    <w:name w:val="header"/>
    <w:basedOn w:val="Normaallaad"/>
    <w:link w:val="PisMrk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PisMrk">
    <w:name w:val="Päis Märk"/>
    <w:basedOn w:val="Liguvaikefont"/>
    <w:link w:val="Pis"/>
    <w:uiPriority w:val="99"/>
    <w:locked/>
    <w:rsid w:val="001C4FAD"/>
    <w:rPr>
      <w:rFonts w:ascii="Calibri" w:hAnsi="Calibri" w:cs="Times New Roman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perlink">
    <w:name w:val="Hyperlink"/>
    <w:basedOn w:val="Liguvaikefont"/>
    <w:uiPriority w:val="99"/>
    <w:rsid w:val="009E486D"/>
    <w:rPr>
      <w:rFonts w:cs="Times New Roman"/>
      <w:color w:val="0000FF"/>
      <w:u w:val="single"/>
    </w:rPr>
  </w:style>
  <w:style w:type="table" w:styleId="Kontuurtabel">
    <w:name w:val="Table Grid"/>
    <w:basedOn w:val="Normaaltabe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180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sa.karu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isa.karu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70%20YLDINE\10%20Vormistus\Kirjad\Vastus%20teabep&#228;ringu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Vastus teabepäringule</Template>
  <TotalTime>120</TotalTime>
  <Pages>1</Pages>
  <Words>101</Words>
  <Characters>1028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[Eesnimi Perekonnanimi]</vt:lpstr>
      <vt:lpstr>[Eesnimi Perekonnanimi]</vt:lpstr>
      <vt:lpstr>[Eesnimi Perekonnanimi]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Liisa</cp:lastModifiedBy>
  <cp:revision>15</cp:revision>
  <cp:lastPrinted>2014-06-03T08:37:00Z</cp:lastPrinted>
  <dcterms:created xsi:type="dcterms:W3CDTF">2021-09-08T12:00:00Z</dcterms:created>
  <dcterms:modified xsi:type="dcterms:W3CDTF">2023-01-13T08:17:00Z</dcterms:modified>
</cp:coreProperties>
</file>