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19B20" w14:textId="77777777" w:rsidR="00411C3F" w:rsidRPr="00411C3F" w:rsidRDefault="00F825A3" w:rsidP="00411C3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Transpordiamet</w:t>
      </w:r>
    </w:p>
    <w:p w14:paraId="46A903F9" w14:textId="77777777" w:rsidR="00411C3F" w:rsidRPr="00411C3F" w:rsidRDefault="00F825A3" w:rsidP="00411C3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Valge 4</w:t>
      </w:r>
    </w:p>
    <w:p w14:paraId="5D0A5021" w14:textId="0077FFC2" w:rsidR="00411C3F" w:rsidRPr="00411C3F" w:rsidRDefault="00F825A3" w:rsidP="00411C3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11413</w:t>
      </w:r>
      <w:r w:rsidR="00411C3F" w:rsidRPr="00411C3F">
        <w:rPr>
          <w:rFonts w:ascii="Times New Roman" w:eastAsia="Times New Roman" w:hAnsi="Times New Roman"/>
          <w:sz w:val="24"/>
          <w:szCs w:val="24"/>
        </w:rPr>
        <w:t xml:space="preserve">TALLINN                                                                            </w:t>
      </w:r>
      <w:r w:rsidR="00AF20E4">
        <w:rPr>
          <w:rFonts w:ascii="Times New Roman" w:eastAsia="Times New Roman" w:hAnsi="Times New Roman"/>
          <w:sz w:val="24"/>
          <w:szCs w:val="24"/>
        </w:rPr>
        <w:t>07.04.2025</w:t>
      </w:r>
      <w:r w:rsidR="00411C3F" w:rsidRPr="00411C3F">
        <w:rPr>
          <w:rFonts w:ascii="Times New Roman" w:eastAsia="Times New Roman" w:hAnsi="Times New Roman"/>
          <w:sz w:val="24"/>
          <w:szCs w:val="24"/>
        </w:rPr>
        <w:t xml:space="preserve"> nr. 4-2.1/20</w:t>
      </w:r>
      <w:r>
        <w:rPr>
          <w:rFonts w:ascii="Times New Roman" w:eastAsia="Times New Roman" w:hAnsi="Times New Roman"/>
          <w:sz w:val="24"/>
          <w:szCs w:val="24"/>
        </w:rPr>
        <w:t>2</w:t>
      </w:r>
      <w:r w:rsidR="00D07071">
        <w:rPr>
          <w:rFonts w:ascii="Times New Roman" w:eastAsia="Times New Roman" w:hAnsi="Times New Roman"/>
          <w:sz w:val="24"/>
          <w:szCs w:val="24"/>
        </w:rPr>
        <w:t>5</w:t>
      </w:r>
      <w:r w:rsidR="00411C3F" w:rsidRPr="00411C3F">
        <w:rPr>
          <w:rFonts w:ascii="Times New Roman" w:eastAsia="Times New Roman" w:hAnsi="Times New Roman"/>
          <w:sz w:val="24"/>
          <w:szCs w:val="24"/>
        </w:rPr>
        <w:t>/</w:t>
      </w:r>
      <w:r w:rsidR="000E2E8B">
        <w:rPr>
          <w:rFonts w:ascii="Times New Roman" w:eastAsia="Times New Roman" w:hAnsi="Times New Roman"/>
          <w:sz w:val="24"/>
          <w:szCs w:val="24"/>
        </w:rPr>
        <w:t>14</w:t>
      </w:r>
    </w:p>
    <w:p w14:paraId="6FB0F8AC" w14:textId="77777777" w:rsidR="00411C3F" w:rsidRPr="00AF20E4" w:rsidRDefault="00F825A3" w:rsidP="00411C3F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val="sv-SE"/>
        </w:rPr>
      </w:pPr>
      <w:hyperlink r:id="rId8" w:history="1">
        <w:r w:rsidRPr="00AF20E4">
          <w:rPr>
            <w:rStyle w:val="Hyperlink"/>
            <w:rFonts w:ascii="Times New Roman" w:eastAsia="Times New Roman" w:hAnsi="Times New Roman"/>
            <w:sz w:val="24"/>
            <w:szCs w:val="24"/>
            <w:lang w:val="sv-SE"/>
          </w:rPr>
          <w:t>info@transpordiamet.ee</w:t>
        </w:r>
      </w:hyperlink>
    </w:p>
    <w:p w14:paraId="7340D3E5" w14:textId="77777777" w:rsidR="00411C3F" w:rsidRPr="00AF20E4" w:rsidRDefault="00411C3F" w:rsidP="00411C3F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val="sv-SE"/>
        </w:rPr>
      </w:pPr>
    </w:p>
    <w:p w14:paraId="190DEA4F" w14:textId="77777777" w:rsidR="00411C3F" w:rsidRPr="00F825A3" w:rsidRDefault="00411C3F" w:rsidP="00411C3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825A3">
        <w:rPr>
          <w:rFonts w:ascii="Times New Roman" w:eastAsia="Times New Roman" w:hAnsi="Times New Roman"/>
          <w:sz w:val="24"/>
          <w:szCs w:val="24"/>
          <w:lang w:eastAsia="et-EE"/>
        </w:rPr>
        <w:t xml:space="preserve">Koopia: </w:t>
      </w:r>
    </w:p>
    <w:p w14:paraId="45E2A4C0" w14:textId="77777777" w:rsidR="00F825A3" w:rsidRPr="00F825A3" w:rsidRDefault="00F825A3" w:rsidP="00F825A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 w:rsidRPr="00F825A3">
        <w:rPr>
          <w:rFonts w:ascii="Times New Roman" w:eastAsia="Times New Roman" w:hAnsi="Times New Roman"/>
          <w:sz w:val="24"/>
          <w:szCs w:val="24"/>
          <w:lang w:eastAsia="et-EE"/>
        </w:rPr>
        <w:t>Hannes Hallik</w:t>
      </w:r>
    </w:p>
    <w:p w14:paraId="22D7419A" w14:textId="77777777" w:rsidR="00F825A3" w:rsidRPr="00F825A3" w:rsidRDefault="00F825A3" w:rsidP="00F825A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 w:rsidRPr="00F825A3">
        <w:rPr>
          <w:rFonts w:ascii="Times New Roman" w:eastAsia="Times New Roman" w:hAnsi="Times New Roman"/>
          <w:sz w:val="24"/>
          <w:szCs w:val="24"/>
          <w:lang w:eastAsia="et-EE"/>
        </w:rPr>
        <w:t>PK Infra OÜ</w:t>
      </w:r>
    </w:p>
    <w:p w14:paraId="36FC8158" w14:textId="77777777" w:rsidR="00F825A3" w:rsidRPr="00F825A3" w:rsidRDefault="00F825A3" w:rsidP="00F825A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 w:rsidRPr="00F825A3">
        <w:rPr>
          <w:rFonts w:ascii="Times New Roman" w:eastAsia="Times New Roman" w:hAnsi="Times New Roman"/>
          <w:sz w:val="24"/>
          <w:szCs w:val="24"/>
          <w:lang w:eastAsia="et-EE"/>
        </w:rPr>
        <w:t>Estonia pst 15</w:t>
      </w:r>
    </w:p>
    <w:p w14:paraId="0FFAE2FD" w14:textId="77777777" w:rsidR="00F825A3" w:rsidRPr="00F825A3" w:rsidRDefault="00F825A3" w:rsidP="00F825A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 w:rsidRPr="00F825A3">
        <w:rPr>
          <w:rFonts w:ascii="Times New Roman" w:eastAsia="Times New Roman" w:hAnsi="Times New Roman"/>
          <w:sz w:val="24"/>
          <w:szCs w:val="24"/>
          <w:lang w:eastAsia="et-EE"/>
        </w:rPr>
        <w:t>10141 Tallinn</w:t>
      </w:r>
    </w:p>
    <w:p w14:paraId="26E2CB78" w14:textId="77777777" w:rsidR="00F825A3" w:rsidRPr="00F825A3" w:rsidRDefault="00F825A3" w:rsidP="00F825A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 w:rsidRPr="00F825A3">
        <w:rPr>
          <w:rFonts w:ascii="Times New Roman" w:eastAsia="Times New Roman" w:hAnsi="Times New Roman"/>
          <w:sz w:val="24"/>
          <w:szCs w:val="24"/>
          <w:lang w:eastAsia="et-EE"/>
        </w:rPr>
        <w:t>Tel 5046464</w:t>
      </w:r>
    </w:p>
    <w:p w14:paraId="65A47FFA" w14:textId="77777777" w:rsidR="00F825A3" w:rsidRPr="00F825A3" w:rsidRDefault="00F825A3" w:rsidP="00F825A3">
      <w:pPr>
        <w:spacing w:after="0" w:line="240" w:lineRule="auto"/>
        <w:rPr>
          <w:rFonts w:ascii="Times New Roman" w:eastAsia="Times New Roman" w:hAnsi="Times New Roman"/>
          <w:color w:val="0070C0"/>
          <w:sz w:val="24"/>
          <w:szCs w:val="24"/>
          <w:lang w:eastAsia="et-EE"/>
        </w:rPr>
      </w:pPr>
      <w:hyperlink r:id="rId9" w:history="1">
        <w:r w:rsidRPr="00F825A3">
          <w:rPr>
            <w:rFonts w:ascii="Times New Roman" w:eastAsia="Times New Roman" w:hAnsi="Times New Roman"/>
            <w:color w:val="0070C0"/>
            <w:sz w:val="24"/>
            <w:szCs w:val="24"/>
            <w:u w:val="single"/>
            <w:lang w:eastAsia="et-EE"/>
          </w:rPr>
          <w:t>hannes@pkinfra.ee</w:t>
        </w:r>
      </w:hyperlink>
    </w:p>
    <w:p w14:paraId="72CE7B4D" w14:textId="77777777" w:rsidR="00411C3F" w:rsidRPr="00411C3F" w:rsidRDefault="00411C3F" w:rsidP="00411C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765D1EDF" w14:textId="77777777" w:rsidR="00411C3F" w:rsidRPr="00411C3F" w:rsidRDefault="00411C3F" w:rsidP="00411C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 w:rsidRPr="00411C3F">
        <w:rPr>
          <w:rFonts w:ascii="Times New Roman" w:eastAsia="Times New Roman" w:hAnsi="Times New Roman"/>
          <w:sz w:val="24"/>
          <w:szCs w:val="24"/>
          <w:lang w:eastAsia="et-EE"/>
        </w:rPr>
        <w:t>Margus Maripuu</w:t>
      </w:r>
    </w:p>
    <w:p w14:paraId="6D765269" w14:textId="77777777" w:rsidR="00411C3F" w:rsidRPr="00411C3F" w:rsidRDefault="00411C3F" w:rsidP="00411C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 w:rsidRPr="00411C3F">
        <w:rPr>
          <w:rFonts w:ascii="Times New Roman" w:eastAsia="Times New Roman" w:hAnsi="Times New Roman"/>
          <w:sz w:val="24"/>
          <w:szCs w:val="24"/>
          <w:lang w:eastAsia="et-EE"/>
        </w:rPr>
        <w:t xml:space="preserve">Vihmer OÜ </w:t>
      </w:r>
    </w:p>
    <w:p w14:paraId="6F447AA8" w14:textId="77777777" w:rsidR="00411C3F" w:rsidRPr="00411C3F" w:rsidRDefault="00411C3F" w:rsidP="00411C3F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et-EE"/>
        </w:rPr>
      </w:pPr>
      <w:hyperlink r:id="rId10" w:history="1">
        <w:r w:rsidRPr="00DE0767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et-EE"/>
          </w:rPr>
          <w:t>margus@vihmer.ee</w:t>
        </w:r>
      </w:hyperlink>
      <w:r w:rsidRPr="00411C3F"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</w:p>
    <w:p w14:paraId="31226A41" w14:textId="77777777" w:rsidR="00411C3F" w:rsidRPr="00411C3F" w:rsidRDefault="00411C3F" w:rsidP="00411C3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11C3F">
        <w:rPr>
          <w:rFonts w:ascii="Times New Roman" w:eastAsia="Times New Roman" w:hAnsi="Times New Roman"/>
          <w:sz w:val="24"/>
          <w:szCs w:val="24"/>
        </w:rPr>
        <w:tab/>
      </w:r>
      <w:r w:rsidRPr="00411C3F">
        <w:rPr>
          <w:rFonts w:ascii="Times New Roman" w:eastAsia="Times New Roman" w:hAnsi="Times New Roman"/>
          <w:sz w:val="24"/>
          <w:szCs w:val="24"/>
        </w:rPr>
        <w:tab/>
      </w:r>
      <w:r w:rsidRPr="00411C3F">
        <w:rPr>
          <w:rFonts w:ascii="Times New Roman" w:eastAsia="Times New Roman" w:hAnsi="Times New Roman"/>
          <w:sz w:val="24"/>
          <w:szCs w:val="24"/>
        </w:rPr>
        <w:tab/>
      </w:r>
    </w:p>
    <w:p w14:paraId="5E9CCD77" w14:textId="02C173FE" w:rsidR="00411C3F" w:rsidRPr="00411C3F" w:rsidRDefault="00411C3F" w:rsidP="00411C3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11C3F">
        <w:rPr>
          <w:rFonts w:ascii="Times New Roman" w:eastAsia="Times New Roman" w:hAnsi="Times New Roman"/>
          <w:sz w:val="24"/>
          <w:szCs w:val="24"/>
        </w:rPr>
        <w:tab/>
      </w:r>
      <w:r w:rsidRPr="00411C3F">
        <w:rPr>
          <w:rFonts w:ascii="Times New Roman" w:eastAsia="Times New Roman" w:hAnsi="Times New Roman"/>
          <w:sz w:val="24"/>
          <w:szCs w:val="24"/>
        </w:rPr>
        <w:tab/>
      </w:r>
      <w:r w:rsidRPr="00411C3F">
        <w:rPr>
          <w:rFonts w:ascii="Times New Roman" w:eastAsia="Times New Roman" w:hAnsi="Times New Roman"/>
          <w:sz w:val="24"/>
          <w:szCs w:val="24"/>
        </w:rPr>
        <w:tab/>
      </w:r>
    </w:p>
    <w:p w14:paraId="408348E3" w14:textId="77777777" w:rsidR="00411C3F" w:rsidRPr="00411C3F" w:rsidRDefault="00411C3F" w:rsidP="00411C3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07901392" w14:textId="77777777" w:rsidR="00411C3F" w:rsidRPr="00411C3F" w:rsidRDefault="00411C3F" w:rsidP="00411C3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et-EE"/>
        </w:rPr>
      </w:pPr>
      <w:r w:rsidRPr="00411C3F">
        <w:rPr>
          <w:rFonts w:ascii="Times New Roman" w:eastAsia="Times New Roman" w:hAnsi="Times New Roman"/>
          <w:b/>
          <w:sz w:val="24"/>
          <w:szCs w:val="24"/>
          <w:lang w:eastAsia="et-EE"/>
        </w:rPr>
        <w:t>Garantiikiri</w:t>
      </w:r>
    </w:p>
    <w:p w14:paraId="3D4B791E" w14:textId="77777777" w:rsidR="00411C3F" w:rsidRPr="00411C3F" w:rsidRDefault="00411C3F" w:rsidP="00411C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3EC8C8D1" w14:textId="77777777" w:rsidR="00EF0E54" w:rsidRPr="00EF0E54" w:rsidRDefault="00411C3F" w:rsidP="00EF0E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EF0E54">
        <w:rPr>
          <w:rFonts w:ascii="Times New Roman" w:eastAsia="Arial Unicode MS" w:hAnsi="Times New Roman"/>
          <w:sz w:val="24"/>
          <w:szCs w:val="24"/>
        </w:rPr>
        <w:t xml:space="preserve">AS Viimsi Vesi tellimusel teostab </w:t>
      </w:r>
      <w:r w:rsidR="00F825A3" w:rsidRPr="00EF0E54">
        <w:rPr>
          <w:rFonts w:ascii="Times New Roman" w:eastAsia="Arial Unicode MS" w:hAnsi="Times New Roman"/>
          <w:sz w:val="24"/>
          <w:szCs w:val="24"/>
        </w:rPr>
        <w:t>PK Infra OÜ</w:t>
      </w:r>
      <w:r w:rsidRPr="00EF0E54">
        <w:rPr>
          <w:rFonts w:ascii="Times New Roman" w:eastAsia="Arial Unicode MS" w:hAnsi="Times New Roman"/>
          <w:sz w:val="24"/>
          <w:szCs w:val="24"/>
        </w:rPr>
        <w:t xml:space="preserve">  riigiteel nr 1125</w:t>
      </w:r>
      <w:r w:rsidR="00F825A3" w:rsidRPr="00EF0E54">
        <w:rPr>
          <w:rFonts w:ascii="Times New Roman" w:eastAsia="Arial Unicode MS" w:hAnsi="Times New Roman"/>
          <w:sz w:val="24"/>
          <w:szCs w:val="24"/>
        </w:rPr>
        <w:t>0</w:t>
      </w:r>
      <w:r w:rsidRPr="00EF0E54">
        <w:rPr>
          <w:rFonts w:ascii="Times New Roman" w:eastAsia="Arial Unicode MS" w:hAnsi="Times New Roman"/>
          <w:sz w:val="24"/>
          <w:szCs w:val="24"/>
        </w:rPr>
        <w:t xml:space="preserve"> Viimsi –</w:t>
      </w:r>
      <w:r w:rsidR="00F825A3" w:rsidRPr="00EF0E54">
        <w:rPr>
          <w:rFonts w:ascii="Times New Roman" w:eastAsia="Arial Unicode MS" w:hAnsi="Times New Roman"/>
          <w:sz w:val="24"/>
          <w:szCs w:val="24"/>
        </w:rPr>
        <w:t>Randvere</w:t>
      </w:r>
      <w:r w:rsidRPr="00EF0E54">
        <w:rPr>
          <w:rFonts w:ascii="Times New Roman" w:eastAsia="Arial Unicode MS" w:hAnsi="Times New Roman"/>
          <w:sz w:val="24"/>
          <w:szCs w:val="24"/>
        </w:rPr>
        <w:t xml:space="preserve"> tee km </w:t>
      </w:r>
    </w:p>
    <w:p w14:paraId="13724CC4" w14:textId="69B42D11" w:rsidR="00411C3F" w:rsidRPr="00EF0E54" w:rsidRDefault="00EF0E54" w:rsidP="00EF0E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EF0E54">
        <w:rPr>
          <w:rFonts w:ascii="Times New Roman" w:eastAsia="Arial Unicode MS" w:hAnsi="Times New Roman"/>
          <w:sz w:val="24"/>
          <w:szCs w:val="24"/>
        </w:rPr>
        <w:t xml:space="preserve"> 15,54-15,60</w:t>
      </w:r>
      <w:r w:rsidR="00411C3F" w:rsidRPr="00EF0E54">
        <w:rPr>
          <w:rFonts w:ascii="Times New Roman" w:eastAsia="Arial Unicode MS" w:hAnsi="Times New Roman"/>
          <w:sz w:val="24"/>
          <w:szCs w:val="24"/>
        </w:rPr>
        <w:t xml:space="preserve">; kaitsevööndi lõigul </w:t>
      </w:r>
      <w:r w:rsidR="00AF20E4" w:rsidRPr="00EF0E54">
        <w:rPr>
          <w:rFonts w:ascii="Times New Roman" w:eastAsia="Arial Unicode MS" w:hAnsi="Times New Roman"/>
          <w:sz w:val="24"/>
          <w:szCs w:val="24"/>
        </w:rPr>
        <w:t>isevoolse</w:t>
      </w:r>
      <w:r w:rsidR="00D07071" w:rsidRPr="00EF0E54">
        <w:rPr>
          <w:rFonts w:ascii="Times New Roman" w:eastAsia="Arial Unicode MS" w:hAnsi="Times New Roman"/>
          <w:sz w:val="24"/>
          <w:szCs w:val="24"/>
        </w:rPr>
        <w:t xml:space="preserve"> </w:t>
      </w:r>
      <w:r w:rsidR="00AF20E4" w:rsidRPr="00EF0E54">
        <w:rPr>
          <w:rFonts w:ascii="Times New Roman" w:eastAsia="Arial Unicode MS" w:hAnsi="Times New Roman"/>
          <w:sz w:val="24"/>
          <w:szCs w:val="24"/>
        </w:rPr>
        <w:t>kanalisatsioonitorustiku</w:t>
      </w:r>
      <w:r w:rsidR="00411C3F" w:rsidRPr="00EF0E54">
        <w:rPr>
          <w:rFonts w:ascii="Times New Roman" w:eastAsia="Arial Unicode MS" w:hAnsi="Times New Roman"/>
          <w:sz w:val="24"/>
          <w:szCs w:val="24"/>
        </w:rPr>
        <w:t xml:space="preserve"> rajamise ehitustöid</w:t>
      </w:r>
      <w:r w:rsidR="006E3196">
        <w:rPr>
          <w:rFonts w:ascii="Times New Roman" w:eastAsia="Arial Unicode MS" w:hAnsi="Times New Roman"/>
          <w:sz w:val="24"/>
          <w:szCs w:val="24"/>
        </w:rPr>
        <w:t>, kinniselt kaitsetorus</w:t>
      </w:r>
      <w:r w:rsidR="00411C3F" w:rsidRPr="00EF0E54">
        <w:rPr>
          <w:rFonts w:ascii="Times New Roman" w:eastAsia="Arial Unicode MS" w:hAnsi="Times New Roman"/>
          <w:sz w:val="24"/>
          <w:szCs w:val="24"/>
        </w:rPr>
        <w:t>.</w:t>
      </w:r>
    </w:p>
    <w:p w14:paraId="22F7BF04" w14:textId="77777777" w:rsidR="00411C3F" w:rsidRPr="00EF0E54" w:rsidRDefault="00411C3F" w:rsidP="00411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</w:p>
    <w:p w14:paraId="1567BEB1" w14:textId="601B3300" w:rsidR="00411C3F" w:rsidRPr="00EF0E54" w:rsidRDefault="00411C3F" w:rsidP="00EF0E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F0E54">
        <w:rPr>
          <w:rFonts w:ascii="Times New Roman" w:eastAsia="Arial Unicode MS" w:hAnsi="Times New Roman"/>
          <w:sz w:val="24"/>
          <w:szCs w:val="24"/>
        </w:rPr>
        <w:t xml:space="preserve">Seejuures on koostatud projekt </w:t>
      </w:r>
      <w:r w:rsidR="00EF0E54" w:rsidRPr="00EF0E54">
        <w:rPr>
          <w:rFonts w:ascii="Times New Roman" w:eastAsia="Arial Unicode MS" w:hAnsi="Times New Roman"/>
          <w:sz w:val="24"/>
          <w:szCs w:val="24"/>
        </w:rPr>
        <w:t xml:space="preserve"> Aquare OÜ töö nr AQ24057 „Suurekivi </w:t>
      </w:r>
      <w:r w:rsidR="00EF0E54" w:rsidRPr="00EF0E54">
        <w:rPr>
          <w:rFonts w:ascii="Times New Roman" w:eastAsia="Arial Unicode MS" w:hAnsi="Times New Roman"/>
          <w:sz w:val="24"/>
          <w:szCs w:val="24"/>
        </w:rPr>
        <w:t>tee r</w:t>
      </w:r>
      <w:r w:rsidR="00EF0E54" w:rsidRPr="00EF0E54">
        <w:rPr>
          <w:rFonts w:ascii="Times New Roman" w:eastAsia="Arial Unicode MS" w:hAnsi="Times New Roman"/>
          <w:sz w:val="24"/>
          <w:szCs w:val="24"/>
        </w:rPr>
        <w:t>eoveekanalisatsiooni rekonstrueerimine ja kraavi asendamine sademeveetoruga“ ja OÜ Esprii töö nr 24006 „Suurekivi tee kanalisatsioonitorustike rekonstrueerimise ja kraavi asendamise sademeveetoruga teedeehitusliku osa projekt“</w:t>
      </w:r>
      <w:r w:rsidRPr="00EF0E54">
        <w:rPr>
          <w:rFonts w:ascii="Times New Roman" w:eastAsia="Arial Unicode MS" w:hAnsi="Times New Roman"/>
          <w:sz w:val="24"/>
          <w:szCs w:val="24"/>
        </w:rPr>
        <w:t xml:space="preserve">. </w:t>
      </w:r>
      <w:r w:rsidRPr="00EF0E54">
        <w:rPr>
          <w:rFonts w:ascii="Times New Roman" w:eastAsia="Times New Roman" w:hAnsi="Times New Roman"/>
          <w:sz w:val="24"/>
          <w:szCs w:val="24"/>
          <w:lang w:eastAsia="ar-SA"/>
        </w:rPr>
        <w:t>Projekti lahenduse kohaselt kavandatakse riigitee</w:t>
      </w:r>
      <w:r w:rsidR="00F825A3" w:rsidRPr="00EF0E54">
        <w:rPr>
          <w:rFonts w:ascii="Times New Roman" w:eastAsia="Times New Roman" w:hAnsi="Times New Roman"/>
          <w:sz w:val="24"/>
          <w:szCs w:val="24"/>
          <w:lang w:eastAsia="ar-SA"/>
        </w:rPr>
        <w:t xml:space="preserve">ga </w:t>
      </w:r>
      <w:r w:rsidRPr="00EF0E54">
        <w:rPr>
          <w:rFonts w:ascii="Times New Roman" w:eastAsia="Times New Roman" w:hAnsi="Times New Roman"/>
          <w:sz w:val="24"/>
          <w:szCs w:val="24"/>
          <w:lang w:eastAsia="ar-SA"/>
        </w:rPr>
        <w:t>(1125</w:t>
      </w:r>
      <w:r w:rsidR="00F825A3" w:rsidRPr="00EF0E54">
        <w:rPr>
          <w:rFonts w:ascii="Times New Roman" w:eastAsia="Times New Roman" w:hAnsi="Times New Roman"/>
          <w:sz w:val="24"/>
          <w:szCs w:val="24"/>
          <w:lang w:eastAsia="ar-SA"/>
        </w:rPr>
        <w:t>0</w:t>
      </w:r>
      <w:r w:rsidRPr="00EF0E54">
        <w:rPr>
          <w:rFonts w:ascii="Times New Roman" w:eastAsia="Times New Roman" w:hAnsi="Times New Roman"/>
          <w:sz w:val="24"/>
          <w:szCs w:val="24"/>
          <w:lang w:eastAsia="ar-SA"/>
        </w:rPr>
        <w:t xml:space="preserve"> Viimsi-</w:t>
      </w:r>
      <w:r w:rsidR="00F825A3" w:rsidRPr="00EF0E54">
        <w:rPr>
          <w:rFonts w:ascii="Times New Roman" w:eastAsia="Times New Roman" w:hAnsi="Times New Roman"/>
          <w:sz w:val="24"/>
          <w:szCs w:val="24"/>
          <w:lang w:eastAsia="ar-SA"/>
        </w:rPr>
        <w:t xml:space="preserve">Randvere </w:t>
      </w:r>
      <w:r w:rsidRPr="00EF0E54">
        <w:rPr>
          <w:rFonts w:ascii="Times New Roman" w:eastAsia="Times New Roman" w:hAnsi="Times New Roman"/>
          <w:sz w:val="24"/>
          <w:szCs w:val="24"/>
          <w:lang w:eastAsia="ar-SA"/>
        </w:rPr>
        <w:t>tee, 89001:0</w:t>
      </w:r>
      <w:r w:rsidR="00D3013E" w:rsidRPr="00EF0E54">
        <w:rPr>
          <w:rFonts w:ascii="Times New Roman" w:eastAsia="Times New Roman" w:hAnsi="Times New Roman"/>
          <w:sz w:val="24"/>
          <w:szCs w:val="24"/>
          <w:lang w:eastAsia="ar-SA"/>
        </w:rPr>
        <w:t>01</w:t>
      </w:r>
      <w:r w:rsidRPr="00EF0E54">
        <w:rPr>
          <w:rFonts w:ascii="Times New Roman" w:eastAsia="Times New Roman" w:hAnsi="Times New Roman"/>
          <w:sz w:val="24"/>
          <w:szCs w:val="24"/>
          <w:lang w:eastAsia="ar-SA"/>
        </w:rPr>
        <w:t>:</w:t>
      </w:r>
      <w:r w:rsidR="00D3013E" w:rsidRPr="00EF0E54">
        <w:rPr>
          <w:rFonts w:ascii="Times New Roman" w:eastAsia="Times New Roman" w:hAnsi="Times New Roman"/>
          <w:sz w:val="24"/>
          <w:szCs w:val="24"/>
          <w:lang w:eastAsia="ar-SA"/>
        </w:rPr>
        <w:t>1806</w:t>
      </w:r>
      <w:r w:rsidRPr="00EF0E54">
        <w:rPr>
          <w:rFonts w:ascii="Times New Roman" w:eastAsia="Times New Roman" w:hAnsi="Times New Roman"/>
          <w:sz w:val="24"/>
          <w:szCs w:val="24"/>
          <w:lang w:eastAsia="ar-SA"/>
        </w:rPr>
        <w:t xml:space="preserve">) </w:t>
      </w:r>
      <w:r w:rsidR="00D07071" w:rsidRPr="00EF0E54">
        <w:rPr>
          <w:rFonts w:ascii="Times New Roman" w:eastAsia="Times New Roman" w:hAnsi="Times New Roman"/>
          <w:sz w:val="24"/>
          <w:szCs w:val="24"/>
          <w:lang w:eastAsia="ar-SA"/>
        </w:rPr>
        <w:t>kanalisatsioonitorustiku</w:t>
      </w:r>
      <w:r w:rsidR="00D3013E" w:rsidRPr="00EF0E54">
        <w:rPr>
          <w:rFonts w:ascii="Times New Roman" w:eastAsia="Times New Roman" w:hAnsi="Times New Roman"/>
          <w:sz w:val="24"/>
          <w:szCs w:val="24"/>
          <w:lang w:eastAsia="ar-SA"/>
        </w:rPr>
        <w:t xml:space="preserve"> ristumise</w:t>
      </w:r>
      <w:r w:rsidRPr="00EF0E54">
        <w:rPr>
          <w:rFonts w:ascii="Times New Roman" w:eastAsia="Times New Roman" w:hAnsi="Times New Roman"/>
          <w:sz w:val="24"/>
          <w:szCs w:val="24"/>
          <w:lang w:eastAsia="ar-SA"/>
        </w:rPr>
        <w:t xml:space="preserve"> rajamine kinnisel meetodil</w:t>
      </w:r>
      <w:r w:rsidR="00D3013E" w:rsidRPr="00EF0E54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r w:rsidRPr="00EF0E54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480B55A8" w14:textId="77777777" w:rsidR="00411C3F" w:rsidRPr="00411C3F" w:rsidRDefault="00411C3F" w:rsidP="00411C3F">
      <w:pPr>
        <w:jc w:val="both"/>
        <w:rPr>
          <w:rFonts w:ascii="Times New Roman" w:eastAsia="Arial Unicode MS" w:hAnsi="Times New Roman"/>
          <w:sz w:val="24"/>
          <w:szCs w:val="24"/>
        </w:rPr>
      </w:pPr>
    </w:p>
    <w:p w14:paraId="75E1E133" w14:textId="7D8404E9" w:rsidR="00411C3F" w:rsidRPr="00411C3F" w:rsidRDefault="00411C3F" w:rsidP="00411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411C3F">
        <w:rPr>
          <w:rFonts w:ascii="Times New Roman" w:eastAsia="Arial Unicode MS" w:hAnsi="Times New Roman"/>
          <w:sz w:val="24"/>
          <w:szCs w:val="24"/>
        </w:rPr>
        <w:t>Käesolevaga annab AS Viimsi Vesi eelnimetatud torustike rajamise tõttu riigiteel nr 1125</w:t>
      </w:r>
      <w:r w:rsidR="00233925">
        <w:rPr>
          <w:rFonts w:ascii="Times New Roman" w:eastAsia="Arial Unicode MS" w:hAnsi="Times New Roman"/>
          <w:sz w:val="24"/>
          <w:szCs w:val="24"/>
        </w:rPr>
        <w:t>0</w:t>
      </w:r>
      <w:r w:rsidRPr="00411C3F">
        <w:rPr>
          <w:rFonts w:ascii="Times New Roman" w:eastAsia="Arial Unicode MS" w:hAnsi="Times New Roman"/>
          <w:sz w:val="24"/>
          <w:szCs w:val="24"/>
        </w:rPr>
        <w:t xml:space="preserve"> Viimsi –</w:t>
      </w:r>
      <w:r w:rsidR="00D3013E">
        <w:rPr>
          <w:rFonts w:ascii="Times New Roman" w:eastAsia="Arial Unicode MS" w:hAnsi="Times New Roman"/>
          <w:sz w:val="24"/>
          <w:szCs w:val="24"/>
        </w:rPr>
        <w:t>Randvere</w:t>
      </w:r>
      <w:r w:rsidRPr="00411C3F">
        <w:rPr>
          <w:rFonts w:ascii="Times New Roman" w:eastAsia="Arial Unicode MS" w:hAnsi="Times New Roman"/>
          <w:sz w:val="24"/>
          <w:szCs w:val="24"/>
        </w:rPr>
        <w:t xml:space="preserve"> tee km </w:t>
      </w:r>
      <w:r w:rsidR="00EF0E54" w:rsidRPr="00EF0E54">
        <w:rPr>
          <w:rFonts w:ascii="Times New Roman" w:eastAsia="Arial Unicode MS" w:hAnsi="Times New Roman"/>
          <w:sz w:val="24"/>
          <w:szCs w:val="24"/>
        </w:rPr>
        <w:t>15,54-15,60</w:t>
      </w:r>
      <w:r w:rsidR="00EF0E54">
        <w:rPr>
          <w:rFonts w:ascii="Times New Roman" w:eastAsia="Arial Unicode MS" w:hAnsi="Times New Roman"/>
          <w:sz w:val="24"/>
          <w:szCs w:val="24"/>
        </w:rPr>
        <w:t xml:space="preserve"> </w:t>
      </w:r>
      <w:r w:rsidRPr="00411C3F">
        <w:rPr>
          <w:rFonts w:ascii="Times New Roman" w:eastAsia="Arial Unicode MS" w:hAnsi="Times New Roman"/>
          <w:sz w:val="24"/>
          <w:szCs w:val="24"/>
        </w:rPr>
        <w:t xml:space="preserve">teele ja riigitee maale </w:t>
      </w:r>
      <w:r w:rsidR="00EF0E54">
        <w:rPr>
          <w:rFonts w:ascii="Times New Roman" w:eastAsia="Arial Unicode MS" w:hAnsi="Times New Roman"/>
          <w:sz w:val="24"/>
          <w:szCs w:val="24"/>
        </w:rPr>
        <w:t>5</w:t>
      </w:r>
      <w:r w:rsidRPr="00411C3F">
        <w:rPr>
          <w:rFonts w:ascii="Times New Roman" w:eastAsia="Arial Unicode MS" w:hAnsi="Times New Roman"/>
          <w:sz w:val="24"/>
          <w:szCs w:val="24"/>
        </w:rPr>
        <w:t xml:space="preserve"> aastase garantii võimalike kahjustuste likvideerimiseks taotleja kuludega alates torustike paigaldamisest.</w:t>
      </w:r>
    </w:p>
    <w:p w14:paraId="75895331" w14:textId="77777777" w:rsidR="00411C3F" w:rsidRPr="00411C3F" w:rsidRDefault="00411C3F" w:rsidP="00411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</w:p>
    <w:p w14:paraId="0C04F8DC" w14:textId="77777777" w:rsidR="00411C3F" w:rsidRPr="00411C3F" w:rsidRDefault="00411C3F" w:rsidP="00411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</w:p>
    <w:p w14:paraId="35CBBEAE" w14:textId="77777777" w:rsidR="00411C3F" w:rsidRPr="00411C3F" w:rsidRDefault="00411C3F" w:rsidP="00411C3F">
      <w:pPr>
        <w:keepNext/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eastAsia="et-EE"/>
        </w:rPr>
      </w:pPr>
      <w:r w:rsidRPr="00411C3F">
        <w:rPr>
          <w:rFonts w:ascii="Times New Roman" w:eastAsia="Times New Roman" w:hAnsi="Times New Roman"/>
          <w:sz w:val="24"/>
          <w:szCs w:val="24"/>
          <w:lang w:eastAsia="et-EE"/>
        </w:rPr>
        <w:t>Lugupidamisega</w:t>
      </w:r>
    </w:p>
    <w:p w14:paraId="645ED9DF" w14:textId="77777777" w:rsidR="00411C3F" w:rsidRPr="00411C3F" w:rsidRDefault="00411C3F" w:rsidP="00411C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25D936DA" w14:textId="77777777" w:rsidR="00411C3F" w:rsidRPr="00411C3F" w:rsidRDefault="00411C3F" w:rsidP="00411C3F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et-EE"/>
        </w:rPr>
      </w:pPr>
      <w:r w:rsidRPr="00411C3F">
        <w:rPr>
          <w:rFonts w:ascii="Times New Roman" w:eastAsia="Times New Roman" w:hAnsi="Times New Roman"/>
          <w:i/>
          <w:sz w:val="24"/>
          <w:szCs w:val="24"/>
          <w:lang w:eastAsia="et-EE"/>
        </w:rPr>
        <w:t>/allkirjastatud digitaalselt/</w:t>
      </w:r>
    </w:p>
    <w:p w14:paraId="1919FFD2" w14:textId="77777777" w:rsidR="00411C3F" w:rsidRPr="00411C3F" w:rsidRDefault="00411C3F" w:rsidP="00411C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1577DEBA" w14:textId="77777777" w:rsidR="00411C3F" w:rsidRPr="00411C3F" w:rsidRDefault="00411C3F" w:rsidP="00411C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 w:rsidRPr="00411C3F">
        <w:rPr>
          <w:rFonts w:ascii="Times New Roman" w:eastAsia="Times New Roman" w:hAnsi="Times New Roman"/>
          <w:sz w:val="24"/>
          <w:szCs w:val="24"/>
          <w:lang w:eastAsia="et-EE"/>
        </w:rPr>
        <w:t>Raul Vanem</w:t>
      </w:r>
    </w:p>
    <w:p w14:paraId="32A84B54" w14:textId="77777777" w:rsidR="00411C3F" w:rsidRPr="00411C3F" w:rsidRDefault="00411C3F" w:rsidP="00411C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 w:rsidRPr="00411C3F">
        <w:rPr>
          <w:rFonts w:ascii="Times New Roman" w:eastAsia="Times New Roman" w:hAnsi="Times New Roman"/>
          <w:sz w:val="24"/>
          <w:szCs w:val="24"/>
          <w:lang w:eastAsia="et-EE"/>
        </w:rPr>
        <w:t>Juhatuse liige</w:t>
      </w:r>
    </w:p>
    <w:p w14:paraId="7D5EB379" w14:textId="77777777" w:rsidR="00411C3F" w:rsidRPr="00411C3F" w:rsidRDefault="00411C3F" w:rsidP="00411C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3518209E" w14:textId="77777777" w:rsidR="00B745BF" w:rsidRPr="00411C3F" w:rsidRDefault="00B745BF" w:rsidP="00411C3F"/>
    <w:sectPr w:rsidR="00B745BF" w:rsidRPr="00411C3F" w:rsidSect="00147399">
      <w:headerReference w:type="even" r:id="rId11"/>
      <w:headerReference w:type="default" r:id="rId12"/>
      <w:footerReference w:type="default" r:id="rId13"/>
      <w:headerReference w:type="first" r:id="rId14"/>
      <w:pgSz w:w="11906" w:h="16838" w:code="9"/>
      <w:pgMar w:top="2495" w:right="1134" w:bottom="1474" w:left="1701" w:header="45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160E8D" w14:textId="77777777" w:rsidR="00AF20E4" w:rsidRDefault="00AF20E4" w:rsidP="00E113C2">
      <w:pPr>
        <w:spacing w:after="0" w:line="240" w:lineRule="auto"/>
      </w:pPr>
      <w:r>
        <w:separator/>
      </w:r>
    </w:p>
  </w:endnote>
  <w:endnote w:type="continuationSeparator" w:id="0">
    <w:p w14:paraId="6CE9972D" w14:textId="77777777" w:rsidR="00AF20E4" w:rsidRDefault="00AF20E4" w:rsidP="00E11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A5D72" w14:textId="77777777" w:rsidR="00357B66" w:rsidRPr="00096459" w:rsidRDefault="00650D16" w:rsidP="00871F80">
    <w:pPr>
      <w:pStyle w:val="FooterEven"/>
      <w:jc w:val="right"/>
      <w:rPr>
        <w:rFonts w:ascii="Times New Roman" w:hAnsi="Times New Roman"/>
        <w:color w:val="auto"/>
        <w:lang w:val="et-EE"/>
      </w:rPr>
    </w:pPr>
    <w:r w:rsidRPr="00096459">
      <w:rPr>
        <w:rFonts w:ascii="Times New Roman" w:hAnsi="Times New Roman"/>
        <w:lang w:val="et-EE"/>
      </w:rPr>
      <w:t>AS VIIMSI VESI</w:t>
    </w:r>
    <w:r w:rsidR="00096459">
      <w:rPr>
        <w:rFonts w:ascii="Times New Roman" w:hAnsi="Times New Roman"/>
        <w:lang w:val="et-EE"/>
      </w:rPr>
      <w:t xml:space="preserve">      </w:t>
    </w:r>
    <w:r w:rsidR="0012270C">
      <w:rPr>
        <w:rFonts w:ascii="Times New Roman" w:hAnsi="Times New Roman"/>
        <w:lang w:val="et-EE"/>
      </w:rPr>
      <w:t xml:space="preserve"> </w:t>
    </w:r>
    <w:r w:rsidR="00096459" w:rsidRPr="00096459">
      <w:rPr>
        <w:rFonts w:ascii="Times New Roman" w:hAnsi="Times New Roman"/>
        <w:lang w:val="et-EE"/>
      </w:rPr>
      <w:t xml:space="preserve">  </w:t>
    </w:r>
    <w:r w:rsidRPr="00096459">
      <w:rPr>
        <w:rFonts w:ascii="Times New Roman" w:hAnsi="Times New Roman"/>
        <w:lang w:val="et-EE"/>
      </w:rPr>
      <w:t xml:space="preserve">   </w:t>
    </w:r>
    <w:r w:rsidR="0012270C">
      <w:rPr>
        <w:rFonts w:ascii="Times New Roman" w:hAnsi="Times New Roman"/>
        <w:lang w:val="et-EE"/>
      </w:rPr>
      <w:t xml:space="preserve">   </w:t>
    </w:r>
    <w:r w:rsidRPr="00096459">
      <w:rPr>
        <w:rFonts w:ascii="Times New Roman" w:hAnsi="Times New Roman"/>
        <w:lang w:val="et-EE"/>
      </w:rPr>
      <w:t xml:space="preserve">     </w:t>
    </w:r>
    <w:r w:rsidR="00096459" w:rsidRPr="00096459">
      <w:rPr>
        <w:rFonts w:ascii="Times New Roman" w:hAnsi="Times New Roman"/>
        <w:lang w:val="et-EE"/>
      </w:rPr>
      <w:t xml:space="preserve">                                                      </w:t>
    </w:r>
    <w:r w:rsidRPr="00096459">
      <w:rPr>
        <w:rFonts w:ascii="Times New Roman" w:hAnsi="Times New Roman"/>
        <w:lang w:val="et-EE"/>
      </w:rPr>
      <w:t>Reg</w:t>
    </w:r>
    <w:r w:rsidR="00096459" w:rsidRPr="00096459">
      <w:rPr>
        <w:rFonts w:ascii="Times New Roman" w:hAnsi="Times New Roman"/>
        <w:lang w:val="et-EE"/>
      </w:rPr>
      <w:t>. nr</w:t>
    </w:r>
    <w:r w:rsidRPr="00096459">
      <w:rPr>
        <w:rFonts w:ascii="Times New Roman" w:hAnsi="Times New Roman"/>
        <w:lang w:val="et-EE"/>
      </w:rPr>
      <w:t xml:space="preserve"> 10461699</w:t>
    </w:r>
    <w:r w:rsidRPr="00096459">
      <w:rPr>
        <w:rFonts w:ascii="Times New Roman" w:hAnsi="Times New Roman"/>
        <w:lang w:val="et-EE"/>
      </w:rPr>
      <w:br/>
    </w:r>
    <w:r w:rsidR="0012270C">
      <w:rPr>
        <w:rFonts w:ascii="Times New Roman" w:hAnsi="Times New Roman"/>
        <w:lang w:val="et-EE"/>
      </w:rPr>
      <w:t>Paelille tee 1, Lubja küla</w:t>
    </w:r>
    <w:r w:rsidR="00096459" w:rsidRPr="00096459">
      <w:rPr>
        <w:rFonts w:ascii="Times New Roman" w:hAnsi="Times New Roman"/>
        <w:lang w:val="et-EE"/>
      </w:rPr>
      <w:t xml:space="preserve">   </w:t>
    </w:r>
    <w:r w:rsidRPr="00096459">
      <w:rPr>
        <w:rFonts w:ascii="Times New Roman" w:hAnsi="Times New Roman"/>
        <w:lang w:val="et-EE"/>
      </w:rPr>
      <w:t xml:space="preserve">     </w:t>
    </w:r>
    <w:r w:rsidR="00096459" w:rsidRPr="00096459">
      <w:rPr>
        <w:rFonts w:ascii="Times New Roman" w:hAnsi="Times New Roman"/>
        <w:lang w:val="et-EE"/>
      </w:rPr>
      <w:t xml:space="preserve"> tel +372 606 6848                 </w:t>
    </w:r>
    <w:r w:rsidRPr="00096459">
      <w:rPr>
        <w:rFonts w:ascii="Times New Roman" w:hAnsi="Times New Roman"/>
        <w:lang w:val="et-EE"/>
      </w:rPr>
      <w:t>KMKR EE100430538</w:t>
    </w:r>
    <w:r w:rsidRPr="00096459">
      <w:rPr>
        <w:rFonts w:ascii="Times New Roman" w:hAnsi="Times New Roman"/>
        <w:lang w:val="et-EE"/>
      </w:rPr>
      <w:br/>
      <w:t xml:space="preserve">Viimsi </w:t>
    </w:r>
    <w:r w:rsidR="0012270C">
      <w:rPr>
        <w:rFonts w:ascii="Times New Roman" w:hAnsi="Times New Roman"/>
        <w:lang w:val="et-EE"/>
      </w:rPr>
      <w:t>vald</w:t>
    </w:r>
    <w:r w:rsidRPr="00096459">
      <w:rPr>
        <w:rFonts w:ascii="Times New Roman" w:hAnsi="Times New Roman"/>
        <w:lang w:val="et-EE"/>
      </w:rPr>
      <w:t xml:space="preserve">   </w:t>
    </w:r>
    <w:r w:rsidR="00096459" w:rsidRPr="00096459">
      <w:rPr>
        <w:rFonts w:ascii="Times New Roman" w:hAnsi="Times New Roman"/>
        <w:lang w:val="et-EE"/>
      </w:rPr>
      <w:t>740</w:t>
    </w:r>
    <w:r w:rsidR="0012270C">
      <w:rPr>
        <w:rFonts w:ascii="Times New Roman" w:hAnsi="Times New Roman"/>
        <w:lang w:val="et-EE"/>
      </w:rPr>
      <w:t>10</w:t>
    </w:r>
    <w:r w:rsidRPr="00096459">
      <w:rPr>
        <w:rFonts w:ascii="Times New Roman" w:hAnsi="Times New Roman"/>
        <w:lang w:val="et-EE"/>
      </w:rPr>
      <w:t xml:space="preserve"> </w:t>
    </w:r>
    <w:r w:rsidR="00871F80" w:rsidRPr="00096459">
      <w:rPr>
        <w:rFonts w:ascii="Times New Roman" w:hAnsi="Times New Roman"/>
        <w:lang w:val="et-EE"/>
      </w:rPr>
      <w:t xml:space="preserve"> </w:t>
    </w:r>
    <w:r w:rsidR="00096459" w:rsidRPr="00096459">
      <w:rPr>
        <w:rFonts w:ascii="Times New Roman" w:hAnsi="Times New Roman"/>
        <w:lang w:val="et-EE"/>
      </w:rPr>
      <w:t xml:space="preserve">     </w:t>
    </w:r>
    <w:r w:rsidR="0012270C">
      <w:rPr>
        <w:rFonts w:ascii="Times New Roman" w:hAnsi="Times New Roman"/>
        <w:lang w:val="et-EE"/>
      </w:rPr>
      <w:t xml:space="preserve">   </w:t>
    </w:r>
    <w:r w:rsidR="00096459" w:rsidRPr="00096459">
      <w:rPr>
        <w:rFonts w:ascii="Times New Roman" w:hAnsi="Times New Roman"/>
        <w:lang w:val="et-EE"/>
      </w:rPr>
      <w:t xml:space="preserve">   </w:t>
    </w:r>
    <w:r w:rsidRPr="00096459">
      <w:rPr>
        <w:rFonts w:ascii="Times New Roman" w:hAnsi="Times New Roman"/>
        <w:lang w:val="et-EE"/>
      </w:rPr>
      <w:t xml:space="preserve">    info@viimsivesi.ee      </w:t>
    </w:r>
    <w:r w:rsidR="00096459">
      <w:rPr>
        <w:rFonts w:ascii="Times New Roman" w:hAnsi="Times New Roman"/>
        <w:lang w:val="et-EE"/>
      </w:rPr>
      <w:t xml:space="preserve"> </w:t>
    </w:r>
    <w:r w:rsidRPr="00096459">
      <w:rPr>
        <w:rFonts w:ascii="Times New Roman" w:hAnsi="Times New Roman"/>
        <w:lang w:val="et-EE"/>
      </w:rPr>
      <w:t xml:space="preserve">         </w:t>
    </w:r>
    <w:r w:rsidR="00871F80" w:rsidRPr="00096459">
      <w:rPr>
        <w:rFonts w:ascii="Times New Roman" w:hAnsi="Times New Roman"/>
        <w:lang w:val="et-EE"/>
      </w:rPr>
      <w:t xml:space="preserve">  </w:t>
    </w:r>
    <w:r w:rsidRPr="00096459">
      <w:rPr>
        <w:rFonts w:ascii="Times New Roman" w:hAnsi="Times New Roman"/>
        <w:lang w:val="et-EE"/>
      </w:rPr>
      <w:t xml:space="preserve">                Swedbank</w:t>
    </w:r>
    <w:r w:rsidRPr="00096459">
      <w:rPr>
        <w:rFonts w:ascii="Times New Roman" w:hAnsi="Times New Roman"/>
        <w:lang w:val="et-EE"/>
      </w:rPr>
      <w:br/>
    </w:r>
    <w:r w:rsidR="00096459" w:rsidRPr="00096459">
      <w:rPr>
        <w:rFonts w:ascii="Times New Roman" w:hAnsi="Times New Roman"/>
        <w:lang w:val="et-EE"/>
      </w:rPr>
      <w:t>Harju maakond</w:t>
    </w:r>
    <w:r w:rsidRPr="00096459">
      <w:rPr>
        <w:rFonts w:ascii="Times New Roman" w:hAnsi="Times New Roman"/>
        <w:lang w:val="et-EE"/>
      </w:rPr>
      <w:t xml:space="preserve">   </w:t>
    </w:r>
    <w:r w:rsidR="0012270C">
      <w:rPr>
        <w:rFonts w:ascii="Times New Roman" w:hAnsi="Times New Roman"/>
        <w:lang w:val="et-EE"/>
      </w:rPr>
      <w:t xml:space="preserve">    </w:t>
    </w:r>
    <w:r w:rsidR="00096459" w:rsidRPr="00096459">
      <w:rPr>
        <w:rFonts w:ascii="Times New Roman" w:hAnsi="Times New Roman"/>
        <w:lang w:val="et-EE"/>
      </w:rPr>
      <w:t xml:space="preserve">   </w:t>
    </w:r>
    <w:r w:rsidR="00096459">
      <w:rPr>
        <w:rFonts w:ascii="Times New Roman" w:hAnsi="Times New Roman"/>
        <w:lang w:val="et-EE"/>
      </w:rPr>
      <w:t xml:space="preserve">   </w:t>
    </w:r>
    <w:r w:rsidR="00096459" w:rsidRPr="00096459">
      <w:rPr>
        <w:rFonts w:ascii="Times New Roman" w:hAnsi="Times New Roman"/>
        <w:lang w:val="et-EE"/>
      </w:rPr>
      <w:t xml:space="preserve">  </w:t>
    </w:r>
    <w:r w:rsidR="00096459">
      <w:rPr>
        <w:rFonts w:ascii="Times New Roman" w:hAnsi="Times New Roman"/>
        <w:lang w:val="et-EE"/>
      </w:rPr>
      <w:t xml:space="preserve"> </w:t>
    </w:r>
    <w:r w:rsidR="00871F80" w:rsidRPr="00096459">
      <w:rPr>
        <w:rFonts w:ascii="Times New Roman" w:hAnsi="Times New Roman"/>
        <w:lang w:val="et-EE"/>
      </w:rPr>
      <w:t xml:space="preserve">    </w:t>
    </w:r>
    <w:r w:rsidR="00096459" w:rsidRPr="00096459">
      <w:rPr>
        <w:rFonts w:ascii="Times New Roman" w:hAnsi="Times New Roman"/>
        <w:lang w:val="et-EE"/>
      </w:rPr>
      <w:t xml:space="preserve">   </w:t>
    </w:r>
    <w:r w:rsidRPr="00096459">
      <w:rPr>
        <w:rFonts w:ascii="Times New Roman" w:hAnsi="Times New Roman"/>
        <w:lang w:val="et-EE"/>
      </w:rPr>
      <w:t xml:space="preserve"> www.viimsivesi.ee</w:t>
    </w:r>
    <w:r w:rsidR="00096459" w:rsidRPr="00096459">
      <w:rPr>
        <w:rFonts w:ascii="Times New Roman" w:hAnsi="Times New Roman"/>
        <w:lang w:val="et-EE"/>
      </w:rPr>
      <w:t xml:space="preserve">  </w:t>
    </w:r>
    <w:r w:rsidR="00096459">
      <w:rPr>
        <w:rFonts w:ascii="Times New Roman" w:hAnsi="Times New Roman"/>
        <w:lang w:val="et-EE"/>
      </w:rPr>
      <w:t xml:space="preserve">   </w:t>
    </w:r>
    <w:r w:rsidRPr="00096459">
      <w:rPr>
        <w:rFonts w:ascii="Times New Roman" w:hAnsi="Times New Roman"/>
        <w:lang w:val="et-EE"/>
      </w:rPr>
      <w:t xml:space="preserve">     </w:t>
    </w:r>
    <w:r w:rsidR="00096459" w:rsidRPr="00096459">
      <w:rPr>
        <w:rFonts w:ascii="Times New Roman" w:hAnsi="Times New Roman"/>
        <w:lang w:val="et-EE"/>
      </w:rPr>
      <w:t>EE652200</w:t>
    </w:r>
    <w:r w:rsidRPr="00096459">
      <w:rPr>
        <w:rFonts w:ascii="Times New Roman" w:hAnsi="Times New Roman"/>
        <w:lang w:val="et-EE"/>
      </w:rPr>
      <w:t>221002100871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6EDB67" w14:textId="77777777" w:rsidR="00AF20E4" w:rsidRDefault="00AF20E4" w:rsidP="00E113C2">
      <w:pPr>
        <w:spacing w:after="0" w:line="240" w:lineRule="auto"/>
      </w:pPr>
      <w:r>
        <w:separator/>
      </w:r>
    </w:p>
  </w:footnote>
  <w:footnote w:type="continuationSeparator" w:id="0">
    <w:p w14:paraId="52E9D04F" w14:textId="77777777" w:rsidR="00AF20E4" w:rsidRDefault="00AF20E4" w:rsidP="00E11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44182" w14:textId="77777777" w:rsidR="00E113C2" w:rsidRDefault="008D5222">
    <w:pPr>
      <w:pStyle w:val="Header"/>
    </w:pPr>
    <w:r>
      <w:rPr>
        <w:noProof/>
        <w:lang w:val="en-US"/>
      </w:rPr>
      <w:pict w14:anchorId="7826231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4916079" o:spid="_x0000_s1029" type="#_x0000_t75" style="position:absolute;margin-left:0;margin-top:0;width:649pt;height:917.8pt;z-index:-251658752;mso-position-horizontal:center;mso-position-horizontal-relative:margin;mso-position-vertical:center;mso-position-vertical-relative:margin" o:allowincell="f">
          <v:imagedata r:id="rId1" o:title="plangi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87762" w14:textId="655CD37C" w:rsidR="00E113C2" w:rsidRDefault="008D5222" w:rsidP="008216C5">
    <w:pPr>
      <w:pStyle w:val="Header"/>
      <w:tabs>
        <w:tab w:val="clear" w:pos="4536"/>
      </w:tabs>
      <w:ind w:firstLine="6372"/>
      <w:jc w:val="center"/>
    </w:pPr>
    <w:r>
      <w:rPr>
        <w:noProof/>
        <w:lang w:val="en-US"/>
      </w:rPr>
      <w:pict w14:anchorId="6A1CBFD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4916080" o:spid="_x0000_s1030" type="#_x0000_t75" style="position:absolute;left:0;text-align:left;margin-left:0;margin-top:0;width:649pt;height:917.8pt;z-index:-251657728;mso-position-horizontal:center;mso-position-horizontal-relative:margin;mso-position-vertical:center;mso-position-vertical-relative:margin" o:allowincell="f">
          <v:imagedata r:id="rId1" o:title="plangile"/>
          <w10:wrap anchorx="margin" anchory="margin"/>
        </v:shape>
      </w:pict>
    </w:r>
    <w:r w:rsidR="00AF20E4" w:rsidRPr="00E73557">
      <w:rPr>
        <w:noProof/>
        <w:lang w:eastAsia="et-EE"/>
      </w:rPr>
      <w:drawing>
        <wp:inline distT="0" distB="0" distL="0" distR="0" wp14:anchorId="6BF83B19" wp14:editId="7B040C67">
          <wp:extent cx="2027555" cy="739775"/>
          <wp:effectExtent l="0" t="0" r="0" b="0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7555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CBE4E" w14:textId="77777777" w:rsidR="00E113C2" w:rsidRDefault="008D5222">
    <w:pPr>
      <w:pStyle w:val="Header"/>
    </w:pPr>
    <w:r>
      <w:rPr>
        <w:noProof/>
        <w:lang w:val="en-US"/>
      </w:rPr>
      <w:pict w14:anchorId="2D001D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4916078" o:spid="_x0000_s1028" type="#_x0000_t75" style="position:absolute;margin-left:0;margin-top:0;width:649pt;height:917.8pt;z-index:-251659776;mso-position-horizontal:center;mso-position-horizontal-relative:margin;mso-position-vertical:center;mso-position-vertical-relative:margin" o:allowincell="f">
          <v:imagedata r:id="rId1" o:title="plangi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" w15:restartNumberingAfterBreak="0">
    <w:nsid w:val="0F1079E2"/>
    <w:multiLevelType w:val="hybridMultilevel"/>
    <w:tmpl w:val="C54A28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7947171">
    <w:abstractNumId w:val="1"/>
  </w:num>
  <w:num w:numId="2" w16cid:durableId="846676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0E4"/>
    <w:rsid w:val="0002283E"/>
    <w:rsid w:val="0008498D"/>
    <w:rsid w:val="00096459"/>
    <w:rsid w:val="000E2E8B"/>
    <w:rsid w:val="000E393C"/>
    <w:rsid w:val="00105011"/>
    <w:rsid w:val="0012270C"/>
    <w:rsid w:val="00126829"/>
    <w:rsid w:val="00147399"/>
    <w:rsid w:val="0015251D"/>
    <w:rsid w:val="0015487F"/>
    <w:rsid w:val="002308BA"/>
    <w:rsid w:val="00233925"/>
    <w:rsid w:val="00277E8A"/>
    <w:rsid w:val="00285875"/>
    <w:rsid w:val="00310DA3"/>
    <w:rsid w:val="003416E0"/>
    <w:rsid w:val="00343CB4"/>
    <w:rsid w:val="00357B66"/>
    <w:rsid w:val="003A09D0"/>
    <w:rsid w:val="003C3F9A"/>
    <w:rsid w:val="00411C3F"/>
    <w:rsid w:val="0043676B"/>
    <w:rsid w:val="004E0CE4"/>
    <w:rsid w:val="004E4D7A"/>
    <w:rsid w:val="0051629A"/>
    <w:rsid w:val="00525B6B"/>
    <w:rsid w:val="00650D16"/>
    <w:rsid w:val="00651917"/>
    <w:rsid w:val="006C4846"/>
    <w:rsid w:val="006E3196"/>
    <w:rsid w:val="006F629E"/>
    <w:rsid w:val="00763CC6"/>
    <w:rsid w:val="00763D82"/>
    <w:rsid w:val="007C3C15"/>
    <w:rsid w:val="007F4C39"/>
    <w:rsid w:val="008216C5"/>
    <w:rsid w:val="00871F80"/>
    <w:rsid w:val="00873265"/>
    <w:rsid w:val="008B6214"/>
    <w:rsid w:val="008D5222"/>
    <w:rsid w:val="00901F07"/>
    <w:rsid w:val="00997EB1"/>
    <w:rsid w:val="009F5A35"/>
    <w:rsid w:val="00A02F65"/>
    <w:rsid w:val="00A65A2A"/>
    <w:rsid w:val="00AF20E4"/>
    <w:rsid w:val="00B150B2"/>
    <w:rsid w:val="00B745BF"/>
    <w:rsid w:val="00B95B32"/>
    <w:rsid w:val="00B97963"/>
    <w:rsid w:val="00BD6EFE"/>
    <w:rsid w:val="00C474DE"/>
    <w:rsid w:val="00C90DBF"/>
    <w:rsid w:val="00CA783B"/>
    <w:rsid w:val="00D07071"/>
    <w:rsid w:val="00D3013E"/>
    <w:rsid w:val="00D33709"/>
    <w:rsid w:val="00D812EA"/>
    <w:rsid w:val="00DC5081"/>
    <w:rsid w:val="00DE0767"/>
    <w:rsid w:val="00E113C2"/>
    <w:rsid w:val="00E14F19"/>
    <w:rsid w:val="00E32CDC"/>
    <w:rsid w:val="00E82439"/>
    <w:rsid w:val="00E956D9"/>
    <w:rsid w:val="00EC1B88"/>
    <w:rsid w:val="00EC3391"/>
    <w:rsid w:val="00EF0E54"/>
    <w:rsid w:val="00F02D5A"/>
    <w:rsid w:val="00F34C8C"/>
    <w:rsid w:val="00F65977"/>
    <w:rsid w:val="00F825A3"/>
    <w:rsid w:val="00FC02A9"/>
    <w:rsid w:val="00FC1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BE7788"/>
  <w15:docId w15:val="{C8D1CF57-464C-4823-9A92-4C69E2CB5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E0CE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1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13C2"/>
  </w:style>
  <w:style w:type="paragraph" w:styleId="Footer">
    <w:name w:val="footer"/>
    <w:basedOn w:val="Normal"/>
    <w:link w:val="FooterChar"/>
    <w:uiPriority w:val="99"/>
    <w:unhideWhenUsed/>
    <w:rsid w:val="00E11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13C2"/>
  </w:style>
  <w:style w:type="paragraph" w:styleId="BalloonText">
    <w:name w:val="Balloon Text"/>
    <w:basedOn w:val="Normal"/>
    <w:link w:val="BalloonTextChar"/>
    <w:uiPriority w:val="99"/>
    <w:semiHidden/>
    <w:unhideWhenUsed/>
    <w:rsid w:val="00821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216C5"/>
    <w:rPr>
      <w:rFonts w:ascii="Tahoma" w:hAnsi="Tahoma" w:cs="Tahoma"/>
      <w:sz w:val="16"/>
      <w:szCs w:val="16"/>
    </w:rPr>
  </w:style>
  <w:style w:type="paragraph" w:customStyle="1" w:styleId="FooterEven">
    <w:name w:val="Footer Even"/>
    <w:basedOn w:val="Normal"/>
    <w:qFormat/>
    <w:rsid w:val="00357B66"/>
    <w:pPr>
      <w:pBdr>
        <w:top w:val="single" w:sz="4" w:space="1" w:color="4F81BD"/>
      </w:pBdr>
      <w:spacing w:after="180" w:line="264" w:lineRule="auto"/>
    </w:pPr>
    <w:rPr>
      <w:color w:val="1F497D"/>
      <w:sz w:val="20"/>
      <w:szCs w:val="20"/>
      <w:lang w:val="en-US" w:eastAsia="ja-JP"/>
    </w:rPr>
  </w:style>
  <w:style w:type="character" w:styleId="Hyperlink">
    <w:name w:val="Hyperlink"/>
    <w:uiPriority w:val="99"/>
    <w:unhideWhenUsed/>
    <w:rsid w:val="00310DA3"/>
    <w:rPr>
      <w:color w:val="0000FF"/>
      <w:u w:val="single"/>
    </w:rPr>
  </w:style>
  <w:style w:type="paragraph" w:styleId="NoSpacing">
    <w:name w:val="No Spacing"/>
    <w:uiPriority w:val="1"/>
    <w:qFormat/>
    <w:rsid w:val="004E0CE4"/>
    <w:rPr>
      <w:sz w:val="22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4E0CE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BodyText2">
    <w:name w:val="Body Text 2"/>
    <w:basedOn w:val="Normal"/>
    <w:link w:val="BodyText2Char"/>
    <w:rsid w:val="00C474DE"/>
    <w:pPr>
      <w:widowControl w:val="0"/>
      <w:suppressAutoHyphens/>
      <w:spacing w:after="0" w:line="240" w:lineRule="auto"/>
      <w:jc w:val="both"/>
    </w:pPr>
    <w:rPr>
      <w:rFonts w:ascii="Times New Roman" w:eastAsia="Arial Unicode MS" w:hAnsi="Times New Roman"/>
      <w:b/>
      <w:bCs/>
      <w:kern w:val="1"/>
      <w:sz w:val="24"/>
      <w:szCs w:val="24"/>
    </w:rPr>
  </w:style>
  <w:style w:type="character" w:customStyle="1" w:styleId="BodyText2Char">
    <w:name w:val="Body Text 2 Char"/>
    <w:link w:val="BodyText2"/>
    <w:rsid w:val="00C474DE"/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745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t-EE"/>
    </w:rPr>
  </w:style>
  <w:style w:type="character" w:customStyle="1" w:styleId="lrzxr">
    <w:name w:val="lrzxr"/>
    <w:basedOn w:val="DefaultParagraphFont"/>
    <w:rsid w:val="00B95B32"/>
  </w:style>
  <w:style w:type="character" w:styleId="UnresolvedMention">
    <w:name w:val="Unresolved Mention"/>
    <w:uiPriority w:val="99"/>
    <w:semiHidden/>
    <w:unhideWhenUsed/>
    <w:rsid w:val="00B95B32"/>
    <w:rPr>
      <w:color w:val="605E5C"/>
      <w:shd w:val="clear" w:color="auto" w:fill="E1DFDD"/>
    </w:rPr>
  </w:style>
  <w:style w:type="paragraph" w:customStyle="1" w:styleId="Default">
    <w:name w:val="Default"/>
    <w:rsid w:val="003C3F9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51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96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ranspordiamet.e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margus@vihmer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annes@pkinfra.ee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dc\Sync_data$\ilona\My%20Documents\1-Viimsi\PJ-332%20Ampri%20pk\Koosk&#245;lastused\Garantiikir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8133B-C92B-4C18-A140-74404398C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Garantiikiri</Template>
  <TotalTime>18</TotalTime>
  <Pages>1</Pages>
  <Words>214</Words>
  <Characters>1242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AK Süsteemid OÜ</Company>
  <LinksUpToDate>false</LinksUpToDate>
  <CharactersWithSpaces>1454</CharactersWithSpaces>
  <SharedDoc>false</SharedDoc>
  <HLinks>
    <vt:vector size="18" baseType="variant">
      <vt:variant>
        <vt:i4>5963882</vt:i4>
      </vt:variant>
      <vt:variant>
        <vt:i4>6</vt:i4>
      </vt:variant>
      <vt:variant>
        <vt:i4>0</vt:i4>
      </vt:variant>
      <vt:variant>
        <vt:i4>5</vt:i4>
      </vt:variant>
      <vt:variant>
        <vt:lpwstr>mailto:margus@vihmer.ee</vt:lpwstr>
      </vt:variant>
      <vt:variant>
        <vt:lpwstr/>
      </vt:variant>
      <vt:variant>
        <vt:i4>8192077</vt:i4>
      </vt:variant>
      <vt:variant>
        <vt:i4>3</vt:i4>
      </vt:variant>
      <vt:variant>
        <vt:i4>0</vt:i4>
      </vt:variant>
      <vt:variant>
        <vt:i4>5</vt:i4>
      </vt:variant>
      <vt:variant>
        <vt:lpwstr>mailto:hannes@pkinfra.ee</vt:lpwstr>
      </vt:variant>
      <vt:variant>
        <vt:lpwstr/>
      </vt:variant>
      <vt:variant>
        <vt:i4>2490380</vt:i4>
      </vt:variant>
      <vt:variant>
        <vt:i4>0</vt:i4>
      </vt:variant>
      <vt:variant>
        <vt:i4>0</vt:i4>
      </vt:variant>
      <vt:variant>
        <vt:i4>5</vt:i4>
      </vt:variant>
      <vt:variant>
        <vt:lpwstr>mailto:info@transpordiamet.ee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Pärkna</dc:creator>
  <cp:keywords/>
  <cp:lastModifiedBy>Ilona Pärkna</cp:lastModifiedBy>
  <cp:revision>5</cp:revision>
  <cp:lastPrinted>2021-03-09T08:36:00Z</cp:lastPrinted>
  <dcterms:created xsi:type="dcterms:W3CDTF">2025-04-07T05:19:00Z</dcterms:created>
  <dcterms:modified xsi:type="dcterms:W3CDTF">2025-04-07T05:37:00Z</dcterms:modified>
</cp:coreProperties>
</file>