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sdt>
      <w:sdtPr>
        <w:rPr>
          <w:rFonts w:asciiTheme="minorHAnsi" w:hAnsiTheme="minorHAnsi" w:cs="Calibri"/>
          <w:kern w:val="2"/>
          <w:sz w:val="22"/>
        </w:rPr>
        <w:alias w:val="Title"/>
        <w:tag w:val=""/>
        <w:id w:val="1589035202"/>
        <w:placeholder>
          <w:docPart w:val="3531348FAF3B4D42B561F92A5BE2730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0186B8E" w14:textId="42E6D57B" w:rsidR="00B93AA4" w:rsidRPr="001D584E" w:rsidRDefault="008D60EF" w:rsidP="00975559">
          <w:pPr>
            <w:widowControl/>
            <w:tabs>
              <w:tab w:val="right" w:pos="8505"/>
            </w:tabs>
            <w:suppressAutoHyphens w:val="0"/>
            <w:spacing w:before="20" w:after="20" w:line="240" w:lineRule="auto"/>
            <w:jc w:val="center"/>
            <w:rPr>
              <w:rFonts w:asciiTheme="minorHAnsi" w:hAnsiTheme="minorHAnsi" w:cs="Calibri"/>
              <w:kern w:val="2"/>
              <w:sz w:val="22"/>
            </w:rPr>
          </w:pPr>
          <w:r>
            <w:rPr>
              <w:rFonts w:asciiTheme="minorHAnsi" w:hAnsiTheme="minorHAnsi" w:cs="Calibri"/>
              <w:kern w:val="2"/>
              <w:sz w:val="22"/>
            </w:rPr>
            <w:t>Hankeleping</w:t>
          </w:r>
        </w:p>
      </w:sdtContent>
    </w:sdt>
    <w:p w14:paraId="14089D0A" w14:textId="77777777" w:rsidR="001D584E" w:rsidRPr="00AE13B2" w:rsidRDefault="001D584E" w:rsidP="001D584E">
      <w:pPr>
        <w:widowControl/>
        <w:tabs>
          <w:tab w:val="right" w:pos="8505"/>
        </w:tabs>
        <w:suppressAutoHyphens w:val="0"/>
        <w:spacing w:before="20" w:after="20" w:line="240" w:lineRule="auto"/>
        <w:rPr>
          <w:rFonts w:asciiTheme="minorHAnsi" w:hAnsiTheme="minorHAnsi" w:cs="Calibri"/>
          <w:kern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B93AA4" w:rsidRPr="00AE13B2" w14:paraId="30186B96" w14:textId="77777777" w:rsidTr="00347D95">
        <w:tc>
          <w:tcPr>
            <w:tcW w:w="4605" w:type="dxa"/>
            <w:hideMark/>
          </w:tcPr>
          <w:p w14:paraId="30186B94" w14:textId="17B97C44" w:rsidR="00B93AA4" w:rsidRPr="00206A9D" w:rsidRDefault="00A01BDC" w:rsidP="00347D95">
            <w:pPr>
              <w:widowControl/>
              <w:suppressAutoHyphens w:val="0"/>
              <w:spacing w:before="20" w:after="20" w:line="240" w:lineRule="auto"/>
              <w:ind w:left="-113"/>
              <w:jc w:val="left"/>
              <w:rPr>
                <w:rFonts w:asciiTheme="minorHAnsi" w:hAnsiTheme="minorHAnsi" w:cs="Calibri"/>
                <w:sz w:val="22"/>
              </w:rPr>
            </w:pPr>
            <w:r>
              <w:rPr>
                <w:rFonts w:asciiTheme="minorHAnsi" w:hAnsiTheme="minorHAnsi" w:cs="Calibri"/>
                <w:sz w:val="22"/>
              </w:rPr>
              <w:t>Tallinn</w:t>
            </w:r>
          </w:p>
        </w:tc>
        <w:tc>
          <w:tcPr>
            <w:tcW w:w="4606" w:type="dxa"/>
            <w:hideMark/>
          </w:tcPr>
          <w:p w14:paraId="30186B95" w14:textId="790E315F" w:rsidR="00B93AA4" w:rsidRPr="00AE13B2" w:rsidRDefault="0009611C" w:rsidP="0009611C">
            <w:pPr>
              <w:pStyle w:val="Style3"/>
              <w:ind w:left="1388"/>
            </w:pPr>
            <w:r>
              <w:t xml:space="preserve">12.09.2024 </w:t>
            </w:r>
            <w:r w:rsidR="007B3AD4">
              <w:t xml:space="preserve">nr </w:t>
            </w:r>
            <w:r>
              <w:t>2-2/24/946-2</w:t>
            </w:r>
          </w:p>
        </w:tc>
      </w:tr>
      <w:tr w:rsidR="00677495" w:rsidRPr="00AE13B2" w14:paraId="5065C6E2" w14:textId="77777777" w:rsidTr="00347D95">
        <w:tc>
          <w:tcPr>
            <w:tcW w:w="4605" w:type="dxa"/>
          </w:tcPr>
          <w:p w14:paraId="62C34D7C" w14:textId="77777777" w:rsidR="00677495" w:rsidRPr="00206A9D" w:rsidRDefault="00677495" w:rsidP="00347D95">
            <w:pPr>
              <w:widowControl/>
              <w:suppressAutoHyphens w:val="0"/>
              <w:spacing w:before="20" w:after="20" w:line="240" w:lineRule="auto"/>
              <w:ind w:left="-113"/>
              <w:jc w:val="left"/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4606" w:type="dxa"/>
          </w:tcPr>
          <w:p w14:paraId="79807718" w14:textId="77777777" w:rsidR="00677495" w:rsidRDefault="00677495" w:rsidP="00677495">
            <w:pPr>
              <w:pStyle w:val="Style3"/>
              <w:tabs>
                <w:tab w:val="left" w:pos="2204"/>
              </w:tabs>
            </w:pPr>
          </w:p>
        </w:tc>
      </w:tr>
    </w:tbl>
    <w:p w14:paraId="71A19102" w14:textId="4186A63E" w:rsidR="008D60EF" w:rsidRPr="00E7602C" w:rsidRDefault="008D60EF" w:rsidP="008D60EF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</w:pPr>
      <w:r w:rsidRPr="008D60EF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>Riigi Kaitseinvesteeringute Keskus</w:t>
      </w:r>
      <w:r w:rsidRPr="008D60E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(registrikood 70009764, asukoht Järve tn 34a, Kristiine linnaosa, </w:t>
      </w:r>
      <w:r w:rsidR="00840F5F" w:rsidRPr="008D60E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11314</w:t>
      </w:r>
      <w:r w:rsidR="00840F5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</w:t>
      </w:r>
      <w:r w:rsidRPr="008D60E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Tallinn, Harju maakond),</w:t>
      </w:r>
      <w:r w:rsidR="00E7602C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</w:t>
      </w:r>
      <w:r w:rsidRPr="008D60EF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 xml:space="preserve">Kaitsevägi </w:t>
      </w:r>
      <w:r w:rsidRPr="008D60E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(registrikood 70008641, asukoht Juhkentali tn 58, 15007 Kesklinna linnaosa, Tallinn, Harju maakond),</w:t>
      </w:r>
      <w:r w:rsidR="00E7602C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</w:t>
      </w:r>
      <w:r w:rsidRPr="008D60EF">
        <w:rPr>
          <w:rFonts w:asciiTheme="minorHAnsi" w:eastAsia="Times New Roman" w:hAnsiTheme="minorHAnsi" w:cs="Calibri"/>
          <w:bCs/>
          <w:kern w:val="0"/>
          <w:sz w:val="22"/>
          <w:szCs w:val="22"/>
          <w:lang w:eastAsia="en-US" w:bidi="ar-SA"/>
        </w:rPr>
        <w:t>mida esindab direktori 07.12.2020 käskkirja nr 77 alusel Riigi Kaitseinvesteeringute Keskuse hangete osakonna juhataja Ivar Janson,</w:t>
      </w:r>
      <w:r w:rsidRPr="008D60EF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(edaspidi nimetatud </w:t>
      </w:r>
      <w:r w:rsidRPr="008D60EF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>ostja</w:t>
      </w:r>
      <w:r w:rsidRPr="00E7602C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), ühelt poolt</w:t>
      </w:r>
    </w:p>
    <w:p w14:paraId="5E44DC41" w14:textId="77777777" w:rsidR="008D60EF" w:rsidRPr="008D60EF" w:rsidRDefault="008D60EF" w:rsidP="008D60EF">
      <w:pPr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</w:pPr>
    </w:p>
    <w:p w14:paraId="12C2A46D" w14:textId="77777777" w:rsidR="008D60EF" w:rsidRPr="008D60EF" w:rsidRDefault="008D60EF" w:rsidP="008D60EF">
      <w:pPr>
        <w:spacing w:line="240" w:lineRule="auto"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 xml:space="preserve">ja </w:t>
      </w:r>
    </w:p>
    <w:p w14:paraId="502A91E9" w14:textId="77777777" w:rsidR="008D60EF" w:rsidRPr="008D60EF" w:rsidRDefault="008D60EF" w:rsidP="008D60EF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0C2C66D9" w14:textId="2C857D90" w:rsidR="008D60EF" w:rsidRPr="008D60EF" w:rsidRDefault="008D60EF" w:rsidP="008D60EF">
      <w:pPr>
        <w:spacing w:line="240" w:lineRule="auto"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b/>
          <w:sz w:val="22"/>
          <w:szCs w:val="22"/>
        </w:rPr>
        <w:t>AS Kesko Senukai Estonia</w:t>
      </w:r>
      <w:r w:rsidRPr="008D60EF">
        <w:rPr>
          <w:rFonts w:asciiTheme="minorHAnsi" w:hAnsiTheme="minorHAnsi" w:cs="Calibri"/>
          <w:sz w:val="22"/>
          <w:szCs w:val="22"/>
        </w:rPr>
        <w:t>,</w:t>
      </w:r>
      <w:r w:rsidRPr="008D60EF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8D60EF">
        <w:rPr>
          <w:rFonts w:asciiTheme="minorHAnsi" w:hAnsiTheme="minorHAnsi" w:cs="Calibri"/>
          <w:sz w:val="22"/>
          <w:szCs w:val="22"/>
        </w:rPr>
        <w:t>registrikood</w:t>
      </w:r>
      <w:r w:rsidRPr="008D60EF">
        <w:t xml:space="preserve"> </w:t>
      </w:r>
      <w:r w:rsidRPr="008D60EF">
        <w:rPr>
          <w:rFonts w:asciiTheme="minorHAnsi" w:hAnsiTheme="minorHAnsi" w:cs="Calibri"/>
          <w:sz w:val="22"/>
          <w:szCs w:val="22"/>
        </w:rPr>
        <w:t>10026621, asukoht Jalgpalli tn 1,</w:t>
      </w:r>
      <w:r w:rsidRPr="008D60EF">
        <w:t xml:space="preserve"> </w:t>
      </w:r>
      <w:r w:rsidRPr="008D60EF">
        <w:rPr>
          <w:rFonts w:asciiTheme="minorHAnsi" w:hAnsiTheme="minorHAnsi" w:cs="Calibri"/>
          <w:sz w:val="22"/>
          <w:szCs w:val="22"/>
        </w:rPr>
        <w:t xml:space="preserve">Kesklinna linnaosa, </w:t>
      </w:r>
      <w:r w:rsidR="00840F5F" w:rsidRPr="008D60EF">
        <w:rPr>
          <w:rFonts w:asciiTheme="minorHAnsi" w:hAnsiTheme="minorHAnsi" w:cs="Calibri"/>
          <w:sz w:val="22"/>
          <w:szCs w:val="22"/>
        </w:rPr>
        <w:t>11312</w:t>
      </w:r>
      <w:r w:rsidR="00840F5F">
        <w:rPr>
          <w:rFonts w:asciiTheme="minorHAnsi" w:hAnsiTheme="minorHAnsi" w:cs="Calibri"/>
          <w:sz w:val="22"/>
          <w:szCs w:val="22"/>
        </w:rPr>
        <w:t xml:space="preserve"> </w:t>
      </w:r>
      <w:r w:rsidRPr="008D60EF">
        <w:rPr>
          <w:rFonts w:asciiTheme="minorHAnsi" w:hAnsiTheme="minorHAnsi" w:cs="Calibri"/>
          <w:sz w:val="22"/>
          <w:szCs w:val="22"/>
        </w:rPr>
        <w:t xml:space="preserve">Tallinn, mida esindab volikirja alusel Arvids Dovidens (edaspidi nimetatud </w:t>
      </w:r>
      <w:r w:rsidRPr="008D60EF">
        <w:rPr>
          <w:rFonts w:asciiTheme="minorHAnsi" w:hAnsiTheme="minorHAnsi" w:cs="Calibri"/>
          <w:b/>
          <w:sz w:val="22"/>
          <w:szCs w:val="22"/>
        </w:rPr>
        <w:t>müüja</w:t>
      </w:r>
      <w:r w:rsidRPr="008D60EF">
        <w:rPr>
          <w:rFonts w:asciiTheme="minorHAnsi" w:hAnsiTheme="minorHAnsi" w:cs="Calibri"/>
          <w:sz w:val="22"/>
          <w:szCs w:val="22"/>
        </w:rPr>
        <w:t>), teiselt poolt, eraldi nimetatud kui pool ja ühiselt kui poole</w:t>
      </w:r>
      <w:r w:rsidR="00E7346B">
        <w:rPr>
          <w:rFonts w:asciiTheme="minorHAnsi" w:hAnsiTheme="minorHAnsi" w:cs="Calibri"/>
          <w:sz w:val="22"/>
          <w:szCs w:val="22"/>
        </w:rPr>
        <w:t>d, on sõlminud järgmise lepingu:</w:t>
      </w:r>
    </w:p>
    <w:p w14:paraId="1E724616" w14:textId="77777777" w:rsidR="008D60EF" w:rsidRPr="008D60EF" w:rsidRDefault="008D60EF" w:rsidP="008D60EF">
      <w:pPr>
        <w:rPr>
          <w:rFonts w:asciiTheme="minorHAnsi" w:hAnsiTheme="minorHAnsi" w:cs="Calibri"/>
          <w:sz w:val="22"/>
          <w:szCs w:val="22"/>
        </w:rPr>
      </w:pPr>
    </w:p>
    <w:p w14:paraId="1F41AA79" w14:textId="369DC0DF" w:rsidR="00E7602C" w:rsidRPr="00E7602C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kern w:val="2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  <w:lang w:eastAsia="x-none"/>
        </w:rPr>
        <w:t>Leping on sõlmitud riigihanke „Ehitus- ja korrashoiu tagamiseks vajalikud materjalid ning tarvikud“</w:t>
      </w:r>
      <w:r w:rsidRPr="008D60EF">
        <w:rPr>
          <w:rFonts w:asciiTheme="minorHAnsi" w:hAnsiTheme="minorHAnsi" w:cs="Calibri"/>
          <w:sz w:val="22"/>
          <w:szCs w:val="22"/>
          <w:lang w:eastAsia="et-EE"/>
        </w:rPr>
        <w:t xml:space="preserve"> (viitenumber </w:t>
      </w:r>
      <w:r w:rsidRPr="008D60EF">
        <w:rPr>
          <w:rFonts w:asciiTheme="minorHAnsi" w:hAnsiTheme="minorHAnsi" w:cs="Calibri"/>
          <w:bCs/>
          <w:sz w:val="22"/>
          <w:szCs w:val="22"/>
          <w:lang w:eastAsia="et-EE"/>
        </w:rPr>
        <w:t>222366</w:t>
      </w:r>
      <w:r w:rsidRPr="008D60EF">
        <w:rPr>
          <w:rFonts w:asciiTheme="minorHAnsi" w:hAnsiTheme="minorHAnsi" w:cs="Calibri"/>
          <w:sz w:val="22"/>
          <w:szCs w:val="22"/>
          <w:lang w:eastAsia="et-EE"/>
        </w:rPr>
        <w:t>)</w:t>
      </w:r>
      <w:r w:rsidRPr="008D60EF">
        <w:rPr>
          <w:rFonts w:asciiTheme="minorHAnsi" w:hAnsiTheme="minorHAnsi" w:cs="Calibri"/>
          <w:sz w:val="22"/>
          <w:szCs w:val="22"/>
        </w:rPr>
        <w:t xml:space="preserve"> tulemusel sõlmitud raamlepingu nr 2-2/20/946-1 alusel läbiviidud minikonkursi </w:t>
      </w:r>
      <w:r w:rsidR="00032632">
        <w:rPr>
          <w:rFonts w:asciiTheme="minorHAnsi" w:hAnsiTheme="minorHAnsi" w:cs="Calibri"/>
          <w:sz w:val="22"/>
          <w:szCs w:val="22"/>
        </w:rPr>
        <w:t>(</w:t>
      </w:r>
      <w:r w:rsidRPr="008D60EF">
        <w:rPr>
          <w:rFonts w:asciiTheme="minorHAnsi" w:hAnsiTheme="minorHAnsi" w:cs="Calibri"/>
          <w:sz w:val="22"/>
          <w:szCs w:val="22"/>
        </w:rPr>
        <w:t>viitenumber 283212</w:t>
      </w:r>
      <w:r w:rsidR="00032632">
        <w:rPr>
          <w:rFonts w:asciiTheme="minorHAnsi" w:hAnsiTheme="minorHAnsi" w:cs="Calibri"/>
          <w:sz w:val="22"/>
          <w:szCs w:val="22"/>
        </w:rPr>
        <w:t>)</w:t>
      </w:r>
      <w:r w:rsidRPr="008D60EF">
        <w:rPr>
          <w:rFonts w:asciiTheme="minorHAnsi" w:hAnsiTheme="minorHAnsi" w:cs="Calibri"/>
          <w:sz w:val="22"/>
          <w:szCs w:val="22"/>
        </w:rPr>
        <w:t xml:space="preserve">  „Erinevate kaupade ostm</w:t>
      </w:r>
      <w:r w:rsidR="00032632">
        <w:rPr>
          <w:rFonts w:asciiTheme="minorHAnsi" w:hAnsiTheme="minorHAnsi" w:cs="Calibri"/>
          <w:sz w:val="22"/>
          <w:szCs w:val="22"/>
        </w:rPr>
        <w:t>ine“ tulemusena minikonkurs</w:t>
      </w:r>
      <w:r w:rsidRPr="008D60EF">
        <w:rPr>
          <w:rFonts w:asciiTheme="minorHAnsi" w:hAnsiTheme="minorHAnsi" w:cs="Calibri"/>
          <w:sz w:val="22"/>
          <w:szCs w:val="22"/>
        </w:rPr>
        <w:t xml:space="preserve">i osades 3 ja 5. </w:t>
      </w:r>
    </w:p>
    <w:p w14:paraId="5CFCFB43" w14:textId="77777777" w:rsidR="00E7602C" w:rsidRPr="00E7602C" w:rsidRDefault="00E7602C" w:rsidP="00E7602C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kern w:val="2"/>
          <w:sz w:val="22"/>
          <w:szCs w:val="22"/>
        </w:rPr>
      </w:pPr>
    </w:p>
    <w:p w14:paraId="5093D63A" w14:textId="77777777" w:rsidR="008D60EF" w:rsidRPr="008D60EF" w:rsidRDefault="008D60EF" w:rsidP="00E7602C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Lepingu sõlmimisel lähtutakse raamlepingust tulenevatest tingimustest.</w:t>
      </w:r>
    </w:p>
    <w:p w14:paraId="528E6289" w14:textId="77777777" w:rsidR="008D60EF" w:rsidRPr="008D60EF" w:rsidRDefault="008D60EF" w:rsidP="00E7602C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3B66F816" w14:textId="6F69BA5E" w:rsidR="008D60EF" w:rsidRPr="008D60EF" w:rsidRDefault="00032632" w:rsidP="00E7602C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Kauba </w:t>
      </w:r>
      <w:r w:rsidR="008D60EF" w:rsidRPr="008D60EF">
        <w:rPr>
          <w:rFonts w:asciiTheme="minorHAnsi" w:hAnsiTheme="minorHAnsi" w:cs="Calibri"/>
          <w:sz w:val="22"/>
          <w:szCs w:val="22"/>
        </w:rPr>
        <w:t xml:space="preserve"> nimetus, maksumus, spetsifikatsioon ja sellele esitatavad nõuded, on toodud lepingu lisades 3 ja 5. </w:t>
      </w:r>
    </w:p>
    <w:p w14:paraId="7848476B" w14:textId="77777777" w:rsidR="008D60EF" w:rsidRPr="008D60EF" w:rsidRDefault="008D60EF" w:rsidP="00E7602C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07E8D580" w14:textId="77777777" w:rsidR="008D60EF" w:rsidRPr="008D60EF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Tellimused edastatakse ostutellimusena vähemalt kirjalikku taasesitamist võimaldavas vormis.</w:t>
      </w:r>
    </w:p>
    <w:p w14:paraId="0A534C45" w14:textId="77777777" w:rsidR="008D60EF" w:rsidRPr="008D60EF" w:rsidRDefault="008D60EF" w:rsidP="00E7602C">
      <w:pPr>
        <w:spacing w:line="240" w:lineRule="auto"/>
        <w:ind w:left="567"/>
        <w:contextualSpacing/>
        <w:rPr>
          <w:rFonts w:asciiTheme="minorHAnsi" w:hAnsiTheme="minorHAnsi" w:cs="Calibri"/>
          <w:sz w:val="22"/>
          <w:szCs w:val="22"/>
        </w:rPr>
      </w:pPr>
    </w:p>
    <w:p w14:paraId="38A1B275" w14:textId="3017376E" w:rsidR="008D60EF" w:rsidRPr="008D60EF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Ka</w:t>
      </w:r>
      <w:r w:rsidR="0009611C">
        <w:rPr>
          <w:rFonts w:asciiTheme="minorHAnsi" w:hAnsiTheme="minorHAnsi" w:cs="Calibri"/>
          <w:sz w:val="22"/>
          <w:szCs w:val="22"/>
        </w:rPr>
        <w:t xml:space="preserve">uba tarnekoht on Loode 5, </w:t>
      </w:r>
      <w:r w:rsidR="0009611C" w:rsidRPr="008D60EF">
        <w:rPr>
          <w:rFonts w:asciiTheme="minorHAnsi" w:hAnsiTheme="minorHAnsi" w:cs="Calibri"/>
          <w:sz w:val="22"/>
          <w:szCs w:val="22"/>
        </w:rPr>
        <w:t>45107</w:t>
      </w:r>
      <w:r w:rsidR="0009611C">
        <w:rPr>
          <w:rFonts w:asciiTheme="minorHAnsi" w:hAnsiTheme="minorHAnsi" w:cs="Calibri"/>
          <w:sz w:val="22"/>
          <w:szCs w:val="22"/>
        </w:rPr>
        <w:t xml:space="preserve"> Tapa ja Kose tee 3a, 65603</w:t>
      </w:r>
      <w:r w:rsidRPr="008D60EF">
        <w:rPr>
          <w:rFonts w:asciiTheme="minorHAnsi" w:hAnsiTheme="minorHAnsi" w:cs="Calibri"/>
          <w:sz w:val="22"/>
          <w:szCs w:val="22"/>
        </w:rPr>
        <w:t xml:space="preserve"> Võru</w:t>
      </w:r>
      <w:r w:rsidR="00761B0A">
        <w:rPr>
          <w:rFonts w:asciiTheme="minorHAnsi" w:hAnsiTheme="minorHAnsi" w:cs="Calibri"/>
          <w:sz w:val="22"/>
          <w:szCs w:val="22"/>
        </w:rPr>
        <w:t>.</w:t>
      </w:r>
      <w:bookmarkStart w:id="0" w:name="_GoBack"/>
      <w:bookmarkEnd w:id="0"/>
    </w:p>
    <w:p w14:paraId="2E47FF9B" w14:textId="77777777" w:rsidR="008D60EF" w:rsidRPr="008D60EF" w:rsidRDefault="008D60EF" w:rsidP="00E7602C">
      <w:pPr>
        <w:spacing w:line="240" w:lineRule="auto"/>
        <w:ind w:left="720"/>
        <w:contextualSpacing/>
        <w:rPr>
          <w:rFonts w:asciiTheme="minorHAnsi" w:hAnsiTheme="minorHAnsi" w:cs="Calibri"/>
          <w:sz w:val="22"/>
          <w:szCs w:val="22"/>
        </w:rPr>
      </w:pPr>
    </w:p>
    <w:p w14:paraId="6D26D5EE" w14:textId="2A26A713" w:rsidR="00E7602C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Ostja k</w:t>
      </w:r>
      <w:r>
        <w:rPr>
          <w:rFonts w:asciiTheme="minorHAnsi" w:hAnsiTheme="minorHAnsi" w:cs="Calibri"/>
          <w:sz w:val="22"/>
          <w:szCs w:val="22"/>
        </w:rPr>
        <w:t>ontaktisik:</w:t>
      </w:r>
      <w:r w:rsidRPr="008D60EF">
        <w:rPr>
          <w:rFonts w:asciiTheme="minorHAnsi" w:hAnsiTheme="minorHAnsi" w:cs="Calibri"/>
          <w:sz w:val="22"/>
          <w:szCs w:val="22"/>
        </w:rPr>
        <w:t xml:space="preserve"> </w:t>
      </w:r>
    </w:p>
    <w:p w14:paraId="27E448EA" w14:textId="77777777" w:rsidR="00E7602C" w:rsidRDefault="00E7602C" w:rsidP="00E7602C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3BC76C64" w14:textId="58EA28A8" w:rsidR="00E7602C" w:rsidRPr="00E7602C" w:rsidRDefault="008D60EF" w:rsidP="00E7602C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 xml:space="preserve">Liina Mesults, +372 5344 2368,  </w:t>
      </w:r>
      <w:hyperlink r:id="rId11" w:history="1">
        <w:r w:rsidRPr="00E7602C">
          <w:rPr>
            <w:rFonts w:asciiTheme="minorHAnsi" w:hAnsiTheme="minorHAnsi" w:cs="Calibri"/>
            <w:sz w:val="22"/>
            <w:szCs w:val="22"/>
            <w:u w:val="single"/>
          </w:rPr>
          <w:t>liina.mesults@mil.ee</w:t>
        </w:r>
      </w:hyperlink>
      <w:r w:rsidR="00E7602C" w:rsidRPr="00E7602C">
        <w:rPr>
          <w:rFonts w:asciiTheme="minorHAnsi" w:hAnsiTheme="minorHAnsi" w:cs="Calibri"/>
          <w:sz w:val="22"/>
          <w:szCs w:val="22"/>
        </w:rPr>
        <w:t>.</w:t>
      </w:r>
    </w:p>
    <w:p w14:paraId="0568F002" w14:textId="1D46E6CE" w:rsidR="00E7602C" w:rsidRPr="00E7602C" w:rsidRDefault="008D60EF" w:rsidP="00E7602C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E7602C">
        <w:rPr>
          <w:rFonts w:asciiTheme="minorHAnsi" w:hAnsiTheme="minorHAnsi" w:cs="Calibri"/>
          <w:sz w:val="22"/>
          <w:szCs w:val="22"/>
        </w:rPr>
        <w:t>Aivar Voronov, +372</w:t>
      </w:r>
      <w:r w:rsidR="00E7602C" w:rsidRPr="00E7602C">
        <w:rPr>
          <w:rFonts w:asciiTheme="minorHAnsi" w:hAnsiTheme="minorHAnsi" w:cs="Calibri"/>
          <w:sz w:val="22"/>
          <w:szCs w:val="22"/>
        </w:rPr>
        <w:t xml:space="preserve"> 526 1905, </w:t>
      </w:r>
      <w:hyperlink r:id="rId12" w:history="1">
        <w:r w:rsidR="00E7602C" w:rsidRPr="00E7602C">
          <w:rPr>
            <w:rStyle w:val="Hyperlink"/>
            <w:rFonts w:asciiTheme="minorHAnsi" w:hAnsiTheme="minorHAnsi" w:cs="Calibri"/>
            <w:color w:val="auto"/>
            <w:sz w:val="22"/>
            <w:szCs w:val="22"/>
          </w:rPr>
          <w:t>aivar.voronov@mil.ee</w:t>
        </w:r>
      </w:hyperlink>
      <w:r w:rsidR="00E7602C" w:rsidRPr="00E7602C">
        <w:rPr>
          <w:rFonts w:asciiTheme="minorHAnsi" w:hAnsiTheme="minorHAnsi" w:cs="Calibri"/>
          <w:sz w:val="22"/>
          <w:szCs w:val="22"/>
        </w:rPr>
        <w:t>.</w:t>
      </w:r>
    </w:p>
    <w:p w14:paraId="2314F6DA" w14:textId="0C635CEC" w:rsidR="008D60EF" w:rsidRPr="00E7602C" w:rsidRDefault="008D60EF" w:rsidP="00E7602C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E7602C">
        <w:rPr>
          <w:rFonts w:asciiTheme="minorHAnsi" w:hAnsiTheme="minorHAnsi" w:cs="Calibri"/>
          <w:sz w:val="22"/>
          <w:szCs w:val="22"/>
        </w:rPr>
        <w:t>Elin</w:t>
      </w:r>
      <w:r w:rsidR="00E7602C">
        <w:rPr>
          <w:rFonts w:asciiTheme="minorHAnsi" w:hAnsiTheme="minorHAnsi" w:cs="Calibri"/>
          <w:sz w:val="22"/>
          <w:szCs w:val="22"/>
        </w:rPr>
        <w:t>a Kohv, +372 511 4006,</w:t>
      </w:r>
      <w:r w:rsidR="00E7602C" w:rsidRPr="00E7602C">
        <w:rPr>
          <w:rFonts w:asciiTheme="minorHAnsi" w:hAnsiTheme="minorHAnsi" w:cs="Calibri"/>
          <w:sz w:val="22"/>
          <w:szCs w:val="22"/>
        </w:rPr>
        <w:t xml:space="preserve"> </w:t>
      </w:r>
      <w:r w:rsidRPr="00E7602C">
        <w:rPr>
          <w:rFonts w:asciiTheme="minorHAnsi" w:hAnsiTheme="minorHAnsi" w:cs="Calibri"/>
          <w:sz w:val="22"/>
          <w:szCs w:val="22"/>
          <w:u w:val="single"/>
        </w:rPr>
        <w:t>elina.kohv@mil.ee</w:t>
      </w:r>
      <w:r w:rsidR="00E7602C" w:rsidRPr="00E7602C">
        <w:rPr>
          <w:rFonts w:asciiTheme="minorHAnsi" w:hAnsiTheme="minorHAnsi" w:cs="Calibri"/>
          <w:sz w:val="22"/>
          <w:szCs w:val="22"/>
        </w:rPr>
        <w:t>.</w:t>
      </w:r>
    </w:p>
    <w:p w14:paraId="764EC5CF" w14:textId="77777777" w:rsidR="008D60EF" w:rsidRPr="008D60EF" w:rsidRDefault="008D60EF" w:rsidP="00E7602C">
      <w:pPr>
        <w:spacing w:line="240" w:lineRule="auto"/>
        <w:ind w:left="720"/>
        <w:contextualSpacing/>
        <w:rPr>
          <w:rFonts w:asciiTheme="minorHAnsi" w:hAnsiTheme="minorHAnsi" w:cs="Calibri"/>
          <w:sz w:val="22"/>
          <w:szCs w:val="22"/>
        </w:rPr>
      </w:pPr>
    </w:p>
    <w:p w14:paraId="47079461" w14:textId="29165D15" w:rsidR="008D60EF" w:rsidRPr="008D60EF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 xml:space="preserve">Müüja kontaktisik: Reet Saari, +372 5662 1916, </w:t>
      </w:r>
      <w:r w:rsidRPr="00E7602C">
        <w:rPr>
          <w:rFonts w:asciiTheme="minorHAnsi" w:hAnsiTheme="minorHAnsi" w:cs="Calibri"/>
          <w:sz w:val="22"/>
          <w:szCs w:val="22"/>
          <w:u w:val="single"/>
        </w:rPr>
        <w:t>reet.saari@keskosenukai.ee</w:t>
      </w:r>
      <w:r w:rsidR="00E7602C">
        <w:rPr>
          <w:rFonts w:asciiTheme="minorHAnsi" w:hAnsiTheme="minorHAnsi" w:cs="Calibri"/>
          <w:sz w:val="22"/>
          <w:szCs w:val="22"/>
        </w:rPr>
        <w:t>.</w:t>
      </w:r>
    </w:p>
    <w:p w14:paraId="08D42296" w14:textId="77777777" w:rsidR="008D60EF" w:rsidRPr="008D60EF" w:rsidRDefault="008D60EF" w:rsidP="00E7602C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4D3F83B2" w14:textId="77777777" w:rsidR="008D60EF" w:rsidRPr="008D60EF" w:rsidRDefault="008D60EF" w:rsidP="00E7602C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bCs/>
          <w:sz w:val="22"/>
          <w:szCs w:val="22"/>
        </w:rPr>
        <w:t>Kontaktisikute muutumisel tuleb sellest viivitamatult teist poolt kirjalikult teavitada. Nimetatud teade lisatakse lepingu juurde ning ei käsitleta lepingu muudatusena.</w:t>
      </w:r>
    </w:p>
    <w:p w14:paraId="18AC2E24" w14:textId="77777777" w:rsidR="008D60EF" w:rsidRPr="008D60EF" w:rsidRDefault="008D60EF" w:rsidP="00E7602C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2072D2D4" w14:textId="44FC07CE" w:rsidR="008D60EF" w:rsidRDefault="008D60EF" w:rsidP="00E7602C">
      <w:pPr>
        <w:numPr>
          <w:ilvl w:val="0"/>
          <w:numId w:val="2"/>
        </w:numPr>
        <w:tabs>
          <w:tab w:val="left" w:pos="4320"/>
        </w:tabs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Arve esitamine</w:t>
      </w:r>
    </w:p>
    <w:p w14:paraId="13C43511" w14:textId="77777777" w:rsidR="00E7602C" w:rsidRPr="008D60EF" w:rsidRDefault="00E7602C" w:rsidP="00E7602C">
      <w:pPr>
        <w:tabs>
          <w:tab w:val="left" w:pos="4320"/>
        </w:tabs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4CD21015" w14:textId="6AC23CC7" w:rsidR="008D60EF" w:rsidRPr="0009611C" w:rsidRDefault="008D60EF" w:rsidP="00E7602C">
      <w:pPr>
        <w:pStyle w:val="ListParagraph"/>
        <w:numPr>
          <w:ilvl w:val="1"/>
          <w:numId w:val="5"/>
        </w:numPr>
        <w:ind w:left="1134" w:hanging="708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Müüja esitab e-arve (XML formaadis masintöödeldav arve) läbi e-arvete operaatori.</w:t>
      </w:r>
      <w:r w:rsidR="00E7602C" w:rsidRPr="0009611C">
        <w:rPr>
          <w:rFonts w:asciiTheme="minorHAnsi" w:hAnsiTheme="minorHAnsi" w:cs="Calibri"/>
          <w:sz w:val="22"/>
          <w:szCs w:val="22"/>
          <w:lang w:val="et-EE"/>
        </w:rPr>
        <w:t xml:space="preserve"> </w:t>
      </w:r>
      <w:r w:rsidRPr="0009611C">
        <w:rPr>
          <w:rFonts w:asciiTheme="minorHAnsi" w:hAnsiTheme="minorHAnsi" w:cs="Calibri"/>
          <w:sz w:val="22"/>
          <w:szCs w:val="22"/>
          <w:lang w:val="et-EE"/>
        </w:rPr>
        <w:t>Arvele märgitakse</w:t>
      </w:r>
      <w:r w:rsidR="00E7602C" w:rsidRPr="0009611C">
        <w:rPr>
          <w:rFonts w:asciiTheme="minorHAnsi" w:hAnsiTheme="minorHAnsi" w:cs="Calibri"/>
          <w:sz w:val="22"/>
          <w:szCs w:val="22"/>
          <w:lang w:val="et-EE"/>
        </w:rPr>
        <w:t>:</w:t>
      </w:r>
    </w:p>
    <w:p w14:paraId="38A28120" w14:textId="77777777" w:rsidR="00E7602C" w:rsidRPr="0009611C" w:rsidRDefault="00E7602C" w:rsidP="00E7602C">
      <w:pPr>
        <w:pStyle w:val="ListParagraph"/>
        <w:ind w:left="1134"/>
        <w:rPr>
          <w:rFonts w:asciiTheme="minorHAnsi" w:hAnsiTheme="minorHAnsi" w:cs="Calibri"/>
          <w:sz w:val="22"/>
          <w:szCs w:val="22"/>
          <w:lang w:val="et-EE"/>
        </w:rPr>
      </w:pPr>
    </w:p>
    <w:p w14:paraId="766FEF79" w14:textId="6927DFDE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b/>
          <w:sz w:val="22"/>
          <w:szCs w:val="22"/>
          <w:lang w:val="et-EE"/>
        </w:rPr>
        <w:t>maksja</w:t>
      </w:r>
      <w:r w:rsidRPr="0009611C">
        <w:rPr>
          <w:rFonts w:asciiTheme="minorHAnsi" w:hAnsiTheme="minorHAnsi" w:cs="Calibri"/>
          <w:sz w:val="22"/>
          <w:szCs w:val="22"/>
          <w:lang w:val="et-EE"/>
        </w:rPr>
        <w:t>: Kaitsevägi, asukoht Juhkentali tn 58, 15007 Kesklinna linnaosa, Tallinn, Harju maakond</w:t>
      </w:r>
    </w:p>
    <w:p w14:paraId="59748E77" w14:textId="06FFBC9A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registrikood 70008641;</w:t>
      </w:r>
    </w:p>
    <w:p w14:paraId="14674080" w14:textId="1BF304BD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kontaktisiku nimi Liina Mesults;</w:t>
      </w:r>
    </w:p>
    <w:p w14:paraId="47E035B6" w14:textId="55098141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lepingu number;</w:t>
      </w:r>
    </w:p>
    <w:p w14:paraId="7B2EDE7B" w14:textId="68B07619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riigihanke viitenumber 283212;</w:t>
      </w:r>
    </w:p>
    <w:p w14:paraId="6C106FD6" w14:textId="31E47428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color w:val="000000" w:themeColor="text1"/>
          <w:sz w:val="22"/>
          <w:szCs w:val="22"/>
          <w:lang w:val="et-EE"/>
        </w:rPr>
        <w:t>Lepinguosa viitenumber osa 3: 222366001006003;</w:t>
      </w:r>
    </w:p>
    <w:p w14:paraId="01C3BBBC" w14:textId="39219045" w:rsidR="00E7602C" w:rsidRPr="0009611C" w:rsidRDefault="00E7602C" w:rsidP="00E7602C">
      <w:pPr>
        <w:pStyle w:val="ListParagraph"/>
        <w:ind w:left="1854"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color w:val="000000" w:themeColor="text1"/>
          <w:sz w:val="22"/>
          <w:szCs w:val="22"/>
          <w:lang w:val="et-EE"/>
        </w:rPr>
        <w:lastRenderedPageBreak/>
        <w:t>Lepinguosa viitenumber osa 5: 222366001006005;</w:t>
      </w:r>
    </w:p>
    <w:p w14:paraId="746CD7D5" w14:textId="77777777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>andmed vastamaks käibemaksuseaduse nõuetele;</w:t>
      </w:r>
    </w:p>
    <w:p w14:paraId="1E627C6A" w14:textId="4F240796" w:rsidR="00E7602C" w:rsidRPr="0009611C" w:rsidRDefault="00E7602C" w:rsidP="00E7602C">
      <w:pPr>
        <w:pStyle w:val="ListParagraph"/>
        <w:numPr>
          <w:ilvl w:val="2"/>
          <w:numId w:val="5"/>
        </w:numPr>
        <w:ind w:right="-2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 xml:space="preserve">lisainfona tellitud tööde nimetused, materjali(de) nimetus(ed) ja kogus(ed). </w:t>
      </w:r>
    </w:p>
    <w:p w14:paraId="7D7C1C0F" w14:textId="4608B862" w:rsidR="008D60EF" w:rsidRPr="008D60EF" w:rsidRDefault="008D60EF" w:rsidP="00E7602C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1D4D558D" w14:textId="77777777" w:rsidR="008D60EF" w:rsidRPr="008D60EF" w:rsidRDefault="008D60EF" w:rsidP="00E7602C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 xml:space="preserve">Leping jõustub mõlema poolsest allkirjastamisest ja kehtib kuni 31.12.2024 või kuni lepinguliste kohustuste nõuetekohase täitmiseni. </w:t>
      </w:r>
    </w:p>
    <w:p w14:paraId="3AD7BD7E" w14:textId="77777777" w:rsidR="008D60EF" w:rsidRPr="008D60EF" w:rsidRDefault="008D60EF" w:rsidP="00E7602C">
      <w:pPr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018D5841" w14:textId="6E577D26" w:rsidR="008D60EF" w:rsidRPr="008D60EF" w:rsidRDefault="0009611C" w:rsidP="00E7602C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Lisad</w:t>
      </w:r>
      <w:r w:rsidR="008D60EF" w:rsidRPr="008D60EF">
        <w:rPr>
          <w:rFonts w:asciiTheme="minorHAnsi" w:hAnsiTheme="minorHAnsi" w:cs="Calibri"/>
          <w:sz w:val="22"/>
          <w:szCs w:val="22"/>
        </w:rPr>
        <w:tab/>
      </w:r>
    </w:p>
    <w:p w14:paraId="267F620C" w14:textId="77777777" w:rsidR="008D60EF" w:rsidRPr="008D60EF" w:rsidRDefault="008D60EF" w:rsidP="00E7602C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7FE1352E" w14:textId="57167881" w:rsidR="008D60EF" w:rsidRPr="0009611C" w:rsidRDefault="00E7602C" w:rsidP="00E7602C">
      <w:pPr>
        <w:pStyle w:val="ListParagraph"/>
        <w:numPr>
          <w:ilvl w:val="1"/>
          <w:numId w:val="7"/>
        </w:numPr>
        <w:ind w:left="1134" w:hanging="708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 xml:space="preserve">Lisa 1. </w:t>
      </w:r>
      <w:r w:rsidR="008D60EF" w:rsidRPr="0009611C">
        <w:rPr>
          <w:rFonts w:asciiTheme="minorHAnsi" w:hAnsiTheme="minorHAnsi" w:cs="Calibri"/>
          <w:sz w:val="22"/>
          <w:szCs w:val="22"/>
          <w:lang w:val="et-EE"/>
        </w:rPr>
        <w:t>Pakkumuse_vorm_tehniline_ kirjeldus_OSA_3_Sanitaar- ja keskkonnatehnika</w:t>
      </w:r>
    </w:p>
    <w:p w14:paraId="7DC234B5" w14:textId="0D5BA7DA" w:rsidR="008D60EF" w:rsidRPr="0009611C" w:rsidRDefault="00E7602C" w:rsidP="00E7602C">
      <w:pPr>
        <w:pStyle w:val="ListParagraph"/>
        <w:numPr>
          <w:ilvl w:val="1"/>
          <w:numId w:val="7"/>
        </w:numPr>
        <w:ind w:left="1134" w:hanging="708"/>
        <w:rPr>
          <w:rFonts w:asciiTheme="minorHAnsi" w:hAnsiTheme="minorHAnsi" w:cs="Calibri"/>
          <w:sz w:val="22"/>
          <w:szCs w:val="22"/>
          <w:lang w:val="et-EE"/>
        </w:rPr>
      </w:pPr>
      <w:r w:rsidRPr="0009611C">
        <w:rPr>
          <w:rFonts w:asciiTheme="minorHAnsi" w:hAnsiTheme="minorHAnsi" w:cs="Calibri"/>
          <w:sz w:val="22"/>
          <w:szCs w:val="22"/>
          <w:lang w:val="et-EE"/>
        </w:rPr>
        <w:t xml:space="preserve">Lisa </w:t>
      </w:r>
      <w:r w:rsidR="008D60EF" w:rsidRPr="0009611C">
        <w:rPr>
          <w:rFonts w:asciiTheme="minorHAnsi" w:hAnsiTheme="minorHAnsi" w:cs="Calibri"/>
          <w:sz w:val="22"/>
          <w:szCs w:val="22"/>
          <w:lang w:val="et-EE"/>
        </w:rPr>
        <w:t>2</w:t>
      </w:r>
      <w:r w:rsidRPr="0009611C">
        <w:rPr>
          <w:rFonts w:asciiTheme="minorHAnsi" w:hAnsiTheme="minorHAnsi" w:cs="Calibri"/>
          <w:sz w:val="22"/>
          <w:szCs w:val="22"/>
          <w:lang w:val="et-EE"/>
        </w:rPr>
        <w:t xml:space="preserve">. </w:t>
      </w:r>
      <w:r w:rsidR="008D60EF" w:rsidRPr="0009611C">
        <w:rPr>
          <w:rFonts w:asciiTheme="minorHAnsi" w:hAnsiTheme="minorHAnsi" w:cs="Calibri"/>
          <w:sz w:val="22"/>
          <w:szCs w:val="22"/>
          <w:lang w:val="et-EE"/>
        </w:rPr>
        <w:t>Pakkumuse_vorm_tehniline_ kirjeldus_OSA_5_sisustuskaubad</w:t>
      </w:r>
    </w:p>
    <w:p w14:paraId="1E6D0A41" w14:textId="33901E1F" w:rsidR="008D60EF" w:rsidRPr="0009611C" w:rsidRDefault="00E7602C" w:rsidP="00E7602C">
      <w:pPr>
        <w:numPr>
          <w:ilvl w:val="1"/>
          <w:numId w:val="7"/>
        </w:numPr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09611C">
        <w:rPr>
          <w:rFonts w:asciiTheme="minorHAnsi" w:hAnsiTheme="minorHAnsi" w:cs="Calibri"/>
          <w:sz w:val="22"/>
          <w:szCs w:val="22"/>
        </w:rPr>
        <w:t xml:space="preserve">Lisa </w:t>
      </w:r>
      <w:r w:rsidR="008D60EF" w:rsidRPr="0009611C">
        <w:rPr>
          <w:rFonts w:asciiTheme="minorHAnsi" w:hAnsiTheme="minorHAnsi" w:cs="Calibri"/>
          <w:sz w:val="22"/>
          <w:szCs w:val="22"/>
        </w:rPr>
        <w:t>3</w:t>
      </w:r>
      <w:r w:rsidRPr="0009611C">
        <w:rPr>
          <w:rFonts w:asciiTheme="minorHAnsi" w:hAnsiTheme="minorHAnsi" w:cs="Calibri"/>
          <w:sz w:val="22"/>
          <w:szCs w:val="22"/>
        </w:rPr>
        <w:t xml:space="preserve">. </w:t>
      </w:r>
      <w:r w:rsidR="008D60EF" w:rsidRPr="0009611C">
        <w:rPr>
          <w:rFonts w:asciiTheme="minorHAnsi" w:hAnsiTheme="minorHAnsi" w:cs="Calibri"/>
          <w:sz w:val="22"/>
          <w:szCs w:val="22"/>
        </w:rPr>
        <w:t>A_RKIK_Julgeolekutingimused</w:t>
      </w:r>
    </w:p>
    <w:p w14:paraId="5BA5724F" w14:textId="74342FF9" w:rsidR="008D60EF" w:rsidRPr="008D60EF" w:rsidRDefault="008D60EF" w:rsidP="008D60EF">
      <w:pPr>
        <w:rPr>
          <w:rFonts w:asciiTheme="minorHAnsi" w:hAnsiTheme="minorHAnsi" w:cs="Calibri"/>
          <w:sz w:val="22"/>
          <w:szCs w:val="22"/>
        </w:rPr>
      </w:pPr>
    </w:p>
    <w:p w14:paraId="751F17EA" w14:textId="77777777" w:rsidR="008D60EF" w:rsidRPr="00E7602C" w:rsidRDefault="008D60EF" w:rsidP="008D60EF">
      <w:pPr>
        <w:numPr>
          <w:ilvl w:val="0"/>
          <w:numId w:val="2"/>
        </w:numPr>
        <w:tabs>
          <w:tab w:val="left" w:pos="993"/>
        </w:tabs>
        <w:ind w:left="426" w:hanging="426"/>
        <w:contextualSpacing/>
        <w:rPr>
          <w:rFonts w:asciiTheme="minorHAnsi" w:hAnsiTheme="minorHAnsi" w:cs="Calibri"/>
          <w:b/>
          <w:sz w:val="22"/>
          <w:szCs w:val="22"/>
        </w:rPr>
      </w:pPr>
      <w:r w:rsidRPr="00E7602C">
        <w:rPr>
          <w:rFonts w:asciiTheme="minorHAnsi" w:hAnsiTheme="minorHAnsi" w:cs="Calibri"/>
          <w:b/>
          <w:sz w:val="22"/>
          <w:szCs w:val="22"/>
        </w:rPr>
        <w:t>Poolte kontaktandmed</w:t>
      </w:r>
    </w:p>
    <w:p w14:paraId="44E55655" w14:textId="77777777" w:rsidR="008D60EF" w:rsidRPr="008D60EF" w:rsidRDefault="008D60EF" w:rsidP="008D60EF">
      <w:pPr>
        <w:contextualSpacing/>
        <w:rPr>
          <w:rFonts w:asciiTheme="minorHAnsi" w:hAnsiTheme="minorHAnsi" w:cs="Calibri"/>
          <w:sz w:val="22"/>
          <w:szCs w:val="22"/>
        </w:rPr>
      </w:pPr>
    </w:p>
    <w:p w14:paraId="2D2DCB21" w14:textId="227833DA" w:rsidR="008D60EF" w:rsidRDefault="00E7602C" w:rsidP="00E7602C">
      <w:pPr>
        <w:tabs>
          <w:tab w:val="left" w:pos="5387"/>
        </w:tabs>
        <w:contextualSpacing/>
        <w:rPr>
          <w:rFonts w:asciiTheme="minorHAnsi" w:hAnsiTheme="minorHAnsi" w:cs="Calibri"/>
          <w:b/>
          <w:sz w:val="22"/>
          <w:szCs w:val="22"/>
        </w:rPr>
      </w:pPr>
      <w:r w:rsidRPr="008D60EF">
        <w:rPr>
          <w:rFonts w:asciiTheme="minorHAnsi" w:hAnsiTheme="minorHAnsi" w:cs="Calibri"/>
          <w:b/>
          <w:sz w:val="22"/>
          <w:szCs w:val="22"/>
        </w:rPr>
        <w:t>Ostja:</w:t>
      </w:r>
      <w:r w:rsidR="008D60EF" w:rsidRPr="008D60EF">
        <w:rPr>
          <w:rFonts w:asciiTheme="minorHAnsi" w:hAnsiTheme="minorHAnsi" w:cs="Calibri"/>
          <w:sz w:val="22"/>
          <w:szCs w:val="22"/>
        </w:rPr>
        <w:tab/>
      </w:r>
      <w:r w:rsidR="008D60EF" w:rsidRPr="008D60EF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b/>
          <w:sz w:val="22"/>
          <w:szCs w:val="22"/>
        </w:rPr>
        <w:t>M</w:t>
      </w:r>
      <w:r w:rsidRPr="008D60EF">
        <w:rPr>
          <w:rFonts w:asciiTheme="minorHAnsi" w:hAnsiTheme="minorHAnsi" w:cs="Calibri"/>
          <w:b/>
          <w:sz w:val="22"/>
          <w:szCs w:val="22"/>
        </w:rPr>
        <w:t>üüja:</w:t>
      </w:r>
    </w:p>
    <w:p w14:paraId="09CAB80D" w14:textId="77777777" w:rsidR="00E7602C" w:rsidRPr="008D60EF" w:rsidRDefault="00E7602C" w:rsidP="00E7602C">
      <w:pPr>
        <w:tabs>
          <w:tab w:val="left" w:pos="5387"/>
        </w:tabs>
        <w:contextualSpacing/>
        <w:rPr>
          <w:rFonts w:asciiTheme="minorHAnsi" w:hAnsiTheme="minorHAnsi" w:cs="Calibri"/>
          <w:sz w:val="22"/>
          <w:szCs w:val="22"/>
        </w:rPr>
      </w:pPr>
    </w:p>
    <w:p w14:paraId="50D67912" w14:textId="77777777" w:rsidR="008D60EF" w:rsidRPr="00E7602C" w:rsidRDefault="008D60EF" w:rsidP="00E7602C">
      <w:pPr>
        <w:tabs>
          <w:tab w:val="left" w:pos="5387"/>
        </w:tabs>
        <w:contextualSpacing/>
        <w:rPr>
          <w:rFonts w:asciiTheme="minorHAnsi" w:hAnsiTheme="minorHAnsi" w:cs="Calibri"/>
          <w:b/>
          <w:sz w:val="22"/>
          <w:szCs w:val="22"/>
        </w:rPr>
      </w:pPr>
      <w:r w:rsidRPr="00E7602C">
        <w:rPr>
          <w:rFonts w:asciiTheme="minorHAnsi" w:hAnsiTheme="minorHAnsi" w:cs="Calibri"/>
          <w:b/>
          <w:kern w:val="0"/>
          <w:sz w:val="22"/>
          <w:szCs w:val="22"/>
          <w:lang w:eastAsia="en-US" w:bidi="ar-SA"/>
        </w:rPr>
        <w:t>Riigi Kaitseinvesteeringute Keskus</w:t>
      </w:r>
      <w:r w:rsidRPr="008D60EF">
        <w:rPr>
          <w:rFonts w:asciiTheme="minorHAnsi" w:hAnsiTheme="minorHAnsi" w:cs="Calibri"/>
          <w:sz w:val="22"/>
          <w:szCs w:val="22"/>
        </w:rPr>
        <w:tab/>
      </w:r>
      <w:r w:rsidRPr="008D60EF">
        <w:rPr>
          <w:rFonts w:asciiTheme="minorHAnsi" w:hAnsiTheme="minorHAnsi" w:cs="Calibri"/>
          <w:sz w:val="22"/>
          <w:szCs w:val="22"/>
        </w:rPr>
        <w:tab/>
      </w:r>
      <w:r w:rsidRPr="00E7602C">
        <w:rPr>
          <w:rFonts w:asciiTheme="minorHAnsi" w:hAnsiTheme="minorHAnsi" w:cs="Calibri"/>
          <w:b/>
          <w:sz w:val="22"/>
          <w:szCs w:val="22"/>
        </w:rPr>
        <w:t>AS Kesko Senukai Estonia</w:t>
      </w:r>
    </w:p>
    <w:p w14:paraId="4EEF7756" w14:textId="1443C749" w:rsidR="008D60EF" w:rsidRPr="008D60EF" w:rsidRDefault="00E7602C" w:rsidP="00E7602C">
      <w:pPr>
        <w:widowControl/>
        <w:suppressAutoHyphens w:val="0"/>
        <w:autoSpaceDE w:val="0"/>
        <w:autoSpaceDN w:val="0"/>
        <w:spacing w:line="240" w:lineRule="auto"/>
        <w:ind w:right="-2"/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</w:pP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Registrikood 70009764</w:t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  <w:t>R</w:t>
      </w:r>
      <w:r w:rsidR="008D60EF"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egistrikood 10026621</w:t>
      </w:r>
    </w:p>
    <w:p w14:paraId="53C2093D" w14:textId="7A25E3FC" w:rsidR="008D60EF" w:rsidRPr="008D60EF" w:rsidRDefault="008D60EF" w:rsidP="00E7602C">
      <w:pPr>
        <w:widowControl/>
        <w:suppressAutoHyphens w:val="0"/>
        <w:autoSpaceDE w:val="0"/>
        <w:autoSpaceDN w:val="0"/>
        <w:spacing w:line="240" w:lineRule="auto"/>
        <w:ind w:right="-2"/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</w:pP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Järve 34a</w:t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Pr="008D60EF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  <w:t>Jalgpalli tn 1</w:t>
      </w:r>
    </w:p>
    <w:p w14:paraId="55E951AF" w14:textId="30C13D06" w:rsidR="008D60EF" w:rsidRPr="008D60EF" w:rsidRDefault="008D60EF" w:rsidP="00E7602C">
      <w:pPr>
        <w:tabs>
          <w:tab w:val="left" w:pos="5670"/>
        </w:tabs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11314 Tallin</w:t>
      </w:r>
      <w:r w:rsidR="00E7602C">
        <w:rPr>
          <w:rFonts w:asciiTheme="minorHAnsi" w:hAnsiTheme="minorHAnsi" w:cs="Calibri"/>
          <w:sz w:val="22"/>
          <w:szCs w:val="22"/>
        </w:rPr>
        <w:t>n</w:t>
      </w:r>
      <w:r w:rsidR="00E7602C">
        <w:rPr>
          <w:rFonts w:asciiTheme="minorHAnsi" w:hAnsiTheme="minorHAnsi" w:cs="Calibri"/>
          <w:sz w:val="22"/>
          <w:szCs w:val="22"/>
        </w:rPr>
        <w:tab/>
        <w:t xml:space="preserve">11312 </w:t>
      </w:r>
      <w:r w:rsidRPr="008D60EF">
        <w:rPr>
          <w:rFonts w:asciiTheme="minorHAnsi" w:hAnsiTheme="minorHAnsi" w:cs="Calibri"/>
          <w:sz w:val="22"/>
          <w:szCs w:val="22"/>
        </w:rPr>
        <w:t>Tallinn</w:t>
      </w:r>
    </w:p>
    <w:p w14:paraId="72EF8F52" w14:textId="77777777" w:rsidR="008D60EF" w:rsidRPr="008D60EF" w:rsidRDefault="008D60EF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</w:p>
    <w:p w14:paraId="6B5A3A71" w14:textId="77777777" w:rsidR="008D60EF" w:rsidRPr="008D60EF" w:rsidRDefault="008D60EF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</w:p>
    <w:p w14:paraId="7F80F26A" w14:textId="7A718C5A" w:rsidR="008D60EF" w:rsidRDefault="008D60EF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  <w:r w:rsidRPr="008D60EF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>(allkirjastatud digitaalselt)</w:t>
      </w:r>
      <w:r w:rsidRPr="008D60EF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ab/>
      </w:r>
      <w:r w:rsidRPr="008D60EF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ab/>
        <w:t>(allkirjastatud digitaalselt)</w:t>
      </w:r>
    </w:p>
    <w:p w14:paraId="71225F1D" w14:textId="77777777" w:rsidR="00E7602C" w:rsidRPr="008D60EF" w:rsidRDefault="00E7602C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</w:p>
    <w:p w14:paraId="10E0C5F8" w14:textId="779D2262" w:rsidR="008D60EF" w:rsidRPr="008D60EF" w:rsidRDefault="008D60EF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Ivas Janson</w:t>
      </w:r>
      <w:r w:rsidRPr="008D60EF">
        <w:rPr>
          <w:rFonts w:asciiTheme="minorHAnsi" w:hAnsiTheme="minorHAnsi" w:cs="Calibri"/>
          <w:sz w:val="22"/>
          <w:szCs w:val="22"/>
        </w:rPr>
        <w:tab/>
      </w:r>
      <w:r w:rsidRPr="008D60EF">
        <w:rPr>
          <w:rFonts w:asciiTheme="minorHAnsi" w:hAnsiTheme="minorHAnsi" w:cs="Calibri"/>
          <w:sz w:val="22"/>
          <w:szCs w:val="22"/>
        </w:rPr>
        <w:tab/>
      </w:r>
      <w:r w:rsidR="00E7602C">
        <w:rPr>
          <w:rFonts w:asciiTheme="minorHAnsi" w:hAnsiTheme="minorHAnsi" w:cs="Calibri"/>
          <w:sz w:val="22"/>
          <w:szCs w:val="22"/>
        </w:rPr>
        <w:tab/>
      </w:r>
      <w:r w:rsidRPr="008D60EF">
        <w:rPr>
          <w:rFonts w:asciiTheme="minorHAnsi" w:hAnsiTheme="minorHAnsi" w:cs="Calibri"/>
          <w:sz w:val="22"/>
          <w:szCs w:val="22"/>
        </w:rPr>
        <w:t>Arvids Dovidens</w:t>
      </w:r>
    </w:p>
    <w:p w14:paraId="1A177F82" w14:textId="77777777" w:rsidR="008D60EF" w:rsidRPr="008D60EF" w:rsidRDefault="008D60EF" w:rsidP="00E7602C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sz w:val="22"/>
          <w:szCs w:val="22"/>
        </w:rPr>
      </w:pPr>
      <w:r w:rsidRPr="008D60EF">
        <w:rPr>
          <w:rFonts w:asciiTheme="minorHAnsi" w:hAnsiTheme="minorHAnsi" w:cs="Calibri"/>
          <w:sz w:val="22"/>
          <w:szCs w:val="22"/>
        </w:rPr>
        <w:t>hangete osakonna juhataja</w:t>
      </w:r>
      <w:r w:rsidRPr="008D60EF">
        <w:rPr>
          <w:rFonts w:asciiTheme="minorHAnsi" w:hAnsiTheme="minorHAnsi" w:cs="Calibri"/>
          <w:sz w:val="22"/>
          <w:szCs w:val="22"/>
        </w:rPr>
        <w:tab/>
      </w:r>
      <w:r w:rsidRPr="008D60EF">
        <w:rPr>
          <w:rFonts w:asciiTheme="minorHAnsi" w:hAnsiTheme="minorHAnsi" w:cs="Calibri"/>
          <w:sz w:val="22"/>
          <w:szCs w:val="22"/>
        </w:rPr>
        <w:tab/>
        <w:t>volikirja alusel</w:t>
      </w:r>
    </w:p>
    <w:p w14:paraId="12834B7D" w14:textId="77777777" w:rsidR="008D60EF" w:rsidRPr="008D60EF" w:rsidRDefault="008D60EF" w:rsidP="008D60EF">
      <w:pPr>
        <w:widowControl/>
        <w:tabs>
          <w:tab w:val="left" w:pos="5387"/>
        </w:tabs>
        <w:suppressAutoHyphens w:val="0"/>
        <w:spacing w:before="20" w:after="20"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t-EE" w:bidi="ar-SA"/>
        </w:rPr>
      </w:pPr>
    </w:p>
    <w:p w14:paraId="30186B97" w14:textId="77777777" w:rsidR="00B93AA4" w:rsidRPr="007B3AD4" w:rsidRDefault="00B93AA4" w:rsidP="000521AF">
      <w:pPr>
        <w:widowControl/>
        <w:suppressAutoHyphens w:val="0"/>
        <w:spacing w:before="20" w:after="20" w:line="240" w:lineRule="auto"/>
        <w:jc w:val="left"/>
        <w:rPr>
          <w:rFonts w:asciiTheme="minorHAnsi" w:hAnsiTheme="minorHAnsi" w:cs="Calibri"/>
          <w:kern w:val="2"/>
          <w:sz w:val="22"/>
        </w:rPr>
      </w:pPr>
    </w:p>
    <w:p w14:paraId="30186B98" w14:textId="77777777" w:rsidR="00B93AA4" w:rsidRPr="007B3AD4" w:rsidRDefault="00B93AA4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30186B99" w14:textId="77777777" w:rsidR="007B3AD4" w:rsidRPr="00AE13B2" w:rsidRDefault="007B3AD4" w:rsidP="00975559">
      <w:pPr>
        <w:widowControl/>
        <w:suppressAutoHyphens w:val="0"/>
        <w:spacing w:before="20" w:after="20" w:line="240" w:lineRule="auto"/>
        <w:jc w:val="center"/>
        <w:rPr>
          <w:rFonts w:asciiTheme="minorHAnsi" w:hAnsiTheme="minorHAnsi" w:cs="Calibri"/>
        </w:rPr>
      </w:pPr>
    </w:p>
    <w:p w14:paraId="30186B9A" w14:textId="44F6D64A" w:rsidR="00B93AA4" w:rsidRPr="00847FD8" w:rsidRDefault="00975559" w:rsidP="00975559">
      <w:pPr>
        <w:widowControl/>
        <w:tabs>
          <w:tab w:val="left" w:pos="3894"/>
        </w:tabs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  <w:r>
        <w:rPr>
          <w:rFonts w:asciiTheme="minorHAnsi" w:hAnsiTheme="minorHAnsi" w:cs="Calibri"/>
          <w:sz w:val="22"/>
        </w:rPr>
        <w:tab/>
      </w:r>
    </w:p>
    <w:p w14:paraId="30186B9B" w14:textId="3D40936B" w:rsidR="00B93AA4" w:rsidRDefault="00B93AA4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7164364D" w14:textId="59889782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8293B9A" w14:textId="10E079EF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0EB28A63" w14:textId="7273B328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5BACF267" w14:textId="14DC306A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5E3A0190" w14:textId="725ACDD9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097E430" w14:textId="7E19BDB5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3C8FB267" w14:textId="6FBBF7C0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191C74E4" w14:textId="73BD1748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383317CC" w14:textId="1B24C3A7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35E5976" w14:textId="0B270AB7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4F527048" w14:textId="28AA598B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A39E5BD" w14:textId="0A2F5F00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565C4696" w14:textId="2D0CBC30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5C9C5327" w14:textId="742EF793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4A512514" w14:textId="0AD8033C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934C6C8" w14:textId="68BAAC30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71A4F21" w14:textId="55F7A4C1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8AE9AEE" w14:textId="0D7A9ADE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3393FA89" w14:textId="4EFF22F9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09E98E1" w14:textId="208F5E76" w:rsidR="00222CB3" w:rsidRPr="00847FD8" w:rsidRDefault="00222CB3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sectPr w:rsidR="00222CB3" w:rsidRPr="00847FD8" w:rsidSect="00347D95"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56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19E49" w14:textId="77777777" w:rsidR="006634DB" w:rsidRDefault="006634DB" w:rsidP="00DF44DF">
      <w:r>
        <w:separator/>
      </w:r>
    </w:p>
  </w:endnote>
  <w:endnote w:type="continuationSeparator" w:id="0">
    <w:p w14:paraId="2D6BD9A4" w14:textId="77777777" w:rsidR="006634DB" w:rsidRDefault="006634D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6BA5" w14:textId="22D127CD" w:rsidR="005552D8" w:rsidRPr="00677D9F" w:rsidRDefault="00DE5AB4" w:rsidP="00DE5AB4">
    <w:pPr>
      <w:pStyle w:val="Footer"/>
      <w:jc w:val="center"/>
      <w:rPr>
        <w:rFonts w:asciiTheme="minorHAnsi" w:hAnsiTheme="minorHAnsi" w:cstheme="minorHAnsi"/>
        <w:sz w:val="18"/>
        <w:szCs w:val="18"/>
      </w:rPr>
    </w:pPr>
    <w:r w:rsidRPr="00677D9F">
      <w:rPr>
        <w:rFonts w:asciiTheme="minorHAnsi" w:hAnsiTheme="minorHAnsi" w:cstheme="minorHAnsi"/>
        <w:sz w:val="18"/>
        <w:szCs w:val="18"/>
      </w:rPr>
      <w:fldChar w:fldCharType="begin"/>
    </w:r>
    <w:r w:rsidRPr="00677D9F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677D9F">
      <w:rPr>
        <w:rFonts w:asciiTheme="minorHAnsi" w:hAnsiTheme="minorHAnsi" w:cstheme="minorHAnsi"/>
        <w:sz w:val="18"/>
        <w:szCs w:val="18"/>
      </w:rPr>
      <w:fldChar w:fldCharType="separate"/>
    </w:r>
    <w:r w:rsidR="00761B0A">
      <w:rPr>
        <w:rFonts w:asciiTheme="minorHAnsi" w:hAnsiTheme="minorHAnsi" w:cstheme="minorHAnsi"/>
        <w:noProof/>
        <w:sz w:val="18"/>
        <w:szCs w:val="18"/>
      </w:rPr>
      <w:t>2</w:t>
    </w:r>
    <w:r w:rsidRPr="00677D9F">
      <w:rPr>
        <w:rFonts w:asciiTheme="minorHAnsi" w:hAnsiTheme="minorHAnsi" w:cstheme="minorHAnsi"/>
        <w:sz w:val="18"/>
        <w:szCs w:val="18"/>
      </w:rPr>
      <w:fldChar w:fldCharType="end"/>
    </w:r>
    <w:r w:rsidR="00677D9F" w:rsidRPr="00677D9F">
      <w:rPr>
        <w:rFonts w:asciiTheme="minorHAnsi" w:hAnsiTheme="minorHAnsi" w:cstheme="minorHAnsi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21A7" w14:textId="5F36329D" w:rsidR="00677D9F" w:rsidRDefault="00677D9F">
    <w:pPr>
      <w:pStyle w:val="Footer"/>
      <w:jc w:val="center"/>
    </w:pPr>
  </w:p>
  <w:p w14:paraId="30186BAD" w14:textId="77777777" w:rsidR="005552D8" w:rsidRPr="00DE5AB4" w:rsidRDefault="005552D8" w:rsidP="00DE5AB4">
    <w:pPr>
      <w:pStyle w:val="Footer"/>
      <w:tabs>
        <w:tab w:val="clear" w:pos="4536"/>
        <w:tab w:val="clear" w:pos="9072"/>
      </w:tabs>
      <w:jc w:val="lef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9FB1B" w14:textId="77777777" w:rsidR="006634DB" w:rsidRDefault="006634DB" w:rsidP="00DF44DF">
      <w:r>
        <w:separator/>
      </w:r>
    </w:p>
  </w:footnote>
  <w:footnote w:type="continuationSeparator" w:id="0">
    <w:p w14:paraId="485C5BA6" w14:textId="77777777" w:rsidR="006634DB" w:rsidRDefault="006634D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6BA6" w14:textId="77777777" w:rsidR="00D56F85" w:rsidRDefault="00D56F85">
    <w:pPr>
      <w:pStyle w:val="Header"/>
      <w:rPr>
        <w:rFonts w:ascii="Arial" w:hAnsi="Arial" w:cs="Arial"/>
        <w:szCs w:val="24"/>
      </w:rPr>
    </w:pPr>
  </w:p>
  <w:p w14:paraId="30186BAC" w14:textId="290FEB4F" w:rsidR="00974320" w:rsidRDefault="00974320">
    <w:pPr>
      <w:pStyle w:val="Header"/>
      <w:rPr>
        <w:rFonts w:asciiTheme="minorHAnsi" w:hAnsiTheme="minorHAnsi" w:cstheme="minorHAnsi"/>
        <w:sz w:val="18"/>
        <w:szCs w:val="24"/>
      </w:rPr>
    </w:pPr>
  </w:p>
  <w:p w14:paraId="62C30E6A" w14:textId="77777777" w:rsidR="00A01BDC" w:rsidRPr="00CF73AF" w:rsidRDefault="00A01BDC">
    <w:pPr>
      <w:pStyle w:val="Header"/>
      <w:rPr>
        <w:rFonts w:asciiTheme="minorHAnsi" w:hAnsiTheme="minorHAnsi" w:cstheme="minorHAnsi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2712F"/>
    <w:multiLevelType w:val="multilevel"/>
    <w:tmpl w:val="B42EBA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1BA3B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9374DF"/>
    <w:multiLevelType w:val="hybridMultilevel"/>
    <w:tmpl w:val="AA1EB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DC383B"/>
    <w:multiLevelType w:val="multilevel"/>
    <w:tmpl w:val="CF686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F7171B"/>
    <w:multiLevelType w:val="multilevel"/>
    <w:tmpl w:val="29E6DB3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5" w15:restartNumberingAfterBreak="0">
    <w:nsid w:val="62ED7AAC"/>
    <w:multiLevelType w:val="multilevel"/>
    <w:tmpl w:val="F7F6422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6556501D"/>
    <w:multiLevelType w:val="multilevel"/>
    <w:tmpl w:val="76BEDC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75837E0F"/>
    <w:multiLevelType w:val="multilevel"/>
    <w:tmpl w:val="EE06E9E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10F1C"/>
    <w:rsid w:val="00011AC9"/>
    <w:rsid w:val="00032632"/>
    <w:rsid w:val="00050761"/>
    <w:rsid w:val="000521AF"/>
    <w:rsid w:val="00060947"/>
    <w:rsid w:val="0007427D"/>
    <w:rsid w:val="00090A12"/>
    <w:rsid w:val="000913FC"/>
    <w:rsid w:val="0009611C"/>
    <w:rsid w:val="000A17B5"/>
    <w:rsid w:val="00124999"/>
    <w:rsid w:val="00145EFD"/>
    <w:rsid w:val="001523BD"/>
    <w:rsid w:val="00191760"/>
    <w:rsid w:val="0019654D"/>
    <w:rsid w:val="001A7D04"/>
    <w:rsid w:val="001D4CFB"/>
    <w:rsid w:val="001D584E"/>
    <w:rsid w:val="001D762C"/>
    <w:rsid w:val="002008A2"/>
    <w:rsid w:val="00206A9D"/>
    <w:rsid w:val="002159CA"/>
    <w:rsid w:val="00222CB3"/>
    <w:rsid w:val="00244E35"/>
    <w:rsid w:val="0027070D"/>
    <w:rsid w:val="002835BB"/>
    <w:rsid w:val="0028449E"/>
    <w:rsid w:val="00293449"/>
    <w:rsid w:val="002946E9"/>
    <w:rsid w:val="002A0917"/>
    <w:rsid w:val="002F254F"/>
    <w:rsid w:val="0034719C"/>
    <w:rsid w:val="00347D95"/>
    <w:rsid w:val="00354059"/>
    <w:rsid w:val="00375E89"/>
    <w:rsid w:val="00383F19"/>
    <w:rsid w:val="00391645"/>
    <w:rsid w:val="00394DCB"/>
    <w:rsid w:val="003B2A9C"/>
    <w:rsid w:val="003B3912"/>
    <w:rsid w:val="003F630B"/>
    <w:rsid w:val="00435A13"/>
    <w:rsid w:val="0044084D"/>
    <w:rsid w:val="00445A79"/>
    <w:rsid w:val="004536D9"/>
    <w:rsid w:val="00472079"/>
    <w:rsid w:val="00493968"/>
    <w:rsid w:val="004A2412"/>
    <w:rsid w:val="004B68A0"/>
    <w:rsid w:val="004C1391"/>
    <w:rsid w:val="004E1411"/>
    <w:rsid w:val="0050310F"/>
    <w:rsid w:val="00521CF6"/>
    <w:rsid w:val="005251B9"/>
    <w:rsid w:val="005314DF"/>
    <w:rsid w:val="00542C56"/>
    <w:rsid w:val="00544656"/>
    <w:rsid w:val="00546204"/>
    <w:rsid w:val="00551E24"/>
    <w:rsid w:val="00553C70"/>
    <w:rsid w:val="00554D52"/>
    <w:rsid w:val="005552D8"/>
    <w:rsid w:val="00557534"/>
    <w:rsid w:val="00560A92"/>
    <w:rsid w:val="00564569"/>
    <w:rsid w:val="00572653"/>
    <w:rsid w:val="005755AE"/>
    <w:rsid w:val="00583048"/>
    <w:rsid w:val="005B4AF9"/>
    <w:rsid w:val="005B5CE1"/>
    <w:rsid w:val="005C3D76"/>
    <w:rsid w:val="005E3AED"/>
    <w:rsid w:val="005E45BB"/>
    <w:rsid w:val="00602834"/>
    <w:rsid w:val="0062217E"/>
    <w:rsid w:val="00646BB8"/>
    <w:rsid w:val="00653C86"/>
    <w:rsid w:val="006634DB"/>
    <w:rsid w:val="00672FB8"/>
    <w:rsid w:val="00677495"/>
    <w:rsid w:val="00677D9F"/>
    <w:rsid w:val="00680609"/>
    <w:rsid w:val="006A01AC"/>
    <w:rsid w:val="006A1016"/>
    <w:rsid w:val="006C3DE3"/>
    <w:rsid w:val="006E16BD"/>
    <w:rsid w:val="006F2203"/>
    <w:rsid w:val="006F3BB9"/>
    <w:rsid w:val="006F72D7"/>
    <w:rsid w:val="006F7AEF"/>
    <w:rsid w:val="007056E1"/>
    <w:rsid w:val="00713327"/>
    <w:rsid w:val="007340DA"/>
    <w:rsid w:val="00743F04"/>
    <w:rsid w:val="00746336"/>
    <w:rsid w:val="0075695A"/>
    <w:rsid w:val="00761B0A"/>
    <w:rsid w:val="007A1DE8"/>
    <w:rsid w:val="007B3AD4"/>
    <w:rsid w:val="007D54FC"/>
    <w:rsid w:val="007E6EDE"/>
    <w:rsid w:val="0080601D"/>
    <w:rsid w:val="00824FEF"/>
    <w:rsid w:val="00835858"/>
    <w:rsid w:val="00836D3E"/>
    <w:rsid w:val="00840F5F"/>
    <w:rsid w:val="00847FD8"/>
    <w:rsid w:val="00886BAD"/>
    <w:rsid w:val="008919F2"/>
    <w:rsid w:val="008A0C62"/>
    <w:rsid w:val="008B041F"/>
    <w:rsid w:val="008C1909"/>
    <w:rsid w:val="008C3D86"/>
    <w:rsid w:val="008D1DAE"/>
    <w:rsid w:val="008D4634"/>
    <w:rsid w:val="008D60EF"/>
    <w:rsid w:val="008D6BBD"/>
    <w:rsid w:val="008F0B50"/>
    <w:rsid w:val="00907F1C"/>
    <w:rsid w:val="0091786B"/>
    <w:rsid w:val="009179E8"/>
    <w:rsid w:val="009356E7"/>
    <w:rsid w:val="009370A4"/>
    <w:rsid w:val="009443B8"/>
    <w:rsid w:val="00953AEC"/>
    <w:rsid w:val="0095764C"/>
    <w:rsid w:val="00957E74"/>
    <w:rsid w:val="00973234"/>
    <w:rsid w:val="00974320"/>
    <w:rsid w:val="00975559"/>
    <w:rsid w:val="00975F73"/>
    <w:rsid w:val="00983727"/>
    <w:rsid w:val="009D6FA1"/>
    <w:rsid w:val="009E1406"/>
    <w:rsid w:val="009E21B7"/>
    <w:rsid w:val="009E7F4A"/>
    <w:rsid w:val="00A01BDC"/>
    <w:rsid w:val="00A10E66"/>
    <w:rsid w:val="00A1244E"/>
    <w:rsid w:val="00A13FDE"/>
    <w:rsid w:val="00A20E08"/>
    <w:rsid w:val="00A6392F"/>
    <w:rsid w:val="00A6761E"/>
    <w:rsid w:val="00A91D3E"/>
    <w:rsid w:val="00AB033C"/>
    <w:rsid w:val="00AC16C2"/>
    <w:rsid w:val="00AC4752"/>
    <w:rsid w:val="00AD2EA7"/>
    <w:rsid w:val="00AE02A8"/>
    <w:rsid w:val="00AE13B2"/>
    <w:rsid w:val="00B24DE5"/>
    <w:rsid w:val="00B266B2"/>
    <w:rsid w:val="00B4599A"/>
    <w:rsid w:val="00B46BBD"/>
    <w:rsid w:val="00B71187"/>
    <w:rsid w:val="00B93AA4"/>
    <w:rsid w:val="00BA2D58"/>
    <w:rsid w:val="00BC1A62"/>
    <w:rsid w:val="00BD078E"/>
    <w:rsid w:val="00BD3CCF"/>
    <w:rsid w:val="00BE0CC9"/>
    <w:rsid w:val="00BE2E9A"/>
    <w:rsid w:val="00BF4162"/>
    <w:rsid w:val="00BF4D7C"/>
    <w:rsid w:val="00BF7AB7"/>
    <w:rsid w:val="00C05823"/>
    <w:rsid w:val="00C105FC"/>
    <w:rsid w:val="00C20D2C"/>
    <w:rsid w:val="00C24F66"/>
    <w:rsid w:val="00C24FB5"/>
    <w:rsid w:val="00C27B07"/>
    <w:rsid w:val="00C3359E"/>
    <w:rsid w:val="00C41FC5"/>
    <w:rsid w:val="00C4652E"/>
    <w:rsid w:val="00C83346"/>
    <w:rsid w:val="00CA00AF"/>
    <w:rsid w:val="00CA2BE2"/>
    <w:rsid w:val="00CA583B"/>
    <w:rsid w:val="00CA5F0B"/>
    <w:rsid w:val="00CA65B2"/>
    <w:rsid w:val="00CB3C3D"/>
    <w:rsid w:val="00CD2FA9"/>
    <w:rsid w:val="00CD4C75"/>
    <w:rsid w:val="00CE3212"/>
    <w:rsid w:val="00CF2B77"/>
    <w:rsid w:val="00CF4303"/>
    <w:rsid w:val="00CF73AF"/>
    <w:rsid w:val="00D13C2B"/>
    <w:rsid w:val="00D40650"/>
    <w:rsid w:val="00D56F85"/>
    <w:rsid w:val="00DE5AB4"/>
    <w:rsid w:val="00DF44DF"/>
    <w:rsid w:val="00E023F6"/>
    <w:rsid w:val="00E03DBB"/>
    <w:rsid w:val="00E04150"/>
    <w:rsid w:val="00E426C0"/>
    <w:rsid w:val="00E63397"/>
    <w:rsid w:val="00E7346B"/>
    <w:rsid w:val="00E7602C"/>
    <w:rsid w:val="00E86275"/>
    <w:rsid w:val="00EA445E"/>
    <w:rsid w:val="00EB3AE3"/>
    <w:rsid w:val="00ED2DF6"/>
    <w:rsid w:val="00F02A1C"/>
    <w:rsid w:val="00F14CB5"/>
    <w:rsid w:val="00F15543"/>
    <w:rsid w:val="00F66191"/>
    <w:rsid w:val="00F73691"/>
    <w:rsid w:val="00F84067"/>
    <w:rsid w:val="00F9645B"/>
    <w:rsid w:val="00F9773D"/>
    <w:rsid w:val="00FB4F36"/>
    <w:rsid w:val="00FD2C62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186B8E"/>
  <w14:defaultImageDpi w14:val="0"/>
  <w15:docId w15:val="{E6A70B84-452A-4F3D-884B-E251CA9B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 w:line="240" w:lineRule="auto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191760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val="en-GB" w:eastAsia="en-US" w:bidi="ar-SA"/>
    </w:rPr>
  </w:style>
  <w:style w:type="table" w:styleId="TableGrid">
    <w:name w:val="Table Grid"/>
    <w:basedOn w:val="TableNormal"/>
    <w:uiPriority w:val="59"/>
    <w:rsid w:val="00D56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B3AD4"/>
    <w:rPr>
      <w:color w:val="808080"/>
    </w:rPr>
  </w:style>
  <w:style w:type="paragraph" w:customStyle="1" w:styleId="Style1">
    <w:name w:val="Style1"/>
    <w:basedOn w:val="Normal"/>
    <w:link w:val="Style1Char"/>
    <w:qFormat/>
    <w:rsid w:val="007B3AD4"/>
    <w:pPr>
      <w:widowControl/>
      <w:tabs>
        <w:tab w:val="right" w:pos="8505"/>
      </w:tabs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paragraph" w:customStyle="1" w:styleId="Style2">
    <w:name w:val="Style2"/>
    <w:basedOn w:val="Normal"/>
    <w:link w:val="Style2Char"/>
    <w:qFormat/>
    <w:rsid w:val="007B3AD4"/>
    <w:pPr>
      <w:widowControl/>
      <w:tabs>
        <w:tab w:val="right" w:pos="8505"/>
      </w:tabs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character" w:customStyle="1" w:styleId="Style1Char">
    <w:name w:val="Style1 Char"/>
    <w:basedOn w:val="DefaultParagraphFont"/>
    <w:link w:val="Style1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3">
    <w:name w:val="Style3"/>
    <w:basedOn w:val="Normal"/>
    <w:link w:val="Style3Char"/>
    <w:qFormat/>
    <w:rsid w:val="007B3AD4"/>
    <w:pPr>
      <w:widowControl/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character" w:customStyle="1" w:styleId="Style2Char">
    <w:name w:val="Style2 Char"/>
    <w:basedOn w:val="DefaultParagraphFont"/>
    <w:link w:val="Style2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4">
    <w:name w:val="Style4"/>
    <w:basedOn w:val="Normal"/>
    <w:link w:val="Style4Char"/>
    <w:qFormat/>
    <w:rsid w:val="007B3AD4"/>
    <w:pPr>
      <w:widowControl/>
      <w:suppressAutoHyphens w:val="0"/>
      <w:spacing w:before="20" w:after="20" w:line="240" w:lineRule="auto"/>
    </w:pPr>
    <w:rPr>
      <w:rFonts w:asciiTheme="minorHAnsi" w:hAnsiTheme="minorHAnsi" w:cs="Calibri"/>
      <w:sz w:val="22"/>
    </w:rPr>
  </w:style>
  <w:style w:type="character" w:customStyle="1" w:styleId="Style3Char">
    <w:name w:val="Style3 Char"/>
    <w:basedOn w:val="DefaultParagraphFont"/>
    <w:link w:val="Style3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5">
    <w:name w:val="Style5"/>
    <w:basedOn w:val="Normal"/>
    <w:link w:val="Style5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4Char">
    <w:name w:val="Style4 Char"/>
    <w:basedOn w:val="DefaultParagraphFont"/>
    <w:link w:val="Style4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6">
    <w:name w:val="Style6"/>
    <w:basedOn w:val="Normal"/>
    <w:link w:val="Style6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5Char">
    <w:name w:val="Style5 Char"/>
    <w:basedOn w:val="DefaultParagraphFont"/>
    <w:link w:val="Style5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7">
    <w:name w:val="Style7"/>
    <w:basedOn w:val="Normal"/>
    <w:link w:val="Style7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6Char">
    <w:name w:val="Style6 Char"/>
    <w:basedOn w:val="DefaultParagraphFont"/>
    <w:link w:val="Style6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8">
    <w:name w:val="Style8"/>
    <w:basedOn w:val="Normal"/>
    <w:link w:val="Style8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7Char">
    <w:name w:val="Style7 Char"/>
    <w:basedOn w:val="DefaultParagraphFont"/>
    <w:link w:val="Style7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character" w:customStyle="1" w:styleId="Style8Char">
    <w:name w:val="Style8 Char"/>
    <w:basedOn w:val="DefaultParagraphFont"/>
    <w:link w:val="Style8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9">
    <w:name w:val="Style9"/>
    <w:basedOn w:val="Style6"/>
    <w:link w:val="Style9Char"/>
    <w:qFormat/>
    <w:rsid w:val="00743F04"/>
    <w:pPr>
      <w:jc w:val="right"/>
    </w:pPr>
    <w:rPr>
      <w:sz w:val="18"/>
    </w:rPr>
  </w:style>
  <w:style w:type="paragraph" w:customStyle="1" w:styleId="Style10">
    <w:name w:val="Style10"/>
    <w:basedOn w:val="Style1"/>
    <w:link w:val="Style10Char"/>
    <w:qFormat/>
    <w:rsid w:val="00743F04"/>
    <w:rPr>
      <w:sz w:val="18"/>
    </w:rPr>
  </w:style>
  <w:style w:type="character" w:customStyle="1" w:styleId="Style9Char">
    <w:name w:val="Style9 Char"/>
    <w:basedOn w:val="Style6Char"/>
    <w:link w:val="Style9"/>
    <w:rsid w:val="00743F04"/>
    <w:rPr>
      <w:rFonts w:asciiTheme="minorHAnsi" w:eastAsia="SimSun" w:hAnsiTheme="minorHAnsi" w:cs="Calibri"/>
      <w:kern w:val="1"/>
      <w:sz w:val="18"/>
      <w:szCs w:val="24"/>
      <w:lang w:eastAsia="zh-CN" w:bidi="hi-IN"/>
    </w:rPr>
  </w:style>
  <w:style w:type="paragraph" w:customStyle="1" w:styleId="Style11">
    <w:name w:val="Style11"/>
    <w:basedOn w:val="Header"/>
    <w:link w:val="Style11Char"/>
    <w:qFormat/>
    <w:rsid w:val="00743F04"/>
    <w:pPr>
      <w:jc w:val="right"/>
    </w:pPr>
    <w:rPr>
      <w:rFonts w:asciiTheme="minorHAnsi" w:hAnsiTheme="minorHAnsi"/>
      <w:sz w:val="18"/>
    </w:rPr>
  </w:style>
  <w:style w:type="character" w:customStyle="1" w:styleId="Style10Char">
    <w:name w:val="Style10 Char"/>
    <w:basedOn w:val="Style1Char"/>
    <w:link w:val="Style10"/>
    <w:rsid w:val="00743F04"/>
    <w:rPr>
      <w:rFonts w:asciiTheme="minorHAnsi" w:eastAsia="SimSun" w:hAnsiTheme="minorHAnsi" w:cs="Calibri"/>
      <w:kern w:val="1"/>
      <w:sz w:val="18"/>
      <w:szCs w:val="24"/>
      <w:lang w:eastAsia="zh-CN" w:bidi="hi-IN"/>
    </w:rPr>
  </w:style>
  <w:style w:type="paragraph" w:customStyle="1" w:styleId="Style12">
    <w:name w:val="Style12"/>
    <w:basedOn w:val="Normal"/>
    <w:link w:val="Style12Char"/>
    <w:qFormat/>
    <w:rsid w:val="00743F04"/>
    <w:pPr>
      <w:widowControl/>
      <w:tabs>
        <w:tab w:val="right" w:pos="8505"/>
      </w:tabs>
      <w:suppressAutoHyphens w:val="0"/>
      <w:spacing w:before="20" w:after="20" w:line="240" w:lineRule="auto"/>
      <w:ind w:right="-102"/>
      <w:jc w:val="right"/>
    </w:pPr>
    <w:rPr>
      <w:rFonts w:asciiTheme="minorHAnsi" w:hAnsiTheme="minorHAnsi" w:cs="Calibri"/>
      <w:sz w:val="22"/>
    </w:rPr>
  </w:style>
  <w:style w:type="character" w:customStyle="1" w:styleId="Style11Char">
    <w:name w:val="Style11 Char"/>
    <w:basedOn w:val="HeaderChar"/>
    <w:link w:val="Style11"/>
    <w:rsid w:val="00743F04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paragraph" w:customStyle="1" w:styleId="Style13">
    <w:name w:val="Style13"/>
    <w:basedOn w:val="Style12"/>
    <w:link w:val="Style13Char"/>
    <w:qFormat/>
    <w:rsid w:val="00743F04"/>
  </w:style>
  <w:style w:type="character" w:customStyle="1" w:styleId="Style12Char">
    <w:name w:val="Style12 Char"/>
    <w:basedOn w:val="DefaultParagraphFont"/>
    <w:link w:val="Style12"/>
    <w:rsid w:val="00743F0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character" w:customStyle="1" w:styleId="Style13Char">
    <w:name w:val="Style13 Char"/>
    <w:basedOn w:val="Style12Char"/>
    <w:link w:val="Style13"/>
    <w:rsid w:val="00743F0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14">
    <w:name w:val="Style14"/>
    <w:basedOn w:val="Normal"/>
    <w:link w:val="Style14Char"/>
    <w:qFormat/>
    <w:rsid w:val="008C3D86"/>
    <w:pPr>
      <w:widowControl/>
      <w:tabs>
        <w:tab w:val="right" w:pos="8505"/>
      </w:tabs>
      <w:suppressAutoHyphens w:val="0"/>
      <w:spacing w:before="20" w:after="20" w:line="240" w:lineRule="auto"/>
      <w:jc w:val="center"/>
    </w:pPr>
    <w:rPr>
      <w:rFonts w:asciiTheme="minorHAnsi" w:hAnsiTheme="minorHAnsi" w:cs="Calibri"/>
      <w:kern w:val="2"/>
      <w:sz w:val="22"/>
    </w:rPr>
  </w:style>
  <w:style w:type="character" w:customStyle="1" w:styleId="Style14Char">
    <w:name w:val="Style14 Char"/>
    <w:basedOn w:val="DefaultParagraphFont"/>
    <w:link w:val="Style14"/>
    <w:rsid w:val="008C3D86"/>
    <w:rPr>
      <w:rFonts w:asciiTheme="minorHAnsi" w:eastAsia="SimSun" w:hAnsiTheme="minorHAnsi" w:cs="Calibri"/>
      <w:kern w:val="2"/>
      <w:sz w:val="22"/>
      <w:szCs w:val="24"/>
      <w:lang w:eastAsia="zh-CN" w:bidi="hi-IN"/>
    </w:rPr>
  </w:style>
  <w:style w:type="paragraph" w:customStyle="1" w:styleId="Style15">
    <w:name w:val="Style15"/>
    <w:basedOn w:val="Style11"/>
    <w:link w:val="Style15Char"/>
    <w:qFormat/>
    <w:rsid w:val="001D584E"/>
  </w:style>
  <w:style w:type="paragraph" w:customStyle="1" w:styleId="Style16">
    <w:name w:val="Style16"/>
    <w:basedOn w:val="Normal"/>
    <w:link w:val="Style16Char"/>
    <w:qFormat/>
    <w:rsid w:val="00975559"/>
    <w:pPr>
      <w:widowControl/>
      <w:tabs>
        <w:tab w:val="right" w:pos="8505"/>
      </w:tabs>
      <w:suppressAutoHyphens w:val="0"/>
      <w:spacing w:before="20" w:after="20" w:line="240" w:lineRule="auto"/>
      <w:jc w:val="center"/>
    </w:pPr>
    <w:rPr>
      <w:rFonts w:asciiTheme="minorHAnsi" w:hAnsiTheme="minorHAnsi" w:cs="Calibri"/>
      <w:kern w:val="2"/>
      <w:sz w:val="22"/>
    </w:rPr>
  </w:style>
  <w:style w:type="character" w:customStyle="1" w:styleId="Style15Char">
    <w:name w:val="Style15 Char"/>
    <w:basedOn w:val="Style11Char"/>
    <w:link w:val="Style15"/>
    <w:rsid w:val="001D584E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character" w:customStyle="1" w:styleId="Style16Char">
    <w:name w:val="Style16 Char"/>
    <w:basedOn w:val="DefaultParagraphFont"/>
    <w:link w:val="Style16"/>
    <w:rsid w:val="00975559"/>
    <w:rPr>
      <w:rFonts w:asciiTheme="minorHAnsi" w:eastAsia="SimSun" w:hAnsiTheme="minorHAnsi" w:cs="Calibri"/>
      <w:kern w:val="2"/>
      <w:sz w:val="22"/>
      <w:szCs w:val="24"/>
      <w:lang w:eastAsia="zh-CN" w:bidi="hi-IN"/>
    </w:rPr>
  </w:style>
  <w:style w:type="paragraph" w:customStyle="1" w:styleId="Style17">
    <w:name w:val="Style17"/>
    <w:basedOn w:val="Style15"/>
    <w:link w:val="Style17Char"/>
    <w:qFormat/>
    <w:rsid w:val="00CF73AF"/>
  </w:style>
  <w:style w:type="paragraph" w:customStyle="1" w:styleId="Style18">
    <w:name w:val="Style18"/>
    <w:basedOn w:val="Style17"/>
    <w:link w:val="Style18Char"/>
    <w:qFormat/>
    <w:rsid w:val="00CF73AF"/>
    <w:rPr>
      <w:szCs w:val="18"/>
    </w:rPr>
  </w:style>
  <w:style w:type="character" w:customStyle="1" w:styleId="Style17Char">
    <w:name w:val="Style17 Char"/>
    <w:basedOn w:val="Style15Char"/>
    <w:link w:val="Style17"/>
    <w:rsid w:val="00CF73AF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character" w:customStyle="1" w:styleId="Style18Char">
    <w:name w:val="Style18 Char"/>
    <w:basedOn w:val="Style17Char"/>
    <w:link w:val="Style18"/>
    <w:rsid w:val="00CF73AF"/>
    <w:rPr>
      <w:rFonts w:asciiTheme="minorHAnsi" w:eastAsia="SimSun" w:hAnsiTheme="minorHAnsi" w:cs="Mangal"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ivar.voronov@mil.ee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ina.mesults@mil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31348FAF3B4D42B561F92A5BE27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BD30-DDC1-4CBD-B22B-2E249D018B51}"/>
      </w:docPartPr>
      <w:docPartBody>
        <w:p w:rsidR="00B95E82" w:rsidRDefault="00C84D1B">
          <w:r w:rsidRPr="005621F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63"/>
    <w:rsid w:val="0003434E"/>
    <w:rsid w:val="000C78E1"/>
    <w:rsid w:val="000D61D3"/>
    <w:rsid w:val="002C1139"/>
    <w:rsid w:val="003C3ED1"/>
    <w:rsid w:val="00425A13"/>
    <w:rsid w:val="004452B2"/>
    <w:rsid w:val="00626442"/>
    <w:rsid w:val="00655374"/>
    <w:rsid w:val="0073413F"/>
    <w:rsid w:val="007C6E22"/>
    <w:rsid w:val="007F558F"/>
    <w:rsid w:val="0088334D"/>
    <w:rsid w:val="008B64AF"/>
    <w:rsid w:val="009D5363"/>
    <w:rsid w:val="00AB24A6"/>
    <w:rsid w:val="00B4130C"/>
    <w:rsid w:val="00B65DCF"/>
    <w:rsid w:val="00B95E82"/>
    <w:rsid w:val="00C21645"/>
    <w:rsid w:val="00C42A85"/>
    <w:rsid w:val="00C84D1B"/>
    <w:rsid w:val="00D65E3C"/>
    <w:rsid w:val="00DC2148"/>
    <w:rsid w:val="00EA107A"/>
    <w:rsid w:val="00EB45DE"/>
    <w:rsid w:val="00F466DD"/>
    <w:rsid w:val="00F9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558F"/>
    <w:rPr>
      <w:color w:val="808080"/>
    </w:rPr>
  </w:style>
  <w:style w:type="paragraph" w:customStyle="1" w:styleId="07560553B6A34D2FB16EE17B2C7E1B9D">
    <w:name w:val="07560553B6A34D2FB16EE17B2C7E1B9D"/>
    <w:rsid w:val="00AB24A6"/>
  </w:style>
  <w:style w:type="paragraph" w:customStyle="1" w:styleId="5A3DFB50230441F1A4947AF8ADF25A03">
    <w:name w:val="5A3DFB50230441F1A4947AF8ADF25A03"/>
    <w:rsid w:val="00AB24A6"/>
  </w:style>
  <w:style w:type="paragraph" w:customStyle="1" w:styleId="35A69D82442A49948AEFE6A4B0AD69FD">
    <w:name w:val="35A69D82442A49948AEFE6A4B0AD69FD"/>
    <w:rsid w:val="00AB24A6"/>
  </w:style>
  <w:style w:type="paragraph" w:customStyle="1" w:styleId="7C7597DC67464B76AA4FE652C4887AED">
    <w:name w:val="7C7597DC67464B76AA4FE652C4887AED"/>
    <w:rsid w:val="00B4130C"/>
    <w:pPr>
      <w:spacing w:before="20" w:after="20" w:line="240" w:lineRule="auto"/>
      <w:jc w:val="right"/>
    </w:pPr>
    <w:rPr>
      <w:rFonts w:eastAsia="SimSun" w:cs="Calibri"/>
      <w:kern w:val="1"/>
      <w:szCs w:val="24"/>
      <w:lang w:eastAsia="zh-CN" w:bidi="hi-IN"/>
    </w:rPr>
  </w:style>
  <w:style w:type="paragraph" w:customStyle="1" w:styleId="207D5F4AB55042D2AB7CA3DEE461EFA1">
    <w:name w:val="207D5F4AB55042D2AB7CA3DEE461EFA1"/>
    <w:rsid w:val="00B4130C"/>
    <w:pPr>
      <w:spacing w:before="20" w:after="20" w:line="240" w:lineRule="auto"/>
      <w:jc w:val="right"/>
    </w:pPr>
    <w:rPr>
      <w:rFonts w:eastAsia="SimSun" w:cs="Calibri"/>
      <w:kern w:val="1"/>
      <w:szCs w:val="24"/>
      <w:lang w:eastAsia="zh-CN" w:bidi="hi-IN"/>
    </w:rPr>
  </w:style>
  <w:style w:type="paragraph" w:customStyle="1" w:styleId="77841CC2620849CF805670393B7EC330">
    <w:name w:val="77841CC2620849CF805670393B7EC330"/>
    <w:rsid w:val="00B4130C"/>
    <w:pPr>
      <w:spacing w:before="20" w:after="20" w:line="240" w:lineRule="auto"/>
      <w:jc w:val="right"/>
    </w:pPr>
    <w:rPr>
      <w:rFonts w:eastAsia="SimSun" w:cs="Calibri"/>
      <w:kern w:val="1"/>
      <w:sz w:val="18"/>
      <w:szCs w:val="24"/>
      <w:lang w:eastAsia="zh-CN" w:bidi="hi-IN"/>
    </w:rPr>
  </w:style>
  <w:style w:type="paragraph" w:customStyle="1" w:styleId="6571686B960745659B468CBFC980748D">
    <w:name w:val="6571686B960745659B468CBFC980748D"/>
    <w:rsid w:val="00B4130C"/>
    <w:pPr>
      <w:tabs>
        <w:tab w:val="right" w:pos="8505"/>
      </w:tabs>
      <w:spacing w:before="20" w:after="20" w:line="240" w:lineRule="auto"/>
      <w:jc w:val="right"/>
    </w:pPr>
    <w:rPr>
      <w:rFonts w:eastAsia="SimSun" w:cs="Calibri"/>
      <w:kern w:val="1"/>
      <w:sz w:val="18"/>
      <w:szCs w:val="24"/>
      <w:lang w:eastAsia="zh-CN" w:bidi="hi-IN"/>
    </w:rPr>
  </w:style>
  <w:style w:type="paragraph" w:customStyle="1" w:styleId="7B7B7B436AA54F9A9AC1E4E473F1D4F9">
    <w:name w:val="7B7B7B436AA54F9A9AC1E4E473F1D4F9"/>
    <w:rsid w:val="00B4130C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="SimSun" w:cs="Mangal"/>
      <w:kern w:val="1"/>
      <w:sz w:val="18"/>
      <w:szCs w:val="21"/>
      <w:lang w:eastAsia="zh-CN" w:bidi="hi-IN"/>
    </w:rPr>
  </w:style>
  <w:style w:type="paragraph" w:customStyle="1" w:styleId="7DD8ACF1264A410784F2F500E642EC97">
    <w:name w:val="7DD8ACF1264A410784F2F500E642EC97"/>
    <w:rsid w:val="00C42A85"/>
  </w:style>
  <w:style w:type="paragraph" w:customStyle="1" w:styleId="BD61BA6B93F2467F9EABCC13DB7A06A2">
    <w:name w:val="BD61BA6B93F2467F9EABCC13DB7A06A2"/>
    <w:rsid w:val="00C42A85"/>
  </w:style>
  <w:style w:type="paragraph" w:customStyle="1" w:styleId="DD6A316F3D2C481F8D5FF2DCE51776B9">
    <w:name w:val="DD6A316F3D2C481F8D5FF2DCE51776B9"/>
    <w:rsid w:val="00C42A85"/>
  </w:style>
  <w:style w:type="paragraph" w:customStyle="1" w:styleId="FF3A7E483FA04CE49B1A633377FA6C78">
    <w:name w:val="FF3A7E483FA04CE49B1A633377FA6C78"/>
    <w:rsid w:val="007F55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B" ma:contentTypeVersion="580" fp:containerId="228b4970-73de-44a4-83e2-9513be360001" fp:lcid="1061" ma:contentTypeName="Leping">
  <xs:schema xmlns:f="2565869c-cbed-4bbf-bfee-b62dbefec6bf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Lepingu_x0020_liik" minOccurs="0"/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Lepingu_x0020_osapool_x0020_sise" minOccurs="0"/>
                <xs:element ref="f:Asutus" minOccurs="0"/>
                <xs:element ref="f:Allkirjastaja_x0020_ees-_x0020_ja_x0020_perekonnanimi." minOccurs="0"/>
                <xs:element ref="f:Allkirjastaja_x0020_ametinimetus." minOccurs="0"/>
                <xs:element ref="f:Kontaktisik" minOccurs="0"/>
                <xs:element ref="f:Telefoni_x0020_nr._x002F_e-post" minOccurs="0"/>
                <xs:element ref="f:Lepingu_x0020_2._x0020_osapool_x0023_1" minOccurs="0"/>
                <xs:element ref="f:Lepingu_x0020_2._x0020_osapool_x0023_2" minOccurs="0"/>
                <xs:element ref="f:Lepingu_x0020_2._x0020_osapool_x0023_3" minOccurs="0"/>
                <xs:element ref="f:Lepingu_x0020_2._x0020_osapool_x0023_4" minOccurs="0"/>
                <xs:element ref="f:Lepingu_x0020_2._x0020_osapool_x0023_5" minOccurs="0"/>
                <xs:element ref="f:Lepingu_x0020_2._x0020_osapool_x0023_6" minOccurs="0"/>
                <xs:element ref="f:Lepingu_x0020_2._x0020_osapool_x0023_7" minOccurs="0"/>
                <xs:element ref="f:Lepingu_x0020_2._x0020_osapool_x0023_8" minOccurs="0"/>
                <xs:element ref="f:Lepingu_x0020_2._x0020_osapool_x0023_9" minOccurs="0"/>
                <xs:element ref="f:Lepingu_x0020_2._x0020_osapool_x0023_10" minOccurs="0"/>
                <xs:element ref="f:Lepingu_x0020_2._x0020_osapool_x0023_11" minOccurs="0"/>
                <xs:element ref="f:Lepingu_x0020_2._x0020_osapool_x0023_12" minOccurs="0"/>
                <xs:element ref="f:Lepingu_x0020_2._x0020_osapool_x0023_13" minOccurs="0"/>
                <xs:element ref="f:Lepingu_x0020_2._x0020_osapool_x0023_14" minOccurs="0"/>
                <xs:element ref="f:Lepingu_x0020_2._x0020_osapool_x0023_15" minOccurs="0"/>
                <xs:element ref="f:Lepingu_x0020_2._x0020_osapool_x0023_16" minOccurs="0"/>
                <xs:element ref="f:Lepingu_x0020_2._x0020_osapool_x0023_17" minOccurs="0"/>
                <xs:element ref="f:Lepingu_x0020_2._x0020_osapool_x0023_18" minOccurs="0"/>
                <xs:element ref="f:Lepingu_x0020_2._x0020_osapool_x0023_19" minOccurs="0"/>
                <xs:element ref="f:Lepingu_x0020_2._x0020_osapool_x0023_20" minOccurs="0"/>
                <xs:element ref="f:Lepingu_x0020_2._x0020_osapool_x0023_21" minOccurs="0"/>
                <xs:element ref="f:Lepingu_x0020_2._x0020_osapool_x0023_22" minOccurs="0"/>
                <xs:element ref="f:Lepingu_x0020_2._x0020_osapool_x0023_23" minOccurs="0"/>
                <xs:element ref="f:Lepingu_x0020_2._x0020_osapool_x0023_24" minOccurs="0"/>
                <xs:element ref="f:Lepingu_x0020_2._x0020_osapool_x0023_25" minOccurs="0"/>
                <xs:element ref="f:Teise_x0020_poole_x0020_asutus_x0023_1" minOccurs="0"/>
                <xs:element ref="f:Teise_x0020_poole_x0020_asutus_x0023_2" minOccurs="0"/>
                <xs:element ref="f:Teise_x0020_poole_x0020_asutus_x0023_3" minOccurs="0"/>
                <xs:element ref="f:Teise_x0020_poole_x0020_asutus_x0023_4" minOccurs="0"/>
                <xs:element ref="f:Teise_x0020_poole_x0020_asutus_x0023_5" minOccurs="0"/>
                <xs:element ref="f:Teise_x0020_poole_x0020_asutus_x0023_6" minOccurs="0"/>
                <xs:element ref="f:Teise_x0020_poole_x0020_asutus_x0023_7" minOccurs="0"/>
                <xs:element ref="f:Teise_x0020_poole_x0020_asutus_x0023_8" minOccurs="0"/>
                <xs:element ref="f:Teise_x0020_poole_x0020_asutus_x0023_9" minOccurs="0"/>
                <xs:element ref="f:Teise_x0020_poole_x0020_asutus_x0023_10" minOccurs="0"/>
                <xs:element ref="f:Teise_x0020_poole_x0020_asutus_x0023_11" minOccurs="0"/>
                <xs:element ref="f:Teise_x0020_poole_x0020_asutus_x0023_12" minOccurs="0"/>
                <xs:element ref="f:Teise_x0020_poole_x0020_asutus_x0023_13" minOccurs="0"/>
                <xs:element ref="f:Teise_x0020_poole_x0020_asutus_x0023_14" minOccurs="0"/>
                <xs:element ref="f:Teise_x0020_poole_x0020_asutus_x0023_15" minOccurs="0"/>
                <xs:element ref="f:Teise_x0020_poole_x0020_asutus_x0023_16" minOccurs="0"/>
                <xs:element ref="f:Teise_x0020_poole_x0020_asutus_x0023_17" minOccurs="0"/>
                <xs:element ref="f:Teise_x0020_poole_x0020_asutus_x0023_18" minOccurs="0"/>
                <xs:element ref="f:Teise_x0020_poole_x0020_asutus_x0023_19" minOccurs="0"/>
                <xs:element ref="f:Teise_x0020_poole_x0020_asutus_x0023_20" minOccurs="0"/>
                <xs:element ref="f:Teise_x0020_poole_x0020_asutus_x0023_21" minOccurs="0"/>
                <xs:element ref="f:Teise_x0020_poole_x0020_asutus_x0023_22" minOccurs="0"/>
                <xs:element ref="f:Teise_x0020_poole_x0020_asutus_x0023_23" minOccurs="0"/>
                <xs:element ref="f:Teise_x0020_poole_x0020_asutus_x0023_24" minOccurs="0"/>
                <xs:element ref="f:Teise_x0020_poole_x0020_asutus_x0023_25" minOccurs="0"/>
                <xs:element ref="f:Teise_x0020_poole_x0020_allkirjastaja_x0020_ees-_x0020_ja_x0020_perekonnanimi_x0023_1" minOccurs="0"/>
                <xs:element ref="f:Teise_x0020_poole_x0020_allkirjastaja_x0020_ees-_x0020_ja_x0020_perekonnanimi_x0023_2" minOccurs="0"/>
                <xs:element ref="f:Teise_x0020_poole_x0020_allkirjastaja_x0020_ees-_x0020_ja_x0020_perekonnanimi_x0023_3" minOccurs="0"/>
                <xs:element ref="f:Teise_x0020_poole_x0020_allkirjastaja_x0020_ees-_x0020_ja_x0020_perekonnanimi_x0023_4" minOccurs="0"/>
                <xs:element ref="f:Teise_x0020_poole_x0020_allkirjastaja_x0020_ees-_x0020_ja_x0020_perekonnanimi_x0023_5" minOccurs="0"/>
                <xs:element ref="f:Teise_x0020_poole_x0020_allkirjastaja_x0020_ees-_x0020_ja_x0020_perekonnanimi_x0023_6" minOccurs="0"/>
                <xs:element ref="f:Teise_x0020_poole_x0020_allkirjastaja_x0020_ees-_x0020_ja_x0020_perekonnanimi_x0023_7" minOccurs="0"/>
                <xs:element ref="f:Teise_x0020_poole_x0020_allkirjastaja_x0020_ees-_x0020_ja_x0020_perekonnanimi_x0023_8" minOccurs="0"/>
                <xs:element ref="f:Teise_x0020_poole_x0020_allkirjastaja_x0020_ees-_x0020_ja_x0020_perekonnanimi_x0023_9" minOccurs="0"/>
                <xs:element ref="f:Teise_x0020_poole_x0020_allkirjastaja_x0020_ees-_x0020_ja_x0020_perekonnanimi_x0023_10" minOccurs="0"/>
                <xs:element ref="f:Teise_x0020_poole_x0020_allkirjastaja_x0020_ees-_x0020_ja_x0020_perekonnanimi_x0023_11" minOccurs="0"/>
                <xs:element ref="f:Teise_x0020_poole_x0020_allkirjastaja_x0020_ees-_x0020_ja_x0020_perekonnanimi_x0023_12" minOccurs="0"/>
                <xs:element ref="f:Teise_x0020_poole_x0020_allkirjastaja_x0020_ees-_x0020_ja_x0020_perekonnanimi_x0023_13" minOccurs="0"/>
                <xs:element ref="f:Teise_x0020_poole_x0020_allkirjastaja_x0020_ees-_x0020_ja_x0020_perekonnanimi_x0023_14" minOccurs="0"/>
                <xs:element ref="f:Teise_x0020_poole_x0020_allkirjastaja_x0020_ees-_x0020_ja_x0020_perekonnanimi_x0023_15" minOccurs="0"/>
                <xs:element ref="f:Teise_x0020_poole_x0020_allkirjastaja_x0020_ees-_x0020_ja_x0020_perekonnanimi_x0023_16" minOccurs="0"/>
                <xs:element ref="f:Teise_x0020_poole_x0020_allkirjastaja_x0020_ees-_x0020_ja_x0020_perekonnanimi_x0023_17" minOccurs="0"/>
                <xs:element ref="f:Teise_x0020_poole_x0020_allkirjastaja_x0020_ees-_x0020_ja_x0020_perekonnanimi_x0023_18" minOccurs="0"/>
                <xs:element ref="f:Teise_x0020_poole_x0020_allkirjastaja_x0020_ees-_x0020_ja_x0020_perekonnanimi_x0023_19" minOccurs="0"/>
                <xs:element ref="f:Teise_x0020_poole_x0020_allkirjastaja_x0020_ees-_x0020_ja_x0020_perekonnanimi_x0023_20" minOccurs="0"/>
                <xs:element ref="f:Teise_x0020_poole_x0020_allkirjastaja_x0020_ees-_x0020_ja_x0020_perekonnanimi_x0023_21" minOccurs="0"/>
                <xs:element ref="f:Teise_x0020_poole_x0020_allkirjastaja_x0020_ees-_x0020_ja_x0020_perekonnanimi_x0023_22" minOccurs="0"/>
                <xs:element ref="f:Teise_x0020_poole_x0020_allkirjastaja_x0020_ees-_x0020_ja_x0020_perekonnanimi_x0023_23" minOccurs="0"/>
                <xs:element ref="f:Teise_x0020_poole_x0020_allkirjastaja_x0020_ees-_x0020_ja_x0020_perekonnanimi_x0023_24" minOccurs="0"/>
                <xs:element ref="f:Teise_x0020_poole_x0020_allkirjastaja_x0020_ees-_x0020_ja_x0020_perekonnanimi_x0023_25" minOccurs="0"/>
                <xs:element ref="f:Teise_x0020_poole_x0020_allkirjastaja_x0020_ametinimetus_x0023_1" minOccurs="0"/>
                <xs:element ref="f:Teise_x0020_poole_x0020_allkirjastaja_x0020_ametinimetus_x0023_2" minOccurs="0"/>
                <xs:element ref="f:Teise_x0020_poole_x0020_allkirjastaja_x0020_ametinimetus_x0023_3" minOccurs="0"/>
                <xs:element ref="f:Teise_x0020_poole_x0020_allkirjastaja_x0020_ametinimetus_x0023_4" minOccurs="0"/>
                <xs:element ref="f:Teise_x0020_poole_x0020_allkirjastaja_x0020_ametinimetus_x0023_5" minOccurs="0"/>
                <xs:element ref="f:Teise_x0020_poole_x0020_allkirjastaja_x0020_ametinimetus_x0023_6" minOccurs="0"/>
                <xs:element ref="f:Teise_x0020_poole_x0020_allkirjastaja_x0020_ametinimetus_x0023_7" minOccurs="0"/>
                <xs:element ref="f:Teise_x0020_poole_x0020_allkirjastaja_x0020_ametinimetus_x0023_8" minOccurs="0"/>
                <xs:element ref="f:Teise_x0020_poole_x0020_allkirjastaja_x0020_ametinimetus_x0023_9" minOccurs="0"/>
                <xs:element ref="f:Teise_x0020_poole_x0020_allkirjastaja_x0020_ametinimetus_x0023_10" minOccurs="0"/>
                <xs:element ref="f:Teise_x0020_poole_x0020_allkirjastaja_x0020_ametinimetus_x0023_11" minOccurs="0"/>
                <xs:element ref="f:Teise_x0020_poole_x0020_allkirjastaja_x0020_ametinimetus_x0023_12" minOccurs="0"/>
                <xs:element ref="f:Teise_x0020_poole_x0020_allkirjastaja_x0020_ametinimetus_x0023_13" minOccurs="0"/>
                <xs:element ref="f:Teise_x0020_poole_x0020_allkirjastaja_x0020_ametinimetus_x0023_14" minOccurs="0"/>
                <xs:element ref="f:Teise_x0020_poole_x0020_allkirjastaja_x0020_ametinimetus_x0023_15" minOccurs="0"/>
                <xs:element ref="f:Teise_x0020_poole_x0020_allkirjastaja_x0020_ametinimetus_x0023_16" minOccurs="0"/>
                <xs:element ref="f:Teise_x0020_poole_x0020_allkirjastaja_x0020_ametinimetus_x0023_17" minOccurs="0"/>
                <xs:element ref="f:Teise_x0020_poole_x0020_allkirjastaja_x0020_ametinimetus_x0023_18" minOccurs="0"/>
                <xs:element ref="f:Teise_x0020_poole_x0020_allkirjastaja_x0020_ametinimetus_x0023_19" minOccurs="0"/>
                <xs:element ref="f:Teise_x0020_poole_x0020_allkirjastaja_x0020_ametinimetus_x0023_20" minOccurs="0"/>
                <xs:element ref="f:Teise_x0020_poole_x0020_allkirjastaja_x0020_ametinimetus_x0023_21" minOccurs="0"/>
                <xs:element ref="f:Teise_x0020_poole_x0020_allkirjastaja_x0020_ametinimetus_x0023_22" minOccurs="0"/>
                <xs:element ref="f:Teise_x0020_poole_x0020_allkirjastaja_x0020_ametinimetus_x0023_23" minOccurs="0"/>
                <xs:element ref="f:Teise_x0020_poole_x0020_allkirjastaja_x0020_ametinimetus_x0023_24" minOccurs="0"/>
                <xs:element ref="f:Teise_x0020_poole_x0020_allkirjastaja_x0020_ametinimetus_x0023_25" minOccurs="0"/>
                <xs:element ref="f:Teise_x0020_poole_x0020_lepingu_x0020_nr_x0023_1" minOccurs="0"/>
                <xs:element ref="f:Teise_x0020_poole_x0020_lepingu_x0020_nr_x0023_2" minOccurs="0"/>
                <xs:element ref="f:Teise_x0020_poole_x0020_lepingu_x0020_nr_x0023_3" minOccurs="0"/>
                <xs:element ref="f:Teise_x0020_poole_x0020_lepingu_x0020_nr_x0023_4" minOccurs="0"/>
                <xs:element ref="f:Teise_x0020_poole_x0020_lepingu_x0020_nr_x0023_5" minOccurs="0"/>
                <xs:element ref="f:Teise_x0020_poole_x0020_lepingu_x0020_nr_x0023_6" minOccurs="0"/>
                <xs:element ref="f:Teise_x0020_poole_x0020_lepingu_x0020_nr_x0023_7" minOccurs="0"/>
                <xs:element ref="f:Teise_x0020_poole_x0020_lepingu_x0020_nr_x0023_8" minOccurs="0"/>
                <xs:element ref="f:Teise_x0020_poole_x0020_lepingu_x0020_nr_x0023_9" minOccurs="0"/>
                <xs:element ref="f:Teise_x0020_poole_x0020_lepingu_x0020_nr_x0023_10" minOccurs="0"/>
                <xs:element ref="f:Teise_x0020_poole_x0020_lepingu_x0020_nr_x0023_11" minOccurs="0"/>
                <xs:element ref="f:Teise_x0020_poole_x0020_lepingu_x0020_nr_x0023_12" minOccurs="0"/>
                <xs:element ref="f:Teise_x0020_poole_x0020_lepingu_x0020_nr_x0023_13" minOccurs="0"/>
                <xs:element ref="f:Teise_x0020_poole_x0020_lepingu_x0020_nr_x0023_14" minOccurs="0"/>
                <xs:element ref="f:Teise_x0020_poole_x0020_lepingu_x0020_nr_x0023_15" minOccurs="0"/>
                <xs:element ref="f:Teise_x0020_poole_x0020_lepingu_x0020_nr_x0023_16" minOccurs="0"/>
                <xs:element ref="f:Teise_x0020_poole_x0020_lepingu_x0020_nr_x0023_17" minOccurs="0"/>
                <xs:element ref="f:Teise_x0020_poole_x0020_lepingu_x0020_nr_x0023_18" minOccurs="0"/>
                <xs:element ref="f:Teise_x0020_poole_x0020_lepingu_x0020_nr_x0023_19" minOccurs="0"/>
                <xs:element ref="f:Teise_x0020_poole_x0020_lepingu_x0020_nr_x0023_20" minOccurs="0"/>
                <xs:element ref="f:Teise_x0020_poole_x0020_lepingu_x0020_nr_x0023_21" minOccurs="0"/>
                <xs:element ref="f:Teise_x0020_poole_x0020_lepingu_x0020_nr_x0023_22" minOccurs="0"/>
                <xs:element ref="f:Teise_x0020_poole_x0020_lepingu_x0020_nr_x0023_23" minOccurs="0"/>
                <xs:element ref="f:Teise_x0020_poole_x0020_lepingu_x0020_nr_x0023_24" minOccurs="0"/>
                <xs:element ref="f:Teise_x0020_poole_x0020_lepingu_x0020_nr_x0023_25" minOccurs="0"/>
                <xs:element ref="f:Teise_x0020_poole_x0020_lepingu_x0020_kpv_x0023_1" minOccurs="0"/>
                <xs:element ref="f:Teise_x0020_poole_x0020_lepingu_x0020_kpv_x0023_2" minOccurs="0"/>
                <xs:element ref="f:Teise_x0020_poole_x0020_lepingu_x0020_kpv_x0023_3" minOccurs="0"/>
                <xs:element ref="f:Teise_x0020_poole_x0020_lepingu_x0020_kpv_x0023_4" minOccurs="0"/>
                <xs:element ref="f:Teise_x0020_poole_x0020_lepingu_x0020_kpv_x0023_5" minOccurs="0"/>
                <xs:element ref="f:Teise_x0020_poole_x0020_lepingu_x0020_kpv_x0023_6" minOccurs="0"/>
                <xs:element ref="f:Teise_x0020_poole_x0020_lepingu_x0020_kpv_x0023_7" minOccurs="0"/>
                <xs:element ref="f:Teise_x0020_poole_x0020_lepingu_x0020_kpv_x0023_8" minOccurs="0"/>
                <xs:element ref="f:Teise_x0020_poole_x0020_lepingu_x0020_kpv_x0023_9" minOccurs="0"/>
                <xs:element ref="f:Teise_x0020_poole_x0020_lepingu_x0020_kpv_x0023_10" minOccurs="0"/>
                <xs:element ref="f:Teise_x0020_poole_x0020_lepingu_x0020_kpv_x0023_11" minOccurs="0"/>
                <xs:element ref="f:Teise_x0020_poole_x0020_lepingu_x0020_kpv_x0023_12" minOccurs="0"/>
                <xs:element ref="f:Teise_x0020_poole_x0020_lepingu_x0020_kpv_x0023_13" minOccurs="0"/>
                <xs:element ref="f:Teise_x0020_poole_x0020_lepingu_x0020_kpv_x0023_14" minOccurs="0"/>
                <xs:element ref="f:Teise_x0020_poole_x0020_lepingu_x0020_kpv_x0023_15" minOccurs="0"/>
                <xs:element ref="f:Teise_x0020_poole_x0020_lepingu_x0020_kpv_x0023_16" minOccurs="0"/>
                <xs:element ref="f:Teise_x0020_poole_x0020_lepingu_x0020_kpv_x0023_17" minOccurs="0"/>
                <xs:element ref="f:Teise_x0020_poole_x0020_lepingu_x0020_kpv_x0023_18" minOccurs="0"/>
                <xs:element ref="f:Teise_x0020_poole_x0020_lepingu_x0020_kpv_x0023_19" minOccurs="0"/>
                <xs:element ref="f:Teise_x0020_poole_x0020_lepingu_x0020_kpv_x0023_20" minOccurs="0"/>
                <xs:element ref="f:Teise_x0020_poole_x0020_lepingu_x0020_kpv_x0023_21" minOccurs="0"/>
                <xs:element ref="f:Teise_x0020_poole_x0020_lepingu_x0020_kpv_x0023_22" minOccurs="0"/>
                <xs:element ref="f:Teise_x0020_poole_x0020_lepingu_x0020_kpv_x0023_23" minOccurs="0"/>
                <xs:element ref="f:Teise_x0020_poole_x0020_lepingu_x0020_kpv_x0023_24" minOccurs="0"/>
                <xs:element ref="f:Teise_x0020_poole_x0020_lepingu_x0020_kpv_x0023_25" minOccurs="0"/>
                <xs:element ref="f:Teise_x0020_poole_x0020_kontaktisik_x0023_1" minOccurs="0"/>
                <xs:element ref="f:Teise_x0020_poole_x0020_kontaktisik_x0023_2" minOccurs="0"/>
                <xs:element ref="f:Teise_x0020_poole_x0020_kontaktisik_x0023_3" minOccurs="0"/>
                <xs:element ref="f:Teise_x0020_poole_x0020_kontaktisik_x0023_4" minOccurs="0"/>
                <xs:element ref="f:Teise_x0020_poole_x0020_kontaktisik_x0023_5" minOccurs="0"/>
                <xs:element ref="f:Teise_x0020_poole_x0020_kontaktisik_x0023_6" minOccurs="0"/>
                <xs:element ref="f:Teise_x0020_poole_x0020_kontaktisik_x0023_7" minOccurs="0"/>
                <xs:element ref="f:Teise_x0020_poole_x0020_kontaktisik_x0023_8" minOccurs="0"/>
                <xs:element ref="f:Teise_x0020_poole_x0020_kontaktisik_x0023_9" minOccurs="0"/>
                <xs:element ref="f:Teise_x0020_poole_x0020_kontaktisik_x0023_10" minOccurs="0"/>
                <xs:element ref="f:Teise_x0020_poole_x0020_kontaktisik_x0023_11" minOccurs="0"/>
                <xs:element ref="f:Teise_x0020_poole_x0020_kontaktisik_x0023_12" minOccurs="0"/>
                <xs:element ref="f:Teise_x0020_poole_x0020_kontaktisik_x0023_13" minOccurs="0"/>
                <xs:element ref="f:Teise_x0020_poole_x0020_kontaktisik_x0023_14" minOccurs="0"/>
                <xs:element ref="f:Teise_x0020_poole_x0020_kontaktisik_x0023_15" minOccurs="0"/>
                <xs:element ref="f:Teise_x0020_poole_x0020_kontaktisik_x0023_16" minOccurs="0"/>
                <xs:element ref="f:Teise_x0020_poole_x0020_kontaktisik_x0023_17" minOccurs="0"/>
                <xs:element ref="f:Teise_x0020_poole_x0020_kontaktisik_x0023_18" minOccurs="0"/>
                <xs:element ref="f:Teise_x0020_poole_x0020_kontaktisik_x0023_19" minOccurs="0"/>
                <xs:element ref="f:Teise_x0020_poole_x0020_kontaktisik_x0023_20" minOccurs="0"/>
                <xs:element ref="f:Teise_x0020_poole_x0020_kontaktisik_x0023_21" minOccurs="0"/>
                <xs:element ref="f:Teise_x0020_poole_x0020_kontaktisik_x0023_22" minOccurs="0"/>
                <xs:element ref="f:Teise_x0020_poole_x0020_kontaktisik_x0023_23" minOccurs="0"/>
                <xs:element ref="f:Teise_x0020_poole_x0020_kontaktisik_x0023_24" minOccurs="0"/>
                <xs:element ref="f:Teise_x0020_poole_x0020_kontaktisik_x0023_25" minOccurs="0"/>
                <xs:element ref="f:Teise_x0020_poole_x0020_telefoni_x0020_nr_x002F_e-post_x0023_1" minOccurs="0"/>
                <xs:element ref="f:Teise_x0020_poole_x0020_telefoni_x0020_nr_x002F_e-post_x0023_2" minOccurs="0"/>
                <xs:element ref="f:Teise_x0020_poole_x0020_telefoni_x0020_nr_x002F_e-post_x0023_3" minOccurs="0"/>
                <xs:element ref="f:Teise_x0020_poole_x0020_telefoni_x0020_nr_x002F_e-post_x0023_4" minOccurs="0"/>
                <xs:element ref="f:Teise_x0020_poole_x0020_telefoni_x0020_nr_x002F_e-post_x0023_5" minOccurs="0"/>
                <xs:element ref="f:Teise_x0020_poole_x0020_telefoni_x0020_nr_x002F_e-post_x0023_6" minOccurs="0"/>
                <xs:element ref="f:Teise_x0020_poole_x0020_telefoni_x0020_nr_x002F_e-post_x0023_7" minOccurs="0"/>
                <xs:element ref="f:Teise_x0020_poole_x0020_telefoni_x0020_nr_x002F_e-post_x0023_8" minOccurs="0"/>
                <xs:element ref="f:Teise_x0020_poole_x0020_telefoni_x0020_nr_x002F_e-post_x0023_9" minOccurs="0"/>
                <xs:element ref="f:Teise_x0020_poole_x0020_telefoni_x0020_nr_x002F_e-post_x0023_10" minOccurs="0"/>
                <xs:element ref="f:Teise_x0020_poole_x0020_telefoni_x0020_nr_x002F_e-post_x0023_11" minOccurs="0"/>
                <xs:element ref="f:Teise_x0020_poole_x0020_telefoni_x0020_nr_x002F_e-post_x0023_12" minOccurs="0"/>
                <xs:element ref="f:Teise_x0020_poole_x0020_telefoni_x0020_nr_x002F_e-post_x0023_13" minOccurs="0"/>
                <xs:element ref="f:Teise_x0020_poole_x0020_telefoni_x0020_nr_x002F_e-post_x0023_14" minOccurs="0"/>
                <xs:element ref="f:Teise_x0020_poole_x0020_telefoni_x0020_nr_x002F_e-post_x0023_15" minOccurs="0"/>
                <xs:element ref="f:Teise_x0020_poole_x0020_telefoni_x0020_nr_x002F_e-post_x0023_16" minOccurs="0"/>
                <xs:element ref="f:Teise_x0020_poole_x0020_telefoni_x0020_nr_x002F_e-post_x0023_17" minOccurs="0"/>
                <xs:element ref="f:Teise_x0020_poole_x0020_telefoni_x0020_nr_x002F_e-post_x0023_18" minOccurs="0"/>
                <xs:element ref="f:Teise_x0020_poole_x0020_telefoni_x0020_nr_x002F_e-post_x0023_19" minOccurs="0"/>
                <xs:element ref="f:Teise_x0020_poole_x0020_telefoni_x0020_nr_x002F_e-post_x0023_20" minOccurs="0"/>
                <xs:element ref="f:Teise_x0020_poole_x0020_telefoni_x0020_nr_x002F_e-post_x0023_21" minOccurs="0"/>
                <xs:element ref="f:Teise_x0020_poole_x0020_telefoni_x0020_nr_x002F_e-post_x0023_22" minOccurs="0"/>
                <xs:element ref="f:Teise_x0020_poole_x0020_telefoni_x0020_nr_x002F_e-post_x0023_23" minOccurs="0"/>
                <xs:element ref="f:Teise_x0020_poole_x0020_telefoni_x0020_nr_x002F_e-post_x0023_24" minOccurs="0"/>
                <xs:element ref="f:Teise_x0020_poole_x0020_telefoni_x0020_nr_x002F_e-post_x0023_25" minOccurs="0"/>
                <xs:element ref="f:Lepingu_x0020_staatus" minOccurs="0"/>
                <xs:element ref="f:Lepingu_x0020_objekt" minOccurs="0"/>
                <xs:element ref="f:Lepingu_x0020_maksumus" minOccurs="0"/>
                <xs:element ref="f:Koostaja" minOccurs="0"/>
                <xs:element ref="f:Leping_x0020_kehtiv_x0020_alates" minOccurs="0"/>
                <xs:element ref="f:Koostaja_x0020_ees-_x0020_ja_x0020_perekonnanimi" minOccurs="0"/>
                <xs:element ref="f:Lepingu_x0020_lõpptähtaeg" minOccurs="0"/>
                <xs:element ref="f:Koostaja_x0020_ametinimetus" minOccurs="0"/>
                <xs:element ref="f:Lepingu_x0020_tähtaja_x0020_kirjeldus" minOccurs="0"/>
                <xs:element ref="f:Koostaja_x0020_struktuuriüksus" minOccurs="0"/>
                <xs:element ref="f:Tegelik_x0020_lõpp" minOccurs="0"/>
                <xs:element ref="f:Koostaja_x0020_kontakt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Notes" minOccurs="0"/>
                <xs:element ref="f:RMUniqueID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AKmallile" minOccurs="0"/>
                <xs:element ref="f:AKmallileinglise" minOccurs="0"/>
                <xs:element ref="f:Adressaatmallil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2565869c-cbed-4bbf-bfee-b62dbefec6bf" elementFormDefault="qualified">
    <xs:element name="Lepingu_x0020_liik" ma:displayName="Lepingu liik" ma:index="0" ma:internalName="Lepingu_x0020_liik" fp:namespace="228B497073DE44A483E29513BE360001" fp:type="String">
      <xs:simpleType>
        <xs:restriction base="dms:Choice">
          <xs:enumeration value="Koostööleping"/>
          <xs:enumeration value="Käsundusleping"/>
          <xs:enumeration value="Asjaõiguslik kokkulepe"/>
          <xs:enumeration value="Riigieelarvelise toetuse leping"/>
          <xs:enumeration value="Riigivara valitsemise üleandmise kokkulepe"/>
          <xs:enumeration value="Kasutusleping"/>
          <xs:enumeration value="Vallasvaraga seotud võõrandamisleping"/>
          <xs:enumeration value="Hanke-ja raamleping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3" ma:internalName="RMTitl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Lepingu_x0020_osapool_x0020_sise" ma:displayName="RKIK" ma:index="14" ma:internalName="Lepingu_x0020_osapool_x0020_sise" nillable="true" ma:readOnly="true" fp:namespace="228B497073DE44A483E29513BE360001" fp:type="String">
      <xs:simpleType>
        <xs:restriction base="dms:Text"/>
      </xs:simpleType>
    </xs:element>
    <xs:element name="Asutus" ma:displayName="Asutus" ma:index="15" ma:internalName="Asutus" fp:namespace="228B497073DE44A483E29513BE360001" fp:type="String">
      <xs:simpleType>
        <xs:restriction base="dms:Text">
          <xs:maxLength value="255"/>
        </xs:restriction>
      </xs:simpleType>
    </xs:element>
    <xs:element name="Allkirjastaja_x0020_ees-_x0020_ja_x0020_perekonnanimi." ma:displayName="Allkirjastaja ees- ja perekonnanimi" ma:index="16" ma:internalName="Allkirjastaja_x0020_ees-_x0020_ja_x0020_perekonnanimi.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." ma:displayName="Allkirjastaja ametinimetus" ma:index="17" ma:internalName="Allkirjastaja_x0020_ametinimetus." nillable="true" fp:namespace="228B497073DE44A483E29513BE360001" fp:type="String">
      <xs:simpleType>
        <xs:restriction base="dms:Text">
          <xs:maxLength value="255"/>
        </xs:restriction>
      </xs:simpleType>
    </xs:element>
    <xs:element name="Kontaktisik" ma:displayName="Kontaktisik" ma:index="18" ma:internalName="Kontaktisik" nillable="true" fp:namespace="228B497073DE44A483E29513BE360001" fp:type="String">
      <xs:simpleType>
        <xs:restriction base="dms:Text">
          <xs:maxLength value="255"/>
        </xs:restriction>
      </xs:simpleType>
    </xs:element>
    <xs:element name="Telefoni_x0020_nr._x002F_e-post" ma:displayName="Telefoni nr/e-post" ma:index="19" ma:internalName="Telefoni_x0020_nr._x002F_e-post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2._x0020_osapool_x0023_1" ma:displayName="Lepingu 2. osapool: 1" ma:index="20" ma:internalName="Lepingu_x0020_2._x0020_osapool_x0023_1" nillable="true" fp:namespace="228B497073DE44A483E29513BE360001" fp:type="String">
      <xs:simpleType>
        <xs:restriction base="dms:Text"/>
      </xs:simpleType>
    </xs:element>
    <xs:element name="Lepingu_x0020_2._x0020_osapool_x0023_2" ma:displayName="Lepingu 2. osapool: 2" ma:index="21" ma:internalName="Lepingu_x0020_2._x0020_osapool_x0023_2" nillable="true" fp:namespace="228B497073DE44A483E29513BE360001" fp:type="String">
      <xs:simpleType>
        <xs:restriction base="dms:Text"/>
      </xs:simpleType>
    </xs:element>
    <xs:element name="Lepingu_x0020_2._x0020_osapool_x0023_3" ma:displayName="Lepingu 2. osapool: 3" ma:index="22" ma:internalName="Lepingu_x0020_2._x0020_osapool_x0023_3" nillable="true" fp:namespace="228B497073DE44A483E29513BE360001" fp:type="String">
      <xs:simpleType>
        <xs:restriction base="dms:Text"/>
      </xs:simpleType>
    </xs:element>
    <xs:element name="Lepingu_x0020_2._x0020_osapool_x0023_4" ma:displayName="Lepingu 2. osapool: 4" ma:index="23" ma:internalName="Lepingu_x0020_2._x0020_osapool_x0023_4" nillable="true" fp:namespace="228B497073DE44A483E29513BE360001" fp:type="String">
      <xs:simpleType>
        <xs:restriction base="dms:Text"/>
      </xs:simpleType>
    </xs:element>
    <xs:element name="Lepingu_x0020_2._x0020_osapool_x0023_5" ma:displayName="Lepingu 2. osapool: 5" ma:index="24" ma:internalName="Lepingu_x0020_2._x0020_osapool_x0023_5" nillable="true" fp:namespace="228B497073DE44A483E29513BE360001" fp:type="String">
      <xs:simpleType>
        <xs:restriction base="dms:Text"/>
      </xs:simpleType>
    </xs:element>
    <xs:element name="Lepingu_x0020_2._x0020_osapool_x0023_6" ma:displayName="Lepingu 2. osapool: 6" ma:index="25" ma:internalName="Lepingu_x0020_2._x0020_osapool_x0023_6" nillable="true" fp:namespace="228B497073DE44A483E29513BE360001" fp:type="String">
      <xs:simpleType>
        <xs:restriction base="dms:Text"/>
      </xs:simpleType>
    </xs:element>
    <xs:element name="Lepingu_x0020_2._x0020_osapool_x0023_7" ma:displayName="Lepingu 2. osapool: 7" ma:index="26" ma:internalName="Lepingu_x0020_2._x0020_osapool_x0023_7" nillable="true" fp:namespace="228B497073DE44A483E29513BE360001" fp:type="String">
      <xs:simpleType>
        <xs:restriction base="dms:Text"/>
      </xs:simpleType>
    </xs:element>
    <xs:element name="Lepingu_x0020_2._x0020_osapool_x0023_8" ma:displayName="Lepingu 2. osapool: 8" ma:index="27" ma:internalName="Lepingu_x0020_2._x0020_osapool_x0023_8" nillable="true" fp:namespace="228B497073DE44A483E29513BE360001" fp:type="String">
      <xs:simpleType>
        <xs:restriction base="dms:Text"/>
      </xs:simpleType>
    </xs:element>
    <xs:element name="Lepingu_x0020_2._x0020_osapool_x0023_9" ma:displayName="Lepingu 2. osapool: 9" ma:index="28" ma:internalName="Lepingu_x0020_2._x0020_osapool_x0023_9" nillable="true" fp:namespace="228B497073DE44A483E29513BE360001" fp:type="String">
      <xs:simpleType>
        <xs:restriction base="dms:Text"/>
      </xs:simpleType>
    </xs:element>
    <xs:element name="Lepingu_x0020_2._x0020_osapool_x0023_10" ma:displayName="Lepingu 2. osapool: 10" ma:index="29" ma:internalName="Lepingu_x0020_2._x0020_osapool_x0023_10" nillable="true" fp:namespace="228B497073DE44A483E29513BE360001" fp:type="String">
      <xs:simpleType>
        <xs:restriction base="dms:Text"/>
      </xs:simpleType>
    </xs:element>
    <xs:element name="Lepingu_x0020_2._x0020_osapool_x0023_11" ma:displayName="Lepingu 2. osapool: 11" ma:index="30" ma:internalName="Lepingu_x0020_2._x0020_osapool_x0023_11" nillable="true" fp:namespace="228B497073DE44A483E29513BE360001" fp:type="String">
      <xs:simpleType>
        <xs:restriction base="dms:Text"/>
      </xs:simpleType>
    </xs:element>
    <xs:element name="Lepingu_x0020_2._x0020_osapool_x0023_12" ma:displayName="Lepingu 2. osapool: 12" ma:index="31" ma:internalName="Lepingu_x0020_2._x0020_osapool_x0023_12" nillable="true" fp:namespace="228B497073DE44A483E29513BE360001" fp:type="String">
      <xs:simpleType>
        <xs:restriction base="dms:Text"/>
      </xs:simpleType>
    </xs:element>
    <xs:element name="Lepingu_x0020_2._x0020_osapool_x0023_13" ma:displayName="Lepingu 2. osapool: 13" ma:index="32" ma:internalName="Lepingu_x0020_2._x0020_osapool_x0023_13" nillable="true" fp:namespace="228B497073DE44A483E29513BE360001" fp:type="String">
      <xs:simpleType>
        <xs:restriction base="dms:Text"/>
      </xs:simpleType>
    </xs:element>
    <xs:element name="Lepingu_x0020_2._x0020_osapool_x0023_14" ma:displayName="Lepingu 2. osapool: 14" ma:index="33" ma:internalName="Lepingu_x0020_2._x0020_osapool_x0023_14" nillable="true" fp:namespace="228B497073DE44A483E29513BE360001" fp:type="String">
      <xs:simpleType>
        <xs:restriction base="dms:Text"/>
      </xs:simpleType>
    </xs:element>
    <xs:element name="Lepingu_x0020_2._x0020_osapool_x0023_15" ma:displayName="Lepingu 2. osapool: 15" ma:index="34" ma:internalName="Lepingu_x0020_2._x0020_osapool_x0023_15" nillable="true" fp:namespace="228B497073DE44A483E29513BE360001" fp:type="String">
      <xs:simpleType>
        <xs:restriction base="dms:Text"/>
      </xs:simpleType>
    </xs:element>
    <xs:element name="Lepingu_x0020_2._x0020_osapool_x0023_16" ma:displayName="Lepingu 2. osapool: 16" ma:index="35" ma:internalName="Lepingu_x0020_2._x0020_osapool_x0023_16" nillable="true" fp:namespace="228B497073DE44A483E29513BE360001" fp:type="String">
      <xs:simpleType>
        <xs:restriction base="dms:Text"/>
      </xs:simpleType>
    </xs:element>
    <xs:element name="Lepingu_x0020_2._x0020_osapool_x0023_17" ma:displayName="Lepingu 2. osapool: 17" ma:index="36" ma:internalName="Lepingu_x0020_2._x0020_osapool_x0023_17" nillable="true" fp:namespace="228B497073DE44A483E29513BE360001" fp:type="String">
      <xs:simpleType>
        <xs:restriction base="dms:Text"/>
      </xs:simpleType>
    </xs:element>
    <xs:element name="Lepingu_x0020_2._x0020_osapool_x0023_18" ma:displayName="Lepingu 2. osapool: 18" ma:index="37" ma:internalName="Lepingu_x0020_2._x0020_osapool_x0023_18" nillable="true" fp:namespace="228B497073DE44A483E29513BE360001" fp:type="String">
      <xs:simpleType>
        <xs:restriction base="dms:Text"/>
      </xs:simpleType>
    </xs:element>
    <xs:element name="Lepingu_x0020_2._x0020_osapool_x0023_19" ma:displayName="Lepingu 2. osapool: 19" ma:index="38" ma:internalName="Lepingu_x0020_2._x0020_osapool_x0023_19" nillable="true" fp:namespace="228B497073DE44A483E29513BE360001" fp:type="String">
      <xs:simpleType>
        <xs:restriction base="dms:Text"/>
      </xs:simpleType>
    </xs:element>
    <xs:element name="Lepingu_x0020_2._x0020_osapool_x0023_20" ma:displayName="Lepingu 2. osapool: 20" ma:index="39" ma:internalName="Lepingu_x0020_2._x0020_osapool_x0023_20" nillable="true" fp:namespace="228B497073DE44A483E29513BE360001" fp:type="String">
      <xs:simpleType>
        <xs:restriction base="dms:Text"/>
      </xs:simpleType>
    </xs:element>
    <xs:element name="Lepingu_x0020_2._x0020_osapool_x0023_21" ma:displayName="Lepingu 2. osapool: 21" ma:index="40" ma:internalName="Lepingu_x0020_2._x0020_osapool_x0023_21" nillable="true" fp:namespace="228B497073DE44A483E29513BE360001" fp:type="String">
      <xs:simpleType>
        <xs:restriction base="dms:Text"/>
      </xs:simpleType>
    </xs:element>
    <xs:element name="Lepingu_x0020_2._x0020_osapool_x0023_22" ma:displayName="Lepingu 2. osapool: 22" ma:index="41" ma:internalName="Lepingu_x0020_2._x0020_osapool_x0023_22" nillable="true" fp:namespace="228B497073DE44A483E29513BE360001" fp:type="String">
      <xs:simpleType>
        <xs:restriction base="dms:Text"/>
      </xs:simpleType>
    </xs:element>
    <xs:element name="Lepingu_x0020_2._x0020_osapool_x0023_23" ma:displayName="Lepingu 2. osapool: 23" ma:index="42" ma:internalName="Lepingu_x0020_2._x0020_osapool_x0023_23" nillable="true" fp:namespace="228B497073DE44A483E29513BE360001" fp:type="String">
      <xs:simpleType>
        <xs:restriction base="dms:Text"/>
      </xs:simpleType>
    </xs:element>
    <xs:element name="Lepingu_x0020_2._x0020_osapool_x0023_24" ma:displayName="Lepingu 2. osapool: 24" ma:index="43" ma:internalName="Lepingu_x0020_2._x0020_osapool_x0023_24" nillable="true" fp:namespace="228B497073DE44A483E29513BE360001" fp:type="String">
      <xs:simpleType>
        <xs:restriction base="dms:Text"/>
      </xs:simpleType>
    </xs:element>
    <xs:element name="Lepingu_x0020_2._x0020_osapool_x0023_25" ma:displayName="Lepingu 2. osapool: 25" ma:index="44" ma:internalName="Lepingu_x0020_2._x0020_osapool_x0023_25" nillable="true" fp:namespace="228B497073DE44A483E29513BE360001" fp:type="String">
      <xs:simpleType>
        <xs:restriction base="dms:Text"/>
      </xs:simpleType>
    </xs:element>
    <xs:element name="Teise_x0020_poole_x0020_asutus_x0023_1" ma:displayName="Teise poole asutus: 1" ma:index="45" ma:internalName="Teise_x0020_poole_x0020_asutu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" ma:displayName="Teise poole asutus: 2" ma:index="46" ma:internalName="Teise_x0020_poole_x0020_asutu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3" ma:displayName="Teise poole asutus: 3" ma:index="47" ma:internalName="Teise_x0020_poole_x0020_asutu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4" ma:displayName="Teise poole asutus: 4" ma:index="48" ma:internalName="Teise_x0020_poole_x0020_asutu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5" ma:displayName="Teise poole asutus: 5" ma:index="49" ma:internalName="Teise_x0020_poole_x0020_asutu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6" ma:displayName="Teise poole asutus: 6" ma:index="50" ma:internalName="Teise_x0020_poole_x0020_asutu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7" ma:displayName="Teise poole asutus: 7" ma:index="51" ma:internalName="Teise_x0020_poole_x0020_asutu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8" ma:displayName="Teise poole asutus: 8" ma:index="52" ma:internalName="Teise_x0020_poole_x0020_asutu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9" ma:displayName="Teise poole asutus: 9" ma:index="53" ma:internalName="Teise_x0020_poole_x0020_asutu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0" ma:displayName="Teise poole asutus: 10" ma:index="54" ma:internalName="Teise_x0020_poole_x0020_asutu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1" ma:displayName="Teise poole asutus: 11" ma:index="55" ma:internalName="Teise_x0020_poole_x0020_asutu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2" ma:displayName="Teise poole asutus: 12" ma:index="56" ma:internalName="Teise_x0020_poole_x0020_asutu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3" ma:displayName="Teise poole asutus: 13" ma:index="57" ma:internalName="Teise_x0020_poole_x0020_asutu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4" ma:displayName="Teise poole asutus: 14" ma:index="58" ma:internalName="Teise_x0020_poole_x0020_asutu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5" ma:displayName="Teise poole asutus: 15" ma:index="59" ma:internalName="Teise_x0020_poole_x0020_asutu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6" ma:displayName="Teise poole asutus: 16" ma:index="60" ma:internalName="Teise_x0020_poole_x0020_asutu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7" ma:displayName="Teise poole asutus: 17" ma:index="61" ma:internalName="Teise_x0020_poole_x0020_asutu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8" ma:displayName="Teise poole asutus: 18" ma:index="62" ma:internalName="Teise_x0020_poole_x0020_asutu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9" ma:displayName="Teise poole asutus: 19" ma:index="63" ma:internalName="Teise_x0020_poole_x0020_asutu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0" ma:displayName="Teise poole asutus: 20" ma:index="64" ma:internalName="Teise_x0020_poole_x0020_asutu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1" ma:displayName="Teise poole asutus: 21" ma:index="65" ma:internalName="Teise_x0020_poole_x0020_asutu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2" ma:displayName="Teise poole asutus: 22" ma:index="66" ma:internalName="Teise_x0020_poole_x0020_asutu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3" ma:displayName="Teise poole asutus: 23" ma:index="67" ma:internalName="Teise_x0020_poole_x0020_asutu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4" ma:displayName="Teise poole asutus: 24" ma:index="68" ma:internalName="Teise_x0020_poole_x0020_asutu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5" ma:displayName="Teise poole asutus: 25" ma:index="69" ma:internalName="Teise_x0020_poole_x0020_asutu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llkirjastaja_x0020_ees-_x0020_ja_x0020_perekonnanimi_x0023_1" ma:displayName="Teise poole allkirjastaja ees- ja perekonnanimi: 1" ma:index="70" ma:internalName="Teise_x0020_poole_x0020_allkirjastaja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" ma:displayName="Teise poole allkirjastaja ees- ja perekonnanimi: 2" ma:index="71" ma:internalName="Teise_x0020_poole_x0020_allkirjastaja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3" ma:displayName="Teise poole allkirjastaja ees- ja perekonnanimi: 3" ma:index="72" ma:internalName="Teise_x0020_poole_x0020_allkirjastaja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4" ma:displayName="Teise poole allkirjastaja ees- ja perekonnanimi: 4" ma:index="73" ma:internalName="Teise_x0020_poole_x0020_allkirjastaja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5" ma:displayName="Teise poole allkirjastaja ees- ja perekonnanimi: 5" ma:index="74" ma:internalName="Teise_x0020_poole_x0020_allkirjastaja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6" ma:displayName="Teise poole allkirjastaja ees- ja perekonnanimi: 6" ma:index="75" ma:internalName="Teise_x0020_poole_x0020_allkirjastaja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7" ma:displayName="Teise poole allkirjastaja ees- ja perekonnanimi: 7" ma:index="76" ma:internalName="Teise_x0020_poole_x0020_allkirjastaja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8" ma:displayName="Teise poole allkirjastaja ees- ja perekonnanimi: 8" ma:index="77" ma:internalName="Teise_x0020_poole_x0020_allkirjastaja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9" ma:displayName="Teise poole allkirjastaja ees- ja perekonnanimi: 9" ma:index="78" ma:internalName="Teise_x0020_poole_x0020_allkirjastaja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0" ma:displayName="Teise poole allkirjastaja ees- ja perekonnanimi: 10" ma:index="79" ma:internalName="Teise_x0020_poole_x0020_allkirjastaja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1" ma:displayName="Teise poole allkirjastaja ees- ja perekonnanimi: 11" ma:index="80" ma:internalName="Teise_x0020_poole_x0020_allkirjastaja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2" ma:displayName="Teise poole allkirjastaja ees- ja perekonnanimi: 12" ma:index="81" ma:internalName="Teise_x0020_poole_x0020_allkirjastaja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3" ma:displayName="Teise poole allkirjastaja ees- ja perekonnanimi: 13" ma:index="82" ma:internalName="Teise_x0020_poole_x0020_allkirjastaja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4" ma:displayName="Teise poole allkirjastaja ees- ja perekonnanimi: 14" ma:index="83" ma:internalName="Teise_x0020_poole_x0020_allkirjastaja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5" ma:displayName="Teise poole allkirjastaja ees- ja perekonnanimi: 15" ma:index="84" ma:internalName="Teise_x0020_poole_x0020_allkirjastaja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6" ma:displayName="Teise poole allkirjastaja ees- ja perekonnanimi: 16" ma:index="85" ma:internalName="Teise_x0020_poole_x0020_allkirjastaja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7" ma:displayName="Teise poole allkirjastaja ees- ja perekonnanimi: 17" ma:index="86" ma:internalName="Teise_x0020_poole_x0020_allkirjastaja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8" ma:displayName="Teise poole allkirjastaja ees- ja perekonnanimi: 18" ma:index="87" ma:internalName="Teise_x0020_poole_x0020_allkirjastaja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9" ma:displayName="Teise poole allkirjastaja ees- ja perekonnanimi: 19" ma:index="88" ma:internalName="Teise_x0020_poole_x0020_allkirjastaja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0" ma:displayName="Teise poole allkirjastaja ees- ja perekonnanimi: 20" ma:index="89" ma:internalName="Teise_x0020_poole_x0020_allkirjastaja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1" ma:displayName="Teise poole allkirjastaja ees- ja perekonnanimi: 21" ma:index="90" ma:internalName="Teise_x0020_poole_x0020_allkirjastaja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2" ma:displayName="Teise poole allkirjastaja ees- ja perekonnanimi: 22" ma:index="91" ma:internalName="Teise_x0020_poole_x0020_allkirjastaja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3" ma:displayName="Teise poole allkirjastaja ees- ja perekonnanimi: 23" ma:index="92" ma:internalName="Teise_x0020_poole_x0020_allkirjastaja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4" ma:displayName="Teise poole allkirjastaja ees- ja perekonnanimi: 24" ma:index="93" ma:internalName="Teise_x0020_poole_x0020_allkirjastaja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5" ma:displayName="Teise poole allkirjastaja ees- ja perekonnanimi: 25" ma:index="94" ma:internalName="Teise_x0020_poole_x0020_allkirjastaja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" ma:displayName="Teise poole allkirjastaja ametinimetus: 1" ma:index="95" ma:internalName="Teise_x0020_poole_x0020_allkirjastaja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" ma:displayName="Teise poole allkirjastaja ametinimetus: 2" ma:index="96" ma:internalName="Teise_x0020_poole_x0020_allkirjastaja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3" ma:displayName="Teise poole allkirjastaja ametinimetus: 3" ma:index="97" ma:internalName="Teise_x0020_poole_x0020_allkirjastaja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4" ma:displayName="Teise poole allkirjastaja ametinimetus: 4" ma:index="98" ma:internalName="Teise_x0020_poole_x0020_allkirjastaja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5" ma:displayName="Teise poole allkirjastaja ametinimetus: 5" ma:index="99" ma:internalName="Teise_x0020_poole_x0020_allkirjastaja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6" ma:displayName="Teise poole allkirjastaja ametinimetus: 6" ma:index="100" ma:internalName="Teise_x0020_poole_x0020_allkirjastaja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7" ma:displayName="Teise poole allkirjastaja ametinimetus: 7" ma:index="101" ma:internalName="Teise_x0020_poole_x0020_allkirjastaja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8" ma:displayName="Teise poole allkirjastaja ametinimetus: 8" ma:index="102" ma:internalName="Teise_x0020_poole_x0020_allkirjastaja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9" ma:displayName="Teise poole allkirjastaja ametinimetus: 9" ma:index="103" ma:internalName="Teise_x0020_poole_x0020_allkirjastaja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0" ma:displayName="Teise poole allkirjastaja ametinimetus: 10" ma:index="104" ma:internalName="Teise_x0020_poole_x0020_allkirjastaja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1" ma:displayName="Teise poole allkirjastaja ametinimetus: 11" ma:index="105" ma:internalName="Teise_x0020_poole_x0020_allkirjastaja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2" ma:displayName="Teise poole allkirjastaja ametinimetus: 12" ma:index="106" ma:internalName="Teise_x0020_poole_x0020_allkirjastaja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3" ma:displayName="Teise poole allkirjastaja ametinimetus: 13" ma:index="107" ma:internalName="Teise_x0020_poole_x0020_allkirjastaja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4" ma:displayName="Teise poole allkirjastaja ametinimetus: 14" ma:index="108" ma:internalName="Teise_x0020_poole_x0020_allkirjastaja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5" ma:displayName="Teise poole allkirjastaja ametinimetus: 15" ma:index="109" ma:internalName="Teise_x0020_poole_x0020_allkirjastaja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6" ma:displayName="Teise poole allkirjastaja ametinimetus: 16" ma:index="110" ma:internalName="Teise_x0020_poole_x0020_allkirjastaja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7" ma:displayName="Teise poole allkirjastaja ametinimetus: 17" ma:index="111" ma:internalName="Teise_x0020_poole_x0020_allkirjastaja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8" ma:displayName="Teise poole allkirjastaja ametinimetus: 18" ma:index="112" ma:internalName="Teise_x0020_poole_x0020_allkirjastaja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9" ma:displayName="Teise poole allkirjastaja ametinimetus: 19" ma:index="113" ma:internalName="Teise_x0020_poole_x0020_allkirjastaja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0" ma:displayName="Teise poole allkirjastaja ametinimetus: 20" ma:index="114" ma:internalName="Teise_x0020_poole_x0020_allkirjastaja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1" ma:displayName="Teise poole allkirjastaja ametinimetus: 21" ma:index="115" ma:internalName="Teise_x0020_poole_x0020_allkirjastaja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2" ma:displayName="Teise poole allkirjastaja ametinimetus: 22" ma:index="116" ma:internalName="Teise_x0020_poole_x0020_allkirjastaja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3" ma:displayName="Teise poole allkirjastaja ametinimetus: 23" ma:index="117" ma:internalName="Teise_x0020_poole_x0020_allkirjastaja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4" ma:displayName="Teise poole allkirjastaja ametinimetus: 24" ma:index="118" ma:internalName="Teise_x0020_poole_x0020_allkirjastaja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5" ma:displayName="Teise poole allkirjastaja ametinimetus: 25" ma:index="119" ma:internalName="Teise_x0020_poole_x0020_allkirjastaja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" ma:displayName="Teise poole lepingu nr: 1" ma:index="120" ma:internalName="Teise_x0020_poole_x0020_lepingu_x0020_nr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" ma:displayName="Teise poole lepingu nr: 2" ma:index="121" ma:internalName="Teise_x0020_poole_x0020_lepingu_x0020_nr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3" ma:displayName="Teise poole lepingu nr: 3" ma:index="122" ma:internalName="Teise_x0020_poole_x0020_lepingu_x0020_nr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4" ma:displayName="Teise poole lepingu nr: 4" ma:index="123" ma:internalName="Teise_x0020_poole_x0020_lepingu_x0020_nr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5" ma:displayName="Teise poole lepingu nr: 5" ma:index="124" ma:internalName="Teise_x0020_poole_x0020_lepingu_x0020_nr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6" ma:displayName="Teise poole lepingu nr: 6" ma:index="125" ma:internalName="Teise_x0020_poole_x0020_lepingu_x0020_nr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7" ma:displayName="Teise poole lepingu nr: 7" ma:index="126" ma:internalName="Teise_x0020_poole_x0020_lepingu_x0020_nr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8" ma:displayName="Teise poole lepingu nr: 8" ma:index="127" ma:internalName="Teise_x0020_poole_x0020_lepingu_x0020_nr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9" ma:displayName="Teise poole lepingu nr: 9" ma:index="128" ma:internalName="Teise_x0020_poole_x0020_lepingu_x0020_nr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0" ma:displayName="Teise poole lepingu nr: 10" ma:index="129" ma:internalName="Teise_x0020_poole_x0020_lepingu_x0020_nr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1" ma:displayName="Teise poole lepingu nr: 11" ma:index="130" ma:internalName="Teise_x0020_poole_x0020_lepingu_x0020_nr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2" ma:displayName="Teise poole lepingu nr: 12" ma:index="131" ma:internalName="Teise_x0020_poole_x0020_lepingu_x0020_nr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3" ma:displayName="Teise poole lepingu nr: 13" ma:index="132" ma:internalName="Teise_x0020_poole_x0020_lepingu_x0020_nr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4" ma:displayName="Teise poole lepingu nr: 14" ma:index="133" ma:internalName="Teise_x0020_poole_x0020_lepingu_x0020_nr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5" ma:displayName="Teise poole lepingu nr: 15" ma:index="134" ma:internalName="Teise_x0020_poole_x0020_lepingu_x0020_nr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6" ma:displayName="Teise poole lepingu nr: 16" ma:index="135" ma:internalName="Teise_x0020_poole_x0020_lepingu_x0020_nr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7" ma:displayName="Teise poole lepingu nr: 17" ma:index="136" ma:internalName="Teise_x0020_poole_x0020_lepingu_x0020_nr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8" ma:displayName="Teise poole lepingu nr: 18" ma:index="137" ma:internalName="Teise_x0020_poole_x0020_lepingu_x0020_nr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9" ma:displayName="Teise poole lepingu nr: 19" ma:index="138" ma:internalName="Teise_x0020_poole_x0020_lepingu_x0020_nr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0" ma:displayName="Teise poole lepingu nr: 20" ma:index="139" ma:internalName="Teise_x0020_poole_x0020_lepingu_x0020_nr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1" ma:displayName="Teise poole lepingu nr: 21" ma:index="140" ma:internalName="Teise_x0020_poole_x0020_lepingu_x0020_nr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2" ma:displayName="Teise poole lepingu nr: 22" ma:index="141" ma:internalName="Teise_x0020_poole_x0020_lepingu_x0020_nr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3" ma:displayName="Teise poole lepingu nr: 23" ma:index="142" ma:internalName="Teise_x0020_poole_x0020_lepingu_x0020_nr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4" ma:displayName="Teise poole lepingu nr: 24" ma:index="143" ma:internalName="Teise_x0020_poole_x0020_lepingu_x0020_nr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5" ma:displayName="Teise poole lepingu nr: 25" ma:index="144" ma:internalName="Teise_x0020_poole_x0020_lepingu_x0020_nr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kpv_x0023_1" ma:displayName="Teise poole lepingu kpv: 1" ma:index="145" ma:internalName="Teise_x0020_poole_x0020_lepingu_x0020_kpv_x0023_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" ma:displayName="Teise poole lepingu kpv: 2" ma:index="146" ma:internalName="Teise_x0020_poole_x0020_lepingu_x0020_kpv_x0023_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3" ma:displayName="Teise poole lepingu kpv: 3" ma:index="147" ma:internalName="Teise_x0020_poole_x0020_lepingu_x0020_kpv_x0023_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4" ma:displayName="Teise poole lepingu kpv: 4" ma:index="148" ma:internalName="Teise_x0020_poole_x0020_lepingu_x0020_kpv_x0023_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5" ma:displayName="Teise poole lepingu kpv: 5" ma:index="149" ma:internalName="Teise_x0020_poole_x0020_lepingu_x0020_kpv_x0023_5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6" ma:displayName="Teise poole lepingu kpv: 6" ma:index="150" ma:internalName="Teise_x0020_poole_x0020_lepingu_x0020_kpv_x0023_6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7" ma:displayName="Teise poole lepingu kpv: 7" ma:index="151" ma:internalName="Teise_x0020_poole_x0020_lepingu_x0020_kpv_x0023_7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8" ma:displayName="Teise poole lepingu kpv: 8" ma:index="152" ma:internalName="Teise_x0020_poole_x0020_lepingu_x0020_kpv_x0023_8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9" ma:displayName="Teise poole lepingu kpv: 9" ma:index="153" ma:internalName="Teise_x0020_poole_x0020_lepingu_x0020_kpv_x0023_9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0" ma:displayName="Teise poole lepingu kpv: 10" ma:index="154" ma:internalName="Teise_x0020_poole_x0020_lepingu_x0020_kpv_x0023_10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1" ma:displayName="Teise poole lepingu kpv: 11" ma:index="155" ma:internalName="Teise_x0020_poole_x0020_lepingu_x0020_kpv_x0023_1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2" ma:displayName="Teise poole lepingu kpv: 12" ma:index="156" ma:internalName="Teise_x0020_poole_x0020_lepingu_x0020_kpv_x0023_1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3" ma:displayName="Teise poole lepingu kpv: 13" ma:index="157" ma:internalName="Teise_x0020_poole_x0020_lepingu_x0020_kpv_x0023_1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4" ma:displayName="Teise poole lepingu kpv: 14" ma:index="158" ma:internalName="Teise_x0020_poole_x0020_lepingu_x0020_kpv_x0023_1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5" ma:displayName="Teise poole lepingu kpv: 15" ma:index="159" ma:internalName="Teise_x0020_poole_x0020_lepingu_x0020_kpv_x0023_15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6" ma:displayName="Teise poole lepingu kpv: 16" ma:index="160" ma:internalName="Teise_x0020_poole_x0020_lepingu_x0020_kpv_x0023_16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7" ma:displayName="Teise poole lepingu kpv: 17" ma:index="161" ma:internalName="Teise_x0020_poole_x0020_lepingu_x0020_kpv_x0023_17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8" ma:displayName="Teise poole lepingu kpv: 18" ma:index="162" ma:internalName="Teise_x0020_poole_x0020_lepingu_x0020_kpv_x0023_18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9" ma:displayName="Teise poole lepingu kpv: 19" ma:index="163" ma:internalName="Teise_x0020_poole_x0020_lepingu_x0020_kpv_x0023_19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0" ma:displayName="Teise poole lepingu kpv: 20" ma:index="164" ma:internalName="Teise_x0020_poole_x0020_lepingu_x0020_kpv_x0023_20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1" ma:displayName="Teise poole lepingu kpv: 21" ma:index="165" ma:internalName="Teise_x0020_poole_x0020_lepingu_x0020_kpv_x0023_2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2" ma:displayName="Teise poole lepingu kpv: 22" ma:index="166" ma:internalName="Teise_x0020_poole_x0020_lepingu_x0020_kpv_x0023_2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3" ma:displayName="Teise poole lepingu kpv: 23" ma:index="167" ma:internalName="Teise_x0020_poole_x0020_lepingu_x0020_kpv_x0023_2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4" ma:displayName="Teise poole lepingu kpv: 24" ma:index="168" ma:internalName="Teise_x0020_poole_x0020_lepingu_x0020_kpv_x0023_2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5" ma:displayName="Teise poole lepingu kpv: 25" ma:index="169" ma:internalName="Teise_x0020_poole_x0020_lepingu_x0020_kpv_x0023_25" nillable="true" fp:namespace="228B497073DE44A483E29513BE360001" ma:format="DateOnly" fp:type="DateTime">
      <xs:simpleType>
        <xs:restriction base="dms:DateTime"/>
      </xs:simpleType>
    </xs:element>
    <xs:element name="Teise_x0020_poole_x0020_kontaktisik_x0023_1" ma:displayName="Teise poole kontaktisik: 1" ma:index="170" ma:internalName="Teise_x0020_poole_x0020_kontaktisik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" ma:displayName="Teise poole kontaktisik: 2" ma:index="171" ma:internalName="Teise_x0020_poole_x0020_kontaktisik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3" ma:displayName="Teise poole kontaktisik: 3" ma:index="172" ma:internalName="Teise_x0020_poole_x0020_kontaktisik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4" ma:displayName="Teise poole kontaktisik: 4" ma:index="173" ma:internalName="Teise_x0020_poole_x0020_kontaktisik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5" ma:displayName="Teise poole kontaktisik: 5" ma:index="174" ma:internalName="Teise_x0020_poole_x0020_kontaktisik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6" ma:displayName="Teise poole kontaktisik: 6" ma:index="175" ma:internalName="Teise_x0020_poole_x0020_kontaktisik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7" ma:displayName="Teise poole kontaktisik: 7" ma:index="176" ma:internalName="Teise_x0020_poole_x0020_kontaktisik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8" ma:displayName="Teise poole kontaktisik: 8" ma:index="177" ma:internalName="Teise_x0020_poole_x0020_kontaktisik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9" ma:displayName="Teise poole kontaktisik: 9" ma:index="178" ma:internalName="Teise_x0020_poole_x0020_kontaktisik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0" ma:displayName="Teise poole kontaktisik: 10" ma:index="179" ma:internalName="Teise_x0020_poole_x0020_kontaktisik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1" ma:displayName="Teise poole kontaktisik: 11" ma:index="180" ma:internalName="Teise_x0020_poole_x0020_kontaktisik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2" ma:displayName="Teise poole kontaktisik: 12" ma:index="181" ma:internalName="Teise_x0020_poole_x0020_kontaktisik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3" ma:displayName="Teise poole kontaktisik: 13" ma:index="182" ma:internalName="Teise_x0020_poole_x0020_kontaktisik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4" ma:displayName="Teise poole kontaktisik: 14" ma:index="183" ma:internalName="Teise_x0020_poole_x0020_kontaktisik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5" ma:displayName="Teise poole kontaktisik: 15" ma:index="184" ma:internalName="Teise_x0020_poole_x0020_kontaktisik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6" ma:displayName="Teise poole kontaktisik: 16" ma:index="185" ma:internalName="Teise_x0020_poole_x0020_kontaktisik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7" ma:displayName="Teise poole kontaktisik: 17" ma:index="186" ma:internalName="Teise_x0020_poole_x0020_kontaktisik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8" ma:displayName="Teise poole kontaktisik: 18" ma:index="187" ma:internalName="Teise_x0020_poole_x0020_kontaktisik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9" ma:displayName="Teise poole kontaktisik: 19" ma:index="188" ma:internalName="Teise_x0020_poole_x0020_kontaktisik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0" ma:displayName="Teise poole kontaktisik: 20" ma:index="189" ma:internalName="Teise_x0020_poole_x0020_kontaktisik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1" ma:displayName="Teise poole kontaktisik: 21" ma:index="190" ma:internalName="Teise_x0020_poole_x0020_kontaktisik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2" ma:displayName="Teise poole kontaktisik: 22" ma:index="191" ma:internalName="Teise_x0020_poole_x0020_kontaktisik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3" ma:displayName="Teise poole kontaktisik: 23" ma:index="192" ma:internalName="Teise_x0020_poole_x0020_kontaktisik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4" ma:displayName="Teise poole kontaktisik: 24" ma:index="193" ma:internalName="Teise_x0020_poole_x0020_kontaktisik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5" ma:displayName="Teise poole kontaktisik: 25" ma:index="194" ma:internalName="Teise_x0020_poole_x0020_kontaktisik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" ma:displayName="Teise poole e-post: 1" ma:index="195" ma:internalName="Teise_x0020_poole_x0020_telefoni_x0020_nr_x002F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" ma:displayName="Teise poole e-post: 2" ma:index="196" ma:internalName="Teise_x0020_poole_x0020_telefoni_x0020_nr_x002F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3" ma:displayName="Teise poole e-post: 3" ma:index="197" ma:internalName="Teise_x0020_poole_x0020_telefoni_x0020_nr_x002F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4" ma:displayName="Teise poole e-post: 4" ma:index="198" ma:internalName="Teise_x0020_poole_x0020_telefoni_x0020_nr_x002F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5" ma:displayName="Teise poole e-post: 5" ma:index="199" ma:internalName="Teise_x0020_poole_x0020_telefoni_x0020_nr_x002F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6" ma:displayName="Teise poole e-post: 6" ma:index="200" ma:internalName="Teise_x0020_poole_x0020_telefoni_x0020_nr_x002F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7" ma:displayName="Teise poole e-post: 7" ma:index="201" ma:internalName="Teise_x0020_poole_x0020_telefoni_x0020_nr_x002F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8" ma:displayName="Teise poole e-post: 8" ma:index="202" ma:internalName="Teise_x0020_poole_x0020_telefoni_x0020_nr_x002F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9" ma:displayName="Teise poole e-post: 9" ma:index="203" ma:internalName="Teise_x0020_poole_x0020_telefoni_x0020_nr_x002F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0" ma:displayName="Teise poole e-post: 10" ma:index="204" ma:internalName="Teise_x0020_poole_x0020_telefoni_x0020_nr_x002F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1" ma:displayName="Teise poole e-post: 11" ma:index="205" ma:internalName="Teise_x0020_poole_x0020_telefoni_x0020_nr_x002F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2" ma:displayName="Teise poole e-post: 12" ma:index="206" ma:internalName="Teise_x0020_poole_x0020_telefoni_x0020_nr_x002F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3" ma:displayName="Teise poole e-post: 13" ma:index="207" ma:internalName="Teise_x0020_poole_x0020_telefoni_x0020_nr_x002F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4" ma:displayName="Teise poole e-post: 14" ma:index="208" ma:internalName="Teise_x0020_poole_x0020_telefoni_x0020_nr_x002F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5" ma:displayName="Teise poole e-post: 15" ma:index="209" ma:internalName="Teise_x0020_poole_x0020_telefoni_x0020_nr_x002F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6" ma:displayName="Teise poole e-post: 16" ma:index="210" ma:internalName="Teise_x0020_poole_x0020_telefoni_x0020_nr_x002F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7" ma:displayName="Teise poole e-post: 17" ma:index="211" ma:internalName="Teise_x0020_poole_x0020_telefoni_x0020_nr_x002F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8" ma:displayName="Teise poole e-post: 18" ma:index="212" ma:internalName="Teise_x0020_poole_x0020_telefoni_x0020_nr_x002F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9" ma:displayName="Teise poole e-post: 19" ma:index="213" ma:internalName="Teise_x0020_poole_x0020_telefoni_x0020_nr_x002F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0" ma:displayName="Teise poole e-post: 20" ma:index="214" ma:internalName="Teise_x0020_poole_x0020_telefoni_x0020_nr_x002F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1" ma:displayName="Teise poole e-post: 21" ma:index="215" ma:internalName="Teise_x0020_poole_x0020_telefoni_x0020_nr_x002F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2" ma:displayName="Teise poole e-post: 22" ma:index="216" ma:internalName="Teise_x0020_poole_x0020_telefoni_x0020_nr_x002F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3" ma:displayName="Teise poole e-post: 23" ma:index="217" ma:internalName="Teise_x0020_poole_x0020_telefoni_x0020_nr_x002F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4" ma:displayName="Teise poole e-post: 24" ma:index="218" ma:internalName="Teise_x0020_poole_x0020_telefoni_x0020_nr_x002F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5" ma:displayName="Teise poole e-post: 25" ma:index="219" ma:internalName="Teise_x0020_poole_x0020_telefoni_x0020_nr_x002F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staatus" ma:displayName="Lepingu staatus" ma:index="220" ma:internalName="Lepingu_x0020_staatus" nillable="true" fp:namespace="228B497073DE44A483E29513BE360001" fp:type="String">
      <xs:simpleType>
        <xs:restriction base="dms:Choice">
          <xs:enumeration value="Töös"/>
          <xs:enumeration value="Registreeritud"/>
          <xs:enumeration value="Lõppenud"/>
        </xs:restriction>
      </xs:simpleType>
    </xs:element>
    <xs:element name="Lepingu_x0020_objekt" ma:displayName="Lepingu ese" ma:index="221" ma:internalName="Lepingu_x0020_objekt" nillable="true" fp:namespace="228B497073DE44A483E29513BE360001" fp:type="String">
      <xs:simpleType>
        <xs:restriction base="dms:Text">
          <xs:maxLength value="30000"/>
        </xs:restriction>
      </xs:simpleType>
    </xs:element>
    <xs:element name="Lepingu_x0020_maksumus" ma:displayName="Lepingu maksumus (KM-ta)" ma:index="222" ma:internalName="Lepingu_x0020_maksumus" nillable="true" fp:namespace="228B497073DE44A483E29513BE360001" fp:type="String">
      <xs:simpleType>
        <xs:restriction base="dms:Text">
          <xs:maxLength value="25"/>
        </xs:restriction>
      </xs:simpleType>
    </xs:element>
    <xs:element name="Koostaja" ma:displayName="Koostaja" ma:index="223" ma:internalName="Koostaja" nillable="true" ma:readOnly="true" fp:namespace="228B497073DE44A483E29513BE360001" fp:type="String">
      <xs:simpleType>
        <xs:restriction base="dms:Text"/>
      </xs:simpleType>
    </xs:element>
    <xs:element name="Leping_x0020_kehtiv_x0020_alates" ma:displayName="Leping kehtiv alates" ma:index="224" ma:internalName="Leping_x0020_kehtiv_x0020_alates" nillable="true" fp:namespace="228B497073DE44A483E29513BE360001" ma:format="DateOnly" fp:type="DateTime">
      <xs:simpleType>
        <xs:restriction base="dms:DateTime"/>
      </xs:simpleType>
    </xs:element>
    <xs:element name="Koostaja_x0020_ees-_x0020_ja_x0020_perekonnanimi" ma:displayName="Koostaja ees- ja perekonnanimi" ma:index="225" ma:internalName="Koo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lõpptähtaeg" ma:displayName="Lepingu lõpptähtaeg" ma:index="226" ma:internalName="Lepingu_x0020_lõpptähtaeg" nillable="true" fp:namespace="228B497073DE44A483E29513BE360001" ma:format="DateOnly" fp:type="DateTime">
      <xs:simpleType>
        <xs:restriction base="dms:DateTime"/>
      </xs:simpleType>
    </xs:element>
    <xs:element name="Koostaja_x0020_ametinimetus" ma:displayName="Koostaja ametinimetus" ma:index="22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tähtaja_x0020_kirjeldus" ma:displayName="Lepingu tähtaja kirjeldus" ma:index="228" ma:internalName="Lepingu_x0020_tähtaja_x0020_kirjeld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229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Tegelik_x0020_lõpp" ma:displayName="Tegelik lõpp" ma:index="230" ma:internalName="Tegelik_x0020_lõpp" nillable="true" fp:namespace="228B497073DE44A483E29513BE360001" ma:format="DateOnly" fp:type="DateTime">
      <xs:simpleType>
        <xs:restriction base="dms:DateTime"/>
      </xs:simpleType>
    </xs:element>
    <xs:element name="Koostaja_x0020_kontakt" ma:displayName="Koostaja kontakt" ma:index="231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32" ma:internalName="Teabekandja" fp:namespace="228B497073DE44A483E29513BE360001" fp:type="String">
      <xs:simpleType>
        <xs:restriction base="dms:Choice">
          <xs:enumeration value="Paberkandja"/>
          <xs:enumeration value="Elektrooniline"/>
        </xs:restriction>
      </xs:simpleType>
    </xs:element>
    <xs:element name="Saatmisviis_x0023_1" ma:displayName="Saatmisviis: 1" ma:index="233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" ma:displayName="Saatmisviis: 2" ma:index="234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3" ma:displayName="Saatmisviis: 3" ma:index="235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4" ma:displayName="Saatmisviis: 4" ma:index="236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5" ma:displayName="Saatmisviis: 5" ma:index="237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6" ma:displayName="Saatmisviis: 6" ma:index="238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7" ma:displayName="Saatmisviis: 7" ma:index="239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8" ma:displayName="Saatmisviis: 8" ma:index="240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9" ma:displayName="Saatmisviis: 9" ma:index="241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0" ma:displayName="Saatmisviis: 10" ma:index="242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1" ma:displayName="Saatmisviis: 11" ma:index="243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2" ma:displayName="Saatmisviis: 12" ma:index="244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3" ma:displayName="Saatmisviis: 13" ma:index="245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4" ma:displayName="Saatmisviis: 14" ma:index="246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5" ma:displayName="Saatmisviis: 15" ma:index="247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6" ma:displayName="Saatmisviis: 16" ma:index="248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7" ma:displayName="Saatmisviis: 17" ma:index="249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8" ma:displayName="Saatmisviis: 18" ma:index="250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9" ma:displayName="Saatmisviis: 19" ma:index="251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0" ma:displayName="Saatmisviis: 20" ma:index="252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1" ma:displayName="Saatmisviis: 21" ma:index="253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2" ma:displayName="Saatmisviis: 22" ma:index="254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3" ma:displayName="Saatmisviis: 23" ma:index="255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4" ma:displayName="Saatmisviis: 24" ma:index="256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5" ma:displayName="Saatmisviis: 25" ma:index="257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RMNotes" ma:displayName="Kommentaar" ma:index="258" ma:internalName="RMNotes" nillable="true" fp:namespace="228B497073DE44A483E29513BE360001" fp:type="String">
      <xs:simpleType>
        <xs:restriction base="dms:Text"/>
      </xs:simpleType>
    </xs:element>
    <xs:element name="RMUniqueID" ma:displayName="Unikaalne ID" ma:index="25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InheritedFields" ma:displayName="Päritavad väljad" ma:index="260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61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62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63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64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5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6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7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8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9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70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71" ma:internalName="Salastatud_x0020_välisteave" nillable="true" fp:namespace="228B497073DE44A483E29513BE360001" fp:type="String">
      <xs:simpleType>
        <xs:restriction base="dms:Choice">
          <xs:enumeration value="AK"/>
          <xs:enumeration value="Piiratud"/>
          <xs:enumeration value="Konfidentsiaalne"/>
          <xs:enumeration value="Salajane"/>
          <xs:enumeration value="Täiesti salajane"/>
          <xs:enumeration value="EL - AK"/>
          <xs:enumeration value="EL - Piiratud"/>
          <xs:enumeration value="EL - Konfidentsiaalne"/>
          <xs:enumeration value="EL - Salajane"/>
          <xs:enumeration value="EL - Täiesti salajane"/>
          <xs:enumeration value="NATO - AK"/>
          <xs:enumeration value="NATO - Piiratud"/>
          <xs:enumeration value="NATO - Konfidentsiaalne"/>
          <xs:enumeration value="NATO - Salajane"/>
          <xs:enumeration value="NATO - Täiesti salajane"/>
        </xs:restriction>
      </xs:simpleType>
    </xs:element>
    <xs:element name="Riik_x0020__x0028_PT_x0029_" ma:displayName="Riik (PT)" ma:index="272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73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74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5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6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de pealkirjad" ma:index="277" ma:internalName="Lisadepealkirjad" nillable="true" fp:namespace="228B497073DE44A483E29513BE360001" fp:type="String">
      <xs:simpleType>
        <xs:restriction base="dms:Text">
          <xs:maxLength value="255"/>
        </xs:restriction>
      </xs:simpleType>
    </xs:element>
    <xs:element name="AKmallile" ma:displayName="AK mallile" ma:index="278" ma:internalName="AKmallile" nillable="true" fp:namespace="228B497073DE44A483E29513BE360001" fp:type="String">
      <xs:simpleType>
        <xs:restriction base="dms:Text"/>
      </xs:simpleType>
    </xs:element>
    <xs:element name="AKmallileinglise" ma:displayName="AK mallile inglise" ma:index="279" ma:internalName="AKmallileinglise" nillable="true" fp:namespace="228B497073DE44A483E29513BE360001" fp:type="String">
      <xs:simpleType>
        <xs:restriction base="dms:Text"/>
      </xs:simpleType>
    </xs:element>
    <xs:element name="Adressaatmallile" ma:displayName="Adressaat mallile" ma:index="280" ma:internalName="Adressaatmallile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Lepingu_x0020_liik xmlns="2565869c-cbed-4bbf-bfee-b62dbefec6bf">Hanke-ja raamleping</Lepingu_x0020_liik>
    <RMRegistrationDate xmlns="2565869c-cbed-4bbf-bfee-b62dbefec6bf">2024-09-12T10:08:16.2887891Z</RMRegistrationDate>
    <RMReferenceCode xmlns="2565869c-cbed-4bbf-bfee-b62dbefec6bf">2-2/24/946-2</RMReferenceCode>
    <RMTitle xmlns="2565869c-cbed-4bbf-bfee-b62dbefec6bf"/>
    <ADR_x0020_pealkiri xmlns="2565869c-cbed-4bbf-bfee-b62dbefec6bf">Hankeleping</ADR_x0020_pealkiri>
    <ADR_x0020_teine_x0020_osapool xmlns="2565869c-cbed-4bbf-bfee-b62dbefec6bf">AS Kesko Senukai Estonia</ADR_x0020_teine_x0020_osapool>
    <RMAccessRestrictionLevel xmlns="2565869c-cbed-4bbf-bfee-b62dbefec6bf">Avalik</RMAccessRestrictionLevel>
    <RMAccessRestrictionReason xmlns="2565869c-cbed-4bbf-bfee-b62dbefec6bf" xsi:nil="true"/>
    <RMAccessRestrictionDuration xmlns="2565869c-cbed-4bbf-bfee-b62dbefec6bf" xsi:nil="true"/>
    <RMAccessRestrictedFrom xmlns="2565869c-cbed-4bbf-bfee-b62dbefec6bf" xsi:nil="true"/>
    <RMAccessRestrictedUntil xmlns="2565869c-cbed-4bbf-bfee-b62dbefec6bf" xsi:nil="true"/>
    <RMAccessRestrictionEndEvent xmlns="2565869c-cbed-4bbf-bfee-b62dbefec6bf" xsi:nil="true"/>
    <RMAccessRestrictionDate xmlns="2565869c-cbed-4bbf-bfee-b62dbefec6bf" xsi:nil="true"/>
    <RMAccessRestrictionOwner xmlns="2565869c-cbed-4bbf-bfee-b62dbefec6bf">Ivar Janson</RMAccessRestrictionOwner>
    <Lepingu_x0020_osapool_x0020_sise xmlns="2565869c-cbed-4bbf-bfee-b62dbefec6bf">Ivar Janson</Lepingu_x0020_osapool_x0020_sise>
    <Asutus xmlns="2565869c-cbed-4bbf-bfee-b62dbefec6bf">Riigi Kaitseinvesteeringute Keskus</Asutus>
    <Allkirjastaja_x0020_ees-_x0020_ja_x0020_perekonnanimi. xmlns="2565869c-cbed-4bbf-bfee-b62dbefec6bf">Ivar Janson</Allkirjastaja_x0020_ees-_x0020_ja_x0020_perekonnanimi.>
    <Allkirjastaja_x0020_ametinimetus. xmlns="2565869c-cbed-4bbf-bfee-b62dbefec6bf">Osakonnajuhataja</Allkirjastaja_x0020_ametinimetus.>
    <Kontaktisik xmlns="2565869c-cbed-4bbf-bfee-b62dbefec6bf" xsi:nil="true"/>
    <Telefoni_x0020_nr._x002F_e-post xmlns="2565869c-cbed-4bbf-bfee-b62dbefec6bf" xsi:nil="true"/>
    <Lepingu_x0020_2._x0020_osapool_x0023_1 xmlns="2565869c-cbed-4bbf-bfee-b62dbefec6bf" xsi:nil="true"/>
    <Lepingu_x0020_2._x0020_osapool_x0023_2 xmlns="2565869c-cbed-4bbf-bfee-b62dbefec6bf" xsi:nil="true"/>
    <Lepingu_x0020_2._x0020_osapool_x0023_3 xmlns="2565869c-cbed-4bbf-bfee-b62dbefec6bf" xsi:nil="true"/>
    <Lepingu_x0020_2._x0020_osapool_x0023_4 xmlns="2565869c-cbed-4bbf-bfee-b62dbefec6bf" xsi:nil="true"/>
    <Lepingu_x0020_2._x0020_osapool_x0023_5 xmlns="2565869c-cbed-4bbf-bfee-b62dbefec6bf" xsi:nil="true"/>
    <Lepingu_x0020_2._x0020_osapool_x0023_6 xmlns="2565869c-cbed-4bbf-bfee-b62dbefec6bf" xsi:nil="true"/>
    <Lepingu_x0020_2._x0020_osapool_x0023_7 xmlns="2565869c-cbed-4bbf-bfee-b62dbefec6bf" xsi:nil="true"/>
    <Lepingu_x0020_2._x0020_osapool_x0023_8 xmlns="2565869c-cbed-4bbf-bfee-b62dbefec6bf" xsi:nil="true"/>
    <Lepingu_x0020_2._x0020_osapool_x0023_9 xmlns="2565869c-cbed-4bbf-bfee-b62dbefec6bf" xsi:nil="true"/>
    <Lepingu_x0020_2._x0020_osapool_x0023_10 xmlns="2565869c-cbed-4bbf-bfee-b62dbefec6bf" xsi:nil="true"/>
    <Lepingu_x0020_2._x0020_osapool_x0023_11 xmlns="2565869c-cbed-4bbf-bfee-b62dbefec6bf" xsi:nil="true"/>
    <Lepingu_x0020_2._x0020_osapool_x0023_12 xmlns="2565869c-cbed-4bbf-bfee-b62dbefec6bf" xsi:nil="true"/>
    <Lepingu_x0020_2._x0020_osapool_x0023_13 xmlns="2565869c-cbed-4bbf-bfee-b62dbefec6bf" xsi:nil="true"/>
    <Lepingu_x0020_2._x0020_osapool_x0023_14 xmlns="2565869c-cbed-4bbf-bfee-b62dbefec6bf" xsi:nil="true"/>
    <Lepingu_x0020_2._x0020_osapool_x0023_15 xmlns="2565869c-cbed-4bbf-bfee-b62dbefec6bf" xsi:nil="true"/>
    <Lepingu_x0020_2._x0020_osapool_x0023_16 xmlns="2565869c-cbed-4bbf-bfee-b62dbefec6bf" xsi:nil="true"/>
    <Lepingu_x0020_2._x0020_osapool_x0023_17 xmlns="2565869c-cbed-4bbf-bfee-b62dbefec6bf" xsi:nil="true"/>
    <Lepingu_x0020_2._x0020_osapool_x0023_18 xmlns="2565869c-cbed-4bbf-bfee-b62dbefec6bf" xsi:nil="true"/>
    <Lepingu_x0020_2._x0020_osapool_x0023_19 xmlns="2565869c-cbed-4bbf-bfee-b62dbefec6bf" xsi:nil="true"/>
    <Lepingu_x0020_2._x0020_osapool_x0023_20 xmlns="2565869c-cbed-4bbf-bfee-b62dbefec6bf" xsi:nil="true"/>
    <Lepingu_x0020_2._x0020_osapool_x0023_21 xmlns="2565869c-cbed-4bbf-bfee-b62dbefec6bf" xsi:nil="true"/>
    <Lepingu_x0020_2._x0020_osapool_x0023_22 xmlns="2565869c-cbed-4bbf-bfee-b62dbefec6bf" xsi:nil="true"/>
    <Lepingu_x0020_2._x0020_osapool_x0023_23 xmlns="2565869c-cbed-4bbf-bfee-b62dbefec6bf" xsi:nil="true"/>
    <Lepingu_x0020_2._x0020_osapool_x0023_24 xmlns="2565869c-cbed-4bbf-bfee-b62dbefec6bf" xsi:nil="true"/>
    <Lepingu_x0020_2._x0020_osapool_x0023_25 xmlns="2565869c-cbed-4bbf-bfee-b62dbefec6bf" xsi:nil="true"/>
    <Teise_x0020_poole_x0020_asutus_x0023_1 xmlns="2565869c-cbed-4bbf-bfee-b62dbefec6bf">AS Kesko Senukai Estonia</Teise_x0020_poole_x0020_asutus_x0023_1>
    <Teise_x0020_poole_x0020_asutus_x0023_2 xmlns="2565869c-cbed-4bbf-bfee-b62dbefec6bf" xsi:nil="true"/>
    <Teise_x0020_poole_x0020_asutus_x0023_3 xmlns="2565869c-cbed-4bbf-bfee-b62dbefec6bf" xsi:nil="true"/>
    <Teise_x0020_poole_x0020_asutus_x0023_4 xmlns="2565869c-cbed-4bbf-bfee-b62dbefec6bf" xsi:nil="true"/>
    <Teise_x0020_poole_x0020_asutus_x0023_5 xmlns="2565869c-cbed-4bbf-bfee-b62dbefec6bf" xsi:nil="true"/>
    <Teise_x0020_poole_x0020_asutus_x0023_6 xmlns="2565869c-cbed-4bbf-bfee-b62dbefec6bf" xsi:nil="true"/>
    <Teise_x0020_poole_x0020_asutus_x0023_7 xmlns="2565869c-cbed-4bbf-bfee-b62dbefec6bf" xsi:nil="true"/>
    <Teise_x0020_poole_x0020_asutus_x0023_8 xmlns="2565869c-cbed-4bbf-bfee-b62dbefec6bf" xsi:nil="true"/>
    <Teise_x0020_poole_x0020_asutus_x0023_9 xmlns="2565869c-cbed-4bbf-bfee-b62dbefec6bf" xsi:nil="true"/>
    <Teise_x0020_poole_x0020_asutus_x0023_10 xmlns="2565869c-cbed-4bbf-bfee-b62dbefec6bf" xsi:nil="true"/>
    <Teise_x0020_poole_x0020_asutus_x0023_11 xmlns="2565869c-cbed-4bbf-bfee-b62dbefec6bf" xsi:nil="true"/>
    <Teise_x0020_poole_x0020_asutus_x0023_12 xmlns="2565869c-cbed-4bbf-bfee-b62dbefec6bf" xsi:nil="true"/>
    <Teise_x0020_poole_x0020_asutus_x0023_13 xmlns="2565869c-cbed-4bbf-bfee-b62dbefec6bf" xsi:nil="true"/>
    <Teise_x0020_poole_x0020_asutus_x0023_14 xmlns="2565869c-cbed-4bbf-bfee-b62dbefec6bf" xsi:nil="true"/>
    <Teise_x0020_poole_x0020_asutus_x0023_15 xmlns="2565869c-cbed-4bbf-bfee-b62dbefec6bf" xsi:nil="true"/>
    <Teise_x0020_poole_x0020_asutus_x0023_16 xmlns="2565869c-cbed-4bbf-bfee-b62dbefec6bf" xsi:nil="true"/>
    <Teise_x0020_poole_x0020_asutus_x0023_17 xmlns="2565869c-cbed-4bbf-bfee-b62dbefec6bf" xsi:nil="true"/>
    <Teise_x0020_poole_x0020_asutus_x0023_18 xmlns="2565869c-cbed-4bbf-bfee-b62dbefec6bf" xsi:nil="true"/>
    <Teise_x0020_poole_x0020_asutus_x0023_19 xmlns="2565869c-cbed-4bbf-bfee-b62dbefec6bf" xsi:nil="true"/>
    <Teise_x0020_poole_x0020_asutus_x0023_20 xmlns="2565869c-cbed-4bbf-bfee-b62dbefec6bf" xsi:nil="true"/>
    <Teise_x0020_poole_x0020_asutus_x0023_21 xmlns="2565869c-cbed-4bbf-bfee-b62dbefec6bf" xsi:nil="true"/>
    <Teise_x0020_poole_x0020_asutus_x0023_22 xmlns="2565869c-cbed-4bbf-bfee-b62dbefec6bf" xsi:nil="true"/>
    <Teise_x0020_poole_x0020_asutus_x0023_23 xmlns="2565869c-cbed-4bbf-bfee-b62dbefec6bf" xsi:nil="true"/>
    <Teise_x0020_poole_x0020_asutus_x0023_24 xmlns="2565869c-cbed-4bbf-bfee-b62dbefec6bf" xsi:nil="true"/>
    <Teise_x0020_poole_x0020_asutus_x0023_25 xmlns="2565869c-cbed-4bbf-bfee-b62dbefec6bf" xsi:nil="true"/>
    <Teise_x0020_poole_x0020_allkirjastaja_x0020_ees-_x0020_ja_x0020_perekonnanimi_x0023_1 xmlns="2565869c-cbed-4bbf-bfee-b62dbefec6bf">Arvids Dovidens</Teise_x0020_poole_x0020_allkirjastaja_x0020_ees-_x0020_ja_x0020_perekonnanimi_x0023_1>
    <Teise_x0020_poole_x0020_allkirjastaja_x0020_ees-_x0020_ja_x0020_perekonnanimi_x0023_2 xmlns="2565869c-cbed-4bbf-bfee-b62dbefec6bf" xsi:nil="true"/>
    <Teise_x0020_poole_x0020_allkirjastaja_x0020_ees-_x0020_ja_x0020_perekonnanimi_x0023_3 xmlns="2565869c-cbed-4bbf-bfee-b62dbefec6bf" xsi:nil="true"/>
    <Teise_x0020_poole_x0020_allkirjastaja_x0020_ees-_x0020_ja_x0020_perekonnanimi_x0023_4 xmlns="2565869c-cbed-4bbf-bfee-b62dbefec6bf" xsi:nil="true"/>
    <Teise_x0020_poole_x0020_allkirjastaja_x0020_ees-_x0020_ja_x0020_perekonnanimi_x0023_5 xmlns="2565869c-cbed-4bbf-bfee-b62dbefec6bf" xsi:nil="true"/>
    <Teise_x0020_poole_x0020_allkirjastaja_x0020_ees-_x0020_ja_x0020_perekonnanimi_x0023_6 xmlns="2565869c-cbed-4bbf-bfee-b62dbefec6bf" xsi:nil="true"/>
    <Teise_x0020_poole_x0020_allkirjastaja_x0020_ees-_x0020_ja_x0020_perekonnanimi_x0023_7 xmlns="2565869c-cbed-4bbf-bfee-b62dbefec6bf" xsi:nil="true"/>
    <Teise_x0020_poole_x0020_allkirjastaja_x0020_ees-_x0020_ja_x0020_perekonnanimi_x0023_8 xmlns="2565869c-cbed-4bbf-bfee-b62dbefec6bf" xsi:nil="true"/>
    <Teise_x0020_poole_x0020_allkirjastaja_x0020_ees-_x0020_ja_x0020_perekonnanimi_x0023_9 xmlns="2565869c-cbed-4bbf-bfee-b62dbefec6bf" xsi:nil="true"/>
    <Teise_x0020_poole_x0020_allkirjastaja_x0020_ees-_x0020_ja_x0020_perekonnanimi_x0023_10 xmlns="2565869c-cbed-4bbf-bfee-b62dbefec6bf" xsi:nil="true"/>
    <Teise_x0020_poole_x0020_allkirjastaja_x0020_ees-_x0020_ja_x0020_perekonnanimi_x0023_11 xmlns="2565869c-cbed-4bbf-bfee-b62dbefec6bf" xsi:nil="true"/>
    <Teise_x0020_poole_x0020_allkirjastaja_x0020_ees-_x0020_ja_x0020_perekonnanimi_x0023_12 xmlns="2565869c-cbed-4bbf-bfee-b62dbefec6bf" xsi:nil="true"/>
    <Teise_x0020_poole_x0020_allkirjastaja_x0020_ees-_x0020_ja_x0020_perekonnanimi_x0023_13 xmlns="2565869c-cbed-4bbf-bfee-b62dbefec6bf" xsi:nil="true"/>
    <Teise_x0020_poole_x0020_allkirjastaja_x0020_ees-_x0020_ja_x0020_perekonnanimi_x0023_14 xmlns="2565869c-cbed-4bbf-bfee-b62dbefec6bf" xsi:nil="true"/>
    <Teise_x0020_poole_x0020_allkirjastaja_x0020_ees-_x0020_ja_x0020_perekonnanimi_x0023_15 xmlns="2565869c-cbed-4bbf-bfee-b62dbefec6bf" xsi:nil="true"/>
    <Teise_x0020_poole_x0020_allkirjastaja_x0020_ees-_x0020_ja_x0020_perekonnanimi_x0023_16 xmlns="2565869c-cbed-4bbf-bfee-b62dbefec6bf" xsi:nil="true"/>
    <Teise_x0020_poole_x0020_allkirjastaja_x0020_ees-_x0020_ja_x0020_perekonnanimi_x0023_17 xmlns="2565869c-cbed-4bbf-bfee-b62dbefec6bf" xsi:nil="true"/>
    <Teise_x0020_poole_x0020_allkirjastaja_x0020_ees-_x0020_ja_x0020_perekonnanimi_x0023_18 xmlns="2565869c-cbed-4bbf-bfee-b62dbefec6bf" xsi:nil="true"/>
    <Teise_x0020_poole_x0020_allkirjastaja_x0020_ees-_x0020_ja_x0020_perekonnanimi_x0023_19 xmlns="2565869c-cbed-4bbf-bfee-b62dbefec6bf" xsi:nil="true"/>
    <Teise_x0020_poole_x0020_allkirjastaja_x0020_ees-_x0020_ja_x0020_perekonnanimi_x0023_20 xmlns="2565869c-cbed-4bbf-bfee-b62dbefec6bf" xsi:nil="true"/>
    <Teise_x0020_poole_x0020_allkirjastaja_x0020_ees-_x0020_ja_x0020_perekonnanimi_x0023_21 xmlns="2565869c-cbed-4bbf-bfee-b62dbefec6bf" xsi:nil="true"/>
    <Teise_x0020_poole_x0020_allkirjastaja_x0020_ees-_x0020_ja_x0020_perekonnanimi_x0023_22 xmlns="2565869c-cbed-4bbf-bfee-b62dbefec6bf" xsi:nil="true"/>
    <Teise_x0020_poole_x0020_allkirjastaja_x0020_ees-_x0020_ja_x0020_perekonnanimi_x0023_23 xmlns="2565869c-cbed-4bbf-bfee-b62dbefec6bf" xsi:nil="true"/>
    <Teise_x0020_poole_x0020_allkirjastaja_x0020_ees-_x0020_ja_x0020_perekonnanimi_x0023_24 xmlns="2565869c-cbed-4bbf-bfee-b62dbefec6bf" xsi:nil="true"/>
    <Teise_x0020_poole_x0020_allkirjastaja_x0020_ees-_x0020_ja_x0020_perekonnanimi_x0023_25 xmlns="2565869c-cbed-4bbf-bfee-b62dbefec6bf" xsi:nil="true"/>
    <Teise_x0020_poole_x0020_allkirjastaja_x0020_ametinimetus_x0023_1 xmlns="2565869c-cbed-4bbf-bfee-b62dbefec6bf" xsi:nil="true"/>
    <Teise_x0020_poole_x0020_allkirjastaja_x0020_ametinimetus_x0023_2 xmlns="2565869c-cbed-4bbf-bfee-b62dbefec6bf" xsi:nil="true"/>
    <Teise_x0020_poole_x0020_allkirjastaja_x0020_ametinimetus_x0023_3 xmlns="2565869c-cbed-4bbf-bfee-b62dbefec6bf" xsi:nil="true"/>
    <Teise_x0020_poole_x0020_allkirjastaja_x0020_ametinimetus_x0023_4 xmlns="2565869c-cbed-4bbf-bfee-b62dbefec6bf" xsi:nil="true"/>
    <Teise_x0020_poole_x0020_allkirjastaja_x0020_ametinimetus_x0023_5 xmlns="2565869c-cbed-4bbf-bfee-b62dbefec6bf" xsi:nil="true"/>
    <Teise_x0020_poole_x0020_allkirjastaja_x0020_ametinimetus_x0023_6 xmlns="2565869c-cbed-4bbf-bfee-b62dbefec6bf" xsi:nil="true"/>
    <Teise_x0020_poole_x0020_allkirjastaja_x0020_ametinimetus_x0023_7 xmlns="2565869c-cbed-4bbf-bfee-b62dbefec6bf" xsi:nil="true"/>
    <Teise_x0020_poole_x0020_allkirjastaja_x0020_ametinimetus_x0023_8 xmlns="2565869c-cbed-4bbf-bfee-b62dbefec6bf" xsi:nil="true"/>
    <Teise_x0020_poole_x0020_allkirjastaja_x0020_ametinimetus_x0023_9 xmlns="2565869c-cbed-4bbf-bfee-b62dbefec6bf" xsi:nil="true"/>
    <Teise_x0020_poole_x0020_allkirjastaja_x0020_ametinimetus_x0023_10 xmlns="2565869c-cbed-4bbf-bfee-b62dbefec6bf" xsi:nil="true"/>
    <Teise_x0020_poole_x0020_allkirjastaja_x0020_ametinimetus_x0023_11 xmlns="2565869c-cbed-4bbf-bfee-b62dbefec6bf" xsi:nil="true"/>
    <Teise_x0020_poole_x0020_allkirjastaja_x0020_ametinimetus_x0023_12 xmlns="2565869c-cbed-4bbf-bfee-b62dbefec6bf" xsi:nil="true"/>
    <Teise_x0020_poole_x0020_allkirjastaja_x0020_ametinimetus_x0023_13 xmlns="2565869c-cbed-4bbf-bfee-b62dbefec6bf" xsi:nil="true"/>
    <Teise_x0020_poole_x0020_allkirjastaja_x0020_ametinimetus_x0023_14 xmlns="2565869c-cbed-4bbf-bfee-b62dbefec6bf" xsi:nil="true"/>
    <Teise_x0020_poole_x0020_allkirjastaja_x0020_ametinimetus_x0023_15 xmlns="2565869c-cbed-4bbf-bfee-b62dbefec6bf" xsi:nil="true"/>
    <Teise_x0020_poole_x0020_allkirjastaja_x0020_ametinimetus_x0023_16 xmlns="2565869c-cbed-4bbf-bfee-b62dbefec6bf" xsi:nil="true"/>
    <Teise_x0020_poole_x0020_allkirjastaja_x0020_ametinimetus_x0023_17 xmlns="2565869c-cbed-4bbf-bfee-b62dbefec6bf" xsi:nil="true"/>
    <Teise_x0020_poole_x0020_allkirjastaja_x0020_ametinimetus_x0023_18 xmlns="2565869c-cbed-4bbf-bfee-b62dbefec6bf" xsi:nil="true"/>
    <Teise_x0020_poole_x0020_allkirjastaja_x0020_ametinimetus_x0023_19 xmlns="2565869c-cbed-4bbf-bfee-b62dbefec6bf" xsi:nil="true"/>
    <Teise_x0020_poole_x0020_allkirjastaja_x0020_ametinimetus_x0023_20 xmlns="2565869c-cbed-4bbf-bfee-b62dbefec6bf" xsi:nil="true"/>
    <Teise_x0020_poole_x0020_allkirjastaja_x0020_ametinimetus_x0023_21 xmlns="2565869c-cbed-4bbf-bfee-b62dbefec6bf" xsi:nil="true"/>
    <Teise_x0020_poole_x0020_allkirjastaja_x0020_ametinimetus_x0023_22 xmlns="2565869c-cbed-4bbf-bfee-b62dbefec6bf" xsi:nil="true"/>
    <Teise_x0020_poole_x0020_allkirjastaja_x0020_ametinimetus_x0023_23 xmlns="2565869c-cbed-4bbf-bfee-b62dbefec6bf" xsi:nil="true"/>
    <Teise_x0020_poole_x0020_allkirjastaja_x0020_ametinimetus_x0023_24 xmlns="2565869c-cbed-4bbf-bfee-b62dbefec6bf" xsi:nil="true"/>
    <Teise_x0020_poole_x0020_allkirjastaja_x0020_ametinimetus_x0023_25 xmlns="2565869c-cbed-4bbf-bfee-b62dbefec6bf" xsi:nil="true"/>
    <Teise_x0020_poole_x0020_lepingu_x0020_nr_x0023_1 xmlns="2565869c-cbed-4bbf-bfee-b62dbefec6bf" xsi:nil="true"/>
    <Teise_x0020_poole_x0020_lepingu_x0020_nr_x0023_2 xmlns="2565869c-cbed-4bbf-bfee-b62dbefec6bf" xsi:nil="true"/>
    <Teise_x0020_poole_x0020_lepingu_x0020_nr_x0023_3 xmlns="2565869c-cbed-4bbf-bfee-b62dbefec6bf" xsi:nil="true"/>
    <Teise_x0020_poole_x0020_lepingu_x0020_nr_x0023_4 xmlns="2565869c-cbed-4bbf-bfee-b62dbefec6bf" xsi:nil="true"/>
    <Teise_x0020_poole_x0020_lepingu_x0020_nr_x0023_5 xmlns="2565869c-cbed-4bbf-bfee-b62dbefec6bf" xsi:nil="true"/>
    <Teise_x0020_poole_x0020_lepingu_x0020_nr_x0023_6 xmlns="2565869c-cbed-4bbf-bfee-b62dbefec6bf" xsi:nil="true"/>
    <Teise_x0020_poole_x0020_lepingu_x0020_nr_x0023_7 xmlns="2565869c-cbed-4bbf-bfee-b62dbefec6bf" xsi:nil="true"/>
    <Teise_x0020_poole_x0020_lepingu_x0020_nr_x0023_8 xmlns="2565869c-cbed-4bbf-bfee-b62dbefec6bf" xsi:nil="true"/>
    <Teise_x0020_poole_x0020_lepingu_x0020_nr_x0023_9 xmlns="2565869c-cbed-4bbf-bfee-b62dbefec6bf" xsi:nil="true"/>
    <Teise_x0020_poole_x0020_lepingu_x0020_nr_x0023_10 xmlns="2565869c-cbed-4bbf-bfee-b62dbefec6bf" xsi:nil="true"/>
    <Teise_x0020_poole_x0020_lepingu_x0020_nr_x0023_11 xmlns="2565869c-cbed-4bbf-bfee-b62dbefec6bf" xsi:nil="true"/>
    <Teise_x0020_poole_x0020_lepingu_x0020_nr_x0023_12 xmlns="2565869c-cbed-4bbf-bfee-b62dbefec6bf" xsi:nil="true"/>
    <Teise_x0020_poole_x0020_lepingu_x0020_nr_x0023_13 xmlns="2565869c-cbed-4bbf-bfee-b62dbefec6bf" xsi:nil="true"/>
    <Teise_x0020_poole_x0020_lepingu_x0020_nr_x0023_14 xmlns="2565869c-cbed-4bbf-bfee-b62dbefec6bf" xsi:nil="true"/>
    <Teise_x0020_poole_x0020_lepingu_x0020_nr_x0023_15 xmlns="2565869c-cbed-4bbf-bfee-b62dbefec6bf" xsi:nil="true"/>
    <Teise_x0020_poole_x0020_lepingu_x0020_nr_x0023_16 xmlns="2565869c-cbed-4bbf-bfee-b62dbefec6bf" xsi:nil="true"/>
    <Teise_x0020_poole_x0020_lepingu_x0020_nr_x0023_17 xmlns="2565869c-cbed-4bbf-bfee-b62dbefec6bf" xsi:nil="true"/>
    <Teise_x0020_poole_x0020_lepingu_x0020_nr_x0023_18 xmlns="2565869c-cbed-4bbf-bfee-b62dbefec6bf" xsi:nil="true"/>
    <Teise_x0020_poole_x0020_lepingu_x0020_nr_x0023_19 xmlns="2565869c-cbed-4bbf-bfee-b62dbefec6bf" xsi:nil="true"/>
    <Teise_x0020_poole_x0020_lepingu_x0020_nr_x0023_20 xmlns="2565869c-cbed-4bbf-bfee-b62dbefec6bf" xsi:nil="true"/>
    <Teise_x0020_poole_x0020_lepingu_x0020_nr_x0023_21 xmlns="2565869c-cbed-4bbf-bfee-b62dbefec6bf" xsi:nil="true"/>
    <Teise_x0020_poole_x0020_lepingu_x0020_nr_x0023_22 xmlns="2565869c-cbed-4bbf-bfee-b62dbefec6bf" xsi:nil="true"/>
    <Teise_x0020_poole_x0020_lepingu_x0020_nr_x0023_23 xmlns="2565869c-cbed-4bbf-bfee-b62dbefec6bf" xsi:nil="true"/>
    <Teise_x0020_poole_x0020_lepingu_x0020_nr_x0023_24 xmlns="2565869c-cbed-4bbf-bfee-b62dbefec6bf" xsi:nil="true"/>
    <Teise_x0020_poole_x0020_lepingu_x0020_nr_x0023_25 xmlns="2565869c-cbed-4bbf-bfee-b62dbefec6bf" xsi:nil="true"/>
    <Teise_x0020_poole_x0020_lepingu_x0020_kpv_x0023_1 xmlns="2565869c-cbed-4bbf-bfee-b62dbefec6bf" xsi:nil="true"/>
    <Teise_x0020_poole_x0020_lepingu_x0020_kpv_x0023_2 xmlns="2565869c-cbed-4bbf-bfee-b62dbefec6bf" xsi:nil="true"/>
    <Teise_x0020_poole_x0020_lepingu_x0020_kpv_x0023_3 xmlns="2565869c-cbed-4bbf-bfee-b62dbefec6bf" xsi:nil="true"/>
    <Teise_x0020_poole_x0020_lepingu_x0020_kpv_x0023_4 xmlns="2565869c-cbed-4bbf-bfee-b62dbefec6bf" xsi:nil="true"/>
    <Teise_x0020_poole_x0020_lepingu_x0020_kpv_x0023_5 xmlns="2565869c-cbed-4bbf-bfee-b62dbefec6bf" xsi:nil="true"/>
    <Teise_x0020_poole_x0020_lepingu_x0020_kpv_x0023_6 xmlns="2565869c-cbed-4bbf-bfee-b62dbefec6bf" xsi:nil="true"/>
    <Teise_x0020_poole_x0020_lepingu_x0020_kpv_x0023_7 xmlns="2565869c-cbed-4bbf-bfee-b62dbefec6bf" xsi:nil="true"/>
    <Teise_x0020_poole_x0020_lepingu_x0020_kpv_x0023_8 xmlns="2565869c-cbed-4bbf-bfee-b62dbefec6bf" xsi:nil="true"/>
    <Teise_x0020_poole_x0020_lepingu_x0020_kpv_x0023_9 xmlns="2565869c-cbed-4bbf-bfee-b62dbefec6bf" xsi:nil="true"/>
    <Teise_x0020_poole_x0020_lepingu_x0020_kpv_x0023_10 xmlns="2565869c-cbed-4bbf-bfee-b62dbefec6bf" xsi:nil="true"/>
    <Teise_x0020_poole_x0020_lepingu_x0020_kpv_x0023_11 xmlns="2565869c-cbed-4bbf-bfee-b62dbefec6bf" xsi:nil="true"/>
    <Teise_x0020_poole_x0020_lepingu_x0020_kpv_x0023_12 xmlns="2565869c-cbed-4bbf-bfee-b62dbefec6bf" xsi:nil="true"/>
    <Teise_x0020_poole_x0020_lepingu_x0020_kpv_x0023_13 xmlns="2565869c-cbed-4bbf-bfee-b62dbefec6bf" xsi:nil="true"/>
    <Teise_x0020_poole_x0020_lepingu_x0020_kpv_x0023_14 xmlns="2565869c-cbed-4bbf-bfee-b62dbefec6bf" xsi:nil="true"/>
    <Teise_x0020_poole_x0020_lepingu_x0020_kpv_x0023_15 xmlns="2565869c-cbed-4bbf-bfee-b62dbefec6bf" xsi:nil="true"/>
    <Teise_x0020_poole_x0020_lepingu_x0020_kpv_x0023_16 xmlns="2565869c-cbed-4bbf-bfee-b62dbefec6bf" xsi:nil="true"/>
    <Teise_x0020_poole_x0020_lepingu_x0020_kpv_x0023_17 xmlns="2565869c-cbed-4bbf-bfee-b62dbefec6bf" xsi:nil="true"/>
    <Teise_x0020_poole_x0020_lepingu_x0020_kpv_x0023_18 xmlns="2565869c-cbed-4bbf-bfee-b62dbefec6bf" xsi:nil="true"/>
    <Teise_x0020_poole_x0020_lepingu_x0020_kpv_x0023_19 xmlns="2565869c-cbed-4bbf-bfee-b62dbefec6bf" xsi:nil="true"/>
    <Teise_x0020_poole_x0020_lepingu_x0020_kpv_x0023_20 xmlns="2565869c-cbed-4bbf-bfee-b62dbefec6bf" xsi:nil="true"/>
    <Teise_x0020_poole_x0020_lepingu_x0020_kpv_x0023_21 xmlns="2565869c-cbed-4bbf-bfee-b62dbefec6bf" xsi:nil="true"/>
    <Teise_x0020_poole_x0020_lepingu_x0020_kpv_x0023_22 xmlns="2565869c-cbed-4bbf-bfee-b62dbefec6bf" xsi:nil="true"/>
    <Teise_x0020_poole_x0020_lepingu_x0020_kpv_x0023_23 xmlns="2565869c-cbed-4bbf-bfee-b62dbefec6bf" xsi:nil="true"/>
    <Teise_x0020_poole_x0020_lepingu_x0020_kpv_x0023_24 xmlns="2565869c-cbed-4bbf-bfee-b62dbefec6bf" xsi:nil="true"/>
    <Teise_x0020_poole_x0020_lepingu_x0020_kpv_x0023_25 xmlns="2565869c-cbed-4bbf-bfee-b62dbefec6bf" xsi:nil="true"/>
    <Teise_x0020_poole_x0020_kontaktisik_x0023_1 xmlns="2565869c-cbed-4bbf-bfee-b62dbefec6bf">Reet Saari</Teise_x0020_poole_x0020_kontaktisik_x0023_1>
    <Teise_x0020_poole_x0020_kontaktisik_x0023_2 xmlns="2565869c-cbed-4bbf-bfee-b62dbefec6bf" xsi:nil="true"/>
    <Teise_x0020_poole_x0020_kontaktisik_x0023_3 xmlns="2565869c-cbed-4bbf-bfee-b62dbefec6bf" xsi:nil="true"/>
    <Teise_x0020_poole_x0020_kontaktisik_x0023_4 xmlns="2565869c-cbed-4bbf-bfee-b62dbefec6bf" xsi:nil="true"/>
    <Teise_x0020_poole_x0020_kontaktisik_x0023_5 xmlns="2565869c-cbed-4bbf-bfee-b62dbefec6bf" xsi:nil="true"/>
    <Teise_x0020_poole_x0020_kontaktisik_x0023_6 xmlns="2565869c-cbed-4bbf-bfee-b62dbefec6bf" xsi:nil="true"/>
    <Teise_x0020_poole_x0020_kontaktisik_x0023_7 xmlns="2565869c-cbed-4bbf-bfee-b62dbefec6bf" xsi:nil="true"/>
    <Teise_x0020_poole_x0020_kontaktisik_x0023_8 xmlns="2565869c-cbed-4bbf-bfee-b62dbefec6bf" xsi:nil="true"/>
    <Teise_x0020_poole_x0020_kontaktisik_x0023_9 xmlns="2565869c-cbed-4bbf-bfee-b62dbefec6bf" xsi:nil="true"/>
    <Teise_x0020_poole_x0020_kontaktisik_x0023_10 xmlns="2565869c-cbed-4bbf-bfee-b62dbefec6bf" xsi:nil="true"/>
    <Teise_x0020_poole_x0020_kontaktisik_x0023_11 xmlns="2565869c-cbed-4bbf-bfee-b62dbefec6bf" xsi:nil="true"/>
    <Teise_x0020_poole_x0020_kontaktisik_x0023_12 xmlns="2565869c-cbed-4bbf-bfee-b62dbefec6bf" xsi:nil="true"/>
    <Teise_x0020_poole_x0020_kontaktisik_x0023_13 xmlns="2565869c-cbed-4bbf-bfee-b62dbefec6bf" xsi:nil="true"/>
    <Teise_x0020_poole_x0020_kontaktisik_x0023_14 xmlns="2565869c-cbed-4bbf-bfee-b62dbefec6bf" xsi:nil="true"/>
    <Teise_x0020_poole_x0020_kontaktisik_x0023_15 xmlns="2565869c-cbed-4bbf-bfee-b62dbefec6bf" xsi:nil="true"/>
    <Teise_x0020_poole_x0020_kontaktisik_x0023_16 xmlns="2565869c-cbed-4bbf-bfee-b62dbefec6bf" xsi:nil="true"/>
    <Teise_x0020_poole_x0020_kontaktisik_x0023_17 xmlns="2565869c-cbed-4bbf-bfee-b62dbefec6bf" xsi:nil="true"/>
    <Teise_x0020_poole_x0020_kontaktisik_x0023_18 xmlns="2565869c-cbed-4bbf-bfee-b62dbefec6bf" xsi:nil="true"/>
    <Teise_x0020_poole_x0020_kontaktisik_x0023_19 xmlns="2565869c-cbed-4bbf-bfee-b62dbefec6bf" xsi:nil="true"/>
    <Teise_x0020_poole_x0020_kontaktisik_x0023_20 xmlns="2565869c-cbed-4bbf-bfee-b62dbefec6bf" xsi:nil="true"/>
    <Teise_x0020_poole_x0020_kontaktisik_x0023_21 xmlns="2565869c-cbed-4bbf-bfee-b62dbefec6bf" xsi:nil="true"/>
    <Teise_x0020_poole_x0020_kontaktisik_x0023_22 xmlns="2565869c-cbed-4bbf-bfee-b62dbefec6bf" xsi:nil="true"/>
    <Teise_x0020_poole_x0020_kontaktisik_x0023_23 xmlns="2565869c-cbed-4bbf-bfee-b62dbefec6bf" xsi:nil="true"/>
    <Teise_x0020_poole_x0020_kontaktisik_x0023_24 xmlns="2565869c-cbed-4bbf-bfee-b62dbefec6bf" xsi:nil="true"/>
    <Teise_x0020_poole_x0020_kontaktisik_x0023_25 xmlns="2565869c-cbed-4bbf-bfee-b62dbefec6bf" xsi:nil="true"/>
    <Teise_x0020_poole_x0020_telefoni_x0020_nr_x002F_e-post_x0023_1 xmlns="2565869c-cbed-4bbf-bfee-b62dbefec6bf">arvids.dovidens@keskosenukai.ee; reet.saari@keskosenukai.ee</Teise_x0020_poole_x0020_telefoni_x0020_nr_x002F_e-post_x0023_1>
    <Teise_x0020_poole_x0020_telefoni_x0020_nr_x002F_e-post_x0023_2 xmlns="2565869c-cbed-4bbf-bfee-b62dbefec6bf" xsi:nil="true"/>
    <Teise_x0020_poole_x0020_telefoni_x0020_nr_x002F_e-post_x0023_3 xmlns="2565869c-cbed-4bbf-bfee-b62dbefec6bf" xsi:nil="true"/>
    <Teise_x0020_poole_x0020_telefoni_x0020_nr_x002F_e-post_x0023_4 xmlns="2565869c-cbed-4bbf-bfee-b62dbefec6bf" xsi:nil="true"/>
    <Teise_x0020_poole_x0020_telefoni_x0020_nr_x002F_e-post_x0023_5 xmlns="2565869c-cbed-4bbf-bfee-b62dbefec6bf" xsi:nil="true"/>
    <Teise_x0020_poole_x0020_telefoni_x0020_nr_x002F_e-post_x0023_6 xmlns="2565869c-cbed-4bbf-bfee-b62dbefec6bf" xsi:nil="true"/>
    <Teise_x0020_poole_x0020_telefoni_x0020_nr_x002F_e-post_x0023_7 xmlns="2565869c-cbed-4bbf-bfee-b62dbefec6bf" xsi:nil="true"/>
    <Teise_x0020_poole_x0020_telefoni_x0020_nr_x002F_e-post_x0023_8 xmlns="2565869c-cbed-4bbf-bfee-b62dbefec6bf" xsi:nil="true"/>
    <Teise_x0020_poole_x0020_telefoni_x0020_nr_x002F_e-post_x0023_9 xmlns="2565869c-cbed-4bbf-bfee-b62dbefec6bf" xsi:nil="true"/>
    <Teise_x0020_poole_x0020_telefoni_x0020_nr_x002F_e-post_x0023_10 xmlns="2565869c-cbed-4bbf-bfee-b62dbefec6bf" xsi:nil="true"/>
    <Teise_x0020_poole_x0020_telefoni_x0020_nr_x002F_e-post_x0023_11 xmlns="2565869c-cbed-4bbf-bfee-b62dbefec6bf" xsi:nil="true"/>
    <Teise_x0020_poole_x0020_telefoni_x0020_nr_x002F_e-post_x0023_12 xmlns="2565869c-cbed-4bbf-bfee-b62dbefec6bf" xsi:nil="true"/>
    <Teise_x0020_poole_x0020_telefoni_x0020_nr_x002F_e-post_x0023_13 xmlns="2565869c-cbed-4bbf-bfee-b62dbefec6bf" xsi:nil="true"/>
    <Teise_x0020_poole_x0020_telefoni_x0020_nr_x002F_e-post_x0023_14 xmlns="2565869c-cbed-4bbf-bfee-b62dbefec6bf" xsi:nil="true"/>
    <Teise_x0020_poole_x0020_telefoni_x0020_nr_x002F_e-post_x0023_15 xmlns="2565869c-cbed-4bbf-bfee-b62dbefec6bf" xsi:nil="true"/>
    <Teise_x0020_poole_x0020_telefoni_x0020_nr_x002F_e-post_x0023_16 xmlns="2565869c-cbed-4bbf-bfee-b62dbefec6bf" xsi:nil="true"/>
    <Teise_x0020_poole_x0020_telefoni_x0020_nr_x002F_e-post_x0023_17 xmlns="2565869c-cbed-4bbf-bfee-b62dbefec6bf" xsi:nil="true"/>
    <Teise_x0020_poole_x0020_telefoni_x0020_nr_x002F_e-post_x0023_18 xmlns="2565869c-cbed-4bbf-bfee-b62dbefec6bf" xsi:nil="true"/>
    <Teise_x0020_poole_x0020_telefoni_x0020_nr_x002F_e-post_x0023_19 xmlns="2565869c-cbed-4bbf-bfee-b62dbefec6bf" xsi:nil="true"/>
    <Teise_x0020_poole_x0020_telefoni_x0020_nr_x002F_e-post_x0023_20 xmlns="2565869c-cbed-4bbf-bfee-b62dbefec6bf" xsi:nil="true"/>
    <Teise_x0020_poole_x0020_telefoni_x0020_nr_x002F_e-post_x0023_21 xmlns="2565869c-cbed-4bbf-bfee-b62dbefec6bf" xsi:nil="true"/>
    <Teise_x0020_poole_x0020_telefoni_x0020_nr_x002F_e-post_x0023_22 xmlns="2565869c-cbed-4bbf-bfee-b62dbefec6bf" xsi:nil="true"/>
    <Teise_x0020_poole_x0020_telefoni_x0020_nr_x002F_e-post_x0023_23 xmlns="2565869c-cbed-4bbf-bfee-b62dbefec6bf" xsi:nil="true"/>
    <Teise_x0020_poole_x0020_telefoni_x0020_nr_x002F_e-post_x0023_24 xmlns="2565869c-cbed-4bbf-bfee-b62dbefec6bf" xsi:nil="true"/>
    <Teise_x0020_poole_x0020_telefoni_x0020_nr_x002F_e-post_x0023_25 xmlns="2565869c-cbed-4bbf-bfee-b62dbefec6bf" xsi:nil="true"/>
    <Lepingu_x0020_staatus xmlns="2565869c-cbed-4bbf-bfee-b62dbefec6bf" xsi:nil="true"/>
    <Lepingu_x0020_objekt xmlns="2565869c-cbed-4bbf-bfee-b62dbefec6bf">1.	Leping on sõlmitud riigihanke „Ehitus- ja korrashoiu tagamiseks vajalikud materjalid ning tarvikud“ (viitenumber 222366) tulemusel sõlmitud raamlepingu nr 2-2/20/946-1 alusel läbiviidud minikonkursi viitenumber 283212  „Erinevate kaupade ostmine“ tulemusena minikonkurssi osades 3 ja 5. 
2.	Lepingu sõlmimisel lähtutakse raamlepingust tulenevatest tingimustest.
10.	Leping jõustub mõlema poolsest allkirjastamisest ja kehtib kuni 31.12.2024 või kuni lepinguliste kohustuste nõuetekohase täitmiseni.</Lepingu_x0020_objekt>
    <Lepingu_x0020_maksumus xmlns="2565869c-cbed-4bbf-bfee-b62dbefec6bf" xsi:nil="true"/>
    <Koostaja xmlns="2565869c-cbed-4bbf-bfee-b62dbefec6bf">Moonika Merilaine</Koostaja>
    <Leping_x0020_kehtiv_x0020_alates xmlns="2565869c-cbed-4bbf-bfee-b62dbefec6bf" xsi:nil="true"/>
    <Koostaja_x0020_ees-_x0020_ja_x0020_perekonnanimi xmlns="2565869c-cbed-4bbf-bfee-b62dbefec6bf">Moonika Merilaine</Koostaja_x0020_ees-_x0020_ja_x0020_perekonnanimi>
    <Lepingu_x0020_lõpptähtaeg xmlns="2565869c-cbed-4bbf-bfee-b62dbefec6bf" xsi:nil="true"/>
    <Koostaja_x0020_ametinimetus xmlns="2565869c-cbed-4bbf-bfee-b62dbefec6bf">Ostu projektijuht</Koostaja_x0020_ametinimetus>
    <Lepingu_x0020_tähtaja_x0020_kirjeldus xmlns="2565869c-cbed-4bbf-bfee-b62dbefec6bf" xsi:nil="true"/>
    <Koostaja_x0020_struktuuriüksus xmlns="2565869c-cbed-4bbf-bfee-b62dbefec6bf">Ostubüroo</Koostaja_x0020_struktuuriüksus>
    <Tegelik_x0020_lõpp xmlns="2565869c-cbed-4bbf-bfee-b62dbefec6bf" xsi:nil="true"/>
    <Koostaja_x0020_kontakt xmlns="2565869c-cbed-4bbf-bfee-b62dbefec6bf">Moonika.Merilaine@rkik.ee</Koostaja_x0020_kontakt>
    <Teabekandja xmlns="2565869c-cbed-4bbf-bfee-b62dbefec6bf">Elektrooniline</Teabekandja>
    <Saatmisviis_x0023_1 xmlns="2565869c-cbed-4bbf-bfee-b62dbefec6bf">E-post</Saatmisviis_x0023_1>
    <Saatmisviis_x0023_2 xmlns="2565869c-cbed-4bbf-bfee-b62dbefec6bf" xsi:nil="true"/>
    <Saatmisviis_x0023_3 xmlns="2565869c-cbed-4bbf-bfee-b62dbefec6bf" xsi:nil="true"/>
    <Saatmisviis_x0023_4 xmlns="2565869c-cbed-4bbf-bfee-b62dbefec6bf" xsi:nil="true"/>
    <Saatmisviis_x0023_5 xmlns="2565869c-cbed-4bbf-bfee-b62dbefec6bf" xsi:nil="true"/>
    <Saatmisviis_x0023_6 xmlns="2565869c-cbed-4bbf-bfee-b62dbefec6bf" xsi:nil="true"/>
    <Saatmisviis_x0023_7 xmlns="2565869c-cbed-4bbf-bfee-b62dbefec6bf" xsi:nil="true"/>
    <Saatmisviis_x0023_8 xmlns="2565869c-cbed-4bbf-bfee-b62dbefec6bf" xsi:nil="true"/>
    <Saatmisviis_x0023_9 xmlns="2565869c-cbed-4bbf-bfee-b62dbefec6bf" xsi:nil="true"/>
    <Saatmisviis_x0023_10 xmlns="2565869c-cbed-4bbf-bfee-b62dbefec6bf" xsi:nil="true"/>
    <Saatmisviis_x0023_11 xmlns="2565869c-cbed-4bbf-bfee-b62dbefec6bf" xsi:nil="true"/>
    <Saatmisviis_x0023_12 xmlns="2565869c-cbed-4bbf-bfee-b62dbefec6bf" xsi:nil="true"/>
    <Saatmisviis_x0023_13 xmlns="2565869c-cbed-4bbf-bfee-b62dbefec6bf" xsi:nil="true"/>
    <Saatmisviis_x0023_14 xmlns="2565869c-cbed-4bbf-bfee-b62dbefec6bf" xsi:nil="true"/>
    <Saatmisviis_x0023_15 xmlns="2565869c-cbed-4bbf-bfee-b62dbefec6bf" xsi:nil="true"/>
    <Saatmisviis_x0023_16 xmlns="2565869c-cbed-4bbf-bfee-b62dbefec6bf" xsi:nil="true"/>
    <Saatmisviis_x0023_17 xmlns="2565869c-cbed-4bbf-bfee-b62dbefec6bf" xsi:nil="true"/>
    <Saatmisviis_x0023_18 xmlns="2565869c-cbed-4bbf-bfee-b62dbefec6bf" xsi:nil="true"/>
    <Saatmisviis_x0023_19 xmlns="2565869c-cbed-4bbf-bfee-b62dbefec6bf" xsi:nil="true"/>
    <Saatmisviis_x0023_20 xmlns="2565869c-cbed-4bbf-bfee-b62dbefec6bf" xsi:nil="true"/>
    <Saatmisviis_x0023_21 xmlns="2565869c-cbed-4bbf-bfee-b62dbefec6bf" xsi:nil="true"/>
    <Saatmisviis_x0023_22 xmlns="2565869c-cbed-4bbf-bfee-b62dbefec6bf" xsi:nil="true"/>
    <Saatmisviis_x0023_23 xmlns="2565869c-cbed-4bbf-bfee-b62dbefec6bf" xsi:nil="true"/>
    <Saatmisviis_x0023_24 xmlns="2565869c-cbed-4bbf-bfee-b62dbefec6bf" xsi:nil="true"/>
    <Saatmisviis_x0023_25 xmlns="2565869c-cbed-4bbf-bfee-b62dbefec6bf" xsi:nil="true"/>
    <RMNotes xmlns="2565869c-cbed-4bbf-bfee-b62dbefec6bf">LISA_1_Pakkumuse_vorm_tehniline_ kirjeldus_OSA_3_Sanitaar- ja keskkonnatehnika
LISA_2_Pakkumuse_vorm_tehniline_ kirjeldus_OSA_5_sisustuskaubad
Lisa_3_A_RKIK_Julgeolekutingimused
Riigihanke viitenumber 283212
Lepinguosa viitenumber osa 3: 222366001006003
Lepinguosa viitenumber osa 5: 222366001006005</RMNotes>
    <RMUniqueID xmlns="2565869c-cbed-4bbf-bfee-b62dbefec6bf">dedf8fea-9deb-461f-acbe-7ce61d07ee40</RMUniqueID>
    <RMInheritedFields xmlns="2565869c-cbed-4bbf-bfee-b62dbefec6bf" xsi:nil="true"/>
    <RMOrderPosition xmlns="2565869c-cbed-4bbf-bfee-b62dbefec6bf" xsi:nil="true"/>
    <RMAccessRestrictionNotificationTime xmlns="2565869c-cbed-4bbf-bfee-b62dbefec6bf" xsi:nil="true"/>
    <RMFileName xmlns="2565869c-cbed-4bbf-bfee-b62dbefec6bf">Hankeleping</RMFileName>
    <RMPublishedDocumentUniqueId xmlns="2565869c-cbed-4bbf-bfee-b62dbefec6bf" xsi:nil="true"/>
    <RMRevisionStatus xmlns="2565869c-cbed-4bbf-bfee-b62dbefec6bf" xsi:nil="true"/>
    <RMRevisionNumber xmlns="2565869c-cbed-4bbf-bfee-b62dbefec6bf" xsi:nil="true"/>
    <RMPublishedFrom xmlns="2565869c-cbed-4bbf-bfee-b62dbefec6bf" xsi:nil="true"/>
    <RMPublishedUntil xmlns="2565869c-cbed-4bbf-bfee-b62dbefec6bf" xsi:nil="true"/>
    <RMSigner xmlns="2565869c-cbed-4bbf-bfee-b62dbefec6bf">Ivar Janson</RMSigner>
    <RMHighestAccessRestrictionLevel xmlns="2565869c-cbed-4bbf-bfee-b62dbefec6bf" xsi:nil="true"/>
    <Salastatud_x0020_välisteave xmlns="2565869c-cbed-4bbf-bfee-b62dbefec6bf" xsi:nil="true"/>
    <Riik_x0020__x0028_PT_x0029_ xmlns="2565869c-cbed-4bbf-bfee-b62dbefec6bf" xsi:nil="true"/>
    <Salastatuse_x0020_muutmise_x0020_alus xmlns="2565869c-cbed-4bbf-bfee-b62dbefec6bf" xsi:nil="true"/>
    <RMDocumentExpirationDate xmlns="2565869c-cbed-4bbf-bfee-b62dbefec6bf" xsi:nil="true"/>
    <RMShouldArchiveFilesOnRegistration xmlns="2565869c-cbed-4bbf-bfee-b62dbefec6bf">true</RMShouldArchiveFilesOnRegistration>
    <RMStatus xmlns="2565869c-cbed-4bbf-bfee-b62dbefec6bf">InProcess</RMStatus>
    <Lisadepealkirjad xmlns="2565869c-cbed-4bbf-bfee-b62dbefec6bf">Lisa 3. Julgeolekutingimused
Lisa 2.
Lisa 1.</Lisadepealkirjad>
    <AKmallile xmlns="2565869c-cbed-4bbf-bfee-b62dbefec6bf" xsi:nil="true"/>
    <AKmallileinglise xmlns="2565869c-cbed-4bbf-bfee-b62dbefec6bf" xsi:nil="true"/>
    <Adressaatmallile xmlns="2565869c-cbed-4bbf-bfee-b62dbefec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AFC1047-6B43-427C-803C-83269D861368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2565869c-cbed-4bbf-bfee-b62dbefec6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7C3EC0-E6F7-46C1-992C-92341804D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81E43-B9F5-4A55-81F2-65AE8D8646F4}">
  <ds:schemaRefs>
    <ds:schemaRef ds:uri="http://schemas.microsoft.com/office/2006/metadata/properties"/>
    <ds:schemaRef ds:uri="2565869c-cbed-4bbf-bfee-b62dbefec6bf"/>
  </ds:schemaRefs>
</ds:datastoreItem>
</file>

<file path=customXml/itemProps4.xml><?xml version="1.0" encoding="utf-8"?>
<ds:datastoreItem xmlns:ds="http://schemas.openxmlformats.org/officeDocument/2006/customXml" ds:itemID="{B69E2D72-2786-4C2F-A3DE-670EB273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2</Pages>
  <Words>366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Hankeleping</vt:lpstr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Hankeleping</dc:title>
  <dc:subject/>
  <dc:creator>Gert Uiboaed</dc:creator>
  <cp:keywords/>
  <dc:description/>
  <cp:lastModifiedBy>Kaisa Kogermann</cp:lastModifiedBy>
  <cp:revision>4</cp:revision>
  <cp:lastPrinted>2014-06-02T05:40:00Z</cp:lastPrinted>
  <dcterms:created xsi:type="dcterms:W3CDTF">2024-09-12T11:35:00Z</dcterms:created>
  <dcterms:modified xsi:type="dcterms:W3CDTF">2024-09-12T11:42:00Z</dcterms:modified>
</cp:coreProperties>
</file>