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D7551" w14:textId="35D73AC0" w:rsidR="001E3AF7" w:rsidRPr="00D2563F" w:rsidRDefault="0025020B" w:rsidP="00E34169">
      <w:pPr>
        <w:spacing w:after="0"/>
        <w:rPr>
          <w:lang w:val="et-EE"/>
        </w:rPr>
      </w:pPr>
      <w:r w:rsidRPr="00D2563F">
        <w:rPr>
          <w:rFonts w:ascii="Times New Roman" w:hAnsi="Times New Roman"/>
          <w:noProof/>
          <w:sz w:val="24"/>
          <w:szCs w:val="24"/>
          <w:lang w:val="et-EE" w:eastAsia="et-EE"/>
        </w:rPr>
        <w:drawing>
          <wp:anchor distT="0" distB="0" distL="114300" distR="114300" simplePos="0" relativeHeight="251660287" behindDoc="0" locked="0" layoutInCell="1" allowOverlap="1" wp14:anchorId="004F0B11" wp14:editId="736845EB">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C116F35" w14:textId="77777777" w:rsidR="00E34169" w:rsidRPr="00FF4D2D" w:rsidRDefault="00E34169" w:rsidP="00E34169">
      <w:pPr>
        <w:pStyle w:val="Tekst"/>
        <w:rPr>
          <w:lang w:val="et-EE"/>
        </w:rPr>
      </w:pPr>
      <w:r w:rsidRPr="00FF4D2D">
        <w:rPr>
          <w:lang w:val="et-EE"/>
        </w:rPr>
        <w:t>Justiitsministeerium</w:t>
      </w:r>
    </w:p>
    <w:p w14:paraId="03E41DA6" w14:textId="77777777" w:rsidR="00E34169" w:rsidRPr="00FF4D2D" w:rsidRDefault="00E34169" w:rsidP="00E34169">
      <w:pPr>
        <w:pStyle w:val="Tekst"/>
        <w:rPr>
          <w:b/>
          <w:bCs/>
          <w:lang w:val="et-EE"/>
        </w:rPr>
      </w:pPr>
    </w:p>
    <w:p w14:paraId="6152112A" w14:textId="63645DC8" w:rsidR="00E34169" w:rsidRPr="00FF4D2D" w:rsidRDefault="003C514C" w:rsidP="00E34169">
      <w:pPr>
        <w:pStyle w:val="Tekst"/>
        <w:ind w:left="4320" w:firstLine="720"/>
        <w:jc w:val="right"/>
        <w:rPr>
          <w:lang w:val="et-EE"/>
        </w:rPr>
      </w:pPr>
      <w:r w:rsidRPr="00FF4D2D">
        <w:rPr>
          <w:lang w:val="et-EE"/>
        </w:rPr>
        <w:t>0</w:t>
      </w:r>
      <w:r w:rsidR="00FF4D2D" w:rsidRPr="00FF4D2D">
        <w:rPr>
          <w:lang w:val="et-EE"/>
        </w:rPr>
        <w:t>1</w:t>
      </w:r>
      <w:r w:rsidR="00E34169" w:rsidRPr="00FF4D2D">
        <w:rPr>
          <w:lang w:val="et-EE"/>
        </w:rPr>
        <w:t>.0</w:t>
      </w:r>
      <w:r w:rsidR="00FF4D2D" w:rsidRPr="00FF4D2D">
        <w:rPr>
          <w:lang w:val="et-EE"/>
        </w:rPr>
        <w:t>9</w:t>
      </w:r>
      <w:r w:rsidR="00E34169" w:rsidRPr="00FF4D2D">
        <w:rPr>
          <w:lang w:val="et-EE"/>
        </w:rPr>
        <w:t>.2025</w:t>
      </w:r>
    </w:p>
    <w:p w14:paraId="24696A60" w14:textId="77777777" w:rsidR="00E34169" w:rsidRPr="00FF4D2D" w:rsidRDefault="00E34169" w:rsidP="00E34169">
      <w:pPr>
        <w:pStyle w:val="Tekst"/>
        <w:ind w:left="4320" w:firstLine="720"/>
        <w:jc w:val="center"/>
        <w:rPr>
          <w:lang w:val="et-EE"/>
        </w:rPr>
      </w:pPr>
    </w:p>
    <w:p w14:paraId="7B22B0D9" w14:textId="77777777" w:rsidR="00E34169" w:rsidRPr="00FF4D2D" w:rsidRDefault="00E34169" w:rsidP="00E34169">
      <w:pPr>
        <w:pStyle w:val="Tekst"/>
        <w:rPr>
          <w:b/>
          <w:bCs/>
          <w:lang w:val="et-EE"/>
        </w:rPr>
      </w:pPr>
    </w:p>
    <w:p w14:paraId="578FDFDC" w14:textId="566AFC39" w:rsidR="00E34169" w:rsidRPr="00FF4D2D" w:rsidRDefault="00FF4D2D" w:rsidP="00E34169">
      <w:pPr>
        <w:pStyle w:val="Tekst"/>
        <w:rPr>
          <w:b/>
          <w:bCs/>
          <w:lang w:val="et-EE"/>
        </w:rPr>
      </w:pPr>
      <w:r w:rsidRPr="00FF4D2D">
        <w:rPr>
          <w:b/>
          <w:bCs/>
          <w:lang w:val="et-EE"/>
        </w:rPr>
        <w:t>Arvamus kriminaalmenetluse seadustiku, väärteomenetluse seadustiku ja elektroonilise side seaduse muutmise seaduse eelnõu kohta</w:t>
      </w:r>
    </w:p>
    <w:p w14:paraId="458BD79C" w14:textId="77777777" w:rsidR="00E34169" w:rsidRPr="00FF4D2D" w:rsidRDefault="00E34169" w:rsidP="00E34169">
      <w:pPr>
        <w:pStyle w:val="Tekst"/>
        <w:rPr>
          <w:lang w:val="et-EE"/>
        </w:rPr>
      </w:pPr>
    </w:p>
    <w:p w14:paraId="5F2424C6" w14:textId="24820352" w:rsidR="00FF4D2D" w:rsidRPr="00FF4D2D" w:rsidRDefault="00FF4D2D" w:rsidP="00FF4D2D">
      <w:pPr>
        <w:pStyle w:val="Default"/>
        <w:spacing w:after="120"/>
        <w:jc w:val="both"/>
        <w:rPr>
          <w:lang w:val="et-EE"/>
        </w:rPr>
      </w:pPr>
      <w:r>
        <w:rPr>
          <w:lang w:val="et-EE"/>
        </w:rPr>
        <w:t>E</w:t>
      </w:r>
      <w:r w:rsidRPr="00FF4D2D">
        <w:rPr>
          <w:lang w:val="et-EE"/>
        </w:rPr>
        <w:t>elnõu positiivne külg on see, et tunnistatakse, et elektroonilise side andmeliiklusandmete süüteomenetluses kasutamise võimalused vajavad paremat regulatsiooni. Kriminaalmenetluse seadustiku (</w:t>
      </w:r>
      <w:proofErr w:type="spellStart"/>
      <w:r w:rsidRPr="00FF4D2D">
        <w:rPr>
          <w:lang w:val="et-EE"/>
        </w:rPr>
        <w:t>KrMS</w:t>
      </w:r>
      <w:proofErr w:type="spellEnd"/>
      <w:r w:rsidRPr="00FF4D2D">
        <w:rPr>
          <w:lang w:val="et-EE"/>
        </w:rPr>
        <w:t>) § 90</w:t>
      </w:r>
      <w:r w:rsidRPr="00FF4D2D">
        <w:rPr>
          <w:vertAlign w:val="superscript"/>
          <w:lang w:val="et-EE"/>
        </w:rPr>
        <w:t xml:space="preserve">1 </w:t>
      </w:r>
      <w:r w:rsidRPr="00FF4D2D">
        <w:rPr>
          <w:lang w:val="et-EE"/>
        </w:rPr>
        <w:t>lg 2 ei sisalda enam viidet andmetele, mille üldine kogumise ja säilitamise kohustus rikub oluliselt põhiõiguseid. Samuti on asjakohaselt täiendatud elektroonilise side seadust Euroopa Parlamendi ja nõukogu määrusega (EL) 2023/1543, mis defineerib andmeliiklusandmete mõiste. Kuid eelnõuga välja pakutud lahendus on poolik, mis ei kõrvalda valdavat osa probleemidest.</w:t>
      </w:r>
    </w:p>
    <w:p w14:paraId="08A3A815"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Eelnõul mitmeid olulisi puudusi:</w:t>
      </w:r>
    </w:p>
    <w:p w14:paraId="0973F38A"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1. Eelnõu ei kaota ära sideettevõtete kohustust säilitada elektroonilise side andmeliiklusandmeid ühe aasta jooksul sõltumata sellest, kas selleks on vajadus lähtuvalt sideettevõtte ärihuvidest. ESS § 111</w:t>
      </w:r>
      <w:r w:rsidRPr="00FF4D2D">
        <w:rPr>
          <w:rFonts w:ascii="Times New Roman" w:hAnsi="Times New Roman"/>
          <w:sz w:val="24"/>
          <w:szCs w:val="24"/>
          <w:vertAlign w:val="superscript"/>
          <w:lang w:val="et-EE"/>
        </w:rPr>
        <w:t xml:space="preserve">1 </w:t>
      </w:r>
      <w:r w:rsidRPr="00FF4D2D">
        <w:rPr>
          <w:rFonts w:ascii="Times New Roman" w:hAnsi="Times New Roman"/>
          <w:sz w:val="24"/>
          <w:szCs w:val="24"/>
          <w:lang w:val="et-EE"/>
        </w:rPr>
        <w:t>lõige 4  kohustab sideettevõtjat säilitama ESS lõigetes 2 ja 3 nimetatud andmeid üheks aasta, alates side toimumise ajast, kui need sideteenuse osutamise käigus on loodud või neid on töödeldud. Euroopa Kohus on selgitanud, et  sideandmete üldine säilitamine on demokraatlikus ühiskonnas erandiks,</w:t>
      </w:r>
      <w:r w:rsidRPr="00FF4D2D">
        <w:rPr>
          <w:rStyle w:val="FootnoteReference"/>
          <w:rFonts w:ascii="Times New Roman" w:hAnsi="Times New Roman"/>
          <w:sz w:val="24"/>
          <w:szCs w:val="24"/>
          <w:lang w:val="et-EE"/>
        </w:rPr>
        <w:footnoteReference w:id="1"/>
      </w:r>
      <w:r w:rsidRPr="00FF4D2D">
        <w:rPr>
          <w:rFonts w:ascii="Times New Roman" w:hAnsi="Times New Roman"/>
          <w:sz w:val="24"/>
          <w:szCs w:val="24"/>
          <w:lang w:val="et-EE"/>
        </w:rPr>
        <w:t xml:space="preserve"> seega on endiselt üleval küsimus ESS-i § 111</w:t>
      </w:r>
      <w:r w:rsidRPr="00FF4D2D">
        <w:rPr>
          <w:rFonts w:ascii="Times New Roman" w:hAnsi="Times New Roman"/>
          <w:sz w:val="24"/>
          <w:szCs w:val="24"/>
          <w:vertAlign w:val="superscript"/>
          <w:lang w:val="et-EE"/>
        </w:rPr>
        <w:t>1</w:t>
      </w:r>
      <w:r w:rsidRPr="00FF4D2D">
        <w:rPr>
          <w:rFonts w:ascii="Times New Roman" w:hAnsi="Times New Roman"/>
          <w:sz w:val="24"/>
          <w:szCs w:val="24"/>
          <w:lang w:val="et-EE"/>
        </w:rPr>
        <w:t xml:space="preserve"> õiguspärasuses, kui jääb kehtima andmete üldine ja vahet tegemata säilitamine kõikide sideteenuseid kasutavate inimeste kohta.</w:t>
      </w:r>
    </w:p>
    <w:p w14:paraId="4052BAAB"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 xml:space="preserve">Eelnõu seletuskirja kohaselt muudetakse seadusi nii, et „neid sideteenuse andmeid, mida sideettevõtjad niikuinii oma tarbeks säilitavad, saab ka politsei süütegude tõendamisel kohtu loal kasutada.“ </w:t>
      </w:r>
      <w:proofErr w:type="spellStart"/>
      <w:r w:rsidRPr="00FF4D2D">
        <w:rPr>
          <w:rFonts w:ascii="Times New Roman" w:hAnsi="Times New Roman"/>
          <w:sz w:val="24"/>
          <w:szCs w:val="24"/>
          <w:lang w:val="et-EE"/>
        </w:rPr>
        <w:t>KrMS</w:t>
      </w:r>
      <w:proofErr w:type="spellEnd"/>
      <w:r w:rsidRPr="00FF4D2D">
        <w:rPr>
          <w:rFonts w:ascii="Times New Roman" w:hAnsi="Times New Roman"/>
          <w:sz w:val="24"/>
          <w:szCs w:val="24"/>
          <w:lang w:val="et-EE"/>
        </w:rPr>
        <w:t xml:space="preserve"> § 90</w:t>
      </w:r>
      <w:r w:rsidRPr="00FF4D2D">
        <w:rPr>
          <w:rFonts w:ascii="Times New Roman" w:hAnsi="Times New Roman"/>
          <w:sz w:val="24"/>
          <w:szCs w:val="24"/>
          <w:vertAlign w:val="superscript"/>
          <w:lang w:val="et-EE"/>
        </w:rPr>
        <w:t xml:space="preserve">1 </w:t>
      </w:r>
      <w:r w:rsidRPr="00FF4D2D">
        <w:rPr>
          <w:rFonts w:ascii="Times New Roman" w:hAnsi="Times New Roman"/>
          <w:sz w:val="24"/>
          <w:szCs w:val="24"/>
          <w:lang w:val="et-EE"/>
        </w:rPr>
        <w:t>lg 2 sõnastuses ei ole aga märgitud andmete kogumine oleks mingil moel võrreldes varasemaga piiritletud. Veelgi enam, laiendatakse nende võimalike andmete hulka, mida saaks sideettevõtjalt välja küsida, sest lisatav ESS § 2 lg 2</w:t>
      </w:r>
      <w:r w:rsidRPr="00FF4D2D">
        <w:rPr>
          <w:rFonts w:ascii="Times New Roman" w:hAnsi="Times New Roman"/>
          <w:sz w:val="24"/>
          <w:szCs w:val="24"/>
          <w:vertAlign w:val="superscript"/>
          <w:lang w:val="et-EE"/>
        </w:rPr>
        <w:t>1</w:t>
      </w:r>
      <w:r w:rsidRPr="00FF4D2D">
        <w:rPr>
          <w:rFonts w:ascii="Times New Roman" w:hAnsi="Times New Roman"/>
          <w:sz w:val="24"/>
          <w:szCs w:val="24"/>
          <w:lang w:val="et-EE"/>
        </w:rPr>
        <w:t xml:space="preserve"> järgi on sideettevõtja kohustatud avaldama ilma kliendi nõusolekuta kõiki sideteenuse osutamise käigus temale teatavaks saanud ja säilitatud andmeid. Sideteenuse osutamise käigus kogutakse ka endiselt ESS § 111</w:t>
      </w:r>
      <w:r w:rsidRPr="00FF4D2D">
        <w:rPr>
          <w:rFonts w:ascii="Times New Roman" w:hAnsi="Times New Roman"/>
          <w:sz w:val="24"/>
          <w:szCs w:val="24"/>
          <w:vertAlign w:val="superscript"/>
          <w:lang w:val="et-EE"/>
        </w:rPr>
        <w:t xml:space="preserve">1 </w:t>
      </w:r>
      <w:r w:rsidRPr="00FF4D2D">
        <w:rPr>
          <w:rFonts w:ascii="Times New Roman" w:hAnsi="Times New Roman"/>
          <w:sz w:val="24"/>
          <w:szCs w:val="24"/>
          <w:lang w:val="et-EE"/>
        </w:rPr>
        <w:t>lõigetes 2 ja 3 nimetatud andmeid, mistõttu ei ole võimalik vahet teha, millisel eesmärgil kogutud andmeid võib menetleja välja küsida.  Seega on tulemus eelnõu jõustumise järel sama, kui seda võrrelda kehtivaga.</w:t>
      </w:r>
    </w:p>
    <w:p w14:paraId="40CFFB2D"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 xml:space="preserve">2. Kuigi seletuskiri väidab, et </w:t>
      </w:r>
      <w:proofErr w:type="spellStart"/>
      <w:r w:rsidRPr="00FF4D2D">
        <w:rPr>
          <w:rFonts w:ascii="Times New Roman" w:hAnsi="Times New Roman"/>
          <w:sz w:val="24"/>
          <w:szCs w:val="24"/>
          <w:lang w:val="et-EE"/>
        </w:rPr>
        <w:t>KrMS</w:t>
      </w:r>
      <w:proofErr w:type="spellEnd"/>
      <w:r w:rsidRPr="00FF4D2D">
        <w:rPr>
          <w:rFonts w:ascii="Times New Roman" w:hAnsi="Times New Roman"/>
          <w:sz w:val="24"/>
          <w:szCs w:val="24"/>
          <w:lang w:val="et-EE"/>
        </w:rPr>
        <w:t xml:space="preserve"> ja VTMS hakkavad lubama kasutada ainult sideettevõtete poolt ärilistel eesmärkidel säilitatavaid andmeliiklusandmeid, siis eelnõu tekst ei piira selgesõnaliselt, millisel alusel säilitatud andmeliiklusandmeid süüteomenetluses saab sideettevõttelt välja nõuda. Eelnõu ei too selgust juurde, sest puudub asjakohane mõiste, mida võiks seletuskirja pidada ärilisel eesmärgil kogutud ja säilitatud andmeteks. Sideettevõtja on märkinud, et ärilisel eesmärgil ei ole vajadust säilitada andmeid, samuti ei ole vajadust suure hulga isikustatud andmete hoidmise järele.</w:t>
      </w:r>
      <w:r w:rsidRPr="00FF4D2D">
        <w:rPr>
          <w:rStyle w:val="FootnoteReference"/>
          <w:rFonts w:ascii="Times New Roman" w:hAnsi="Times New Roman"/>
          <w:sz w:val="24"/>
          <w:szCs w:val="24"/>
          <w:lang w:val="et-EE"/>
        </w:rPr>
        <w:footnoteReference w:id="2"/>
      </w:r>
      <w:r w:rsidRPr="00FF4D2D">
        <w:rPr>
          <w:rFonts w:ascii="Times New Roman" w:hAnsi="Times New Roman"/>
          <w:sz w:val="24"/>
          <w:szCs w:val="24"/>
          <w:lang w:val="et-EE"/>
        </w:rPr>
        <w:t xml:space="preserve"> Eelnõuga jätkamiseks tuleks enne teha põhjalikke uuringuid, </w:t>
      </w:r>
      <w:r w:rsidRPr="00FF4D2D">
        <w:rPr>
          <w:rFonts w:ascii="Times New Roman" w:hAnsi="Times New Roman"/>
          <w:sz w:val="24"/>
          <w:szCs w:val="24"/>
          <w:lang w:val="et-EE"/>
        </w:rPr>
        <w:lastRenderedPageBreak/>
        <w:t xml:space="preserve">et veenduda, milliseid andmeid sideettevõtjad oma majandustegevuses vajavad. Seejärel saaks teha sisulisi ettepanekuid seaduste täiendamiseks, mis defineeriks selgelt äriliselt kogutud andmete sisu.  </w:t>
      </w:r>
    </w:p>
    <w:p w14:paraId="05E3CB03"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3. Euroopa Kohus on asunud seisukohale, et andmeliiklusandmeid võib süüteomenetluses sideettevõttelt välja nõuda ainult raskete kuritegude vastu võitlemiseks. Eelnõu jätab alles võimaluse kasutada andmeliiklusandmeid kõigi (s.t. ka kergete) kuritegude menetlemisel ning isegi väärteomenetluses. Väärteomenetluses peaks sideandmete kasutamist selgemalt piiritlema, nt juhtudega, kui sidevahendiga on väärtegu toime pandud või kui sidevahend on teoobjektiks. Liiga lai võimalus väärteomenetluses päringute tegemiseks on selgelt ebaproportsionaalne isikute tõhusat põhiõiguste kaitset silmas pidades.</w:t>
      </w:r>
    </w:p>
    <w:p w14:paraId="0EEFE784"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 xml:space="preserve">4.  Praeguse regulatsiooni probleemiks on sideandmete üldine andmete säilitamise kohustus, kuid seejuures ei ole takistusi andmete säilitamiseks, kui seda tingib kriminaalmenetluse huvi. Kui on teada, et isikute suhtes on vaja teha korduvaid päringuid, siis võiks </w:t>
      </w:r>
      <w:proofErr w:type="spellStart"/>
      <w:r w:rsidRPr="00FF4D2D">
        <w:rPr>
          <w:rFonts w:ascii="Times New Roman" w:hAnsi="Times New Roman"/>
          <w:sz w:val="24"/>
          <w:szCs w:val="24"/>
          <w:lang w:val="et-EE"/>
        </w:rPr>
        <w:t>KrMS</w:t>
      </w:r>
      <w:proofErr w:type="spellEnd"/>
      <w:r w:rsidRPr="00FF4D2D">
        <w:rPr>
          <w:rFonts w:ascii="Times New Roman" w:hAnsi="Times New Roman"/>
          <w:sz w:val="24"/>
          <w:szCs w:val="24"/>
          <w:lang w:val="et-EE"/>
        </w:rPr>
        <w:t xml:space="preserve"> näha ette võimaluse säilitada kohtu loal etteulatuvalt teatud perioodi sideandmeid. Nimetatu on kooskõlas Euroopa Parlamendi ja nõukogu määrusega (EL) 2023/1543, mille alusel võivad liikmesriigid teha koostööd kriminaalasjades sideandmete säilitamiseks ja edastamiseks. Sideteenuse osutaja salvestab selliselt kõiki loas nähtuvaid andmeid, mistõttu ei teki ka küsimust sellest, kas need on ärilisel või muul eesmärgil säilitatud. </w:t>
      </w:r>
    </w:p>
    <w:p w14:paraId="249179FD" w14:textId="77777777" w:rsidR="00FF4D2D" w:rsidRPr="00FF4D2D" w:rsidRDefault="00FF4D2D" w:rsidP="00FF4D2D">
      <w:pPr>
        <w:spacing w:after="120"/>
        <w:jc w:val="both"/>
        <w:rPr>
          <w:rFonts w:ascii="Times New Roman" w:hAnsi="Times New Roman"/>
          <w:sz w:val="24"/>
          <w:szCs w:val="24"/>
          <w:lang w:val="et-EE"/>
        </w:rPr>
      </w:pPr>
      <w:r w:rsidRPr="00FF4D2D">
        <w:rPr>
          <w:rFonts w:ascii="Times New Roman" w:hAnsi="Times New Roman"/>
          <w:sz w:val="24"/>
          <w:szCs w:val="24"/>
          <w:lang w:val="et-EE"/>
        </w:rPr>
        <w:t xml:space="preserve">5.  Võttes arvesse, et sideandmete päringuga riivatakse oluliselt isikute põhiõiguseid, siis on ilmne vajadus kohaste õiguskaitsevahendite kehtestamiseks. Praegu ei ole ette nähtud võimalust kohtu loa vaidlustamiseks määruskaebe korras, õiguste rikkumisele saab tähelepanu pöörata alles kohtumenetluses. Menetlusvälised isikud ei saa teada, et nende kohta on sideandmete päringuid tehtud, mistõttu ei saa nad ka võimalikele eksimustele tähelepanu pöörata (nt võidakse teha päring sideandmete saamiseks, kui on alust arvata, et kahtlustatav kasutab tuttava telefoni). Need on isikud, kes on olnud puutumuses kuriteoga või menetlusega, kuid ei osale ise kriminaalmenetluses, mistõttu ei saa nad menetlusvälise isikuna kriminaalasja toimikuga tutvuda. Seega tuleks kehtestada kord, mis kohustab kohtueelset menetlejat teatama sideandmete päringute tegemisest isikutele, kes ei ole kriminaalasjas kahtlustatavaks ega ka muu subjekt ning võimaldama neil kaevata kohtu loa peale. </w:t>
      </w:r>
    </w:p>
    <w:p w14:paraId="5CE570CD" w14:textId="77777777" w:rsidR="003C514C" w:rsidRDefault="003C514C" w:rsidP="00E34169">
      <w:pPr>
        <w:pStyle w:val="Tekst"/>
        <w:rPr>
          <w:lang w:val="et-EE"/>
        </w:rPr>
      </w:pPr>
    </w:p>
    <w:p w14:paraId="0F24D8EA" w14:textId="77777777" w:rsidR="00E34169" w:rsidRPr="00D2563F" w:rsidRDefault="00E34169" w:rsidP="00E34169">
      <w:pPr>
        <w:pStyle w:val="Tekst"/>
        <w:rPr>
          <w:lang w:val="et-EE"/>
        </w:rPr>
      </w:pPr>
      <w:r w:rsidRPr="00D2563F">
        <w:rPr>
          <w:lang w:val="et-EE"/>
        </w:rPr>
        <w:t>Lugupidami</w:t>
      </w:r>
      <w:r>
        <w:rPr>
          <w:lang w:val="et-EE"/>
        </w:rPr>
        <w:t>s</w:t>
      </w:r>
      <w:r w:rsidRPr="00D2563F">
        <w:rPr>
          <w:lang w:val="et-EE"/>
        </w:rPr>
        <w:t>ega</w:t>
      </w:r>
    </w:p>
    <w:p w14:paraId="13A252F7" w14:textId="77777777" w:rsidR="00E34169" w:rsidRPr="00D2563F" w:rsidRDefault="00E34169" w:rsidP="00E34169">
      <w:pPr>
        <w:pStyle w:val="Tekst"/>
        <w:rPr>
          <w:lang w:val="et-EE"/>
        </w:rPr>
      </w:pPr>
    </w:p>
    <w:p w14:paraId="55558BEC" w14:textId="77777777" w:rsidR="00E34169" w:rsidRPr="00D2563F" w:rsidRDefault="00E34169" w:rsidP="00E34169">
      <w:pPr>
        <w:pStyle w:val="Tekst"/>
        <w:rPr>
          <w:lang w:val="et-EE"/>
        </w:rPr>
      </w:pPr>
      <w:r w:rsidRPr="00D2563F">
        <w:rPr>
          <w:lang w:val="et-EE"/>
        </w:rPr>
        <w:t>Anneli Soo</w:t>
      </w:r>
    </w:p>
    <w:p w14:paraId="4DE5AD6E" w14:textId="693634B1" w:rsidR="00E34169" w:rsidRDefault="0065499F" w:rsidP="00E34169">
      <w:pPr>
        <w:pStyle w:val="Tekst"/>
        <w:rPr>
          <w:lang w:val="et-EE"/>
        </w:rPr>
      </w:pPr>
      <w:r>
        <w:rPr>
          <w:lang w:val="et-EE"/>
        </w:rPr>
        <w:t>Karistusõiguse k</w:t>
      </w:r>
      <w:r w:rsidR="00E34169">
        <w:rPr>
          <w:lang w:val="et-EE"/>
        </w:rPr>
        <w:t>aasprofessor</w:t>
      </w:r>
    </w:p>
    <w:p w14:paraId="7F3B46D9" w14:textId="77777777" w:rsidR="00E34169" w:rsidRDefault="00E34169" w:rsidP="00E34169">
      <w:pPr>
        <w:pStyle w:val="Tekst"/>
        <w:rPr>
          <w:lang w:val="et-EE"/>
        </w:rPr>
      </w:pPr>
      <w:r>
        <w:rPr>
          <w:lang w:val="et-EE"/>
        </w:rPr>
        <w:t>Karistusõiguse osakonna juhataja</w:t>
      </w:r>
    </w:p>
    <w:p w14:paraId="3F50600E" w14:textId="77777777" w:rsidR="0065499F" w:rsidRDefault="0065499F" w:rsidP="00E34169">
      <w:pPr>
        <w:pStyle w:val="Tekst"/>
        <w:rPr>
          <w:lang w:val="et-EE"/>
        </w:rPr>
      </w:pPr>
    </w:p>
    <w:p w14:paraId="16B030DB" w14:textId="413071A5" w:rsidR="007742B4" w:rsidRPr="00D2563F" w:rsidRDefault="007742B4" w:rsidP="00E34169">
      <w:pPr>
        <w:pStyle w:val="Tekst"/>
        <w:rPr>
          <w:lang w:val="et-EE"/>
        </w:rPr>
      </w:pPr>
    </w:p>
    <w:sectPr w:rsidR="007742B4" w:rsidRPr="00D2563F" w:rsidSect="00E90A5A">
      <w:headerReference w:type="default" r:id="rId12"/>
      <w:footerReference w:type="default" r:id="rId13"/>
      <w:headerReference w:type="first" r:id="rId14"/>
      <w:footerReference w:type="first" r:id="rId15"/>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5D1F8" w14:textId="77777777" w:rsidR="004A494C" w:rsidRDefault="004A494C">
      <w:pPr>
        <w:spacing w:after="0"/>
      </w:pPr>
      <w:r>
        <w:separator/>
      </w:r>
    </w:p>
  </w:endnote>
  <w:endnote w:type="continuationSeparator" w:id="0">
    <w:p w14:paraId="76D93F3E" w14:textId="77777777" w:rsidR="004A494C" w:rsidRDefault="004A49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4D48" w14:textId="77777777" w:rsidR="00CB355B" w:rsidRDefault="00CB355B">
    <w:pPr>
      <w:pStyle w:val="Footer"/>
      <w:jc w:val="center"/>
    </w:pPr>
    <w:r>
      <w:rPr>
        <w:bCs/>
      </w:rPr>
      <w:fldChar w:fldCharType="begin"/>
    </w:r>
    <w:r>
      <w:rPr>
        <w:bCs/>
      </w:rPr>
      <w:instrText xml:space="preserve"> PAGE </w:instrText>
    </w:r>
    <w:r>
      <w:rPr>
        <w:bCs/>
      </w:rPr>
      <w:fldChar w:fldCharType="separate"/>
    </w:r>
    <w:r w:rsidR="00E90A5A">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E90A5A">
      <w:rPr>
        <w:bCs/>
        <w:noProof/>
      </w:rPr>
      <w:t>2</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1C79" w14:textId="77777777" w:rsidR="00CB355B" w:rsidRPr="00C427F1" w:rsidRDefault="00042FE7" w:rsidP="00042FE7">
    <w:pPr>
      <w:pStyle w:val="Footer"/>
      <w:rPr>
        <w:rFonts w:ascii="Times New Roman" w:hAnsi="Times New Roman"/>
        <w:lang w:val="et-EE"/>
      </w:rPr>
    </w:pPr>
    <w:r w:rsidRPr="00C427F1">
      <w:rPr>
        <w:rFonts w:ascii="Times New Roman" w:hAnsi="Times New Roman"/>
        <w:lang w:val="et-EE"/>
      </w:rPr>
      <w:t xml:space="preserve">Ülikooli 18, 50090 Tartu | 737 5100 | </w:t>
    </w:r>
    <w:hyperlink r:id="rId1" w:history="1">
      <w:r w:rsidRPr="00C427F1">
        <w:rPr>
          <w:rStyle w:val="Hyperlink"/>
          <w:rFonts w:ascii="Times New Roman" w:hAnsi="Times New Roman"/>
          <w:lang w:val="et-EE"/>
        </w:rPr>
        <w:t>info@ut.ee</w:t>
      </w:r>
    </w:hyperlink>
    <w:r w:rsidRPr="00C427F1">
      <w:rPr>
        <w:rFonts w:ascii="Times New Roman" w:hAnsi="Times New Roman"/>
        <w:lang w:val="et-EE"/>
      </w:rPr>
      <w:t xml:space="preserve"> | </w:t>
    </w:r>
    <w:hyperlink r:id="rId2" w:history="1">
      <w:r w:rsidRPr="00C427F1">
        <w:rPr>
          <w:rStyle w:val="Hyperlink"/>
          <w:rFonts w:ascii="Times New Roman" w:hAnsi="Times New Roman"/>
          <w:lang w:val="et-EE"/>
        </w:rPr>
        <w:t>www.ut.ee</w:t>
      </w:r>
    </w:hyperlink>
    <w:r w:rsidRPr="00C427F1">
      <w:rPr>
        <w:rFonts w:ascii="Times New Roman" w:hAnsi="Times New Roman"/>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6A2E" w14:textId="77777777" w:rsidR="004A494C" w:rsidRDefault="004A494C">
      <w:pPr>
        <w:spacing w:after="0"/>
      </w:pPr>
      <w:r>
        <w:rPr>
          <w:color w:val="000000"/>
        </w:rPr>
        <w:separator/>
      </w:r>
    </w:p>
  </w:footnote>
  <w:footnote w:type="continuationSeparator" w:id="0">
    <w:p w14:paraId="4D353D21" w14:textId="77777777" w:rsidR="004A494C" w:rsidRDefault="004A494C">
      <w:pPr>
        <w:spacing w:after="0"/>
      </w:pPr>
      <w:r>
        <w:continuationSeparator/>
      </w:r>
    </w:p>
  </w:footnote>
  <w:footnote w:id="1">
    <w:p w14:paraId="7C0199E0" w14:textId="77777777" w:rsidR="00FF4D2D" w:rsidRPr="00FF4D2D" w:rsidRDefault="00FF4D2D" w:rsidP="00FF4D2D">
      <w:pPr>
        <w:pStyle w:val="FootnoteText"/>
        <w:jc w:val="both"/>
        <w:rPr>
          <w:rFonts w:ascii="Times New Roman" w:hAnsi="Times New Roman"/>
        </w:rPr>
      </w:pPr>
      <w:r w:rsidRPr="00FF4D2D">
        <w:rPr>
          <w:rStyle w:val="FootnoteReference"/>
          <w:rFonts w:ascii="Times New Roman" w:hAnsi="Times New Roman"/>
        </w:rPr>
        <w:footnoteRef/>
      </w:r>
      <w:r w:rsidRPr="00FF4D2D">
        <w:rPr>
          <w:rFonts w:ascii="Times New Roman" w:hAnsi="Times New Roman"/>
        </w:rPr>
        <w:t xml:space="preserve"> </w:t>
      </w:r>
      <w:proofErr w:type="spellStart"/>
      <w:r w:rsidRPr="00FF4D2D">
        <w:rPr>
          <w:rFonts w:ascii="Times New Roman" w:hAnsi="Times New Roman"/>
        </w:rPr>
        <w:t>EKo</w:t>
      </w:r>
      <w:proofErr w:type="spellEnd"/>
      <w:r w:rsidRPr="00FF4D2D">
        <w:rPr>
          <w:rFonts w:ascii="Times New Roman" w:hAnsi="Times New Roman"/>
        </w:rPr>
        <w:t xml:space="preserve"> 21.12.2016 </w:t>
      </w:r>
      <w:proofErr w:type="spellStart"/>
      <w:r w:rsidRPr="00FF4D2D">
        <w:rPr>
          <w:rFonts w:ascii="Times New Roman" w:hAnsi="Times New Roman"/>
        </w:rPr>
        <w:t>liidetud</w:t>
      </w:r>
      <w:proofErr w:type="spellEnd"/>
      <w:r w:rsidRPr="00FF4D2D">
        <w:rPr>
          <w:rFonts w:ascii="Times New Roman" w:hAnsi="Times New Roman"/>
        </w:rPr>
        <w:t xml:space="preserve"> </w:t>
      </w:r>
      <w:proofErr w:type="spellStart"/>
      <w:r w:rsidRPr="00FF4D2D">
        <w:rPr>
          <w:rFonts w:ascii="Times New Roman" w:hAnsi="Times New Roman"/>
        </w:rPr>
        <w:t>kohtuasjade</w:t>
      </w:r>
      <w:proofErr w:type="spellEnd"/>
      <w:r w:rsidRPr="00FF4D2D">
        <w:rPr>
          <w:rFonts w:ascii="Times New Roman" w:hAnsi="Times New Roman"/>
        </w:rPr>
        <w:t xml:space="preserve"> </w:t>
      </w:r>
      <w:proofErr w:type="spellStart"/>
      <w:r w:rsidRPr="00FF4D2D">
        <w:rPr>
          <w:rFonts w:ascii="Times New Roman" w:hAnsi="Times New Roman"/>
        </w:rPr>
        <w:t>otsus</w:t>
      </w:r>
      <w:proofErr w:type="spellEnd"/>
      <w:r w:rsidRPr="00FF4D2D">
        <w:rPr>
          <w:rFonts w:ascii="Times New Roman" w:hAnsi="Times New Roman"/>
        </w:rPr>
        <w:t xml:space="preserve"> nr C-203/15 ja C-698/15: Tele2 Sverige AB, p 104, </w:t>
      </w:r>
      <w:proofErr w:type="spellStart"/>
      <w:r w:rsidRPr="00FF4D2D">
        <w:rPr>
          <w:rFonts w:ascii="Times New Roman" w:hAnsi="Times New Roman"/>
        </w:rPr>
        <w:t>EKo</w:t>
      </w:r>
      <w:proofErr w:type="spellEnd"/>
      <w:r w:rsidRPr="00FF4D2D">
        <w:rPr>
          <w:rFonts w:ascii="Times New Roman" w:hAnsi="Times New Roman"/>
        </w:rPr>
        <w:t xml:space="preserve"> 06.10.2020 </w:t>
      </w:r>
      <w:proofErr w:type="spellStart"/>
      <w:r w:rsidRPr="00FF4D2D">
        <w:rPr>
          <w:rFonts w:ascii="Times New Roman" w:hAnsi="Times New Roman"/>
        </w:rPr>
        <w:t>liidetud</w:t>
      </w:r>
      <w:proofErr w:type="spellEnd"/>
      <w:r w:rsidRPr="00FF4D2D">
        <w:rPr>
          <w:rFonts w:ascii="Times New Roman" w:hAnsi="Times New Roman"/>
        </w:rPr>
        <w:t xml:space="preserve"> </w:t>
      </w:r>
      <w:proofErr w:type="spellStart"/>
      <w:r w:rsidRPr="00FF4D2D">
        <w:rPr>
          <w:rFonts w:ascii="Times New Roman" w:hAnsi="Times New Roman"/>
        </w:rPr>
        <w:t>kohtuasjade</w:t>
      </w:r>
      <w:proofErr w:type="spellEnd"/>
      <w:r w:rsidRPr="00FF4D2D">
        <w:rPr>
          <w:rFonts w:ascii="Times New Roman" w:hAnsi="Times New Roman"/>
        </w:rPr>
        <w:t xml:space="preserve"> </w:t>
      </w:r>
      <w:proofErr w:type="spellStart"/>
      <w:r w:rsidRPr="00FF4D2D">
        <w:rPr>
          <w:rFonts w:ascii="Times New Roman" w:hAnsi="Times New Roman"/>
        </w:rPr>
        <w:t>otsus</w:t>
      </w:r>
      <w:proofErr w:type="spellEnd"/>
      <w:r w:rsidRPr="00FF4D2D">
        <w:rPr>
          <w:rFonts w:ascii="Times New Roman" w:hAnsi="Times New Roman"/>
        </w:rPr>
        <w:t xml:space="preserve"> nr C-511/18, C-512/18 ja C-520/18: La Quadrature du Net, p 142. Ka </w:t>
      </w:r>
      <w:proofErr w:type="spellStart"/>
      <w:r w:rsidRPr="00FF4D2D">
        <w:rPr>
          <w:rFonts w:ascii="Times New Roman" w:hAnsi="Times New Roman"/>
        </w:rPr>
        <w:t>justiits</w:t>
      </w:r>
      <w:proofErr w:type="spellEnd"/>
      <w:r w:rsidRPr="00FF4D2D">
        <w:rPr>
          <w:rFonts w:ascii="Times New Roman" w:hAnsi="Times New Roman"/>
        </w:rPr>
        <w:t xml:space="preserve">- ja </w:t>
      </w:r>
      <w:proofErr w:type="spellStart"/>
      <w:r w:rsidRPr="00FF4D2D">
        <w:rPr>
          <w:rFonts w:ascii="Times New Roman" w:hAnsi="Times New Roman"/>
        </w:rPr>
        <w:t>digiministeeriumi</w:t>
      </w:r>
      <w:proofErr w:type="spellEnd"/>
      <w:r w:rsidRPr="00FF4D2D">
        <w:rPr>
          <w:rFonts w:ascii="Times New Roman" w:hAnsi="Times New Roman"/>
        </w:rPr>
        <w:t xml:space="preserve"> </w:t>
      </w:r>
      <w:proofErr w:type="spellStart"/>
      <w:r w:rsidRPr="00FF4D2D">
        <w:rPr>
          <w:rFonts w:ascii="Times New Roman" w:hAnsi="Times New Roman"/>
        </w:rPr>
        <w:t>karistusõiguse</w:t>
      </w:r>
      <w:proofErr w:type="spellEnd"/>
      <w:r w:rsidRPr="00FF4D2D">
        <w:rPr>
          <w:rFonts w:ascii="Times New Roman" w:hAnsi="Times New Roman"/>
        </w:rPr>
        <w:t xml:space="preserve"> ja </w:t>
      </w:r>
      <w:proofErr w:type="spellStart"/>
      <w:r w:rsidRPr="00FF4D2D">
        <w:rPr>
          <w:rFonts w:ascii="Times New Roman" w:hAnsi="Times New Roman"/>
        </w:rPr>
        <w:t>menetluse</w:t>
      </w:r>
      <w:proofErr w:type="spellEnd"/>
      <w:r w:rsidRPr="00FF4D2D">
        <w:rPr>
          <w:rFonts w:ascii="Times New Roman" w:hAnsi="Times New Roman"/>
        </w:rPr>
        <w:t xml:space="preserve"> </w:t>
      </w:r>
      <w:proofErr w:type="spellStart"/>
      <w:r w:rsidRPr="00FF4D2D">
        <w:rPr>
          <w:rFonts w:ascii="Times New Roman" w:hAnsi="Times New Roman"/>
        </w:rPr>
        <w:t>talituse</w:t>
      </w:r>
      <w:proofErr w:type="spellEnd"/>
      <w:r w:rsidRPr="00FF4D2D">
        <w:rPr>
          <w:rFonts w:ascii="Times New Roman" w:hAnsi="Times New Roman"/>
        </w:rPr>
        <w:t xml:space="preserve"> </w:t>
      </w:r>
      <w:proofErr w:type="spellStart"/>
      <w:r w:rsidRPr="00FF4D2D">
        <w:rPr>
          <w:rFonts w:ascii="Times New Roman" w:hAnsi="Times New Roman"/>
        </w:rPr>
        <w:t>juhataja</w:t>
      </w:r>
      <w:proofErr w:type="spellEnd"/>
      <w:r w:rsidRPr="00FF4D2D">
        <w:rPr>
          <w:rFonts w:ascii="Times New Roman" w:hAnsi="Times New Roman"/>
        </w:rPr>
        <w:t xml:space="preserve"> Andreas Kangur on </w:t>
      </w:r>
      <w:proofErr w:type="spellStart"/>
      <w:r w:rsidRPr="00FF4D2D">
        <w:rPr>
          <w:rFonts w:ascii="Times New Roman" w:hAnsi="Times New Roman"/>
        </w:rPr>
        <w:t>avaldanud</w:t>
      </w:r>
      <w:proofErr w:type="spellEnd"/>
      <w:r w:rsidRPr="00FF4D2D">
        <w:rPr>
          <w:rFonts w:ascii="Times New Roman" w:hAnsi="Times New Roman"/>
        </w:rPr>
        <w:t xml:space="preserve"> </w:t>
      </w:r>
      <w:proofErr w:type="spellStart"/>
      <w:r w:rsidRPr="00FF4D2D">
        <w:rPr>
          <w:rFonts w:ascii="Times New Roman" w:hAnsi="Times New Roman"/>
        </w:rPr>
        <w:t>seisukohta</w:t>
      </w:r>
      <w:proofErr w:type="spellEnd"/>
      <w:r w:rsidRPr="00FF4D2D">
        <w:rPr>
          <w:rFonts w:ascii="Times New Roman" w:hAnsi="Times New Roman"/>
        </w:rPr>
        <w:t xml:space="preserve">, et </w:t>
      </w:r>
      <w:proofErr w:type="spellStart"/>
      <w:r w:rsidRPr="00FF4D2D">
        <w:rPr>
          <w:rFonts w:ascii="Times New Roman" w:hAnsi="Times New Roman"/>
        </w:rPr>
        <w:t>eelnõu</w:t>
      </w:r>
      <w:proofErr w:type="spellEnd"/>
      <w:r w:rsidRPr="00FF4D2D">
        <w:rPr>
          <w:rFonts w:ascii="Times New Roman" w:hAnsi="Times New Roman"/>
        </w:rPr>
        <w:t xml:space="preserve"> </w:t>
      </w:r>
      <w:proofErr w:type="spellStart"/>
      <w:r w:rsidRPr="00FF4D2D">
        <w:rPr>
          <w:rFonts w:ascii="Times New Roman" w:hAnsi="Times New Roman"/>
        </w:rPr>
        <w:t>ei</w:t>
      </w:r>
      <w:proofErr w:type="spellEnd"/>
      <w:r w:rsidRPr="00FF4D2D">
        <w:rPr>
          <w:rFonts w:ascii="Times New Roman" w:hAnsi="Times New Roman"/>
        </w:rPr>
        <w:t xml:space="preserve"> vii </w:t>
      </w:r>
      <w:proofErr w:type="spellStart"/>
      <w:r w:rsidRPr="00FF4D2D">
        <w:rPr>
          <w:rFonts w:ascii="Times New Roman" w:hAnsi="Times New Roman"/>
        </w:rPr>
        <w:t>Eesti</w:t>
      </w:r>
      <w:proofErr w:type="spellEnd"/>
      <w:r w:rsidRPr="00FF4D2D">
        <w:rPr>
          <w:rFonts w:ascii="Times New Roman" w:hAnsi="Times New Roman"/>
        </w:rPr>
        <w:t xml:space="preserve"> </w:t>
      </w:r>
      <w:proofErr w:type="spellStart"/>
      <w:r w:rsidRPr="00FF4D2D">
        <w:rPr>
          <w:rFonts w:ascii="Times New Roman" w:hAnsi="Times New Roman"/>
        </w:rPr>
        <w:t>seadusandlust</w:t>
      </w:r>
      <w:proofErr w:type="spellEnd"/>
      <w:r w:rsidRPr="00FF4D2D">
        <w:rPr>
          <w:rFonts w:ascii="Times New Roman" w:hAnsi="Times New Roman"/>
        </w:rPr>
        <w:t xml:space="preserve"> </w:t>
      </w:r>
      <w:proofErr w:type="spellStart"/>
      <w:r w:rsidRPr="00FF4D2D">
        <w:rPr>
          <w:rFonts w:ascii="Times New Roman" w:hAnsi="Times New Roman"/>
        </w:rPr>
        <w:t>kooskõlla</w:t>
      </w:r>
      <w:proofErr w:type="spellEnd"/>
      <w:r w:rsidRPr="00FF4D2D">
        <w:rPr>
          <w:rFonts w:ascii="Times New Roman" w:hAnsi="Times New Roman"/>
        </w:rPr>
        <w:t xml:space="preserve"> </w:t>
      </w:r>
      <w:proofErr w:type="spellStart"/>
      <w:r w:rsidRPr="00FF4D2D">
        <w:rPr>
          <w:rFonts w:ascii="Times New Roman" w:hAnsi="Times New Roman"/>
        </w:rPr>
        <w:t>Euroopa</w:t>
      </w:r>
      <w:proofErr w:type="spellEnd"/>
      <w:r w:rsidRPr="00FF4D2D">
        <w:rPr>
          <w:rFonts w:ascii="Times New Roman" w:hAnsi="Times New Roman"/>
        </w:rPr>
        <w:t xml:space="preserve"> </w:t>
      </w:r>
      <w:proofErr w:type="spellStart"/>
      <w:r w:rsidRPr="00FF4D2D">
        <w:rPr>
          <w:rFonts w:ascii="Times New Roman" w:hAnsi="Times New Roman"/>
        </w:rPr>
        <w:t>Liidu</w:t>
      </w:r>
      <w:proofErr w:type="spellEnd"/>
      <w:r w:rsidRPr="00FF4D2D">
        <w:rPr>
          <w:rFonts w:ascii="Times New Roman" w:hAnsi="Times New Roman"/>
        </w:rPr>
        <w:t xml:space="preserve"> </w:t>
      </w:r>
      <w:proofErr w:type="spellStart"/>
      <w:r w:rsidRPr="00FF4D2D">
        <w:rPr>
          <w:rFonts w:ascii="Times New Roman" w:hAnsi="Times New Roman"/>
        </w:rPr>
        <w:t>õigusega</w:t>
      </w:r>
      <w:proofErr w:type="spellEnd"/>
      <w:r w:rsidRPr="00FF4D2D">
        <w:rPr>
          <w:rFonts w:ascii="Times New Roman" w:hAnsi="Times New Roman"/>
        </w:rPr>
        <w:t xml:space="preserve"> </w:t>
      </w:r>
      <w:proofErr w:type="spellStart"/>
      <w:r w:rsidRPr="00FF4D2D">
        <w:rPr>
          <w:rFonts w:ascii="Times New Roman" w:hAnsi="Times New Roman"/>
        </w:rPr>
        <w:t>elektroonilise</w:t>
      </w:r>
      <w:proofErr w:type="spellEnd"/>
      <w:r w:rsidRPr="00FF4D2D">
        <w:rPr>
          <w:rFonts w:ascii="Times New Roman" w:hAnsi="Times New Roman"/>
        </w:rPr>
        <w:t xml:space="preserve"> side </w:t>
      </w:r>
      <w:proofErr w:type="spellStart"/>
      <w:r w:rsidRPr="00FF4D2D">
        <w:rPr>
          <w:rFonts w:ascii="Times New Roman" w:hAnsi="Times New Roman"/>
        </w:rPr>
        <w:t>andmeliiklusandmete</w:t>
      </w:r>
      <w:proofErr w:type="spellEnd"/>
      <w:r w:rsidRPr="00FF4D2D">
        <w:rPr>
          <w:rFonts w:ascii="Times New Roman" w:hAnsi="Times New Roman"/>
        </w:rPr>
        <w:t xml:space="preserve"> </w:t>
      </w:r>
      <w:proofErr w:type="spellStart"/>
      <w:r w:rsidRPr="00FF4D2D">
        <w:rPr>
          <w:rFonts w:ascii="Times New Roman" w:hAnsi="Times New Roman"/>
        </w:rPr>
        <w:t>kohustusliku</w:t>
      </w:r>
      <w:proofErr w:type="spellEnd"/>
      <w:r w:rsidRPr="00FF4D2D">
        <w:rPr>
          <w:rFonts w:ascii="Times New Roman" w:hAnsi="Times New Roman"/>
        </w:rPr>
        <w:t xml:space="preserve"> </w:t>
      </w:r>
      <w:proofErr w:type="spellStart"/>
      <w:r w:rsidRPr="00FF4D2D">
        <w:rPr>
          <w:rFonts w:ascii="Times New Roman" w:hAnsi="Times New Roman"/>
        </w:rPr>
        <w:t>säilitamise</w:t>
      </w:r>
      <w:proofErr w:type="spellEnd"/>
      <w:r w:rsidRPr="00FF4D2D">
        <w:rPr>
          <w:rFonts w:ascii="Times New Roman" w:hAnsi="Times New Roman"/>
        </w:rPr>
        <w:t xml:space="preserve"> </w:t>
      </w:r>
      <w:proofErr w:type="spellStart"/>
      <w:r w:rsidRPr="00FF4D2D">
        <w:rPr>
          <w:rFonts w:ascii="Times New Roman" w:hAnsi="Times New Roman"/>
        </w:rPr>
        <w:t>osas</w:t>
      </w:r>
      <w:proofErr w:type="spellEnd"/>
      <w:r w:rsidRPr="00FF4D2D">
        <w:rPr>
          <w:rFonts w:ascii="Times New Roman" w:hAnsi="Times New Roman"/>
        </w:rPr>
        <w:t xml:space="preserve"> – </w:t>
      </w:r>
      <w:proofErr w:type="spellStart"/>
      <w:r w:rsidRPr="00FF4D2D">
        <w:rPr>
          <w:rFonts w:ascii="Times New Roman" w:hAnsi="Times New Roman"/>
        </w:rPr>
        <w:t>vt</w:t>
      </w:r>
      <w:proofErr w:type="spellEnd"/>
      <w:r w:rsidRPr="00FF4D2D">
        <w:rPr>
          <w:rFonts w:ascii="Times New Roman" w:hAnsi="Times New Roman"/>
        </w:rPr>
        <w:t xml:space="preserve"> ERR (</w:t>
      </w:r>
      <w:hyperlink r:id="rId1" w:history="1">
        <w:r w:rsidRPr="00FF4D2D">
          <w:rPr>
            <w:rStyle w:val="Hyperlink"/>
            <w:rFonts w:ascii="Times New Roman" w:hAnsi="Times New Roman"/>
          </w:rPr>
          <w:t>https://www.err.ee/1609775085/valminud-eelnou-sideandmete-kogumise-kohustust-sidefirmadelt-veel-ei-vota</w:t>
        </w:r>
      </w:hyperlink>
      <w:r w:rsidRPr="00FF4D2D">
        <w:rPr>
          <w:rFonts w:ascii="Times New Roman" w:hAnsi="Times New Roman"/>
        </w:rPr>
        <w:t>).</w:t>
      </w:r>
    </w:p>
  </w:footnote>
  <w:footnote w:id="2">
    <w:p w14:paraId="647924B4" w14:textId="77777777" w:rsidR="00FF4D2D" w:rsidRPr="00FF4D2D" w:rsidRDefault="00FF4D2D" w:rsidP="00FF4D2D">
      <w:pPr>
        <w:pStyle w:val="FootnoteText"/>
        <w:rPr>
          <w:rFonts w:ascii="Times New Roman" w:hAnsi="Times New Roman"/>
        </w:rPr>
      </w:pPr>
      <w:r w:rsidRPr="00FF4D2D">
        <w:rPr>
          <w:rStyle w:val="FootnoteReference"/>
          <w:rFonts w:ascii="Times New Roman" w:hAnsi="Times New Roman"/>
        </w:rPr>
        <w:footnoteRef/>
      </w:r>
      <w:r w:rsidRPr="00FF4D2D">
        <w:rPr>
          <w:rFonts w:ascii="Times New Roman" w:hAnsi="Times New Roman"/>
        </w:rPr>
        <w:t xml:space="preserve"> Vt ERR </w:t>
      </w:r>
      <w:hyperlink r:id="rId2" w:history="1">
        <w:proofErr w:type="spellStart"/>
        <w:r w:rsidRPr="00FF4D2D">
          <w:rPr>
            <w:rStyle w:val="Hyperlink"/>
            <w:rFonts w:ascii="Times New Roman" w:hAnsi="Times New Roman"/>
          </w:rPr>
          <w:t>Ettevõtted</w:t>
        </w:r>
        <w:proofErr w:type="spellEnd"/>
        <w:r w:rsidRPr="00FF4D2D">
          <w:rPr>
            <w:rStyle w:val="Hyperlink"/>
            <w:rFonts w:ascii="Times New Roman" w:hAnsi="Times New Roman"/>
          </w:rPr>
          <w:t xml:space="preserve">: </w:t>
        </w:r>
        <w:proofErr w:type="spellStart"/>
        <w:r w:rsidRPr="00FF4D2D">
          <w:rPr>
            <w:rStyle w:val="Hyperlink"/>
            <w:rFonts w:ascii="Times New Roman" w:hAnsi="Times New Roman"/>
          </w:rPr>
          <w:t>ärilistel</w:t>
        </w:r>
        <w:proofErr w:type="spellEnd"/>
        <w:r w:rsidRPr="00FF4D2D">
          <w:rPr>
            <w:rStyle w:val="Hyperlink"/>
            <w:rFonts w:ascii="Times New Roman" w:hAnsi="Times New Roman"/>
          </w:rPr>
          <w:t xml:space="preserve"> </w:t>
        </w:r>
        <w:proofErr w:type="spellStart"/>
        <w:r w:rsidRPr="00FF4D2D">
          <w:rPr>
            <w:rStyle w:val="Hyperlink"/>
            <w:rFonts w:ascii="Times New Roman" w:hAnsi="Times New Roman"/>
          </w:rPr>
          <w:t>eesmärkidel</w:t>
        </w:r>
        <w:proofErr w:type="spellEnd"/>
        <w:r w:rsidRPr="00FF4D2D">
          <w:rPr>
            <w:rStyle w:val="Hyperlink"/>
            <w:rFonts w:ascii="Times New Roman" w:hAnsi="Times New Roman"/>
          </w:rPr>
          <w:t xml:space="preserve"> </w:t>
        </w:r>
        <w:proofErr w:type="spellStart"/>
        <w:r w:rsidRPr="00FF4D2D">
          <w:rPr>
            <w:rStyle w:val="Hyperlink"/>
            <w:rFonts w:ascii="Times New Roman" w:hAnsi="Times New Roman"/>
          </w:rPr>
          <w:t>säilitaksime</w:t>
        </w:r>
        <w:proofErr w:type="spellEnd"/>
        <w:r w:rsidRPr="00FF4D2D">
          <w:rPr>
            <w:rStyle w:val="Hyperlink"/>
            <w:rFonts w:ascii="Times New Roman" w:hAnsi="Times New Roman"/>
          </w:rPr>
          <w:t xml:space="preserve"> </w:t>
        </w:r>
        <w:proofErr w:type="spellStart"/>
        <w:r w:rsidRPr="00FF4D2D">
          <w:rPr>
            <w:rStyle w:val="Hyperlink"/>
            <w:rFonts w:ascii="Times New Roman" w:hAnsi="Times New Roman"/>
          </w:rPr>
          <w:t>vähem</w:t>
        </w:r>
        <w:proofErr w:type="spellEnd"/>
        <w:r w:rsidRPr="00FF4D2D">
          <w:rPr>
            <w:rStyle w:val="Hyperlink"/>
            <w:rFonts w:ascii="Times New Roman" w:hAnsi="Times New Roman"/>
          </w:rPr>
          <w:t xml:space="preserve"> </w:t>
        </w:r>
        <w:proofErr w:type="spellStart"/>
        <w:r w:rsidRPr="00FF4D2D">
          <w:rPr>
            <w:rStyle w:val="Hyperlink"/>
            <w:rFonts w:ascii="Times New Roman" w:hAnsi="Times New Roman"/>
          </w:rPr>
          <w:t>sideandmeid</w:t>
        </w:r>
        <w:proofErr w:type="spellEnd"/>
        <w:r w:rsidRPr="00FF4D2D">
          <w:rPr>
            <w:rStyle w:val="Hyperlink"/>
            <w:rFonts w:ascii="Times New Roman" w:hAnsi="Times New Roman"/>
          </w:rPr>
          <w:t xml:space="preserve"> | </w:t>
        </w:r>
        <w:proofErr w:type="spellStart"/>
        <w:r w:rsidRPr="00FF4D2D">
          <w:rPr>
            <w:rStyle w:val="Hyperlink"/>
            <w:rFonts w:ascii="Times New Roman" w:hAnsi="Times New Roman"/>
          </w:rPr>
          <w:t>Eesti</w:t>
        </w:r>
        <w:proofErr w:type="spellEnd"/>
        <w:r w:rsidRPr="00FF4D2D">
          <w:rPr>
            <w:rStyle w:val="Hyperlink"/>
            <w:rFonts w:ascii="Times New Roman" w:hAnsi="Times New Roman"/>
          </w:rPr>
          <w:t xml:space="preserve"> | ERR</w:t>
        </w:r>
      </w:hyperlink>
      <w:r w:rsidRPr="00FF4D2D">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28C5"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88BE" w14:textId="77777777" w:rsidR="00CB355B" w:rsidRDefault="0099268E" w:rsidP="00AF097F">
    <w:pPr>
      <w:pStyle w:val="Header"/>
    </w:pPr>
    <w:r>
      <w:rPr>
        <w:noProof/>
        <w:lang w:val="et-EE" w:eastAsia="et-EE"/>
      </w:rPr>
      <mc:AlternateContent>
        <mc:Choice Requires="wps">
          <w:drawing>
            <wp:anchor distT="45720" distB="45720" distL="114300" distR="114300" simplePos="0" relativeHeight="251659264" behindDoc="1" locked="0" layoutInCell="1" allowOverlap="1" wp14:anchorId="4643FBB5" wp14:editId="391C175C">
              <wp:simplePos x="0" y="0"/>
              <wp:positionH relativeFrom="margin">
                <wp:align>right</wp:align>
              </wp:positionH>
              <wp:positionV relativeFrom="page">
                <wp:posOffset>215900</wp:posOffset>
              </wp:positionV>
              <wp:extent cx="2447925" cy="1028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028700"/>
                      </a:xfrm>
                      <a:prstGeom prst="rect">
                        <a:avLst/>
                      </a:prstGeom>
                      <a:solidFill>
                        <a:srgbClr val="FFFFFF"/>
                      </a:solidFill>
                      <a:ln w="9525">
                        <a:noFill/>
                        <a:miter lim="800000"/>
                        <a:headEnd/>
                        <a:tailEnd/>
                      </a:ln>
                    </wps:spPr>
                    <wps:txb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3FBB5" id="_x0000_t202" coordsize="21600,21600" o:spt="202" path="m,l,21600r21600,l21600,xe">
              <v:stroke joinstyle="miter"/>
              <v:path gradientshapeok="t" o:connecttype="rect"/>
            </v:shapetype>
            <v:shape id="Text Box 2" o:spid="_x0000_s1026" type="#_x0000_t202" style="position:absolute;margin-left:141.55pt;margin-top:17pt;width:192.75pt;height:81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" stroked="f">
              <v:textbo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v:textbox>
              <w10:wrap type="square" anchorx="margin" anchory="page"/>
            </v:shape>
          </w:pict>
        </mc:Fallback>
      </mc:AlternateContent>
    </w:r>
  </w:p>
  <w:p w14:paraId="29C2B95E" w14:textId="77777777" w:rsidR="00CB355B" w:rsidRDefault="00CB355B" w:rsidP="00CF29F0">
    <w:pPr>
      <w:pStyle w:val="Header"/>
      <w:tabs>
        <w:tab w:val="left" w:pos="8222"/>
      </w:tabs>
      <w:rPr>
        <w:lang w:val="et-EE"/>
      </w:rPr>
    </w:pPr>
  </w:p>
  <w:p w14:paraId="2E4E048B" w14:textId="77777777" w:rsidR="00E90A5A" w:rsidRDefault="00E90A5A" w:rsidP="00CF29F0">
    <w:pPr>
      <w:pStyle w:val="Header"/>
      <w:tabs>
        <w:tab w:val="left" w:pos="8222"/>
      </w:tabs>
      <w:rPr>
        <w:lang w:val="et-EE"/>
      </w:rPr>
    </w:pPr>
  </w:p>
  <w:p w14:paraId="02112796" w14:textId="77777777" w:rsidR="00E90A5A" w:rsidRDefault="00E90A5A" w:rsidP="00CF29F0">
    <w:pPr>
      <w:pStyle w:val="Header"/>
      <w:tabs>
        <w:tab w:val="left" w:pos="8222"/>
      </w:tabs>
      <w:rPr>
        <w:lang w:val="et-EE"/>
      </w:rPr>
    </w:pPr>
  </w:p>
  <w:p w14:paraId="672845DC" w14:textId="77777777" w:rsidR="00E90A5A" w:rsidRPr="00C427F1" w:rsidRDefault="00E90A5A" w:rsidP="00CF29F0">
    <w:pPr>
      <w:pStyle w:val="Header"/>
      <w:tabs>
        <w:tab w:val="left" w:pos="8222"/>
      </w:tabs>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27941"/>
    <w:multiLevelType w:val="hybridMultilevel"/>
    <w:tmpl w:val="ED7EBBD8"/>
    <w:lvl w:ilvl="0" w:tplc="0809000F">
      <w:start w:val="1"/>
      <w:numFmt w:val="decimal"/>
      <w:lvlText w:val="%1."/>
      <w:lvlJc w:val="left"/>
      <w:pPr>
        <w:ind w:left="784" w:hanging="360"/>
      </w:p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1" w15:restartNumberingAfterBreak="0">
    <w:nsid w:val="1BDB587D"/>
    <w:multiLevelType w:val="hybridMultilevel"/>
    <w:tmpl w:val="0890C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C61EF"/>
    <w:multiLevelType w:val="hybridMultilevel"/>
    <w:tmpl w:val="9D90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B025A0"/>
    <w:multiLevelType w:val="hybridMultilevel"/>
    <w:tmpl w:val="43BE61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6520902">
    <w:abstractNumId w:val="2"/>
  </w:num>
  <w:num w:numId="2" w16cid:durableId="899755536">
    <w:abstractNumId w:val="1"/>
  </w:num>
  <w:num w:numId="3" w16cid:durableId="325673499">
    <w:abstractNumId w:val="3"/>
  </w:num>
  <w:num w:numId="4" w16cid:durableId="1979844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12C1B"/>
    <w:rsid w:val="00042FE7"/>
    <w:rsid w:val="000904B8"/>
    <w:rsid w:val="00090B22"/>
    <w:rsid w:val="000A7933"/>
    <w:rsid w:val="000B1225"/>
    <w:rsid w:val="000D1200"/>
    <w:rsid w:val="000D38DC"/>
    <w:rsid w:val="000D4456"/>
    <w:rsid w:val="000F1C72"/>
    <w:rsid w:val="000F40D9"/>
    <w:rsid w:val="000F5F05"/>
    <w:rsid w:val="0011009A"/>
    <w:rsid w:val="0012424F"/>
    <w:rsid w:val="0013729B"/>
    <w:rsid w:val="0015135E"/>
    <w:rsid w:val="00157CDD"/>
    <w:rsid w:val="00167A4D"/>
    <w:rsid w:val="001732BB"/>
    <w:rsid w:val="001735A0"/>
    <w:rsid w:val="0017562D"/>
    <w:rsid w:val="00182D1C"/>
    <w:rsid w:val="001A0348"/>
    <w:rsid w:val="001B79CE"/>
    <w:rsid w:val="001C4E5C"/>
    <w:rsid w:val="001E3AF7"/>
    <w:rsid w:val="002221A1"/>
    <w:rsid w:val="00227AC6"/>
    <w:rsid w:val="0025020B"/>
    <w:rsid w:val="00252124"/>
    <w:rsid w:val="0025548B"/>
    <w:rsid w:val="0026224E"/>
    <w:rsid w:val="002C43A8"/>
    <w:rsid w:val="002C58DB"/>
    <w:rsid w:val="002C62ED"/>
    <w:rsid w:val="002D168A"/>
    <w:rsid w:val="002F4D83"/>
    <w:rsid w:val="00302E1D"/>
    <w:rsid w:val="00303303"/>
    <w:rsid w:val="00342AE3"/>
    <w:rsid w:val="00345ED8"/>
    <w:rsid w:val="003556A9"/>
    <w:rsid w:val="00356C5A"/>
    <w:rsid w:val="00371F14"/>
    <w:rsid w:val="00375472"/>
    <w:rsid w:val="003B04BB"/>
    <w:rsid w:val="003C514C"/>
    <w:rsid w:val="003C54CE"/>
    <w:rsid w:val="003C6B80"/>
    <w:rsid w:val="00456AA6"/>
    <w:rsid w:val="00456D39"/>
    <w:rsid w:val="004A494C"/>
    <w:rsid w:val="004D0AF3"/>
    <w:rsid w:val="004D0EDB"/>
    <w:rsid w:val="004D7F0D"/>
    <w:rsid w:val="00551A6D"/>
    <w:rsid w:val="00553F9C"/>
    <w:rsid w:val="00567BA2"/>
    <w:rsid w:val="00574033"/>
    <w:rsid w:val="005922A4"/>
    <w:rsid w:val="005D3B90"/>
    <w:rsid w:val="00624097"/>
    <w:rsid w:val="00624456"/>
    <w:rsid w:val="00637FFA"/>
    <w:rsid w:val="0065499F"/>
    <w:rsid w:val="00684FC2"/>
    <w:rsid w:val="0069623F"/>
    <w:rsid w:val="006C5AAA"/>
    <w:rsid w:val="006D0CA6"/>
    <w:rsid w:val="00711ADF"/>
    <w:rsid w:val="00713428"/>
    <w:rsid w:val="00720AB7"/>
    <w:rsid w:val="007270EA"/>
    <w:rsid w:val="007276F3"/>
    <w:rsid w:val="007323D6"/>
    <w:rsid w:val="007335AE"/>
    <w:rsid w:val="0075031A"/>
    <w:rsid w:val="00760D88"/>
    <w:rsid w:val="00763AF6"/>
    <w:rsid w:val="00764EBF"/>
    <w:rsid w:val="00765B3B"/>
    <w:rsid w:val="007742B4"/>
    <w:rsid w:val="007C0354"/>
    <w:rsid w:val="007C7A4F"/>
    <w:rsid w:val="007E057E"/>
    <w:rsid w:val="007E5ABD"/>
    <w:rsid w:val="00826D3E"/>
    <w:rsid w:val="00830719"/>
    <w:rsid w:val="008433E9"/>
    <w:rsid w:val="00850FD4"/>
    <w:rsid w:val="00854EB4"/>
    <w:rsid w:val="008835EC"/>
    <w:rsid w:val="00883952"/>
    <w:rsid w:val="00892BE1"/>
    <w:rsid w:val="008B5B08"/>
    <w:rsid w:val="008B7900"/>
    <w:rsid w:val="008D0B0D"/>
    <w:rsid w:val="008E0C8F"/>
    <w:rsid w:val="008E3FEC"/>
    <w:rsid w:val="008E4B10"/>
    <w:rsid w:val="008E78AB"/>
    <w:rsid w:val="009002E5"/>
    <w:rsid w:val="0090326E"/>
    <w:rsid w:val="009150E1"/>
    <w:rsid w:val="0091552C"/>
    <w:rsid w:val="009317C6"/>
    <w:rsid w:val="00950EF6"/>
    <w:rsid w:val="0099027C"/>
    <w:rsid w:val="0099268E"/>
    <w:rsid w:val="00A03BAC"/>
    <w:rsid w:val="00A15BAB"/>
    <w:rsid w:val="00A425BC"/>
    <w:rsid w:val="00A76444"/>
    <w:rsid w:val="00AA6F16"/>
    <w:rsid w:val="00AB793D"/>
    <w:rsid w:val="00AD1E08"/>
    <w:rsid w:val="00AE6588"/>
    <w:rsid w:val="00AF097F"/>
    <w:rsid w:val="00B226C8"/>
    <w:rsid w:val="00B2286B"/>
    <w:rsid w:val="00B26EC2"/>
    <w:rsid w:val="00B44540"/>
    <w:rsid w:val="00B512ED"/>
    <w:rsid w:val="00B6489D"/>
    <w:rsid w:val="00B7409F"/>
    <w:rsid w:val="00B82F9F"/>
    <w:rsid w:val="00BA553F"/>
    <w:rsid w:val="00BB59E5"/>
    <w:rsid w:val="00BC54EF"/>
    <w:rsid w:val="00BD1AEA"/>
    <w:rsid w:val="00BD548B"/>
    <w:rsid w:val="00BE6537"/>
    <w:rsid w:val="00BF72F0"/>
    <w:rsid w:val="00C26AB3"/>
    <w:rsid w:val="00C427F1"/>
    <w:rsid w:val="00C503E6"/>
    <w:rsid w:val="00C54FB5"/>
    <w:rsid w:val="00C83E06"/>
    <w:rsid w:val="00C93851"/>
    <w:rsid w:val="00CB355B"/>
    <w:rsid w:val="00CC0698"/>
    <w:rsid w:val="00CD550F"/>
    <w:rsid w:val="00CE3B4B"/>
    <w:rsid w:val="00CE4F59"/>
    <w:rsid w:val="00CF29F0"/>
    <w:rsid w:val="00D2563F"/>
    <w:rsid w:val="00D55DAA"/>
    <w:rsid w:val="00DA79DF"/>
    <w:rsid w:val="00DB58D3"/>
    <w:rsid w:val="00DB6749"/>
    <w:rsid w:val="00DC787F"/>
    <w:rsid w:val="00DD0B4C"/>
    <w:rsid w:val="00DF0AE7"/>
    <w:rsid w:val="00DF64E3"/>
    <w:rsid w:val="00E15C1A"/>
    <w:rsid w:val="00E219FA"/>
    <w:rsid w:val="00E304CE"/>
    <w:rsid w:val="00E34169"/>
    <w:rsid w:val="00E3537E"/>
    <w:rsid w:val="00E35B63"/>
    <w:rsid w:val="00E37F80"/>
    <w:rsid w:val="00E60BCB"/>
    <w:rsid w:val="00E70741"/>
    <w:rsid w:val="00E90A5A"/>
    <w:rsid w:val="00ED1E33"/>
    <w:rsid w:val="00ED5463"/>
    <w:rsid w:val="00F00BCA"/>
    <w:rsid w:val="00F0396F"/>
    <w:rsid w:val="00F03D51"/>
    <w:rsid w:val="00F43D36"/>
    <w:rsid w:val="00F554DA"/>
    <w:rsid w:val="00F95DE9"/>
    <w:rsid w:val="00FA13E1"/>
    <w:rsid w:val="00FA2C2A"/>
    <w:rsid w:val="00FB4B68"/>
    <w:rsid w:val="00FE2975"/>
    <w:rsid w:val="00FF4D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81AEE"/>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Title"/>
    <w:basedOn w:val="Normal"/>
    <w:next w:val="Normal"/>
    <w:link w:val="Heading1Char"/>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Title Char"/>
    <w:basedOn w:val="DefaultParagraphFont"/>
    <w:link w:val="Heading1"/>
    <w:uiPriority w:val="9"/>
    <w:rsid w:val="00CD550F"/>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paragraph" w:styleId="FootnoteText">
    <w:name w:val="footnote text"/>
    <w:basedOn w:val="Normal"/>
    <w:link w:val="FootnoteTextChar"/>
    <w:uiPriority w:val="99"/>
    <w:semiHidden/>
    <w:unhideWhenUsed/>
    <w:rsid w:val="00B7409F"/>
    <w:pPr>
      <w:spacing w:after="0"/>
    </w:pPr>
    <w:rPr>
      <w:sz w:val="20"/>
      <w:szCs w:val="20"/>
    </w:rPr>
  </w:style>
  <w:style w:type="character" w:customStyle="1" w:styleId="FootnoteTextChar">
    <w:name w:val="Footnote Text Char"/>
    <w:basedOn w:val="DefaultParagraphFont"/>
    <w:link w:val="FootnoteText"/>
    <w:uiPriority w:val="99"/>
    <w:semiHidden/>
    <w:rsid w:val="00B7409F"/>
    <w:rPr>
      <w:sz w:val="20"/>
      <w:szCs w:val="20"/>
    </w:rPr>
  </w:style>
  <w:style w:type="character" w:styleId="FootnoteReference">
    <w:name w:val="footnote reference"/>
    <w:basedOn w:val="DefaultParagraphFont"/>
    <w:uiPriority w:val="99"/>
    <w:semiHidden/>
    <w:unhideWhenUsed/>
    <w:rsid w:val="00B7409F"/>
    <w:rPr>
      <w:vertAlign w:val="superscript"/>
    </w:rPr>
  </w:style>
  <w:style w:type="character" w:styleId="UnresolvedMention">
    <w:name w:val="Unresolved Mention"/>
    <w:basedOn w:val="DefaultParagraphFont"/>
    <w:uiPriority w:val="99"/>
    <w:semiHidden/>
    <w:unhideWhenUsed/>
    <w:rsid w:val="00B7409F"/>
    <w:rPr>
      <w:color w:val="605E5C"/>
      <w:shd w:val="clear" w:color="auto" w:fill="E1DFDD"/>
    </w:rPr>
  </w:style>
  <w:style w:type="character" w:styleId="FollowedHyperlink">
    <w:name w:val="FollowedHyperlink"/>
    <w:basedOn w:val="DefaultParagraphFont"/>
    <w:uiPriority w:val="99"/>
    <w:semiHidden/>
    <w:unhideWhenUsed/>
    <w:rsid w:val="00B7409F"/>
    <w:rPr>
      <w:color w:val="954F72" w:themeColor="followedHyperlink"/>
      <w:u w:val="single"/>
    </w:rPr>
  </w:style>
  <w:style w:type="character" w:styleId="CommentReference">
    <w:name w:val="annotation reference"/>
    <w:basedOn w:val="DefaultParagraphFont"/>
    <w:uiPriority w:val="99"/>
    <w:semiHidden/>
    <w:unhideWhenUsed/>
    <w:rsid w:val="007323D6"/>
    <w:rPr>
      <w:sz w:val="16"/>
      <w:szCs w:val="16"/>
    </w:rPr>
  </w:style>
  <w:style w:type="paragraph" w:styleId="CommentText">
    <w:name w:val="annotation text"/>
    <w:basedOn w:val="Normal"/>
    <w:link w:val="CommentTextChar"/>
    <w:uiPriority w:val="99"/>
    <w:semiHidden/>
    <w:unhideWhenUsed/>
    <w:rsid w:val="007323D6"/>
    <w:rPr>
      <w:sz w:val="20"/>
      <w:szCs w:val="20"/>
    </w:rPr>
  </w:style>
  <w:style w:type="character" w:customStyle="1" w:styleId="CommentTextChar">
    <w:name w:val="Comment Text Char"/>
    <w:basedOn w:val="DefaultParagraphFont"/>
    <w:link w:val="CommentText"/>
    <w:uiPriority w:val="99"/>
    <w:semiHidden/>
    <w:rsid w:val="007323D6"/>
    <w:rPr>
      <w:sz w:val="20"/>
      <w:szCs w:val="20"/>
    </w:rPr>
  </w:style>
  <w:style w:type="paragraph" w:styleId="CommentSubject">
    <w:name w:val="annotation subject"/>
    <w:basedOn w:val="CommentText"/>
    <w:next w:val="CommentText"/>
    <w:link w:val="CommentSubjectChar"/>
    <w:uiPriority w:val="99"/>
    <w:semiHidden/>
    <w:unhideWhenUsed/>
    <w:rsid w:val="007323D6"/>
    <w:rPr>
      <w:b/>
      <w:bCs/>
    </w:rPr>
  </w:style>
  <w:style w:type="character" w:customStyle="1" w:styleId="CommentSubjectChar">
    <w:name w:val="Comment Subject Char"/>
    <w:basedOn w:val="CommentTextChar"/>
    <w:link w:val="CommentSubject"/>
    <w:uiPriority w:val="99"/>
    <w:semiHidden/>
    <w:rsid w:val="007323D6"/>
    <w:rPr>
      <w:b/>
      <w:bCs/>
      <w:sz w:val="20"/>
      <w:szCs w:val="20"/>
    </w:rPr>
  </w:style>
  <w:style w:type="paragraph" w:customStyle="1" w:styleId="Default">
    <w:name w:val="Default"/>
    <w:rsid w:val="00FF4D2D"/>
    <w:pPr>
      <w:autoSpaceDE w:val="0"/>
      <w:adjustRightInd w:val="0"/>
      <w:spacing w:after="0"/>
      <w:textAlignment w:val="auto"/>
    </w:pPr>
    <w:rPr>
      <w:rFonts w:ascii="Times New Roman" w:eastAsiaTheme="minorHAnsi" w:hAnsi="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252724">
      <w:bodyDiv w:val="1"/>
      <w:marLeft w:val="0"/>
      <w:marRight w:val="0"/>
      <w:marTop w:val="0"/>
      <w:marBottom w:val="0"/>
      <w:divBdr>
        <w:top w:val="none" w:sz="0" w:space="0" w:color="auto"/>
        <w:left w:val="none" w:sz="0" w:space="0" w:color="auto"/>
        <w:bottom w:val="none" w:sz="0" w:space="0" w:color="auto"/>
        <w:right w:val="none" w:sz="0" w:space="0" w:color="auto"/>
      </w:divBdr>
      <w:divsChild>
        <w:div w:id="1726874914">
          <w:marLeft w:val="432"/>
          <w:marRight w:val="216"/>
          <w:marTop w:val="0"/>
          <w:marBottom w:val="0"/>
          <w:divBdr>
            <w:top w:val="none" w:sz="0" w:space="0" w:color="auto"/>
            <w:left w:val="none" w:sz="0" w:space="0" w:color="auto"/>
            <w:bottom w:val="none" w:sz="0" w:space="0" w:color="auto"/>
            <w:right w:val="none" w:sz="0" w:space="0" w:color="auto"/>
          </w:divBdr>
        </w:div>
        <w:div w:id="2044666398">
          <w:marLeft w:val="216"/>
          <w:marRight w:val="432"/>
          <w:marTop w:val="0"/>
          <w:marBottom w:val="0"/>
          <w:divBdr>
            <w:top w:val="none" w:sz="0" w:space="0" w:color="auto"/>
            <w:left w:val="none" w:sz="0" w:space="0" w:color="auto"/>
            <w:bottom w:val="none" w:sz="0" w:space="0" w:color="auto"/>
            <w:right w:val="none" w:sz="0" w:space="0" w:color="auto"/>
          </w:divBdr>
        </w:div>
        <w:div w:id="1954358319">
          <w:marLeft w:val="432"/>
          <w:marRight w:val="216"/>
          <w:marTop w:val="0"/>
          <w:marBottom w:val="0"/>
          <w:divBdr>
            <w:top w:val="none" w:sz="0" w:space="0" w:color="auto"/>
            <w:left w:val="none" w:sz="0" w:space="0" w:color="auto"/>
            <w:bottom w:val="none" w:sz="0" w:space="0" w:color="auto"/>
            <w:right w:val="none" w:sz="0" w:space="0" w:color="auto"/>
          </w:divBdr>
        </w:div>
      </w:divsChild>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rr.ee/1609491892/ettevotted-arilistel-eesmarkidel-sailitaksime-vahem-sideandmeid" TargetMode="External"/><Relationship Id="rId1" Type="http://schemas.openxmlformats.org/officeDocument/2006/relationships/hyperlink" Target="https://www.err.ee/1609775085/valminud-eelnou-sideandmete-kogumise-kohustust-sidefirmadelt-veel-ei-vot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52bf50a1-a320-4549-8d2f-ce8dff0ea2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9A839EEBA80C748BE9C46DAEB84D7BD" ma:contentTypeVersion="18" ma:contentTypeDescription="Loo uus dokument" ma:contentTypeScope="" ma:versionID="9c55b4aca22901cd1454a861531bd515">
  <xsd:schema xmlns:xsd="http://www.w3.org/2001/XMLSchema" xmlns:xs="http://www.w3.org/2001/XMLSchema" xmlns:p="http://schemas.microsoft.com/office/2006/metadata/properties" xmlns:ns3="52bf50a1-a320-4549-8d2f-ce8dff0ea2cb" xmlns:ns4="215761fd-d181-4150-ba43-62e6cd4cf2c8" targetNamespace="http://schemas.microsoft.com/office/2006/metadata/properties" ma:root="true" ma:fieldsID="211887a24016bad254bf24812c2b89ff" ns3:_="" ns4:_="">
    <xsd:import namespace="52bf50a1-a320-4549-8d2f-ce8dff0ea2cb"/>
    <xsd:import namespace="215761fd-d181-4150-ba43-62e6cd4cf2c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f50a1-a320-4549-8d2f-ce8dff0ea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5761fd-d181-4150-ba43-62e6cd4cf2c8"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SharingHintHash" ma:index="14"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15A76-4BFF-442B-AFB7-046329CA5E8A}">
  <ds:schemaRefs>
    <ds:schemaRef ds:uri="http://schemas.openxmlformats.org/officeDocument/2006/bibliography"/>
  </ds:schemaRefs>
</ds:datastoreItem>
</file>

<file path=customXml/itemProps2.xml><?xml version="1.0" encoding="utf-8"?>
<ds:datastoreItem xmlns:ds="http://schemas.openxmlformats.org/officeDocument/2006/customXml" ds:itemID="{104E1E54-71D4-4BE1-9EAE-8F793D6BFDCF}">
  <ds:schemaRefs>
    <ds:schemaRef ds:uri="http://schemas.microsoft.com/office/2006/metadata/properties"/>
    <ds:schemaRef ds:uri="http://schemas.microsoft.com/office/infopath/2007/PartnerControls"/>
    <ds:schemaRef ds:uri="52bf50a1-a320-4549-8d2f-ce8dff0ea2cb"/>
  </ds:schemaRefs>
</ds:datastoreItem>
</file>

<file path=customXml/itemProps3.xml><?xml version="1.0" encoding="utf-8"?>
<ds:datastoreItem xmlns:ds="http://schemas.openxmlformats.org/officeDocument/2006/customXml" ds:itemID="{1D3D3A21-8721-4103-8789-B356DD883958}">
  <ds:schemaRefs>
    <ds:schemaRef ds:uri="http://schemas.microsoft.com/sharepoint/v3/contenttype/forms"/>
  </ds:schemaRefs>
</ds:datastoreItem>
</file>

<file path=customXml/itemProps4.xml><?xml version="1.0" encoding="utf-8"?>
<ds:datastoreItem xmlns:ds="http://schemas.openxmlformats.org/officeDocument/2006/customXml" ds:itemID="{314CE6EE-F0FE-496E-81A3-072CD29FD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f50a1-a320-4549-8d2f-ce8dff0ea2cb"/>
    <ds:schemaRef ds:uri="215761fd-d181-4150-ba43-62e6cd4cf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plank est</Template>
  <TotalTime>4</TotalTime>
  <Pages>2</Pages>
  <Words>826</Words>
  <Characters>4711</Characters>
  <Application>Microsoft Office Word</Application>
  <DocSecurity>0</DocSecurity>
  <Lines>39</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Tartu Ülikool</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Anneli Soo</cp:lastModifiedBy>
  <cp:revision>4</cp:revision>
  <cp:lastPrinted>2018-12-14T08:18:00Z</cp:lastPrinted>
  <dcterms:created xsi:type="dcterms:W3CDTF">2025-03-07T07:03:00Z</dcterms:created>
  <dcterms:modified xsi:type="dcterms:W3CDTF">2025-09-01T06:57:00Z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0x01010099A839EEBA80C748BE9C46DAEB84D7BD</vt:lpwstr>
  </property>
</Properties>
</file>