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DDB46" w14:textId="77777777" w:rsidR="00E85637" w:rsidRDefault="00E85637">
      <w:pPr>
        <w:rPr>
          <w:spacing w:val="0"/>
          <w:position w:val="0"/>
          <w:sz w:val="20"/>
        </w:rPr>
      </w:pPr>
    </w:p>
    <w:p w14:paraId="35420D62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2A032960" wp14:editId="56571966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901644" w14:paraId="68400D35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4208334E" w14:textId="77777777" w:rsidR="009A2A25" w:rsidRDefault="009A2A25" w:rsidP="009A2A25">
            <w:pPr>
              <w:framePr w:w="9582" w:h="1359" w:wrap="notBeside" w:vAnchor="page" w:hAnchor="page" w:x="1702" w:y="2202"/>
            </w:pPr>
            <w:r>
              <w:t>Keskkonnaministeerium</w:t>
            </w:r>
          </w:p>
          <w:p w14:paraId="4FA514D9" w14:textId="77777777" w:rsidR="00865D1D" w:rsidRDefault="00865D1D" w:rsidP="009A2A25">
            <w:pPr>
              <w:framePr w:w="9582" w:h="1359" w:wrap="notBeside" w:vAnchor="page" w:hAnchor="page" w:x="1702" w:y="2202"/>
            </w:pPr>
            <w:r>
              <w:t>Paldiski mnt 96</w:t>
            </w:r>
          </w:p>
          <w:p w14:paraId="0B1D96B0" w14:textId="77777777" w:rsidR="009A2A25" w:rsidRDefault="00865D1D" w:rsidP="009A2A25">
            <w:pPr>
              <w:framePr w:w="9582" w:h="1359" w:wrap="notBeside" w:vAnchor="page" w:hAnchor="page" w:x="1702" w:y="2202"/>
            </w:pPr>
            <w:r>
              <w:t>13522</w:t>
            </w:r>
            <w:r w:rsidR="009A2A25">
              <w:t xml:space="preserve"> TALLINN</w:t>
            </w:r>
          </w:p>
          <w:p w14:paraId="092A86DA" w14:textId="77777777" w:rsidR="009A2A25" w:rsidRDefault="00E57A71" w:rsidP="009A2A25">
            <w:pPr>
              <w:framePr w:w="9582" w:h="1359" w:wrap="notBeside" w:vAnchor="page" w:hAnchor="page" w:x="1702" w:y="2202"/>
            </w:pPr>
            <w:hyperlink r:id="rId9" w:history="1">
              <w:r w:rsidR="009A2A25" w:rsidRPr="000C47DE">
                <w:rPr>
                  <w:rStyle w:val="Hperlink"/>
                </w:rPr>
                <w:t>keskkonnaministeerium@envir.ee</w:t>
              </w:r>
            </w:hyperlink>
          </w:p>
          <w:p w14:paraId="3F84136A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  <w:tc>
          <w:tcPr>
            <w:tcW w:w="510" w:type="dxa"/>
            <w:noWrap/>
          </w:tcPr>
          <w:p w14:paraId="48E9A884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46F2B615" w14:textId="77777777" w:rsidR="00901644" w:rsidRDefault="00901644" w:rsidP="00273033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</w:tr>
      <w:tr w:rsidR="00901644" w14:paraId="173CA667" w14:textId="77777777">
        <w:trPr>
          <w:cantSplit/>
          <w:trHeight w:val="743"/>
        </w:trPr>
        <w:tc>
          <w:tcPr>
            <w:tcW w:w="5216" w:type="dxa"/>
            <w:vMerge/>
          </w:tcPr>
          <w:p w14:paraId="7C479253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  <w:tc>
          <w:tcPr>
            <w:tcW w:w="510" w:type="dxa"/>
            <w:noWrap/>
          </w:tcPr>
          <w:p w14:paraId="60C585D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4AB92F2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3A32C2">
              <w:rPr>
                <w:noProof/>
              </w:rPr>
              <w:t>(digitaalalkirja kuupäev)</w:t>
            </w:r>
            <w:r>
              <w:fldChar w:fldCharType="end"/>
            </w:r>
            <w:r>
              <w:t xml:space="preserve"> </w:t>
            </w:r>
          </w:p>
          <w:p w14:paraId="15311699" w14:textId="5E9D180D" w:rsidR="00901644" w:rsidRDefault="00901644" w:rsidP="004126E2">
            <w:pPr>
              <w:framePr w:w="9582" w:h="1359" w:wrap="notBeside" w:vAnchor="page" w:hAnchor="page" w:x="1702" w:y="2202"/>
            </w:pPr>
            <w:r>
              <w:t>nr 3-1.1/</w:t>
            </w:r>
            <w:r w:rsidR="008E7BA5">
              <w:t>2022/</w:t>
            </w:r>
            <w:r w:rsidR="006C7129">
              <w:t>62</w:t>
            </w:r>
            <w:r w:rsidR="00282B5C">
              <w:t>62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0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901644" w14:paraId="57C3A51B" w14:textId="77777777">
        <w:trPr>
          <w:cantSplit/>
          <w:trHeight w:hRule="exact" w:val="23"/>
        </w:trPr>
        <w:tc>
          <w:tcPr>
            <w:tcW w:w="5216" w:type="dxa"/>
          </w:tcPr>
          <w:p w14:paraId="0CC88773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4010BF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3733C2C4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</w:tr>
    </w:tbl>
    <w:p w14:paraId="07A1D6BA" w14:textId="77777777" w:rsidR="00901644" w:rsidRDefault="00901644" w:rsidP="00901644">
      <w:pPr>
        <w:framePr w:w="9582" w:h="1359" w:wrap="notBeside" w:vAnchor="page" w:hAnchor="page" w:x="1702" w:y="2202"/>
        <w:rPr>
          <w:sz w:val="12"/>
        </w:rPr>
      </w:pPr>
    </w:p>
    <w:p w14:paraId="66B74FD8" w14:textId="42FBF942" w:rsidR="0065027A" w:rsidRDefault="00282B5C" w:rsidP="009A2A25">
      <w:pPr>
        <w:rPr>
          <w:b/>
        </w:rPr>
      </w:pPr>
      <w:r>
        <w:rPr>
          <w:b/>
        </w:rPr>
        <w:t>Uudeküla II</w:t>
      </w:r>
      <w:r w:rsidR="006F2ED3">
        <w:rPr>
          <w:b/>
        </w:rPr>
        <w:t xml:space="preserve"> </w:t>
      </w:r>
      <w:r w:rsidR="009A2A25" w:rsidRPr="00DC021D">
        <w:rPr>
          <w:b/>
        </w:rPr>
        <w:t xml:space="preserve">uuringuruumis </w:t>
      </w:r>
      <w:r w:rsidR="009A2A25">
        <w:rPr>
          <w:b/>
        </w:rPr>
        <w:t>g</w:t>
      </w:r>
      <w:r w:rsidR="009A2A25" w:rsidRPr="00DC021D">
        <w:rPr>
          <w:b/>
        </w:rPr>
        <w:t xml:space="preserve">eoloogilise uuringu </w:t>
      </w:r>
    </w:p>
    <w:p w14:paraId="217F0D1A" w14:textId="77777777" w:rsidR="009A2A25" w:rsidRPr="00DC021D" w:rsidRDefault="009A2A25" w:rsidP="009A2A25">
      <w:pPr>
        <w:rPr>
          <w:b/>
        </w:rPr>
      </w:pPr>
      <w:r w:rsidRPr="00DC021D">
        <w:rPr>
          <w:b/>
        </w:rPr>
        <w:t xml:space="preserve">loa </w:t>
      </w:r>
      <w:r w:rsidR="00CF436D">
        <w:rPr>
          <w:b/>
        </w:rPr>
        <w:t xml:space="preserve">kooskõlastuse </w:t>
      </w:r>
      <w:r w:rsidRPr="00DC021D">
        <w:rPr>
          <w:b/>
        </w:rPr>
        <w:t>eelnõu edastamine allkirjastamiseks</w:t>
      </w:r>
    </w:p>
    <w:p w14:paraId="22266D0C" w14:textId="77777777" w:rsidR="00C94A49" w:rsidRDefault="00C94A49" w:rsidP="00C94A49">
      <w:pPr>
        <w:pStyle w:val="Pealkiri1"/>
      </w:pPr>
    </w:p>
    <w:p w14:paraId="37322D97" w14:textId="77777777" w:rsidR="00C94A49" w:rsidRDefault="00C94A49" w:rsidP="00C94A49">
      <w:pPr>
        <w:pStyle w:val="Pealkiri1"/>
      </w:pPr>
    </w:p>
    <w:p w14:paraId="1B0BD798" w14:textId="77777777" w:rsidR="00C94A49" w:rsidRDefault="00C94A49" w:rsidP="00C94A49">
      <w:pPr>
        <w:pStyle w:val="Pealkiri1"/>
      </w:pPr>
    </w:p>
    <w:p w14:paraId="305A9E9D" w14:textId="77777777" w:rsidR="00E85637" w:rsidRPr="009A2A25" w:rsidRDefault="007B7275" w:rsidP="007D471F">
      <w:pPr>
        <w:pStyle w:val="Pealkiri1"/>
        <w:rPr>
          <w:b w:val="0"/>
          <w:spacing w:val="0"/>
          <w:position w:val="0"/>
        </w:rPr>
      </w:pPr>
      <w:r w:rsidRPr="009A2A25">
        <w:rPr>
          <w:b w:val="0"/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 w:rsidRPr="009A2A25">
        <w:rPr>
          <w:b w:val="0"/>
          <w:spacing w:val="0"/>
          <w:position w:val="0"/>
        </w:rPr>
        <w:instrText xml:space="preserve"> FORMTEXT </w:instrText>
      </w:r>
      <w:r w:rsidRPr="009A2A25">
        <w:rPr>
          <w:b w:val="0"/>
          <w:spacing w:val="0"/>
          <w:position w:val="0"/>
        </w:rPr>
      </w:r>
      <w:r w:rsidRPr="009A2A25">
        <w:rPr>
          <w:b w:val="0"/>
          <w:spacing w:val="0"/>
          <w:position w:val="0"/>
        </w:rPr>
        <w:fldChar w:fldCharType="separate"/>
      </w:r>
      <w:r w:rsidRPr="009A2A25">
        <w:rPr>
          <w:b w:val="0"/>
          <w:noProof/>
          <w:spacing w:val="0"/>
          <w:position w:val="0"/>
        </w:rPr>
        <w:t>Austatud</w:t>
      </w:r>
      <w:r w:rsidRPr="009A2A25">
        <w:rPr>
          <w:b w:val="0"/>
          <w:spacing w:val="0"/>
          <w:position w:val="0"/>
        </w:rPr>
        <w:fldChar w:fldCharType="end"/>
      </w:r>
      <w:r w:rsidR="00901644" w:rsidRPr="009A2A25">
        <w:rPr>
          <w:b w:val="0"/>
          <w:spacing w:val="0"/>
          <w:position w:val="0"/>
        </w:rPr>
        <w:t xml:space="preserve"> </w:t>
      </w:r>
      <w:r w:rsidR="00C7559D" w:rsidRPr="009A2A25">
        <w:rPr>
          <w:b w:val="0"/>
          <w:spacing w:val="0"/>
          <w:position w:val="0"/>
        </w:rPr>
        <w:t xml:space="preserve">härra </w:t>
      </w:r>
      <w:r w:rsidR="009A2A25" w:rsidRPr="009A2A25">
        <w:rPr>
          <w:b w:val="0"/>
          <w:spacing w:val="0"/>
          <w:position w:val="0"/>
        </w:rPr>
        <w:t>minister</w:t>
      </w:r>
    </w:p>
    <w:p w14:paraId="1F83AFF3" w14:textId="77777777" w:rsidR="007D471F" w:rsidRDefault="007D471F" w:rsidP="007D471F"/>
    <w:p w14:paraId="1A01B8A0" w14:textId="77777777" w:rsidR="007D471F" w:rsidRDefault="007D471F" w:rsidP="007D471F"/>
    <w:p w14:paraId="4F148035" w14:textId="77777777" w:rsidR="007D471F" w:rsidRPr="007D471F" w:rsidRDefault="007D471F" w:rsidP="007D471F">
      <w:pPr>
        <w:sectPr w:rsidR="007D471F" w:rsidRPr="007D471F" w:rsidSect="00A3348C">
          <w:headerReference w:type="default" r:id="rId10"/>
          <w:footerReference w:type="default" r:id="rId11"/>
          <w:headerReference w:type="first" r:id="rId12"/>
          <w:pgSz w:w="11906" w:h="16838" w:code="9"/>
          <w:pgMar w:top="2552" w:right="1133" w:bottom="737" w:left="1701" w:header="454" w:footer="567" w:gutter="0"/>
          <w:cols w:space="708"/>
          <w:titlePg/>
        </w:sectPr>
      </w:pPr>
    </w:p>
    <w:p w14:paraId="60873FED" w14:textId="79C9E989" w:rsidR="00CF436D" w:rsidRDefault="009A78E3" w:rsidP="009A78E3">
      <w:pPr>
        <w:jc w:val="both"/>
      </w:pPr>
      <w:r w:rsidRPr="00DC021D">
        <w:t>Edastame Teile allkirjastamiseks Riigimetsa Majandamise Keskuse poolt ette valmistatud keskkonnaministri riigivara valitseja kooskõlastuse eelnõu, mis käsitleb</w:t>
      </w:r>
      <w:r w:rsidR="0049484B">
        <w:t xml:space="preserve"> </w:t>
      </w:r>
      <w:r w:rsidR="00282B5C">
        <w:t>SKP Invest OÜ</w:t>
      </w:r>
      <w:r w:rsidR="00DA255B">
        <w:t xml:space="preserve"> </w:t>
      </w:r>
      <w:r w:rsidR="008E7BA5">
        <w:t>(reg</w:t>
      </w:r>
      <w:r w:rsidR="00CF436D">
        <w:t xml:space="preserve">istrikood </w:t>
      </w:r>
      <w:r w:rsidR="00282B5C">
        <w:t>11476740</w:t>
      </w:r>
      <w:r w:rsidR="00CF436D">
        <w:t xml:space="preserve">) </w:t>
      </w:r>
      <w:r w:rsidRPr="00DC021D">
        <w:t>poolt esitatud geoloogilise uuringu loa taotlus</w:t>
      </w:r>
      <w:r>
        <w:t xml:space="preserve">t </w:t>
      </w:r>
      <w:r w:rsidR="006C7129">
        <w:t>liiva</w:t>
      </w:r>
      <w:r w:rsidR="008D0685">
        <w:t xml:space="preserve"> </w:t>
      </w:r>
      <w:r w:rsidR="0065027A">
        <w:t xml:space="preserve">tarbevaru uurimist </w:t>
      </w:r>
      <w:r w:rsidR="00282B5C">
        <w:t>Uudeküla II</w:t>
      </w:r>
      <w:r w:rsidR="004126E2">
        <w:t xml:space="preserve"> </w:t>
      </w:r>
      <w:r w:rsidRPr="002D3E19">
        <w:t xml:space="preserve">uuringuruumis. </w:t>
      </w:r>
    </w:p>
    <w:p w14:paraId="3FAC5CA9" w14:textId="77777777" w:rsidR="00205C1A" w:rsidRDefault="00205C1A" w:rsidP="009A78E3">
      <w:pPr>
        <w:jc w:val="both"/>
      </w:pPr>
    </w:p>
    <w:p w14:paraId="526B9902" w14:textId="0CA5F960" w:rsidR="009E416E" w:rsidRDefault="00282B5C" w:rsidP="009A78E3">
      <w:pPr>
        <w:jc w:val="both"/>
      </w:pPr>
      <w:r>
        <w:t>Uudeküla II</w:t>
      </w:r>
      <w:r w:rsidR="00D87DA9">
        <w:t xml:space="preserve"> </w:t>
      </w:r>
      <w:r w:rsidR="009A78E3" w:rsidRPr="002D3E19">
        <w:t xml:space="preserve">uuringuruum asub </w:t>
      </w:r>
      <w:r>
        <w:t>Lääne-Viru</w:t>
      </w:r>
      <w:r w:rsidR="00345AC1">
        <w:t xml:space="preserve"> </w:t>
      </w:r>
      <w:r w:rsidR="00EE2C03" w:rsidRPr="00A24419">
        <w:t xml:space="preserve">maakonnas </w:t>
      </w:r>
      <w:r w:rsidR="00594400">
        <w:t>Tapa</w:t>
      </w:r>
      <w:r w:rsidR="00843ED7">
        <w:t xml:space="preserve"> vallas </w:t>
      </w:r>
      <w:proofErr w:type="spellStart"/>
      <w:r w:rsidR="002E1839">
        <w:t>Alupera</w:t>
      </w:r>
      <w:proofErr w:type="spellEnd"/>
      <w:r w:rsidR="002E1839">
        <w:t xml:space="preserve"> külas </w:t>
      </w:r>
      <w:r w:rsidR="00273033" w:rsidRPr="00A24419">
        <w:t>Rii</w:t>
      </w:r>
      <w:r w:rsidR="009A78E3" w:rsidRPr="00A24419">
        <w:t xml:space="preserve">gimetsa Majandamise Keskuse valitsemisalas </w:t>
      </w:r>
      <w:r w:rsidR="00EE2C03" w:rsidRPr="00A24419">
        <w:t>oleval</w:t>
      </w:r>
      <w:r w:rsidR="000C367E">
        <w:t xml:space="preserve"> kinnisasj</w:t>
      </w:r>
      <w:r w:rsidR="00843ED7">
        <w:t>a</w:t>
      </w:r>
      <w:r w:rsidR="000C367E">
        <w:t xml:space="preserve">l </w:t>
      </w:r>
      <w:r w:rsidR="00594400">
        <w:t>Porkuni</w:t>
      </w:r>
      <w:r w:rsidR="006F2ED3">
        <w:t xml:space="preserve"> metskond </w:t>
      </w:r>
      <w:r w:rsidR="00594400">
        <w:t>27</w:t>
      </w:r>
      <w:r w:rsidR="00491C46">
        <w:t xml:space="preserve"> (katastritunnus </w:t>
      </w:r>
      <w:r w:rsidR="00594400">
        <w:t>78701:005:0180</w:t>
      </w:r>
      <w:r w:rsidR="002E75FB">
        <w:t>)</w:t>
      </w:r>
      <w:r w:rsidR="00594400">
        <w:t xml:space="preserve"> ja </w:t>
      </w:r>
      <w:r w:rsidR="002E1839">
        <w:t xml:space="preserve">Lääne-Viru maakonnas </w:t>
      </w:r>
      <w:r w:rsidR="002E1839">
        <w:t>Tapa vallas Uudekülas</w:t>
      </w:r>
      <w:r w:rsidR="002E1839" w:rsidRPr="00A24419">
        <w:t xml:space="preserve"> </w:t>
      </w:r>
      <w:r w:rsidR="00594400">
        <w:t xml:space="preserve">Maa-ameti </w:t>
      </w:r>
      <w:r w:rsidR="00594400" w:rsidRPr="00A24419">
        <w:t>valitsemisalas oleval</w:t>
      </w:r>
      <w:r w:rsidR="00594400">
        <w:t xml:space="preserve"> kinnisasjal </w:t>
      </w:r>
      <w:r w:rsidR="00594400">
        <w:t xml:space="preserve">Tika </w:t>
      </w:r>
      <w:r w:rsidR="00594400">
        <w:t xml:space="preserve">(katastritunnus </w:t>
      </w:r>
      <w:r w:rsidR="00594400">
        <w:t>78601:001:0321</w:t>
      </w:r>
      <w:r w:rsidR="00594400">
        <w:t>)</w:t>
      </w:r>
      <w:r w:rsidR="00273033" w:rsidRPr="00A24419">
        <w:t>.</w:t>
      </w:r>
      <w:r w:rsidR="00CF436D">
        <w:t xml:space="preserve"> </w:t>
      </w:r>
    </w:p>
    <w:p w14:paraId="04D9C4DC" w14:textId="77777777" w:rsidR="00CF436D" w:rsidRPr="001F657D" w:rsidRDefault="00CF436D" w:rsidP="009A78E3">
      <w:pPr>
        <w:jc w:val="both"/>
      </w:pPr>
    </w:p>
    <w:p w14:paraId="3161EB50" w14:textId="77777777" w:rsidR="009A78E3" w:rsidRPr="00DC021D" w:rsidRDefault="009A78E3" w:rsidP="009A78E3">
      <w:pPr>
        <w:jc w:val="both"/>
      </w:pPr>
      <w:r w:rsidRPr="001F657D">
        <w:t>Lugupidamisega</w:t>
      </w:r>
    </w:p>
    <w:p w14:paraId="148D292B" w14:textId="77777777" w:rsidR="009A78E3" w:rsidRPr="00DC021D" w:rsidRDefault="009A78E3" w:rsidP="009A78E3"/>
    <w:p w14:paraId="06710694" w14:textId="77777777" w:rsidR="009A78E3" w:rsidRPr="00DC021D" w:rsidRDefault="009A78E3" w:rsidP="009A78E3">
      <w:pPr>
        <w:rPr>
          <w:sz w:val="14"/>
        </w:rPr>
      </w:pPr>
    </w:p>
    <w:p w14:paraId="391618D5" w14:textId="77777777" w:rsidR="009A78E3" w:rsidRPr="00DC021D" w:rsidRDefault="009A78E3" w:rsidP="009A78E3">
      <w:pPr>
        <w:rPr>
          <w:sz w:val="2"/>
        </w:rPr>
      </w:pPr>
    </w:p>
    <w:p w14:paraId="1FC37EA5" w14:textId="77777777" w:rsidR="009A78E3" w:rsidRPr="00907756" w:rsidRDefault="009A78E3" w:rsidP="009A78E3">
      <w:r w:rsidRPr="00DC021D">
        <w:t>(allkirjastatud digitaalselt)</w:t>
      </w:r>
    </w:p>
    <w:p w14:paraId="29DE3C8F" w14:textId="77777777" w:rsidR="009A78E3" w:rsidRDefault="009A78E3" w:rsidP="009A78E3"/>
    <w:p w14:paraId="4DC611C4" w14:textId="77777777" w:rsidR="009A78E3" w:rsidRDefault="009A78E3" w:rsidP="009A78E3"/>
    <w:p w14:paraId="42A4618C" w14:textId="77777777" w:rsidR="009A78E3" w:rsidRDefault="009A78E3" w:rsidP="009A78E3">
      <w:r>
        <w:t>Andres Sepp</w:t>
      </w:r>
    </w:p>
    <w:p w14:paraId="373F0D6E" w14:textId="77777777" w:rsidR="009A78E3" w:rsidRDefault="009A78E3" w:rsidP="009A78E3">
      <w:r>
        <w:t>Peametsaülem</w:t>
      </w:r>
    </w:p>
    <w:p w14:paraId="08F2F913" w14:textId="77777777" w:rsidR="009A78E3" w:rsidRDefault="009A78E3" w:rsidP="009A78E3"/>
    <w:p w14:paraId="6C4A05A6" w14:textId="77777777" w:rsidR="009A78E3" w:rsidRDefault="00865D1D" w:rsidP="00865D1D">
      <w:pPr>
        <w:shd w:val="clear" w:color="auto" w:fill="FFFFFF"/>
        <w:spacing w:before="100" w:beforeAutospacing="1" w:after="100" w:afterAutospacing="1"/>
        <w:ind w:left="360"/>
      </w:pPr>
      <w:r w:rsidRPr="00865D1D">
        <w:rPr>
          <w:rFonts w:ascii="Segoe UI" w:hAnsi="Segoe UI" w:cs="Segoe UI"/>
          <w:spacing w:val="0"/>
          <w:position w:val="0"/>
          <w:szCs w:val="24"/>
          <w:lang w:eastAsia="et-EE"/>
        </w:rPr>
        <w:t> </w:t>
      </w:r>
    </w:p>
    <w:p w14:paraId="6EC79089" w14:textId="77777777" w:rsidR="009A78E3" w:rsidRDefault="009A78E3" w:rsidP="009A78E3">
      <w:r>
        <w:t xml:space="preserve">Lisa: </w:t>
      </w:r>
      <w:r>
        <w:tab/>
        <w:t xml:space="preserve">1. </w:t>
      </w:r>
      <w:r w:rsidR="00262F53">
        <w:t>Kooskõlastuse</w:t>
      </w:r>
      <w:r>
        <w:t xml:space="preserve"> eelnõu</w:t>
      </w:r>
    </w:p>
    <w:p w14:paraId="7900D2E0" w14:textId="67C5DF90" w:rsidR="009A78E3" w:rsidRDefault="009A78E3" w:rsidP="009A78E3">
      <w:pPr>
        <w:ind w:firstLine="680"/>
      </w:pPr>
      <w:r>
        <w:t>2. Keskkonnaameti RV kooskõlastustaotlus</w:t>
      </w:r>
    </w:p>
    <w:p w14:paraId="2D1E78CC" w14:textId="3E854B1B" w:rsidR="00594400" w:rsidRDefault="00594400" w:rsidP="009A78E3">
      <w:pPr>
        <w:ind w:firstLine="680"/>
      </w:pPr>
      <w:r>
        <w:t>3. Maa-ameti seisukoht</w:t>
      </w:r>
    </w:p>
    <w:p w14:paraId="2FA6C600" w14:textId="77777777" w:rsidR="00316F07" w:rsidRDefault="009A78E3" w:rsidP="00316F07">
      <w:r>
        <w:tab/>
      </w:r>
    </w:p>
    <w:p w14:paraId="2C06B3C3" w14:textId="77777777" w:rsidR="00316F07" w:rsidRDefault="00316F07" w:rsidP="00316F07"/>
    <w:p w14:paraId="182AF770" w14:textId="77777777" w:rsidR="00316F07" w:rsidRDefault="00316F07" w:rsidP="00316F07"/>
    <w:p w14:paraId="6A437F55" w14:textId="77777777" w:rsidR="00262F53" w:rsidRDefault="00262F53"/>
    <w:p w14:paraId="3A78D01F" w14:textId="77777777" w:rsidR="000D2DE0" w:rsidRDefault="00422B8E">
      <w:r>
        <w:t>Urve Jõgi</w:t>
      </w:r>
    </w:p>
    <w:p w14:paraId="47D512D9" w14:textId="77777777" w:rsidR="00E85637" w:rsidRDefault="000D2DE0">
      <w:r>
        <w:t xml:space="preserve">566 33867 </w:t>
      </w:r>
      <w:hyperlink r:id="rId13" w:history="1">
        <w:r w:rsidRPr="00C01FCA">
          <w:rPr>
            <w:rStyle w:val="Hperlink"/>
          </w:rPr>
          <w:t>urve.jogi@rmk.ee</w:t>
        </w:r>
      </w:hyperlink>
    </w:p>
    <w:p w14:paraId="5440E3A6" w14:textId="77777777"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1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14:paraId="586A48D2" w14:textId="77777777" w:rsidR="00E85637" w:rsidRDefault="00E85637"/>
    <w:p w14:paraId="00788140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2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 w:rsidR="00A9445B">
        <w:t xml:space="preserve"> </w:t>
      </w:r>
    </w:p>
    <w:sectPr w:rsidR="00356C40" w:rsidSect="00574664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1" w:bottom="1560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AD80E" w14:textId="77777777" w:rsidR="00E5233A" w:rsidRDefault="00E5233A">
      <w:r>
        <w:separator/>
      </w:r>
    </w:p>
  </w:endnote>
  <w:endnote w:type="continuationSeparator" w:id="0">
    <w:p w14:paraId="6258A8FC" w14:textId="77777777" w:rsidR="00E5233A" w:rsidRDefault="00E5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AC11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443FB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18A6" w14:textId="77777777" w:rsidR="00E5233A" w:rsidRDefault="00E5233A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63502" w14:textId="77777777" w:rsidR="00E5233A" w:rsidRDefault="00E5233A">
      <w:r>
        <w:separator/>
      </w:r>
    </w:p>
  </w:footnote>
  <w:footnote w:type="continuationSeparator" w:id="0">
    <w:p w14:paraId="273003D2" w14:textId="77777777" w:rsidR="00E5233A" w:rsidRDefault="00E52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D871C" w14:textId="77777777" w:rsidR="00E5233A" w:rsidRDefault="00E5233A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2F08" w14:textId="77777777" w:rsidR="00E5233A" w:rsidRDefault="00E5233A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7506" w14:textId="77777777" w:rsidR="00E5233A" w:rsidRDefault="00E5233A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9F97DD7"/>
    <w:multiLevelType w:val="multilevel"/>
    <w:tmpl w:val="F91C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821822221">
    <w:abstractNumId w:val="0"/>
  </w:num>
  <w:num w:numId="2" w16cid:durableId="250701621">
    <w:abstractNumId w:val="2"/>
  </w:num>
  <w:num w:numId="3" w16cid:durableId="173580942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10C"/>
    <w:rsid w:val="0001170B"/>
    <w:rsid w:val="00012579"/>
    <w:rsid w:val="00016259"/>
    <w:rsid w:val="00023F6D"/>
    <w:rsid w:val="0003160A"/>
    <w:rsid w:val="00061172"/>
    <w:rsid w:val="00073565"/>
    <w:rsid w:val="00074A80"/>
    <w:rsid w:val="000753BF"/>
    <w:rsid w:val="000C367E"/>
    <w:rsid w:val="000D2DE0"/>
    <w:rsid w:val="000D31BC"/>
    <w:rsid w:val="000E1DE5"/>
    <w:rsid w:val="000F571A"/>
    <w:rsid w:val="0012110C"/>
    <w:rsid w:val="0014028D"/>
    <w:rsid w:val="00143EA1"/>
    <w:rsid w:val="0015432F"/>
    <w:rsid w:val="00160C14"/>
    <w:rsid w:val="00161547"/>
    <w:rsid w:val="00172BAC"/>
    <w:rsid w:val="00187A2D"/>
    <w:rsid w:val="0019152F"/>
    <w:rsid w:val="00191A9B"/>
    <w:rsid w:val="001D139F"/>
    <w:rsid w:val="001D72C5"/>
    <w:rsid w:val="001E574A"/>
    <w:rsid w:val="001F01F2"/>
    <w:rsid w:val="001F3A35"/>
    <w:rsid w:val="00205C1A"/>
    <w:rsid w:val="002124BD"/>
    <w:rsid w:val="00223757"/>
    <w:rsid w:val="00231DFB"/>
    <w:rsid w:val="0023444E"/>
    <w:rsid w:val="00246AF4"/>
    <w:rsid w:val="00262F53"/>
    <w:rsid w:val="00273033"/>
    <w:rsid w:val="00273B04"/>
    <w:rsid w:val="00280AAA"/>
    <w:rsid w:val="00282B5C"/>
    <w:rsid w:val="002B0B66"/>
    <w:rsid w:val="002C2F23"/>
    <w:rsid w:val="002C6585"/>
    <w:rsid w:val="002E1839"/>
    <w:rsid w:val="002E75FB"/>
    <w:rsid w:val="00304048"/>
    <w:rsid w:val="00316F07"/>
    <w:rsid w:val="00326150"/>
    <w:rsid w:val="0034387E"/>
    <w:rsid w:val="00345AC1"/>
    <w:rsid w:val="00350E65"/>
    <w:rsid w:val="00356C40"/>
    <w:rsid w:val="00357D8D"/>
    <w:rsid w:val="00366BC1"/>
    <w:rsid w:val="00377D40"/>
    <w:rsid w:val="00383757"/>
    <w:rsid w:val="003949AB"/>
    <w:rsid w:val="003A08B0"/>
    <w:rsid w:val="003A32C2"/>
    <w:rsid w:val="003A443E"/>
    <w:rsid w:val="003C0836"/>
    <w:rsid w:val="004126E2"/>
    <w:rsid w:val="00415495"/>
    <w:rsid w:val="00422B8E"/>
    <w:rsid w:val="00435E25"/>
    <w:rsid w:val="00436506"/>
    <w:rsid w:val="00442D79"/>
    <w:rsid w:val="00447CD5"/>
    <w:rsid w:val="004721F7"/>
    <w:rsid w:val="00491C46"/>
    <w:rsid w:val="00491E34"/>
    <w:rsid w:val="0049484B"/>
    <w:rsid w:val="004A52F2"/>
    <w:rsid w:val="004A7A14"/>
    <w:rsid w:val="004B1E79"/>
    <w:rsid w:val="004C0F1F"/>
    <w:rsid w:val="004C6D04"/>
    <w:rsid w:val="004C6D9F"/>
    <w:rsid w:val="004D581C"/>
    <w:rsid w:val="004E48AB"/>
    <w:rsid w:val="0050100D"/>
    <w:rsid w:val="00544C70"/>
    <w:rsid w:val="00560E71"/>
    <w:rsid w:val="00564698"/>
    <w:rsid w:val="00574664"/>
    <w:rsid w:val="00575742"/>
    <w:rsid w:val="00591ED0"/>
    <w:rsid w:val="00594400"/>
    <w:rsid w:val="005D4A5A"/>
    <w:rsid w:val="005E145A"/>
    <w:rsid w:val="005F7E43"/>
    <w:rsid w:val="006018D8"/>
    <w:rsid w:val="0062709F"/>
    <w:rsid w:val="00647255"/>
    <w:rsid w:val="0065027A"/>
    <w:rsid w:val="00665880"/>
    <w:rsid w:val="00667808"/>
    <w:rsid w:val="00675748"/>
    <w:rsid w:val="006A7680"/>
    <w:rsid w:val="006C7129"/>
    <w:rsid w:val="006F2ED3"/>
    <w:rsid w:val="00704BBF"/>
    <w:rsid w:val="00740107"/>
    <w:rsid w:val="0074193C"/>
    <w:rsid w:val="00785940"/>
    <w:rsid w:val="00785BA6"/>
    <w:rsid w:val="007B34F8"/>
    <w:rsid w:val="007B7275"/>
    <w:rsid w:val="007D471F"/>
    <w:rsid w:val="007E0D20"/>
    <w:rsid w:val="007F482F"/>
    <w:rsid w:val="00816B8C"/>
    <w:rsid w:val="00826746"/>
    <w:rsid w:val="008277D8"/>
    <w:rsid w:val="0083291B"/>
    <w:rsid w:val="00843ED7"/>
    <w:rsid w:val="00845FCB"/>
    <w:rsid w:val="00865D1D"/>
    <w:rsid w:val="00890DA9"/>
    <w:rsid w:val="00890F21"/>
    <w:rsid w:val="008A1DFD"/>
    <w:rsid w:val="008A5911"/>
    <w:rsid w:val="008B1038"/>
    <w:rsid w:val="008C0A3A"/>
    <w:rsid w:val="008D0685"/>
    <w:rsid w:val="008E7BA5"/>
    <w:rsid w:val="00901644"/>
    <w:rsid w:val="009068BE"/>
    <w:rsid w:val="009101FD"/>
    <w:rsid w:val="0092271B"/>
    <w:rsid w:val="00930A8F"/>
    <w:rsid w:val="00942AC6"/>
    <w:rsid w:val="0094564E"/>
    <w:rsid w:val="00955EF5"/>
    <w:rsid w:val="00975E07"/>
    <w:rsid w:val="0098285B"/>
    <w:rsid w:val="009A2A25"/>
    <w:rsid w:val="009A429B"/>
    <w:rsid w:val="009A55F1"/>
    <w:rsid w:val="009A78E3"/>
    <w:rsid w:val="009D530C"/>
    <w:rsid w:val="009E1FAB"/>
    <w:rsid w:val="009E416E"/>
    <w:rsid w:val="009E6581"/>
    <w:rsid w:val="00A10D06"/>
    <w:rsid w:val="00A24419"/>
    <w:rsid w:val="00A3348C"/>
    <w:rsid w:val="00A73B96"/>
    <w:rsid w:val="00A75BBB"/>
    <w:rsid w:val="00A85B4C"/>
    <w:rsid w:val="00A87D11"/>
    <w:rsid w:val="00A9445B"/>
    <w:rsid w:val="00AA6DA9"/>
    <w:rsid w:val="00AD2829"/>
    <w:rsid w:val="00AE12F5"/>
    <w:rsid w:val="00AE6FE4"/>
    <w:rsid w:val="00AF51F0"/>
    <w:rsid w:val="00AF5CE4"/>
    <w:rsid w:val="00B15316"/>
    <w:rsid w:val="00B17CCB"/>
    <w:rsid w:val="00B23F6F"/>
    <w:rsid w:val="00B528C4"/>
    <w:rsid w:val="00B651DB"/>
    <w:rsid w:val="00B702C2"/>
    <w:rsid w:val="00B7608B"/>
    <w:rsid w:val="00B840BB"/>
    <w:rsid w:val="00BC30E9"/>
    <w:rsid w:val="00BE00B7"/>
    <w:rsid w:val="00BE4524"/>
    <w:rsid w:val="00C005B2"/>
    <w:rsid w:val="00C05A05"/>
    <w:rsid w:val="00C05F8A"/>
    <w:rsid w:val="00C25484"/>
    <w:rsid w:val="00C26BCC"/>
    <w:rsid w:val="00C32B5E"/>
    <w:rsid w:val="00C36327"/>
    <w:rsid w:val="00C52479"/>
    <w:rsid w:val="00C530F7"/>
    <w:rsid w:val="00C612F4"/>
    <w:rsid w:val="00C67247"/>
    <w:rsid w:val="00C71FA6"/>
    <w:rsid w:val="00C7559D"/>
    <w:rsid w:val="00C8315B"/>
    <w:rsid w:val="00C848B1"/>
    <w:rsid w:val="00C86763"/>
    <w:rsid w:val="00C94A49"/>
    <w:rsid w:val="00CD2C76"/>
    <w:rsid w:val="00CF436D"/>
    <w:rsid w:val="00D020C4"/>
    <w:rsid w:val="00D24F89"/>
    <w:rsid w:val="00D34B82"/>
    <w:rsid w:val="00D52EE5"/>
    <w:rsid w:val="00D54036"/>
    <w:rsid w:val="00D81186"/>
    <w:rsid w:val="00D85A8B"/>
    <w:rsid w:val="00D86072"/>
    <w:rsid w:val="00D87DA9"/>
    <w:rsid w:val="00DA255B"/>
    <w:rsid w:val="00DA299C"/>
    <w:rsid w:val="00DD04AC"/>
    <w:rsid w:val="00DD73BA"/>
    <w:rsid w:val="00DE689A"/>
    <w:rsid w:val="00DF0FCE"/>
    <w:rsid w:val="00E06FA4"/>
    <w:rsid w:val="00E16EE9"/>
    <w:rsid w:val="00E24760"/>
    <w:rsid w:val="00E30CF6"/>
    <w:rsid w:val="00E32F37"/>
    <w:rsid w:val="00E358F1"/>
    <w:rsid w:val="00E36018"/>
    <w:rsid w:val="00E46A94"/>
    <w:rsid w:val="00E51B24"/>
    <w:rsid w:val="00E5233A"/>
    <w:rsid w:val="00E57A71"/>
    <w:rsid w:val="00E83C56"/>
    <w:rsid w:val="00E85637"/>
    <w:rsid w:val="00E861CC"/>
    <w:rsid w:val="00E96812"/>
    <w:rsid w:val="00EC5BAE"/>
    <w:rsid w:val="00ED4B3E"/>
    <w:rsid w:val="00ED66B8"/>
    <w:rsid w:val="00EE2C03"/>
    <w:rsid w:val="00EF24EC"/>
    <w:rsid w:val="00EF678A"/>
    <w:rsid w:val="00F04FCF"/>
    <w:rsid w:val="00F22DAC"/>
    <w:rsid w:val="00F31781"/>
    <w:rsid w:val="00F34882"/>
    <w:rsid w:val="00F57152"/>
    <w:rsid w:val="00F7636E"/>
    <w:rsid w:val="00F94062"/>
    <w:rsid w:val="00FA5A39"/>
    <w:rsid w:val="00FA7654"/>
    <w:rsid w:val="00FC6223"/>
    <w:rsid w:val="00FC7FAC"/>
    <w:rsid w:val="00FF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07469F23"/>
  <w15:docId w15:val="{D2C9A2CA-31FD-40A9-9FF5-A2A9747E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901644"/>
    <w:rPr>
      <w:color w:val="0000FF" w:themeColor="hyperlink"/>
      <w:u w:val="single"/>
    </w:rPr>
  </w:style>
  <w:style w:type="paragraph" w:customStyle="1" w:styleId="Default">
    <w:name w:val="Default"/>
    <w:rsid w:val="007D47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ehatekst">
    <w:name w:val="Body Text"/>
    <w:basedOn w:val="Normaallaad"/>
    <w:link w:val="KehatekstMrk"/>
    <w:rsid w:val="00172BAC"/>
    <w:pPr>
      <w:jc w:val="both"/>
    </w:pPr>
    <w:rPr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rsid w:val="00172BAC"/>
    <w:rPr>
      <w:sz w:val="24"/>
      <w:szCs w:val="24"/>
      <w:lang w:eastAsia="en-US"/>
    </w:rPr>
  </w:style>
  <w:style w:type="paragraph" w:styleId="Normaallaadveeb">
    <w:name w:val="Normal (Web)"/>
    <w:basedOn w:val="Normaallaad"/>
    <w:rsid w:val="00172BA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character" w:customStyle="1" w:styleId="text-dark">
    <w:name w:val="text-dark"/>
    <w:basedOn w:val="Liguvaikefont"/>
    <w:rsid w:val="00865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urve.jogi@rmk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eskkonnaministeerium@envir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erikv\Documents\1_1_Metsaosakond_Kirjad_2018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B7753-5E40-4C5B-B52D-C2608DF9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58</TotalTime>
  <Pages>1</Pages>
  <Words>119</Words>
  <Characters>1248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1365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Eerik Väärtnõu</dc:creator>
  <dc:description>Ver 6.0, 11.2018</dc:description>
  <cp:lastModifiedBy>Urve Jõgi</cp:lastModifiedBy>
  <cp:revision>5</cp:revision>
  <cp:lastPrinted>2022-10-28T10:47:00Z</cp:lastPrinted>
  <dcterms:created xsi:type="dcterms:W3CDTF">2022-11-28T10:19:00Z</dcterms:created>
  <dcterms:modified xsi:type="dcterms:W3CDTF">2022-11-28T11:20:00Z</dcterms:modified>
</cp:coreProperties>
</file>