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1B7EDB8A" w:rsidR="00F966B4" w:rsidRDefault="00F966B4" w:rsidP="00F966B4">
      <w:pPr>
        <w:rPr>
          <w:rFonts w:ascii="Times New Roman" w:hAnsi="Times New Roman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567E72">
        <w:rPr>
          <w:rFonts w:ascii="Times New Roman" w:hAnsi="Times New Roman"/>
          <w:lang w:val="et-EE"/>
        </w:rPr>
        <w:t>26</w:t>
      </w:r>
      <w:r w:rsidRPr="00F966B4">
        <w:rPr>
          <w:rFonts w:ascii="Times New Roman" w:hAnsi="Times New Roman"/>
          <w:lang w:val="et-EE"/>
        </w:rPr>
        <w:t>.0</w:t>
      </w:r>
      <w:r w:rsidR="00750948">
        <w:rPr>
          <w:rFonts w:ascii="Times New Roman" w:hAnsi="Times New Roman"/>
          <w:lang w:val="et-EE"/>
        </w:rPr>
        <w:t>8</w:t>
      </w:r>
      <w:r w:rsidRPr="00F966B4">
        <w:rPr>
          <w:rFonts w:ascii="Times New Roman" w:hAnsi="Times New Roman"/>
          <w:lang w:val="et-EE"/>
        </w:rPr>
        <w:t>.2025 nr JV-MAA-1/</w:t>
      </w:r>
      <w:r w:rsidR="00E72520" w:rsidRPr="00E72520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E72520" w:rsidRPr="00E72520">
        <w:rPr>
          <w:rFonts w:ascii="Times New Roman" w:hAnsi="Times New Roman"/>
        </w:rPr>
        <w:t>3906</w:t>
      </w: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Õigustatud isiku poolne lepingu sõlmija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sõlmija e-posti aadress, telefoni number (mitte lisada organisatsiooni üldtelefoni)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Andra.McManus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5A9137" w14:textId="7C58B70C" w:rsidR="00F966B4" w:rsidRPr="00630642" w:rsidRDefault="00630642" w:rsidP="00F966B4">
            <w:pPr>
              <w:rPr>
                <w:rFonts w:ascii="Times New Roman" w:hAnsi="Times New Roman"/>
                <w:lang w:val="et-EE"/>
              </w:rPr>
            </w:pPr>
            <w:r w:rsidRPr="00630642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6BE400E" w14:textId="77777777" w:rsidR="00743C7D" w:rsidRPr="00743C7D" w:rsidRDefault="00F966B4" w:rsidP="00743C7D">
            <w:pPr>
              <w:rPr>
                <w:rFonts w:ascii="Times New Roman" w:hAnsi="Times New Roman"/>
                <w:i/>
                <w:iCs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B11D32">
              <w:rPr>
                <w:rFonts w:ascii="Times New Roman" w:hAnsi="Times New Roman"/>
                <w:lang w:val="et-EE"/>
              </w:rPr>
              <w:t xml:space="preserve">: </w:t>
            </w:r>
            <w:r w:rsidR="0006579C">
              <w:t xml:space="preserve"> </w:t>
            </w:r>
            <w:r w:rsidR="00743C7D" w:rsidRPr="00743C7D">
              <w:rPr>
                <w:rFonts w:ascii="Times New Roman" w:hAnsi="Times New Roman"/>
                <w:i/>
                <w:iCs/>
                <w:lang w:val="et-EE"/>
              </w:rPr>
              <w:t xml:space="preserve"> LC3633 </w:t>
            </w:r>
          </w:p>
          <w:p w14:paraId="1429A5E1" w14:textId="7BAC4CD9" w:rsidR="00F966B4" w:rsidRPr="00F966B4" w:rsidRDefault="00743C7D" w:rsidP="00743C7D">
            <w:pPr>
              <w:rPr>
                <w:rFonts w:ascii="Times New Roman" w:hAnsi="Times New Roman"/>
                <w:lang w:val="et-EE"/>
              </w:rPr>
            </w:pPr>
            <w:r w:rsidRPr="00743C7D">
              <w:rPr>
                <w:rFonts w:ascii="Times New Roman" w:hAnsi="Times New Roman"/>
                <w:i/>
                <w:iCs/>
                <w:lang w:val="et-EE"/>
              </w:rPr>
              <w:t xml:space="preserve">„LC3633 Metsanurga liitumine Vana-Kuuste küla Kambja vald Tartumaa“.  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8732A1" w14:textId="7D3B0CC9" w:rsidR="007A2F74" w:rsidRPr="007A2F74" w:rsidRDefault="00F966B4" w:rsidP="007A2F7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4C0EE3" w:rsidRPr="004C0EE3">
              <w:rPr>
                <w:rFonts w:ascii="Times New Roman" w:hAnsi="Times New Roman"/>
                <w:lang w:val="et-EE"/>
              </w:rPr>
              <w:t>Joonas Russak</w:t>
            </w:r>
          </w:p>
          <w:p w14:paraId="6AF3B2F9" w14:textId="77777777" w:rsidR="0048654C" w:rsidRPr="0048654C" w:rsidRDefault="0048654C" w:rsidP="0048654C">
            <w:pPr>
              <w:rPr>
                <w:rFonts w:ascii="Times New Roman" w:hAnsi="Times New Roman"/>
                <w:lang w:val="et-EE"/>
              </w:rPr>
            </w:pPr>
            <w:r w:rsidRPr="0048654C">
              <w:rPr>
                <w:rFonts w:ascii="Times New Roman" w:hAnsi="Times New Roman"/>
                <w:lang w:val="et-EE"/>
              </w:rPr>
              <w:t xml:space="preserve">Enersense Aktsiaselts </w:t>
            </w:r>
          </w:p>
          <w:p w14:paraId="01DAC187" w14:textId="2225DAE4" w:rsidR="00F966B4" w:rsidRPr="00F966B4" w:rsidRDefault="0048654C" w:rsidP="0048654C">
            <w:pPr>
              <w:rPr>
                <w:rFonts w:ascii="Times New Roman" w:hAnsi="Times New Roman"/>
                <w:lang w:val="et-EE"/>
              </w:rPr>
            </w:pPr>
            <w:r w:rsidRPr="0048654C">
              <w:rPr>
                <w:rFonts w:ascii="Times New Roman" w:hAnsi="Times New Roman"/>
                <w:lang w:val="et-EE"/>
              </w:rPr>
              <w:t>Joonas.Russak@enersense.com</w:t>
            </w:r>
          </w:p>
        </w:tc>
      </w:tr>
      <w:tr w:rsidR="00F966B4" w:rsidRPr="00F966B4" w14:paraId="325992C6" w14:textId="77777777" w:rsidTr="009663FE">
        <w:trPr>
          <w:trHeight w:val="580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56C8142E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4C0EE3" w:rsidRPr="004C0EE3">
              <w:rPr>
                <w:rFonts w:ascii="Times New Roman" w:hAnsi="Times New Roman"/>
                <w:lang w:val="et-EE"/>
              </w:rPr>
              <w:t>06.08.2025  nr 7.1-2/25/11545-2</w:t>
            </w:r>
          </w:p>
        </w:tc>
      </w:tr>
      <w:tr w:rsidR="00F966B4" w:rsidRPr="00F966B4" w14:paraId="3369F027" w14:textId="77777777" w:rsidTr="009663FE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2F5C598D" w14:textId="77777777" w:rsidR="00EE4434" w:rsidRPr="00F966B4" w:rsidRDefault="00EE443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4A861BBA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Number ja nimetus: </w:t>
            </w:r>
            <w:r w:rsidR="00204BF5" w:rsidRPr="00204BF5">
              <w:rPr>
                <w:rFonts w:ascii="Times New Roman" w:hAnsi="Times New Roman"/>
              </w:rPr>
              <w:t>61 Põlva-Reola tee</w:t>
            </w:r>
          </w:p>
        </w:tc>
      </w:tr>
      <w:tr w:rsidR="00F966B4" w:rsidRPr="00F966B4" w14:paraId="7C083D3D" w14:textId="77777777" w:rsidTr="009663FE">
        <w:trPr>
          <w:trHeight w:val="415"/>
        </w:trPr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37DC55E1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 w:rsidR="0087457A">
              <w:t xml:space="preserve"> </w:t>
            </w:r>
            <w:r w:rsidR="00C65677" w:rsidRPr="00C65677">
              <w:rPr>
                <w:rFonts w:ascii="Times New Roman" w:hAnsi="Times New Roman"/>
                <w:lang w:val="et-EE"/>
              </w:rPr>
              <w:t>28301:00</w:t>
            </w:r>
            <w:r w:rsidR="00EA79AB">
              <w:rPr>
                <w:rFonts w:ascii="Times New Roman" w:hAnsi="Times New Roman"/>
                <w:lang w:val="et-EE"/>
              </w:rPr>
              <w:t>1</w:t>
            </w:r>
            <w:r w:rsidR="00C65677" w:rsidRPr="00C65677">
              <w:rPr>
                <w:rFonts w:ascii="Times New Roman" w:hAnsi="Times New Roman"/>
                <w:lang w:val="et-EE"/>
              </w:rPr>
              <w:t>:1156</w:t>
            </w:r>
          </w:p>
        </w:tc>
      </w:tr>
      <w:tr w:rsidR="00F966B4" w:rsidRPr="00F966B4" w14:paraId="7B18944B" w14:textId="77777777" w:rsidTr="009663FE">
        <w:trPr>
          <w:trHeight w:val="378"/>
        </w:trPr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1AD757FB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201752" w:rsidRPr="00201752">
              <w:rPr>
                <w:rFonts w:ascii="Times New Roman" w:hAnsi="Times New Roman"/>
                <w:lang w:val="et-EE"/>
              </w:rPr>
              <w:tab/>
            </w:r>
            <w:r w:rsidR="00EA79AB" w:rsidRPr="00EA79AB">
              <w:rPr>
                <w:rFonts w:ascii="Times New Roman" w:hAnsi="Times New Roman"/>
                <w:lang w:val="et-EE"/>
              </w:rPr>
              <w:t>18641950</w:t>
            </w:r>
          </w:p>
        </w:tc>
      </w:tr>
      <w:tr w:rsidR="00F966B4" w:rsidRPr="00F966B4" w14:paraId="6DC79571" w14:textId="77777777" w:rsidTr="009663FE">
        <w:trPr>
          <w:trHeight w:val="378"/>
        </w:trPr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6BA745AF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465F2D"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465F2D" w:rsidRPr="00465F2D">
              <w:rPr>
                <w:color w:val="000000" w:themeColor="text1"/>
              </w:rPr>
              <w:t xml:space="preserve"> </w:t>
            </w:r>
            <w:hyperlink r:id="rId14" w:tgtFrame="_blank" w:history="1">
              <w:r w:rsidR="00C8193B" w:rsidRPr="00C8193B">
                <w:rPr>
                  <w:rStyle w:val="Hyperlink"/>
                </w:rPr>
                <w:t>KV88266</w:t>
              </w:r>
            </w:hyperlink>
          </w:p>
        </w:tc>
      </w:tr>
      <w:tr w:rsidR="00F966B4" w:rsidRPr="00F966B4" w14:paraId="3C061758" w14:textId="77777777" w:rsidTr="009663FE">
        <w:trPr>
          <w:trHeight w:val="453"/>
        </w:trPr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53CD76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210641" w14:textId="472EADBE" w:rsidR="00F966B4" w:rsidRPr="00EA665A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750B34"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5341BD" w:rsidRPr="00EA665A">
              <w:rPr>
                <w:rFonts w:ascii="Times New Roman" w:hAnsi="Times New Roman"/>
              </w:rPr>
              <w:t>898491</w:t>
            </w:r>
          </w:p>
          <w:p w14:paraId="21124D83" w14:textId="1A0A5DD9" w:rsidR="009663FE" w:rsidRDefault="000031F9" w:rsidP="00630642">
            <w:pPr>
              <w:rPr>
                <w:rFonts w:ascii="Times New Roman" w:hAnsi="Times New Roman"/>
              </w:rPr>
            </w:pPr>
            <w:hyperlink r:id="rId15" w:history="1">
              <w:r w:rsidRPr="00EA665A">
                <w:rPr>
                  <w:rStyle w:val="Hyperlink"/>
                  <w:rFonts w:ascii="Times New Roman" w:hAnsi="Times New Roman"/>
                </w:rPr>
                <w:t>https://pari.kataster.ee/magic-link/b1db04ad-345d-486e-85c9-8f9bf0f5e89c</w:t>
              </w:r>
            </w:hyperlink>
          </w:p>
          <w:p w14:paraId="2DBE9892" w14:textId="77777777" w:rsidR="00EA665A" w:rsidRDefault="00EA665A" w:rsidP="00630642">
            <w:pPr>
              <w:rPr>
                <w:rFonts w:ascii="Times New Roman" w:hAnsi="Times New Roman"/>
              </w:rPr>
            </w:pPr>
          </w:p>
          <w:p w14:paraId="238DFE38" w14:textId="77777777" w:rsidR="00EA665A" w:rsidRPr="00EA665A" w:rsidRDefault="00EA665A" w:rsidP="00630642">
            <w:pPr>
              <w:rPr>
                <w:rFonts w:ascii="Times New Roman" w:hAnsi="Times New Roman"/>
              </w:rPr>
            </w:pPr>
          </w:p>
          <w:p w14:paraId="2930464F" w14:textId="0EFB3665" w:rsidR="000031F9" w:rsidRPr="00F93C37" w:rsidRDefault="000C3BA5" w:rsidP="00630642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lastRenderedPageBreak/>
              <w:t xml:space="preserve">Number ja nimetus: </w:t>
            </w:r>
            <w:r w:rsidRPr="000C3BA5">
              <w:rPr>
                <w:rFonts w:ascii="Times New Roman" w:hAnsi="Times New Roman"/>
              </w:rPr>
              <w:t>61 Põlva-Reola tee</w:t>
            </w:r>
          </w:p>
        </w:tc>
      </w:tr>
      <w:tr w:rsidR="002E2A43" w:rsidRPr="00F966B4" w14:paraId="1468361E" w14:textId="77777777" w:rsidTr="009663FE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8E9FD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B4580BA" w14:textId="40597CB8" w:rsidR="002E2A43" w:rsidRPr="005C3E63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5C3E63">
              <w:rPr>
                <w:rFonts w:ascii="Times New Roman" w:hAnsi="Times New Roman"/>
                <w:lang w:val="et-EE"/>
              </w:rPr>
              <w:t>Katastritunnus:</w:t>
            </w:r>
            <w:r w:rsidR="005C3E63" w:rsidRPr="005C3E63">
              <w:t xml:space="preserve"> </w:t>
            </w:r>
            <w:r w:rsidR="005C3E63" w:rsidRPr="005C3E63">
              <w:rPr>
                <w:rFonts w:ascii="Times New Roman" w:hAnsi="Times New Roman"/>
                <w:lang w:val="et-EE"/>
              </w:rPr>
              <w:t>28301:001:1220</w:t>
            </w:r>
          </w:p>
        </w:tc>
      </w:tr>
      <w:tr w:rsidR="002E2A43" w:rsidRPr="00F966B4" w14:paraId="557D99CE" w14:textId="77777777" w:rsidTr="002E2A43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0C881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C48F220" w14:textId="02F904D3" w:rsidR="002E2A43" w:rsidRPr="008C3606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8C3606">
              <w:rPr>
                <w:rFonts w:ascii="Times New Roman" w:hAnsi="Times New Roman"/>
                <w:lang w:val="et-EE"/>
              </w:rPr>
              <w:t>Kinnistu registriosa number:</w:t>
            </w:r>
            <w:r w:rsidR="008C3606" w:rsidRPr="008C3606">
              <w:rPr>
                <w:rFonts w:ascii="AvenirLTStd-Light" w:hAnsi="AvenirLTStd-Light"/>
                <w:color w:val="000000"/>
                <w:sz w:val="23"/>
                <w:szCs w:val="23"/>
                <w:shd w:val="clear" w:color="auto" w:fill="E8E5DA"/>
              </w:rPr>
              <w:t xml:space="preserve"> </w:t>
            </w:r>
            <w:r w:rsidR="008C3606" w:rsidRPr="008C3606">
              <w:rPr>
                <w:rFonts w:ascii="Times New Roman" w:hAnsi="Times New Roman"/>
              </w:rPr>
              <w:t>19277250</w:t>
            </w:r>
          </w:p>
        </w:tc>
      </w:tr>
      <w:tr w:rsidR="002E2A43" w:rsidRPr="00F966B4" w14:paraId="33EE3CE8" w14:textId="77777777" w:rsidTr="002E2A43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2480E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7132137" w14:textId="591FE4A4" w:rsidR="002E2A43" w:rsidRPr="00A4695B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A4695B">
              <w:rPr>
                <w:rFonts w:ascii="Times New Roman" w:hAnsi="Times New Roman"/>
                <w:lang w:val="et-EE"/>
              </w:rPr>
              <w:t xml:space="preserve">Riigi kinnisvararegistri objekti kood: </w:t>
            </w:r>
            <w:hyperlink r:id="rId16" w:tgtFrame="_blank" w:history="1">
              <w:r w:rsidR="00AC1F80" w:rsidRPr="003608BF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KV89280</w:t>
              </w:r>
            </w:hyperlink>
          </w:p>
        </w:tc>
      </w:tr>
      <w:tr w:rsidR="002E2A43" w:rsidRPr="00F966B4" w14:paraId="1C3623F7" w14:textId="77777777" w:rsidTr="002E2A43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F60D" w14:textId="377D8212" w:rsidR="00170A07" w:rsidRPr="00170A07" w:rsidRDefault="00170A07" w:rsidP="00170A07">
            <w:pPr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  <w:r w:rsidRPr="00170A07">
              <w:rPr>
                <w:rFonts w:ascii="Times New Roman" w:hAnsi="Times New Roman"/>
                <w:b/>
                <w:bCs/>
                <w:lang w:val="et-EE"/>
              </w:rPr>
              <w:t>.KOORMATAVA</w:t>
            </w:r>
          </w:p>
          <w:p w14:paraId="4347332E" w14:textId="77777777" w:rsidR="00170A07" w:rsidRPr="00170A07" w:rsidRDefault="00170A07" w:rsidP="00170A07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170A07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55A368EC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E4D336D" w14:textId="77777777" w:rsidR="000C3BA5" w:rsidRPr="000C3BA5" w:rsidRDefault="000C3BA5" w:rsidP="000C3BA5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 xml:space="preserve">Kasutusõiguse sisu:  </w:t>
            </w:r>
          </w:p>
          <w:p w14:paraId="42BA92C5" w14:textId="77777777" w:rsidR="000C3BA5" w:rsidRPr="000C3BA5" w:rsidRDefault="000C3BA5" w:rsidP="000C3BA5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0A9D75EC" w14:textId="5B51F08A" w:rsidR="000C3BA5" w:rsidRDefault="000C3BA5" w:rsidP="000C3BA5">
            <w:pPr>
              <w:rPr>
                <w:rFonts w:ascii="Times New Roman" w:hAnsi="Times New Roman"/>
              </w:rPr>
            </w:pPr>
            <w:r w:rsidRPr="000C3BA5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0C3BA5">
              <w:rPr>
                <w:rFonts w:ascii="Times New Roman" w:hAnsi="Times New Roman"/>
              </w:rPr>
              <w:t xml:space="preserve"> </w:t>
            </w:r>
            <w:r w:rsidR="00A4695B" w:rsidRPr="00A4695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A4695B" w:rsidRPr="00A4695B">
              <w:rPr>
                <w:rFonts w:ascii="Times New Roman" w:hAnsi="Times New Roman"/>
              </w:rPr>
              <w:t>898493</w:t>
            </w:r>
          </w:p>
          <w:p w14:paraId="78FCFB00" w14:textId="6AC5EA97" w:rsidR="002E2A43" w:rsidRPr="00F966B4" w:rsidRDefault="00170A07" w:rsidP="000A3D95">
            <w:pPr>
              <w:rPr>
                <w:rFonts w:ascii="Times New Roman" w:hAnsi="Times New Roman"/>
                <w:u w:val="single"/>
                <w:lang w:val="et-EE"/>
              </w:rPr>
            </w:pPr>
            <w:hyperlink r:id="rId17" w:history="1">
              <w:r w:rsidRPr="00B831E9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https://pari.kataster.ee/magic-link/a55e73d9-e555-4de0-9cb6-928391f35699</w:t>
              </w:r>
            </w:hyperlink>
          </w:p>
        </w:tc>
      </w:tr>
      <w:tr w:rsidR="002E2A43" w:rsidRPr="00F966B4" w14:paraId="0F883318" w14:textId="77777777" w:rsidTr="002E2A43">
        <w:trPr>
          <w:trHeight w:val="453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E8309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C5D4FA" w14:textId="24BF0EF2" w:rsidR="002E2A43" w:rsidRPr="000C3BA5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 xml:space="preserve">Number ja nimetus: </w:t>
            </w:r>
            <w:r w:rsidRPr="000C3BA5">
              <w:rPr>
                <w:rFonts w:ascii="Times New Roman" w:hAnsi="Times New Roman"/>
              </w:rPr>
              <w:t xml:space="preserve"> 61 Põlva-Reola tee</w:t>
            </w:r>
          </w:p>
        </w:tc>
      </w:tr>
      <w:tr w:rsidR="002E2A43" w:rsidRPr="00F966B4" w14:paraId="2664216F" w14:textId="77777777" w:rsidTr="000C3BA5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CD1A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71D3417" w14:textId="698B36D3" w:rsidR="002E2A43" w:rsidRPr="003608BF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3608BF">
              <w:rPr>
                <w:rFonts w:ascii="Times New Roman" w:hAnsi="Times New Roman"/>
                <w:lang w:val="et-EE"/>
              </w:rPr>
              <w:t>Katastritunnus:</w:t>
            </w:r>
            <w:r w:rsidR="005C3E63" w:rsidRPr="003608BF">
              <w:rPr>
                <w:rFonts w:ascii="Times New Roman" w:hAnsi="Times New Roman"/>
                <w:lang w:val="et-EE"/>
              </w:rPr>
              <w:t xml:space="preserve"> </w:t>
            </w:r>
            <w:r w:rsidR="005C3E63" w:rsidRPr="003608BF">
              <w:t xml:space="preserve"> </w:t>
            </w:r>
            <w:r w:rsidR="00ED5303" w:rsidRPr="003608BF">
              <w:rPr>
                <w:rFonts w:ascii="Times New Roman" w:hAnsi="Times New Roman"/>
                <w:lang w:val="et-EE"/>
              </w:rPr>
              <w:t>28301:00</w:t>
            </w:r>
            <w:r w:rsidR="00CF3AEB" w:rsidRPr="003608BF">
              <w:rPr>
                <w:rFonts w:ascii="Times New Roman" w:hAnsi="Times New Roman"/>
                <w:lang w:val="et-EE"/>
              </w:rPr>
              <w:t>1</w:t>
            </w:r>
            <w:r w:rsidR="00ED5303" w:rsidRPr="003608BF">
              <w:rPr>
                <w:rFonts w:ascii="Times New Roman" w:hAnsi="Times New Roman"/>
                <w:lang w:val="et-EE"/>
              </w:rPr>
              <w:t>:2447</w:t>
            </w:r>
          </w:p>
        </w:tc>
      </w:tr>
      <w:tr w:rsidR="002E2A43" w:rsidRPr="00F966B4" w14:paraId="634584A1" w14:textId="77777777" w:rsidTr="000C3BA5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37950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531D1AD" w14:textId="525387BD" w:rsidR="002E2A43" w:rsidRPr="003608BF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3608BF">
              <w:rPr>
                <w:rFonts w:ascii="Times New Roman" w:hAnsi="Times New Roman"/>
                <w:lang w:val="et-EE"/>
              </w:rPr>
              <w:t>Kinnistu registriosa number:</w:t>
            </w:r>
            <w:r w:rsidR="00085248" w:rsidRPr="003608BF">
              <w:rPr>
                <w:rFonts w:ascii="Times New Roman" w:hAnsi="Times New Roman"/>
                <w:lang w:val="et-EE"/>
              </w:rPr>
              <w:t xml:space="preserve"> </w:t>
            </w:r>
            <w:r w:rsidR="00085248" w:rsidRPr="003608BF">
              <w:rPr>
                <w:rFonts w:ascii="Times New Roman" w:hAnsi="Times New Roman"/>
                <w:lang w:val="et-EE"/>
              </w:rPr>
              <w:tab/>
              <w:t>5607750</w:t>
            </w:r>
          </w:p>
        </w:tc>
      </w:tr>
      <w:tr w:rsidR="002E2A43" w:rsidRPr="00F966B4" w14:paraId="7DC67EC6" w14:textId="77777777" w:rsidTr="000C3BA5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E09D3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8CBCEBA" w14:textId="667D71A1" w:rsidR="002E2A43" w:rsidRPr="003608BF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3608BF">
              <w:rPr>
                <w:rFonts w:ascii="Times New Roman" w:hAnsi="Times New Roman"/>
                <w:lang w:val="et-EE"/>
              </w:rPr>
              <w:t xml:space="preserve">Riigi kinnisvararegistri objekti kood:  </w:t>
            </w:r>
            <w:hyperlink r:id="rId18" w:tgtFrame="_blank" w:history="1">
              <w:r w:rsidR="00085248" w:rsidRPr="003608BF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KV67367</w:t>
              </w:r>
            </w:hyperlink>
          </w:p>
        </w:tc>
      </w:tr>
      <w:tr w:rsidR="002E2A43" w:rsidRPr="00F966B4" w14:paraId="2E7583A3" w14:textId="77777777" w:rsidTr="000C3BA5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58D" w14:textId="0652C9F4" w:rsidR="00170A07" w:rsidRPr="00170A07" w:rsidRDefault="00170A07" w:rsidP="00170A07">
            <w:pPr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3</w:t>
            </w:r>
            <w:r w:rsidRPr="00170A07">
              <w:rPr>
                <w:rFonts w:ascii="Times New Roman" w:hAnsi="Times New Roman"/>
                <w:b/>
                <w:bCs/>
                <w:lang w:val="et-EE"/>
              </w:rPr>
              <w:t>.KOORMATAVA</w:t>
            </w:r>
          </w:p>
          <w:p w14:paraId="43378D98" w14:textId="77777777" w:rsidR="00170A07" w:rsidRPr="00170A07" w:rsidRDefault="00170A07" w:rsidP="00170A07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170A07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42FA5D87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ADACAB7" w14:textId="77777777" w:rsidR="000C3BA5" w:rsidRPr="000C3BA5" w:rsidRDefault="000C3BA5" w:rsidP="000C3BA5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 xml:space="preserve">Kasutusõiguse sisu:  </w:t>
            </w:r>
          </w:p>
          <w:p w14:paraId="669FBD4C" w14:textId="77777777" w:rsidR="000C3BA5" w:rsidRPr="000C3BA5" w:rsidRDefault="000C3BA5" w:rsidP="000C3BA5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92DFF54" w14:textId="21B510B7" w:rsidR="000C3BA5" w:rsidRPr="000C3BA5" w:rsidRDefault="000C3BA5" w:rsidP="000C3BA5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0C3BA5">
              <w:rPr>
                <w:rFonts w:ascii="Times New Roman" w:hAnsi="Times New Roman"/>
              </w:rPr>
              <w:t xml:space="preserve"> </w:t>
            </w:r>
            <w:r w:rsidR="002F4407" w:rsidRPr="003608BF">
              <w:rPr>
                <w:rFonts w:ascii="Times New Roman" w:hAnsi="Times New Roman"/>
              </w:rPr>
              <w:t>898494</w:t>
            </w:r>
          </w:p>
          <w:p w14:paraId="6DFB4FC2" w14:textId="025F7577" w:rsidR="002E2A43" w:rsidRDefault="00CF3AEB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hyperlink r:id="rId19" w:history="1">
              <w:r w:rsidRPr="00B831E9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https://pari.kataster.ee/magic-link/f3600c7c-3bcf-4082-aeee-f1b627ea9768</w:t>
              </w:r>
            </w:hyperlink>
          </w:p>
          <w:p w14:paraId="19E2D797" w14:textId="3AE80D68" w:rsidR="00CF3AEB" w:rsidRPr="00F966B4" w:rsidRDefault="00CF3AEB" w:rsidP="00F966B4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2E2A43" w:rsidRPr="00F966B4" w14:paraId="3A4AB736" w14:textId="77777777" w:rsidTr="000C3BA5">
        <w:trPr>
          <w:trHeight w:val="453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7DE80" w14:textId="77777777" w:rsidR="002E2A43" w:rsidRPr="00F966B4" w:rsidRDefault="002E2A43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2FCFFB" w14:textId="2F792801" w:rsidR="002E2A43" w:rsidRPr="000C3BA5" w:rsidRDefault="000C3BA5" w:rsidP="00F966B4">
            <w:pPr>
              <w:rPr>
                <w:rFonts w:ascii="Times New Roman" w:hAnsi="Times New Roman"/>
                <w:lang w:val="et-EE"/>
              </w:rPr>
            </w:pPr>
            <w:r w:rsidRPr="000C3BA5">
              <w:rPr>
                <w:rFonts w:ascii="Times New Roman" w:hAnsi="Times New Roman"/>
                <w:lang w:val="et-EE"/>
              </w:rPr>
              <w:t xml:space="preserve">Number ja nimetus: </w:t>
            </w:r>
            <w:r>
              <w:rPr>
                <w:rFonts w:ascii="Times New Roman" w:hAnsi="Times New Roman"/>
                <w:lang w:val="et-EE"/>
              </w:rPr>
              <w:t>6</w:t>
            </w:r>
            <w:r w:rsidRPr="000C3BA5">
              <w:rPr>
                <w:rFonts w:ascii="Times New Roman" w:hAnsi="Times New Roman"/>
              </w:rPr>
              <w:t>1 Põlva-Reola tee</w:t>
            </w:r>
          </w:p>
        </w:tc>
      </w:tr>
      <w:tr w:rsidR="005341BD" w:rsidRPr="00F966B4" w14:paraId="4BA9B735" w14:textId="77777777" w:rsidTr="00F93C37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8A568" w14:textId="77777777" w:rsidR="005341BD" w:rsidRPr="00F966B4" w:rsidRDefault="005341BD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A1E68DE" w14:textId="06EA5DDC" w:rsidR="005341BD" w:rsidRPr="003608BF" w:rsidRDefault="00F93C37" w:rsidP="00F966B4">
            <w:pPr>
              <w:rPr>
                <w:rFonts w:ascii="Times New Roman" w:hAnsi="Times New Roman"/>
                <w:lang w:val="et-EE"/>
              </w:rPr>
            </w:pPr>
            <w:r w:rsidRPr="003608BF">
              <w:rPr>
                <w:rFonts w:ascii="Times New Roman" w:hAnsi="Times New Roman"/>
                <w:lang w:val="et-EE"/>
              </w:rPr>
              <w:t xml:space="preserve">Katastritunnus: </w:t>
            </w:r>
            <w:r w:rsidRPr="003608BF">
              <w:rPr>
                <w:rFonts w:ascii="Times New Roman" w:hAnsi="Times New Roman"/>
              </w:rPr>
              <w:t xml:space="preserve"> </w:t>
            </w:r>
            <w:r w:rsidR="00821D83" w:rsidRPr="003608BF">
              <w:rPr>
                <w:rFonts w:ascii="Times New Roman" w:hAnsi="Times New Roman"/>
              </w:rPr>
              <w:t>28301:001:1190</w:t>
            </w:r>
          </w:p>
        </w:tc>
      </w:tr>
      <w:tr w:rsidR="005341BD" w:rsidRPr="00F966B4" w14:paraId="407DB419" w14:textId="77777777" w:rsidTr="005341BD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64CB0" w14:textId="77777777" w:rsidR="005341BD" w:rsidRPr="00F966B4" w:rsidRDefault="005341BD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618CD03" w14:textId="407566D0" w:rsidR="005341BD" w:rsidRPr="003608BF" w:rsidRDefault="00F93C37" w:rsidP="00F966B4">
            <w:pPr>
              <w:rPr>
                <w:rFonts w:ascii="Times New Roman" w:hAnsi="Times New Roman"/>
                <w:lang w:val="et-EE"/>
              </w:rPr>
            </w:pPr>
            <w:r w:rsidRPr="003608BF">
              <w:rPr>
                <w:rFonts w:ascii="Times New Roman" w:hAnsi="Times New Roman"/>
                <w:lang w:val="et-EE"/>
              </w:rPr>
              <w:t>Kinnistu registriosa number:</w:t>
            </w:r>
            <w:r w:rsidR="00D80F4A" w:rsidRPr="003608BF">
              <w:rPr>
                <w:rFonts w:ascii="Times New Roman" w:hAnsi="Times New Roman"/>
                <w:lang w:val="et-EE"/>
              </w:rPr>
              <w:t xml:space="preserve"> </w:t>
            </w:r>
            <w:r w:rsidR="00D80F4A" w:rsidRPr="003608BF">
              <w:rPr>
                <w:rFonts w:ascii="Times New Roman" w:hAnsi="Times New Roman"/>
              </w:rPr>
              <w:t>18561550</w:t>
            </w:r>
          </w:p>
        </w:tc>
      </w:tr>
      <w:tr w:rsidR="005341BD" w:rsidRPr="00F966B4" w14:paraId="157B78FE" w14:textId="77777777" w:rsidTr="005341BD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2EBEA" w14:textId="77777777" w:rsidR="005341BD" w:rsidRPr="00F966B4" w:rsidRDefault="005341BD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0D138C4" w14:textId="5B8AD694" w:rsidR="005341BD" w:rsidRPr="003608BF" w:rsidRDefault="00F93C37" w:rsidP="00F966B4">
            <w:pPr>
              <w:rPr>
                <w:rFonts w:ascii="Times New Roman" w:hAnsi="Times New Roman"/>
                <w:lang w:val="et-EE"/>
              </w:rPr>
            </w:pPr>
            <w:r w:rsidRPr="003608BF">
              <w:rPr>
                <w:rFonts w:ascii="Times New Roman" w:hAnsi="Times New Roman"/>
                <w:lang w:val="et-EE"/>
              </w:rPr>
              <w:t xml:space="preserve">Riigi kinnisvararegistri objekti kood: </w:t>
            </w:r>
            <w:r w:rsidRPr="003608BF">
              <w:rPr>
                <w:rFonts w:ascii="Times New Roman" w:hAnsi="Times New Roman"/>
              </w:rPr>
              <w:t xml:space="preserve"> </w:t>
            </w:r>
            <w:hyperlink r:id="rId20" w:tgtFrame="_blank" w:history="1">
              <w:r w:rsidR="00D80F4A" w:rsidRPr="003608BF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KV88084</w:t>
              </w:r>
            </w:hyperlink>
          </w:p>
        </w:tc>
      </w:tr>
      <w:tr w:rsidR="005341BD" w:rsidRPr="00F966B4" w14:paraId="384817BA" w14:textId="77777777" w:rsidTr="005341BD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779E76" w14:textId="5B17572D" w:rsidR="00EE4434" w:rsidRPr="00EE4434" w:rsidRDefault="00170A07" w:rsidP="00EE4434">
            <w:pPr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4</w:t>
            </w:r>
            <w:r w:rsidR="00EE4434" w:rsidRPr="00EE4434">
              <w:rPr>
                <w:rFonts w:ascii="Times New Roman" w:hAnsi="Times New Roman"/>
                <w:b/>
                <w:bCs/>
                <w:lang w:val="et-EE"/>
              </w:rPr>
              <w:t>.KOORMATAVA</w:t>
            </w:r>
          </w:p>
          <w:p w14:paraId="6306CD49" w14:textId="77777777" w:rsidR="00EE4434" w:rsidRPr="00EE4434" w:rsidRDefault="00EE4434" w:rsidP="00EE443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EE4434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3CDD6E2F" w14:textId="77777777" w:rsidR="005341BD" w:rsidRPr="00F966B4" w:rsidRDefault="005341BD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7519311" w14:textId="77777777" w:rsidR="00F93C37" w:rsidRPr="00F93C37" w:rsidRDefault="00F93C37" w:rsidP="00F93C37">
            <w:pPr>
              <w:rPr>
                <w:rFonts w:ascii="Times New Roman" w:hAnsi="Times New Roman"/>
                <w:lang w:val="et-EE"/>
              </w:rPr>
            </w:pPr>
            <w:r w:rsidRPr="00F93C37">
              <w:rPr>
                <w:rFonts w:ascii="Times New Roman" w:hAnsi="Times New Roman"/>
                <w:lang w:val="et-EE"/>
              </w:rPr>
              <w:t xml:space="preserve">Kasutusõiguse sisu:  </w:t>
            </w:r>
          </w:p>
          <w:p w14:paraId="2F83BD5B" w14:textId="77777777" w:rsidR="00F93C37" w:rsidRPr="00F93C37" w:rsidRDefault="00F93C37" w:rsidP="00F93C37">
            <w:pPr>
              <w:rPr>
                <w:rFonts w:ascii="Times New Roman" w:hAnsi="Times New Roman"/>
                <w:lang w:val="et-EE"/>
              </w:rPr>
            </w:pPr>
            <w:r w:rsidRPr="00F93C37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3B001D6D" w14:textId="748479F0" w:rsidR="00F93C37" w:rsidRPr="003608BF" w:rsidRDefault="00F93C37" w:rsidP="00F93C37">
            <w:pPr>
              <w:rPr>
                <w:rFonts w:ascii="Times New Roman" w:hAnsi="Times New Roman"/>
              </w:rPr>
            </w:pPr>
            <w:r w:rsidRPr="00F93C37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F93C37">
              <w:rPr>
                <w:rFonts w:ascii="Times New Roman" w:hAnsi="Times New Roman"/>
              </w:rPr>
              <w:t xml:space="preserve"> </w:t>
            </w:r>
            <w:r w:rsidR="00420D59" w:rsidRPr="003608BF">
              <w:rPr>
                <w:rFonts w:ascii="Times New Roman" w:hAnsi="Times New Roman"/>
              </w:rPr>
              <w:t>898492</w:t>
            </w:r>
          </w:p>
          <w:p w14:paraId="15D8C69C" w14:textId="2B83255E" w:rsidR="005341BD" w:rsidRPr="00F966B4" w:rsidRDefault="000A3D95" w:rsidP="003608BF">
            <w:pPr>
              <w:rPr>
                <w:rFonts w:ascii="Times New Roman" w:hAnsi="Times New Roman"/>
                <w:u w:val="single"/>
                <w:lang w:val="et-EE"/>
              </w:rPr>
            </w:pPr>
            <w:hyperlink r:id="rId21" w:history="1">
              <w:r w:rsidRPr="00B831E9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https://pari.kataster.ee/magic-link/0d5822b9-b0dd-416f-a525-8e9161cfd747</w:t>
              </w:r>
            </w:hyperlink>
          </w:p>
        </w:tc>
      </w:tr>
      <w:tr w:rsidR="00F966B4" w:rsidRPr="00F966B4" w14:paraId="314790D5" w14:textId="77777777" w:rsidTr="003608BF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  <w:bottom w:val="single" w:sz="4" w:space="0" w:color="000000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3608BF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  <w:bottom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22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</w:tbl>
    <w:p w14:paraId="601D710D" w14:textId="23965CD7" w:rsidR="00CB0FEA" w:rsidRDefault="00CB0FEA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lastRenderedPageBreak/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7BF45" w14:textId="77777777" w:rsidR="004337A5" w:rsidRDefault="004337A5">
      <w:r>
        <w:separator/>
      </w:r>
    </w:p>
  </w:endnote>
  <w:endnote w:type="continuationSeparator" w:id="0">
    <w:p w14:paraId="63FC9C90" w14:textId="77777777" w:rsidR="004337A5" w:rsidRDefault="004337A5">
      <w:r>
        <w:continuationSeparator/>
      </w:r>
    </w:p>
  </w:endnote>
  <w:endnote w:type="continuationNotice" w:id="1">
    <w:p w14:paraId="7B3F4FBD" w14:textId="77777777" w:rsidR="004337A5" w:rsidRDefault="00433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venirLTStd-Light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63E59" w14:textId="77777777" w:rsidR="004337A5" w:rsidRDefault="004337A5">
      <w:r>
        <w:separator/>
      </w:r>
    </w:p>
  </w:footnote>
  <w:footnote w:type="continuationSeparator" w:id="0">
    <w:p w14:paraId="182BF5C2" w14:textId="77777777" w:rsidR="004337A5" w:rsidRDefault="004337A5">
      <w:r>
        <w:continuationSeparator/>
      </w:r>
    </w:p>
  </w:footnote>
  <w:footnote w:type="continuationNotice" w:id="1">
    <w:p w14:paraId="6A7B3CB6" w14:textId="77777777" w:rsidR="004337A5" w:rsidRDefault="004337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031F9"/>
    <w:rsid w:val="00042427"/>
    <w:rsid w:val="00042C6D"/>
    <w:rsid w:val="000470FF"/>
    <w:rsid w:val="00061FDD"/>
    <w:rsid w:val="00062448"/>
    <w:rsid w:val="0006579C"/>
    <w:rsid w:val="000657E8"/>
    <w:rsid w:val="00067C4B"/>
    <w:rsid w:val="00074F5B"/>
    <w:rsid w:val="00085248"/>
    <w:rsid w:val="00087852"/>
    <w:rsid w:val="00093668"/>
    <w:rsid w:val="000A3D95"/>
    <w:rsid w:val="000A4006"/>
    <w:rsid w:val="000B0B73"/>
    <w:rsid w:val="000B1DBF"/>
    <w:rsid w:val="000B417F"/>
    <w:rsid w:val="000B4850"/>
    <w:rsid w:val="000B57BA"/>
    <w:rsid w:val="000C149A"/>
    <w:rsid w:val="000C3BA5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3EE"/>
    <w:rsid w:val="00152A06"/>
    <w:rsid w:val="00162108"/>
    <w:rsid w:val="00170A07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2F0"/>
    <w:rsid w:val="0020094F"/>
    <w:rsid w:val="00201752"/>
    <w:rsid w:val="00204AC4"/>
    <w:rsid w:val="00204BF5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B06C5"/>
    <w:rsid w:val="002D4D27"/>
    <w:rsid w:val="002D5009"/>
    <w:rsid w:val="002D6251"/>
    <w:rsid w:val="002E0B5D"/>
    <w:rsid w:val="002E0EF7"/>
    <w:rsid w:val="002E20C9"/>
    <w:rsid w:val="002E2A43"/>
    <w:rsid w:val="002E2C1D"/>
    <w:rsid w:val="002E3472"/>
    <w:rsid w:val="002F07BC"/>
    <w:rsid w:val="002F4407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08BF"/>
    <w:rsid w:val="00364590"/>
    <w:rsid w:val="00364C0F"/>
    <w:rsid w:val="00365F2B"/>
    <w:rsid w:val="00381AE8"/>
    <w:rsid w:val="00382D66"/>
    <w:rsid w:val="003A0ECE"/>
    <w:rsid w:val="003B6F35"/>
    <w:rsid w:val="003C3F52"/>
    <w:rsid w:val="003C651D"/>
    <w:rsid w:val="003C6D6C"/>
    <w:rsid w:val="003E385C"/>
    <w:rsid w:val="003E61D3"/>
    <w:rsid w:val="003F5996"/>
    <w:rsid w:val="004170C1"/>
    <w:rsid w:val="00420824"/>
    <w:rsid w:val="00420D59"/>
    <w:rsid w:val="0042216B"/>
    <w:rsid w:val="00430FA1"/>
    <w:rsid w:val="004337A5"/>
    <w:rsid w:val="004376C7"/>
    <w:rsid w:val="00445A99"/>
    <w:rsid w:val="00462CC6"/>
    <w:rsid w:val="00465F2D"/>
    <w:rsid w:val="00470107"/>
    <w:rsid w:val="00477955"/>
    <w:rsid w:val="0048654C"/>
    <w:rsid w:val="00491AD7"/>
    <w:rsid w:val="00494657"/>
    <w:rsid w:val="00496FB0"/>
    <w:rsid w:val="004A1981"/>
    <w:rsid w:val="004B2FB0"/>
    <w:rsid w:val="004B3B7C"/>
    <w:rsid w:val="004B3CBC"/>
    <w:rsid w:val="004C0EE3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341BD"/>
    <w:rsid w:val="00552D94"/>
    <w:rsid w:val="00567E72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C3E63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0642"/>
    <w:rsid w:val="00631A8A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E586A"/>
    <w:rsid w:val="006F11F1"/>
    <w:rsid w:val="006F595A"/>
    <w:rsid w:val="00702CEE"/>
    <w:rsid w:val="00704301"/>
    <w:rsid w:val="0070500B"/>
    <w:rsid w:val="00730275"/>
    <w:rsid w:val="00743C7D"/>
    <w:rsid w:val="00750948"/>
    <w:rsid w:val="00750B34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2F74"/>
    <w:rsid w:val="007A7FE6"/>
    <w:rsid w:val="007B0DCC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1D83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3606"/>
    <w:rsid w:val="008C5B01"/>
    <w:rsid w:val="008D2D2A"/>
    <w:rsid w:val="008D3667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3ABE"/>
    <w:rsid w:val="009663F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A04EE1"/>
    <w:rsid w:val="00A114C3"/>
    <w:rsid w:val="00A16485"/>
    <w:rsid w:val="00A17109"/>
    <w:rsid w:val="00A17AC3"/>
    <w:rsid w:val="00A17E2A"/>
    <w:rsid w:val="00A25DC6"/>
    <w:rsid w:val="00A27416"/>
    <w:rsid w:val="00A33A60"/>
    <w:rsid w:val="00A35B1E"/>
    <w:rsid w:val="00A43A3D"/>
    <w:rsid w:val="00A4695B"/>
    <w:rsid w:val="00A51C44"/>
    <w:rsid w:val="00A53DCD"/>
    <w:rsid w:val="00A649D1"/>
    <w:rsid w:val="00A65739"/>
    <w:rsid w:val="00A837AB"/>
    <w:rsid w:val="00A83FDD"/>
    <w:rsid w:val="00A857C8"/>
    <w:rsid w:val="00A93F3D"/>
    <w:rsid w:val="00A94466"/>
    <w:rsid w:val="00A96E89"/>
    <w:rsid w:val="00AC1F80"/>
    <w:rsid w:val="00AE1639"/>
    <w:rsid w:val="00AE6B50"/>
    <w:rsid w:val="00AE7044"/>
    <w:rsid w:val="00AF1A5D"/>
    <w:rsid w:val="00AF6389"/>
    <w:rsid w:val="00B03164"/>
    <w:rsid w:val="00B05AE2"/>
    <w:rsid w:val="00B05C6C"/>
    <w:rsid w:val="00B11D32"/>
    <w:rsid w:val="00B17AE2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D14A4"/>
    <w:rsid w:val="00BE07EA"/>
    <w:rsid w:val="00BE6355"/>
    <w:rsid w:val="00BE7935"/>
    <w:rsid w:val="00BF0E4C"/>
    <w:rsid w:val="00C0020C"/>
    <w:rsid w:val="00C34030"/>
    <w:rsid w:val="00C34D74"/>
    <w:rsid w:val="00C53640"/>
    <w:rsid w:val="00C56F6D"/>
    <w:rsid w:val="00C65677"/>
    <w:rsid w:val="00C66DDF"/>
    <w:rsid w:val="00C712AC"/>
    <w:rsid w:val="00C8193B"/>
    <w:rsid w:val="00C81E7E"/>
    <w:rsid w:val="00C86912"/>
    <w:rsid w:val="00C86C12"/>
    <w:rsid w:val="00C86E8D"/>
    <w:rsid w:val="00C95ABD"/>
    <w:rsid w:val="00C966E8"/>
    <w:rsid w:val="00CA4C43"/>
    <w:rsid w:val="00CA5CA0"/>
    <w:rsid w:val="00CB0738"/>
    <w:rsid w:val="00CB0FEA"/>
    <w:rsid w:val="00CB31D7"/>
    <w:rsid w:val="00CC0D04"/>
    <w:rsid w:val="00CC0E78"/>
    <w:rsid w:val="00CE4916"/>
    <w:rsid w:val="00CE5616"/>
    <w:rsid w:val="00CE6729"/>
    <w:rsid w:val="00CE6E1D"/>
    <w:rsid w:val="00CE70B7"/>
    <w:rsid w:val="00CF269E"/>
    <w:rsid w:val="00CF3AEB"/>
    <w:rsid w:val="00CF588B"/>
    <w:rsid w:val="00CF5F86"/>
    <w:rsid w:val="00D00B63"/>
    <w:rsid w:val="00D0223D"/>
    <w:rsid w:val="00D04B95"/>
    <w:rsid w:val="00D100C4"/>
    <w:rsid w:val="00D13F55"/>
    <w:rsid w:val="00D25D80"/>
    <w:rsid w:val="00D30B1A"/>
    <w:rsid w:val="00D343E0"/>
    <w:rsid w:val="00D35FED"/>
    <w:rsid w:val="00D42134"/>
    <w:rsid w:val="00D4458D"/>
    <w:rsid w:val="00D51ED4"/>
    <w:rsid w:val="00D52B32"/>
    <w:rsid w:val="00D8006E"/>
    <w:rsid w:val="00D80F4A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2041"/>
    <w:rsid w:val="00E43B45"/>
    <w:rsid w:val="00E47970"/>
    <w:rsid w:val="00E47D1C"/>
    <w:rsid w:val="00E54332"/>
    <w:rsid w:val="00E6200E"/>
    <w:rsid w:val="00E71487"/>
    <w:rsid w:val="00E72144"/>
    <w:rsid w:val="00E72520"/>
    <w:rsid w:val="00E84486"/>
    <w:rsid w:val="00E9115C"/>
    <w:rsid w:val="00E94F8A"/>
    <w:rsid w:val="00EA665A"/>
    <w:rsid w:val="00EA79AB"/>
    <w:rsid w:val="00EB5167"/>
    <w:rsid w:val="00EB79F8"/>
    <w:rsid w:val="00EC15EB"/>
    <w:rsid w:val="00EC41A5"/>
    <w:rsid w:val="00EC50AF"/>
    <w:rsid w:val="00EC6F44"/>
    <w:rsid w:val="00ED26F8"/>
    <w:rsid w:val="00ED4638"/>
    <w:rsid w:val="00ED5303"/>
    <w:rsid w:val="00ED64B8"/>
    <w:rsid w:val="00EE443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3C37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E3E1F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3BA5"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yperlink" Target="https://riigivara.fin.ee/rkvr-frontend/varad/12268887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0d5822b9-b0dd-416f-a525-8e9161cfd747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yperlink" Target="https://pari.kataster.ee/magic-link/a55e73d9-e555-4de0-9cb6-928391f35699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riigivara.fin.ee/rkvr-frontend/varad/12479248" TargetMode="External"/><Relationship Id="rId20" Type="http://schemas.openxmlformats.org/officeDocument/2006/relationships/hyperlink" Target="https://riigivara.fin.ee/rkvr-frontend/varad/1246749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b1db04ad-345d-486e-85c9-8f9bf0f5e89c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f3600c7c-3bcf-4082-aeee-f1b627ea9768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2469047" TargetMode="External"/><Relationship Id="rId22" Type="http://schemas.openxmlformats.org/officeDocument/2006/relationships/hyperlink" Target="https://www.transpordiamet.ee/taotlused-blanketi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</TotalTime>
  <Pages>3</Pages>
  <Words>603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4</cp:revision>
  <cp:lastPrinted>2025-04-15T10:05:00Z</cp:lastPrinted>
  <dcterms:created xsi:type="dcterms:W3CDTF">2025-08-26T08:15:00Z</dcterms:created>
  <dcterms:modified xsi:type="dcterms:W3CDTF">2025-08-26T08:17:00Z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