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A635EE" w14:textId="77777777" w:rsidR="00EB0966" w:rsidRPr="001C0D0A" w:rsidRDefault="00EB0966" w:rsidP="00714187">
      <w:pPr>
        <w:rPr>
          <w:sz w:val="22"/>
          <w:szCs w:val="22"/>
        </w:rPr>
      </w:pPr>
    </w:p>
    <w:p w14:paraId="716FC06D" w14:textId="17CCFE28" w:rsidR="0078069B" w:rsidRPr="001C0D0A" w:rsidRDefault="004D5838" w:rsidP="004D5838">
      <w:pPr>
        <w:pStyle w:val="Kehatekst3"/>
        <w:jc w:val="right"/>
        <w:rPr>
          <w:b/>
          <w:bCs/>
          <w:sz w:val="22"/>
          <w:szCs w:val="22"/>
        </w:rPr>
      </w:pPr>
      <w:r w:rsidRPr="005879DA">
        <w:rPr>
          <w:rFonts w:ascii="Verdana" w:eastAsia="Calibri" w:hAnsi="Verdana"/>
          <w:noProof/>
          <w:lang w:eastAsia="et-EE"/>
        </w:rPr>
        <w:drawing>
          <wp:inline distT="0" distB="0" distL="0" distR="0" wp14:anchorId="2E3EFD1B" wp14:editId="4180AD9B">
            <wp:extent cx="1704975" cy="889768"/>
            <wp:effectExtent l="0" t="0" r="0" b="5715"/>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8446" cy="907236"/>
                    </a:xfrm>
                    <a:prstGeom prst="rect">
                      <a:avLst/>
                    </a:prstGeom>
                    <a:noFill/>
                    <a:ln>
                      <a:noFill/>
                    </a:ln>
                  </pic:spPr>
                </pic:pic>
              </a:graphicData>
            </a:graphic>
          </wp:inline>
        </w:drawing>
      </w:r>
    </w:p>
    <w:p w14:paraId="6736150C" w14:textId="77777777" w:rsidR="00367AC3" w:rsidRPr="00714187" w:rsidRDefault="00B53E92" w:rsidP="00714187">
      <w:pPr>
        <w:pStyle w:val="Pealkiri2"/>
        <w:ind w:right="-1"/>
        <w:jc w:val="center"/>
        <w:rPr>
          <w:b/>
          <w:bCs/>
          <w:sz w:val="28"/>
          <w:szCs w:val="28"/>
        </w:rPr>
      </w:pPr>
      <w:r w:rsidRPr="00714187">
        <w:rPr>
          <w:b/>
          <w:bCs/>
          <w:sz w:val="28"/>
          <w:szCs w:val="28"/>
        </w:rPr>
        <w:t>Seirea</w:t>
      </w:r>
      <w:r w:rsidR="00554BA0" w:rsidRPr="00714187">
        <w:rPr>
          <w:b/>
          <w:bCs/>
          <w:sz w:val="28"/>
          <w:szCs w:val="28"/>
        </w:rPr>
        <w:t>ruanne</w:t>
      </w:r>
    </w:p>
    <w:p w14:paraId="20D26C84" w14:textId="77777777" w:rsidR="00622629" w:rsidRPr="001C0D0A" w:rsidRDefault="00622629" w:rsidP="006044AD"/>
    <w:p w14:paraId="4399C0CC" w14:textId="77777777" w:rsidR="00622629" w:rsidRPr="001C0D0A" w:rsidRDefault="00622629" w:rsidP="006044AD"/>
    <w:tbl>
      <w:tblPr>
        <w:tblStyle w:val="Kontuurtabel"/>
        <w:tblW w:w="10068" w:type="dxa"/>
        <w:tblLook w:val="01E0" w:firstRow="1" w:lastRow="1" w:firstColumn="1" w:lastColumn="1" w:noHBand="0" w:noVBand="0"/>
      </w:tblPr>
      <w:tblGrid>
        <w:gridCol w:w="2796"/>
        <w:gridCol w:w="7272"/>
      </w:tblGrid>
      <w:tr w:rsidR="003D6A3C" w:rsidRPr="001F0913" w14:paraId="5AEF3A5E" w14:textId="77777777" w:rsidTr="00BA2D67">
        <w:trPr>
          <w:trHeight w:val="468"/>
        </w:trPr>
        <w:tc>
          <w:tcPr>
            <w:tcW w:w="2796" w:type="dxa"/>
            <w:shd w:val="pct10" w:color="auto" w:fill="auto"/>
            <w:vAlign w:val="center"/>
          </w:tcPr>
          <w:p w14:paraId="7C861877" w14:textId="77777777" w:rsidR="003D6A3C" w:rsidRPr="001F0913" w:rsidRDefault="008768D7" w:rsidP="006F2F61">
            <w:pPr>
              <w:rPr>
                <w:b/>
                <w:sz w:val="22"/>
                <w:szCs w:val="22"/>
              </w:rPr>
            </w:pPr>
            <w:r w:rsidRPr="001F0913">
              <w:rPr>
                <w:b/>
                <w:sz w:val="22"/>
                <w:szCs w:val="22"/>
              </w:rPr>
              <w:t>Aruande liik</w:t>
            </w:r>
            <w:r w:rsidRPr="001F0913" w:rsidDel="008768D7">
              <w:rPr>
                <w:b/>
                <w:sz w:val="22"/>
                <w:szCs w:val="22"/>
              </w:rPr>
              <w:t xml:space="preserve"> </w:t>
            </w:r>
          </w:p>
        </w:tc>
        <w:tc>
          <w:tcPr>
            <w:tcW w:w="7272" w:type="dxa"/>
            <w:vAlign w:val="center"/>
          </w:tcPr>
          <w:p w14:paraId="3F657C93" w14:textId="77777777" w:rsidR="003D6A3C" w:rsidRPr="001F0913" w:rsidRDefault="008B3522" w:rsidP="006044AD">
            <w:pPr>
              <w:rPr>
                <w:sz w:val="22"/>
                <w:szCs w:val="22"/>
              </w:rPr>
            </w:pPr>
            <w:r w:rsidRPr="001F0913">
              <w:rPr>
                <w:sz w:val="22"/>
                <w:szCs w:val="22"/>
              </w:rPr>
              <w:fldChar w:fldCharType="begin">
                <w:ffData>
                  <w:name w:val=""/>
                  <w:enabled/>
                  <w:calcOnExit w:val="0"/>
                  <w:checkBox>
                    <w:sizeAuto/>
                    <w:default w:val="1"/>
                  </w:checkBox>
                </w:ffData>
              </w:fldChar>
            </w:r>
            <w:r w:rsidRPr="001F0913">
              <w:rPr>
                <w:sz w:val="22"/>
                <w:szCs w:val="22"/>
              </w:rPr>
              <w:instrText xml:space="preserve"> FORMCHECKBOX </w:instrText>
            </w:r>
            <w:r w:rsidR="004D5838">
              <w:rPr>
                <w:sz w:val="22"/>
                <w:szCs w:val="22"/>
              </w:rPr>
            </w:r>
            <w:r w:rsidR="004D5838">
              <w:rPr>
                <w:sz w:val="22"/>
                <w:szCs w:val="22"/>
              </w:rPr>
              <w:fldChar w:fldCharType="separate"/>
            </w:r>
            <w:r w:rsidRPr="001F0913">
              <w:rPr>
                <w:sz w:val="22"/>
                <w:szCs w:val="22"/>
              </w:rPr>
              <w:fldChar w:fldCharType="end"/>
            </w:r>
            <w:r w:rsidR="008768D7" w:rsidRPr="001F0913">
              <w:rPr>
                <w:sz w:val="22"/>
                <w:szCs w:val="22"/>
              </w:rPr>
              <w:t xml:space="preserve"> vahearuanne                 </w:t>
            </w:r>
            <w:r w:rsidR="008768D7" w:rsidRPr="001F0913">
              <w:rPr>
                <w:sz w:val="22"/>
                <w:szCs w:val="22"/>
              </w:rPr>
              <w:fldChar w:fldCharType="begin">
                <w:ffData>
                  <w:name w:val=""/>
                  <w:enabled/>
                  <w:calcOnExit w:val="0"/>
                  <w:checkBox>
                    <w:sizeAuto/>
                    <w:default w:val="0"/>
                  </w:checkBox>
                </w:ffData>
              </w:fldChar>
            </w:r>
            <w:r w:rsidR="008768D7" w:rsidRPr="001F0913">
              <w:rPr>
                <w:sz w:val="22"/>
                <w:szCs w:val="22"/>
              </w:rPr>
              <w:instrText xml:space="preserve"> FORMCHECKBOX </w:instrText>
            </w:r>
            <w:r w:rsidR="004D5838">
              <w:rPr>
                <w:sz w:val="22"/>
                <w:szCs w:val="22"/>
              </w:rPr>
            </w:r>
            <w:r w:rsidR="004D5838">
              <w:rPr>
                <w:sz w:val="22"/>
                <w:szCs w:val="22"/>
              </w:rPr>
              <w:fldChar w:fldCharType="separate"/>
            </w:r>
            <w:r w:rsidR="008768D7" w:rsidRPr="001F0913">
              <w:rPr>
                <w:sz w:val="22"/>
                <w:szCs w:val="22"/>
              </w:rPr>
              <w:fldChar w:fldCharType="end"/>
            </w:r>
            <w:r w:rsidR="008768D7" w:rsidRPr="001F0913">
              <w:rPr>
                <w:sz w:val="22"/>
                <w:szCs w:val="22"/>
              </w:rPr>
              <w:t xml:space="preserve"> lõpparuanne</w:t>
            </w:r>
          </w:p>
          <w:p w14:paraId="3368EA3F" w14:textId="77777777" w:rsidR="00FF4952" w:rsidRPr="001F0913" w:rsidRDefault="00FF4952" w:rsidP="00C90853">
            <w:pPr>
              <w:rPr>
                <w:i/>
                <w:color w:val="00B0F0"/>
                <w:sz w:val="22"/>
                <w:szCs w:val="22"/>
              </w:rPr>
            </w:pPr>
          </w:p>
        </w:tc>
      </w:tr>
      <w:tr w:rsidR="008768D7" w:rsidRPr="001F0913" w14:paraId="5E10498E" w14:textId="77777777" w:rsidTr="00BA2D67">
        <w:trPr>
          <w:trHeight w:val="261"/>
        </w:trPr>
        <w:tc>
          <w:tcPr>
            <w:tcW w:w="2796" w:type="dxa"/>
            <w:shd w:val="pct10" w:color="auto" w:fill="auto"/>
          </w:tcPr>
          <w:p w14:paraId="269F0CEE" w14:textId="77777777" w:rsidR="008768D7" w:rsidRPr="001F0913" w:rsidRDefault="008768D7" w:rsidP="005F4FED">
            <w:pPr>
              <w:rPr>
                <w:b/>
                <w:sz w:val="22"/>
                <w:szCs w:val="22"/>
              </w:rPr>
            </w:pPr>
            <w:r w:rsidRPr="001F0913">
              <w:rPr>
                <w:b/>
                <w:sz w:val="22"/>
                <w:szCs w:val="22"/>
              </w:rPr>
              <w:t xml:space="preserve">1. </w:t>
            </w:r>
            <w:r w:rsidR="00DD4B14" w:rsidRPr="001F0913">
              <w:rPr>
                <w:b/>
                <w:sz w:val="22"/>
                <w:szCs w:val="22"/>
              </w:rPr>
              <w:t>TAT</w:t>
            </w:r>
            <w:r w:rsidR="005F4FED" w:rsidRPr="001F0913">
              <w:rPr>
                <w:b/>
                <w:sz w:val="22"/>
                <w:szCs w:val="22"/>
              </w:rPr>
              <w:t xml:space="preserve"> </w:t>
            </w:r>
            <w:r w:rsidRPr="001F0913">
              <w:rPr>
                <w:b/>
                <w:sz w:val="22"/>
                <w:szCs w:val="22"/>
              </w:rPr>
              <w:t>nimetus</w:t>
            </w:r>
          </w:p>
        </w:tc>
        <w:tc>
          <w:tcPr>
            <w:tcW w:w="7272" w:type="dxa"/>
          </w:tcPr>
          <w:p w14:paraId="3EBFC5B3" w14:textId="77777777" w:rsidR="008768D7" w:rsidRPr="001F0913" w:rsidRDefault="008B3522" w:rsidP="0083297B">
            <w:pPr>
              <w:rPr>
                <w:sz w:val="22"/>
                <w:szCs w:val="22"/>
              </w:rPr>
            </w:pPr>
            <w:r w:rsidRPr="001F0913">
              <w:rPr>
                <w:sz w:val="22"/>
                <w:szCs w:val="22"/>
              </w:rPr>
              <w:t xml:space="preserve">Toetuse andmise tingimused </w:t>
            </w:r>
            <w:r w:rsidRPr="001F0913">
              <w:rPr>
                <w:rStyle w:val="Tugevrhutus"/>
                <w:b w:val="0"/>
                <w:bCs/>
                <w:i w:val="0"/>
                <w:iCs/>
                <w:color w:val="auto"/>
                <w:sz w:val="22"/>
                <w:szCs w:val="22"/>
              </w:rPr>
              <w:t>riskikäitumise ennetamiseks, riskis olevate perede toetamiseks ning turvalise elukeskkonna arendamiseks“</w:t>
            </w:r>
          </w:p>
        </w:tc>
      </w:tr>
      <w:tr w:rsidR="003D6A3C" w:rsidRPr="001F0913" w14:paraId="793E6080" w14:textId="77777777" w:rsidTr="00BA2D67">
        <w:trPr>
          <w:trHeight w:val="248"/>
        </w:trPr>
        <w:tc>
          <w:tcPr>
            <w:tcW w:w="2796" w:type="dxa"/>
            <w:shd w:val="pct10" w:color="auto" w:fill="auto"/>
          </w:tcPr>
          <w:p w14:paraId="31E2AB26" w14:textId="77777777" w:rsidR="003D6A3C" w:rsidRPr="001F0913" w:rsidRDefault="003D6A3C" w:rsidP="00DD4B14">
            <w:pPr>
              <w:rPr>
                <w:b/>
                <w:sz w:val="22"/>
                <w:szCs w:val="22"/>
              </w:rPr>
            </w:pPr>
            <w:r w:rsidRPr="001F0913">
              <w:rPr>
                <w:b/>
                <w:sz w:val="22"/>
                <w:szCs w:val="22"/>
              </w:rPr>
              <w:t xml:space="preserve">2. </w:t>
            </w:r>
            <w:r w:rsidR="00DD4B14" w:rsidRPr="001F0913">
              <w:rPr>
                <w:b/>
                <w:sz w:val="22"/>
                <w:szCs w:val="22"/>
              </w:rPr>
              <w:t xml:space="preserve">TAT </w:t>
            </w:r>
            <w:r w:rsidRPr="001F0913">
              <w:rPr>
                <w:b/>
                <w:sz w:val="22"/>
                <w:szCs w:val="22"/>
              </w:rPr>
              <w:t>tunnusnumber</w:t>
            </w:r>
          </w:p>
        </w:tc>
        <w:tc>
          <w:tcPr>
            <w:tcW w:w="7272" w:type="dxa"/>
          </w:tcPr>
          <w:p w14:paraId="5FCC8D1F" w14:textId="1F2FE5E6" w:rsidR="00502511" w:rsidRPr="001F0913" w:rsidRDefault="00502511" w:rsidP="00502511">
            <w:pPr>
              <w:rPr>
                <w:sz w:val="22"/>
                <w:szCs w:val="22"/>
              </w:rPr>
            </w:pPr>
            <w:r w:rsidRPr="001F0913">
              <w:rPr>
                <w:bCs/>
                <w:sz w:val="22"/>
                <w:szCs w:val="22"/>
              </w:rPr>
              <w:t>2014-2020.2.07.004.01.15-0003</w:t>
            </w:r>
          </w:p>
          <w:p w14:paraId="454EC091" w14:textId="77777777" w:rsidR="003D6A3C" w:rsidRPr="001F0913" w:rsidRDefault="003D6A3C" w:rsidP="0083297B">
            <w:pPr>
              <w:rPr>
                <w:sz w:val="22"/>
                <w:szCs w:val="22"/>
              </w:rPr>
            </w:pPr>
          </w:p>
        </w:tc>
      </w:tr>
      <w:tr w:rsidR="00440900" w:rsidRPr="001F0913" w14:paraId="4EEFE25D" w14:textId="77777777" w:rsidTr="00BA2D67">
        <w:trPr>
          <w:trHeight w:val="248"/>
        </w:trPr>
        <w:tc>
          <w:tcPr>
            <w:tcW w:w="2796" w:type="dxa"/>
            <w:shd w:val="pct10" w:color="auto" w:fill="auto"/>
          </w:tcPr>
          <w:p w14:paraId="690908EE" w14:textId="77777777" w:rsidR="00440900" w:rsidRPr="001F0913" w:rsidRDefault="00440900" w:rsidP="0083297B">
            <w:pPr>
              <w:rPr>
                <w:b/>
                <w:sz w:val="22"/>
                <w:szCs w:val="22"/>
              </w:rPr>
            </w:pPr>
            <w:r w:rsidRPr="001F0913">
              <w:rPr>
                <w:b/>
                <w:sz w:val="22"/>
                <w:szCs w:val="22"/>
              </w:rPr>
              <w:t>3. Toetuse saaja nimi</w:t>
            </w:r>
          </w:p>
        </w:tc>
        <w:tc>
          <w:tcPr>
            <w:tcW w:w="7272" w:type="dxa"/>
          </w:tcPr>
          <w:p w14:paraId="1AA88B2C" w14:textId="77777777" w:rsidR="00440900" w:rsidRPr="001F0913" w:rsidRDefault="005864B1" w:rsidP="0083297B">
            <w:pPr>
              <w:rPr>
                <w:sz w:val="22"/>
                <w:szCs w:val="22"/>
              </w:rPr>
            </w:pPr>
            <w:r w:rsidRPr="001F0913">
              <w:rPr>
                <w:sz w:val="22"/>
                <w:szCs w:val="22"/>
              </w:rPr>
              <w:t>Siseministeerium</w:t>
            </w:r>
          </w:p>
        </w:tc>
      </w:tr>
      <w:tr w:rsidR="00103CA6" w:rsidRPr="001F0913" w14:paraId="3A625097" w14:textId="77777777" w:rsidTr="00BA2D67">
        <w:trPr>
          <w:trHeight w:val="261"/>
        </w:trPr>
        <w:tc>
          <w:tcPr>
            <w:tcW w:w="2796" w:type="dxa"/>
            <w:shd w:val="pct10" w:color="auto" w:fill="auto"/>
          </w:tcPr>
          <w:p w14:paraId="63CBD948" w14:textId="77777777" w:rsidR="00103CA6" w:rsidRPr="001F0913" w:rsidRDefault="006C7F2D" w:rsidP="0083297B">
            <w:pPr>
              <w:rPr>
                <w:b/>
                <w:sz w:val="22"/>
                <w:szCs w:val="22"/>
              </w:rPr>
            </w:pPr>
            <w:r w:rsidRPr="001F0913">
              <w:rPr>
                <w:b/>
                <w:sz w:val="22"/>
                <w:szCs w:val="22"/>
              </w:rPr>
              <w:t xml:space="preserve">4. Partnerite </w:t>
            </w:r>
            <w:r w:rsidR="00FF4952" w:rsidRPr="001F0913">
              <w:rPr>
                <w:b/>
                <w:sz w:val="22"/>
                <w:szCs w:val="22"/>
              </w:rPr>
              <w:t>nimed</w:t>
            </w:r>
          </w:p>
        </w:tc>
        <w:tc>
          <w:tcPr>
            <w:tcW w:w="7272" w:type="dxa"/>
          </w:tcPr>
          <w:p w14:paraId="1E5B94A5" w14:textId="77777777" w:rsidR="00103CA6" w:rsidRPr="001F0913" w:rsidRDefault="005864B1" w:rsidP="0083297B">
            <w:pPr>
              <w:rPr>
                <w:sz w:val="22"/>
                <w:szCs w:val="22"/>
              </w:rPr>
            </w:pPr>
            <w:r w:rsidRPr="001F0913">
              <w:rPr>
                <w:sz w:val="22"/>
                <w:szCs w:val="22"/>
              </w:rPr>
              <w:t>Sotsiaalkindlustusamet</w:t>
            </w:r>
          </w:p>
        </w:tc>
      </w:tr>
      <w:tr w:rsidR="003D6A3C" w:rsidRPr="001F0913" w14:paraId="4BE71F0A" w14:textId="77777777" w:rsidTr="00BA2D67">
        <w:trPr>
          <w:trHeight w:val="508"/>
        </w:trPr>
        <w:tc>
          <w:tcPr>
            <w:tcW w:w="2796" w:type="dxa"/>
            <w:shd w:val="pct10" w:color="auto" w:fill="auto"/>
          </w:tcPr>
          <w:p w14:paraId="68BA71BE" w14:textId="77777777" w:rsidR="003D6A3C" w:rsidRPr="001F0913" w:rsidRDefault="00103CA6" w:rsidP="001B0892">
            <w:pPr>
              <w:rPr>
                <w:b/>
                <w:bCs/>
                <w:sz w:val="22"/>
                <w:szCs w:val="22"/>
              </w:rPr>
            </w:pPr>
            <w:r w:rsidRPr="001F0913">
              <w:rPr>
                <w:b/>
                <w:sz w:val="22"/>
                <w:szCs w:val="22"/>
              </w:rPr>
              <w:t>5</w:t>
            </w:r>
            <w:r w:rsidR="003D6A3C" w:rsidRPr="001F0913">
              <w:rPr>
                <w:b/>
                <w:sz w:val="22"/>
                <w:szCs w:val="22"/>
              </w:rPr>
              <w:t xml:space="preserve">. </w:t>
            </w:r>
            <w:r w:rsidR="00DD4B14" w:rsidRPr="001F0913">
              <w:rPr>
                <w:b/>
                <w:sz w:val="22"/>
                <w:szCs w:val="22"/>
              </w:rPr>
              <w:t>TAT</w:t>
            </w:r>
            <w:r w:rsidR="005F4FED" w:rsidRPr="001F0913">
              <w:rPr>
                <w:b/>
                <w:sz w:val="22"/>
                <w:szCs w:val="22"/>
              </w:rPr>
              <w:t xml:space="preserve"> </w:t>
            </w:r>
            <w:r w:rsidR="003D6A3C" w:rsidRPr="001F0913">
              <w:rPr>
                <w:b/>
                <w:sz w:val="22"/>
                <w:szCs w:val="22"/>
              </w:rPr>
              <w:t>abikõlblikkuse per</w:t>
            </w:r>
            <w:bookmarkStart w:id="0" w:name="_GoBack"/>
            <w:bookmarkEnd w:id="0"/>
            <w:r w:rsidR="003D6A3C" w:rsidRPr="001F0913">
              <w:rPr>
                <w:b/>
                <w:sz w:val="22"/>
                <w:szCs w:val="22"/>
              </w:rPr>
              <w:t>iood</w:t>
            </w:r>
          </w:p>
        </w:tc>
        <w:tc>
          <w:tcPr>
            <w:tcW w:w="7272" w:type="dxa"/>
          </w:tcPr>
          <w:p w14:paraId="53AA6B67" w14:textId="1532A487" w:rsidR="003D6A3C" w:rsidRPr="001F0913" w:rsidRDefault="003C6D05" w:rsidP="00752295">
            <w:pPr>
              <w:rPr>
                <w:sz w:val="22"/>
                <w:szCs w:val="22"/>
              </w:rPr>
            </w:pPr>
            <w:r w:rsidRPr="001F0913">
              <w:rPr>
                <w:sz w:val="22"/>
                <w:szCs w:val="22"/>
              </w:rPr>
              <w:t>1.0</w:t>
            </w:r>
            <w:r w:rsidR="00752295" w:rsidRPr="001F0913">
              <w:rPr>
                <w:sz w:val="22"/>
                <w:szCs w:val="22"/>
              </w:rPr>
              <w:t>7</w:t>
            </w:r>
            <w:r w:rsidRPr="001F0913">
              <w:rPr>
                <w:sz w:val="22"/>
                <w:szCs w:val="22"/>
              </w:rPr>
              <w:t>.2015 – 31.12.2021</w:t>
            </w:r>
          </w:p>
        </w:tc>
      </w:tr>
      <w:tr w:rsidR="003D6A3C" w:rsidRPr="001F0913" w14:paraId="19E00C1A" w14:textId="77777777" w:rsidTr="00BA2D67">
        <w:trPr>
          <w:trHeight w:val="508"/>
        </w:trPr>
        <w:tc>
          <w:tcPr>
            <w:tcW w:w="2796" w:type="dxa"/>
            <w:shd w:val="pct10" w:color="auto" w:fill="auto"/>
          </w:tcPr>
          <w:p w14:paraId="7C9EAD8D" w14:textId="77777777" w:rsidR="003D6A3C" w:rsidRPr="001F0913" w:rsidRDefault="00103CA6" w:rsidP="0083297B">
            <w:pPr>
              <w:rPr>
                <w:b/>
                <w:bCs/>
                <w:sz w:val="22"/>
                <w:szCs w:val="22"/>
              </w:rPr>
            </w:pPr>
            <w:r w:rsidRPr="001F0913">
              <w:rPr>
                <w:b/>
                <w:sz w:val="22"/>
                <w:szCs w:val="22"/>
              </w:rPr>
              <w:t>6</w:t>
            </w:r>
            <w:r w:rsidR="003D6A3C" w:rsidRPr="001F0913">
              <w:rPr>
                <w:b/>
                <w:sz w:val="22"/>
                <w:szCs w:val="22"/>
              </w:rPr>
              <w:t>. Aruandeperiood</w:t>
            </w:r>
            <w:r w:rsidR="003A64C4" w:rsidRPr="001F0913">
              <w:rPr>
                <w:b/>
                <w:sz w:val="22"/>
                <w:szCs w:val="22"/>
              </w:rPr>
              <w:t xml:space="preserve"> </w:t>
            </w:r>
            <w:r w:rsidR="003A64C4" w:rsidRPr="001F0913">
              <w:rPr>
                <w:sz w:val="22"/>
                <w:szCs w:val="22"/>
              </w:rPr>
              <w:t>(kumulatiivselt)</w:t>
            </w:r>
          </w:p>
        </w:tc>
        <w:tc>
          <w:tcPr>
            <w:tcW w:w="7272" w:type="dxa"/>
          </w:tcPr>
          <w:p w14:paraId="6E750224" w14:textId="7D4B6416" w:rsidR="003D6A3C" w:rsidRPr="001F0913" w:rsidRDefault="003C6D05" w:rsidP="00D96F2D">
            <w:pPr>
              <w:rPr>
                <w:sz w:val="22"/>
                <w:szCs w:val="22"/>
              </w:rPr>
            </w:pPr>
            <w:r w:rsidRPr="001F0913">
              <w:rPr>
                <w:sz w:val="22"/>
                <w:szCs w:val="22"/>
              </w:rPr>
              <w:t>1.0</w:t>
            </w:r>
            <w:r w:rsidR="007E28E2" w:rsidRPr="001F0913">
              <w:rPr>
                <w:sz w:val="22"/>
                <w:szCs w:val="22"/>
              </w:rPr>
              <w:t>7</w:t>
            </w:r>
            <w:r w:rsidR="00D96F2D" w:rsidRPr="001F0913">
              <w:rPr>
                <w:sz w:val="22"/>
                <w:szCs w:val="22"/>
              </w:rPr>
              <w:t>.2015</w:t>
            </w:r>
            <w:r w:rsidRPr="001F0913">
              <w:rPr>
                <w:sz w:val="22"/>
                <w:szCs w:val="22"/>
              </w:rPr>
              <w:t xml:space="preserve"> – </w:t>
            </w:r>
            <w:r w:rsidR="00D96F2D" w:rsidRPr="001F0913">
              <w:rPr>
                <w:sz w:val="22"/>
                <w:szCs w:val="22"/>
              </w:rPr>
              <w:t>30.06.2016</w:t>
            </w:r>
          </w:p>
        </w:tc>
      </w:tr>
    </w:tbl>
    <w:p w14:paraId="433D0003" w14:textId="77777777" w:rsidR="003D6A3C" w:rsidRPr="001F0913" w:rsidRDefault="003D6A3C" w:rsidP="002436A3">
      <w:pPr>
        <w:pStyle w:val="Kehatekst3"/>
        <w:jc w:val="both"/>
        <w:rPr>
          <w:sz w:val="22"/>
          <w:szCs w:val="22"/>
        </w:rPr>
      </w:pPr>
    </w:p>
    <w:tbl>
      <w:tblPr>
        <w:tblStyle w:val="Kontuurtabel"/>
        <w:tblW w:w="10102" w:type="dxa"/>
        <w:tblLook w:val="01E0" w:firstRow="1" w:lastRow="1" w:firstColumn="1" w:lastColumn="1" w:noHBand="0" w:noVBand="0"/>
      </w:tblPr>
      <w:tblGrid>
        <w:gridCol w:w="1998"/>
        <w:gridCol w:w="2979"/>
        <w:gridCol w:w="1760"/>
        <w:gridCol w:w="3365"/>
      </w:tblGrid>
      <w:tr w:rsidR="00D13C2E" w:rsidRPr="001F0913" w14:paraId="3A4C4DFD" w14:textId="77777777" w:rsidTr="00BA2D67">
        <w:trPr>
          <w:trHeight w:val="69"/>
        </w:trPr>
        <w:tc>
          <w:tcPr>
            <w:tcW w:w="10102" w:type="dxa"/>
            <w:gridSpan w:val="4"/>
            <w:shd w:val="pct10" w:color="auto" w:fill="auto"/>
          </w:tcPr>
          <w:p w14:paraId="16364045" w14:textId="77777777" w:rsidR="00D13C2E" w:rsidRPr="002C48BF" w:rsidRDefault="00103CA6" w:rsidP="005F4FED">
            <w:pPr>
              <w:pStyle w:val="Kehatekst3"/>
              <w:rPr>
                <w:b/>
                <w:bCs/>
                <w:sz w:val="22"/>
                <w:szCs w:val="22"/>
              </w:rPr>
            </w:pPr>
            <w:r w:rsidRPr="00056CFA">
              <w:rPr>
                <w:b/>
                <w:bCs/>
                <w:sz w:val="22"/>
                <w:szCs w:val="22"/>
              </w:rPr>
              <w:t>7</w:t>
            </w:r>
            <w:r w:rsidR="00D13C2E" w:rsidRPr="00056CFA">
              <w:rPr>
                <w:b/>
                <w:bCs/>
                <w:sz w:val="22"/>
                <w:szCs w:val="22"/>
              </w:rPr>
              <w:t xml:space="preserve">. Ülevaade </w:t>
            </w:r>
            <w:r w:rsidR="002F5975" w:rsidRPr="002C48BF">
              <w:rPr>
                <w:b/>
                <w:bCs/>
                <w:sz w:val="22"/>
                <w:szCs w:val="22"/>
              </w:rPr>
              <w:t>toetatavate</w:t>
            </w:r>
            <w:r w:rsidR="00D13C2E" w:rsidRPr="002C48BF">
              <w:rPr>
                <w:b/>
                <w:bCs/>
                <w:sz w:val="22"/>
                <w:szCs w:val="22"/>
              </w:rPr>
              <w:t xml:space="preserve"> tegevuste elluviimisest </w:t>
            </w:r>
            <w:r w:rsidR="00D13C2E" w:rsidRPr="002C48BF">
              <w:rPr>
                <w:bCs/>
                <w:sz w:val="22"/>
                <w:szCs w:val="22"/>
              </w:rPr>
              <w:t>(kumulatiivselt)</w:t>
            </w:r>
            <w:r w:rsidR="00D13C2E" w:rsidRPr="002C48BF">
              <w:rPr>
                <w:b/>
                <w:bCs/>
                <w:sz w:val="22"/>
                <w:szCs w:val="22"/>
              </w:rPr>
              <w:t xml:space="preserve">  </w:t>
            </w:r>
          </w:p>
        </w:tc>
      </w:tr>
      <w:tr w:rsidR="00C90853" w:rsidRPr="001F0913" w14:paraId="141FB9FC" w14:textId="77777777" w:rsidTr="00BA2D67">
        <w:trPr>
          <w:trHeight w:val="246"/>
        </w:trPr>
        <w:tc>
          <w:tcPr>
            <w:tcW w:w="10102" w:type="dxa"/>
            <w:gridSpan w:val="4"/>
            <w:shd w:val="pct10" w:color="auto" w:fill="auto"/>
          </w:tcPr>
          <w:p w14:paraId="1C58C239" w14:textId="77777777" w:rsidR="00C90853" w:rsidRPr="001F0913" w:rsidRDefault="00C90853" w:rsidP="001B0892">
            <w:pPr>
              <w:pStyle w:val="Kehatekst3"/>
              <w:rPr>
                <w:bCs/>
                <w:sz w:val="22"/>
                <w:szCs w:val="22"/>
              </w:rPr>
            </w:pPr>
            <w:r w:rsidRPr="001F0913">
              <w:rPr>
                <w:bCs/>
                <w:sz w:val="22"/>
                <w:szCs w:val="22"/>
              </w:rPr>
              <w:t>Tegevused, elluviimise periood, lühiülevaade ja hinnang tegevuste elluviimise kohta</w:t>
            </w:r>
          </w:p>
        </w:tc>
      </w:tr>
      <w:tr w:rsidR="00BC4142" w:rsidRPr="005579ED" w14:paraId="54951162" w14:textId="77777777" w:rsidTr="00BA2D67">
        <w:trPr>
          <w:trHeight w:val="204"/>
        </w:trPr>
        <w:tc>
          <w:tcPr>
            <w:tcW w:w="1998" w:type="dxa"/>
          </w:tcPr>
          <w:p w14:paraId="202EB1A5" w14:textId="77777777" w:rsidR="00BC4142" w:rsidRPr="005579ED" w:rsidRDefault="00BC4142" w:rsidP="00C90853">
            <w:pPr>
              <w:pStyle w:val="Kehatekst3"/>
              <w:rPr>
                <w:b/>
                <w:bCs/>
                <w:sz w:val="22"/>
                <w:szCs w:val="22"/>
                <w:shd w:val="clear" w:color="auto" w:fill="E0E0E0"/>
              </w:rPr>
            </w:pPr>
            <w:r w:rsidRPr="001F0913">
              <w:rPr>
                <w:b/>
                <w:bCs/>
                <w:sz w:val="22"/>
                <w:szCs w:val="22"/>
              </w:rPr>
              <w:t xml:space="preserve">Tegevuse nr ja nimetus </w:t>
            </w:r>
          </w:p>
        </w:tc>
        <w:tc>
          <w:tcPr>
            <w:tcW w:w="8104" w:type="dxa"/>
            <w:gridSpan w:val="3"/>
          </w:tcPr>
          <w:p w14:paraId="3A61CA27" w14:textId="337CFFB2" w:rsidR="00BC4142" w:rsidRPr="005579ED" w:rsidRDefault="003C6D05" w:rsidP="007E28E2">
            <w:pPr>
              <w:pStyle w:val="Kehatekst3"/>
              <w:rPr>
                <w:bCs/>
                <w:sz w:val="22"/>
                <w:szCs w:val="22"/>
                <w:shd w:val="clear" w:color="auto" w:fill="E0E0E0"/>
              </w:rPr>
            </w:pPr>
            <w:r w:rsidRPr="005579ED">
              <w:rPr>
                <w:bCs/>
                <w:sz w:val="22"/>
                <w:szCs w:val="22"/>
              </w:rPr>
              <w:t>2.3 Lähisuhtevägivalla all kannatavate noorte ja perede kindlakstegemine ning nende probleemide lahendamine võrgustikutöö meetodil</w:t>
            </w:r>
            <w:r w:rsidR="00BF6F44" w:rsidRPr="005579ED">
              <w:rPr>
                <w:bCs/>
                <w:sz w:val="22"/>
                <w:szCs w:val="22"/>
              </w:rPr>
              <w:t>.</w:t>
            </w:r>
            <w:r w:rsidR="00BC4142" w:rsidRPr="005579ED">
              <w:rPr>
                <w:bCs/>
                <w:sz w:val="22"/>
                <w:szCs w:val="22"/>
              </w:rPr>
              <w:t xml:space="preserve"> </w:t>
            </w:r>
          </w:p>
        </w:tc>
      </w:tr>
      <w:tr w:rsidR="00BC4142" w:rsidRPr="005579ED" w14:paraId="687759DE" w14:textId="77777777" w:rsidTr="00D7223C">
        <w:trPr>
          <w:trHeight w:val="949"/>
        </w:trPr>
        <w:tc>
          <w:tcPr>
            <w:tcW w:w="1998" w:type="dxa"/>
          </w:tcPr>
          <w:p w14:paraId="75C8C6EC" w14:textId="77777777" w:rsidR="00BC4142" w:rsidRPr="005579ED" w:rsidRDefault="00BC4142" w:rsidP="005C2279">
            <w:pPr>
              <w:pStyle w:val="Kehatekst3"/>
              <w:rPr>
                <w:bCs/>
                <w:sz w:val="22"/>
                <w:szCs w:val="22"/>
              </w:rPr>
            </w:pPr>
            <w:r w:rsidRPr="001F0913">
              <w:rPr>
                <w:bCs/>
                <w:sz w:val="22"/>
                <w:szCs w:val="22"/>
              </w:rPr>
              <w:t>Alamtegevuse nr ja nimetus</w:t>
            </w:r>
          </w:p>
        </w:tc>
        <w:tc>
          <w:tcPr>
            <w:tcW w:w="8104" w:type="dxa"/>
            <w:gridSpan w:val="3"/>
          </w:tcPr>
          <w:p w14:paraId="32844246" w14:textId="77777777" w:rsidR="003C6D05" w:rsidRPr="005579ED" w:rsidRDefault="003C6D05" w:rsidP="003D73CB">
            <w:pPr>
              <w:pStyle w:val="Kehatekst3"/>
              <w:rPr>
                <w:bCs/>
                <w:i/>
                <w:color w:val="00B0F0"/>
                <w:sz w:val="22"/>
                <w:szCs w:val="22"/>
              </w:rPr>
            </w:pPr>
          </w:p>
          <w:p w14:paraId="16EF38B2" w14:textId="77777777" w:rsidR="00CB7D02" w:rsidRPr="005579ED" w:rsidRDefault="00CB7D02" w:rsidP="003D73CB">
            <w:pPr>
              <w:pStyle w:val="Kehatekst3"/>
              <w:rPr>
                <w:bCs/>
                <w:sz w:val="22"/>
                <w:szCs w:val="22"/>
              </w:rPr>
            </w:pPr>
            <w:r w:rsidRPr="005579ED">
              <w:rPr>
                <w:sz w:val="22"/>
                <w:szCs w:val="22"/>
              </w:rPr>
              <w:t>3.1 Juhtumikorralduse mudeli ettevalmistamine, katsetamine, arendamine ja laiendamine</w:t>
            </w:r>
          </w:p>
          <w:p w14:paraId="725EC028" w14:textId="77777777" w:rsidR="00CB7D02" w:rsidRPr="005579ED" w:rsidRDefault="00CB7D02" w:rsidP="003D73CB">
            <w:pPr>
              <w:pStyle w:val="Kehatekst3"/>
              <w:rPr>
                <w:bCs/>
                <w:sz w:val="22"/>
                <w:szCs w:val="22"/>
              </w:rPr>
            </w:pPr>
          </w:p>
          <w:p w14:paraId="37FEA0EA" w14:textId="77777777" w:rsidR="00CB7D02" w:rsidRPr="005579ED" w:rsidRDefault="00CB7D02" w:rsidP="003D73CB">
            <w:pPr>
              <w:pStyle w:val="Kehatekst3"/>
              <w:rPr>
                <w:bCs/>
                <w:sz w:val="22"/>
                <w:szCs w:val="22"/>
              </w:rPr>
            </w:pPr>
          </w:p>
          <w:p w14:paraId="3E6FF784" w14:textId="77777777" w:rsidR="00BC4142" w:rsidRPr="005579ED" w:rsidRDefault="00BC4142" w:rsidP="003D73CB">
            <w:pPr>
              <w:pStyle w:val="Kehatekst3"/>
              <w:rPr>
                <w:bCs/>
                <w:i/>
                <w:sz w:val="22"/>
                <w:szCs w:val="22"/>
              </w:rPr>
            </w:pPr>
          </w:p>
        </w:tc>
      </w:tr>
      <w:tr w:rsidR="00BC4142" w:rsidRPr="001F0913" w14:paraId="089CBD3A" w14:textId="77777777" w:rsidTr="00BA2D67">
        <w:trPr>
          <w:trHeight w:val="137"/>
        </w:trPr>
        <w:tc>
          <w:tcPr>
            <w:tcW w:w="1998" w:type="dxa"/>
          </w:tcPr>
          <w:p w14:paraId="45BF8E76" w14:textId="77777777" w:rsidR="00BC4142" w:rsidRPr="001F0913" w:rsidRDefault="00E804A4" w:rsidP="00193677">
            <w:pPr>
              <w:pStyle w:val="Kehatekst3"/>
              <w:rPr>
                <w:bCs/>
                <w:sz w:val="22"/>
                <w:szCs w:val="22"/>
              </w:rPr>
            </w:pPr>
            <w:r w:rsidRPr="001F0913">
              <w:rPr>
                <w:bCs/>
                <w:sz w:val="22"/>
                <w:szCs w:val="22"/>
              </w:rPr>
              <w:t>T</w:t>
            </w:r>
            <w:r w:rsidR="009E0771" w:rsidRPr="001F0913">
              <w:rPr>
                <w:bCs/>
                <w:sz w:val="22"/>
                <w:szCs w:val="22"/>
              </w:rPr>
              <w:t>egevuse</w:t>
            </w:r>
            <w:r w:rsidR="00B334C9" w:rsidRPr="001F0913">
              <w:rPr>
                <w:bCs/>
                <w:sz w:val="22"/>
                <w:szCs w:val="22"/>
              </w:rPr>
              <w:t xml:space="preserve"> või alamtegevuse</w:t>
            </w:r>
            <w:r w:rsidR="009E0771" w:rsidRPr="00056CFA">
              <w:rPr>
                <w:bCs/>
                <w:sz w:val="22"/>
                <w:szCs w:val="22"/>
              </w:rPr>
              <w:t xml:space="preserve"> p</w:t>
            </w:r>
            <w:r w:rsidR="00BC4142" w:rsidRPr="00056CFA">
              <w:rPr>
                <w:bCs/>
                <w:sz w:val="22"/>
                <w:szCs w:val="22"/>
              </w:rPr>
              <w:t>laneeritud algus- ja lõppkuupäev</w:t>
            </w:r>
          </w:p>
          <w:p w14:paraId="60C92586" w14:textId="77777777" w:rsidR="00193677" w:rsidRPr="001F0913" w:rsidRDefault="00193677" w:rsidP="00193677">
            <w:pPr>
              <w:pStyle w:val="Kehatekst3"/>
              <w:rPr>
                <w:b/>
                <w:bCs/>
                <w:sz w:val="22"/>
                <w:szCs w:val="22"/>
                <w:shd w:val="clear" w:color="auto" w:fill="E0E0E0"/>
              </w:rPr>
            </w:pPr>
            <w:r w:rsidRPr="001F0913">
              <w:rPr>
                <w:bCs/>
                <w:sz w:val="22"/>
                <w:szCs w:val="22"/>
              </w:rPr>
              <w:t>(pp.kk.aa)</w:t>
            </w:r>
          </w:p>
        </w:tc>
        <w:tc>
          <w:tcPr>
            <w:tcW w:w="2979" w:type="dxa"/>
          </w:tcPr>
          <w:p w14:paraId="1FB16BA9" w14:textId="77777777" w:rsidR="00F870F6" w:rsidRPr="00A06585" w:rsidRDefault="00F870F6" w:rsidP="00F870F6">
            <w:pPr>
              <w:pStyle w:val="Default"/>
              <w:rPr>
                <w:sz w:val="22"/>
                <w:szCs w:val="22"/>
              </w:rPr>
            </w:pPr>
          </w:p>
          <w:p w14:paraId="747BEE09" w14:textId="77777777" w:rsidR="00F870F6" w:rsidRPr="00A06585" w:rsidRDefault="00F870F6" w:rsidP="00F870F6">
            <w:pPr>
              <w:pStyle w:val="Default"/>
              <w:rPr>
                <w:sz w:val="22"/>
                <w:szCs w:val="22"/>
              </w:rPr>
            </w:pPr>
            <w:r w:rsidRPr="00A06585">
              <w:rPr>
                <w:sz w:val="22"/>
                <w:szCs w:val="22"/>
              </w:rPr>
              <w:t xml:space="preserve">01.09.2015–31.12.2021 </w:t>
            </w:r>
          </w:p>
          <w:p w14:paraId="5167BF96" w14:textId="77777777" w:rsidR="00BF6F44" w:rsidRPr="001F0913" w:rsidRDefault="00BF6F44" w:rsidP="00B20180">
            <w:pPr>
              <w:pStyle w:val="Kehatekst3"/>
              <w:rPr>
                <w:bCs/>
                <w:sz w:val="22"/>
                <w:szCs w:val="22"/>
                <w:shd w:val="clear" w:color="auto" w:fill="E0E0E0"/>
              </w:rPr>
            </w:pPr>
          </w:p>
        </w:tc>
        <w:tc>
          <w:tcPr>
            <w:tcW w:w="1760" w:type="dxa"/>
          </w:tcPr>
          <w:p w14:paraId="142DC220" w14:textId="77777777" w:rsidR="00BC4142" w:rsidRPr="001F0913" w:rsidRDefault="00E804A4" w:rsidP="00E804A4">
            <w:pPr>
              <w:pStyle w:val="Kehatekst3"/>
              <w:rPr>
                <w:bCs/>
                <w:sz w:val="22"/>
                <w:szCs w:val="22"/>
              </w:rPr>
            </w:pPr>
            <w:r w:rsidRPr="00056CFA">
              <w:rPr>
                <w:bCs/>
                <w:sz w:val="22"/>
                <w:szCs w:val="22"/>
              </w:rPr>
              <w:t xml:space="preserve">Tegevuse </w:t>
            </w:r>
            <w:r w:rsidR="00B334C9" w:rsidRPr="00056CFA">
              <w:rPr>
                <w:bCs/>
                <w:sz w:val="22"/>
                <w:szCs w:val="22"/>
              </w:rPr>
              <w:t xml:space="preserve">või alamtegevuse </w:t>
            </w:r>
            <w:r w:rsidRPr="001F0913">
              <w:rPr>
                <w:bCs/>
                <w:sz w:val="22"/>
                <w:szCs w:val="22"/>
              </w:rPr>
              <w:t>t</w:t>
            </w:r>
            <w:r w:rsidR="00BC4142" w:rsidRPr="001F0913">
              <w:rPr>
                <w:bCs/>
                <w:sz w:val="22"/>
                <w:szCs w:val="22"/>
              </w:rPr>
              <w:t>egelik algus- ja lõppkuupäev</w:t>
            </w:r>
          </w:p>
          <w:p w14:paraId="3A7CF6EE" w14:textId="77777777" w:rsidR="00193677" w:rsidRPr="001F0913" w:rsidRDefault="00193677" w:rsidP="00E804A4">
            <w:pPr>
              <w:pStyle w:val="Kehatekst3"/>
              <w:rPr>
                <w:b/>
                <w:bCs/>
                <w:sz w:val="22"/>
                <w:szCs w:val="22"/>
                <w:shd w:val="clear" w:color="auto" w:fill="E0E0E0"/>
              </w:rPr>
            </w:pPr>
            <w:r w:rsidRPr="001F0913">
              <w:rPr>
                <w:bCs/>
                <w:sz w:val="22"/>
                <w:szCs w:val="22"/>
              </w:rPr>
              <w:t>(pp.kk.aa)</w:t>
            </w:r>
          </w:p>
        </w:tc>
        <w:tc>
          <w:tcPr>
            <w:tcW w:w="3365" w:type="dxa"/>
          </w:tcPr>
          <w:p w14:paraId="6719CFDE" w14:textId="77777777" w:rsidR="00F870F6" w:rsidRPr="001F0913" w:rsidRDefault="00F870F6" w:rsidP="00DA5336">
            <w:pPr>
              <w:pStyle w:val="Kehatekst3"/>
              <w:rPr>
                <w:bCs/>
                <w:i/>
                <w:color w:val="00B0F0"/>
                <w:sz w:val="22"/>
                <w:szCs w:val="22"/>
              </w:rPr>
            </w:pPr>
          </w:p>
          <w:p w14:paraId="64485575" w14:textId="1CDE03F7" w:rsidR="00F870F6" w:rsidRPr="00A06585" w:rsidRDefault="00F870F6" w:rsidP="00F870F6">
            <w:pPr>
              <w:pStyle w:val="Default"/>
              <w:rPr>
                <w:sz w:val="22"/>
                <w:szCs w:val="22"/>
              </w:rPr>
            </w:pPr>
            <w:r w:rsidRPr="00A06585">
              <w:rPr>
                <w:sz w:val="22"/>
                <w:szCs w:val="22"/>
              </w:rPr>
              <w:t>01.0</w:t>
            </w:r>
            <w:r w:rsidR="00D96F2D" w:rsidRPr="00A06585">
              <w:rPr>
                <w:sz w:val="22"/>
                <w:szCs w:val="22"/>
              </w:rPr>
              <w:t>9</w:t>
            </w:r>
            <w:r w:rsidR="00E232C3" w:rsidRPr="00A06585">
              <w:rPr>
                <w:sz w:val="22"/>
                <w:szCs w:val="22"/>
              </w:rPr>
              <w:t>.201</w:t>
            </w:r>
            <w:r w:rsidR="00D96F2D" w:rsidRPr="00A06585">
              <w:rPr>
                <w:sz w:val="22"/>
                <w:szCs w:val="22"/>
              </w:rPr>
              <w:t>5</w:t>
            </w:r>
            <w:r w:rsidRPr="00A06585">
              <w:rPr>
                <w:sz w:val="22"/>
                <w:szCs w:val="22"/>
              </w:rPr>
              <w:t>–</w:t>
            </w:r>
            <w:r w:rsidR="00E232C3" w:rsidRPr="00A06585">
              <w:rPr>
                <w:sz w:val="22"/>
                <w:szCs w:val="22"/>
              </w:rPr>
              <w:t xml:space="preserve"> 30.06.2016</w:t>
            </w:r>
          </w:p>
          <w:p w14:paraId="4603533A" w14:textId="77777777" w:rsidR="00A87E7D" w:rsidRPr="001F0913" w:rsidRDefault="00A87E7D" w:rsidP="00DA5336">
            <w:pPr>
              <w:pStyle w:val="Kehatekst3"/>
              <w:rPr>
                <w:bCs/>
                <w:i/>
                <w:color w:val="00B0F0"/>
                <w:sz w:val="22"/>
                <w:szCs w:val="22"/>
                <w:shd w:val="clear" w:color="auto" w:fill="E0E0E0"/>
              </w:rPr>
            </w:pPr>
          </w:p>
        </w:tc>
      </w:tr>
      <w:tr w:rsidR="00BC4142" w:rsidRPr="001F0913" w14:paraId="1C244A04" w14:textId="77777777" w:rsidTr="00BA2D67">
        <w:trPr>
          <w:trHeight w:val="137"/>
        </w:trPr>
        <w:tc>
          <w:tcPr>
            <w:tcW w:w="1998" w:type="dxa"/>
          </w:tcPr>
          <w:p w14:paraId="001415CB" w14:textId="77777777" w:rsidR="00BC4142" w:rsidRPr="001F0913" w:rsidRDefault="00E804A4" w:rsidP="00E804A4">
            <w:pPr>
              <w:pStyle w:val="Kehatekst3"/>
              <w:rPr>
                <w:b/>
                <w:bCs/>
                <w:sz w:val="22"/>
                <w:szCs w:val="22"/>
                <w:shd w:val="clear" w:color="auto" w:fill="E0E0E0"/>
              </w:rPr>
            </w:pPr>
            <w:r w:rsidRPr="001F0913">
              <w:rPr>
                <w:bCs/>
                <w:sz w:val="22"/>
                <w:szCs w:val="22"/>
              </w:rPr>
              <w:t>T</w:t>
            </w:r>
            <w:r w:rsidR="009E0771" w:rsidRPr="001F0913">
              <w:rPr>
                <w:bCs/>
                <w:sz w:val="22"/>
                <w:szCs w:val="22"/>
              </w:rPr>
              <w:t>egevuse</w:t>
            </w:r>
            <w:r w:rsidR="00B334C9" w:rsidRPr="001F0913">
              <w:rPr>
                <w:bCs/>
                <w:sz w:val="22"/>
                <w:szCs w:val="22"/>
              </w:rPr>
              <w:t xml:space="preserve"> või alamtegevuse</w:t>
            </w:r>
            <w:r w:rsidR="009E0771" w:rsidRPr="00056CFA">
              <w:rPr>
                <w:bCs/>
                <w:sz w:val="22"/>
                <w:szCs w:val="22"/>
              </w:rPr>
              <w:t xml:space="preserve"> l</w:t>
            </w:r>
            <w:r w:rsidR="00BC4142" w:rsidRPr="00056CFA">
              <w:rPr>
                <w:bCs/>
                <w:sz w:val="22"/>
                <w:szCs w:val="22"/>
              </w:rPr>
              <w:t>ühiülevaade j</w:t>
            </w:r>
            <w:r w:rsidR="00A82581" w:rsidRPr="001F0913">
              <w:rPr>
                <w:bCs/>
                <w:sz w:val="22"/>
                <w:szCs w:val="22"/>
              </w:rPr>
              <w:t>a hinnang tegevuse elluviimisele</w:t>
            </w:r>
            <w:r w:rsidR="00BC4142" w:rsidRPr="001F0913">
              <w:rPr>
                <w:bCs/>
                <w:sz w:val="22"/>
                <w:szCs w:val="22"/>
              </w:rPr>
              <w:t>, sh parimad praktikad, esinenud probleemid ja ettevõetud abinõud</w:t>
            </w:r>
            <w:r w:rsidR="00A82581" w:rsidRPr="001F0913">
              <w:rPr>
                <w:bCs/>
                <w:sz w:val="22"/>
                <w:szCs w:val="22"/>
              </w:rPr>
              <w:t>.</w:t>
            </w:r>
          </w:p>
        </w:tc>
        <w:tc>
          <w:tcPr>
            <w:tcW w:w="8104" w:type="dxa"/>
            <w:gridSpan w:val="3"/>
          </w:tcPr>
          <w:p w14:paraId="6D490BC5" w14:textId="77777777" w:rsidR="00B123F8" w:rsidRPr="00A06585" w:rsidRDefault="00B123F8" w:rsidP="0067041C">
            <w:pPr>
              <w:pStyle w:val="Pealkiri2"/>
              <w:widowControl/>
              <w:tabs>
                <w:tab w:val="left" w:pos="426"/>
              </w:tabs>
              <w:ind w:right="0"/>
              <w:outlineLvl w:val="1"/>
              <w:rPr>
                <w:sz w:val="22"/>
                <w:szCs w:val="22"/>
              </w:rPr>
            </w:pPr>
            <w:r w:rsidRPr="00A06585">
              <w:rPr>
                <w:sz w:val="22"/>
                <w:szCs w:val="22"/>
              </w:rPr>
              <w:t>3.1.1 Partnerluslepingu sõlmimine</w:t>
            </w:r>
          </w:p>
          <w:p w14:paraId="5C79DAB2" w14:textId="55597565" w:rsidR="003F77FC" w:rsidRPr="00A06585" w:rsidRDefault="003F77FC" w:rsidP="00A06585">
            <w:pPr>
              <w:rPr>
                <w:sz w:val="22"/>
                <w:szCs w:val="22"/>
              </w:rPr>
            </w:pPr>
            <w:r w:rsidRPr="00A06585">
              <w:rPr>
                <w:sz w:val="22"/>
                <w:szCs w:val="22"/>
              </w:rPr>
              <w:t>Periood 01.</w:t>
            </w:r>
            <w:r w:rsidR="001F0913" w:rsidRPr="00A06585">
              <w:rPr>
                <w:sz w:val="22"/>
                <w:szCs w:val="22"/>
              </w:rPr>
              <w:t>0</w:t>
            </w:r>
            <w:r w:rsidRPr="00A06585">
              <w:rPr>
                <w:sz w:val="22"/>
                <w:szCs w:val="22"/>
              </w:rPr>
              <w:t>9.2015-31.12.2015</w:t>
            </w:r>
          </w:p>
          <w:p w14:paraId="26556347" w14:textId="77777777" w:rsidR="005864B1" w:rsidRPr="00A06585" w:rsidRDefault="005864B1" w:rsidP="00455CF9">
            <w:pPr>
              <w:pStyle w:val="Pealkiri2"/>
              <w:widowControl/>
              <w:numPr>
                <w:ilvl w:val="0"/>
                <w:numId w:val="25"/>
              </w:numPr>
              <w:tabs>
                <w:tab w:val="left" w:pos="426"/>
              </w:tabs>
              <w:ind w:right="0"/>
              <w:outlineLvl w:val="1"/>
              <w:rPr>
                <w:sz w:val="22"/>
                <w:szCs w:val="22"/>
              </w:rPr>
            </w:pPr>
            <w:r w:rsidRPr="00A06585">
              <w:rPr>
                <w:sz w:val="22"/>
                <w:szCs w:val="22"/>
              </w:rPr>
              <w:t>Elluviija</w:t>
            </w:r>
            <w:r w:rsidR="0067041C" w:rsidRPr="00A06585">
              <w:rPr>
                <w:sz w:val="22"/>
                <w:szCs w:val="22"/>
              </w:rPr>
              <w:t xml:space="preserve"> sõlmis</w:t>
            </w:r>
            <w:r w:rsidRPr="00A06585">
              <w:rPr>
                <w:sz w:val="22"/>
                <w:szCs w:val="22"/>
              </w:rPr>
              <w:t xml:space="preserve"> Sotsiaalkindlustusametiga partnerluslepingu</w:t>
            </w:r>
            <w:r w:rsidR="00F870F6" w:rsidRPr="00A06585">
              <w:rPr>
                <w:sz w:val="22"/>
                <w:szCs w:val="22"/>
              </w:rPr>
              <w:t xml:space="preserve"> (1.10.2015)</w:t>
            </w:r>
            <w:r w:rsidRPr="00A06585">
              <w:rPr>
                <w:sz w:val="22"/>
                <w:szCs w:val="22"/>
              </w:rPr>
              <w:t>.</w:t>
            </w:r>
          </w:p>
          <w:p w14:paraId="0469AAC2" w14:textId="77777777" w:rsidR="005B33B9" w:rsidRPr="00A06585" w:rsidRDefault="005B33B9" w:rsidP="005B33B9">
            <w:pPr>
              <w:rPr>
                <w:sz w:val="22"/>
                <w:szCs w:val="22"/>
              </w:rPr>
            </w:pPr>
          </w:p>
          <w:p w14:paraId="50744D56" w14:textId="121B890B" w:rsidR="008066EF" w:rsidRPr="00A06585" w:rsidRDefault="008066EF" w:rsidP="00455CF9">
            <w:pPr>
              <w:pStyle w:val="Kehatekst3"/>
              <w:numPr>
                <w:ilvl w:val="0"/>
                <w:numId w:val="25"/>
              </w:numPr>
              <w:jc w:val="both"/>
              <w:rPr>
                <w:bCs/>
                <w:sz w:val="22"/>
                <w:szCs w:val="22"/>
              </w:rPr>
            </w:pPr>
            <w:r w:rsidRPr="00A06585">
              <w:rPr>
                <w:bCs/>
                <w:sz w:val="22"/>
                <w:szCs w:val="22"/>
              </w:rPr>
              <w:t>Sotsiaalkindlustusamet</w:t>
            </w:r>
            <w:r w:rsidRPr="00A06585">
              <w:rPr>
                <w:b/>
                <w:bCs/>
                <w:sz w:val="22"/>
                <w:szCs w:val="22"/>
              </w:rPr>
              <w:t xml:space="preserve"> </w:t>
            </w:r>
            <w:r w:rsidRPr="00A06585">
              <w:rPr>
                <w:bCs/>
                <w:sz w:val="22"/>
                <w:szCs w:val="22"/>
              </w:rPr>
              <w:t xml:space="preserve">valmistas ette ja sõlmis tegevuse elluviimiseks olulised töö lepingud. Sh: </w:t>
            </w:r>
          </w:p>
          <w:p w14:paraId="18C7AE24" w14:textId="77777777" w:rsidR="008066EF" w:rsidRPr="00A06585" w:rsidRDefault="008066EF" w:rsidP="00455CF9">
            <w:pPr>
              <w:pStyle w:val="Kehatekst3"/>
              <w:numPr>
                <w:ilvl w:val="1"/>
                <w:numId w:val="25"/>
              </w:numPr>
              <w:jc w:val="both"/>
              <w:rPr>
                <w:bCs/>
                <w:sz w:val="22"/>
                <w:szCs w:val="22"/>
              </w:rPr>
            </w:pPr>
            <w:r w:rsidRPr="00A06585">
              <w:rPr>
                <w:bCs/>
                <w:sz w:val="22"/>
                <w:szCs w:val="22"/>
              </w:rPr>
              <w:t>Tegevuse projektijuhi palkamine;</w:t>
            </w:r>
          </w:p>
          <w:p w14:paraId="456522E5" w14:textId="21C9461C" w:rsidR="008066EF" w:rsidRPr="00A06585" w:rsidRDefault="005B33B9" w:rsidP="00455CF9">
            <w:pPr>
              <w:pStyle w:val="Kehatekst3"/>
              <w:numPr>
                <w:ilvl w:val="1"/>
                <w:numId w:val="25"/>
              </w:numPr>
              <w:jc w:val="both"/>
              <w:rPr>
                <w:bCs/>
                <w:sz w:val="22"/>
                <w:szCs w:val="22"/>
              </w:rPr>
            </w:pPr>
            <w:r w:rsidRPr="00A06585">
              <w:rPr>
                <w:bCs/>
                <w:sz w:val="22"/>
                <w:szCs w:val="22"/>
              </w:rPr>
              <w:t>Koostas v</w:t>
            </w:r>
            <w:r w:rsidR="008066EF" w:rsidRPr="00A06585">
              <w:rPr>
                <w:bCs/>
                <w:sz w:val="22"/>
                <w:szCs w:val="22"/>
              </w:rPr>
              <w:t>astavad ametijuhendid</w:t>
            </w:r>
            <w:r w:rsidR="0000239A" w:rsidRPr="00A06585">
              <w:rPr>
                <w:bCs/>
                <w:sz w:val="22"/>
                <w:szCs w:val="22"/>
              </w:rPr>
              <w:t>.</w:t>
            </w:r>
          </w:p>
          <w:p w14:paraId="34CE650C" w14:textId="77777777" w:rsidR="00B123F8" w:rsidRPr="00A06585" w:rsidRDefault="00B123F8" w:rsidP="00B123F8">
            <w:pPr>
              <w:rPr>
                <w:sz w:val="22"/>
                <w:szCs w:val="22"/>
              </w:rPr>
            </w:pPr>
          </w:p>
          <w:p w14:paraId="6D07576C" w14:textId="77777777" w:rsidR="008979B7" w:rsidRPr="00A06585" w:rsidRDefault="00B123F8" w:rsidP="00F870F6">
            <w:pPr>
              <w:pStyle w:val="Default"/>
              <w:rPr>
                <w:sz w:val="22"/>
                <w:szCs w:val="22"/>
              </w:rPr>
            </w:pPr>
            <w:r w:rsidRPr="00A06585">
              <w:rPr>
                <w:sz w:val="22"/>
                <w:szCs w:val="22"/>
              </w:rPr>
              <w:t>3.1.2 Juhtrühma moodustamine ja kokku kutsumine</w:t>
            </w:r>
            <w:r w:rsidR="00816942" w:rsidRPr="00A06585">
              <w:rPr>
                <w:sz w:val="22"/>
                <w:szCs w:val="22"/>
              </w:rPr>
              <w:t>.</w:t>
            </w:r>
          </w:p>
          <w:p w14:paraId="34D8E8AA" w14:textId="4E79FC02" w:rsidR="00F870F6" w:rsidRPr="00A06585" w:rsidRDefault="003F77FC" w:rsidP="00455CF9">
            <w:pPr>
              <w:pStyle w:val="Default"/>
              <w:numPr>
                <w:ilvl w:val="0"/>
                <w:numId w:val="25"/>
              </w:numPr>
              <w:rPr>
                <w:sz w:val="22"/>
                <w:szCs w:val="22"/>
              </w:rPr>
            </w:pPr>
            <w:r w:rsidRPr="00A06585">
              <w:rPr>
                <w:sz w:val="22"/>
                <w:szCs w:val="22"/>
              </w:rPr>
              <w:t>Periood 01.</w:t>
            </w:r>
            <w:r w:rsidR="001F0913" w:rsidRPr="00A06585">
              <w:rPr>
                <w:sz w:val="22"/>
                <w:szCs w:val="22"/>
              </w:rPr>
              <w:t>0</w:t>
            </w:r>
            <w:r w:rsidRPr="00A06585">
              <w:rPr>
                <w:sz w:val="22"/>
                <w:szCs w:val="22"/>
              </w:rPr>
              <w:t>9.2015-31.12.2015</w:t>
            </w:r>
            <w:r w:rsidR="00F870F6" w:rsidRPr="00A06585">
              <w:rPr>
                <w:sz w:val="22"/>
                <w:szCs w:val="22"/>
              </w:rPr>
              <w:t>Elluviija moodustas tegevuste juhtrühma (Siseministri käskkiri nr 19.11.2015</w:t>
            </w:r>
            <w:r w:rsidR="0000239A" w:rsidRPr="00A06585">
              <w:rPr>
                <w:sz w:val="22"/>
                <w:szCs w:val="22"/>
              </w:rPr>
              <w:t>,</w:t>
            </w:r>
            <w:r w:rsidR="00F870F6" w:rsidRPr="00A06585">
              <w:rPr>
                <w:sz w:val="22"/>
                <w:szCs w:val="22"/>
              </w:rPr>
              <w:t xml:space="preserve"> nr 1-3/202), mille ülesanneteks on:</w:t>
            </w:r>
          </w:p>
          <w:p w14:paraId="00629814" w14:textId="77777777" w:rsidR="00816942" w:rsidRPr="00A06585" w:rsidRDefault="00816942" w:rsidP="00752295">
            <w:pPr>
              <w:pStyle w:val="Default"/>
              <w:rPr>
                <w:sz w:val="22"/>
                <w:szCs w:val="22"/>
              </w:rPr>
            </w:pPr>
          </w:p>
          <w:p w14:paraId="6170F455" w14:textId="52DE7EC6" w:rsidR="00F870F6" w:rsidRPr="00A06585" w:rsidRDefault="00F870F6" w:rsidP="00455CF9">
            <w:pPr>
              <w:pStyle w:val="Default"/>
              <w:numPr>
                <w:ilvl w:val="0"/>
                <w:numId w:val="25"/>
              </w:numPr>
              <w:spacing w:after="36"/>
              <w:rPr>
                <w:sz w:val="22"/>
                <w:szCs w:val="22"/>
              </w:rPr>
            </w:pPr>
            <w:r w:rsidRPr="00A06585">
              <w:rPr>
                <w:sz w:val="22"/>
                <w:szCs w:val="22"/>
              </w:rPr>
              <w:t>jälgida programmi eesmärgist kinnipidamist;</w:t>
            </w:r>
          </w:p>
          <w:p w14:paraId="455A3C25" w14:textId="3CB24BF5" w:rsidR="00F870F6" w:rsidRPr="00A06585" w:rsidRDefault="00F870F6" w:rsidP="00455CF9">
            <w:pPr>
              <w:pStyle w:val="Default"/>
              <w:numPr>
                <w:ilvl w:val="0"/>
                <w:numId w:val="25"/>
              </w:numPr>
              <w:spacing w:after="36"/>
              <w:rPr>
                <w:sz w:val="22"/>
                <w:szCs w:val="22"/>
              </w:rPr>
            </w:pPr>
            <w:r w:rsidRPr="00A06585">
              <w:rPr>
                <w:sz w:val="22"/>
                <w:szCs w:val="22"/>
              </w:rPr>
              <w:t>anda soovitusi programmi tegevuskava ja eelarve planeerimiseks ning hinnata selle ajakohasust ning eesmärgipärasust;</w:t>
            </w:r>
          </w:p>
          <w:p w14:paraId="31C22272" w14:textId="1F18C5E1" w:rsidR="00F870F6" w:rsidRPr="00A06585" w:rsidRDefault="00F870F6" w:rsidP="00455CF9">
            <w:pPr>
              <w:pStyle w:val="Default"/>
              <w:numPr>
                <w:ilvl w:val="0"/>
                <w:numId w:val="25"/>
              </w:numPr>
              <w:spacing w:after="36"/>
              <w:rPr>
                <w:sz w:val="22"/>
                <w:szCs w:val="22"/>
              </w:rPr>
            </w:pPr>
            <w:r w:rsidRPr="00A06585">
              <w:rPr>
                <w:sz w:val="22"/>
                <w:szCs w:val="22"/>
              </w:rPr>
              <w:t>jälgida ja toetada programmi teostamist ning anda nõu programmimeeskonna pädevust ületavate probleemide ja ressursikonfliktide lahendamiseks;</w:t>
            </w:r>
          </w:p>
          <w:p w14:paraId="7FB0426E" w14:textId="146C1458" w:rsidR="00F870F6" w:rsidRPr="00A06585" w:rsidRDefault="00F870F6" w:rsidP="00455CF9">
            <w:pPr>
              <w:pStyle w:val="Default"/>
              <w:numPr>
                <w:ilvl w:val="0"/>
                <w:numId w:val="25"/>
              </w:numPr>
              <w:spacing w:after="36"/>
              <w:rPr>
                <w:sz w:val="22"/>
                <w:szCs w:val="22"/>
              </w:rPr>
            </w:pPr>
            <w:r w:rsidRPr="00A06585">
              <w:rPr>
                <w:sz w:val="22"/>
                <w:szCs w:val="22"/>
              </w:rPr>
              <w:t>otsustada ja suunata programmi arendamise ja laiendamisega seotud põhimõttelisi küsimusi;</w:t>
            </w:r>
          </w:p>
          <w:p w14:paraId="27F1800E" w14:textId="11553203" w:rsidR="00F870F6" w:rsidRPr="00A06585" w:rsidRDefault="00F870F6" w:rsidP="00455CF9">
            <w:pPr>
              <w:pStyle w:val="Default"/>
              <w:numPr>
                <w:ilvl w:val="0"/>
                <w:numId w:val="25"/>
              </w:numPr>
              <w:spacing w:after="36"/>
              <w:rPr>
                <w:sz w:val="22"/>
                <w:szCs w:val="22"/>
              </w:rPr>
            </w:pPr>
            <w:r w:rsidRPr="00A06585">
              <w:rPr>
                <w:sz w:val="22"/>
                <w:szCs w:val="22"/>
              </w:rPr>
              <w:t>anda hinnang tegevuse elluviimisele ja tulemustele;</w:t>
            </w:r>
          </w:p>
          <w:p w14:paraId="76CA69EE" w14:textId="0C6C5FDB" w:rsidR="00F870F6" w:rsidRPr="00A06585" w:rsidRDefault="00F870F6" w:rsidP="00455CF9">
            <w:pPr>
              <w:pStyle w:val="Default"/>
              <w:numPr>
                <w:ilvl w:val="0"/>
                <w:numId w:val="25"/>
              </w:numPr>
              <w:rPr>
                <w:sz w:val="22"/>
                <w:szCs w:val="22"/>
              </w:rPr>
            </w:pPr>
            <w:r w:rsidRPr="00A06585">
              <w:rPr>
                <w:sz w:val="22"/>
                <w:szCs w:val="22"/>
              </w:rPr>
              <w:t>teha ettepanekuid programmi tegevuste jätkamiseks pärast Euroopa Liidu struktuuritoetuse lõppemist.</w:t>
            </w:r>
          </w:p>
          <w:p w14:paraId="4E4ECF4A" w14:textId="77777777" w:rsidR="008979B7" w:rsidRPr="00A06585" w:rsidRDefault="008979B7" w:rsidP="00F870F6">
            <w:pPr>
              <w:pStyle w:val="Default"/>
              <w:rPr>
                <w:sz w:val="22"/>
                <w:szCs w:val="22"/>
              </w:rPr>
            </w:pPr>
          </w:p>
          <w:p w14:paraId="40731F3A" w14:textId="77777777" w:rsidR="00F870F6" w:rsidRPr="00A06585" w:rsidRDefault="00F870F6" w:rsidP="00455CF9">
            <w:pPr>
              <w:pStyle w:val="Default"/>
              <w:numPr>
                <w:ilvl w:val="0"/>
                <w:numId w:val="25"/>
              </w:numPr>
              <w:rPr>
                <w:sz w:val="22"/>
                <w:szCs w:val="22"/>
              </w:rPr>
            </w:pPr>
            <w:r w:rsidRPr="00A06585">
              <w:rPr>
                <w:sz w:val="22"/>
                <w:szCs w:val="22"/>
              </w:rPr>
              <w:lastRenderedPageBreak/>
              <w:t>Juhtrühma</w:t>
            </w:r>
            <w:r w:rsidR="008979B7" w:rsidRPr="00A06585">
              <w:rPr>
                <w:sz w:val="22"/>
                <w:szCs w:val="22"/>
              </w:rPr>
              <w:t xml:space="preserve"> juhib Siseministeerium, juhtrühma</w:t>
            </w:r>
            <w:r w:rsidRPr="00A06585">
              <w:rPr>
                <w:sz w:val="22"/>
                <w:szCs w:val="22"/>
              </w:rPr>
              <w:t xml:space="preserve"> kuuluvad Sotsiaalministeeriumi võrdsuspoliitikate osakonna</w:t>
            </w:r>
            <w:r w:rsidR="008979B7" w:rsidRPr="00A06585">
              <w:rPr>
                <w:sz w:val="22"/>
                <w:szCs w:val="22"/>
              </w:rPr>
              <w:t xml:space="preserve">, </w:t>
            </w:r>
            <w:r w:rsidRPr="00A06585">
              <w:rPr>
                <w:sz w:val="22"/>
                <w:szCs w:val="22"/>
              </w:rPr>
              <w:t>Justiitsministeeriumi kriminaalpoliitika osakonna</w:t>
            </w:r>
            <w:r w:rsidR="008979B7" w:rsidRPr="00A06585">
              <w:rPr>
                <w:sz w:val="22"/>
                <w:szCs w:val="22"/>
              </w:rPr>
              <w:t xml:space="preserve">, </w:t>
            </w:r>
            <w:r w:rsidRPr="00A06585">
              <w:rPr>
                <w:sz w:val="22"/>
                <w:szCs w:val="22"/>
              </w:rPr>
              <w:t>Eesti Linnade Liidu</w:t>
            </w:r>
            <w:r w:rsidR="008979B7" w:rsidRPr="00A06585">
              <w:rPr>
                <w:sz w:val="22"/>
                <w:szCs w:val="22"/>
              </w:rPr>
              <w:t xml:space="preserve">, </w:t>
            </w:r>
            <w:r w:rsidRPr="00A06585">
              <w:rPr>
                <w:sz w:val="22"/>
                <w:szCs w:val="22"/>
              </w:rPr>
              <w:t>Sotsiaal</w:t>
            </w:r>
            <w:r w:rsidR="008979B7" w:rsidRPr="00A06585">
              <w:rPr>
                <w:sz w:val="22"/>
                <w:szCs w:val="22"/>
              </w:rPr>
              <w:t xml:space="preserve">kindlustusameti ohvriabi üksuse, </w:t>
            </w:r>
            <w:r w:rsidRPr="00A06585">
              <w:rPr>
                <w:sz w:val="22"/>
                <w:szCs w:val="22"/>
              </w:rPr>
              <w:t>Polits</w:t>
            </w:r>
            <w:r w:rsidR="008979B7" w:rsidRPr="00A06585">
              <w:rPr>
                <w:sz w:val="22"/>
                <w:szCs w:val="22"/>
              </w:rPr>
              <w:t xml:space="preserve">ei-ja Piirivalveameti, </w:t>
            </w:r>
            <w:r w:rsidRPr="00A06585">
              <w:rPr>
                <w:sz w:val="22"/>
                <w:szCs w:val="22"/>
              </w:rPr>
              <w:t>Eesti Maaomavalitsuste Liidu</w:t>
            </w:r>
            <w:r w:rsidR="008979B7" w:rsidRPr="00A06585">
              <w:rPr>
                <w:sz w:val="22"/>
                <w:szCs w:val="22"/>
              </w:rPr>
              <w:t xml:space="preserve"> esindajad.</w:t>
            </w:r>
          </w:p>
          <w:p w14:paraId="1B81C9A4" w14:textId="77777777" w:rsidR="008979B7" w:rsidRPr="00A06585" w:rsidRDefault="008979B7" w:rsidP="00F870F6">
            <w:pPr>
              <w:pStyle w:val="Default"/>
              <w:rPr>
                <w:sz w:val="22"/>
                <w:szCs w:val="22"/>
              </w:rPr>
            </w:pPr>
          </w:p>
          <w:p w14:paraId="5D215CB0" w14:textId="05597CE1" w:rsidR="008979B7" w:rsidRDefault="00305229" w:rsidP="00455CF9">
            <w:pPr>
              <w:pStyle w:val="Loendilik"/>
              <w:numPr>
                <w:ilvl w:val="0"/>
                <w:numId w:val="25"/>
              </w:numPr>
              <w:rPr>
                <w:sz w:val="22"/>
                <w:szCs w:val="22"/>
              </w:rPr>
            </w:pPr>
            <w:r w:rsidRPr="00A06585">
              <w:rPr>
                <w:sz w:val="22"/>
                <w:szCs w:val="22"/>
              </w:rPr>
              <w:t>Esimene j</w:t>
            </w:r>
            <w:r w:rsidR="008979B7" w:rsidRPr="00A06585">
              <w:rPr>
                <w:sz w:val="22"/>
                <w:szCs w:val="22"/>
              </w:rPr>
              <w:t>uhtrühma koosolek toimus 17.12.2015. Juhtrühma koosolekul toimus juhtrühma liikmete tutvustus, Siseministeerium tutvustas juhtrühma ülesandeid ning töökorraldust; Sotsiaalkindlustusamet andis ülevaate projekti eesmärkidest ja planeeritavatest tegevustest, eelarvest. Toimus arutelu pilootpiirkondade valiku üle</w:t>
            </w:r>
            <w:r w:rsidR="00173326" w:rsidRPr="00A06585">
              <w:rPr>
                <w:sz w:val="22"/>
                <w:szCs w:val="22"/>
              </w:rPr>
              <w:t>,</w:t>
            </w:r>
            <w:r w:rsidR="008979B7" w:rsidRPr="00A06585">
              <w:rPr>
                <w:sz w:val="22"/>
                <w:szCs w:val="22"/>
              </w:rPr>
              <w:t xml:space="preserve"> juhtumikorralduse võrgustiku liikmete motiveerimise ja kaasamise küsimuste üle</w:t>
            </w:r>
            <w:r w:rsidR="00173326" w:rsidRPr="00A06585">
              <w:rPr>
                <w:sz w:val="22"/>
                <w:szCs w:val="22"/>
              </w:rPr>
              <w:t>,</w:t>
            </w:r>
            <w:r w:rsidR="008C178D" w:rsidRPr="00A06585">
              <w:rPr>
                <w:sz w:val="22"/>
                <w:szCs w:val="22"/>
              </w:rPr>
              <w:t xml:space="preserve"> vabatahtlike tugiisikute värbamise üle.</w:t>
            </w:r>
          </w:p>
          <w:p w14:paraId="2E2D217F" w14:textId="77777777" w:rsidR="00A06585" w:rsidRPr="00A06585" w:rsidRDefault="00A06585" w:rsidP="00A06585">
            <w:pPr>
              <w:pStyle w:val="Loendilik"/>
              <w:ind w:left="720"/>
              <w:rPr>
                <w:sz w:val="22"/>
                <w:szCs w:val="22"/>
              </w:rPr>
            </w:pPr>
          </w:p>
          <w:p w14:paraId="5F93FB4E" w14:textId="70F74336" w:rsidR="003F77FC" w:rsidRPr="002C48BF" w:rsidRDefault="003F77FC" w:rsidP="003F77FC">
            <w:pPr>
              <w:rPr>
                <w:sz w:val="22"/>
                <w:szCs w:val="22"/>
                <w:u w:val="single"/>
              </w:rPr>
            </w:pPr>
            <w:r w:rsidRPr="002C48BF">
              <w:rPr>
                <w:sz w:val="22"/>
                <w:szCs w:val="22"/>
                <w:u w:val="single"/>
              </w:rPr>
              <w:t>Per</w:t>
            </w:r>
            <w:r w:rsidR="002C48BF" w:rsidRPr="002C48BF">
              <w:rPr>
                <w:sz w:val="22"/>
                <w:szCs w:val="22"/>
                <w:u w:val="single"/>
              </w:rPr>
              <w:t>i</w:t>
            </w:r>
            <w:r w:rsidRPr="002C48BF">
              <w:rPr>
                <w:sz w:val="22"/>
                <w:szCs w:val="22"/>
                <w:u w:val="single"/>
              </w:rPr>
              <w:t>ood 01.01.2016-30.06.2016</w:t>
            </w:r>
            <w:r w:rsidR="002C48BF" w:rsidRPr="002C48BF">
              <w:rPr>
                <w:sz w:val="22"/>
                <w:szCs w:val="22"/>
                <w:u w:val="single"/>
              </w:rPr>
              <w:t xml:space="preserve"> </w:t>
            </w:r>
          </w:p>
          <w:p w14:paraId="31BB05BC" w14:textId="003FCF53" w:rsidR="00455CF9" w:rsidRPr="00A06585" w:rsidRDefault="00305229" w:rsidP="00A26C10">
            <w:pPr>
              <w:pStyle w:val="Loendilik"/>
              <w:numPr>
                <w:ilvl w:val="0"/>
                <w:numId w:val="25"/>
              </w:numPr>
              <w:rPr>
                <w:sz w:val="22"/>
                <w:szCs w:val="22"/>
                <w:lang w:eastAsia="et-EE"/>
              </w:rPr>
            </w:pPr>
            <w:r w:rsidRPr="00A06585">
              <w:rPr>
                <w:sz w:val="22"/>
                <w:szCs w:val="22"/>
                <w:lang w:eastAsia="et-EE"/>
              </w:rPr>
              <w:t xml:space="preserve">14.06.2016 </w:t>
            </w:r>
            <w:r w:rsidR="00455CF9" w:rsidRPr="00A06585">
              <w:rPr>
                <w:sz w:val="22"/>
                <w:szCs w:val="22"/>
                <w:lang w:eastAsia="et-EE"/>
              </w:rPr>
              <w:t>korralda</w:t>
            </w:r>
            <w:r w:rsidRPr="00A06585">
              <w:rPr>
                <w:sz w:val="22"/>
                <w:szCs w:val="22"/>
                <w:lang w:eastAsia="et-EE"/>
              </w:rPr>
              <w:t>s</w:t>
            </w:r>
            <w:r w:rsidR="00455CF9" w:rsidRPr="00A06585">
              <w:rPr>
                <w:sz w:val="22"/>
                <w:szCs w:val="22"/>
                <w:lang w:eastAsia="et-EE"/>
              </w:rPr>
              <w:t xml:space="preserve"> elluviija tegevuse juhtrühma kohtumise, et otsustada ja suunatata tegevuse arendamise ja laiendamisega seotud põhimõttelisi küsimusi ning anda hinnang tegevuse elluviimisele ja tulemustele.</w:t>
            </w:r>
            <w:r w:rsidRPr="00A06585">
              <w:rPr>
                <w:sz w:val="22"/>
                <w:szCs w:val="22"/>
                <w:lang w:eastAsia="et-EE"/>
              </w:rPr>
              <w:t xml:space="preserve"> Koosolekul kiideti juhtrühma poolt heaks Eestile kohandatud MARAC mudeli ja selle piloteerimise korraldus, vabatahtlike tugiisikute roll ja korraldus ning projekti mõju hindamise protsessi korraldus.</w:t>
            </w:r>
          </w:p>
          <w:p w14:paraId="63EDAA0C" w14:textId="77777777" w:rsidR="00F870F6" w:rsidRPr="00A06585" w:rsidRDefault="00F870F6" w:rsidP="0067041C">
            <w:pPr>
              <w:pStyle w:val="Pealkiri2"/>
              <w:widowControl/>
              <w:tabs>
                <w:tab w:val="left" w:pos="426"/>
              </w:tabs>
              <w:ind w:right="0"/>
              <w:outlineLvl w:val="1"/>
              <w:rPr>
                <w:sz w:val="22"/>
                <w:szCs w:val="22"/>
              </w:rPr>
            </w:pPr>
          </w:p>
          <w:p w14:paraId="2FA16D98" w14:textId="38C5ABE6" w:rsidR="00B123F8" w:rsidRPr="00A06585" w:rsidRDefault="00B123F8" w:rsidP="0067041C">
            <w:pPr>
              <w:pStyle w:val="Pealkiri2"/>
              <w:widowControl/>
              <w:tabs>
                <w:tab w:val="left" w:pos="426"/>
              </w:tabs>
              <w:ind w:right="0"/>
              <w:outlineLvl w:val="1"/>
              <w:rPr>
                <w:sz w:val="22"/>
                <w:szCs w:val="22"/>
              </w:rPr>
            </w:pPr>
            <w:r w:rsidRPr="00A06585">
              <w:rPr>
                <w:sz w:val="22"/>
                <w:szCs w:val="22"/>
              </w:rPr>
              <w:t>3.1.3</w:t>
            </w:r>
            <w:r w:rsidR="003F7AA6" w:rsidRPr="00A06585">
              <w:rPr>
                <w:sz w:val="22"/>
                <w:szCs w:val="22"/>
              </w:rPr>
              <w:t>.</w:t>
            </w:r>
            <w:r w:rsidRPr="00A06585">
              <w:rPr>
                <w:sz w:val="22"/>
                <w:szCs w:val="22"/>
              </w:rPr>
              <w:t xml:space="preserve"> Eesti juhtumikorralduse võrgustike olemasolevate praktikate ja kompetentside kaardistamine ning nende võrdlemine Inglise ja Soom</w:t>
            </w:r>
            <w:r w:rsidR="00173326" w:rsidRPr="00A06585">
              <w:rPr>
                <w:sz w:val="22"/>
                <w:szCs w:val="22"/>
              </w:rPr>
              <w:t>e MARAC</w:t>
            </w:r>
            <w:r w:rsidRPr="00A06585">
              <w:rPr>
                <w:sz w:val="22"/>
                <w:szCs w:val="22"/>
              </w:rPr>
              <w:t xml:space="preserve"> võrgustikutöö- ja kohtumiste mudelitega. Lisavajaduste analüüs piirkondade kaupa. Tulemuste analüüs ja katsepiirkondade valik. </w:t>
            </w:r>
          </w:p>
          <w:p w14:paraId="2031F166" w14:textId="77777777" w:rsidR="001F0913" w:rsidRPr="00A06585" w:rsidRDefault="001F0913" w:rsidP="00A06585">
            <w:pPr>
              <w:rPr>
                <w:sz w:val="22"/>
                <w:szCs w:val="22"/>
              </w:rPr>
            </w:pPr>
          </w:p>
          <w:p w14:paraId="5EF634E3" w14:textId="2CA71088" w:rsidR="00816942" w:rsidRPr="00A06585" w:rsidRDefault="001F0913" w:rsidP="00752295">
            <w:pPr>
              <w:rPr>
                <w:sz w:val="22"/>
                <w:szCs w:val="22"/>
              </w:rPr>
            </w:pPr>
            <w:r w:rsidRPr="00A06585">
              <w:rPr>
                <w:sz w:val="22"/>
                <w:szCs w:val="22"/>
              </w:rPr>
              <w:t>Periood 01.09.2015-31.12.2015</w:t>
            </w:r>
          </w:p>
          <w:p w14:paraId="392377E7" w14:textId="2CA92E66" w:rsidR="00816942" w:rsidRPr="00A06585" w:rsidRDefault="008979B7" w:rsidP="00455CF9">
            <w:pPr>
              <w:pStyle w:val="Pealkiri2"/>
              <w:widowControl/>
              <w:numPr>
                <w:ilvl w:val="0"/>
                <w:numId w:val="25"/>
              </w:numPr>
              <w:tabs>
                <w:tab w:val="left" w:pos="426"/>
              </w:tabs>
              <w:ind w:right="0"/>
              <w:outlineLvl w:val="1"/>
              <w:rPr>
                <w:sz w:val="22"/>
                <w:szCs w:val="22"/>
              </w:rPr>
            </w:pPr>
            <w:r w:rsidRPr="00A06585">
              <w:rPr>
                <w:sz w:val="22"/>
                <w:szCs w:val="22"/>
              </w:rPr>
              <w:t xml:space="preserve">Sotsiaalkindlustusamet alustas </w:t>
            </w:r>
            <w:r w:rsidR="00305229" w:rsidRPr="00A06585">
              <w:rPr>
                <w:sz w:val="22"/>
                <w:szCs w:val="22"/>
              </w:rPr>
              <w:t xml:space="preserve">2015 aastal </w:t>
            </w:r>
            <w:r w:rsidRPr="00A06585">
              <w:rPr>
                <w:sz w:val="22"/>
                <w:szCs w:val="22"/>
              </w:rPr>
              <w:t>Eesti juhtumikorralduse võrgustike olemasolevate  praktikate ja kompetentside kaardistamisega</w:t>
            </w:r>
            <w:r w:rsidR="00FD3642" w:rsidRPr="00A06585">
              <w:rPr>
                <w:sz w:val="22"/>
                <w:szCs w:val="22"/>
              </w:rPr>
              <w:t xml:space="preserve"> ning nende võrdlemisega</w:t>
            </w:r>
            <w:r w:rsidR="00173326" w:rsidRPr="00A06585">
              <w:rPr>
                <w:sz w:val="22"/>
                <w:szCs w:val="22"/>
              </w:rPr>
              <w:t xml:space="preserve"> Inglise ja Soome MARAC</w:t>
            </w:r>
            <w:r w:rsidR="00FD3642" w:rsidRPr="00A06585">
              <w:rPr>
                <w:sz w:val="22"/>
                <w:szCs w:val="22"/>
              </w:rPr>
              <w:t xml:space="preserve"> võrgustikutöö ja –kohtumiste mudelitega</w:t>
            </w:r>
            <w:r w:rsidRPr="00A06585">
              <w:rPr>
                <w:sz w:val="22"/>
                <w:szCs w:val="22"/>
              </w:rPr>
              <w:t xml:space="preserve">. Viidi läbi küsitlus ohvriabi töötajate seas, kaardistamaks ohvriabi töötajate kogemusi, nägemust võrgustikutööst lähisuhtevägivalla juhtumite korraldamisel. </w:t>
            </w:r>
            <w:r w:rsidR="00FD3642" w:rsidRPr="00A06585">
              <w:rPr>
                <w:sz w:val="22"/>
                <w:szCs w:val="22"/>
              </w:rPr>
              <w:t>Küsitluse kokkuvõte, lisavajaduste (sh koolitusvajaduste) analüüs piirkondade kaupa ning riskide maandamise võimaluste kokkuvõte valmib 2016 esimesel poolaastal</w:t>
            </w:r>
            <w:r w:rsidR="00816942" w:rsidRPr="00A06585">
              <w:rPr>
                <w:sz w:val="22"/>
                <w:szCs w:val="22"/>
              </w:rPr>
              <w:t>.</w:t>
            </w:r>
          </w:p>
          <w:p w14:paraId="20BBB17C" w14:textId="77777777" w:rsidR="00816942" w:rsidRPr="00A06585" w:rsidRDefault="00816942" w:rsidP="00752295">
            <w:pPr>
              <w:rPr>
                <w:sz w:val="22"/>
                <w:szCs w:val="22"/>
              </w:rPr>
            </w:pPr>
          </w:p>
          <w:p w14:paraId="5B94B058" w14:textId="529F1D2F" w:rsidR="008979B7" w:rsidRPr="00A06585" w:rsidRDefault="00816942" w:rsidP="00455CF9">
            <w:pPr>
              <w:pStyle w:val="Pealkiri2"/>
              <w:widowControl/>
              <w:numPr>
                <w:ilvl w:val="0"/>
                <w:numId w:val="25"/>
              </w:numPr>
              <w:tabs>
                <w:tab w:val="left" w:pos="426"/>
              </w:tabs>
              <w:ind w:right="0"/>
              <w:outlineLvl w:val="1"/>
              <w:rPr>
                <w:sz w:val="22"/>
                <w:szCs w:val="22"/>
              </w:rPr>
            </w:pPr>
            <w:r w:rsidRPr="00A06585">
              <w:rPr>
                <w:sz w:val="22"/>
                <w:szCs w:val="22"/>
              </w:rPr>
              <w:t>Sotsiaalkindlustusamet sõlmis kokkulepped Eesti Naiste Varjupaikade Liiduga</w:t>
            </w:r>
            <w:r w:rsidR="0092439D" w:rsidRPr="00A06585">
              <w:rPr>
                <w:sz w:val="22"/>
                <w:szCs w:val="22"/>
              </w:rPr>
              <w:t xml:space="preserve"> (koostöökohtumine 21.12.2015)</w:t>
            </w:r>
            <w:r w:rsidRPr="00A06585">
              <w:rPr>
                <w:sz w:val="22"/>
                <w:szCs w:val="22"/>
              </w:rPr>
              <w:t xml:space="preserve"> ning Politsei</w:t>
            </w:r>
            <w:r w:rsidR="00BB7A5A" w:rsidRPr="00A06585">
              <w:rPr>
                <w:sz w:val="22"/>
                <w:szCs w:val="22"/>
              </w:rPr>
              <w:t>-</w:t>
            </w:r>
            <w:r w:rsidRPr="00A06585">
              <w:rPr>
                <w:sz w:val="22"/>
                <w:szCs w:val="22"/>
              </w:rPr>
              <w:t xml:space="preserve"> ja Piirivalve</w:t>
            </w:r>
            <w:r w:rsidR="00BB7A5A" w:rsidRPr="00A06585">
              <w:rPr>
                <w:sz w:val="22"/>
                <w:szCs w:val="22"/>
              </w:rPr>
              <w:t>a</w:t>
            </w:r>
            <w:r w:rsidRPr="00A06585">
              <w:rPr>
                <w:sz w:val="22"/>
                <w:szCs w:val="22"/>
              </w:rPr>
              <w:t>metiga</w:t>
            </w:r>
            <w:r w:rsidR="0092439D" w:rsidRPr="00A06585">
              <w:rPr>
                <w:sz w:val="22"/>
                <w:szCs w:val="22"/>
              </w:rPr>
              <w:t xml:space="preserve"> (koostöökohtumine 15.</w:t>
            </w:r>
            <w:r w:rsidR="000C21FE" w:rsidRPr="00A06585">
              <w:rPr>
                <w:sz w:val="22"/>
                <w:szCs w:val="22"/>
              </w:rPr>
              <w:t>1</w:t>
            </w:r>
            <w:r w:rsidR="00B95E29" w:rsidRPr="00A06585">
              <w:rPr>
                <w:sz w:val="22"/>
                <w:szCs w:val="22"/>
              </w:rPr>
              <w:t>0</w:t>
            </w:r>
            <w:r w:rsidR="0092439D" w:rsidRPr="00A06585">
              <w:rPr>
                <w:sz w:val="22"/>
                <w:szCs w:val="22"/>
              </w:rPr>
              <w:t>.2015)</w:t>
            </w:r>
            <w:r w:rsidRPr="00A06585">
              <w:rPr>
                <w:sz w:val="22"/>
                <w:szCs w:val="22"/>
              </w:rPr>
              <w:t xml:space="preserve"> 2016 aastal küsitluse korraldamiseks</w:t>
            </w:r>
            <w:r w:rsidR="0092439D" w:rsidRPr="00A06585">
              <w:rPr>
                <w:sz w:val="22"/>
                <w:szCs w:val="22"/>
              </w:rPr>
              <w:t>, kaardistamaks naiste tugikeskuste  ning politseitöötajate kogemusi, nägemust võrgustikutööst lähisuhtevägivalla juhtumite korraldamisel.</w:t>
            </w:r>
            <w:r w:rsidR="00CC22BC" w:rsidRPr="00A06585">
              <w:rPr>
                <w:sz w:val="22"/>
                <w:szCs w:val="22"/>
              </w:rPr>
              <w:t xml:space="preserve"> MARAC mudelit ning projekti tutvustati Tartu lähisuhtevägivalla võrgustiku ümarlaual (15.05.2016) „Võrgustikutöö kogemus: õnnestumised, ebaõnnestumised, ootused, kasutamata ressursid“, kus tutvuti Tartu vastava võrgustiku 5-aastase töökogemusega. </w:t>
            </w:r>
          </w:p>
          <w:p w14:paraId="1558097A" w14:textId="77777777" w:rsidR="000C21FE" w:rsidRPr="00A06585" w:rsidRDefault="000C21FE" w:rsidP="000C21FE">
            <w:pPr>
              <w:rPr>
                <w:sz w:val="22"/>
                <w:szCs w:val="22"/>
              </w:rPr>
            </w:pPr>
          </w:p>
          <w:p w14:paraId="1E289A67" w14:textId="2AAAEA1A" w:rsidR="006C70F7" w:rsidRPr="00A06585" w:rsidRDefault="000C21FE" w:rsidP="007F1518">
            <w:pPr>
              <w:pStyle w:val="Loendilik"/>
              <w:numPr>
                <w:ilvl w:val="0"/>
                <w:numId w:val="23"/>
              </w:numPr>
              <w:rPr>
                <w:sz w:val="22"/>
                <w:szCs w:val="22"/>
              </w:rPr>
            </w:pPr>
            <w:r w:rsidRPr="00A06585">
              <w:rPr>
                <w:sz w:val="22"/>
                <w:szCs w:val="22"/>
              </w:rPr>
              <w:t>17.12.2015 toimunud juhtrühma</w:t>
            </w:r>
            <w:r w:rsidR="006C70F7" w:rsidRPr="00A06585">
              <w:rPr>
                <w:sz w:val="22"/>
                <w:szCs w:val="22"/>
              </w:rPr>
              <w:t xml:space="preserve"> koosolekul</w:t>
            </w:r>
            <w:r w:rsidRPr="00A06585">
              <w:rPr>
                <w:sz w:val="22"/>
                <w:szCs w:val="22"/>
              </w:rPr>
              <w:t xml:space="preserve"> valiti välja kolm </w:t>
            </w:r>
            <w:r w:rsidR="00EB365F" w:rsidRPr="00A06585">
              <w:rPr>
                <w:sz w:val="22"/>
                <w:szCs w:val="22"/>
              </w:rPr>
              <w:t>katse</w:t>
            </w:r>
            <w:r w:rsidRPr="00A06585">
              <w:rPr>
                <w:sz w:val="22"/>
                <w:szCs w:val="22"/>
              </w:rPr>
              <w:t>piirkonda. 2016. aastal alustatakse piloteerimist Põlva linnas/maakonnas, 2017. aasta algul alustatakse piloteerimist Haapsalus, Rakvere</w:t>
            </w:r>
            <w:r w:rsidR="00614498" w:rsidRPr="00A06585">
              <w:rPr>
                <w:sz w:val="22"/>
                <w:szCs w:val="22"/>
              </w:rPr>
              <w:t>s</w:t>
            </w:r>
            <w:r w:rsidR="00A3203B" w:rsidRPr="00A06585">
              <w:rPr>
                <w:sz w:val="22"/>
                <w:szCs w:val="22"/>
              </w:rPr>
              <w:t>/</w:t>
            </w:r>
            <w:r w:rsidRPr="00A06585">
              <w:rPr>
                <w:sz w:val="22"/>
                <w:szCs w:val="22"/>
              </w:rPr>
              <w:t xml:space="preserve">Lääne-Virumaal, </w:t>
            </w:r>
            <w:r w:rsidR="00614498" w:rsidRPr="00A06585">
              <w:rPr>
                <w:sz w:val="22"/>
                <w:szCs w:val="22"/>
              </w:rPr>
              <w:t>V</w:t>
            </w:r>
            <w:r w:rsidRPr="00A06585">
              <w:rPr>
                <w:sz w:val="22"/>
                <w:szCs w:val="22"/>
              </w:rPr>
              <w:t xml:space="preserve">aliti </w:t>
            </w:r>
            <w:r w:rsidR="00614498" w:rsidRPr="00A06585">
              <w:rPr>
                <w:sz w:val="22"/>
                <w:szCs w:val="22"/>
              </w:rPr>
              <w:t>kolm piirkonda</w:t>
            </w:r>
            <w:r w:rsidRPr="00A06585">
              <w:rPr>
                <w:sz w:val="22"/>
                <w:szCs w:val="22"/>
              </w:rPr>
              <w:t>, et tekiks võrdlusmoment piirkondade vahel, mis oleksid nii tausta kui regiooni poolest erinevad.</w:t>
            </w:r>
          </w:p>
          <w:p w14:paraId="5BDB1E28" w14:textId="77777777" w:rsidR="001F0913" w:rsidRPr="00A06585" w:rsidRDefault="001F0913" w:rsidP="001F0913">
            <w:pPr>
              <w:pStyle w:val="Loendilik"/>
              <w:ind w:left="720"/>
              <w:rPr>
                <w:sz w:val="22"/>
                <w:szCs w:val="22"/>
              </w:rPr>
            </w:pPr>
          </w:p>
          <w:p w14:paraId="0159EB8F" w14:textId="1129DC16" w:rsidR="007F1518" w:rsidRPr="00A06585" w:rsidRDefault="001F0913" w:rsidP="007F1518">
            <w:pPr>
              <w:pStyle w:val="Loendilik"/>
              <w:numPr>
                <w:ilvl w:val="0"/>
                <w:numId w:val="23"/>
              </w:numPr>
              <w:rPr>
                <w:sz w:val="22"/>
                <w:szCs w:val="22"/>
              </w:rPr>
            </w:pPr>
            <w:r w:rsidRPr="00A06585">
              <w:rPr>
                <w:sz w:val="22"/>
                <w:szCs w:val="22"/>
              </w:rPr>
              <w:t>Periood 01.01.2016-30.06.2016</w:t>
            </w:r>
            <w:r w:rsidR="00F1731E">
              <w:rPr>
                <w:sz w:val="22"/>
                <w:szCs w:val="22"/>
              </w:rPr>
              <w:br/>
            </w:r>
            <w:r w:rsidR="003F7AA6" w:rsidRPr="00A06585">
              <w:rPr>
                <w:sz w:val="22"/>
                <w:szCs w:val="22"/>
              </w:rPr>
              <w:t>2016 aasta esimesel poolel viidi läbi küsitlus politseitöötajate ja naiste tugikeskuste esindajate seas</w:t>
            </w:r>
            <w:r w:rsidR="006C70F7" w:rsidRPr="00A06585">
              <w:rPr>
                <w:sz w:val="22"/>
                <w:szCs w:val="22"/>
              </w:rPr>
              <w:t>,</w:t>
            </w:r>
            <w:r w:rsidR="003F7AA6" w:rsidRPr="00A06585">
              <w:rPr>
                <w:sz w:val="22"/>
                <w:szCs w:val="22"/>
              </w:rPr>
              <w:t xml:space="preserve"> kaardistamaks sealsete asjatundjate </w:t>
            </w:r>
            <w:r w:rsidR="003F7AA6" w:rsidRPr="00A06585">
              <w:rPr>
                <w:color w:val="000000" w:themeColor="text1"/>
                <w:sz w:val="22"/>
                <w:szCs w:val="22"/>
              </w:rPr>
              <w:t>kogemusi, nägemust võrgustikutööst lähisuhtevägivalla juhtumite korraldamisel. Valmis küsitluse kokkuvõte (sealhul</w:t>
            </w:r>
            <w:r w:rsidR="007F1518" w:rsidRPr="00A06585">
              <w:rPr>
                <w:color w:val="000000" w:themeColor="text1"/>
                <w:sz w:val="22"/>
                <w:szCs w:val="22"/>
              </w:rPr>
              <w:t>g</w:t>
            </w:r>
            <w:r w:rsidR="003F7AA6" w:rsidRPr="00A06585">
              <w:rPr>
                <w:color w:val="000000" w:themeColor="text1"/>
                <w:sz w:val="22"/>
                <w:szCs w:val="22"/>
              </w:rPr>
              <w:t>as koolitusvajaduste analüüs ning  riskide maandamise võimaluste kokkuvõte).</w:t>
            </w:r>
          </w:p>
          <w:p w14:paraId="747F2448" w14:textId="77777777" w:rsidR="003F7AA6" w:rsidRPr="00A06585" w:rsidRDefault="003F7AA6" w:rsidP="00413933">
            <w:pPr>
              <w:rPr>
                <w:sz w:val="22"/>
                <w:szCs w:val="22"/>
                <w:highlight w:val="yellow"/>
              </w:rPr>
            </w:pPr>
          </w:p>
          <w:p w14:paraId="570EFFE2" w14:textId="58D2F16E" w:rsidR="008979B7" w:rsidRPr="00A06585" w:rsidRDefault="00181363" w:rsidP="00056CFA">
            <w:pPr>
              <w:pStyle w:val="Pealkiri2"/>
              <w:widowControl/>
              <w:numPr>
                <w:ilvl w:val="0"/>
                <w:numId w:val="23"/>
              </w:numPr>
              <w:tabs>
                <w:tab w:val="left" w:pos="426"/>
              </w:tabs>
              <w:ind w:right="0"/>
              <w:outlineLvl w:val="1"/>
              <w:rPr>
                <w:color w:val="000000" w:themeColor="text1"/>
                <w:sz w:val="22"/>
                <w:szCs w:val="22"/>
              </w:rPr>
            </w:pPr>
            <w:r w:rsidRPr="00A06585">
              <w:rPr>
                <w:color w:val="000000" w:themeColor="text1"/>
                <w:sz w:val="22"/>
                <w:szCs w:val="22"/>
              </w:rPr>
              <w:t xml:space="preserve"> </w:t>
            </w:r>
            <w:r w:rsidR="003F7AA6" w:rsidRPr="00A06585">
              <w:rPr>
                <w:color w:val="000000" w:themeColor="text1"/>
                <w:sz w:val="22"/>
                <w:szCs w:val="22"/>
              </w:rPr>
              <w:t>2016. aastal juhtum</w:t>
            </w:r>
            <w:r w:rsidR="00C04EDC" w:rsidRPr="00A06585">
              <w:rPr>
                <w:color w:val="000000" w:themeColor="text1"/>
                <w:sz w:val="22"/>
                <w:szCs w:val="22"/>
              </w:rPr>
              <w:t>ikorralduse mudeli piloteerimine</w:t>
            </w:r>
            <w:r w:rsidR="003F7AA6" w:rsidRPr="00A06585">
              <w:rPr>
                <w:color w:val="000000" w:themeColor="text1"/>
                <w:sz w:val="22"/>
                <w:szCs w:val="22"/>
              </w:rPr>
              <w:t xml:space="preserve"> esimeses katsepiirkonnas </w:t>
            </w:r>
            <w:r w:rsidR="00C04EDC" w:rsidRPr="00A06585">
              <w:rPr>
                <w:color w:val="000000" w:themeColor="text1"/>
                <w:sz w:val="22"/>
                <w:szCs w:val="22"/>
              </w:rPr>
              <w:t>on planeeritud 2016 teiseks poolaastaks</w:t>
            </w:r>
            <w:r w:rsidR="003F7AA6" w:rsidRPr="00A06585">
              <w:rPr>
                <w:color w:val="000000" w:themeColor="text1"/>
                <w:sz w:val="22"/>
                <w:szCs w:val="22"/>
              </w:rPr>
              <w:t xml:space="preserve">. </w:t>
            </w:r>
          </w:p>
          <w:p w14:paraId="290E706E" w14:textId="77777777" w:rsidR="003F7AA6" w:rsidRPr="00A06585" w:rsidRDefault="003F7AA6" w:rsidP="003F7AA6">
            <w:pPr>
              <w:rPr>
                <w:sz w:val="22"/>
                <w:szCs w:val="22"/>
              </w:rPr>
            </w:pPr>
          </w:p>
          <w:p w14:paraId="757B5910" w14:textId="1B35AFB7" w:rsidR="00326305" w:rsidRPr="00A06585" w:rsidRDefault="00D7223C" w:rsidP="00D7223C">
            <w:pPr>
              <w:jc w:val="both"/>
              <w:rPr>
                <w:sz w:val="22"/>
                <w:szCs w:val="22"/>
              </w:rPr>
            </w:pPr>
            <w:r w:rsidRPr="00A06585">
              <w:rPr>
                <w:sz w:val="22"/>
                <w:szCs w:val="22"/>
              </w:rPr>
              <w:t>3.1.4  Teiste riikide MARAC võrgustikutöö ja –kohtumiste mudelite kogemustega tutvumine interneti teel ning projektijuhi õppreis Soome, võimalusel Ühendkuningriikidesse.</w:t>
            </w:r>
          </w:p>
          <w:p w14:paraId="0C60EAA6" w14:textId="77777777" w:rsidR="001F0913" w:rsidRPr="00A06585" w:rsidRDefault="001F0913" w:rsidP="00D7223C">
            <w:pPr>
              <w:jc w:val="both"/>
              <w:rPr>
                <w:sz w:val="22"/>
                <w:szCs w:val="22"/>
              </w:rPr>
            </w:pPr>
          </w:p>
          <w:p w14:paraId="0FB728AD" w14:textId="77777777" w:rsidR="001E52A0" w:rsidRDefault="001F0913" w:rsidP="00455CF9">
            <w:pPr>
              <w:pStyle w:val="Pealkiri2"/>
              <w:widowControl/>
              <w:numPr>
                <w:ilvl w:val="0"/>
                <w:numId w:val="25"/>
              </w:numPr>
              <w:tabs>
                <w:tab w:val="left" w:pos="426"/>
              </w:tabs>
              <w:ind w:right="0"/>
              <w:outlineLvl w:val="1"/>
              <w:rPr>
                <w:sz w:val="22"/>
                <w:szCs w:val="22"/>
              </w:rPr>
            </w:pPr>
            <w:r w:rsidRPr="00A06585">
              <w:rPr>
                <w:sz w:val="22"/>
                <w:szCs w:val="22"/>
              </w:rPr>
              <w:t>Periood 01.09.2015-31.12.2015</w:t>
            </w:r>
            <w:r w:rsidR="001E52A0">
              <w:rPr>
                <w:sz w:val="22"/>
                <w:szCs w:val="22"/>
              </w:rPr>
              <w:t xml:space="preserve"> </w:t>
            </w:r>
          </w:p>
          <w:p w14:paraId="6FC189E7" w14:textId="1696FD75" w:rsidR="00326305" w:rsidRPr="00A06585" w:rsidRDefault="00173326" w:rsidP="001E52A0">
            <w:pPr>
              <w:pStyle w:val="Pealkiri2"/>
              <w:widowControl/>
              <w:tabs>
                <w:tab w:val="left" w:pos="426"/>
              </w:tabs>
              <w:ind w:left="720" w:right="0"/>
              <w:outlineLvl w:val="1"/>
              <w:rPr>
                <w:sz w:val="22"/>
                <w:szCs w:val="22"/>
              </w:rPr>
            </w:pPr>
            <w:r w:rsidRPr="00A06585">
              <w:rPr>
                <w:sz w:val="22"/>
                <w:szCs w:val="22"/>
              </w:rPr>
              <w:t>MARAC</w:t>
            </w:r>
            <w:r w:rsidR="00326305" w:rsidRPr="00A06585">
              <w:rPr>
                <w:sz w:val="22"/>
                <w:szCs w:val="22"/>
              </w:rPr>
              <w:t xml:space="preserve"> mudeli  rakendamise ettevalmistamiseks tutvus Sotsiaalkindlustusameti projektijuht interneti abil teiste riikide (Soome, Inglismaa) kogemustega.</w:t>
            </w:r>
          </w:p>
          <w:p w14:paraId="6ED4551B" w14:textId="77777777" w:rsidR="00326305" w:rsidRPr="00A06585" w:rsidRDefault="00326305" w:rsidP="00D7223C">
            <w:pPr>
              <w:jc w:val="both"/>
              <w:rPr>
                <w:sz w:val="22"/>
                <w:szCs w:val="22"/>
              </w:rPr>
            </w:pPr>
          </w:p>
          <w:p w14:paraId="0997E01C" w14:textId="08B6D971" w:rsidR="007F1518" w:rsidRPr="00A06585" w:rsidRDefault="00326305" w:rsidP="007F1518">
            <w:pPr>
              <w:pStyle w:val="Loendilik"/>
              <w:numPr>
                <w:ilvl w:val="0"/>
                <w:numId w:val="25"/>
              </w:numPr>
              <w:jc w:val="both"/>
              <w:rPr>
                <w:sz w:val="22"/>
                <w:szCs w:val="22"/>
              </w:rPr>
            </w:pPr>
            <w:r w:rsidRPr="00A06585">
              <w:rPr>
                <w:sz w:val="22"/>
                <w:szCs w:val="22"/>
              </w:rPr>
              <w:t>Projekti ajakavva 2015</w:t>
            </w:r>
            <w:r w:rsidR="0000239A" w:rsidRPr="00A06585">
              <w:rPr>
                <w:sz w:val="22"/>
                <w:szCs w:val="22"/>
              </w:rPr>
              <w:t>.</w:t>
            </w:r>
            <w:r w:rsidRPr="00A06585">
              <w:rPr>
                <w:sz w:val="22"/>
                <w:szCs w:val="22"/>
              </w:rPr>
              <w:t xml:space="preserve"> aastaks planeeritud õppereisid saavad toimuma 2016</w:t>
            </w:r>
            <w:r w:rsidR="0000239A" w:rsidRPr="00A06585">
              <w:rPr>
                <w:sz w:val="22"/>
                <w:szCs w:val="22"/>
              </w:rPr>
              <w:t>.</w:t>
            </w:r>
            <w:r w:rsidRPr="00A06585">
              <w:rPr>
                <w:sz w:val="22"/>
                <w:szCs w:val="22"/>
              </w:rPr>
              <w:t xml:space="preserve"> aasta esimeses pooles. Esimesed koostöösuhted projekti koostööpartneritega Soomest ning Inglismaalt loodi alles projekti alguses ning arvestades koostööpartnerite ajalisi ressursse gruppide  vastuvõtmiseks kavandati õppereisid 2016 aastasse.</w:t>
            </w:r>
            <w:r w:rsidR="007F1518" w:rsidRPr="00A06585">
              <w:rPr>
                <w:sz w:val="22"/>
                <w:szCs w:val="22"/>
              </w:rPr>
              <w:t xml:space="preserve"> </w:t>
            </w:r>
            <w:r w:rsidRPr="00A06585">
              <w:rPr>
                <w:sz w:val="22"/>
                <w:szCs w:val="22"/>
              </w:rPr>
              <w:t>Tutvumaks Soome näidetega juhtumikorralduse mudeli osas, osutus mudeliga tutvumise eesmärgil tõhusamaks korraldada infoseminar Tallinnas, õppevisiidi asemel.</w:t>
            </w:r>
          </w:p>
          <w:p w14:paraId="3DB89BB7" w14:textId="77777777" w:rsidR="00CC22BC" w:rsidRPr="00A06585" w:rsidRDefault="00CC22BC" w:rsidP="00CC22BC">
            <w:pPr>
              <w:jc w:val="both"/>
              <w:rPr>
                <w:sz w:val="22"/>
                <w:szCs w:val="22"/>
              </w:rPr>
            </w:pPr>
          </w:p>
          <w:p w14:paraId="2979D827" w14:textId="3EC468C5" w:rsidR="007F1518" w:rsidRPr="00A06585" w:rsidRDefault="00FD3642" w:rsidP="007F1518">
            <w:pPr>
              <w:pStyle w:val="Loendilik"/>
              <w:numPr>
                <w:ilvl w:val="0"/>
                <w:numId w:val="25"/>
              </w:numPr>
              <w:jc w:val="both"/>
              <w:rPr>
                <w:sz w:val="22"/>
                <w:szCs w:val="22"/>
              </w:rPr>
            </w:pPr>
            <w:r w:rsidRPr="00A06585">
              <w:rPr>
                <w:sz w:val="22"/>
                <w:szCs w:val="22"/>
              </w:rPr>
              <w:t xml:space="preserve">Sõlmiti koostöökokkulepped õppreisideks Inglismaale (veebruaris 2016) ning Soome (2016 I poolaasta) </w:t>
            </w:r>
            <w:r w:rsidR="005864B1" w:rsidRPr="00A06585">
              <w:rPr>
                <w:sz w:val="22"/>
                <w:szCs w:val="22"/>
              </w:rPr>
              <w:t xml:space="preserve">projektijuhile teadmiste laiendamiseks ja praktikatega tutvumiseks, </w:t>
            </w:r>
            <w:r w:rsidRPr="00A06585">
              <w:rPr>
                <w:sz w:val="22"/>
                <w:szCs w:val="22"/>
              </w:rPr>
              <w:t>töö praktilise käigu jälgimiseks</w:t>
            </w:r>
            <w:r w:rsidR="005864B1" w:rsidRPr="00A06585">
              <w:rPr>
                <w:sz w:val="22"/>
                <w:szCs w:val="22"/>
              </w:rPr>
              <w:t>.</w:t>
            </w:r>
            <w:r w:rsidR="00326305" w:rsidRPr="00A06585">
              <w:rPr>
                <w:sz w:val="22"/>
                <w:szCs w:val="22"/>
              </w:rPr>
              <w:t xml:space="preserve"> K</w:t>
            </w:r>
            <w:r w:rsidR="00816942" w:rsidRPr="00A06585">
              <w:rPr>
                <w:sz w:val="22"/>
                <w:szCs w:val="22"/>
              </w:rPr>
              <w:t xml:space="preserve">okkulepete sõlmimine Inglismaa koostööpartneri, </w:t>
            </w:r>
            <w:proofErr w:type="spellStart"/>
            <w:r w:rsidR="00816942" w:rsidRPr="00A06585">
              <w:rPr>
                <w:sz w:val="22"/>
                <w:szCs w:val="22"/>
              </w:rPr>
              <w:t>Safe</w:t>
            </w:r>
            <w:proofErr w:type="spellEnd"/>
            <w:r w:rsidR="00816942" w:rsidRPr="00A06585">
              <w:rPr>
                <w:sz w:val="22"/>
                <w:szCs w:val="22"/>
              </w:rPr>
              <w:t xml:space="preserve"> </w:t>
            </w:r>
            <w:proofErr w:type="spellStart"/>
            <w:r w:rsidR="00816942" w:rsidRPr="00A06585">
              <w:rPr>
                <w:sz w:val="22"/>
                <w:szCs w:val="22"/>
              </w:rPr>
              <w:t>Lives</w:t>
            </w:r>
            <w:proofErr w:type="spellEnd"/>
            <w:r w:rsidR="00816942" w:rsidRPr="00A06585">
              <w:rPr>
                <w:sz w:val="22"/>
                <w:szCs w:val="22"/>
              </w:rPr>
              <w:t xml:space="preserve"> esindajaga</w:t>
            </w:r>
            <w:r w:rsidR="00326305" w:rsidRPr="00A06585">
              <w:rPr>
                <w:sz w:val="22"/>
                <w:szCs w:val="22"/>
              </w:rPr>
              <w:t xml:space="preserve"> toimus</w:t>
            </w:r>
            <w:r w:rsidR="00816942" w:rsidRPr="00A06585">
              <w:rPr>
                <w:sz w:val="22"/>
                <w:szCs w:val="22"/>
              </w:rPr>
              <w:t xml:space="preserve"> e-mailisuhtluse ning</w:t>
            </w:r>
            <w:r w:rsidR="00326305" w:rsidRPr="00A06585">
              <w:rPr>
                <w:sz w:val="22"/>
                <w:szCs w:val="22"/>
              </w:rPr>
              <w:t xml:space="preserve"> Skype koosolekute</w:t>
            </w:r>
            <w:r w:rsidR="00816942" w:rsidRPr="00A06585">
              <w:rPr>
                <w:sz w:val="22"/>
                <w:szCs w:val="22"/>
              </w:rPr>
              <w:t xml:space="preserve"> (18.11</w:t>
            </w:r>
            <w:r w:rsidR="0000239A" w:rsidRPr="00A06585">
              <w:rPr>
                <w:sz w:val="22"/>
                <w:szCs w:val="22"/>
              </w:rPr>
              <w:t>.2015</w:t>
            </w:r>
            <w:r w:rsidR="00816942" w:rsidRPr="00A06585">
              <w:rPr>
                <w:sz w:val="22"/>
                <w:szCs w:val="22"/>
              </w:rPr>
              <w:t>, 02.12</w:t>
            </w:r>
            <w:r w:rsidR="0000239A" w:rsidRPr="00A06585">
              <w:rPr>
                <w:sz w:val="22"/>
                <w:szCs w:val="22"/>
              </w:rPr>
              <w:t>.2015</w:t>
            </w:r>
            <w:r w:rsidR="00816942" w:rsidRPr="00A06585">
              <w:rPr>
                <w:sz w:val="22"/>
                <w:szCs w:val="22"/>
              </w:rPr>
              <w:t>)</w:t>
            </w:r>
            <w:r w:rsidR="00326305" w:rsidRPr="00A06585">
              <w:rPr>
                <w:sz w:val="22"/>
                <w:szCs w:val="22"/>
              </w:rPr>
              <w:t xml:space="preserve"> teel</w:t>
            </w:r>
            <w:r w:rsidR="00816942" w:rsidRPr="00A06585">
              <w:rPr>
                <w:sz w:val="22"/>
                <w:szCs w:val="22"/>
              </w:rPr>
              <w:t>. Edasised koostöökokkulepped Soome koostööpartneri, Soome Tervise ja Heaolu Instituudi esindajaga sõlmiti koostöökohtumisel 15.12.2015, Tallinnas.</w:t>
            </w:r>
          </w:p>
          <w:p w14:paraId="57A025BA" w14:textId="77777777" w:rsidR="007F1518" w:rsidRPr="00A06585" w:rsidRDefault="007F1518" w:rsidP="007F1518">
            <w:pPr>
              <w:rPr>
                <w:color w:val="000000" w:themeColor="text1"/>
                <w:sz w:val="22"/>
                <w:szCs w:val="22"/>
              </w:rPr>
            </w:pPr>
          </w:p>
          <w:p w14:paraId="227EFEDA" w14:textId="3DA8B943" w:rsidR="006C70F7" w:rsidRPr="00A06585" w:rsidRDefault="00825510" w:rsidP="007F1518">
            <w:pPr>
              <w:pStyle w:val="Pealkiri2"/>
              <w:widowControl/>
              <w:numPr>
                <w:ilvl w:val="0"/>
                <w:numId w:val="25"/>
              </w:numPr>
              <w:tabs>
                <w:tab w:val="left" w:pos="426"/>
              </w:tabs>
              <w:ind w:right="0"/>
              <w:outlineLvl w:val="1"/>
              <w:rPr>
                <w:color w:val="000000" w:themeColor="text1"/>
                <w:sz w:val="22"/>
                <w:szCs w:val="22"/>
              </w:rPr>
            </w:pPr>
            <w:r w:rsidRPr="00A06585">
              <w:rPr>
                <w:color w:val="000000" w:themeColor="text1"/>
                <w:sz w:val="22"/>
                <w:szCs w:val="22"/>
              </w:rPr>
              <w:t>2015. aastal tutvuti interneti teel Soome ja Inglismaa võrgustikutöö ja –kohtumiste mudelitega. 2015. aasta lõpus</w:t>
            </w:r>
            <w:r w:rsidRPr="00A06585">
              <w:rPr>
                <w:rStyle w:val="Allmrkuseviide"/>
                <w:color w:val="000000" w:themeColor="text1"/>
                <w:sz w:val="22"/>
                <w:szCs w:val="22"/>
              </w:rPr>
              <w:footnoteReference w:id="1"/>
            </w:r>
            <w:r w:rsidRPr="00A06585">
              <w:rPr>
                <w:color w:val="000000" w:themeColor="text1"/>
                <w:sz w:val="22"/>
                <w:szCs w:val="22"/>
              </w:rPr>
              <w:t xml:space="preserve"> toimus Eestis Soome juhtumikorralduse mudeli rakendamise näidet tutvustav seminar , kus osalesid juhtrühma liikmed ja partneri võtmeisikud (katsepiirkondade ohvriabi peaspetsialistid, ohvriabi üksuse juht ja nõunik). </w:t>
            </w:r>
          </w:p>
          <w:p w14:paraId="706B621E" w14:textId="77777777" w:rsidR="00413933" w:rsidRPr="00A06585" w:rsidRDefault="00413933" w:rsidP="00822B66">
            <w:pPr>
              <w:rPr>
                <w:sz w:val="22"/>
                <w:szCs w:val="22"/>
              </w:rPr>
            </w:pPr>
          </w:p>
          <w:p w14:paraId="62A012E2" w14:textId="29C7CE54" w:rsidR="00413933" w:rsidRPr="00A06585" w:rsidRDefault="00822B66" w:rsidP="007F1518">
            <w:pPr>
              <w:pStyle w:val="Loendilik"/>
              <w:numPr>
                <w:ilvl w:val="0"/>
                <w:numId w:val="25"/>
              </w:numPr>
              <w:rPr>
                <w:sz w:val="22"/>
                <w:szCs w:val="22"/>
              </w:rPr>
            </w:pPr>
            <w:r w:rsidRPr="00A06585">
              <w:rPr>
                <w:sz w:val="22"/>
                <w:szCs w:val="22"/>
              </w:rPr>
              <w:t xml:space="preserve">4-6.02.2016 </w:t>
            </w:r>
            <w:r w:rsidR="001B74FF" w:rsidRPr="00A06585">
              <w:rPr>
                <w:sz w:val="22"/>
                <w:szCs w:val="22"/>
              </w:rPr>
              <w:t xml:space="preserve">toimus õppevisiit Ühendkuningriikidesse </w:t>
            </w:r>
            <w:proofErr w:type="spellStart"/>
            <w:r w:rsidR="001B74FF" w:rsidRPr="00A06585">
              <w:rPr>
                <w:sz w:val="22"/>
                <w:szCs w:val="22"/>
              </w:rPr>
              <w:t>Bristolisse</w:t>
            </w:r>
            <w:proofErr w:type="spellEnd"/>
            <w:r w:rsidR="001B74FF" w:rsidRPr="00A06585">
              <w:rPr>
                <w:sz w:val="22"/>
                <w:szCs w:val="22"/>
              </w:rPr>
              <w:t xml:space="preserve">, et tutvuda Suurbritannia näidete ja kogemustega MARAC mudeli rakendamisel Õppevisiidil osalesid juhtrühma liige, Politsei ja Piirivalveameti esindaja Karmen Kukk ning Ohvriabi spetsialist, </w:t>
            </w:r>
            <w:r w:rsidRPr="00A06585">
              <w:rPr>
                <w:sz w:val="22"/>
                <w:szCs w:val="22"/>
              </w:rPr>
              <w:t xml:space="preserve">valitud </w:t>
            </w:r>
            <w:r w:rsidR="001B74FF" w:rsidRPr="00A06585">
              <w:rPr>
                <w:sz w:val="22"/>
                <w:szCs w:val="22"/>
              </w:rPr>
              <w:t>katsepiirkonna esindaja Laura Siht.</w:t>
            </w:r>
            <w:r w:rsidRPr="00A06585">
              <w:rPr>
                <w:sz w:val="22"/>
                <w:szCs w:val="22"/>
              </w:rPr>
              <w:t xml:space="preserve"> Õppevisiidil kohtuti </w:t>
            </w:r>
            <w:proofErr w:type="spellStart"/>
            <w:r w:rsidRPr="00A06585">
              <w:rPr>
                <w:sz w:val="22"/>
                <w:szCs w:val="22"/>
              </w:rPr>
              <w:t>SafeLivesi</w:t>
            </w:r>
            <w:proofErr w:type="spellEnd"/>
            <w:r w:rsidRPr="00A06585">
              <w:rPr>
                <w:sz w:val="22"/>
                <w:szCs w:val="22"/>
              </w:rPr>
              <w:t xml:space="preserve"> meeskonnaga, MARAC arendustöötaja ning andmetöötluse osakonnaga, osaleti Lõuna-</w:t>
            </w:r>
            <w:proofErr w:type="spellStart"/>
            <w:r w:rsidRPr="00A06585">
              <w:rPr>
                <w:sz w:val="22"/>
                <w:szCs w:val="22"/>
              </w:rPr>
              <w:t>Bristoli</w:t>
            </w:r>
            <w:proofErr w:type="spellEnd"/>
            <w:r w:rsidRPr="00A06585">
              <w:rPr>
                <w:sz w:val="22"/>
                <w:szCs w:val="22"/>
              </w:rPr>
              <w:t xml:space="preserve"> MARAC koosolekul ning kohtuti antud MARACi juhataja-politsei esindajaga. Õppevisiidil osalejad tutvusid ka Ühendkuningriikide tugiisikute (IDVA e </w:t>
            </w:r>
            <w:proofErr w:type="spellStart"/>
            <w:r w:rsidRPr="00A06585">
              <w:rPr>
                <w:sz w:val="22"/>
                <w:szCs w:val="22"/>
              </w:rPr>
              <w:t>Independent</w:t>
            </w:r>
            <w:proofErr w:type="spellEnd"/>
            <w:r w:rsidRPr="00A06585">
              <w:rPr>
                <w:sz w:val="22"/>
                <w:szCs w:val="22"/>
              </w:rPr>
              <w:t xml:space="preserve"> </w:t>
            </w:r>
            <w:proofErr w:type="spellStart"/>
            <w:r w:rsidRPr="00A06585">
              <w:rPr>
                <w:sz w:val="22"/>
                <w:szCs w:val="22"/>
              </w:rPr>
              <w:t>Domestc</w:t>
            </w:r>
            <w:proofErr w:type="spellEnd"/>
            <w:r w:rsidRPr="00A06585">
              <w:rPr>
                <w:sz w:val="22"/>
                <w:szCs w:val="22"/>
              </w:rPr>
              <w:t xml:space="preserve"> </w:t>
            </w:r>
            <w:proofErr w:type="spellStart"/>
            <w:r w:rsidRPr="00A06585">
              <w:rPr>
                <w:sz w:val="22"/>
                <w:szCs w:val="22"/>
              </w:rPr>
              <w:t>Violence</w:t>
            </w:r>
            <w:proofErr w:type="spellEnd"/>
            <w:r w:rsidRPr="00A06585">
              <w:rPr>
                <w:sz w:val="22"/>
                <w:szCs w:val="22"/>
              </w:rPr>
              <w:t xml:space="preserve"> </w:t>
            </w:r>
            <w:proofErr w:type="spellStart"/>
            <w:r w:rsidRPr="00A06585">
              <w:rPr>
                <w:sz w:val="22"/>
                <w:szCs w:val="22"/>
              </w:rPr>
              <w:t>A</w:t>
            </w:r>
            <w:r w:rsidR="007F1518" w:rsidRPr="00A06585">
              <w:rPr>
                <w:sz w:val="22"/>
                <w:szCs w:val="22"/>
              </w:rPr>
              <w:t>d</w:t>
            </w:r>
            <w:r w:rsidRPr="00A06585">
              <w:rPr>
                <w:sz w:val="22"/>
                <w:szCs w:val="22"/>
              </w:rPr>
              <w:t>visor</w:t>
            </w:r>
            <w:proofErr w:type="spellEnd"/>
            <w:r w:rsidRPr="00A06585">
              <w:rPr>
                <w:sz w:val="22"/>
                <w:szCs w:val="22"/>
              </w:rPr>
              <w:t>) süsteemiga.</w:t>
            </w:r>
          </w:p>
          <w:p w14:paraId="7910AB54" w14:textId="77777777" w:rsidR="00787085" w:rsidRPr="00A06585" w:rsidRDefault="00787085" w:rsidP="00787085">
            <w:pPr>
              <w:pStyle w:val="Loendilik"/>
              <w:rPr>
                <w:color w:val="000000" w:themeColor="text1"/>
                <w:sz w:val="22"/>
                <w:szCs w:val="22"/>
              </w:rPr>
            </w:pPr>
          </w:p>
          <w:p w14:paraId="0E4AB23F" w14:textId="4BC54078" w:rsidR="00825510" w:rsidRPr="00A06585" w:rsidRDefault="00CB1087" w:rsidP="00787085">
            <w:pPr>
              <w:pStyle w:val="Pealkiri2"/>
              <w:widowControl/>
              <w:numPr>
                <w:ilvl w:val="0"/>
                <w:numId w:val="25"/>
              </w:numPr>
              <w:tabs>
                <w:tab w:val="left" w:pos="426"/>
              </w:tabs>
              <w:ind w:right="0"/>
              <w:outlineLvl w:val="1"/>
              <w:rPr>
                <w:b/>
                <w:i/>
                <w:color w:val="000000" w:themeColor="text1"/>
                <w:sz w:val="22"/>
                <w:szCs w:val="22"/>
              </w:rPr>
            </w:pPr>
            <w:r w:rsidRPr="00A06585">
              <w:rPr>
                <w:color w:val="000000" w:themeColor="text1"/>
                <w:sz w:val="22"/>
                <w:szCs w:val="22"/>
              </w:rPr>
              <w:t>5.04.2016 toimus projektijuhi ja koordinaatori õppereis Soome, tutvumaks sealse vabatahtlike tugiisikute süsteemiga (sh MARACi tugiisikute süsteem) ning Soome ohvriabi RIKU süsteemiga. Sõlmiti kokkulepped edasisteks õppereisideks võrgustike võtmeisikutele.</w:t>
            </w:r>
            <w:r w:rsidR="00181363" w:rsidRPr="00A06585">
              <w:rPr>
                <w:color w:val="000000" w:themeColor="text1"/>
                <w:sz w:val="22"/>
                <w:szCs w:val="22"/>
              </w:rPr>
              <w:t xml:space="preserve"> </w:t>
            </w:r>
            <w:r w:rsidR="00825510" w:rsidRPr="00A06585">
              <w:rPr>
                <w:color w:val="000000" w:themeColor="text1"/>
                <w:sz w:val="22"/>
                <w:szCs w:val="22"/>
              </w:rPr>
              <w:t>2016. aasta</w:t>
            </w:r>
            <w:r w:rsidR="006C70F7" w:rsidRPr="00A06585">
              <w:rPr>
                <w:color w:val="000000" w:themeColor="text1"/>
                <w:sz w:val="22"/>
                <w:szCs w:val="22"/>
              </w:rPr>
              <w:t xml:space="preserve"> teisel poolel</w:t>
            </w:r>
            <w:r w:rsidR="00825510" w:rsidRPr="00A06585">
              <w:rPr>
                <w:color w:val="000000" w:themeColor="text1"/>
                <w:sz w:val="22"/>
                <w:szCs w:val="22"/>
              </w:rPr>
              <w:t xml:space="preserve"> </w:t>
            </w:r>
            <w:r w:rsidR="007F1518" w:rsidRPr="00A06585">
              <w:rPr>
                <w:color w:val="000000" w:themeColor="text1"/>
                <w:sz w:val="22"/>
                <w:szCs w:val="22"/>
              </w:rPr>
              <w:t xml:space="preserve">on planeeritud </w:t>
            </w:r>
            <w:r w:rsidR="00825510" w:rsidRPr="00A06585">
              <w:rPr>
                <w:color w:val="000000" w:themeColor="text1"/>
                <w:sz w:val="22"/>
                <w:szCs w:val="22"/>
              </w:rPr>
              <w:t>projektijuhi ja –koordinaatori õppereis Ühendkuningriiki, et tutvuda sealsete võrgustikutöö ja –kohtumiste mudelitega.</w:t>
            </w:r>
          </w:p>
          <w:p w14:paraId="760CEC1E" w14:textId="77777777" w:rsidR="00825510" w:rsidRPr="00A06585" w:rsidRDefault="00825510" w:rsidP="00825510">
            <w:pPr>
              <w:rPr>
                <w:color w:val="000000" w:themeColor="text1"/>
                <w:sz w:val="22"/>
                <w:szCs w:val="22"/>
              </w:rPr>
            </w:pPr>
          </w:p>
          <w:p w14:paraId="4F71ED67" w14:textId="77777777" w:rsidR="00FD3642" w:rsidRPr="00A06585" w:rsidRDefault="00FD3642" w:rsidP="00FD3642">
            <w:pPr>
              <w:rPr>
                <w:sz w:val="22"/>
                <w:szCs w:val="22"/>
              </w:rPr>
            </w:pPr>
          </w:p>
          <w:p w14:paraId="60AD60C2" w14:textId="2FC85448" w:rsidR="00D7223C" w:rsidRPr="00A06585" w:rsidRDefault="00D7223C" w:rsidP="008C178D">
            <w:pPr>
              <w:pStyle w:val="Pealkiri2"/>
              <w:widowControl/>
              <w:tabs>
                <w:tab w:val="left" w:pos="426"/>
              </w:tabs>
              <w:ind w:right="0"/>
              <w:outlineLvl w:val="1"/>
              <w:rPr>
                <w:sz w:val="22"/>
                <w:szCs w:val="22"/>
              </w:rPr>
            </w:pPr>
            <w:r w:rsidRPr="00A06585">
              <w:rPr>
                <w:sz w:val="22"/>
                <w:szCs w:val="22"/>
              </w:rPr>
              <w:t>3.1.5 Tutvustav õppereis võtmeisikutele ja projektijuhile ning info- ja koolituspaketi kokkupanemisega alustamine.</w:t>
            </w:r>
          </w:p>
          <w:p w14:paraId="2044CA6A" w14:textId="77777777" w:rsidR="002C48BF" w:rsidRDefault="00056CFA" w:rsidP="002C48BF">
            <w:pPr>
              <w:pStyle w:val="Pealkiri2"/>
              <w:widowControl/>
              <w:tabs>
                <w:tab w:val="left" w:pos="426"/>
              </w:tabs>
              <w:ind w:right="0"/>
              <w:outlineLvl w:val="1"/>
              <w:rPr>
                <w:sz w:val="22"/>
                <w:szCs w:val="22"/>
              </w:rPr>
            </w:pPr>
            <w:r w:rsidRPr="00A06585">
              <w:rPr>
                <w:sz w:val="22"/>
                <w:szCs w:val="22"/>
              </w:rPr>
              <w:t>Periood 01.09.2015-31.12.2015</w:t>
            </w:r>
          </w:p>
          <w:p w14:paraId="3EB19F2E" w14:textId="0C665BB7" w:rsidR="008C178D" w:rsidRPr="00A06585" w:rsidRDefault="002C48BF" w:rsidP="002C48BF">
            <w:pPr>
              <w:pStyle w:val="Pealkiri2"/>
              <w:widowControl/>
              <w:tabs>
                <w:tab w:val="left" w:pos="426"/>
              </w:tabs>
              <w:ind w:left="720" w:right="0"/>
              <w:outlineLvl w:val="1"/>
              <w:rPr>
                <w:sz w:val="22"/>
                <w:szCs w:val="22"/>
              </w:rPr>
            </w:pPr>
            <w:r>
              <w:rPr>
                <w:sz w:val="22"/>
                <w:szCs w:val="22"/>
              </w:rPr>
              <w:t>-</w:t>
            </w:r>
            <w:r w:rsidR="00056CFA">
              <w:rPr>
                <w:color w:val="000000" w:themeColor="text1"/>
                <w:sz w:val="22"/>
                <w:szCs w:val="22"/>
              </w:rPr>
              <w:t xml:space="preserve"> </w:t>
            </w:r>
            <w:r w:rsidR="0000239A" w:rsidRPr="001F0913">
              <w:rPr>
                <w:sz w:val="22"/>
                <w:szCs w:val="22"/>
              </w:rPr>
              <w:t>Toimus MARAC</w:t>
            </w:r>
            <w:r w:rsidR="00FD3642" w:rsidRPr="001F0913">
              <w:rPr>
                <w:sz w:val="22"/>
                <w:szCs w:val="22"/>
              </w:rPr>
              <w:t xml:space="preserve"> mudelit</w:t>
            </w:r>
            <w:r w:rsidR="00173326" w:rsidRPr="00A06585">
              <w:rPr>
                <w:sz w:val="22"/>
                <w:szCs w:val="22"/>
              </w:rPr>
              <w:t xml:space="preserve"> tutvustav infoseminar „M</w:t>
            </w:r>
            <w:r w:rsidR="0000239A" w:rsidRPr="00A06585">
              <w:rPr>
                <w:sz w:val="22"/>
                <w:szCs w:val="22"/>
              </w:rPr>
              <w:t>ARAC</w:t>
            </w:r>
            <w:r w:rsidR="00FD3642" w:rsidRPr="00A06585">
              <w:rPr>
                <w:sz w:val="22"/>
                <w:szCs w:val="22"/>
              </w:rPr>
              <w:t xml:space="preserve"> mudeli rakendamine – Soome kogemused“ (15.12.2015, Tallinnas) millel oli 13 osalejat projekti juhtrühmast, Sotsiaalkindlustusamet</w:t>
            </w:r>
            <w:r w:rsidR="00CE14BA" w:rsidRPr="00A06585">
              <w:rPr>
                <w:sz w:val="22"/>
                <w:szCs w:val="22"/>
              </w:rPr>
              <w:t>i</w:t>
            </w:r>
            <w:r w:rsidR="00FD3642" w:rsidRPr="00A06585">
              <w:rPr>
                <w:sz w:val="22"/>
                <w:szCs w:val="22"/>
              </w:rPr>
              <w:t xml:space="preserve"> Ohvriabi- ja Kvaliteediüksustest. Seminari läbiviija oli Martta October Soome Tervise ja Heaolu Instituudist. Seminaril anti ü</w:t>
            </w:r>
            <w:r w:rsidR="00173326" w:rsidRPr="00A06585">
              <w:rPr>
                <w:sz w:val="22"/>
                <w:szCs w:val="22"/>
              </w:rPr>
              <w:t xml:space="preserve">levaade Soome kogemustest </w:t>
            </w:r>
            <w:r w:rsidR="0000239A" w:rsidRPr="00A06585">
              <w:rPr>
                <w:sz w:val="22"/>
                <w:szCs w:val="22"/>
              </w:rPr>
              <w:t>MARAC</w:t>
            </w:r>
            <w:r w:rsidR="00FD3642" w:rsidRPr="00A06585">
              <w:rPr>
                <w:sz w:val="22"/>
                <w:szCs w:val="22"/>
              </w:rPr>
              <w:t xml:space="preserve"> mudeli väljatöötamisel, kohandamisel ja laiendamisel Soome oludes.</w:t>
            </w:r>
            <w:r w:rsidR="008C178D" w:rsidRPr="00A06585">
              <w:rPr>
                <w:sz w:val="22"/>
                <w:szCs w:val="22"/>
              </w:rPr>
              <w:t xml:space="preserve"> </w:t>
            </w:r>
          </w:p>
          <w:p w14:paraId="40AB05B3" w14:textId="77777777" w:rsidR="00CB1087" w:rsidRPr="00A06585" w:rsidRDefault="00CB1087" w:rsidP="00413933">
            <w:pPr>
              <w:rPr>
                <w:sz w:val="22"/>
                <w:szCs w:val="22"/>
              </w:rPr>
            </w:pPr>
          </w:p>
          <w:p w14:paraId="599D6F73" w14:textId="22FBA941" w:rsidR="008C178D" w:rsidRDefault="008C178D" w:rsidP="00056CFA">
            <w:pPr>
              <w:pStyle w:val="Pealkiri2"/>
              <w:widowControl/>
              <w:numPr>
                <w:ilvl w:val="0"/>
                <w:numId w:val="25"/>
              </w:numPr>
              <w:tabs>
                <w:tab w:val="left" w:pos="426"/>
              </w:tabs>
              <w:ind w:right="0"/>
              <w:outlineLvl w:val="1"/>
              <w:rPr>
                <w:sz w:val="22"/>
                <w:szCs w:val="22"/>
              </w:rPr>
            </w:pPr>
            <w:r w:rsidRPr="00A06585">
              <w:rPr>
                <w:sz w:val="22"/>
                <w:szCs w:val="22"/>
              </w:rPr>
              <w:t>Toimusid läbirääkimised Sotsiaalkindlustusameti ja Soome Tervise ja Heaolu Instituudi vahel edasise koostöö osas (projekti katsepiirkondade spetsialistide, projektijuhi ja ju</w:t>
            </w:r>
            <w:r w:rsidR="0000239A" w:rsidRPr="00A06585">
              <w:rPr>
                <w:sz w:val="22"/>
                <w:szCs w:val="22"/>
              </w:rPr>
              <w:t>htrühma liikmete õppereisi osas; juhtumikorralduse mudelile iseloomulike teabe ja -juhend</w:t>
            </w:r>
            <w:r w:rsidRPr="00A06585">
              <w:rPr>
                <w:sz w:val="22"/>
                <w:szCs w:val="22"/>
              </w:rPr>
              <w:t>materjalide osas</w:t>
            </w:r>
            <w:r w:rsidR="0000239A" w:rsidRPr="00A06585">
              <w:rPr>
                <w:sz w:val="22"/>
                <w:szCs w:val="22"/>
              </w:rPr>
              <w:t xml:space="preserve"> ning projekti võtmeisikutele k</w:t>
            </w:r>
            <w:r w:rsidRPr="00A06585">
              <w:rPr>
                <w:sz w:val="22"/>
                <w:szCs w:val="22"/>
              </w:rPr>
              <w:t>oolituspaketi koostamise</w:t>
            </w:r>
            <w:r w:rsidR="0000239A" w:rsidRPr="00A06585">
              <w:rPr>
                <w:sz w:val="22"/>
                <w:szCs w:val="22"/>
              </w:rPr>
              <w:t xml:space="preserve"> osas</w:t>
            </w:r>
            <w:r w:rsidRPr="00A06585">
              <w:rPr>
                <w:sz w:val="22"/>
                <w:szCs w:val="22"/>
              </w:rPr>
              <w:t>).</w:t>
            </w:r>
          </w:p>
          <w:p w14:paraId="321B3963" w14:textId="77777777" w:rsidR="00056CFA" w:rsidRPr="00056CFA" w:rsidRDefault="00056CFA" w:rsidP="00056CFA"/>
          <w:p w14:paraId="42A8E3CF" w14:textId="43C33028" w:rsidR="00CB1087" w:rsidRPr="00A06585" w:rsidRDefault="00056CFA" w:rsidP="00CB1087">
            <w:pPr>
              <w:pStyle w:val="Pealkiri2"/>
              <w:widowControl/>
              <w:tabs>
                <w:tab w:val="left" w:pos="426"/>
              </w:tabs>
              <w:ind w:right="0"/>
              <w:outlineLvl w:val="1"/>
              <w:rPr>
                <w:color w:val="FF0000"/>
                <w:sz w:val="22"/>
                <w:szCs w:val="22"/>
              </w:rPr>
            </w:pPr>
            <w:r w:rsidRPr="00A06585">
              <w:rPr>
                <w:sz w:val="22"/>
                <w:szCs w:val="22"/>
              </w:rPr>
              <w:t>Periood 01.01.2016-30.06.2016</w:t>
            </w:r>
          </w:p>
          <w:p w14:paraId="638157C4" w14:textId="1D07C101" w:rsidR="00825510" w:rsidRPr="00A06585" w:rsidRDefault="00825510" w:rsidP="00465254">
            <w:pPr>
              <w:pStyle w:val="Pealkiri2"/>
              <w:widowControl/>
              <w:numPr>
                <w:ilvl w:val="0"/>
                <w:numId w:val="25"/>
              </w:numPr>
              <w:tabs>
                <w:tab w:val="left" w:pos="426"/>
              </w:tabs>
              <w:ind w:right="0"/>
              <w:outlineLvl w:val="1"/>
              <w:rPr>
                <w:color w:val="000000" w:themeColor="text1"/>
                <w:sz w:val="22"/>
                <w:szCs w:val="22"/>
              </w:rPr>
            </w:pPr>
            <w:r w:rsidRPr="00A06585">
              <w:rPr>
                <w:color w:val="000000" w:themeColor="text1"/>
                <w:sz w:val="22"/>
                <w:szCs w:val="22"/>
              </w:rPr>
              <w:t>2015. aastal koguti alginfo info- ja koolituspaketi tarbeks. 2016. aasta</w:t>
            </w:r>
            <w:r w:rsidR="00CB1087" w:rsidRPr="00A06585">
              <w:rPr>
                <w:color w:val="000000" w:themeColor="text1"/>
                <w:sz w:val="22"/>
                <w:szCs w:val="22"/>
              </w:rPr>
              <w:t xml:space="preserve"> esimesel poolel alustati info- ja koolituspaketi kokkupanekuga. Materjalid valmivad 2016 aasta teisel poolel.</w:t>
            </w:r>
          </w:p>
          <w:p w14:paraId="34C1D127" w14:textId="77777777" w:rsidR="00CB1087" w:rsidRPr="00A06585" w:rsidRDefault="00CB1087" w:rsidP="00CB1087">
            <w:pPr>
              <w:rPr>
                <w:color w:val="000000" w:themeColor="text1"/>
                <w:sz w:val="22"/>
                <w:szCs w:val="22"/>
              </w:rPr>
            </w:pPr>
          </w:p>
          <w:p w14:paraId="50D48D7D" w14:textId="4DAEE829" w:rsidR="005E6C5B" w:rsidRPr="00A06585" w:rsidRDefault="00CB1087" w:rsidP="00787085">
            <w:pPr>
              <w:pStyle w:val="Pealkiri2"/>
              <w:widowControl/>
              <w:tabs>
                <w:tab w:val="left" w:pos="426"/>
              </w:tabs>
              <w:ind w:right="0"/>
              <w:outlineLvl w:val="1"/>
              <w:rPr>
                <w:color w:val="000000" w:themeColor="text1"/>
                <w:sz w:val="22"/>
                <w:szCs w:val="22"/>
              </w:rPr>
            </w:pPr>
            <w:r w:rsidRPr="00A06585">
              <w:rPr>
                <w:color w:val="000000" w:themeColor="text1"/>
                <w:sz w:val="22"/>
                <w:szCs w:val="22"/>
              </w:rPr>
              <w:t xml:space="preserve"> </w:t>
            </w:r>
            <w:r w:rsidR="00056CFA">
              <w:rPr>
                <w:color w:val="000000" w:themeColor="text1"/>
                <w:sz w:val="22"/>
                <w:szCs w:val="22"/>
              </w:rPr>
              <w:t xml:space="preserve">- </w:t>
            </w:r>
            <w:r w:rsidR="00825510" w:rsidRPr="00A06585">
              <w:rPr>
                <w:color w:val="000000" w:themeColor="text1"/>
                <w:sz w:val="22"/>
                <w:szCs w:val="22"/>
              </w:rPr>
              <w:t>2016. aastal korralda</w:t>
            </w:r>
            <w:r w:rsidRPr="00A06585">
              <w:rPr>
                <w:color w:val="000000" w:themeColor="text1"/>
                <w:sz w:val="22"/>
                <w:szCs w:val="22"/>
              </w:rPr>
              <w:t>s</w:t>
            </w:r>
            <w:r w:rsidR="00825510" w:rsidRPr="00A06585">
              <w:rPr>
                <w:color w:val="000000" w:themeColor="text1"/>
                <w:sz w:val="22"/>
                <w:szCs w:val="22"/>
              </w:rPr>
              <w:t xml:space="preserve"> partner valitud katsepiirkondade juhtumikorralduse võrgustike spetsialistidele õppereisi Soome.</w:t>
            </w:r>
            <w:r w:rsidR="007A3AA7" w:rsidRPr="00A06585">
              <w:rPr>
                <w:color w:val="000000" w:themeColor="text1"/>
                <w:sz w:val="22"/>
                <w:szCs w:val="22"/>
              </w:rPr>
              <w:t xml:space="preserve"> Õppereisil osalesid</w:t>
            </w:r>
            <w:r w:rsidR="006B548C" w:rsidRPr="00A06585">
              <w:rPr>
                <w:color w:val="000000" w:themeColor="text1"/>
                <w:sz w:val="22"/>
                <w:szCs w:val="22"/>
              </w:rPr>
              <w:t xml:space="preserve"> (16 osalejat):</w:t>
            </w:r>
            <w:r w:rsidR="00787085" w:rsidRPr="00A06585">
              <w:rPr>
                <w:color w:val="000000" w:themeColor="text1"/>
                <w:sz w:val="22"/>
                <w:szCs w:val="22"/>
              </w:rPr>
              <w:t xml:space="preserve"> </w:t>
            </w:r>
            <w:r w:rsidR="007A3AA7" w:rsidRPr="00A06585">
              <w:rPr>
                <w:color w:val="000000" w:themeColor="text1"/>
                <w:sz w:val="22"/>
                <w:szCs w:val="22"/>
              </w:rPr>
              <w:t xml:space="preserve"> esimese katsepiirkonna juhtumikorralduse võrgustiku spetsialistid, juhtrühma liikmed, </w:t>
            </w:r>
            <w:r w:rsidR="005E6C5B" w:rsidRPr="00A06585">
              <w:rPr>
                <w:color w:val="000000" w:themeColor="text1"/>
                <w:sz w:val="22"/>
                <w:szCs w:val="22"/>
              </w:rPr>
              <w:t xml:space="preserve">ohvriabi esindajad igast piirkonnast (potentsiaalsed MARACide koordinaatorid), </w:t>
            </w:r>
            <w:r w:rsidR="007A3AA7" w:rsidRPr="00A06585">
              <w:rPr>
                <w:color w:val="000000" w:themeColor="text1"/>
                <w:sz w:val="22"/>
                <w:szCs w:val="22"/>
              </w:rPr>
              <w:t xml:space="preserve">projektijuht ja </w:t>
            </w:r>
            <w:r w:rsidR="00787085" w:rsidRPr="00A06585">
              <w:rPr>
                <w:color w:val="000000" w:themeColor="text1"/>
                <w:sz w:val="22"/>
                <w:szCs w:val="22"/>
              </w:rPr>
              <w:t xml:space="preserve">projekti </w:t>
            </w:r>
            <w:r w:rsidR="007A3AA7" w:rsidRPr="00A06585">
              <w:rPr>
                <w:color w:val="000000" w:themeColor="text1"/>
                <w:sz w:val="22"/>
                <w:szCs w:val="22"/>
              </w:rPr>
              <w:t>koordinaator.</w:t>
            </w:r>
            <w:r w:rsidR="005E6C5B" w:rsidRPr="00A06585">
              <w:rPr>
                <w:noProof/>
                <w:color w:val="000000" w:themeColor="text1"/>
                <w:sz w:val="22"/>
                <w:szCs w:val="22"/>
              </w:rPr>
              <w:t xml:space="preserve"> </w:t>
            </w:r>
          </w:p>
          <w:p w14:paraId="5D06F7AF" w14:textId="703B3F91" w:rsidR="007A3AA7" w:rsidRPr="00A06585" w:rsidRDefault="005E6C5B" w:rsidP="00787085">
            <w:pPr>
              <w:pStyle w:val="Pealkiri2"/>
              <w:widowControl/>
              <w:tabs>
                <w:tab w:val="left" w:pos="426"/>
              </w:tabs>
              <w:ind w:right="0"/>
              <w:outlineLvl w:val="1"/>
              <w:rPr>
                <w:color w:val="000000" w:themeColor="text1"/>
                <w:sz w:val="22"/>
                <w:szCs w:val="22"/>
              </w:rPr>
            </w:pPr>
            <w:r w:rsidRPr="00A06585">
              <w:rPr>
                <w:noProof/>
                <w:color w:val="000000" w:themeColor="text1"/>
                <w:sz w:val="22"/>
                <w:szCs w:val="22"/>
              </w:rPr>
              <w:t>Visiidil toimus kohtumine Vantaa MARAC meeskonnaga ja Soome Tervise- ja Heaolu Instituudi esindajaga. Külastati Soome ohvriabi RIKU´t, et saada ülevaade tugiisikute kaasamise süsteemist.</w:t>
            </w:r>
          </w:p>
          <w:p w14:paraId="62B45EBA" w14:textId="77777777" w:rsidR="006B548C" w:rsidRPr="00A06585" w:rsidRDefault="00825510" w:rsidP="00787085">
            <w:pPr>
              <w:pStyle w:val="Pealkiri2"/>
              <w:widowControl/>
              <w:tabs>
                <w:tab w:val="left" w:pos="426"/>
              </w:tabs>
              <w:ind w:right="0"/>
              <w:outlineLvl w:val="1"/>
              <w:rPr>
                <w:color w:val="000000" w:themeColor="text1"/>
                <w:sz w:val="22"/>
                <w:szCs w:val="22"/>
              </w:rPr>
            </w:pPr>
            <w:r w:rsidRPr="00A06585">
              <w:rPr>
                <w:color w:val="000000" w:themeColor="text1"/>
                <w:sz w:val="22"/>
                <w:szCs w:val="22"/>
              </w:rPr>
              <w:t>Rei</w:t>
            </w:r>
            <w:r w:rsidR="005E6C5B" w:rsidRPr="00A06585">
              <w:rPr>
                <w:color w:val="000000" w:themeColor="text1"/>
                <w:sz w:val="22"/>
                <w:szCs w:val="22"/>
              </w:rPr>
              <w:t xml:space="preserve">si programm pakkus </w:t>
            </w:r>
            <w:r w:rsidRPr="00A06585">
              <w:rPr>
                <w:color w:val="000000" w:themeColor="text1"/>
                <w:sz w:val="22"/>
                <w:szCs w:val="22"/>
              </w:rPr>
              <w:t>katsepiirkondade juhtumikorralduse spetsialistid</w:t>
            </w:r>
            <w:r w:rsidR="005E6C5B" w:rsidRPr="00A06585">
              <w:rPr>
                <w:color w:val="000000" w:themeColor="text1"/>
                <w:sz w:val="22"/>
                <w:szCs w:val="22"/>
              </w:rPr>
              <w:t>ele</w:t>
            </w:r>
            <w:r w:rsidRPr="00A06585">
              <w:rPr>
                <w:color w:val="000000" w:themeColor="text1"/>
                <w:sz w:val="22"/>
                <w:szCs w:val="22"/>
              </w:rPr>
              <w:t xml:space="preserve"> </w:t>
            </w:r>
            <w:r w:rsidR="005E6C5B" w:rsidRPr="00A06585">
              <w:rPr>
                <w:color w:val="000000" w:themeColor="text1"/>
                <w:sz w:val="22"/>
                <w:szCs w:val="22"/>
              </w:rPr>
              <w:t xml:space="preserve">nii teadmisi kui </w:t>
            </w:r>
            <w:r w:rsidRPr="00A06585">
              <w:rPr>
                <w:color w:val="000000" w:themeColor="text1"/>
                <w:sz w:val="22"/>
                <w:szCs w:val="22"/>
              </w:rPr>
              <w:t>motiv</w:t>
            </w:r>
            <w:r w:rsidR="00787085" w:rsidRPr="00A06585">
              <w:rPr>
                <w:color w:val="000000" w:themeColor="text1"/>
                <w:sz w:val="22"/>
                <w:szCs w:val="22"/>
              </w:rPr>
              <w:t>atsiooni</w:t>
            </w:r>
            <w:r w:rsidRPr="00A06585">
              <w:rPr>
                <w:color w:val="000000" w:themeColor="text1"/>
                <w:sz w:val="22"/>
                <w:szCs w:val="22"/>
              </w:rPr>
              <w:t xml:space="preserve"> edasiseks koostööks juhtumikorralduse mudeli kohandamisel, katsetamisel ning laiendamisel. </w:t>
            </w:r>
          </w:p>
          <w:p w14:paraId="79C29CF9" w14:textId="706F74D4" w:rsidR="00825510" w:rsidRPr="00A06585" w:rsidRDefault="00CC22BC" w:rsidP="008C178D">
            <w:pPr>
              <w:rPr>
                <w:sz w:val="22"/>
                <w:szCs w:val="22"/>
              </w:rPr>
            </w:pPr>
            <w:r w:rsidRPr="00A06585">
              <w:rPr>
                <w:color w:val="000000" w:themeColor="text1"/>
                <w:sz w:val="22"/>
                <w:szCs w:val="22"/>
              </w:rPr>
              <w:t xml:space="preserve">Tagasisidet õppevisiidile andis 9 osalenut (56%). Osalejate keskmine hinnang enda valmidusele ja motivatsioonile MARAC mudeli elementide rakendamiseks peale õppereisi oma edaspidises töös oli 5-pallisel skaalal 4,7. </w:t>
            </w:r>
          </w:p>
          <w:p w14:paraId="2C1A28FC" w14:textId="77777777" w:rsidR="00825510" w:rsidRPr="00A06585" w:rsidRDefault="00825510" w:rsidP="008C178D">
            <w:pPr>
              <w:rPr>
                <w:sz w:val="22"/>
                <w:szCs w:val="22"/>
              </w:rPr>
            </w:pPr>
          </w:p>
          <w:p w14:paraId="55E479E1" w14:textId="77777777" w:rsidR="00FD3642" w:rsidRPr="00A06585" w:rsidRDefault="00D7223C" w:rsidP="00D7223C">
            <w:pPr>
              <w:jc w:val="both"/>
              <w:rPr>
                <w:sz w:val="22"/>
                <w:szCs w:val="22"/>
              </w:rPr>
            </w:pPr>
            <w:r w:rsidRPr="00A06585">
              <w:rPr>
                <w:sz w:val="22"/>
                <w:szCs w:val="22"/>
              </w:rPr>
              <w:t>3.1.6 Alustatakse juhtumikorralduse mudeli rakendamise strateegia väljatöötamisega.</w:t>
            </w:r>
          </w:p>
          <w:p w14:paraId="3FB079D1" w14:textId="12632328" w:rsidR="00787085" w:rsidRPr="00A06585" w:rsidRDefault="00465254" w:rsidP="00D7223C">
            <w:pPr>
              <w:jc w:val="both"/>
              <w:rPr>
                <w:sz w:val="22"/>
                <w:szCs w:val="22"/>
              </w:rPr>
            </w:pPr>
            <w:r w:rsidRPr="00A06585">
              <w:rPr>
                <w:sz w:val="22"/>
                <w:szCs w:val="22"/>
              </w:rPr>
              <w:t>Periood 01.09.2015-31.12.2015</w:t>
            </w:r>
          </w:p>
          <w:p w14:paraId="3D5D27F8" w14:textId="7CF4C931" w:rsidR="00825510" w:rsidRDefault="008C178D" w:rsidP="003E708F">
            <w:pPr>
              <w:pStyle w:val="Pealkiri2"/>
              <w:widowControl/>
              <w:numPr>
                <w:ilvl w:val="0"/>
                <w:numId w:val="25"/>
              </w:numPr>
              <w:tabs>
                <w:tab w:val="left" w:pos="426"/>
              </w:tabs>
              <w:ind w:right="0"/>
              <w:outlineLvl w:val="1"/>
              <w:rPr>
                <w:color w:val="000000" w:themeColor="text1"/>
                <w:sz w:val="22"/>
                <w:szCs w:val="22"/>
              </w:rPr>
            </w:pPr>
            <w:r w:rsidRPr="00A06585">
              <w:rPr>
                <w:sz w:val="22"/>
                <w:szCs w:val="22"/>
              </w:rPr>
              <w:t>Sotsiaalkindlustusamet</w:t>
            </w:r>
            <w:r w:rsidR="005864B1" w:rsidRPr="00A06585">
              <w:rPr>
                <w:sz w:val="22"/>
                <w:szCs w:val="22"/>
              </w:rPr>
              <w:t xml:space="preserve"> </w:t>
            </w:r>
            <w:r w:rsidRPr="00A06585">
              <w:rPr>
                <w:sz w:val="22"/>
                <w:szCs w:val="22"/>
              </w:rPr>
              <w:t xml:space="preserve">alustas </w:t>
            </w:r>
            <w:r w:rsidR="00272A13" w:rsidRPr="00A06585">
              <w:rPr>
                <w:sz w:val="22"/>
                <w:szCs w:val="22"/>
              </w:rPr>
              <w:t>2015 aast</w:t>
            </w:r>
            <w:r w:rsidR="005E6C5B" w:rsidRPr="00A06585">
              <w:rPr>
                <w:sz w:val="22"/>
                <w:szCs w:val="22"/>
              </w:rPr>
              <w:t xml:space="preserve">al </w:t>
            </w:r>
            <w:r w:rsidRPr="00A06585">
              <w:rPr>
                <w:sz w:val="22"/>
                <w:szCs w:val="22"/>
              </w:rPr>
              <w:t>koondatud info põhjal</w:t>
            </w:r>
            <w:r w:rsidR="005864B1" w:rsidRPr="00A06585">
              <w:rPr>
                <w:sz w:val="22"/>
                <w:szCs w:val="22"/>
              </w:rPr>
              <w:t xml:space="preserve"> </w:t>
            </w:r>
            <w:r w:rsidR="005864B1" w:rsidRPr="00A06585">
              <w:rPr>
                <w:color w:val="000000" w:themeColor="text1"/>
                <w:sz w:val="22"/>
                <w:szCs w:val="22"/>
              </w:rPr>
              <w:t>juhtumikorralduse mudeli rakendamise strateegia väljatöötamist.</w:t>
            </w:r>
            <w:r w:rsidRPr="00A06585">
              <w:rPr>
                <w:color w:val="000000" w:themeColor="text1"/>
                <w:sz w:val="22"/>
                <w:szCs w:val="22"/>
              </w:rPr>
              <w:t xml:space="preserve"> </w:t>
            </w:r>
          </w:p>
          <w:p w14:paraId="6A46881A" w14:textId="77777777" w:rsidR="00465254" w:rsidRPr="00465254" w:rsidRDefault="00465254" w:rsidP="00465254"/>
          <w:p w14:paraId="4E7B09BF" w14:textId="77777777" w:rsidR="00465254" w:rsidRPr="00A06585" w:rsidRDefault="00465254" w:rsidP="00465254">
            <w:pPr>
              <w:pStyle w:val="Pealkiri2"/>
              <w:widowControl/>
              <w:tabs>
                <w:tab w:val="left" w:pos="426"/>
              </w:tabs>
              <w:ind w:right="0"/>
              <w:outlineLvl w:val="1"/>
              <w:rPr>
                <w:color w:val="FF0000"/>
                <w:sz w:val="22"/>
                <w:szCs w:val="22"/>
              </w:rPr>
            </w:pPr>
            <w:r w:rsidRPr="00A06585">
              <w:rPr>
                <w:sz w:val="22"/>
                <w:szCs w:val="22"/>
              </w:rPr>
              <w:t>Periood 01.01.2016-30.06.2016</w:t>
            </w:r>
          </w:p>
          <w:p w14:paraId="740A4C05" w14:textId="46A8CCB8" w:rsidR="00825510" w:rsidRPr="00465254" w:rsidRDefault="00465254" w:rsidP="00040256">
            <w:pPr>
              <w:pStyle w:val="Loendilik"/>
              <w:numPr>
                <w:ilvl w:val="0"/>
                <w:numId w:val="25"/>
              </w:numPr>
              <w:rPr>
                <w:sz w:val="24"/>
                <w:szCs w:val="24"/>
              </w:rPr>
            </w:pPr>
            <w:r w:rsidRPr="00465254">
              <w:rPr>
                <w:color w:val="000000" w:themeColor="text1"/>
                <w:sz w:val="22"/>
                <w:szCs w:val="22"/>
              </w:rPr>
              <w:t xml:space="preserve"> </w:t>
            </w:r>
            <w:r w:rsidR="00272A13" w:rsidRPr="00465254">
              <w:rPr>
                <w:color w:val="000000" w:themeColor="text1"/>
                <w:sz w:val="22"/>
                <w:szCs w:val="22"/>
              </w:rPr>
              <w:t xml:space="preserve">Sotsiaalkindlustusamet töötas </w:t>
            </w:r>
            <w:r w:rsidR="00825510" w:rsidRPr="00465254">
              <w:rPr>
                <w:color w:val="000000" w:themeColor="text1"/>
                <w:sz w:val="22"/>
                <w:szCs w:val="22"/>
              </w:rPr>
              <w:t>2016. aastal välja mudeli rakendamise</w:t>
            </w:r>
            <w:r w:rsidR="00272A13" w:rsidRPr="00465254">
              <w:rPr>
                <w:color w:val="000000" w:themeColor="text1"/>
                <w:sz w:val="22"/>
                <w:szCs w:val="22"/>
              </w:rPr>
              <w:t xml:space="preserve"> piloteerimise-eelse</w:t>
            </w:r>
            <w:r w:rsidR="00825510" w:rsidRPr="00465254">
              <w:rPr>
                <w:color w:val="000000" w:themeColor="text1"/>
                <w:sz w:val="22"/>
                <w:szCs w:val="22"/>
              </w:rPr>
              <w:t xml:space="preserve"> strateegia</w:t>
            </w:r>
            <w:r w:rsidR="00272A13" w:rsidRPr="00465254">
              <w:rPr>
                <w:color w:val="000000" w:themeColor="text1"/>
                <w:sz w:val="22"/>
                <w:szCs w:val="22"/>
              </w:rPr>
              <w:t>. Strateegiat ning plaani mudeli rakendamise osas tutvustati</w:t>
            </w:r>
            <w:r w:rsidR="00787085" w:rsidRPr="00465254">
              <w:rPr>
                <w:color w:val="000000" w:themeColor="text1"/>
                <w:sz w:val="22"/>
                <w:szCs w:val="22"/>
              </w:rPr>
              <w:t xml:space="preserve"> ja kiideti heaks</w:t>
            </w:r>
            <w:r w:rsidR="00272A13" w:rsidRPr="00465254">
              <w:rPr>
                <w:color w:val="000000" w:themeColor="text1"/>
                <w:sz w:val="22"/>
                <w:szCs w:val="22"/>
              </w:rPr>
              <w:t xml:space="preserve"> projekti juhtrühma koosolekul (14.06.2016). </w:t>
            </w:r>
          </w:p>
          <w:p w14:paraId="0D149937" w14:textId="77777777" w:rsidR="00465254" w:rsidRPr="00A06585" w:rsidRDefault="00465254" w:rsidP="00825510">
            <w:pPr>
              <w:rPr>
                <w:sz w:val="22"/>
                <w:szCs w:val="22"/>
              </w:rPr>
            </w:pPr>
          </w:p>
          <w:p w14:paraId="5BB01954" w14:textId="77777777" w:rsidR="0092439D" w:rsidRPr="00A06585" w:rsidRDefault="00D7223C" w:rsidP="00D7223C">
            <w:pPr>
              <w:jc w:val="both"/>
              <w:rPr>
                <w:sz w:val="22"/>
                <w:szCs w:val="22"/>
              </w:rPr>
            </w:pPr>
            <w:r w:rsidRPr="00A06585">
              <w:rPr>
                <w:sz w:val="22"/>
                <w:szCs w:val="22"/>
              </w:rPr>
              <w:t>3.1.7 Alustatakse metoodika ja kontseptsiooni väljatöötamist tugiisikute kaasamiseks.</w:t>
            </w:r>
            <w:r w:rsidR="0092439D" w:rsidRPr="00A06585">
              <w:rPr>
                <w:sz w:val="22"/>
                <w:szCs w:val="22"/>
              </w:rPr>
              <w:t xml:space="preserve"> </w:t>
            </w:r>
          </w:p>
          <w:p w14:paraId="56F3A97C" w14:textId="77777777" w:rsidR="00465254" w:rsidRPr="00A06585" w:rsidRDefault="00465254" w:rsidP="00465254">
            <w:pPr>
              <w:jc w:val="both"/>
              <w:rPr>
                <w:sz w:val="22"/>
                <w:szCs w:val="22"/>
              </w:rPr>
            </w:pPr>
            <w:r w:rsidRPr="00A06585">
              <w:rPr>
                <w:sz w:val="22"/>
                <w:szCs w:val="22"/>
              </w:rPr>
              <w:t>Periood 01.09.2015-31.12.2015</w:t>
            </w:r>
          </w:p>
          <w:p w14:paraId="0DC87FBD" w14:textId="5FCA5965" w:rsidR="008C178D" w:rsidRDefault="0092439D" w:rsidP="00455CF9">
            <w:pPr>
              <w:pStyle w:val="Loendilik"/>
              <w:numPr>
                <w:ilvl w:val="0"/>
                <w:numId w:val="25"/>
              </w:numPr>
              <w:jc w:val="both"/>
              <w:rPr>
                <w:sz w:val="22"/>
                <w:szCs w:val="22"/>
              </w:rPr>
            </w:pPr>
            <w:r w:rsidRPr="00A06585">
              <w:rPr>
                <w:sz w:val="22"/>
                <w:szCs w:val="22"/>
              </w:rPr>
              <w:t xml:space="preserve">Alustati ka tugiisikute värbamise, juhendamise ja jõustamise metoodika ning tugiisikute juhtumikorralduse mudeli kaasamise kontseptsooni väljatöötamist. Kaardistati organisatsioone kes </w:t>
            </w:r>
            <w:r w:rsidR="00725D88" w:rsidRPr="00A06585">
              <w:rPr>
                <w:sz w:val="22"/>
                <w:szCs w:val="22"/>
              </w:rPr>
              <w:t xml:space="preserve">vabatahtlikke </w:t>
            </w:r>
            <w:r w:rsidRPr="00A06585">
              <w:rPr>
                <w:sz w:val="22"/>
                <w:szCs w:val="22"/>
              </w:rPr>
              <w:t>tugiisikuid koondanud ning koolitanud on, kaardistati vajadust tugiisiku järgi ning sellest tulenevalt tugiisikute võimalikku rolli.</w:t>
            </w:r>
          </w:p>
          <w:p w14:paraId="69E74647" w14:textId="77777777" w:rsidR="00465254" w:rsidRPr="00A06585" w:rsidRDefault="00465254" w:rsidP="00465254">
            <w:pPr>
              <w:pStyle w:val="Loendilik"/>
              <w:ind w:left="720"/>
              <w:jc w:val="both"/>
              <w:rPr>
                <w:sz w:val="22"/>
                <w:szCs w:val="22"/>
              </w:rPr>
            </w:pPr>
          </w:p>
          <w:p w14:paraId="5FD92F6E" w14:textId="6880069B" w:rsidR="0092439D" w:rsidRPr="00465254" w:rsidRDefault="00465254" w:rsidP="00465254">
            <w:pPr>
              <w:pStyle w:val="Pealkiri2"/>
              <w:widowControl/>
              <w:tabs>
                <w:tab w:val="left" w:pos="426"/>
              </w:tabs>
              <w:ind w:right="0"/>
              <w:outlineLvl w:val="1"/>
              <w:rPr>
                <w:color w:val="FF0000"/>
                <w:sz w:val="22"/>
                <w:szCs w:val="22"/>
              </w:rPr>
            </w:pPr>
            <w:r w:rsidRPr="00A06585">
              <w:rPr>
                <w:sz w:val="22"/>
                <w:szCs w:val="22"/>
              </w:rPr>
              <w:t>Periood 01.01.2016-30.06.2016</w:t>
            </w:r>
          </w:p>
          <w:p w14:paraId="0FB05902" w14:textId="3B14D4FB" w:rsidR="00272A13" w:rsidRPr="00056CFA" w:rsidRDefault="00465254" w:rsidP="00465254">
            <w:pPr>
              <w:pStyle w:val="Loendilik"/>
              <w:ind w:left="1059"/>
              <w:jc w:val="both"/>
              <w:rPr>
                <w:color w:val="000000" w:themeColor="text1"/>
                <w:sz w:val="22"/>
                <w:szCs w:val="22"/>
                <w:lang w:eastAsia="et-EE"/>
              </w:rPr>
            </w:pPr>
            <w:r>
              <w:rPr>
                <w:color w:val="000000" w:themeColor="text1"/>
                <w:sz w:val="22"/>
                <w:szCs w:val="22"/>
                <w:lang w:eastAsia="et-EE"/>
              </w:rPr>
              <w:t xml:space="preserve">- </w:t>
            </w:r>
            <w:r w:rsidR="00825510" w:rsidRPr="00056CFA">
              <w:rPr>
                <w:color w:val="000000" w:themeColor="text1"/>
                <w:sz w:val="22"/>
                <w:szCs w:val="22"/>
                <w:lang w:eastAsia="et-EE"/>
              </w:rPr>
              <w:t xml:space="preserve">2015. aastal kaardistati olemasolevad tugiisikuid kaasavad organisatsioonid (nt. SA </w:t>
            </w:r>
            <w:proofErr w:type="spellStart"/>
            <w:r w:rsidR="00825510" w:rsidRPr="00056CFA">
              <w:rPr>
                <w:color w:val="000000" w:themeColor="text1"/>
                <w:sz w:val="22"/>
                <w:szCs w:val="22"/>
                <w:lang w:eastAsia="et-EE"/>
              </w:rPr>
              <w:t>Dharma</w:t>
            </w:r>
            <w:proofErr w:type="spellEnd"/>
            <w:r w:rsidR="00825510" w:rsidRPr="00056CFA">
              <w:rPr>
                <w:color w:val="000000" w:themeColor="text1"/>
                <w:sz w:val="22"/>
                <w:szCs w:val="22"/>
                <w:lang w:eastAsia="et-EE"/>
              </w:rPr>
              <w:t>, Naiste Tugikeskused jne) ning tugiisikute baaskoolitused. 2016. aastal jätk</w:t>
            </w:r>
            <w:r w:rsidR="00272A13" w:rsidRPr="00056CFA">
              <w:rPr>
                <w:color w:val="000000" w:themeColor="text1"/>
                <w:sz w:val="22"/>
                <w:szCs w:val="22"/>
                <w:lang w:eastAsia="et-EE"/>
              </w:rPr>
              <w:t>ati</w:t>
            </w:r>
            <w:r w:rsidR="00825510" w:rsidRPr="00056CFA">
              <w:rPr>
                <w:color w:val="000000" w:themeColor="text1"/>
                <w:sz w:val="22"/>
                <w:szCs w:val="22"/>
                <w:lang w:eastAsia="et-EE"/>
              </w:rPr>
              <w:t xml:space="preserve"> tugiisikute värbamise, juhendamise ja jõustamise metoodika ning tugiisikute juhtumikorralduse mudelisse kaasamise kontseptisooni väljatöötami</w:t>
            </w:r>
            <w:r w:rsidR="00272A13" w:rsidRPr="00056CFA">
              <w:rPr>
                <w:color w:val="000000" w:themeColor="text1"/>
                <w:sz w:val="22"/>
                <w:szCs w:val="22"/>
                <w:lang w:eastAsia="et-EE"/>
              </w:rPr>
              <w:t>st</w:t>
            </w:r>
            <w:r w:rsidR="00825510" w:rsidRPr="00056CFA">
              <w:rPr>
                <w:color w:val="000000" w:themeColor="text1"/>
                <w:sz w:val="22"/>
                <w:szCs w:val="22"/>
                <w:lang w:eastAsia="et-EE"/>
              </w:rPr>
              <w:t xml:space="preserve">. </w:t>
            </w:r>
          </w:p>
          <w:p w14:paraId="3926CF48" w14:textId="77777777" w:rsidR="00787085" w:rsidRPr="00056CFA" w:rsidRDefault="00787085" w:rsidP="00787085">
            <w:pPr>
              <w:pStyle w:val="Loendilik"/>
              <w:ind w:left="1059"/>
              <w:jc w:val="both"/>
              <w:rPr>
                <w:color w:val="000000" w:themeColor="text1"/>
                <w:sz w:val="22"/>
                <w:szCs w:val="22"/>
                <w:lang w:eastAsia="et-EE"/>
              </w:rPr>
            </w:pPr>
          </w:p>
          <w:p w14:paraId="577132AC" w14:textId="51DC5F2F" w:rsidR="00272A13" w:rsidRPr="00056CFA" w:rsidRDefault="00272A13" w:rsidP="00465254">
            <w:pPr>
              <w:pStyle w:val="Loendilik"/>
              <w:ind w:left="1059"/>
              <w:jc w:val="both"/>
              <w:rPr>
                <w:color w:val="000000" w:themeColor="text1"/>
                <w:sz w:val="22"/>
                <w:szCs w:val="22"/>
                <w:lang w:eastAsia="et-EE"/>
              </w:rPr>
            </w:pPr>
            <w:r w:rsidRPr="00056CFA">
              <w:rPr>
                <w:color w:val="000000" w:themeColor="text1"/>
                <w:sz w:val="22"/>
                <w:szCs w:val="22"/>
                <w:lang w:eastAsia="et-EE"/>
              </w:rPr>
              <w:t>Sotsiaalkindlustusamet tutvustas kontseptsiooni ehk vabatahtlike tugiisikute rolli ja korraldust juhtrühma koosolekul (16.06.2016).</w:t>
            </w:r>
          </w:p>
          <w:p w14:paraId="486B4CE1" w14:textId="77777777" w:rsidR="00272A13" w:rsidRPr="00056CFA" w:rsidRDefault="00272A13" w:rsidP="00413933">
            <w:pPr>
              <w:pStyle w:val="Loendilik"/>
              <w:ind w:left="1059"/>
              <w:jc w:val="both"/>
              <w:rPr>
                <w:color w:val="000000" w:themeColor="text1"/>
                <w:sz w:val="22"/>
                <w:szCs w:val="22"/>
                <w:lang w:eastAsia="et-EE"/>
              </w:rPr>
            </w:pPr>
          </w:p>
          <w:p w14:paraId="200A0145" w14:textId="00ADEE6B" w:rsidR="00825510" w:rsidRPr="00056CFA" w:rsidRDefault="00825510" w:rsidP="00413933">
            <w:pPr>
              <w:pStyle w:val="Loendilik"/>
              <w:ind w:left="1059"/>
              <w:jc w:val="both"/>
              <w:rPr>
                <w:color w:val="000000" w:themeColor="text1"/>
                <w:sz w:val="22"/>
                <w:szCs w:val="22"/>
                <w:lang w:eastAsia="et-EE"/>
              </w:rPr>
            </w:pPr>
            <w:r w:rsidRPr="00056CFA">
              <w:rPr>
                <w:color w:val="000000" w:themeColor="text1"/>
                <w:sz w:val="22"/>
                <w:szCs w:val="22"/>
                <w:lang w:eastAsia="et-EE"/>
              </w:rPr>
              <w:t xml:space="preserve">Vastavalt valminud kontseptsioonile korraldab </w:t>
            </w:r>
            <w:r w:rsidR="00272A13" w:rsidRPr="00056CFA">
              <w:rPr>
                <w:color w:val="000000" w:themeColor="text1"/>
                <w:sz w:val="22"/>
                <w:szCs w:val="22"/>
                <w:lang w:eastAsia="et-EE"/>
              </w:rPr>
              <w:t xml:space="preserve">Sotsiaalkindlustusamet 2016 aasta II poolel </w:t>
            </w:r>
            <w:r w:rsidRPr="00056CFA">
              <w:rPr>
                <w:color w:val="000000" w:themeColor="text1"/>
                <w:sz w:val="22"/>
                <w:szCs w:val="22"/>
                <w:lang w:eastAsia="et-EE"/>
              </w:rPr>
              <w:t>katsepiirkondade tugiisikutele koolituse</w:t>
            </w:r>
            <w:r w:rsidR="00272A13" w:rsidRPr="00056CFA">
              <w:rPr>
                <w:color w:val="000000" w:themeColor="text1"/>
                <w:sz w:val="22"/>
                <w:szCs w:val="22"/>
                <w:lang w:eastAsia="et-EE"/>
              </w:rPr>
              <w:t>.</w:t>
            </w:r>
          </w:p>
          <w:p w14:paraId="1D92B3D7" w14:textId="77777777" w:rsidR="00825510" w:rsidRPr="001F0913" w:rsidRDefault="00825510" w:rsidP="00752295">
            <w:pPr>
              <w:pStyle w:val="Loendilik"/>
              <w:ind w:left="720"/>
              <w:jc w:val="both"/>
              <w:rPr>
                <w:sz w:val="22"/>
                <w:szCs w:val="22"/>
              </w:rPr>
            </w:pPr>
          </w:p>
          <w:p w14:paraId="79EC6F2B" w14:textId="6D663960" w:rsidR="00724FCC" w:rsidRPr="00056CFA" w:rsidRDefault="00D7223C" w:rsidP="008C178D">
            <w:pPr>
              <w:pStyle w:val="Pealkiri2"/>
              <w:widowControl/>
              <w:tabs>
                <w:tab w:val="left" w:pos="426"/>
              </w:tabs>
              <w:ind w:right="0"/>
              <w:outlineLvl w:val="1"/>
              <w:rPr>
                <w:sz w:val="22"/>
                <w:szCs w:val="22"/>
              </w:rPr>
            </w:pPr>
            <w:r w:rsidRPr="00056CFA">
              <w:rPr>
                <w:sz w:val="22"/>
                <w:szCs w:val="22"/>
              </w:rPr>
              <w:t>3.1.8  Võrg</w:t>
            </w:r>
            <w:r w:rsidR="00787085" w:rsidRPr="00056CFA">
              <w:rPr>
                <w:sz w:val="22"/>
                <w:szCs w:val="22"/>
              </w:rPr>
              <w:t>ustiku koolitusmaterjalide ette</w:t>
            </w:r>
            <w:r w:rsidRPr="00056CFA">
              <w:rPr>
                <w:sz w:val="22"/>
                <w:szCs w:val="22"/>
              </w:rPr>
              <w:t>valmistamine, juhiste ja koolitusprogrammi välja töötamine.</w:t>
            </w:r>
          </w:p>
          <w:p w14:paraId="13F321FC" w14:textId="77777777" w:rsidR="00465254" w:rsidRPr="00A06585" w:rsidRDefault="00465254" w:rsidP="00465254">
            <w:pPr>
              <w:jc w:val="both"/>
              <w:rPr>
                <w:sz w:val="22"/>
                <w:szCs w:val="22"/>
              </w:rPr>
            </w:pPr>
            <w:r w:rsidRPr="00A06585">
              <w:rPr>
                <w:sz w:val="22"/>
                <w:szCs w:val="22"/>
              </w:rPr>
              <w:t>Periood 01.09.2015-31.12.2015</w:t>
            </w:r>
          </w:p>
          <w:p w14:paraId="7059BD87" w14:textId="010A1DEE" w:rsidR="008F7B5F" w:rsidRDefault="008F7B5F" w:rsidP="008F7B5F">
            <w:pPr>
              <w:pStyle w:val="Pealkiri2"/>
              <w:widowControl/>
              <w:numPr>
                <w:ilvl w:val="0"/>
                <w:numId w:val="25"/>
              </w:numPr>
              <w:tabs>
                <w:tab w:val="left" w:pos="426"/>
              </w:tabs>
              <w:ind w:right="0"/>
              <w:outlineLvl w:val="1"/>
              <w:rPr>
                <w:color w:val="000000" w:themeColor="text1"/>
                <w:sz w:val="22"/>
                <w:szCs w:val="22"/>
              </w:rPr>
            </w:pPr>
            <w:r w:rsidRPr="00056CFA">
              <w:rPr>
                <w:color w:val="000000" w:themeColor="text1"/>
                <w:sz w:val="22"/>
                <w:szCs w:val="22"/>
              </w:rPr>
              <w:t xml:space="preserve">2015.aastal alustas Sotsiaalkindlustusamet materjalide väljatöötamisega, 2015 aastal koondati erinevate olemasolevate praktikate alusel materjale, mille põhjal välja töötada koolitusmaterjalid tugiisikute koolituse jaoks. </w:t>
            </w:r>
          </w:p>
          <w:p w14:paraId="04F9574D" w14:textId="77777777" w:rsidR="00465254" w:rsidRPr="00465254" w:rsidRDefault="00465254" w:rsidP="00465254"/>
          <w:p w14:paraId="60972B53" w14:textId="4A0D3BB8" w:rsidR="008F7B5F" w:rsidRPr="00056CFA" w:rsidRDefault="00465254" w:rsidP="00787085">
            <w:pPr>
              <w:pStyle w:val="Loendilik"/>
              <w:numPr>
                <w:ilvl w:val="0"/>
                <w:numId w:val="25"/>
              </w:numPr>
              <w:rPr>
                <w:color w:val="000000" w:themeColor="text1"/>
                <w:sz w:val="22"/>
                <w:szCs w:val="22"/>
              </w:rPr>
            </w:pPr>
            <w:r w:rsidRPr="00A06585">
              <w:rPr>
                <w:sz w:val="22"/>
                <w:szCs w:val="22"/>
              </w:rPr>
              <w:t>Periood 01.01.2016-30.06.2016</w:t>
            </w:r>
            <w:r w:rsidR="008F7B5F" w:rsidRPr="00056CFA">
              <w:rPr>
                <w:color w:val="000000" w:themeColor="text1"/>
                <w:sz w:val="22"/>
                <w:szCs w:val="22"/>
              </w:rPr>
              <w:t>2016 aasta esimesel poolel osaliselt tõlgiti ning kohandati materjalid (juhendid MARAC läbiviimiseks, riskide hindamiseks ning turvaplaani koostamiseks) võrgustikuspetsialistidele ning klientidele.</w:t>
            </w:r>
          </w:p>
          <w:p w14:paraId="7A7D0729" w14:textId="7E7B9E67" w:rsidR="00A77505" w:rsidRDefault="008F7B5F" w:rsidP="00787085">
            <w:pPr>
              <w:pStyle w:val="Loendilik"/>
              <w:numPr>
                <w:ilvl w:val="0"/>
                <w:numId w:val="25"/>
              </w:numPr>
              <w:rPr>
                <w:color w:val="000000" w:themeColor="text1"/>
                <w:sz w:val="22"/>
                <w:szCs w:val="22"/>
              </w:rPr>
            </w:pPr>
            <w:r w:rsidRPr="00056CFA">
              <w:rPr>
                <w:color w:val="000000" w:themeColor="text1"/>
                <w:sz w:val="22"/>
                <w:szCs w:val="22"/>
              </w:rPr>
              <w:t xml:space="preserve">Sotsiaalkindlustusamet tutvustas juhtrühma koosolekul (15.06.2016) katsepiirkondade võrgustike koolitusprogrammi ning </w:t>
            </w:r>
            <w:r w:rsidR="00A77505" w:rsidRPr="00056CFA">
              <w:rPr>
                <w:color w:val="000000" w:themeColor="text1"/>
                <w:sz w:val="22"/>
                <w:szCs w:val="22"/>
              </w:rPr>
              <w:t xml:space="preserve"> näidiseid juhistest ja abimaterjalidest. </w:t>
            </w:r>
          </w:p>
          <w:p w14:paraId="2ACDEA9A" w14:textId="78B8DEFA" w:rsidR="00E313DB" w:rsidRPr="00465254" w:rsidRDefault="00A77505" w:rsidP="00465254">
            <w:pPr>
              <w:pStyle w:val="Loendilik"/>
              <w:numPr>
                <w:ilvl w:val="0"/>
                <w:numId w:val="25"/>
              </w:numPr>
              <w:rPr>
                <w:sz w:val="22"/>
                <w:szCs w:val="22"/>
              </w:rPr>
            </w:pPr>
            <w:r w:rsidRPr="00465254">
              <w:rPr>
                <w:color w:val="000000" w:themeColor="text1"/>
                <w:sz w:val="22"/>
                <w:szCs w:val="22"/>
              </w:rPr>
              <w:t>Toimusid läbirääkimised Ühendkuningriikide spetsialistiga MARAC koolitajate koolituse  võimaliku sisu ja toimumisaja osas.</w:t>
            </w:r>
          </w:p>
          <w:p w14:paraId="52BA5C47" w14:textId="77777777" w:rsidR="009B0292" w:rsidRDefault="009B0292" w:rsidP="00D7223C">
            <w:pPr>
              <w:rPr>
                <w:sz w:val="22"/>
                <w:szCs w:val="22"/>
              </w:rPr>
            </w:pPr>
          </w:p>
          <w:p w14:paraId="76606193" w14:textId="77777777" w:rsidR="00D7223C" w:rsidRDefault="00D7223C" w:rsidP="00D7223C">
            <w:pPr>
              <w:rPr>
                <w:sz w:val="22"/>
                <w:szCs w:val="22"/>
              </w:rPr>
            </w:pPr>
            <w:r w:rsidRPr="00056CFA">
              <w:rPr>
                <w:sz w:val="22"/>
                <w:szCs w:val="22"/>
              </w:rPr>
              <w:t>3.1.9 Juhtumikorralduse mudeli hindamismetoodika väljatöötamine.</w:t>
            </w:r>
          </w:p>
          <w:p w14:paraId="08F0E445" w14:textId="77777777" w:rsidR="009B0292" w:rsidRPr="00A06585" w:rsidRDefault="009B0292" w:rsidP="009B0292">
            <w:pPr>
              <w:jc w:val="both"/>
              <w:rPr>
                <w:sz w:val="22"/>
                <w:szCs w:val="22"/>
              </w:rPr>
            </w:pPr>
            <w:r w:rsidRPr="00A06585">
              <w:rPr>
                <w:sz w:val="22"/>
                <w:szCs w:val="22"/>
              </w:rPr>
              <w:t>Periood 01.09.2015-31.12.2015</w:t>
            </w:r>
          </w:p>
          <w:p w14:paraId="6A8C4C8B" w14:textId="09B13480" w:rsidR="008C178D" w:rsidRPr="00056CFA" w:rsidRDefault="008C178D" w:rsidP="00455CF9">
            <w:pPr>
              <w:pStyle w:val="Pealkiri2"/>
              <w:widowControl/>
              <w:numPr>
                <w:ilvl w:val="0"/>
                <w:numId w:val="25"/>
              </w:numPr>
              <w:tabs>
                <w:tab w:val="left" w:pos="426"/>
              </w:tabs>
              <w:ind w:right="0"/>
              <w:outlineLvl w:val="1"/>
              <w:rPr>
                <w:sz w:val="22"/>
                <w:szCs w:val="22"/>
              </w:rPr>
            </w:pPr>
            <w:r w:rsidRPr="00056CFA">
              <w:rPr>
                <w:sz w:val="22"/>
                <w:szCs w:val="22"/>
              </w:rPr>
              <w:t>Sotsiaalkindlustus</w:t>
            </w:r>
            <w:r w:rsidR="00724FCC" w:rsidRPr="00056CFA">
              <w:rPr>
                <w:sz w:val="22"/>
                <w:szCs w:val="22"/>
              </w:rPr>
              <w:t xml:space="preserve">amet alustas </w:t>
            </w:r>
            <w:r w:rsidR="00A77505" w:rsidRPr="00056CFA">
              <w:rPr>
                <w:sz w:val="22"/>
                <w:szCs w:val="22"/>
              </w:rPr>
              <w:t xml:space="preserve">2015 aastal </w:t>
            </w:r>
            <w:r w:rsidR="00724FCC" w:rsidRPr="00056CFA">
              <w:rPr>
                <w:sz w:val="22"/>
                <w:szCs w:val="22"/>
              </w:rPr>
              <w:t>olemasolevate juhtumikorralduse mudelite näidetel informatsiooni kogumist ja näidete koondamist mudeli hindamismetoodika väljatöötamiseks koos Siseministeeriumiga.</w:t>
            </w:r>
          </w:p>
          <w:p w14:paraId="40937BBF" w14:textId="2D509328" w:rsidR="00E7030B" w:rsidRPr="001F0913" w:rsidRDefault="009B0292" w:rsidP="00724FCC">
            <w:pPr>
              <w:pStyle w:val="Kehatekst3"/>
              <w:rPr>
                <w:b/>
                <w:bCs/>
                <w:sz w:val="22"/>
                <w:szCs w:val="22"/>
                <w:shd w:val="clear" w:color="auto" w:fill="E0E0E0"/>
              </w:rPr>
            </w:pPr>
            <w:r w:rsidRPr="00A06585">
              <w:rPr>
                <w:sz w:val="22"/>
                <w:szCs w:val="22"/>
              </w:rPr>
              <w:t>Periood 01.01.2016-30.06.2016</w:t>
            </w:r>
          </w:p>
          <w:p w14:paraId="11C685E4" w14:textId="072A2347" w:rsidR="000E3E10" w:rsidRPr="00056CFA" w:rsidRDefault="009B0292" w:rsidP="00040256">
            <w:pPr>
              <w:pStyle w:val="Loendilik"/>
              <w:ind w:left="1059"/>
              <w:jc w:val="both"/>
              <w:rPr>
                <w:color w:val="000000" w:themeColor="text1"/>
                <w:sz w:val="22"/>
                <w:szCs w:val="22"/>
                <w:lang w:eastAsia="et-EE"/>
              </w:rPr>
            </w:pPr>
            <w:r>
              <w:rPr>
                <w:color w:val="000000" w:themeColor="text1"/>
                <w:sz w:val="22"/>
                <w:szCs w:val="22"/>
              </w:rPr>
              <w:t xml:space="preserve">- </w:t>
            </w:r>
            <w:r w:rsidR="00A77505" w:rsidRPr="00056CFA">
              <w:rPr>
                <w:color w:val="000000" w:themeColor="text1"/>
                <w:sz w:val="22"/>
                <w:szCs w:val="22"/>
              </w:rPr>
              <w:t>Siseministeerium tutvustas projekti juhtrühma koosolekul projekti mõju hindamise lähtealuseid. Vastav Siseministeeriumi korraldatud hankekonkurss saab toimuma 2016 aasta II poolel.</w:t>
            </w:r>
          </w:p>
          <w:p w14:paraId="74FF1FC2" w14:textId="77777777" w:rsidR="00E313DB" w:rsidRPr="001F0913" w:rsidRDefault="00E313DB" w:rsidP="00724FCC">
            <w:pPr>
              <w:pStyle w:val="Kehatekst3"/>
              <w:rPr>
                <w:b/>
                <w:bCs/>
                <w:sz w:val="22"/>
                <w:szCs w:val="22"/>
                <w:shd w:val="clear" w:color="auto" w:fill="E0E0E0"/>
              </w:rPr>
            </w:pPr>
          </w:p>
          <w:p w14:paraId="6C6C91DA" w14:textId="77777777" w:rsidR="00E313DB" w:rsidRPr="00056CFA" w:rsidRDefault="00E313DB" w:rsidP="00724FCC">
            <w:pPr>
              <w:pStyle w:val="Kehatekst3"/>
              <w:rPr>
                <w:b/>
                <w:bCs/>
                <w:sz w:val="22"/>
                <w:szCs w:val="22"/>
                <w:shd w:val="clear" w:color="auto" w:fill="E0E0E0"/>
              </w:rPr>
            </w:pPr>
          </w:p>
        </w:tc>
      </w:tr>
    </w:tbl>
    <w:p w14:paraId="13FC4D55" w14:textId="00A01EF6" w:rsidR="003B628E" w:rsidRPr="001F0913" w:rsidRDefault="003B628E" w:rsidP="002436A3">
      <w:pPr>
        <w:pStyle w:val="Kehatekst3"/>
        <w:jc w:val="both"/>
        <w:rPr>
          <w:sz w:val="22"/>
          <w:szCs w:val="22"/>
        </w:rPr>
      </w:pPr>
    </w:p>
    <w:tbl>
      <w:tblPr>
        <w:tblStyle w:val="Elegantnetabel"/>
        <w:tblW w:w="51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2"/>
      </w:tblGrid>
      <w:tr w:rsidR="005E4F53" w:rsidRPr="001F0913" w14:paraId="22BE7BAC" w14:textId="77777777" w:rsidTr="00BA2D67">
        <w:trPr>
          <w:trHeight w:val="312"/>
        </w:trPr>
        <w:tc>
          <w:tcPr>
            <w:tcW w:w="5000" w:type="pct"/>
            <w:shd w:val="pct10" w:color="auto" w:fill="auto"/>
          </w:tcPr>
          <w:p w14:paraId="512F683B" w14:textId="77777777" w:rsidR="005E4F53" w:rsidRPr="001F0913" w:rsidRDefault="005E4F53" w:rsidP="005C2279">
            <w:pPr>
              <w:pStyle w:val="Kehatekst3"/>
              <w:tabs>
                <w:tab w:val="left" w:pos="0"/>
              </w:tabs>
              <w:rPr>
                <w:b/>
                <w:bCs/>
                <w:sz w:val="22"/>
                <w:szCs w:val="22"/>
              </w:rPr>
            </w:pPr>
            <w:r w:rsidRPr="001F0913">
              <w:rPr>
                <w:b/>
                <w:bCs/>
                <w:sz w:val="22"/>
                <w:szCs w:val="22"/>
              </w:rPr>
              <w:t>8</w:t>
            </w:r>
            <w:r w:rsidR="00FF44B8" w:rsidRPr="001F0913">
              <w:rPr>
                <w:b/>
                <w:bCs/>
                <w:sz w:val="22"/>
                <w:szCs w:val="22"/>
              </w:rPr>
              <w:t xml:space="preserve">. </w:t>
            </w:r>
            <w:r w:rsidR="005C2279" w:rsidRPr="001F0913">
              <w:rPr>
                <w:b/>
                <w:bCs/>
                <w:sz w:val="22"/>
                <w:szCs w:val="22"/>
              </w:rPr>
              <w:t>Väljund- ja tulemusnäitajate</w:t>
            </w:r>
            <w:r w:rsidRPr="001F0913">
              <w:rPr>
                <w:rStyle w:val="Allmrkuseviide"/>
                <w:b/>
                <w:bCs/>
                <w:sz w:val="22"/>
                <w:szCs w:val="22"/>
              </w:rPr>
              <w:footnoteReference w:id="2"/>
            </w:r>
            <w:r w:rsidRPr="001F0913">
              <w:rPr>
                <w:b/>
                <w:bCs/>
                <w:sz w:val="22"/>
                <w:szCs w:val="22"/>
              </w:rPr>
              <w:t xml:space="preserve"> täitmine </w:t>
            </w:r>
            <w:r w:rsidRPr="001F0913">
              <w:rPr>
                <w:bCs/>
                <w:sz w:val="22"/>
                <w:szCs w:val="22"/>
              </w:rPr>
              <w:t>(kumulatiivselt)</w:t>
            </w:r>
          </w:p>
        </w:tc>
      </w:tr>
    </w:tbl>
    <w:tbl>
      <w:tblPr>
        <w:tblW w:w="101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3"/>
        <w:gridCol w:w="1768"/>
        <w:gridCol w:w="1777"/>
        <w:gridCol w:w="4104"/>
      </w:tblGrid>
      <w:tr w:rsidR="00AE3100" w:rsidRPr="001F0913" w14:paraId="67010E4B" w14:textId="77777777" w:rsidTr="00EB365F">
        <w:trPr>
          <w:trHeight w:val="243"/>
        </w:trPr>
        <w:tc>
          <w:tcPr>
            <w:tcW w:w="2473" w:type="dxa"/>
            <w:shd w:val="pct10" w:color="auto" w:fill="auto"/>
          </w:tcPr>
          <w:p w14:paraId="009B3FF8" w14:textId="77777777" w:rsidR="005C2279" w:rsidRPr="00A06585" w:rsidRDefault="005C2279" w:rsidP="005C2279">
            <w:pPr>
              <w:autoSpaceDE w:val="0"/>
              <w:autoSpaceDN w:val="0"/>
              <w:adjustRightInd w:val="0"/>
              <w:rPr>
                <w:bCs/>
                <w:sz w:val="22"/>
                <w:szCs w:val="22"/>
              </w:rPr>
            </w:pPr>
            <w:r w:rsidRPr="001F0913">
              <w:rPr>
                <w:bCs/>
                <w:sz w:val="22"/>
                <w:szCs w:val="22"/>
              </w:rPr>
              <w:t>Näitaja</w:t>
            </w:r>
            <w:r w:rsidR="00AE3100" w:rsidRPr="001F0913">
              <w:rPr>
                <w:bCs/>
                <w:sz w:val="22"/>
                <w:szCs w:val="22"/>
              </w:rPr>
              <w:t xml:space="preserve"> nimetus </w:t>
            </w:r>
          </w:p>
          <w:p w14:paraId="5EF1AF56" w14:textId="77777777" w:rsidR="00AE3100" w:rsidRPr="001F0913" w:rsidRDefault="00AE3100" w:rsidP="005C2279">
            <w:pPr>
              <w:autoSpaceDE w:val="0"/>
              <w:autoSpaceDN w:val="0"/>
              <w:adjustRightInd w:val="0"/>
              <w:rPr>
                <w:bCs/>
                <w:sz w:val="22"/>
                <w:szCs w:val="22"/>
              </w:rPr>
            </w:pPr>
            <w:r w:rsidRPr="001F0913">
              <w:rPr>
                <w:bCs/>
                <w:sz w:val="22"/>
                <w:szCs w:val="22"/>
              </w:rPr>
              <w:t xml:space="preserve">(viide </w:t>
            </w:r>
            <w:r w:rsidR="00DD4B14" w:rsidRPr="001F0913">
              <w:rPr>
                <w:bCs/>
                <w:sz w:val="22"/>
                <w:szCs w:val="22"/>
              </w:rPr>
              <w:t>TAT</w:t>
            </w:r>
            <w:r w:rsidR="005C2279" w:rsidRPr="001F0913">
              <w:rPr>
                <w:bCs/>
                <w:sz w:val="22"/>
                <w:szCs w:val="22"/>
              </w:rPr>
              <w:t xml:space="preserve"> tegevusele</w:t>
            </w:r>
            <w:r w:rsidRPr="001F0913">
              <w:rPr>
                <w:bCs/>
                <w:sz w:val="22"/>
                <w:szCs w:val="22"/>
              </w:rPr>
              <w:t>,</w:t>
            </w:r>
            <w:r w:rsidR="005C2279" w:rsidRPr="001F0913">
              <w:rPr>
                <w:bCs/>
                <w:sz w:val="22"/>
                <w:szCs w:val="22"/>
              </w:rPr>
              <w:t xml:space="preserve"> millest</w:t>
            </w:r>
            <w:r w:rsidRPr="001F0913">
              <w:rPr>
                <w:bCs/>
                <w:sz w:val="22"/>
                <w:szCs w:val="22"/>
              </w:rPr>
              <w:t xml:space="preserve"> </w:t>
            </w:r>
            <w:r w:rsidR="005C2279" w:rsidRPr="001F0913">
              <w:rPr>
                <w:bCs/>
                <w:sz w:val="22"/>
                <w:szCs w:val="22"/>
              </w:rPr>
              <w:t>see tuleneb</w:t>
            </w:r>
            <w:r w:rsidRPr="001F0913">
              <w:rPr>
                <w:bCs/>
                <w:sz w:val="22"/>
                <w:szCs w:val="22"/>
              </w:rPr>
              <w:t>)</w:t>
            </w:r>
          </w:p>
        </w:tc>
        <w:tc>
          <w:tcPr>
            <w:tcW w:w="1768" w:type="dxa"/>
            <w:shd w:val="pct10" w:color="auto" w:fill="auto"/>
          </w:tcPr>
          <w:p w14:paraId="78E05074" w14:textId="77777777" w:rsidR="00AE3100" w:rsidRPr="001F0913" w:rsidRDefault="00AE3100" w:rsidP="00AE3100">
            <w:pPr>
              <w:autoSpaceDE w:val="0"/>
              <w:autoSpaceDN w:val="0"/>
              <w:adjustRightInd w:val="0"/>
              <w:jc w:val="both"/>
              <w:rPr>
                <w:b/>
                <w:bCs/>
                <w:sz w:val="22"/>
                <w:szCs w:val="22"/>
              </w:rPr>
            </w:pPr>
            <w:r w:rsidRPr="001F0913">
              <w:rPr>
                <w:bCs/>
                <w:sz w:val="22"/>
                <w:szCs w:val="22"/>
              </w:rPr>
              <w:t xml:space="preserve">Kavandatud </w:t>
            </w:r>
            <w:r w:rsidRPr="00056CFA">
              <w:rPr>
                <w:bCs/>
                <w:sz w:val="22"/>
                <w:szCs w:val="22"/>
              </w:rPr>
              <w:t>saavutustase</w:t>
            </w:r>
            <w:r w:rsidRPr="001F0913">
              <w:rPr>
                <w:rStyle w:val="Allmrkuseviide"/>
                <w:bCs/>
                <w:sz w:val="22"/>
                <w:szCs w:val="22"/>
              </w:rPr>
              <w:footnoteReference w:id="3"/>
            </w:r>
          </w:p>
        </w:tc>
        <w:tc>
          <w:tcPr>
            <w:tcW w:w="1777" w:type="dxa"/>
            <w:shd w:val="pct10" w:color="auto" w:fill="auto"/>
          </w:tcPr>
          <w:p w14:paraId="507B721E" w14:textId="77777777" w:rsidR="00AE3100" w:rsidRPr="001F0913" w:rsidRDefault="00AE3100" w:rsidP="003609EF">
            <w:pPr>
              <w:autoSpaceDE w:val="0"/>
              <w:autoSpaceDN w:val="0"/>
              <w:adjustRightInd w:val="0"/>
              <w:jc w:val="both"/>
              <w:rPr>
                <w:bCs/>
                <w:sz w:val="22"/>
                <w:szCs w:val="22"/>
              </w:rPr>
            </w:pPr>
            <w:r w:rsidRPr="001F0913">
              <w:rPr>
                <w:bCs/>
                <w:sz w:val="22"/>
                <w:szCs w:val="22"/>
              </w:rPr>
              <w:t>Tegelik saavutustase</w:t>
            </w:r>
          </w:p>
        </w:tc>
        <w:tc>
          <w:tcPr>
            <w:tcW w:w="4104" w:type="dxa"/>
            <w:shd w:val="pct10" w:color="auto" w:fill="auto"/>
          </w:tcPr>
          <w:p w14:paraId="2AD5CC08" w14:textId="77777777" w:rsidR="00FF44B8" w:rsidRPr="001F0913" w:rsidRDefault="00AE3100" w:rsidP="00724FCC">
            <w:pPr>
              <w:autoSpaceDE w:val="0"/>
              <w:autoSpaceDN w:val="0"/>
              <w:adjustRightInd w:val="0"/>
              <w:jc w:val="both"/>
              <w:rPr>
                <w:bCs/>
                <w:sz w:val="22"/>
                <w:szCs w:val="22"/>
              </w:rPr>
            </w:pPr>
            <w:r w:rsidRPr="001F0913">
              <w:rPr>
                <w:bCs/>
                <w:sz w:val="22"/>
                <w:szCs w:val="22"/>
              </w:rPr>
              <w:t xml:space="preserve">Põhjendus </w:t>
            </w:r>
            <w:r w:rsidR="005C2279" w:rsidRPr="001F0913">
              <w:rPr>
                <w:bCs/>
                <w:sz w:val="22"/>
                <w:szCs w:val="22"/>
              </w:rPr>
              <w:t>näitaja</w:t>
            </w:r>
            <w:r w:rsidRPr="001F0913">
              <w:rPr>
                <w:bCs/>
                <w:sz w:val="22"/>
                <w:szCs w:val="22"/>
              </w:rPr>
              <w:t xml:space="preserve"> üle- või alatäimisel</w:t>
            </w:r>
          </w:p>
        </w:tc>
      </w:tr>
      <w:tr w:rsidR="00FF44B8" w:rsidRPr="001F0913" w14:paraId="3E3AA7C1" w14:textId="77777777" w:rsidTr="00BA2D67">
        <w:trPr>
          <w:trHeight w:val="193"/>
        </w:trPr>
        <w:tc>
          <w:tcPr>
            <w:tcW w:w="10122" w:type="dxa"/>
            <w:gridSpan w:val="4"/>
          </w:tcPr>
          <w:p w14:paraId="2E8E46B6" w14:textId="77777777" w:rsidR="00355B43" w:rsidRPr="00A06585" w:rsidRDefault="00DD4B14" w:rsidP="003609EF">
            <w:pPr>
              <w:autoSpaceDE w:val="0"/>
              <w:autoSpaceDN w:val="0"/>
              <w:adjustRightInd w:val="0"/>
              <w:jc w:val="both"/>
              <w:rPr>
                <w:b/>
                <w:sz w:val="22"/>
                <w:szCs w:val="22"/>
              </w:rPr>
            </w:pPr>
            <w:r w:rsidRPr="001F0913">
              <w:rPr>
                <w:b/>
                <w:sz w:val="22"/>
                <w:szCs w:val="22"/>
              </w:rPr>
              <w:t>TAT</w:t>
            </w:r>
            <w:r w:rsidR="00EA73F6" w:rsidRPr="001F0913">
              <w:rPr>
                <w:b/>
                <w:sz w:val="22"/>
                <w:szCs w:val="22"/>
              </w:rPr>
              <w:t>i</w:t>
            </w:r>
            <w:r w:rsidR="00355B43" w:rsidRPr="00A06585">
              <w:rPr>
                <w:b/>
                <w:sz w:val="22"/>
                <w:szCs w:val="22"/>
              </w:rPr>
              <w:t xml:space="preserve"> panus rakenduskava väljund</w:t>
            </w:r>
            <w:r w:rsidR="005C2279" w:rsidRPr="00A06585">
              <w:rPr>
                <w:b/>
                <w:sz w:val="22"/>
                <w:szCs w:val="22"/>
              </w:rPr>
              <w:t>näitajasse</w:t>
            </w:r>
          </w:p>
          <w:p w14:paraId="233B8A70" w14:textId="77777777" w:rsidR="00FF44B8" w:rsidRPr="001F0913" w:rsidRDefault="00FF44B8" w:rsidP="003609EF">
            <w:pPr>
              <w:autoSpaceDE w:val="0"/>
              <w:autoSpaceDN w:val="0"/>
              <w:adjustRightInd w:val="0"/>
              <w:jc w:val="both"/>
              <w:rPr>
                <w:b/>
                <w:sz w:val="22"/>
                <w:szCs w:val="22"/>
              </w:rPr>
            </w:pPr>
            <w:r w:rsidRPr="001F0913">
              <w:rPr>
                <w:b/>
                <w:sz w:val="22"/>
                <w:szCs w:val="22"/>
              </w:rPr>
              <w:tab/>
            </w:r>
          </w:p>
        </w:tc>
      </w:tr>
      <w:tr w:rsidR="00AE3100" w:rsidRPr="001F0913" w14:paraId="51BDF7AC" w14:textId="77777777" w:rsidTr="00EB365F">
        <w:trPr>
          <w:trHeight w:val="237"/>
        </w:trPr>
        <w:tc>
          <w:tcPr>
            <w:tcW w:w="2473" w:type="dxa"/>
          </w:tcPr>
          <w:p w14:paraId="6B427260" w14:textId="7E9E60B9" w:rsidR="00AE3100" w:rsidRPr="00056CFA" w:rsidRDefault="00724FCC" w:rsidP="00261DCD">
            <w:pPr>
              <w:autoSpaceDE w:val="0"/>
              <w:autoSpaceDN w:val="0"/>
              <w:adjustRightInd w:val="0"/>
              <w:jc w:val="both"/>
              <w:rPr>
                <w:sz w:val="22"/>
                <w:szCs w:val="22"/>
              </w:rPr>
            </w:pPr>
            <w:r w:rsidRPr="001F0913">
              <w:rPr>
                <w:sz w:val="22"/>
                <w:szCs w:val="22"/>
              </w:rPr>
              <w:t>Teenus</w:t>
            </w:r>
            <w:r w:rsidR="00261DCD" w:rsidRPr="001F0913">
              <w:rPr>
                <w:sz w:val="22"/>
                <w:szCs w:val="22"/>
              </w:rPr>
              <w:t>t</w:t>
            </w:r>
            <w:r w:rsidRPr="00A06585">
              <w:rPr>
                <w:sz w:val="22"/>
                <w:szCs w:val="22"/>
              </w:rPr>
              <w:t xml:space="preserve"> saa</w:t>
            </w:r>
            <w:r w:rsidR="00261DCD" w:rsidRPr="00A06585">
              <w:rPr>
                <w:sz w:val="22"/>
                <w:szCs w:val="22"/>
              </w:rPr>
              <w:t>nute</w:t>
            </w:r>
            <w:r w:rsidRPr="00A06585">
              <w:rPr>
                <w:sz w:val="22"/>
                <w:szCs w:val="22"/>
              </w:rPr>
              <w:t xml:space="preserve"> arv</w:t>
            </w:r>
          </w:p>
        </w:tc>
        <w:tc>
          <w:tcPr>
            <w:tcW w:w="1768" w:type="dxa"/>
          </w:tcPr>
          <w:p w14:paraId="6F2AAFDA" w14:textId="1CF1A387" w:rsidR="00AE3100" w:rsidRPr="001F0913" w:rsidRDefault="00261DCD" w:rsidP="003609EF">
            <w:pPr>
              <w:autoSpaceDE w:val="0"/>
              <w:autoSpaceDN w:val="0"/>
              <w:adjustRightInd w:val="0"/>
              <w:jc w:val="both"/>
              <w:rPr>
                <w:sz w:val="22"/>
                <w:szCs w:val="22"/>
              </w:rPr>
            </w:pPr>
            <w:r w:rsidRPr="001F0913">
              <w:rPr>
                <w:sz w:val="22"/>
                <w:szCs w:val="22"/>
              </w:rPr>
              <w:t>300</w:t>
            </w:r>
          </w:p>
        </w:tc>
        <w:tc>
          <w:tcPr>
            <w:tcW w:w="1777" w:type="dxa"/>
          </w:tcPr>
          <w:p w14:paraId="53A93C73" w14:textId="77777777" w:rsidR="00AE3100" w:rsidRPr="001F0913" w:rsidRDefault="00724FCC" w:rsidP="003609EF">
            <w:pPr>
              <w:autoSpaceDE w:val="0"/>
              <w:autoSpaceDN w:val="0"/>
              <w:adjustRightInd w:val="0"/>
              <w:jc w:val="both"/>
              <w:rPr>
                <w:sz w:val="22"/>
                <w:szCs w:val="22"/>
              </w:rPr>
            </w:pPr>
            <w:r w:rsidRPr="001F0913">
              <w:rPr>
                <w:sz w:val="22"/>
                <w:szCs w:val="22"/>
              </w:rPr>
              <w:t>0</w:t>
            </w:r>
          </w:p>
        </w:tc>
        <w:tc>
          <w:tcPr>
            <w:tcW w:w="4104" w:type="dxa"/>
          </w:tcPr>
          <w:p w14:paraId="1E80E42B" w14:textId="674F148E" w:rsidR="00AE3100" w:rsidRPr="001F0913" w:rsidRDefault="00C156F9" w:rsidP="00C156F9">
            <w:pPr>
              <w:autoSpaceDE w:val="0"/>
              <w:autoSpaceDN w:val="0"/>
              <w:adjustRightInd w:val="0"/>
              <w:jc w:val="both"/>
              <w:rPr>
                <w:sz w:val="22"/>
                <w:szCs w:val="22"/>
              </w:rPr>
            </w:pPr>
            <w:r>
              <w:rPr>
                <w:sz w:val="22"/>
                <w:szCs w:val="22"/>
              </w:rPr>
              <w:t>2015. aastal ei kavandatud juhtumikorralduse mudelit piloteerida/ kasutada.</w:t>
            </w:r>
            <w:r w:rsidR="00A77505" w:rsidRPr="00C156F9">
              <w:rPr>
                <w:sz w:val="22"/>
                <w:szCs w:val="22"/>
              </w:rPr>
              <w:t xml:space="preserve"> </w:t>
            </w:r>
            <w:r w:rsidR="00326305" w:rsidRPr="00C156F9">
              <w:rPr>
                <w:sz w:val="22"/>
                <w:szCs w:val="22"/>
              </w:rPr>
              <w:t>201</w:t>
            </w:r>
            <w:r w:rsidR="00A77505" w:rsidRPr="001F0913">
              <w:rPr>
                <w:sz w:val="22"/>
                <w:szCs w:val="22"/>
              </w:rPr>
              <w:t>6 aasta esimesel poolel</w:t>
            </w:r>
            <w:r w:rsidR="00326305" w:rsidRPr="001F0913">
              <w:rPr>
                <w:sz w:val="22"/>
                <w:szCs w:val="22"/>
              </w:rPr>
              <w:t xml:space="preserve"> ei olnud kavandatud juhtumikorralduse mudelit piloteerida, kasutada.</w:t>
            </w:r>
          </w:p>
        </w:tc>
      </w:tr>
      <w:tr w:rsidR="009A55A2" w:rsidRPr="001F0913" w14:paraId="09EAD42C" w14:textId="77777777" w:rsidTr="00BA2D67">
        <w:trPr>
          <w:trHeight w:val="193"/>
        </w:trPr>
        <w:tc>
          <w:tcPr>
            <w:tcW w:w="10122" w:type="dxa"/>
            <w:gridSpan w:val="4"/>
          </w:tcPr>
          <w:p w14:paraId="2A16730D" w14:textId="77777777" w:rsidR="009A55A2" w:rsidRPr="00A06585" w:rsidRDefault="00DD4B14" w:rsidP="000C05CD">
            <w:pPr>
              <w:autoSpaceDE w:val="0"/>
              <w:autoSpaceDN w:val="0"/>
              <w:adjustRightInd w:val="0"/>
              <w:jc w:val="both"/>
              <w:rPr>
                <w:b/>
                <w:sz w:val="22"/>
                <w:szCs w:val="22"/>
              </w:rPr>
            </w:pPr>
            <w:r w:rsidRPr="001F0913">
              <w:rPr>
                <w:b/>
                <w:sz w:val="22"/>
                <w:szCs w:val="22"/>
              </w:rPr>
              <w:t>TAT</w:t>
            </w:r>
            <w:r w:rsidR="00EA73F6" w:rsidRPr="001F0913">
              <w:rPr>
                <w:b/>
                <w:sz w:val="22"/>
                <w:szCs w:val="22"/>
              </w:rPr>
              <w:t>i</w:t>
            </w:r>
            <w:r w:rsidR="000C05CD" w:rsidRPr="00A06585">
              <w:rPr>
                <w:b/>
                <w:sz w:val="22"/>
                <w:szCs w:val="22"/>
              </w:rPr>
              <w:t xml:space="preserve"> panus rakenduskava tulemus</w:t>
            </w:r>
            <w:r w:rsidR="005C2279" w:rsidRPr="00A06585">
              <w:rPr>
                <w:b/>
                <w:sz w:val="22"/>
                <w:szCs w:val="22"/>
              </w:rPr>
              <w:t>näitajasse</w:t>
            </w:r>
          </w:p>
          <w:p w14:paraId="3A487CDC" w14:textId="77777777" w:rsidR="009A55A2" w:rsidRPr="001F0913" w:rsidRDefault="009A55A2" w:rsidP="005C2279">
            <w:pPr>
              <w:autoSpaceDE w:val="0"/>
              <w:autoSpaceDN w:val="0"/>
              <w:adjustRightInd w:val="0"/>
              <w:jc w:val="both"/>
              <w:rPr>
                <w:b/>
                <w:sz w:val="22"/>
                <w:szCs w:val="22"/>
              </w:rPr>
            </w:pPr>
          </w:p>
        </w:tc>
      </w:tr>
      <w:tr w:rsidR="009A55A2" w:rsidRPr="001F0913" w14:paraId="110F0283" w14:textId="77777777" w:rsidTr="00EB365F">
        <w:trPr>
          <w:trHeight w:val="230"/>
        </w:trPr>
        <w:tc>
          <w:tcPr>
            <w:tcW w:w="2473" w:type="dxa"/>
          </w:tcPr>
          <w:p w14:paraId="10DA6412" w14:textId="77777777" w:rsidR="009A55A2" w:rsidRPr="00A06585" w:rsidRDefault="005C2279" w:rsidP="003609EF">
            <w:pPr>
              <w:autoSpaceDE w:val="0"/>
              <w:autoSpaceDN w:val="0"/>
              <w:adjustRightInd w:val="0"/>
              <w:jc w:val="both"/>
              <w:rPr>
                <w:sz w:val="22"/>
                <w:szCs w:val="22"/>
              </w:rPr>
            </w:pPr>
            <w:r w:rsidRPr="001F0913">
              <w:rPr>
                <w:sz w:val="22"/>
                <w:szCs w:val="22"/>
              </w:rPr>
              <w:t>Näitaja</w:t>
            </w:r>
            <w:r w:rsidR="009A55A2" w:rsidRPr="001F0913">
              <w:rPr>
                <w:sz w:val="22"/>
                <w:szCs w:val="22"/>
              </w:rPr>
              <w:t xml:space="preserve"> 1</w:t>
            </w:r>
          </w:p>
        </w:tc>
        <w:tc>
          <w:tcPr>
            <w:tcW w:w="1768" w:type="dxa"/>
          </w:tcPr>
          <w:p w14:paraId="253DAFFA" w14:textId="77777777" w:rsidR="009A55A2" w:rsidRPr="001F0913" w:rsidRDefault="009A55A2" w:rsidP="003609EF">
            <w:pPr>
              <w:autoSpaceDE w:val="0"/>
              <w:autoSpaceDN w:val="0"/>
              <w:adjustRightInd w:val="0"/>
              <w:jc w:val="both"/>
              <w:rPr>
                <w:sz w:val="22"/>
                <w:szCs w:val="22"/>
              </w:rPr>
            </w:pPr>
          </w:p>
        </w:tc>
        <w:tc>
          <w:tcPr>
            <w:tcW w:w="1777" w:type="dxa"/>
          </w:tcPr>
          <w:p w14:paraId="4A94CE74" w14:textId="77777777" w:rsidR="009A55A2" w:rsidRPr="001F0913" w:rsidRDefault="009A55A2" w:rsidP="003609EF">
            <w:pPr>
              <w:autoSpaceDE w:val="0"/>
              <w:autoSpaceDN w:val="0"/>
              <w:adjustRightInd w:val="0"/>
              <w:jc w:val="both"/>
              <w:rPr>
                <w:sz w:val="22"/>
                <w:szCs w:val="22"/>
              </w:rPr>
            </w:pPr>
          </w:p>
        </w:tc>
        <w:tc>
          <w:tcPr>
            <w:tcW w:w="4104" w:type="dxa"/>
          </w:tcPr>
          <w:p w14:paraId="49C120AA" w14:textId="77777777" w:rsidR="009A55A2" w:rsidRPr="001F0913" w:rsidRDefault="009A55A2" w:rsidP="003609EF">
            <w:pPr>
              <w:autoSpaceDE w:val="0"/>
              <w:autoSpaceDN w:val="0"/>
              <w:adjustRightInd w:val="0"/>
              <w:jc w:val="both"/>
              <w:rPr>
                <w:sz w:val="22"/>
                <w:szCs w:val="22"/>
              </w:rPr>
            </w:pPr>
          </w:p>
        </w:tc>
      </w:tr>
      <w:tr w:rsidR="00BA2D4B" w:rsidRPr="001F0913" w14:paraId="394D153F" w14:textId="77777777" w:rsidTr="00BA2D67">
        <w:trPr>
          <w:trHeight w:val="230"/>
        </w:trPr>
        <w:tc>
          <w:tcPr>
            <w:tcW w:w="10122" w:type="dxa"/>
            <w:gridSpan w:val="4"/>
          </w:tcPr>
          <w:p w14:paraId="07E00C86" w14:textId="77777777" w:rsidR="00BA2D4B" w:rsidRPr="001F0913" w:rsidRDefault="00BA2D4B" w:rsidP="003609EF">
            <w:pPr>
              <w:autoSpaceDE w:val="0"/>
              <w:autoSpaceDN w:val="0"/>
              <w:adjustRightInd w:val="0"/>
              <w:jc w:val="both"/>
              <w:rPr>
                <w:sz w:val="22"/>
                <w:szCs w:val="22"/>
              </w:rPr>
            </w:pPr>
          </w:p>
        </w:tc>
      </w:tr>
      <w:tr w:rsidR="00FF44B8" w:rsidRPr="001F0913" w14:paraId="5593D808" w14:textId="77777777" w:rsidTr="00BA2D67">
        <w:trPr>
          <w:trHeight w:val="230"/>
        </w:trPr>
        <w:tc>
          <w:tcPr>
            <w:tcW w:w="10122" w:type="dxa"/>
            <w:gridSpan w:val="4"/>
          </w:tcPr>
          <w:p w14:paraId="5D34DDF0" w14:textId="77777777" w:rsidR="00FF44B8" w:rsidRPr="001F0913" w:rsidRDefault="00DD4B14" w:rsidP="003609EF">
            <w:pPr>
              <w:autoSpaceDE w:val="0"/>
              <w:autoSpaceDN w:val="0"/>
              <w:adjustRightInd w:val="0"/>
              <w:jc w:val="both"/>
              <w:rPr>
                <w:b/>
                <w:sz w:val="22"/>
                <w:szCs w:val="22"/>
              </w:rPr>
            </w:pPr>
            <w:r w:rsidRPr="001F0913">
              <w:rPr>
                <w:b/>
                <w:sz w:val="22"/>
                <w:szCs w:val="22"/>
              </w:rPr>
              <w:t>TAT</w:t>
            </w:r>
            <w:r w:rsidR="007B7C2B" w:rsidRPr="001F0913">
              <w:rPr>
                <w:b/>
                <w:sz w:val="22"/>
                <w:szCs w:val="22"/>
              </w:rPr>
              <w:t>-</w:t>
            </w:r>
            <w:r w:rsidR="00FF44B8" w:rsidRPr="00A06585">
              <w:rPr>
                <w:b/>
                <w:sz w:val="22"/>
                <w:szCs w:val="22"/>
              </w:rPr>
              <w:t>spetsiifilised väljund</w:t>
            </w:r>
            <w:r w:rsidR="00EA73F6" w:rsidRPr="00A06585">
              <w:rPr>
                <w:b/>
                <w:sz w:val="22"/>
                <w:szCs w:val="22"/>
              </w:rPr>
              <w:t>näitajad</w:t>
            </w:r>
            <w:r w:rsidR="00FF44B8" w:rsidRPr="001F0913">
              <w:rPr>
                <w:rStyle w:val="Allmrkuseviide"/>
                <w:b/>
                <w:sz w:val="22"/>
                <w:szCs w:val="22"/>
              </w:rPr>
              <w:footnoteReference w:id="4"/>
            </w:r>
          </w:p>
          <w:p w14:paraId="5033280A" w14:textId="77777777" w:rsidR="00FF44B8" w:rsidRPr="001F0913" w:rsidRDefault="00FF44B8" w:rsidP="004828D3">
            <w:pPr>
              <w:rPr>
                <w:sz w:val="22"/>
                <w:szCs w:val="22"/>
              </w:rPr>
            </w:pPr>
          </w:p>
        </w:tc>
      </w:tr>
      <w:tr w:rsidR="00FF44B8" w:rsidRPr="001F0913" w14:paraId="07C19FE4" w14:textId="77777777" w:rsidTr="00EB365F">
        <w:trPr>
          <w:trHeight w:val="603"/>
        </w:trPr>
        <w:tc>
          <w:tcPr>
            <w:tcW w:w="2473" w:type="dxa"/>
          </w:tcPr>
          <w:p w14:paraId="23D380ED" w14:textId="77777777" w:rsidR="00FF44B8" w:rsidRPr="00A06585" w:rsidRDefault="00EA73F6" w:rsidP="00AE3100">
            <w:pPr>
              <w:autoSpaceDE w:val="0"/>
              <w:autoSpaceDN w:val="0"/>
              <w:adjustRightInd w:val="0"/>
              <w:rPr>
                <w:sz w:val="22"/>
                <w:szCs w:val="22"/>
              </w:rPr>
            </w:pPr>
            <w:r w:rsidRPr="001F0913">
              <w:rPr>
                <w:sz w:val="22"/>
                <w:szCs w:val="22"/>
              </w:rPr>
              <w:t>Näitaja</w:t>
            </w:r>
            <w:r w:rsidR="00FF44B8" w:rsidRPr="001F0913">
              <w:rPr>
                <w:sz w:val="22"/>
                <w:szCs w:val="22"/>
              </w:rPr>
              <w:t xml:space="preserve"> 1</w:t>
            </w:r>
          </w:p>
        </w:tc>
        <w:tc>
          <w:tcPr>
            <w:tcW w:w="1768" w:type="dxa"/>
          </w:tcPr>
          <w:p w14:paraId="0405CBA8" w14:textId="77777777" w:rsidR="00FF44B8" w:rsidRPr="001F0913" w:rsidRDefault="00FF44B8" w:rsidP="003609EF">
            <w:pPr>
              <w:autoSpaceDE w:val="0"/>
              <w:autoSpaceDN w:val="0"/>
              <w:adjustRightInd w:val="0"/>
              <w:jc w:val="both"/>
              <w:rPr>
                <w:sz w:val="22"/>
                <w:szCs w:val="22"/>
              </w:rPr>
            </w:pPr>
          </w:p>
        </w:tc>
        <w:tc>
          <w:tcPr>
            <w:tcW w:w="1777" w:type="dxa"/>
          </w:tcPr>
          <w:p w14:paraId="6D62B16A" w14:textId="77777777" w:rsidR="00FF44B8" w:rsidRPr="001F0913" w:rsidRDefault="00FF44B8" w:rsidP="003609EF">
            <w:pPr>
              <w:autoSpaceDE w:val="0"/>
              <w:autoSpaceDN w:val="0"/>
              <w:adjustRightInd w:val="0"/>
              <w:jc w:val="both"/>
              <w:rPr>
                <w:sz w:val="22"/>
                <w:szCs w:val="22"/>
              </w:rPr>
            </w:pPr>
          </w:p>
        </w:tc>
        <w:tc>
          <w:tcPr>
            <w:tcW w:w="4104" w:type="dxa"/>
          </w:tcPr>
          <w:p w14:paraId="7E3D10FC" w14:textId="77777777" w:rsidR="00FF44B8" w:rsidRPr="001F0913" w:rsidRDefault="00FF44B8" w:rsidP="003609EF">
            <w:pPr>
              <w:autoSpaceDE w:val="0"/>
              <w:autoSpaceDN w:val="0"/>
              <w:adjustRightInd w:val="0"/>
              <w:jc w:val="both"/>
              <w:rPr>
                <w:sz w:val="22"/>
                <w:szCs w:val="22"/>
              </w:rPr>
            </w:pPr>
          </w:p>
        </w:tc>
      </w:tr>
      <w:tr w:rsidR="00FF44B8" w:rsidRPr="001F0913" w14:paraId="728C06AB" w14:textId="77777777" w:rsidTr="00BA2D67">
        <w:trPr>
          <w:trHeight w:val="273"/>
        </w:trPr>
        <w:tc>
          <w:tcPr>
            <w:tcW w:w="10122" w:type="dxa"/>
            <w:gridSpan w:val="4"/>
          </w:tcPr>
          <w:p w14:paraId="0A1C9C61" w14:textId="77777777" w:rsidR="00FF44B8" w:rsidRPr="001F0913" w:rsidRDefault="00DD4B14" w:rsidP="00AE3100">
            <w:pPr>
              <w:autoSpaceDE w:val="0"/>
              <w:autoSpaceDN w:val="0"/>
              <w:adjustRightInd w:val="0"/>
              <w:jc w:val="both"/>
              <w:rPr>
                <w:b/>
                <w:sz w:val="22"/>
                <w:szCs w:val="22"/>
              </w:rPr>
            </w:pPr>
            <w:r w:rsidRPr="001F0913">
              <w:rPr>
                <w:b/>
                <w:sz w:val="22"/>
                <w:szCs w:val="22"/>
              </w:rPr>
              <w:t>TAT</w:t>
            </w:r>
            <w:r w:rsidR="007B7C2B" w:rsidRPr="001F0913">
              <w:rPr>
                <w:b/>
                <w:sz w:val="22"/>
                <w:szCs w:val="22"/>
              </w:rPr>
              <w:t>-</w:t>
            </w:r>
            <w:r w:rsidR="00FF44B8" w:rsidRPr="00A06585">
              <w:rPr>
                <w:b/>
                <w:sz w:val="22"/>
                <w:szCs w:val="22"/>
              </w:rPr>
              <w:t>spetsiifilised tulemusindikaatorid</w:t>
            </w:r>
            <w:r w:rsidR="00FF44B8" w:rsidRPr="001F0913">
              <w:rPr>
                <w:rStyle w:val="Allmrkuseviide"/>
                <w:b/>
                <w:sz w:val="22"/>
                <w:szCs w:val="22"/>
              </w:rPr>
              <w:footnoteReference w:id="5"/>
            </w:r>
          </w:p>
          <w:p w14:paraId="06A7E86B" w14:textId="77777777" w:rsidR="00FF44B8" w:rsidRPr="001F0913" w:rsidRDefault="00FF44B8" w:rsidP="003609EF">
            <w:pPr>
              <w:autoSpaceDE w:val="0"/>
              <w:autoSpaceDN w:val="0"/>
              <w:adjustRightInd w:val="0"/>
              <w:jc w:val="both"/>
              <w:rPr>
                <w:sz w:val="22"/>
                <w:szCs w:val="22"/>
              </w:rPr>
            </w:pPr>
          </w:p>
        </w:tc>
      </w:tr>
      <w:tr w:rsidR="00FF44B8" w:rsidRPr="001F0913" w14:paraId="13146DCA" w14:textId="77777777" w:rsidTr="00EB365F">
        <w:trPr>
          <w:trHeight w:val="273"/>
        </w:trPr>
        <w:tc>
          <w:tcPr>
            <w:tcW w:w="2473" w:type="dxa"/>
          </w:tcPr>
          <w:p w14:paraId="00E8B800" w14:textId="77777777" w:rsidR="00FF44B8" w:rsidRPr="00A06585" w:rsidRDefault="00EA73F6" w:rsidP="003609EF">
            <w:pPr>
              <w:autoSpaceDE w:val="0"/>
              <w:autoSpaceDN w:val="0"/>
              <w:adjustRightInd w:val="0"/>
              <w:rPr>
                <w:sz w:val="22"/>
                <w:szCs w:val="22"/>
              </w:rPr>
            </w:pPr>
            <w:r w:rsidRPr="001F0913">
              <w:rPr>
                <w:sz w:val="22"/>
                <w:szCs w:val="22"/>
              </w:rPr>
              <w:t xml:space="preserve">Näitaja </w:t>
            </w:r>
            <w:r w:rsidR="00FF44B8" w:rsidRPr="00A06585">
              <w:rPr>
                <w:sz w:val="22"/>
                <w:szCs w:val="22"/>
              </w:rPr>
              <w:t>1</w:t>
            </w:r>
          </w:p>
        </w:tc>
        <w:tc>
          <w:tcPr>
            <w:tcW w:w="1768" w:type="dxa"/>
          </w:tcPr>
          <w:p w14:paraId="7AE77E6F" w14:textId="77777777" w:rsidR="00FF44B8" w:rsidRPr="001F0913" w:rsidRDefault="00FF44B8" w:rsidP="003609EF">
            <w:pPr>
              <w:autoSpaceDE w:val="0"/>
              <w:autoSpaceDN w:val="0"/>
              <w:adjustRightInd w:val="0"/>
              <w:rPr>
                <w:sz w:val="22"/>
                <w:szCs w:val="22"/>
              </w:rPr>
            </w:pPr>
          </w:p>
        </w:tc>
        <w:tc>
          <w:tcPr>
            <w:tcW w:w="1777" w:type="dxa"/>
          </w:tcPr>
          <w:p w14:paraId="1DEA6F80" w14:textId="77777777" w:rsidR="00FF44B8" w:rsidRPr="001F0913" w:rsidRDefault="00FF44B8" w:rsidP="003609EF">
            <w:pPr>
              <w:autoSpaceDE w:val="0"/>
              <w:autoSpaceDN w:val="0"/>
              <w:adjustRightInd w:val="0"/>
              <w:jc w:val="both"/>
              <w:rPr>
                <w:sz w:val="22"/>
                <w:szCs w:val="22"/>
              </w:rPr>
            </w:pPr>
          </w:p>
        </w:tc>
        <w:tc>
          <w:tcPr>
            <w:tcW w:w="4104" w:type="dxa"/>
          </w:tcPr>
          <w:p w14:paraId="45C4343A" w14:textId="77777777" w:rsidR="00FF44B8" w:rsidRPr="001F0913" w:rsidRDefault="00FF44B8" w:rsidP="003609EF">
            <w:pPr>
              <w:autoSpaceDE w:val="0"/>
              <w:autoSpaceDN w:val="0"/>
              <w:adjustRightInd w:val="0"/>
              <w:jc w:val="both"/>
              <w:rPr>
                <w:sz w:val="22"/>
                <w:szCs w:val="22"/>
              </w:rPr>
            </w:pPr>
          </w:p>
        </w:tc>
      </w:tr>
    </w:tbl>
    <w:tbl>
      <w:tblPr>
        <w:tblStyle w:val="Elegantnetabel"/>
        <w:tblW w:w="515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85"/>
        <w:gridCol w:w="6744"/>
      </w:tblGrid>
      <w:tr w:rsidR="00FF44B8" w:rsidRPr="001F0913" w14:paraId="50CBBB1C" w14:textId="77777777" w:rsidTr="00BA2D67">
        <w:trPr>
          <w:trHeight w:val="761"/>
        </w:trPr>
        <w:tc>
          <w:tcPr>
            <w:tcW w:w="1604" w:type="pct"/>
          </w:tcPr>
          <w:p w14:paraId="11C49442" w14:textId="77777777" w:rsidR="00FF44B8" w:rsidRPr="00A06585" w:rsidRDefault="00DD4B14" w:rsidP="00DD4B14">
            <w:pPr>
              <w:pStyle w:val="Kehatekst3"/>
              <w:tabs>
                <w:tab w:val="left" w:pos="0"/>
              </w:tabs>
              <w:jc w:val="both"/>
              <w:rPr>
                <w:sz w:val="22"/>
                <w:szCs w:val="22"/>
              </w:rPr>
            </w:pPr>
            <w:r w:rsidRPr="001F0913">
              <w:rPr>
                <w:sz w:val="22"/>
                <w:szCs w:val="22"/>
              </w:rPr>
              <w:t>TAT</w:t>
            </w:r>
            <w:r w:rsidR="00FF44B8" w:rsidRPr="001F0913">
              <w:rPr>
                <w:sz w:val="22"/>
                <w:szCs w:val="22"/>
              </w:rPr>
              <w:t xml:space="preserve"> lõppeesmärgist täidetud (%): </w:t>
            </w:r>
          </w:p>
        </w:tc>
        <w:tc>
          <w:tcPr>
            <w:tcW w:w="3396" w:type="pct"/>
          </w:tcPr>
          <w:p w14:paraId="3D787275" w14:textId="77777777" w:rsidR="00FF44B8" w:rsidRPr="001F0913" w:rsidRDefault="00B8293A" w:rsidP="00724FCC">
            <w:pPr>
              <w:rPr>
                <w:sz w:val="22"/>
                <w:szCs w:val="22"/>
              </w:rPr>
            </w:pPr>
            <w:r w:rsidRPr="001F0913">
              <w:rPr>
                <w:sz w:val="22"/>
                <w:szCs w:val="22"/>
              </w:rPr>
              <w:t>0</w:t>
            </w:r>
          </w:p>
        </w:tc>
      </w:tr>
      <w:tr w:rsidR="00FF44B8" w:rsidRPr="00C156F9" w14:paraId="37C4EAAF" w14:textId="77777777" w:rsidTr="00BA2D67">
        <w:trPr>
          <w:trHeight w:val="144"/>
        </w:trPr>
        <w:tc>
          <w:tcPr>
            <w:tcW w:w="1604" w:type="pct"/>
          </w:tcPr>
          <w:p w14:paraId="32D5FB63" w14:textId="77777777" w:rsidR="00FF44B8" w:rsidRPr="00C156F9" w:rsidRDefault="00DD4B14" w:rsidP="00DD4B14">
            <w:pPr>
              <w:pStyle w:val="Kehatekst3"/>
              <w:tabs>
                <w:tab w:val="left" w:pos="0"/>
              </w:tabs>
              <w:jc w:val="both"/>
              <w:rPr>
                <w:sz w:val="22"/>
                <w:szCs w:val="22"/>
              </w:rPr>
            </w:pPr>
            <w:r w:rsidRPr="001F0913">
              <w:rPr>
                <w:sz w:val="22"/>
                <w:szCs w:val="22"/>
              </w:rPr>
              <w:t xml:space="preserve">TAT </w:t>
            </w:r>
            <w:r w:rsidR="00FF44B8" w:rsidRPr="001F0913">
              <w:rPr>
                <w:sz w:val="22"/>
                <w:szCs w:val="22"/>
              </w:rPr>
              <w:t>lõppeesmärgi täitmise selgitus:</w:t>
            </w:r>
          </w:p>
        </w:tc>
        <w:tc>
          <w:tcPr>
            <w:tcW w:w="3396" w:type="pct"/>
          </w:tcPr>
          <w:p w14:paraId="5619D31D" w14:textId="4DAB6012" w:rsidR="00FF44B8" w:rsidRPr="00C156F9" w:rsidRDefault="00B8293A" w:rsidP="00A77505">
            <w:pPr>
              <w:rPr>
                <w:sz w:val="22"/>
                <w:szCs w:val="22"/>
              </w:rPr>
            </w:pPr>
            <w:r w:rsidRPr="00C156F9">
              <w:rPr>
                <w:sz w:val="22"/>
                <w:szCs w:val="22"/>
              </w:rPr>
              <w:t>201</w:t>
            </w:r>
            <w:r w:rsidR="00A77505" w:rsidRPr="00C156F9">
              <w:rPr>
                <w:sz w:val="22"/>
                <w:szCs w:val="22"/>
              </w:rPr>
              <w:t>6 aasta esimesel poolel</w:t>
            </w:r>
            <w:r w:rsidR="00787085" w:rsidRPr="00C156F9">
              <w:rPr>
                <w:sz w:val="22"/>
                <w:szCs w:val="22"/>
              </w:rPr>
              <w:t xml:space="preserve"> </w:t>
            </w:r>
            <w:r w:rsidRPr="00C156F9">
              <w:rPr>
                <w:sz w:val="22"/>
                <w:szCs w:val="22"/>
              </w:rPr>
              <w:t>ei olnud veel kavandatud juhtumikorralduse mudelit piloteerida. Hinnang väljundnäitajate täitmisele on planeeritud peale 2016</w:t>
            </w:r>
            <w:r w:rsidR="0000239A" w:rsidRPr="00C156F9">
              <w:rPr>
                <w:sz w:val="22"/>
                <w:szCs w:val="22"/>
              </w:rPr>
              <w:t>.</w:t>
            </w:r>
            <w:r w:rsidRPr="00C156F9">
              <w:rPr>
                <w:sz w:val="22"/>
                <w:szCs w:val="22"/>
              </w:rPr>
              <w:t xml:space="preserve"> aasta teist poolaastat mil mudeli piloteerimisega</w:t>
            </w:r>
            <w:r w:rsidR="00EB365F" w:rsidRPr="00C156F9">
              <w:rPr>
                <w:sz w:val="22"/>
                <w:szCs w:val="22"/>
              </w:rPr>
              <w:t xml:space="preserve"> </w:t>
            </w:r>
            <w:r w:rsidRPr="00C156F9">
              <w:rPr>
                <w:sz w:val="22"/>
                <w:szCs w:val="22"/>
              </w:rPr>
              <w:t>on alustatud.</w:t>
            </w:r>
          </w:p>
        </w:tc>
      </w:tr>
    </w:tbl>
    <w:p w14:paraId="186C0BAD" w14:textId="77777777" w:rsidR="005E4F53" w:rsidRPr="001F0913" w:rsidRDefault="005E4F53" w:rsidP="002436A3">
      <w:pPr>
        <w:pStyle w:val="Kehatekst3"/>
        <w:jc w:val="both"/>
        <w:rPr>
          <w:sz w:val="22"/>
          <w:szCs w:val="22"/>
        </w:rPr>
      </w:pPr>
    </w:p>
    <w:p w14:paraId="0408A5FF" w14:textId="77777777" w:rsidR="00F83843" w:rsidRPr="001F0913" w:rsidRDefault="00F83843" w:rsidP="00AF1B6F">
      <w:pPr>
        <w:pStyle w:val="Kehatekst3"/>
        <w:jc w:val="both"/>
        <w:rPr>
          <w:sz w:val="22"/>
          <w:szCs w:val="22"/>
        </w:rPr>
      </w:pPr>
    </w:p>
    <w:tbl>
      <w:tblPr>
        <w:tblStyle w:val="Kontuurtabel"/>
        <w:tblW w:w="10251" w:type="dxa"/>
        <w:tblInd w:w="-34" w:type="dxa"/>
        <w:tblBorders>
          <w:insideH w:val="none" w:sz="0" w:space="0" w:color="auto"/>
          <w:insideV w:val="none" w:sz="0" w:space="0" w:color="auto"/>
        </w:tblBorders>
        <w:tblLook w:val="01E0" w:firstRow="1" w:lastRow="1" w:firstColumn="1" w:lastColumn="1" w:noHBand="0" w:noVBand="0"/>
      </w:tblPr>
      <w:tblGrid>
        <w:gridCol w:w="10251"/>
      </w:tblGrid>
      <w:tr w:rsidR="00F266BD" w:rsidRPr="001F0913" w14:paraId="32A1BC50" w14:textId="77777777" w:rsidTr="00BA2D67">
        <w:trPr>
          <w:trHeight w:val="256"/>
        </w:trPr>
        <w:tc>
          <w:tcPr>
            <w:tcW w:w="10251" w:type="dxa"/>
            <w:tcBorders>
              <w:top w:val="single" w:sz="4" w:space="0" w:color="auto"/>
              <w:bottom w:val="single" w:sz="4" w:space="0" w:color="auto"/>
            </w:tcBorders>
            <w:shd w:val="pct10" w:color="auto" w:fill="auto"/>
          </w:tcPr>
          <w:p w14:paraId="5AD4D950" w14:textId="77777777" w:rsidR="00F266BD" w:rsidRPr="001F0913" w:rsidRDefault="00F97D06" w:rsidP="00F97D06">
            <w:pPr>
              <w:pStyle w:val="Kehatekst3"/>
              <w:rPr>
                <w:b/>
                <w:bCs/>
                <w:sz w:val="22"/>
                <w:szCs w:val="22"/>
              </w:rPr>
            </w:pPr>
            <w:r w:rsidRPr="001F0913">
              <w:rPr>
                <w:b/>
                <w:bCs/>
                <w:sz w:val="22"/>
                <w:szCs w:val="22"/>
              </w:rPr>
              <w:t>9</w:t>
            </w:r>
            <w:r w:rsidR="00F266BD" w:rsidRPr="001F0913">
              <w:rPr>
                <w:b/>
                <w:bCs/>
                <w:sz w:val="22"/>
                <w:szCs w:val="22"/>
              </w:rPr>
              <w:t xml:space="preserve">. </w:t>
            </w:r>
            <w:r w:rsidR="00BF1B16" w:rsidRPr="001F0913">
              <w:rPr>
                <w:b/>
                <w:bCs/>
                <w:sz w:val="22"/>
                <w:szCs w:val="22"/>
              </w:rPr>
              <w:t xml:space="preserve">Hinnang </w:t>
            </w:r>
            <w:r w:rsidR="002F5975" w:rsidRPr="001F0913">
              <w:rPr>
                <w:b/>
                <w:bCs/>
                <w:sz w:val="22"/>
                <w:szCs w:val="22"/>
              </w:rPr>
              <w:t>toetatavate tegevuste</w:t>
            </w:r>
            <w:r w:rsidR="00BF1B16" w:rsidRPr="001F0913">
              <w:rPr>
                <w:b/>
                <w:bCs/>
                <w:sz w:val="22"/>
                <w:szCs w:val="22"/>
              </w:rPr>
              <w:t xml:space="preserve"> </w:t>
            </w:r>
            <w:r w:rsidRPr="001F0913">
              <w:rPr>
                <w:b/>
                <w:bCs/>
                <w:sz w:val="22"/>
                <w:szCs w:val="22"/>
              </w:rPr>
              <w:t>tulemuslikkusele ja</w:t>
            </w:r>
            <w:r w:rsidR="00BF1B16" w:rsidRPr="001F0913">
              <w:rPr>
                <w:b/>
                <w:bCs/>
                <w:sz w:val="22"/>
                <w:szCs w:val="22"/>
              </w:rPr>
              <w:t xml:space="preserve"> püstitatud eesmärkide saavutamisele</w:t>
            </w:r>
            <w:r w:rsidR="00955536" w:rsidRPr="001F0913">
              <w:rPr>
                <w:rStyle w:val="Allmrkuseviide"/>
                <w:b/>
                <w:bCs/>
                <w:sz w:val="22"/>
                <w:szCs w:val="22"/>
              </w:rPr>
              <w:footnoteReference w:id="6"/>
            </w:r>
            <w:r w:rsidR="00F266BD" w:rsidRPr="001F0913">
              <w:rPr>
                <w:b/>
                <w:bCs/>
                <w:sz w:val="22"/>
                <w:szCs w:val="22"/>
              </w:rPr>
              <w:t xml:space="preserve"> </w:t>
            </w:r>
          </w:p>
        </w:tc>
      </w:tr>
      <w:tr w:rsidR="00183C47" w:rsidRPr="001F0913" w14:paraId="66A83BE9" w14:textId="77777777" w:rsidTr="00BA2D67">
        <w:tblPrEx>
          <w:tblBorders>
            <w:insideH w:val="single" w:sz="4" w:space="0" w:color="auto"/>
            <w:insideV w:val="single" w:sz="4" w:space="0" w:color="auto"/>
          </w:tblBorders>
        </w:tblPrEx>
        <w:trPr>
          <w:trHeight w:val="2772"/>
        </w:trPr>
        <w:tc>
          <w:tcPr>
            <w:tcW w:w="10251" w:type="dxa"/>
          </w:tcPr>
          <w:p w14:paraId="01C21246" w14:textId="77777777" w:rsidR="00E7030B" w:rsidRPr="001F0913" w:rsidRDefault="00E7030B" w:rsidP="00894634">
            <w:pPr>
              <w:pStyle w:val="Kehatekst3"/>
              <w:jc w:val="both"/>
              <w:rPr>
                <w:sz w:val="22"/>
                <w:szCs w:val="22"/>
              </w:rPr>
            </w:pPr>
          </w:p>
          <w:p w14:paraId="0D43A64E" w14:textId="18B40834" w:rsidR="00E7030B" w:rsidRPr="00C156F9" w:rsidRDefault="00E7030B" w:rsidP="00894634">
            <w:pPr>
              <w:pStyle w:val="Kehatekst3"/>
              <w:jc w:val="both"/>
              <w:rPr>
                <w:sz w:val="22"/>
                <w:szCs w:val="22"/>
              </w:rPr>
            </w:pPr>
            <w:r w:rsidRPr="00C156F9">
              <w:rPr>
                <w:sz w:val="22"/>
                <w:szCs w:val="22"/>
              </w:rPr>
              <w:t>Projekti elluviimisel ei esinenud olulisi takistusi ega probleeme. Kõigi planeeritud projekti tegevustega on alustatud ning on loodud eeldused ka edasiste tegevuste ladusaks korralduseks.</w:t>
            </w:r>
            <w:r w:rsidR="00207F0E" w:rsidRPr="00C156F9">
              <w:rPr>
                <w:sz w:val="22"/>
                <w:szCs w:val="22"/>
              </w:rPr>
              <w:t xml:space="preserve"> </w:t>
            </w:r>
            <w:r w:rsidR="00413933" w:rsidRPr="00C156F9">
              <w:rPr>
                <w:sz w:val="22"/>
                <w:szCs w:val="22"/>
              </w:rPr>
              <w:t>2015 aastal on</w:t>
            </w:r>
            <w:r w:rsidR="00787085" w:rsidRPr="00C156F9">
              <w:rPr>
                <w:sz w:val="22"/>
                <w:szCs w:val="22"/>
              </w:rPr>
              <w:t xml:space="preserve"> </w:t>
            </w:r>
            <w:r w:rsidR="00413933" w:rsidRPr="00C156F9">
              <w:rPr>
                <w:sz w:val="22"/>
                <w:szCs w:val="22"/>
              </w:rPr>
              <w:t>loodud</w:t>
            </w:r>
            <w:r w:rsidR="00207F0E" w:rsidRPr="00C156F9">
              <w:rPr>
                <w:sz w:val="22"/>
                <w:szCs w:val="22"/>
              </w:rPr>
              <w:t xml:space="preserve"> </w:t>
            </w:r>
            <w:r w:rsidR="001E798E" w:rsidRPr="00C156F9">
              <w:rPr>
                <w:sz w:val="22"/>
                <w:szCs w:val="22"/>
              </w:rPr>
              <w:t xml:space="preserve">alused koostööks </w:t>
            </w:r>
            <w:r w:rsidR="00207F0E" w:rsidRPr="00C156F9">
              <w:rPr>
                <w:sz w:val="22"/>
                <w:szCs w:val="22"/>
              </w:rPr>
              <w:t xml:space="preserve">erinevate </w:t>
            </w:r>
            <w:r w:rsidR="001E798E" w:rsidRPr="00C156F9">
              <w:rPr>
                <w:sz w:val="22"/>
                <w:szCs w:val="22"/>
              </w:rPr>
              <w:t xml:space="preserve">asutuste ja </w:t>
            </w:r>
            <w:r w:rsidR="00207F0E" w:rsidRPr="00C156F9">
              <w:rPr>
                <w:sz w:val="22"/>
                <w:szCs w:val="22"/>
              </w:rPr>
              <w:t>organisatsioonidega (</w:t>
            </w:r>
            <w:r w:rsidR="001E798E" w:rsidRPr="00C156F9">
              <w:rPr>
                <w:sz w:val="22"/>
                <w:szCs w:val="22"/>
              </w:rPr>
              <w:t xml:space="preserve">Sotsiaalministeerium, Justiitsministeerium, </w:t>
            </w:r>
            <w:r w:rsidR="00660908" w:rsidRPr="00C156F9">
              <w:rPr>
                <w:sz w:val="22"/>
                <w:szCs w:val="22"/>
              </w:rPr>
              <w:t>Politsei- ja Piirivalveamet</w:t>
            </w:r>
            <w:r w:rsidR="00207F0E" w:rsidRPr="00C156F9">
              <w:rPr>
                <w:sz w:val="22"/>
                <w:szCs w:val="22"/>
              </w:rPr>
              <w:t xml:space="preserve">, Eesti Naiste Varjupaikade Liit, Eesti Linnade Liit, Eesti </w:t>
            </w:r>
            <w:r w:rsidR="001E798E" w:rsidRPr="00C156F9">
              <w:rPr>
                <w:sz w:val="22"/>
                <w:szCs w:val="22"/>
              </w:rPr>
              <w:t>Maao</w:t>
            </w:r>
            <w:r w:rsidR="00207F0E" w:rsidRPr="00C156F9">
              <w:rPr>
                <w:sz w:val="22"/>
                <w:szCs w:val="22"/>
              </w:rPr>
              <w:t>mavalitsuste Liit</w:t>
            </w:r>
            <w:r w:rsidR="001E798E" w:rsidRPr="00C156F9">
              <w:rPr>
                <w:sz w:val="22"/>
                <w:szCs w:val="22"/>
              </w:rPr>
              <w:t>)</w:t>
            </w:r>
            <w:r w:rsidR="00207F0E" w:rsidRPr="00C156F9">
              <w:rPr>
                <w:sz w:val="22"/>
                <w:szCs w:val="22"/>
              </w:rPr>
              <w:t xml:space="preserve"> kelle koostöö võib aidata kaasa projekti tulemuste saavutamisele.</w:t>
            </w:r>
            <w:r w:rsidR="00413933" w:rsidRPr="00C156F9">
              <w:rPr>
                <w:sz w:val="22"/>
                <w:szCs w:val="22"/>
              </w:rPr>
              <w:t xml:space="preserve"> 2016 aastal on loodud head eeldused ka rahvusvaheliseks koostööks (Soome Heaolu ja Tervise Instituut, Soome Ohvriabi RIKU, Suurbritannia ühing </w:t>
            </w:r>
            <w:proofErr w:type="spellStart"/>
            <w:r w:rsidR="00413933" w:rsidRPr="00C156F9">
              <w:rPr>
                <w:sz w:val="22"/>
                <w:szCs w:val="22"/>
              </w:rPr>
              <w:t>SafeLives</w:t>
            </w:r>
            <w:proofErr w:type="spellEnd"/>
            <w:r w:rsidR="00413933" w:rsidRPr="00C156F9">
              <w:rPr>
                <w:sz w:val="22"/>
                <w:szCs w:val="22"/>
              </w:rPr>
              <w:t xml:space="preserve"> ning </w:t>
            </w:r>
            <w:r w:rsidR="00787085" w:rsidRPr="00C156F9">
              <w:rPr>
                <w:sz w:val="22"/>
                <w:szCs w:val="22"/>
              </w:rPr>
              <w:t>Kingstoni Ülikool</w:t>
            </w:r>
            <w:r w:rsidR="00413933" w:rsidRPr="00C156F9">
              <w:rPr>
                <w:sz w:val="22"/>
                <w:szCs w:val="22"/>
              </w:rPr>
              <w:t>)</w:t>
            </w:r>
            <w:r w:rsidR="002F7AFF" w:rsidRPr="00C156F9">
              <w:rPr>
                <w:sz w:val="22"/>
                <w:szCs w:val="22"/>
              </w:rPr>
              <w:t>.</w:t>
            </w:r>
          </w:p>
          <w:p w14:paraId="683516BA" w14:textId="77777777" w:rsidR="00207F0E" w:rsidRPr="00C156F9" w:rsidRDefault="00207F0E" w:rsidP="00894634">
            <w:pPr>
              <w:pStyle w:val="Kehatekst3"/>
              <w:jc w:val="both"/>
              <w:rPr>
                <w:sz w:val="22"/>
                <w:szCs w:val="22"/>
              </w:rPr>
            </w:pPr>
          </w:p>
          <w:p w14:paraId="57B5DEBF" w14:textId="77777777" w:rsidR="001E798E" w:rsidRPr="00C156F9" w:rsidRDefault="001E798E" w:rsidP="00894634">
            <w:pPr>
              <w:pStyle w:val="Kehatekst3"/>
              <w:jc w:val="both"/>
              <w:rPr>
                <w:sz w:val="22"/>
                <w:szCs w:val="22"/>
              </w:rPr>
            </w:pPr>
            <w:r w:rsidRPr="00C156F9">
              <w:rPr>
                <w:sz w:val="22"/>
                <w:szCs w:val="22"/>
              </w:rPr>
              <w:t>Üldine hinnang suunale eesmärkide saavutamise osas on positiivne. Eesmärkide saavutamist takistavateks teguriteks võib osutada mõningane kohalike juhtumikorralduse võrgustiku liikmete vähene motiveeritus juhtumikorralduse mudeli omaksvõtuks ning kasutuseks</w:t>
            </w:r>
            <w:r w:rsidR="00F42F44" w:rsidRPr="00C156F9">
              <w:rPr>
                <w:sz w:val="22"/>
                <w:szCs w:val="22"/>
              </w:rPr>
              <w:t>,</w:t>
            </w:r>
            <w:r w:rsidRPr="00C156F9">
              <w:rPr>
                <w:sz w:val="22"/>
                <w:szCs w:val="22"/>
              </w:rPr>
              <w:t xml:space="preserve"> kuid projekti algfaasis kaardistatakse kõik võimalikud riskid ning vastavad</w:t>
            </w:r>
            <w:r w:rsidR="00F42F44" w:rsidRPr="00C156F9">
              <w:rPr>
                <w:sz w:val="22"/>
                <w:szCs w:val="22"/>
              </w:rPr>
              <w:t xml:space="preserve"> rakendatavad</w:t>
            </w:r>
            <w:r w:rsidRPr="00C156F9">
              <w:rPr>
                <w:sz w:val="22"/>
                <w:szCs w:val="22"/>
              </w:rPr>
              <w:t xml:space="preserve"> meetmed riskide maandamiseks.</w:t>
            </w:r>
          </w:p>
          <w:p w14:paraId="772F24EB" w14:textId="77777777" w:rsidR="00183C47" w:rsidRPr="001F0913" w:rsidRDefault="00183C47" w:rsidP="00F42F44">
            <w:pPr>
              <w:pStyle w:val="Kehatekst3"/>
              <w:jc w:val="both"/>
              <w:rPr>
                <w:b/>
                <w:bCs/>
                <w:color w:val="00B0F0"/>
                <w:sz w:val="22"/>
                <w:szCs w:val="22"/>
              </w:rPr>
            </w:pPr>
          </w:p>
        </w:tc>
      </w:tr>
    </w:tbl>
    <w:p w14:paraId="5F0F5340" w14:textId="77777777" w:rsidR="00F83843" w:rsidRPr="001F0913" w:rsidRDefault="00F83843" w:rsidP="00AF1B6F">
      <w:pPr>
        <w:pStyle w:val="Kehatekst3"/>
        <w:jc w:val="both"/>
        <w:rPr>
          <w:sz w:val="22"/>
          <w:szCs w:val="22"/>
        </w:rPr>
      </w:pPr>
    </w:p>
    <w:p w14:paraId="69F9B6E2" w14:textId="77777777" w:rsidR="00780ACB" w:rsidRPr="001F0913" w:rsidRDefault="00780ACB" w:rsidP="00CD64AB">
      <w:pPr>
        <w:pStyle w:val="Kehatekst3"/>
        <w:jc w:val="both"/>
        <w:rPr>
          <w:b/>
          <w:bCs/>
          <w:sz w:val="22"/>
          <w:szCs w:val="22"/>
        </w:rPr>
      </w:pPr>
    </w:p>
    <w:tbl>
      <w:tblPr>
        <w:tblStyle w:val="Kontuurtabel"/>
        <w:tblW w:w="10387" w:type="dxa"/>
        <w:tblInd w:w="-34" w:type="dxa"/>
        <w:tblLook w:val="01E0" w:firstRow="1" w:lastRow="1" w:firstColumn="1" w:lastColumn="1" w:noHBand="0" w:noVBand="0"/>
      </w:tblPr>
      <w:tblGrid>
        <w:gridCol w:w="10387"/>
      </w:tblGrid>
      <w:tr w:rsidR="00780ACB" w:rsidRPr="001F0913" w14:paraId="2158EF63" w14:textId="77777777" w:rsidTr="00304C98">
        <w:trPr>
          <w:trHeight w:val="956"/>
        </w:trPr>
        <w:tc>
          <w:tcPr>
            <w:tcW w:w="10387" w:type="dxa"/>
            <w:shd w:val="pct10" w:color="auto" w:fill="auto"/>
          </w:tcPr>
          <w:p w14:paraId="2BE9E6E0" w14:textId="77777777" w:rsidR="00F97D06" w:rsidRPr="001F0913" w:rsidRDefault="00780ACB" w:rsidP="00F97D06">
            <w:pPr>
              <w:tabs>
                <w:tab w:val="left" w:pos="360"/>
              </w:tabs>
              <w:jc w:val="both"/>
              <w:rPr>
                <w:b/>
                <w:bCs/>
                <w:snapToGrid w:val="0"/>
                <w:sz w:val="22"/>
                <w:szCs w:val="22"/>
              </w:rPr>
            </w:pPr>
            <w:r w:rsidRPr="001F0913">
              <w:rPr>
                <w:b/>
                <w:bCs/>
                <w:snapToGrid w:val="0"/>
                <w:sz w:val="22"/>
                <w:szCs w:val="22"/>
              </w:rPr>
              <w:t>1</w:t>
            </w:r>
            <w:r w:rsidR="00F97D06" w:rsidRPr="001F0913">
              <w:rPr>
                <w:b/>
                <w:bCs/>
                <w:snapToGrid w:val="0"/>
                <w:sz w:val="22"/>
                <w:szCs w:val="22"/>
              </w:rPr>
              <w:t>0</w:t>
            </w:r>
            <w:r w:rsidRPr="001F0913">
              <w:rPr>
                <w:b/>
                <w:bCs/>
                <w:snapToGrid w:val="0"/>
                <w:sz w:val="22"/>
                <w:szCs w:val="22"/>
              </w:rPr>
              <w:t xml:space="preserve">. </w:t>
            </w:r>
            <w:r w:rsidR="002F5975" w:rsidRPr="001F0913">
              <w:rPr>
                <w:b/>
                <w:bCs/>
                <w:snapToGrid w:val="0"/>
                <w:sz w:val="22"/>
                <w:szCs w:val="22"/>
              </w:rPr>
              <w:t>Toetatavate tegevuste</w:t>
            </w:r>
            <w:r w:rsidRPr="001F0913">
              <w:rPr>
                <w:b/>
                <w:bCs/>
                <w:snapToGrid w:val="0"/>
                <w:sz w:val="22"/>
                <w:szCs w:val="22"/>
              </w:rPr>
              <w:t xml:space="preserve"> mõju </w:t>
            </w:r>
            <w:r w:rsidR="00DC031B" w:rsidRPr="001F0913">
              <w:rPr>
                <w:b/>
                <w:bCs/>
                <w:snapToGrid w:val="0"/>
                <w:sz w:val="22"/>
                <w:szCs w:val="22"/>
              </w:rPr>
              <w:t xml:space="preserve">läbivatele </w:t>
            </w:r>
            <w:r w:rsidRPr="001F0913">
              <w:rPr>
                <w:b/>
                <w:bCs/>
                <w:snapToGrid w:val="0"/>
                <w:sz w:val="22"/>
                <w:szCs w:val="22"/>
              </w:rPr>
              <w:t>teemadele</w:t>
            </w:r>
            <w:r w:rsidR="00955536" w:rsidRPr="001F0913">
              <w:rPr>
                <w:rStyle w:val="Allmrkuseviide"/>
                <w:b/>
                <w:bCs/>
                <w:snapToGrid w:val="0"/>
                <w:sz w:val="22"/>
                <w:szCs w:val="22"/>
              </w:rPr>
              <w:footnoteReference w:id="7"/>
            </w:r>
            <w:r w:rsidR="00F97D06" w:rsidRPr="001F0913">
              <w:rPr>
                <w:b/>
                <w:bCs/>
                <w:snapToGrid w:val="0"/>
                <w:sz w:val="22"/>
                <w:szCs w:val="22"/>
              </w:rPr>
              <w:t xml:space="preserve"> </w:t>
            </w:r>
          </w:p>
          <w:p w14:paraId="474AF2FF" w14:textId="5976D50D" w:rsidR="00780ACB" w:rsidRPr="001F0913" w:rsidRDefault="00780ACB" w:rsidP="00413514">
            <w:pPr>
              <w:tabs>
                <w:tab w:val="left" w:pos="360"/>
              </w:tabs>
              <w:jc w:val="both"/>
              <w:rPr>
                <w:b/>
                <w:bCs/>
                <w:snapToGrid w:val="0"/>
                <w:sz w:val="22"/>
                <w:szCs w:val="22"/>
              </w:rPr>
            </w:pPr>
          </w:p>
        </w:tc>
      </w:tr>
    </w:tbl>
    <w:tbl>
      <w:tblPr>
        <w:tblW w:w="10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71"/>
        <w:gridCol w:w="1798"/>
        <w:gridCol w:w="2182"/>
        <w:gridCol w:w="1551"/>
        <w:gridCol w:w="1937"/>
      </w:tblGrid>
      <w:tr w:rsidR="00780ACB" w:rsidRPr="001F0913" w14:paraId="60C12BB0" w14:textId="77777777" w:rsidTr="00BA2D67">
        <w:trPr>
          <w:trHeight w:val="446"/>
        </w:trPr>
        <w:tc>
          <w:tcPr>
            <w:tcW w:w="2871" w:type="dxa"/>
            <w:vMerge w:val="restart"/>
            <w:shd w:val="pct10" w:color="auto" w:fill="FFFFFF" w:themeFill="background1"/>
          </w:tcPr>
          <w:p w14:paraId="6BE47F21" w14:textId="77777777" w:rsidR="00780ACB" w:rsidRPr="001F0913" w:rsidRDefault="00780ACB" w:rsidP="00E1455B">
            <w:pPr>
              <w:rPr>
                <w:bCs/>
                <w:sz w:val="22"/>
                <w:szCs w:val="22"/>
              </w:rPr>
            </w:pPr>
            <w:r w:rsidRPr="001F0913">
              <w:rPr>
                <w:bCs/>
                <w:sz w:val="22"/>
                <w:szCs w:val="22"/>
              </w:rPr>
              <w:t>Horisontaalne teema</w:t>
            </w:r>
          </w:p>
          <w:p w14:paraId="37EE10D8" w14:textId="77777777" w:rsidR="00F97D06" w:rsidRPr="001F0913" w:rsidRDefault="00F97D06" w:rsidP="00E1455B">
            <w:pPr>
              <w:rPr>
                <w:bCs/>
                <w:sz w:val="22"/>
                <w:szCs w:val="22"/>
              </w:rPr>
            </w:pPr>
          </w:p>
        </w:tc>
        <w:tc>
          <w:tcPr>
            <w:tcW w:w="3980" w:type="dxa"/>
            <w:gridSpan w:val="2"/>
            <w:shd w:val="pct10" w:color="auto" w:fill="FFFFFF" w:themeFill="background1"/>
          </w:tcPr>
          <w:p w14:paraId="229F0A5C" w14:textId="77777777" w:rsidR="001957BA" w:rsidRPr="001F0913" w:rsidRDefault="00780ACB" w:rsidP="00E1455B">
            <w:pPr>
              <w:pStyle w:val="Kehatekst3"/>
              <w:jc w:val="center"/>
              <w:rPr>
                <w:bCs/>
                <w:sz w:val="22"/>
                <w:szCs w:val="22"/>
              </w:rPr>
            </w:pPr>
            <w:r w:rsidRPr="001F0913">
              <w:rPr>
                <w:bCs/>
                <w:sz w:val="22"/>
                <w:szCs w:val="22"/>
              </w:rPr>
              <w:t xml:space="preserve">Kavandatud mõju         </w:t>
            </w:r>
          </w:p>
          <w:p w14:paraId="4309120C" w14:textId="4A5D1F7F" w:rsidR="00780ACB" w:rsidRPr="001F0913" w:rsidRDefault="00780ACB" w:rsidP="00E1455B">
            <w:pPr>
              <w:pStyle w:val="Kehatekst3"/>
              <w:jc w:val="center"/>
              <w:rPr>
                <w:bCs/>
                <w:sz w:val="22"/>
                <w:szCs w:val="22"/>
              </w:rPr>
            </w:pPr>
            <w:r w:rsidRPr="001F0913">
              <w:rPr>
                <w:sz w:val="22"/>
                <w:szCs w:val="22"/>
              </w:rPr>
              <w:t>(märkida ristiga)</w:t>
            </w:r>
          </w:p>
        </w:tc>
        <w:tc>
          <w:tcPr>
            <w:tcW w:w="3488" w:type="dxa"/>
            <w:gridSpan w:val="2"/>
            <w:shd w:val="pct10" w:color="auto" w:fill="FFFFFF" w:themeFill="background1"/>
          </w:tcPr>
          <w:p w14:paraId="5A43C56B" w14:textId="77777777" w:rsidR="001957BA" w:rsidRPr="001F0913" w:rsidRDefault="00780ACB" w:rsidP="001957BA">
            <w:pPr>
              <w:pStyle w:val="Kehatekst3"/>
              <w:jc w:val="center"/>
              <w:rPr>
                <w:bCs/>
                <w:sz w:val="22"/>
                <w:szCs w:val="22"/>
              </w:rPr>
            </w:pPr>
            <w:r w:rsidRPr="001F0913">
              <w:rPr>
                <w:bCs/>
                <w:sz w:val="22"/>
                <w:szCs w:val="22"/>
              </w:rPr>
              <w:t xml:space="preserve">Tegelik mõju  </w:t>
            </w:r>
          </w:p>
          <w:p w14:paraId="4E063F8F" w14:textId="74F97F8C" w:rsidR="00780ACB" w:rsidRPr="001F0913" w:rsidRDefault="00780ACB" w:rsidP="001957BA">
            <w:pPr>
              <w:pStyle w:val="Kehatekst3"/>
              <w:jc w:val="center"/>
              <w:rPr>
                <w:bCs/>
                <w:sz w:val="22"/>
                <w:szCs w:val="22"/>
              </w:rPr>
            </w:pPr>
            <w:r w:rsidRPr="001F0913">
              <w:rPr>
                <w:sz w:val="22"/>
                <w:szCs w:val="22"/>
              </w:rPr>
              <w:t>(märkida ristiga)</w:t>
            </w:r>
          </w:p>
        </w:tc>
      </w:tr>
      <w:tr w:rsidR="00780ACB" w:rsidRPr="001F0913" w14:paraId="7AF211EA" w14:textId="77777777" w:rsidTr="00BA2D67">
        <w:trPr>
          <w:trHeight w:val="128"/>
        </w:trPr>
        <w:tc>
          <w:tcPr>
            <w:tcW w:w="2871" w:type="dxa"/>
            <w:vMerge/>
          </w:tcPr>
          <w:p w14:paraId="6DB5D780" w14:textId="77777777" w:rsidR="00780ACB" w:rsidRPr="001F0913" w:rsidRDefault="00780ACB" w:rsidP="00E1455B">
            <w:pPr>
              <w:pStyle w:val="Kehatekst3"/>
              <w:rPr>
                <w:b/>
                <w:bCs/>
                <w:sz w:val="22"/>
                <w:szCs w:val="22"/>
              </w:rPr>
            </w:pPr>
          </w:p>
        </w:tc>
        <w:tc>
          <w:tcPr>
            <w:tcW w:w="1798" w:type="dxa"/>
            <w:shd w:val="pct10" w:color="auto" w:fill="auto"/>
          </w:tcPr>
          <w:p w14:paraId="74193E29" w14:textId="77777777" w:rsidR="00780ACB" w:rsidRPr="001F0913" w:rsidRDefault="00780ACB" w:rsidP="00E1455B">
            <w:pPr>
              <w:pStyle w:val="Kehatekst3"/>
              <w:jc w:val="center"/>
              <w:rPr>
                <w:sz w:val="22"/>
                <w:szCs w:val="22"/>
              </w:rPr>
            </w:pPr>
            <w:r w:rsidRPr="001F0913">
              <w:rPr>
                <w:sz w:val="22"/>
                <w:szCs w:val="22"/>
              </w:rPr>
              <w:t>Jah</w:t>
            </w:r>
          </w:p>
        </w:tc>
        <w:tc>
          <w:tcPr>
            <w:tcW w:w="2182" w:type="dxa"/>
            <w:shd w:val="pct10" w:color="auto" w:fill="auto"/>
          </w:tcPr>
          <w:p w14:paraId="0772A40F" w14:textId="77777777" w:rsidR="00780ACB" w:rsidRPr="001F0913" w:rsidRDefault="00780ACB" w:rsidP="00E1455B">
            <w:pPr>
              <w:pStyle w:val="Kehatekst3"/>
              <w:jc w:val="center"/>
              <w:rPr>
                <w:sz w:val="22"/>
                <w:szCs w:val="22"/>
              </w:rPr>
            </w:pPr>
            <w:r w:rsidRPr="001F0913">
              <w:rPr>
                <w:sz w:val="22"/>
                <w:szCs w:val="22"/>
              </w:rPr>
              <w:t>Ei</w:t>
            </w:r>
          </w:p>
        </w:tc>
        <w:tc>
          <w:tcPr>
            <w:tcW w:w="1551" w:type="dxa"/>
            <w:shd w:val="pct10" w:color="auto" w:fill="auto"/>
          </w:tcPr>
          <w:p w14:paraId="540C7BFC" w14:textId="77777777" w:rsidR="00780ACB" w:rsidRPr="001F0913" w:rsidRDefault="00780ACB" w:rsidP="00E1455B">
            <w:pPr>
              <w:pStyle w:val="Kehatekst3"/>
              <w:jc w:val="center"/>
              <w:rPr>
                <w:sz w:val="22"/>
                <w:szCs w:val="22"/>
              </w:rPr>
            </w:pPr>
            <w:r w:rsidRPr="001F0913">
              <w:rPr>
                <w:sz w:val="22"/>
                <w:szCs w:val="22"/>
              </w:rPr>
              <w:t>Jah</w:t>
            </w:r>
          </w:p>
        </w:tc>
        <w:tc>
          <w:tcPr>
            <w:tcW w:w="1936" w:type="dxa"/>
            <w:shd w:val="pct10" w:color="auto" w:fill="auto"/>
          </w:tcPr>
          <w:p w14:paraId="7DFD56A6" w14:textId="77777777" w:rsidR="00780ACB" w:rsidRPr="001F0913" w:rsidRDefault="00780ACB" w:rsidP="00E1455B">
            <w:pPr>
              <w:pStyle w:val="Kehatekst3"/>
              <w:jc w:val="center"/>
              <w:rPr>
                <w:sz w:val="22"/>
                <w:szCs w:val="22"/>
              </w:rPr>
            </w:pPr>
            <w:r w:rsidRPr="001F0913">
              <w:rPr>
                <w:sz w:val="22"/>
                <w:szCs w:val="22"/>
              </w:rPr>
              <w:t>Ei</w:t>
            </w:r>
          </w:p>
        </w:tc>
      </w:tr>
      <w:tr w:rsidR="00780ACB" w:rsidRPr="001F0913" w14:paraId="6134A344" w14:textId="77777777" w:rsidTr="00BA2D67">
        <w:trPr>
          <w:trHeight w:val="229"/>
        </w:trPr>
        <w:tc>
          <w:tcPr>
            <w:tcW w:w="2871" w:type="dxa"/>
          </w:tcPr>
          <w:p w14:paraId="33A648B3" w14:textId="77777777" w:rsidR="00780ACB" w:rsidRPr="001F0913" w:rsidRDefault="00780ACB" w:rsidP="00CE6836">
            <w:pPr>
              <w:pStyle w:val="Kehatekst3"/>
              <w:rPr>
                <w:bCs/>
                <w:sz w:val="22"/>
                <w:szCs w:val="22"/>
              </w:rPr>
            </w:pPr>
            <w:r w:rsidRPr="001F0913">
              <w:rPr>
                <w:bCs/>
                <w:sz w:val="22"/>
                <w:szCs w:val="22"/>
              </w:rPr>
              <w:t>Regionaalareng</w:t>
            </w:r>
          </w:p>
        </w:tc>
        <w:tc>
          <w:tcPr>
            <w:tcW w:w="1798" w:type="dxa"/>
          </w:tcPr>
          <w:p w14:paraId="0D3FDD43" w14:textId="64C8998F" w:rsidR="00780ACB" w:rsidRPr="001F0913" w:rsidRDefault="005B33B9" w:rsidP="001957BA">
            <w:pPr>
              <w:pStyle w:val="Kehatekst3"/>
              <w:jc w:val="center"/>
              <w:rPr>
                <w:sz w:val="22"/>
                <w:szCs w:val="22"/>
              </w:rPr>
            </w:pPr>
            <w:r w:rsidRPr="001F0913">
              <w:rPr>
                <w:sz w:val="22"/>
                <w:szCs w:val="22"/>
              </w:rPr>
              <w:t>X</w:t>
            </w:r>
          </w:p>
        </w:tc>
        <w:tc>
          <w:tcPr>
            <w:tcW w:w="2182" w:type="dxa"/>
          </w:tcPr>
          <w:p w14:paraId="66180BD5" w14:textId="77777777" w:rsidR="00780ACB" w:rsidRPr="001F0913" w:rsidRDefault="00780ACB" w:rsidP="001957BA">
            <w:pPr>
              <w:pStyle w:val="Kehatekst3"/>
              <w:jc w:val="center"/>
              <w:rPr>
                <w:sz w:val="22"/>
                <w:szCs w:val="22"/>
              </w:rPr>
            </w:pPr>
          </w:p>
        </w:tc>
        <w:tc>
          <w:tcPr>
            <w:tcW w:w="1551" w:type="dxa"/>
          </w:tcPr>
          <w:p w14:paraId="438AE8EF" w14:textId="7EB7EEEB" w:rsidR="00780ACB" w:rsidRPr="001F0913" w:rsidRDefault="005B33B9" w:rsidP="001957BA">
            <w:pPr>
              <w:pStyle w:val="Kehatekst3"/>
              <w:jc w:val="center"/>
              <w:rPr>
                <w:sz w:val="22"/>
                <w:szCs w:val="22"/>
              </w:rPr>
            </w:pPr>
            <w:r w:rsidRPr="001F0913">
              <w:rPr>
                <w:sz w:val="22"/>
                <w:szCs w:val="22"/>
              </w:rPr>
              <w:t>X</w:t>
            </w:r>
          </w:p>
        </w:tc>
        <w:tc>
          <w:tcPr>
            <w:tcW w:w="1936" w:type="dxa"/>
          </w:tcPr>
          <w:p w14:paraId="4316EAA5" w14:textId="77777777" w:rsidR="00780ACB" w:rsidRPr="001F0913" w:rsidRDefault="00780ACB" w:rsidP="00E1455B">
            <w:pPr>
              <w:pStyle w:val="Kehatekst3"/>
              <w:jc w:val="both"/>
              <w:rPr>
                <w:sz w:val="22"/>
                <w:szCs w:val="22"/>
              </w:rPr>
            </w:pPr>
          </w:p>
        </w:tc>
      </w:tr>
      <w:tr w:rsidR="00780ACB" w:rsidRPr="001F0913" w14:paraId="76B8CD00" w14:textId="77777777" w:rsidTr="00BA2D67">
        <w:trPr>
          <w:trHeight w:val="446"/>
        </w:trPr>
        <w:tc>
          <w:tcPr>
            <w:tcW w:w="10339" w:type="dxa"/>
            <w:gridSpan w:val="5"/>
          </w:tcPr>
          <w:p w14:paraId="4D92FF29" w14:textId="77777777" w:rsidR="00780ACB" w:rsidRPr="004457F4" w:rsidRDefault="00780ACB" w:rsidP="00E1455B">
            <w:pPr>
              <w:pStyle w:val="Kehatekst3"/>
              <w:jc w:val="both"/>
              <w:rPr>
                <w:b/>
                <w:bCs/>
                <w:sz w:val="22"/>
                <w:szCs w:val="22"/>
              </w:rPr>
            </w:pPr>
            <w:r w:rsidRPr="004457F4">
              <w:rPr>
                <w:bCs/>
                <w:sz w:val="22"/>
                <w:szCs w:val="22"/>
              </w:rPr>
              <w:t>Selgitus:</w:t>
            </w:r>
            <w:r w:rsidR="005B33B9" w:rsidRPr="004457F4">
              <w:rPr>
                <w:bCs/>
                <w:sz w:val="22"/>
                <w:szCs w:val="22"/>
              </w:rPr>
              <w:t xml:space="preserve"> </w:t>
            </w:r>
            <w:r w:rsidR="004F2D92" w:rsidRPr="004457F4">
              <w:rPr>
                <w:bCs/>
                <w:sz w:val="22"/>
                <w:szCs w:val="22"/>
              </w:rPr>
              <w:t xml:space="preserve">projekti </w:t>
            </w:r>
            <w:r w:rsidR="005B33B9" w:rsidRPr="004457F4">
              <w:rPr>
                <w:bCs/>
                <w:sz w:val="22"/>
                <w:szCs w:val="22"/>
              </w:rPr>
              <w:t xml:space="preserve">elluviimisel on regionaalarengule toetav mõju. </w:t>
            </w:r>
            <w:r w:rsidR="004F2D92" w:rsidRPr="004457F4">
              <w:rPr>
                <w:bCs/>
                <w:sz w:val="22"/>
                <w:szCs w:val="22"/>
              </w:rPr>
              <w:t xml:space="preserve">Projekti </w:t>
            </w:r>
            <w:r w:rsidR="005B33B9" w:rsidRPr="004457F4">
              <w:rPr>
                <w:bCs/>
                <w:sz w:val="22"/>
                <w:szCs w:val="22"/>
              </w:rPr>
              <w:t xml:space="preserve">käigus </w:t>
            </w:r>
            <w:r w:rsidR="00CE00E5" w:rsidRPr="004457F4">
              <w:rPr>
                <w:bCs/>
                <w:sz w:val="22"/>
                <w:szCs w:val="22"/>
              </w:rPr>
              <w:t>kohandatava juhtumikorralduse mudeli rakendajatena valitakse erinevate Eesti piirkondade kohaliku tasandi võrgustikud</w:t>
            </w:r>
            <w:r w:rsidR="004F2D92" w:rsidRPr="004457F4">
              <w:rPr>
                <w:bCs/>
                <w:sz w:val="22"/>
                <w:szCs w:val="22"/>
              </w:rPr>
              <w:t>.</w:t>
            </w:r>
            <w:r w:rsidR="00CE00E5" w:rsidRPr="004457F4">
              <w:rPr>
                <w:bCs/>
                <w:sz w:val="22"/>
                <w:szCs w:val="22"/>
              </w:rPr>
              <w:t xml:space="preserve"> </w:t>
            </w:r>
            <w:r w:rsidR="004F2D92" w:rsidRPr="004457F4">
              <w:rPr>
                <w:bCs/>
                <w:sz w:val="22"/>
                <w:szCs w:val="22"/>
              </w:rPr>
              <w:t>Projekt</w:t>
            </w:r>
            <w:r w:rsidR="00CE00E5" w:rsidRPr="004457F4">
              <w:rPr>
                <w:bCs/>
                <w:sz w:val="22"/>
                <w:szCs w:val="22"/>
              </w:rPr>
              <w:t xml:space="preserve"> haarab ka piirkondi kus </w:t>
            </w:r>
            <w:r w:rsidR="005B33B9" w:rsidRPr="004457F4">
              <w:rPr>
                <w:bCs/>
                <w:sz w:val="22"/>
                <w:szCs w:val="22"/>
              </w:rPr>
              <w:t>kogukondlikud suhted ja koostöövormid on nõrgemad</w:t>
            </w:r>
            <w:r w:rsidR="004F2D92" w:rsidRPr="004457F4">
              <w:rPr>
                <w:bCs/>
                <w:sz w:val="22"/>
                <w:szCs w:val="22"/>
              </w:rPr>
              <w:t xml:space="preserve"> ning võtab juhtumikorralduse mudeli kohandamisel arvesse piirkondlikke eripärasid</w:t>
            </w:r>
            <w:r w:rsidR="005B33B9" w:rsidRPr="004457F4">
              <w:rPr>
                <w:bCs/>
                <w:sz w:val="22"/>
                <w:szCs w:val="22"/>
              </w:rPr>
              <w:t>. Pro</w:t>
            </w:r>
            <w:r w:rsidR="001A5EBA" w:rsidRPr="004457F4">
              <w:rPr>
                <w:bCs/>
                <w:sz w:val="22"/>
                <w:szCs w:val="22"/>
              </w:rPr>
              <w:t>jekti</w:t>
            </w:r>
            <w:r w:rsidR="005B33B9" w:rsidRPr="004457F4">
              <w:rPr>
                <w:bCs/>
                <w:sz w:val="22"/>
                <w:szCs w:val="22"/>
              </w:rPr>
              <w:t xml:space="preserve"> tegevuste ja</w:t>
            </w:r>
            <w:r w:rsidR="00CE00E5" w:rsidRPr="004457F4">
              <w:rPr>
                <w:bCs/>
                <w:sz w:val="22"/>
                <w:szCs w:val="22"/>
              </w:rPr>
              <w:t xml:space="preserve"> nende elluviimiseks jõustatavate või moodustavate koostöövõrgustike</w:t>
            </w:r>
            <w:r w:rsidR="005B33B9" w:rsidRPr="004457F4">
              <w:rPr>
                <w:bCs/>
                <w:sz w:val="22"/>
                <w:szCs w:val="22"/>
              </w:rPr>
              <w:t xml:space="preserve"> abil toimub piirkondlikke erinevusi tasakaalustav areng. </w:t>
            </w:r>
            <w:r w:rsidR="001A5EBA" w:rsidRPr="004457F4">
              <w:rPr>
                <w:bCs/>
                <w:sz w:val="22"/>
                <w:szCs w:val="22"/>
              </w:rPr>
              <w:t xml:space="preserve">Projekti </w:t>
            </w:r>
            <w:r w:rsidR="005B33B9" w:rsidRPr="004457F4">
              <w:rPr>
                <w:bCs/>
                <w:sz w:val="22"/>
                <w:szCs w:val="22"/>
              </w:rPr>
              <w:t xml:space="preserve">elluviimisel </w:t>
            </w:r>
            <w:r w:rsidR="00CE00E5" w:rsidRPr="004457F4">
              <w:rPr>
                <w:bCs/>
                <w:sz w:val="22"/>
                <w:szCs w:val="22"/>
              </w:rPr>
              <w:t>teeb lähisuhtevägivalla ohvrite ja nende perede abistamiseks koostööd võrgustik</w:t>
            </w:r>
            <w:r w:rsidR="005B33B9" w:rsidRPr="004457F4">
              <w:rPr>
                <w:bCs/>
                <w:sz w:val="22"/>
                <w:szCs w:val="22"/>
              </w:rPr>
              <w:t xml:space="preserve">, mis aitab koostööpartnerite (politsei, </w:t>
            </w:r>
            <w:r w:rsidR="00CE00E5" w:rsidRPr="004457F4">
              <w:rPr>
                <w:bCs/>
                <w:sz w:val="22"/>
                <w:szCs w:val="22"/>
              </w:rPr>
              <w:t>kohaliku omavalitsuste sotsiaal</w:t>
            </w:r>
            <w:r w:rsidR="001957BA" w:rsidRPr="004457F4">
              <w:rPr>
                <w:bCs/>
                <w:sz w:val="22"/>
                <w:szCs w:val="22"/>
              </w:rPr>
              <w:t>-</w:t>
            </w:r>
            <w:r w:rsidR="00CE00E5" w:rsidRPr="004457F4">
              <w:rPr>
                <w:bCs/>
                <w:sz w:val="22"/>
                <w:szCs w:val="22"/>
              </w:rPr>
              <w:t xml:space="preserve"> ja/või lastekaitsetöötajad, ohvriabi töötajad, naiste tugikeskused jt</w:t>
            </w:r>
            <w:r w:rsidR="00304C98" w:rsidRPr="004457F4">
              <w:rPr>
                <w:bCs/>
                <w:sz w:val="22"/>
                <w:szCs w:val="22"/>
              </w:rPr>
              <w:t xml:space="preserve"> spetsialistid, teenuse pakkujad</w:t>
            </w:r>
            <w:r w:rsidR="005B33B9" w:rsidRPr="004457F4">
              <w:rPr>
                <w:bCs/>
                <w:sz w:val="22"/>
                <w:szCs w:val="22"/>
              </w:rPr>
              <w:t>) sidusust ja omavahelist koostööd suurendada. Üksteise tundmine, koostöö ja sarnaste eesmärkide nimel töötamine on piirkondade arengu eeldus, see omakorda panustab regionaalarengu saavutamisse.</w:t>
            </w:r>
          </w:p>
          <w:p w14:paraId="2C6D433A" w14:textId="3FA59006" w:rsidR="00E00D15" w:rsidRPr="004457F4" w:rsidRDefault="00E00D15" w:rsidP="00E1455B">
            <w:pPr>
              <w:pStyle w:val="Kehatekst3"/>
              <w:jc w:val="both"/>
              <w:rPr>
                <w:b/>
                <w:bCs/>
                <w:sz w:val="22"/>
                <w:szCs w:val="22"/>
              </w:rPr>
            </w:pPr>
          </w:p>
        </w:tc>
      </w:tr>
      <w:tr w:rsidR="00780ACB" w:rsidRPr="001F0913" w14:paraId="450BA80E" w14:textId="77777777" w:rsidTr="00BA2D67">
        <w:trPr>
          <w:trHeight w:val="217"/>
        </w:trPr>
        <w:tc>
          <w:tcPr>
            <w:tcW w:w="2871" w:type="dxa"/>
          </w:tcPr>
          <w:p w14:paraId="2A9D7D66" w14:textId="77777777" w:rsidR="00780ACB" w:rsidRPr="001F0913" w:rsidRDefault="00780ACB" w:rsidP="00E1455B">
            <w:pPr>
              <w:pStyle w:val="Kehatekst3"/>
              <w:rPr>
                <w:bCs/>
                <w:sz w:val="22"/>
                <w:szCs w:val="22"/>
              </w:rPr>
            </w:pPr>
            <w:r w:rsidRPr="001F0913">
              <w:rPr>
                <w:bCs/>
                <w:sz w:val="22"/>
                <w:szCs w:val="22"/>
              </w:rPr>
              <w:t>Infoühiskond</w:t>
            </w:r>
          </w:p>
        </w:tc>
        <w:tc>
          <w:tcPr>
            <w:tcW w:w="1798" w:type="dxa"/>
          </w:tcPr>
          <w:p w14:paraId="76E08A64" w14:textId="7155A3C1" w:rsidR="00780ACB" w:rsidRPr="001F0913" w:rsidRDefault="005B33B9" w:rsidP="001957BA">
            <w:pPr>
              <w:pStyle w:val="Kehatekst3"/>
              <w:jc w:val="center"/>
              <w:rPr>
                <w:sz w:val="22"/>
                <w:szCs w:val="22"/>
              </w:rPr>
            </w:pPr>
            <w:r w:rsidRPr="001F0913">
              <w:rPr>
                <w:sz w:val="22"/>
                <w:szCs w:val="22"/>
              </w:rPr>
              <w:t>X</w:t>
            </w:r>
          </w:p>
        </w:tc>
        <w:tc>
          <w:tcPr>
            <w:tcW w:w="2182" w:type="dxa"/>
          </w:tcPr>
          <w:p w14:paraId="1F2A2474" w14:textId="77777777" w:rsidR="00780ACB" w:rsidRPr="001F0913" w:rsidRDefault="00780ACB" w:rsidP="001957BA">
            <w:pPr>
              <w:pStyle w:val="Kehatekst3"/>
              <w:jc w:val="center"/>
              <w:rPr>
                <w:sz w:val="22"/>
                <w:szCs w:val="22"/>
              </w:rPr>
            </w:pPr>
          </w:p>
        </w:tc>
        <w:tc>
          <w:tcPr>
            <w:tcW w:w="1551" w:type="dxa"/>
          </w:tcPr>
          <w:p w14:paraId="2EC52F03" w14:textId="7D782303" w:rsidR="00780ACB" w:rsidRPr="001F0913" w:rsidRDefault="005B33B9" w:rsidP="001957BA">
            <w:pPr>
              <w:pStyle w:val="Kehatekst3"/>
              <w:jc w:val="center"/>
              <w:rPr>
                <w:sz w:val="22"/>
                <w:szCs w:val="22"/>
              </w:rPr>
            </w:pPr>
            <w:r w:rsidRPr="001F0913">
              <w:rPr>
                <w:sz w:val="22"/>
                <w:szCs w:val="22"/>
              </w:rPr>
              <w:t>X</w:t>
            </w:r>
          </w:p>
        </w:tc>
        <w:tc>
          <w:tcPr>
            <w:tcW w:w="1936" w:type="dxa"/>
          </w:tcPr>
          <w:p w14:paraId="5DA95AC2" w14:textId="77777777" w:rsidR="00780ACB" w:rsidRPr="001F0913" w:rsidRDefault="00780ACB" w:rsidP="00E1455B">
            <w:pPr>
              <w:pStyle w:val="Kehatekst3"/>
              <w:jc w:val="both"/>
              <w:rPr>
                <w:sz w:val="22"/>
                <w:szCs w:val="22"/>
              </w:rPr>
            </w:pPr>
          </w:p>
        </w:tc>
      </w:tr>
      <w:tr w:rsidR="00780ACB" w:rsidRPr="001F0913" w14:paraId="389A559E" w14:textId="77777777" w:rsidTr="00BA2D67">
        <w:trPr>
          <w:trHeight w:val="446"/>
        </w:trPr>
        <w:tc>
          <w:tcPr>
            <w:tcW w:w="10339" w:type="dxa"/>
            <w:gridSpan w:val="5"/>
          </w:tcPr>
          <w:p w14:paraId="6B3B0A48" w14:textId="746518E8" w:rsidR="00780ACB" w:rsidRPr="004457F4" w:rsidRDefault="00780ACB" w:rsidP="00A41946">
            <w:pPr>
              <w:pStyle w:val="Kehatekst3"/>
              <w:jc w:val="both"/>
              <w:rPr>
                <w:b/>
                <w:bCs/>
                <w:sz w:val="22"/>
                <w:szCs w:val="22"/>
              </w:rPr>
            </w:pPr>
            <w:r w:rsidRPr="004457F4">
              <w:rPr>
                <w:bCs/>
                <w:sz w:val="22"/>
                <w:szCs w:val="22"/>
              </w:rPr>
              <w:t>Selgitus:</w:t>
            </w:r>
            <w:r w:rsidR="005B33B9" w:rsidRPr="004457F4">
              <w:rPr>
                <w:bCs/>
                <w:sz w:val="22"/>
                <w:szCs w:val="22"/>
              </w:rPr>
              <w:t xml:space="preserve"> pro</w:t>
            </w:r>
            <w:r w:rsidR="004F2D92" w:rsidRPr="004457F4">
              <w:rPr>
                <w:bCs/>
                <w:sz w:val="22"/>
                <w:szCs w:val="22"/>
              </w:rPr>
              <w:t>jekti</w:t>
            </w:r>
            <w:r w:rsidR="005B33B9" w:rsidRPr="004457F4">
              <w:rPr>
                <w:bCs/>
                <w:sz w:val="22"/>
                <w:szCs w:val="22"/>
              </w:rPr>
              <w:t xml:space="preserve"> elluviimisel on infoühiskonnale toetav mõju.</w:t>
            </w:r>
            <w:r w:rsidR="00367143" w:rsidRPr="004457F4">
              <w:rPr>
                <w:bCs/>
                <w:sz w:val="22"/>
                <w:szCs w:val="22"/>
              </w:rPr>
              <w:t xml:space="preserve"> Projekti käigus loodavad infomaterjalid seatakse </w:t>
            </w:r>
            <w:r w:rsidR="004F2D92" w:rsidRPr="004457F4">
              <w:rPr>
                <w:bCs/>
                <w:sz w:val="22"/>
                <w:szCs w:val="22"/>
              </w:rPr>
              <w:t xml:space="preserve">interneti vahendusel kasutatavaks </w:t>
            </w:r>
            <w:r w:rsidR="00367143" w:rsidRPr="004457F4">
              <w:rPr>
                <w:bCs/>
                <w:sz w:val="22"/>
                <w:szCs w:val="22"/>
              </w:rPr>
              <w:t>nii spetsialistidele kui teenuse kasutajatele</w:t>
            </w:r>
            <w:r w:rsidR="004F2D92" w:rsidRPr="004457F4">
              <w:rPr>
                <w:bCs/>
                <w:sz w:val="22"/>
                <w:szCs w:val="22"/>
              </w:rPr>
              <w:t>.</w:t>
            </w:r>
            <w:r w:rsidR="0067177E" w:rsidRPr="004457F4">
              <w:rPr>
                <w:bCs/>
                <w:sz w:val="22"/>
                <w:szCs w:val="22"/>
              </w:rPr>
              <w:t xml:space="preserve"> </w:t>
            </w:r>
            <w:r w:rsidR="00367143" w:rsidRPr="004457F4">
              <w:rPr>
                <w:bCs/>
                <w:sz w:val="22"/>
                <w:szCs w:val="22"/>
              </w:rPr>
              <w:t xml:space="preserve">Projekti käigus </w:t>
            </w:r>
            <w:r w:rsidR="0067177E" w:rsidRPr="004457F4">
              <w:rPr>
                <w:bCs/>
                <w:sz w:val="22"/>
                <w:szCs w:val="22"/>
              </w:rPr>
              <w:t xml:space="preserve">teenuse saajate kohta </w:t>
            </w:r>
            <w:r w:rsidR="00367143" w:rsidRPr="004457F4">
              <w:rPr>
                <w:bCs/>
                <w:sz w:val="22"/>
                <w:szCs w:val="22"/>
              </w:rPr>
              <w:t>kogutav</w:t>
            </w:r>
            <w:r w:rsidR="0067177E" w:rsidRPr="004457F4">
              <w:rPr>
                <w:bCs/>
                <w:sz w:val="22"/>
                <w:szCs w:val="22"/>
              </w:rPr>
              <w:t>a</w:t>
            </w:r>
            <w:r w:rsidR="00367143" w:rsidRPr="004457F4">
              <w:rPr>
                <w:bCs/>
                <w:sz w:val="22"/>
                <w:szCs w:val="22"/>
              </w:rPr>
              <w:t xml:space="preserve"> </w:t>
            </w:r>
            <w:r w:rsidR="0067177E" w:rsidRPr="004457F4">
              <w:rPr>
                <w:bCs/>
                <w:sz w:val="22"/>
                <w:szCs w:val="22"/>
              </w:rPr>
              <w:t>informatsioon</w:t>
            </w:r>
            <w:r w:rsidR="001957BA" w:rsidRPr="004457F4">
              <w:rPr>
                <w:bCs/>
                <w:sz w:val="22"/>
                <w:szCs w:val="22"/>
              </w:rPr>
              <w:t>i</w:t>
            </w:r>
            <w:r w:rsidR="0067177E" w:rsidRPr="004457F4">
              <w:rPr>
                <w:bCs/>
                <w:sz w:val="22"/>
                <w:szCs w:val="22"/>
              </w:rPr>
              <w:t xml:space="preserve"> (riskihindamise ning juhtumiplaani täitmisega seonduv) andmebaasi seadmine</w:t>
            </w:r>
            <w:r w:rsidR="00367143" w:rsidRPr="004457F4">
              <w:rPr>
                <w:bCs/>
                <w:sz w:val="22"/>
                <w:szCs w:val="22"/>
              </w:rPr>
              <w:t xml:space="preserve"> hõlbustab </w:t>
            </w:r>
            <w:r w:rsidR="0067177E" w:rsidRPr="004457F4">
              <w:rPr>
                <w:bCs/>
                <w:sz w:val="22"/>
                <w:szCs w:val="22"/>
              </w:rPr>
              <w:t>teabevahetust eri osapoolte vahel, samas</w:t>
            </w:r>
            <w:r w:rsidR="00367143" w:rsidRPr="004457F4">
              <w:rPr>
                <w:bCs/>
                <w:sz w:val="22"/>
                <w:szCs w:val="22"/>
              </w:rPr>
              <w:t xml:space="preserve"> soodustab </w:t>
            </w:r>
            <w:r w:rsidR="0067177E" w:rsidRPr="004457F4">
              <w:rPr>
                <w:bCs/>
                <w:sz w:val="22"/>
                <w:szCs w:val="22"/>
              </w:rPr>
              <w:t>seeläbi</w:t>
            </w:r>
            <w:r w:rsidR="00367143" w:rsidRPr="004457F4">
              <w:rPr>
                <w:bCs/>
                <w:sz w:val="22"/>
                <w:szCs w:val="22"/>
              </w:rPr>
              <w:t xml:space="preserve"> ka spetsialistide </w:t>
            </w:r>
            <w:r w:rsidR="001A5EBA" w:rsidRPr="004457F4">
              <w:rPr>
                <w:bCs/>
                <w:sz w:val="22"/>
                <w:szCs w:val="22"/>
              </w:rPr>
              <w:t>info- ja kommunikatsioonitehnoloogia (</w:t>
            </w:r>
            <w:r w:rsidR="00367143" w:rsidRPr="004457F4">
              <w:rPr>
                <w:bCs/>
                <w:sz w:val="22"/>
                <w:szCs w:val="22"/>
              </w:rPr>
              <w:t>IKT</w:t>
            </w:r>
            <w:r w:rsidR="001A5EBA" w:rsidRPr="004457F4">
              <w:rPr>
                <w:bCs/>
                <w:sz w:val="22"/>
                <w:szCs w:val="22"/>
              </w:rPr>
              <w:t>)</w:t>
            </w:r>
            <w:r w:rsidR="00274593" w:rsidRPr="004457F4">
              <w:rPr>
                <w:bCs/>
                <w:sz w:val="22"/>
                <w:szCs w:val="22"/>
              </w:rPr>
              <w:t xml:space="preserve"> </w:t>
            </w:r>
            <w:r w:rsidR="00367143" w:rsidRPr="004457F4">
              <w:rPr>
                <w:bCs/>
                <w:sz w:val="22"/>
                <w:szCs w:val="22"/>
              </w:rPr>
              <w:t>alaste oskuste arendamist.</w:t>
            </w:r>
          </w:p>
          <w:p w14:paraId="53066D42" w14:textId="77777777" w:rsidR="00780ACB" w:rsidRPr="004457F4" w:rsidRDefault="00780ACB" w:rsidP="00A41946">
            <w:pPr>
              <w:pStyle w:val="Kehatekst3"/>
              <w:jc w:val="both"/>
              <w:rPr>
                <w:sz w:val="22"/>
                <w:szCs w:val="22"/>
              </w:rPr>
            </w:pPr>
          </w:p>
        </w:tc>
      </w:tr>
      <w:tr w:rsidR="00780ACB" w:rsidRPr="001F0913" w14:paraId="0EB85030" w14:textId="77777777" w:rsidTr="00BA2D67">
        <w:trPr>
          <w:trHeight w:val="217"/>
        </w:trPr>
        <w:tc>
          <w:tcPr>
            <w:tcW w:w="2871" w:type="dxa"/>
          </w:tcPr>
          <w:p w14:paraId="13D363AB" w14:textId="77777777" w:rsidR="00780ACB" w:rsidRPr="004457F4" w:rsidRDefault="00780ACB" w:rsidP="00E1455B">
            <w:pPr>
              <w:pStyle w:val="Kehatekst3"/>
              <w:rPr>
                <w:bCs/>
                <w:sz w:val="22"/>
                <w:szCs w:val="22"/>
              </w:rPr>
            </w:pPr>
            <w:r w:rsidRPr="004457F4">
              <w:rPr>
                <w:bCs/>
                <w:sz w:val="22"/>
                <w:szCs w:val="22"/>
              </w:rPr>
              <w:t>Riigivalitsemine</w:t>
            </w:r>
          </w:p>
        </w:tc>
        <w:tc>
          <w:tcPr>
            <w:tcW w:w="1798" w:type="dxa"/>
          </w:tcPr>
          <w:p w14:paraId="2FA365B9" w14:textId="04E42CB2" w:rsidR="00780ACB" w:rsidRPr="004457F4" w:rsidRDefault="005B33B9" w:rsidP="001957BA">
            <w:pPr>
              <w:pStyle w:val="Kehatekst3"/>
              <w:jc w:val="center"/>
              <w:rPr>
                <w:sz w:val="22"/>
                <w:szCs w:val="22"/>
              </w:rPr>
            </w:pPr>
            <w:r w:rsidRPr="004457F4">
              <w:rPr>
                <w:sz w:val="22"/>
                <w:szCs w:val="22"/>
              </w:rPr>
              <w:t>X</w:t>
            </w:r>
          </w:p>
        </w:tc>
        <w:tc>
          <w:tcPr>
            <w:tcW w:w="2182" w:type="dxa"/>
          </w:tcPr>
          <w:p w14:paraId="2A823271" w14:textId="77777777" w:rsidR="00780ACB" w:rsidRPr="004457F4" w:rsidRDefault="00780ACB" w:rsidP="001957BA">
            <w:pPr>
              <w:pStyle w:val="Kehatekst3"/>
              <w:jc w:val="center"/>
              <w:rPr>
                <w:sz w:val="22"/>
                <w:szCs w:val="22"/>
              </w:rPr>
            </w:pPr>
          </w:p>
        </w:tc>
        <w:tc>
          <w:tcPr>
            <w:tcW w:w="1551" w:type="dxa"/>
          </w:tcPr>
          <w:p w14:paraId="5FD5D06C" w14:textId="40934CDB" w:rsidR="00780ACB" w:rsidRPr="004457F4" w:rsidRDefault="005B33B9" w:rsidP="001957BA">
            <w:pPr>
              <w:pStyle w:val="Kehatekst3"/>
              <w:jc w:val="center"/>
              <w:rPr>
                <w:sz w:val="22"/>
                <w:szCs w:val="22"/>
              </w:rPr>
            </w:pPr>
            <w:r w:rsidRPr="004457F4">
              <w:rPr>
                <w:sz w:val="22"/>
                <w:szCs w:val="22"/>
              </w:rPr>
              <w:t>X</w:t>
            </w:r>
          </w:p>
        </w:tc>
        <w:tc>
          <w:tcPr>
            <w:tcW w:w="1936" w:type="dxa"/>
          </w:tcPr>
          <w:p w14:paraId="28A9A1FE" w14:textId="77777777" w:rsidR="00780ACB" w:rsidRPr="004457F4" w:rsidRDefault="00780ACB" w:rsidP="00E1455B">
            <w:pPr>
              <w:pStyle w:val="Kehatekst3"/>
              <w:jc w:val="both"/>
              <w:rPr>
                <w:sz w:val="22"/>
                <w:szCs w:val="22"/>
              </w:rPr>
            </w:pPr>
          </w:p>
        </w:tc>
      </w:tr>
      <w:tr w:rsidR="00780ACB" w:rsidRPr="001F0913" w14:paraId="1805091F" w14:textId="77777777" w:rsidTr="00BA2D67">
        <w:trPr>
          <w:trHeight w:val="446"/>
        </w:trPr>
        <w:tc>
          <w:tcPr>
            <w:tcW w:w="10339" w:type="dxa"/>
            <w:gridSpan w:val="5"/>
          </w:tcPr>
          <w:p w14:paraId="7805992A" w14:textId="164C4245" w:rsidR="00367143" w:rsidRPr="004457F4" w:rsidRDefault="00780ACB" w:rsidP="00304C98">
            <w:pPr>
              <w:pStyle w:val="Kehatekst3"/>
              <w:jc w:val="both"/>
              <w:rPr>
                <w:bCs/>
                <w:sz w:val="22"/>
                <w:szCs w:val="22"/>
              </w:rPr>
            </w:pPr>
            <w:r w:rsidRPr="004457F4">
              <w:rPr>
                <w:bCs/>
                <w:sz w:val="22"/>
                <w:szCs w:val="22"/>
              </w:rPr>
              <w:t>Selgitus:</w:t>
            </w:r>
            <w:r w:rsidR="005B33B9" w:rsidRPr="004457F4">
              <w:rPr>
                <w:bCs/>
                <w:sz w:val="22"/>
                <w:szCs w:val="22"/>
              </w:rPr>
              <w:t xml:space="preserve"> </w:t>
            </w:r>
            <w:r w:rsidR="00367143" w:rsidRPr="004457F4">
              <w:rPr>
                <w:bCs/>
                <w:sz w:val="22"/>
                <w:szCs w:val="22"/>
              </w:rPr>
              <w:t xml:space="preserve">projekti </w:t>
            </w:r>
            <w:r w:rsidR="005B33B9" w:rsidRPr="004457F4">
              <w:rPr>
                <w:bCs/>
                <w:sz w:val="22"/>
                <w:szCs w:val="22"/>
              </w:rPr>
              <w:t>elluviimisel on  riigivalitsemisele toetav mõju.</w:t>
            </w:r>
            <w:r w:rsidR="00304C98" w:rsidRPr="004457F4">
              <w:rPr>
                <w:bCs/>
                <w:sz w:val="22"/>
                <w:szCs w:val="22"/>
              </w:rPr>
              <w:t xml:space="preserve"> </w:t>
            </w:r>
          </w:p>
          <w:p w14:paraId="3B342A91" w14:textId="76DEF896" w:rsidR="00780ACB" w:rsidRPr="004457F4" w:rsidRDefault="00367143" w:rsidP="00304C98">
            <w:pPr>
              <w:pStyle w:val="Kehatekst3"/>
              <w:jc w:val="both"/>
              <w:rPr>
                <w:sz w:val="22"/>
                <w:szCs w:val="22"/>
              </w:rPr>
            </w:pPr>
            <w:r w:rsidRPr="004457F4">
              <w:rPr>
                <w:sz w:val="22"/>
                <w:szCs w:val="22"/>
              </w:rPr>
              <w:t xml:space="preserve">Projekti </w:t>
            </w:r>
            <w:r w:rsidR="00304C98" w:rsidRPr="004457F4">
              <w:rPr>
                <w:sz w:val="22"/>
                <w:szCs w:val="22"/>
              </w:rPr>
              <w:t xml:space="preserve">tulemusliku elluviimise eeldus on toimiv koostöö ühiskonna eri sektorite vahel. Programmi elluviimisse </w:t>
            </w:r>
            <w:r w:rsidR="0067177E" w:rsidRPr="004457F4">
              <w:rPr>
                <w:sz w:val="22"/>
                <w:szCs w:val="22"/>
              </w:rPr>
              <w:t xml:space="preserve">on </w:t>
            </w:r>
            <w:r w:rsidR="00304C98" w:rsidRPr="004457F4">
              <w:rPr>
                <w:sz w:val="22"/>
                <w:szCs w:val="22"/>
              </w:rPr>
              <w:t xml:space="preserve">kaasatud mitmed avaliku sektori asutused, kes tegutsevad lähisuhtevägivalla all kannatavate perede huvides. Nad on kaasatud programmi tegevuste planeerimisse, kujundamisse, elluviimisesse ning selle jätkusuutlikkuse tagamisse. Eri sektori asutuste ühiste eesmärkide nimel tegutsemine aitab tagada programmi tulemuste saavutamise ning annab võimaluse koostöö arendamiseks ning ühtse riigivalitsemise arenguks. </w:t>
            </w:r>
            <w:r w:rsidRPr="004457F4">
              <w:rPr>
                <w:sz w:val="22"/>
                <w:szCs w:val="22"/>
              </w:rPr>
              <w:t xml:space="preserve">Projekti </w:t>
            </w:r>
            <w:r w:rsidR="00304C98" w:rsidRPr="004457F4">
              <w:rPr>
                <w:sz w:val="22"/>
                <w:szCs w:val="22"/>
              </w:rPr>
              <w:t>strateegiliste partnerite võrgustikku kuuluvad Siseministeerium, Sotsiaalministeerium, Justiitsministeerium, Politsei- ja Piirivalveamet, Eesti Linnade Liit, Eesti Maaomavalitsuste Liit. Programmi kestel planeeritakse regulaarset koostööd nii erinevate kohalike omavalitsustega, erialaliitudega, kohalike haridus- ning tervishoiuasutustega ning MTÜdega (Eesti Naiste Varjupaikade Liit, Eesti Avatud Ühiskonna Instituut).</w:t>
            </w:r>
          </w:p>
          <w:p w14:paraId="796F1602" w14:textId="1DBF3C9C" w:rsidR="00367143" w:rsidRPr="004457F4" w:rsidRDefault="00367143" w:rsidP="00367143">
            <w:pPr>
              <w:pStyle w:val="Default"/>
              <w:jc w:val="both"/>
              <w:rPr>
                <w:sz w:val="22"/>
                <w:szCs w:val="22"/>
              </w:rPr>
            </w:pPr>
            <w:r w:rsidRPr="004457F4">
              <w:rPr>
                <w:sz w:val="22"/>
                <w:szCs w:val="22"/>
              </w:rPr>
              <w:t xml:space="preserve">Projekti aitab kaasa vägivallaohvrite teenuste süsteemi korrastamisele, vältides teenuste killustatust ja teenuste süsteemi ebaselgust ohvri jaoks. </w:t>
            </w:r>
          </w:p>
          <w:p w14:paraId="3836591A" w14:textId="09D1CB69" w:rsidR="00367143" w:rsidRPr="004457F4" w:rsidRDefault="00367143" w:rsidP="00304C98">
            <w:pPr>
              <w:pStyle w:val="Kehatekst3"/>
              <w:jc w:val="both"/>
              <w:rPr>
                <w:sz w:val="22"/>
                <w:szCs w:val="22"/>
              </w:rPr>
            </w:pPr>
          </w:p>
        </w:tc>
      </w:tr>
      <w:tr w:rsidR="00780ACB" w:rsidRPr="001F0913" w14:paraId="37AC3C2D" w14:textId="77777777" w:rsidTr="00BA2D67">
        <w:trPr>
          <w:trHeight w:val="241"/>
        </w:trPr>
        <w:tc>
          <w:tcPr>
            <w:tcW w:w="2871" w:type="dxa"/>
          </w:tcPr>
          <w:p w14:paraId="143BB977" w14:textId="77777777" w:rsidR="00780ACB" w:rsidRPr="004457F4" w:rsidRDefault="00780ACB" w:rsidP="00CE6836">
            <w:pPr>
              <w:pStyle w:val="Kehatekst3"/>
              <w:rPr>
                <w:bCs/>
                <w:sz w:val="22"/>
                <w:szCs w:val="22"/>
              </w:rPr>
            </w:pPr>
            <w:r w:rsidRPr="004457F4">
              <w:rPr>
                <w:bCs/>
                <w:sz w:val="22"/>
                <w:szCs w:val="22"/>
              </w:rPr>
              <w:t xml:space="preserve">Võrdsed võimalused </w:t>
            </w:r>
          </w:p>
        </w:tc>
        <w:tc>
          <w:tcPr>
            <w:tcW w:w="1798" w:type="dxa"/>
          </w:tcPr>
          <w:p w14:paraId="5246BD7B" w14:textId="6DF83D21" w:rsidR="00780ACB" w:rsidRPr="004457F4" w:rsidRDefault="005B33B9" w:rsidP="001957BA">
            <w:pPr>
              <w:pStyle w:val="Kehatekst3"/>
              <w:jc w:val="center"/>
              <w:rPr>
                <w:sz w:val="22"/>
                <w:szCs w:val="22"/>
              </w:rPr>
            </w:pPr>
            <w:r w:rsidRPr="004457F4">
              <w:rPr>
                <w:sz w:val="22"/>
                <w:szCs w:val="22"/>
              </w:rPr>
              <w:t>X</w:t>
            </w:r>
          </w:p>
        </w:tc>
        <w:tc>
          <w:tcPr>
            <w:tcW w:w="2182" w:type="dxa"/>
          </w:tcPr>
          <w:p w14:paraId="7EDFFACF" w14:textId="77777777" w:rsidR="00780ACB" w:rsidRPr="004457F4" w:rsidRDefault="00780ACB" w:rsidP="001957BA">
            <w:pPr>
              <w:pStyle w:val="Kehatekst3"/>
              <w:jc w:val="center"/>
              <w:rPr>
                <w:sz w:val="22"/>
                <w:szCs w:val="22"/>
              </w:rPr>
            </w:pPr>
          </w:p>
        </w:tc>
        <w:tc>
          <w:tcPr>
            <w:tcW w:w="1551" w:type="dxa"/>
          </w:tcPr>
          <w:p w14:paraId="71A5E350" w14:textId="674E1771" w:rsidR="00780ACB" w:rsidRPr="004457F4" w:rsidRDefault="005B33B9" w:rsidP="001957BA">
            <w:pPr>
              <w:pStyle w:val="Kehatekst3"/>
              <w:jc w:val="center"/>
              <w:rPr>
                <w:sz w:val="22"/>
                <w:szCs w:val="22"/>
              </w:rPr>
            </w:pPr>
            <w:r w:rsidRPr="004457F4">
              <w:rPr>
                <w:sz w:val="22"/>
                <w:szCs w:val="22"/>
              </w:rPr>
              <w:t>X</w:t>
            </w:r>
          </w:p>
        </w:tc>
        <w:tc>
          <w:tcPr>
            <w:tcW w:w="1936" w:type="dxa"/>
          </w:tcPr>
          <w:p w14:paraId="040E67AE" w14:textId="77777777" w:rsidR="00780ACB" w:rsidRPr="004457F4" w:rsidRDefault="00780ACB" w:rsidP="00E1455B">
            <w:pPr>
              <w:pStyle w:val="Kehatekst3"/>
              <w:jc w:val="both"/>
              <w:rPr>
                <w:sz w:val="22"/>
                <w:szCs w:val="22"/>
              </w:rPr>
            </w:pPr>
          </w:p>
        </w:tc>
      </w:tr>
      <w:tr w:rsidR="00780ACB" w:rsidRPr="001F0913" w14:paraId="7527906C" w14:textId="77777777" w:rsidTr="00BA2D67">
        <w:trPr>
          <w:trHeight w:val="457"/>
        </w:trPr>
        <w:tc>
          <w:tcPr>
            <w:tcW w:w="10339" w:type="dxa"/>
            <w:gridSpan w:val="5"/>
          </w:tcPr>
          <w:p w14:paraId="65C1E7C2" w14:textId="3397CA83" w:rsidR="00660908" w:rsidRPr="004457F4" w:rsidRDefault="00780ACB" w:rsidP="00780ACB">
            <w:pPr>
              <w:pStyle w:val="Kehatekst3"/>
              <w:jc w:val="both"/>
              <w:rPr>
                <w:bCs/>
                <w:sz w:val="22"/>
                <w:szCs w:val="22"/>
              </w:rPr>
            </w:pPr>
            <w:r w:rsidRPr="004457F4">
              <w:rPr>
                <w:bCs/>
                <w:sz w:val="22"/>
                <w:szCs w:val="22"/>
              </w:rPr>
              <w:t>Selgitus:</w:t>
            </w:r>
            <w:r w:rsidR="005B33B9" w:rsidRPr="004457F4">
              <w:rPr>
                <w:bCs/>
                <w:sz w:val="22"/>
                <w:szCs w:val="22"/>
              </w:rPr>
              <w:t xml:space="preserve"> </w:t>
            </w:r>
            <w:r w:rsidR="00660908" w:rsidRPr="004457F4">
              <w:rPr>
                <w:bCs/>
                <w:sz w:val="22"/>
                <w:szCs w:val="22"/>
              </w:rPr>
              <w:t xml:space="preserve">projekti </w:t>
            </w:r>
            <w:r w:rsidR="005B33B9" w:rsidRPr="004457F4">
              <w:rPr>
                <w:bCs/>
                <w:sz w:val="22"/>
                <w:szCs w:val="22"/>
              </w:rPr>
              <w:t>elluviimisel on võrdsetele võimalustele toetav mõju.</w:t>
            </w:r>
            <w:r w:rsidR="00660908" w:rsidRPr="004457F4">
              <w:rPr>
                <w:bCs/>
                <w:sz w:val="22"/>
                <w:szCs w:val="22"/>
              </w:rPr>
              <w:t xml:space="preserve"> Abi projektiga kohandatava juhtumikorralduse mudeli alusel on tagatud kõigile sihtrühma kuuluvatele isikutele olenemata soost, rahvusest, usulisest kuulumisest, emakeelest või puudest tulenevate erivajaduste olemasolust. </w:t>
            </w:r>
          </w:p>
          <w:p w14:paraId="3BDB7F04" w14:textId="1AF29E60" w:rsidR="004F2D92" w:rsidRPr="004457F4" w:rsidRDefault="004F2D92" w:rsidP="004F2D92">
            <w:pPr>
              <w:pStyle w:val="Default"/>
              <w:jc w:val="both"/>
              <w:rPr>
                <w:sz w:val="22"/>
                <w:szCs w:val="22"/>
              </w:rPr>
            </w:pPr>
            <w:r w:rsidRPr="004457F4">
              <w:rPr>
                <w:sz w:val="22"/>
                <w:szCs w:val="22"/>
              </w:rPr>
              <w:t xml:space="preserve">Projekt aitab kaasa ühiskondliku ja soolise ebavõrdsuse vähendamisele. </w:t>
            </w:r>
            <w:r w:rsidR="001A5EBA" w:rsidRPr="004457F4">
              <w:rPr>
                <w:sz w:val="22"/>
                <w:szCs w:val="22"/>
              </w:rPr>
              <w:t>Planeeritavate p</w:t>
            </w:r>
            <w:r w:rsidRPr="004457F4">
              <w:rPr>
                <w:sz w:val="22"/>
                <w:szCs w:val="22"/>
              </w:rPr>
              <w:t xml:space="preserve">rojektitegevuste (spetsialistide, vabatahtlike koolitused, supervisioon vm) läbi tähtsustatakse eriti tegelemist naistevastase vägivallaga ja pööratakse tähelepanu väljakujunenud soostereotüüpide ja soorollide vältimisele. </w:t>
            </w:r>
          </w:p>
          <w:p w14:paraId="1E29AD59" w14:textId="77777777" w:rsidR="00780ACB" w:rsidRPr="004457F4" w:rsidRDefault="00780ACB" w:rsidP="00E1455B">
            <w:pPr>
              <w:pStyle w:val="Kehatekst3"/>
              <w:jc w:val="both"/>
              <w:rPr>
                <w:sz w:val="22"/>
                <w:szCs w:val="22"/>
              </w:rPr>
            </w:pPr>
          </w:p>
          <w:p w14:paraId="7D8868C0" w14:textId="77777777" w:rsidR="00304C98" w:rsidRPr="004457F4" w:rsidRDefault="00304C98" w:rsidP="00E1455B">
            <w:pPr>
              <w:pStyle w:val="Kehatekst3"/>
              <w:jc w:val="both"/>
              <w:rPr>
                <w:sz w:val="22"/>
                <w:szCs w:val="22"/>
              </w:rPr>
            </w:pPr>
          </w:p>
        </w:tc>
      </w:tr>
    </w:tbl>
    <w:p w14:paraId="09DC770C" w14:textId="77777777" w:rsidR="00F93528" w:rsidRPr="001F0913" w:rsidRDefault="00F93528" w:rsidP="00F93528">
      <w:pPr>
        <w:pStyle w:val="Kehatekst3"/>
        <w:jc w:val="both"/>
        <w:rPr>
          <w:b/>
          <w:bCs/>
          <w:sz w:val="22"/>
          <w:szCs w:val="22"/>
        </w:rPr>
      </w:pPr>
    </w:p>
    <w:tbl>
      <w:tblPr>
        <w:tblStyle w:val="Kontuurtabel"/>
        <w:tblW w:w="10346" w:type="dxa"/>
        <w:tblInd w:w="-34" w:type="dxa"/>
        <w:tblLook w:val="01E0" w:firstRow="1" w:lastRow="1" w:firstColumn="1" w:lastColumn="1" w:noHBand="0" w:noVBand="0"/>
      </w:tblPr>
      <w:tblGrid>
        <w:gridCol w:w="10346"/>
      </w:tblGrid>
      <w:tr w:rsidR="00F93528" w:rsidRPr="001F0913" w14:paraId="63CED7ED" w14:textId="77777777" w:rsidTr="00BA2D67">
        <w:trPr>
          <w:trHeight w:val="260"/>
        </w:trPr>
        <w:tc>
          <w:tcPr>
            <w:tcW w:w="10346" w:type="dxa"/>
            <w:shd w:val="pct10" w:color="auto" w:fill="auto"/>
          </w:tcPr>
          <w:p w14:paraId="69CFCBEB" w14:textId="77777777" w:rsidR="00F93528" w:rsidRPr="001F0913" w:rsidRDefault="00103CA6" w:rsidP="00F444C7">
            <w:pPr>
              <w:pStyle w:val="Kehatekst3"/>
              <w:jc w:val="both"/>
              <w:rPr>
                <w:b/>
                <w:bCs/>
                <w:sz w:val="22"/>
                <w:szCs w:val="22"/>
              </w:rPr>
            </w:pPr>
            <w:r w:rsidRPr="001F0913">
              <w:rPr>
                <w:b/>
                <w:bCs/>
                <w:sz w:val="22"/>
                <w:szCs w:val="22"/>
              </w:rPr>
              <w:t>1</w:t>
            </w:r>
            <w:r w:rsidR="00F97D06" w:rsidRPr="001F0913">
              <w:rPr>
                <w:b/>
                <w:bCs/>
                <w:sz w:val="22"/>
                <w:szCs w:val="22"/>
              </w:rPr>
              <w:t>1</w:t>
            </w:r>
            <w:r w:rsidR="00F93528" w:rsidRPr="001F0913">
              <w:rPr>
                <w:b/>
                <w:bCs/>
                <w:sz w:val="22"/>
                <w:szCs w:val="22"/>
              </w:rPr>
              <w:t>.</w:t>
            </w:r>
            <w:r w:rsidR="00F444C7" w:rsidRPr="001F0913">
              <w:rPr>
                <w:b/>
                <w:bCs/>
                <w:sz w:val="22"/>
                <w:szCs w:val="22"/>
              </w:rPr>
              <w:t>Toetuse saaja</w:t>
            </w:r>
            <w:r w:rsidR="00F93528" w:rsidRPr="001F0913">
              <w:rPr>
                <w:b/>
                <w:bCs/>
                <w:sz w:val="22"/>
                <w:szCs w:val="22"/>
              </w:rPr>
              <w:t xml:space="preserve"> </w:t>
            </w:r>
            <w:r w:rsidR="00F444C7" w:rsidRPr="001F0913">
              <w:rPr>
                <w:b/>
                <w:bCs/>
                <w:sz w:val="22"/>
                <w:szCs w:val="22"/>
              </w:rPr>
              <w:t>h</w:t>
            </w:r>
            <w:r w:rsidR="00B44910" w:rsidRPr="001F0913">
              <w:rPr>
                <w:b/>
                <w:bCs/>
                <w:sz w:val="22"/>
                <w:szCs w:val="22"/>
              </w:rPr>
              <w:t>innang partnerluse toimimisele</w:t>
            </w:r>
          </w:p>
        </w:tc>
      </w:tr>
      <w:tr w:rsidR="00F93528" w:rsidRPr="001F0913" w14:paraId="00934A5D" w14:textId="77777777" w:rsidTr="00BA2D67">
        <w:trPr>
          <w:trHeight w:val="1234"/>
        </w:trPr>
        <w:tc>
          <w:tcPr>
            <w:tcW w:w="10346" w:type="dxa"/>
          </w:tcPr>
          <w:p w14:paraId="113E8BF9" w14:textId="77777777" w:rsidR="00F93528" w:rsidRPr="004457F4" w:rsidRDefault="00F93528" w:rsidP="00E1455B">
            <w:pPr>
              <w:pStyle w:val="Kehatekst3"/>
              <w:jc w:val="both"/>
              <w:rPr>
                <w:b/>
                <w:bCs/>
                <w:sz w:val="22"/>
                <w:szCs w:val="22"/>
              </w:rPr>
            </w:pPr>
          </w:p>
          <w:p w14:paraId="2E68ABCB" w14:textId="674DAF10" w:rsidR="00F42F44" w:rsidRPr="004457F4" w:rsidRDefault="00F42F44" w:rsidP="00BC6774">
            <w:pPr>
              <w:pStyle w:val="Kehatekst3"/>
              <w:jc w:val="both"/>
              <w:rPr>
                <w:b/>
                <w:bCs/>
                <w:color w:val="FF0000"/>
                <w:sz w:val="22"/>
                <w:szCs w:val="22"/>
              </w:rPr>
            </w:pPr>
          </w:p>
        </w:tc>
      </w:tr>
    </w:tbl>
    <w:p w14:paraId="2D988D6E" w14:textId="77777777" w:rsidR="00F93528" w:rsidRPr="001F0913" w:rsidRDefault="00F93528" w:rsidP="00F93528">
      <w:pPr>
        <w:pStyle w:val="Kehatekst3"/>
        <w:jc w:val="both"/>
        <w:rPr>
          <w:b/>
          <w:bCs/>
          <w:sz w:val="22"/>
          <w:szCs w:val="22"/>
        </w:rPr>
      </w:pPr>
    </w:p>
    <w:p w14:paraId="50767EEA" w14:textId="77777777" w:rsidR="005C6334" w:rsidRPr="001F0913" w:rsidRDefault="005C6334" w:rsidP="00F93528">
      <w:pPr>
        <w:pStyle w:val="Kehatekst3"/>
        <w:jc w:val="both"/>
        <w:rPr>
          <w:b/>
          <w:bCs/>
          <w:sz w:val="22"/>
          <w:szCs w:val="22"/>
        </w:rPr>
      </w:pPr>
      <w:r w:rsidRPr="007E3593">
        <w:rPr>
          <w:b/>
          <w:bCs/>
          <w:sz w:val="22"/>
          <w:szCs w:val="22"/>
        </w:rPr>
        <w:t xml:space="preserve">NB! Koos aruandega esitatakse </w:t>
      </w:r>
      <w:r w:rsidR="008213E5" w:rsidRPr="007E3593">
        <w:rPr>
          <w:b/>
          <w:bCs/>
          <w:sz w:val="22"/>
          <w:szCs w:val="22"/>
        </w:rPr>
        <w:t>TAT lisa 4</w:t>
      </w:r>
      <w:r w:rsidRPr="007E3593">
        <w:rPr>
          <w:b/>
          <w:bCs/>
          <w:sz w:val="22"/>
          <w:szCs w:val="22"/>
        </w:rPr>
        <w:t>.</w:t>
      </w:r>
    </w:p>
    <w:p w14:paraId="6CEFC710" w14:textId="77777777" w:rsidR="00F83843" w:rsidRPr="001F0913" w:rsidRDefault="00F83843" w:rsidP="00CD64AB">
      <w:pPr>
        <w:pStyle w:val="Kehatekst3"/>
        <w:jc w:val="both"/>
        <w:rPr>
          <w:b/>
          <w:bCs/>
          <w:sz w:val="22"/>
          <w:szCs w:val="22"/>
        </w:rPr>
      </w:pPr>
    </w:p>
    <w:tbl>
      <w:tblPr>
        <w:tblW w:w="1034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90"/>
        <w:gridCol w:w="2802"/>
        <w:gridCol w:w="3021"/>
        <w:gridCol w:w="1932"/>
      </w:tblGrid>
      <w:tr w:rsidR="0010462B" w:rsidRPr="001F0913" w14:paraId="60C01BFA" w14:textId="77777777" w:rsidTr="00BA2D67">
        <w:trPr>
          <w:cantSplit/>
          <w:trHeight w:val="237"/>
        </w:trPr>
        <w:tc>
          <w:tcPr>
            <w:tcW w:w="2590" w:type="dxa"/>
            <w:shd w:val="pct10" w:color="auto" w:fill="auto"/>
          </w:tcPr>
          <w:p w14:paraId="45B4901F" w14:textId="77777777" w:rsidR="0010462B" w:rsidRPr="001F0913" w:rsidRDefault="00001D2A" w:rsidP="00E1455B">
            <w:pPr>
              <w:pStyle w:val="Kehatekst3"/>
              <w:rPr>
                <w:b/>
                <w:bCs/>
                <w:sz w:val="22"/>
                <w:szCs w:val="22"/>
              </w:rPr>
            </w:pPr>
            <w:r w:rsidRPr="001F0913">
              <w:rPr>
                <w:sz w:val="22"/>
                <w:szCs w:val="22"/>
              </w:rPr>
              <w:t>Aruande koostaja</w:t>
            </w:r>
          </w:p>
        </w:tc>
        <w:tc>
          <w:tcPr>
            <w:tcW w:w="2802" w:type="dxa"/>
            <w:shd w:val="pct10" w:color="auto" w:fill="auto"/>
          </w:tcPr>
          <w:p w14:paraId="3B09D0E6" w14:textId="77777777" w:rsidR="0010462B" w:rsidRPr="001F0913" w:rsidRDefault="00001D2A" w:rsidP="00E1455B">
            <w:pPr>
              <w:pStyle w:val="Kehatekst3"/>
              <w:rPr>
                <w:bCs/>
                <w:sz w:val="22"/>
                <w:szCs w:val="22"/>
              </w:rPr>
            </w:pPr>
            <w:r w:rsidRPr="001F0913">
              <w:rPr>
                <w:bCs/>
                <w:sz w:val="22"/>
                <w:szCs w:val="22"/>
              </w:rPr>
              <w:t>Ametikoht</w:t>
            </w:r>
          </w:p>
        </w:tc>
        <w:tc>
          <w:tcPr>
            <w:tcW w:w="3021" w:type="dxa"/>
            <w:shd w:val="pct10" w:color="auto" w:fill="auto"/>
          </w:tcPr>
          <w:p w14:paraId="029FE704" w14:textId="77777777" w:rsidR="0010462B" w:rsidRPr="001F0913" w:rsidRDefault="00001D2A" w:rsidP="00E1455B">
            <w:pPr>
              <w:pStyle w:val="Kehatekst3"/>
              <w:jc w:val="both"/>
              <w:rPr>
                <w:bCs/>
                <w:sz w:val="22"/>
                <w:szCs w:val="22"/>
              </w:rPr>
            </w:pPr>
            <w:r w:rsidRPr="001F0913">
              <w:rPr>
                <w:bCs/>
                <w:sz w:val="22"/>
                <w:szCs w:val="22"/>
              </w:rPr>
              <w:t>Allkiri</w:t>
            </w:r>
          </w:p>
        </w:tc>
        <w:tc>
          <w:tcPr>
            <w:tcW w:w="1932" w:type="dxa"/>
            <w:shd w:val="pct10" w:color="auto" w:fill="auto"/>
          </w:tcPr>
          <w:p w14:paraId="4B6E47AA" w14:textId="77777777" w:rsidR="0010462B" w:rsidRPr="001F0913" w:rsidRDefault="0010462B" w:rsidP="00E1455B">
            <w:pPr>
              <w:pStyle w:val="Kehatekst3"/>
              <w:jc w:val="both"/>
              <w:rPr>
                <w:bCs/>
                <w:sz w:val="22"/>
                <w:szCs w:val="22"/>
              </w:rPr>
            </w:pPr>
            <w:r w:rsidRPr="001F0913">
              <w:rPr>
                <w:bCs/>
                <w:sz w:val="22"/>
                <w:szCs w:val="22"/>
              </w:rPr>
              <w:t>Kuupäev</w:t>
            </w:r>
          </w:p>
        </w:tc>
      </w:tr>
      <w:tr w:rsidR="0010462B" w:rsidRPr="001F0913" w14:paraId="3795C535" w14:textId="77777777" w:rsidTr="00BA2D67">
        <w:trPr>
          <w:cantSplit/>
          <w:trHeight w:val="546"/>
        </w:trPr>
        <w:tc>
          <w:tcPr>
            <w:tcW w:w="2590" w:type="dxa"/>
          </w:tcPr>
          <w:p w14:paraId="44FE20C9" w14:textId="77777777" w:rsidR="0010462B" w:rsidRPr="001F0913" w:rsidRDefault="00724FCC" w:rsidP="00E1455B">
            <w:pPr>
              <w:pStyle w:val="Kehatekst3"/>
              <w:rPr>
                <w:i/>
                <w:sz w:val="22"/>
                <w:szCs w:val="22"/>
              </w:rPr>
            </w:pPr>
            <w:r w:rsidRPr="001F0913">
              <w:rPr>
                <w:i/>
                <w:sz w:val="22"/>
                <w:szCs w:val="22"/>
              </w:rPr>
              <w:t>Triin Raudsepp</w:t>
            </w:r>
          </w:p>
        </w:tc>
        <w:tc>
          <w:tcPr>
            <w:tcW w:w="2802" w:type="dxa"/>
          </w:tcPr>
          <w:p w14:paraId="643C8620" w14:textId="77777777" w:rsidR="0010462B" w:rsidRPr="001F0913" w:rsidRDefault="00724FCC" w:rsidP="00E1455B">
            <w:pPr>
              <w:pStyle w:val="Kehatekst3"/>
              <w:rPr>
                <w:sz w:val="22"/>
                <w:szCs w:val="22"/>
              </w:rPr>
            </w:pPr>
            <w:r w:rsidRPr="001F0913">
              <w:rPr>
                <w:sz w:val="22"/>
                <w:szCs w:val="22"/>
              </w:rPr>
              <w:t>Projektijuht</w:t>
            </w:r>
          </w:p>
        </w:tc>
        <w:tc>
          <w:tcPr>
            <w:tcW w:w="3021" w:type="dxa"/>
          </w:tcPr>
          <w:p w14:paraId="00F261EE" w14:textId="77777777" w:rsidR="0010462B" w:rsidRPr="001F0913" w:rsidRDefault="00724FCC" w:rsidP="00E1455B">
            <w:pPr>
              <w:pStyle w:val="Kehatekst3"/>
              <w:jc w:val="both"/>
              <w:rPr>
                <w:sz w:val="22"/>
                <w:szCs w:val="22"/>
              </w:rPr>
            </w:pPr>
            <w:r w:rsidRPr="001F0913">
              <w:rPr>
                <w:sz w:val="22"/>
                <w:szCs w:val="22"/>
              </w:rPr>
              <w:t>/allkirjastatud digitaalselt/</w:t>
            </w:r>
          </w:p>
        </w:tc>
        <w:tc>
          <w:tcPr>
            <w:tcW w:w="1932" w:type="dxa"/>
          </w:tcPr>
          <w:p w14:paraId="6DA394F1" w14:textId="77777777" w:rsidR="0010462B" w:rsidRPr="001F0913" w:rsidRDefault="0010462B" w:rsidP="00E1455B">
            <w:pPr>
              <w:pStyle w:val="Kehatekst3"/>
              <w:jc w:val="both"/>
              <w:rPr>
                <w:sz w:val="22"/>
                <w:szCs w:val="22"/>
              </w:rPr>
            </w:pPr>
          </w:p>
        </w:tc>
      </w:tr>
    </w:tbl>
    <w:p w14:paraId="07BB579A" w14:textId="77777777" w:rsidR="0010462B" w:rsidRPr="001F0913" w:rsidRDefault="0010462B" w:rsidP="00CD64AB">
      <w:pPr>
        <w:pStyle w:val="Kehatekst3"/>
        <w:jc w:val="both"/>
        <w:rPr>
          <w:b/>
          <w:bCs/>
          <w:sz w:val="22"/>
          <w:szCs w:val="22"/>
        </w:rPr>
      </w:pPr>
    </w:p>
    <w:p w14:paraId="391C5E27" w14:textId="77777777" w:rsidR="007C0940" w:rsidRPr="001F0913" w:rsidRDefault="00713348" w:rsidP="00CD64AB">
      <w:pPr>
        <w:pStyle w:val="Kehatekst3"/>
        <w:jc w:val="both"/>
        <w:rPr>
          <w:b/>
          <w:bCs/>
          <w:sz w:val="22"/>
          <w:szCs w:val="22"/>
        </w:rPr>
      </w:pPr>
      <w:r w:rsidRPr="001F0913">
        <w:rPr>
          <w:b/>
          <w:bCs/>
          <w:sz w:val="22"/>
          <w:szCs w:val="22"/>
        </w:rPr>
        <w:t>K</w:t>
      </w:r>
      <w:r w:rsidR="007C0940" w:rsidRPr="001F0913">
        <w:rPr>
          <w:b/>
          <w:bCs/>
          <w:sz w:val="22"/>
          <w:szCs w:val="22"/>
        </w:rPr>
        <w:t>innitus esitatud andmete õigsuse kohta</w:t>
      </w:r>
    </w:p>
    <w:tbl>
      <w:tblPr>
        <w:tblW w:w="1034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90"/>
        <w:gridCol w:w="2802"/>
        <w:gridCol w:w="3021"/>
        <w:gridCol w:w="1932"/>
      </w:tblGrid>
      <w:tr w:rsidR="00D30ABF" w:rsidRPr="001F0913" w14:paraId="478D7D52" w14:textId="77777777" w:rsidTr="00BA2D67">
        <w:trPr>
          <w:cantSplit/>
          <w:trHeight w:val="254"/>
        </w:trPr>
        <w:tc>
          <w:tcPr>
            <w:tcW w:w="2590" w:type="dxa"/>
            <w:shd w:val="pct10" w:color="auto" w:fill="auto"/>
          </w:tcPr>
          <w:p w14:paraId="1054C248" w14:textId="77777777" w:rsidR="00D30ABF" w:rsidRPr="001F0913" w:rsidRDefault="00001D2A" w:rsidP="007C0940">
            <w:pPr>
              <w:pStyle w:val="Kehatekst3"/>
              <w:rPr>
                <w:b/>
                <w:bCs/>
                <w:sz w:val="22"/>
                <w:szCs w:val="22"/>
              </w:rPr>
            </w:pPr>
            <w:r w:rsidRPr="001F0913">
              <w:rPr>
                <w:sz w:val="22"/>
                <w:szCs w:val="22"/>
              </w:rPr>
              <w:t>Allkirjaõiguslik isik</w:t>
            </w:r>
          </w:p>
        </w:tc>
        <w:tc>
          <w:tcPr>
            <w:tcW w:w="2802" w:type="dxa"/>
            <w:shd w:val="pct10" w:color="auto" w:fill="auto"/>
          </w:tcPr>
          <w:p w14:paraId="1EADFBE8" w14:textId="77777777" w:rsidR="00D30ABF" w:rsidRPr="001F0913" w:rsidRDefault="00001D2A" w:rsidP="007C0940">
            <w:pPr>
              <w:pStyle w:val="Kehatekst3"/>
              <w:rPr>
                <w:bCs/>
                <w:sz w:val="22"/>
                <w:szCs w:val="22"/>
              </w:rPr>
            </w:pPr>
            <w:r w:rsidRPr="001F0913">
              <w:rPr>
                <w:bCs/>
                <w:sz w:val="22"/>
                <w:szCs w:val="22"/>
              </w:rPr>
              <w:t>Ametikoht</w:t>
            </w:r>
          </w:p>
        </w:tc>
        <w:tc>
          <w:tcPr>
            <w:tcW w:w="3021" w:type="dxa"/>
            <w:shd w:val="pct10" w:color="auto" w:fill="auto"/>
          </w:tcPr>
          <w:p w14:paraId="13A5AC28" w14:textId="77777777" w:rsidR="00D30ABF" w:rsidRPr="001F0913" w:rsidRDefault="00D30ABF" w:rsidP="007C0940">
            <w:pPr>
              <w:pStyle w:val="Kehatekst3"/>
              <w:jc w:val="both"/>
              <w:rPr>
                <w:bCs/>
                <w:sz w:val="22"/>
                <w:szCs w:val="22"/>
              </w:rPr>
            </w:pPr>
            <w:r w:rsidRPr="001F0913">
              <w:rPr>
                <w:bCs/>
                <w:sz w:val="22"/>
                <w:szCs w:val="22"/>
              </w:rPr>
              <w:t>Allkiri</w:t>
            </w:r>
          </w:p>
        </w:tc>
        <w:tc>
          <w:tcPr>
            <w:tcW w:w="1932" w:type="dxa"/>
            <w:shd w:val="pct10" w:color="auto" w:fill="auto"/>
          </w:tcPr>
          <w:p w14:paraId="55CA28D6" w14:textId="77777777" w:rsidR="00D30ABF" w:rsidRPr="001F0913" w:rsidRDefault="00D30ABF" w:rsidP="007C0940">
            <w:pPr>
              <w:pStyle w:val="Kehatekst3"/>
              <w:jc w:val="both"/>
              <w:rPr>
                <w:bCs/>
                <w:sz w:val="22"/>
                <w:szCs w:val="22"/>
              </w:rPr>
            </w:pPr>
            <w:r w:rsidRPr="001F0913">
              <w:rPr>
                <w:bCs/>
                <w:sz w:val="22"/>
                <w:szCs w:val="22"/>
              </w:rPr>
              <w:t>Kuupäev</w:t>
            </w:r>
          </w:p>
        </w:tc>
      </w:tr>
      <w:tr w:rsidR="00D30ABF" w:rsidRPr="001F0913" w14:paraId="24655BC9" w14:textId="77777777" w:rsidTr="00BA2D67">
        <w:trPr>
          <w:cantSplit/>
          <w:trHeight w:val="556"/>
        </w:trPr>
        <w:tc>
          <w:tcPr>
            <w:tcW w:w="2590" w:type="dxa"/>
          </w:tcPr>
          <w:p w14:paraId="1A0D9BFE" w14:textId="05AEC2A5" w:rsidR="00D30ABF" w:rsidRPr="001F0913" w:rsidRDefault="00A26C10" w:rsidP="007C0940">
            <w:pPr>
              <w:pStyle w:val="Kehatekst3"/>
              <w:rPr>
                <w:i/>
                <w:sz w:val="22"/>
                <w:szCs w:val="22"/>
              </w:rPr>
            </w:pPr>
            <w:r w:rsidRPr="001F0913">
              <w:rPr>
                <w:i/>
                <w:sz w:val="22"/>
                <w:szCs w:val="22"/>
              </w:rPr>
              <w:t>Triin Raudsepp</w:t>
            </w:r>
          </w:p>
        </w:tc>
        <w:tc>
          <w:tcPr>
            <w:tcW w:w="2802" w:type="dxa"/>
          </w:tcPr>
          <w:p w14:paraId="172613A7" w14:textId="1C6DF0C9" w:rsidR="00D30ABF" w:rsidRPr="001F0913" w:rsidRDefault="00A26C10" w:rsidP="007C0940">
            <w:pPr>
              <w:pStyle w:val="Kehatekst3"/>
              <w:rPr>
                <w:sz w:val="22"/>
                <w:szCs w:val="22"/>
              </w:rPr>
            </w:pPr>
            <w:r w:rsidRPr="001F0913">
              <w:rPr>
                <w:sz w:val="22"/>
                <w:szCs w:val="22"/>
              </w:rPr>
              <w:t>Projektijuhti</w:t>
            </w:r>
          </w:p>
        </w:tc>
        <w:tc>
          <w:tcPr>
            <w:tcW w:w="3021" w:type="dxa"/>
          </w:tcPr>
          <w:p w14:paraId="2ACC9FDF" w14:textId="77777777" w:rsidR="00D30ABF" w:rsidRPr="001F0913" w:rsidRDefault="00724FCC" w:rsidP="007C0940">
            <w:pPr>
              <w:pStyle w:val="Kehatekst3"/>
              <w:jc w:val="both"/>
              <w:rPr>
                <w:sz w:val="22"/>
                <w:szCs w:val="22"/>
              </w:rPr>
            </w:pPr>
            <w:r w:rsidRPr="001F0913">
              <w:rPr>
                <w:sz w:val="22"/>
                <w:szCs w:val="22"/>
              </w:rPr>
              <w:t>/allkirjastatud digitaalselt/</w:t>
            </w:r>
          </w:p>
        </w:tc>
        <w:tc>
          <w:tcPr>
            <w:tcW w:w="1932" w:type="dxa"/>
          </w:tcPr>
          <w:p w14:paraId="071DFC51" w14:textId="77777777" w:rsidR="00D30ABF" w:rsidRPr="001F0913" w:rsidRDefault="00D30ABF" w:rsidP="007C0940">
            <w:pPr>
              <w:pStyle w:val="Kehatekst3"/>
              <w:jc w:val="both"/>
              <w:rPr>
                <w:sz w:val="22"/>
                <w:szCs w:val="22"/>
              </w:rPr>
            </w:pPr>
          </w:p>
        </w:tc>
      </w:tr>
    </w:tbl>
    <w:p w14:paraId="5F7EF5E0" w14:textId="77777777" w:rsidR="00757CF5" w:rsidRPr="001F0913" w:rsidRDefault="00757CF5" w:rsidP="0000567A">
      <w:pPr>
        <w:rPr>
          <w:b/>
          <w:bCs/>
          <w:sz w:val="22"/>
          <w:szCs w:val="22"/>
        </w:rPr>
      </w:pPr>
    </w:p>
    <w:p w14:paraId="24AB73A2" w14:textId="77777777" w:rsidR="00D03BE7" w:rsidRPr="001F0913" w:rsidRDefault="00D03BE7" w:rsidP="0000567A">
      <w:pPr>
        <w:rPr>
          <w:b/>
          <w:bCs/>
          <w:sz w:val="22"/>
          <w:szCs w:val="22"/>
        </w:rPr>
      </w:pPr>
    </w:p>
    <w:p w14:paraId="607FDED9" w14:textId="77777777" w:rsidR="00440900" w:rsidRPr="001F0913" w:rsidRDefault="00440900" w:rsidP="0000567A">
      <w:pPr>
        <w:rPr>
          <w:b/>
          <w:bCs/>
          <w:sz w:val="22"/>
          <w:szCs w:val="22"/>
        </w:rPr>
      </w:pPr>
    </w:p>
    <w:p w14:paraId="2495123C" w14:textId="2AF3CE92" w:rsidR="00EE56DC" w:rsidRPr="001F0913" w:rsidRDefault="00EE56DC" w:rsidP="0000567A">
      <w:pPr>
        <w:rPr>
          <w:b/>
          <w:bCs/>
          <w:sz w:val="22"/>
          <w:szCs w:val="22"/>
        </w:rPr>
      </w:pPr>
      <w:r w:rsidRPr="001F0913">
        <w:rPr>
          <w:b/>
          <w:bCs/>
          <w:sz w:val="22"/>
          <w:szCs w:val="22"/>
        </w:rPr>
        <w:t xml:space="preserve">Täidab </w:t>
      </w:r>
      <w:r w:rsidR="00261DCD" w:rsidRPr="001F0913">
        <w:rPr>
          <w:b/>
          <w:bCs/>
          <w:sz w:val="22"/>
          <w:szCs w:val="22"/>
        </w:rPr>
        <w:t>elluviija</w:t>
      </w:r>
    </w:p>
    <w:p w14:paraId="05E954C1" w14:textId="77777777" w:rsidR="00F105D3" w:rsidRPr="001F0913" w:rsidRDefault="00F105D3" w:rsidP="0095285B">
      <w:pPr>
        <w:rPr>
          <w:snapToGrid w:val="0"/>
          <w:sz w:val="22"/>
          <w:szCs w:val="22"/>
        </w:rPr>
      </w:pPr>
    </w:p>
    <w:p w14:paraId="63651221" w14:textId="77777777" w:rsidR="0095285B" w:rsidRPr="001F0913" w:rsidRDefault="0095285B" w:rsidP="0095285B">
      <w:pPr>
        <w:rPr>
          <w:sz w:val="22"/>
          <w:szCs w:val="22"/>
        </w:rPr>
      </w:pPr>
    </w:p>
    <w:tbl>
      <w:tblPr>
        <w:tblStyle w:val="Kontuurtabel"/>
        <w:tblW w:w="10217" w:type="dxa"/>
        <w:tblLook w:val="01E0" w:firstRow="1" w:lastRow="1" w:firstColumn="1" w:lastColumn="1" w:noHBand="0" w:noVBand="0"/>
      </w:tblPr>
      <w:tblGrid>
        <w:gridCol w:w="3384"/>
        <w:gridCol w:w="2460"/>
        <w:gridCol w:w="2459"/>
        <w:gridCol w:w="1914"/>
      </w:tblGrid>
      <w:tr w:rsidR="007D0F95" w:rsidRPr="001F0913" w14:paraId="2E1698E9" w14:textId="77777777" w:rsidTr="00261DCD">
        <w:trPr>
          <w:trHeight w:val="248"/>
        </w:trPr>
        <w:tc>
          <w:tcPr>
            <w:tcW w:w="10217" w:type="dxa"/>
            <w:gridSpan w:val="4"/>
            <w:shd w:val="pct10" w:color="auto" w:fill="auto"/>
          </w:tcPr>
          <w:p w14:paraId="377567A9" w14:textId="77777777" w:rsidR="007D0F95" w:rsidRPr="001F0913" w:rsidRDefault="007D0F95" w:rsidP="00721009">
            <w:pPr>
              <w:rPr>
                <w:snapToGrid w:val="0"/>
                <w:sz w:val="22"/>
                <w:szCs w:val="22"/>
              </w:rPr>
            </w:pPr>
            <w:r w:rsidRPr="001F0913">
              <w:rPr>
                <w:sz w:val="22"/>
                <w:szCs w:val="22"/>
              </w:rPr>
              <w:t>Kinnitan aruande:</w:t>
            </w:r>
          </w:p>
        </w:tc>
      </w:tr>
      <w:tr w:rsidR="007D0F95" w:rsidRPr="001F0913" w14:paraId="60734EB5" w14:textId="77777777" w:rsidTr="00BA2D67">
        <w:trPr>
          <w:trHeight w:val="248"/>
        </w:trPr>
        <w:tc>
          <w:tcPr>
            <w:tcW w:w="3384" w:type="dxa"/>
            <w:shd w:val="pct10" w:color="auto" w:fill="auto"/>
          </w:tcPr>
          <w:p w14:paraId="33F4E64E" w14:textId="77777777" w:rsidR="007D0F95" w:rsidRPr="001F0913" w:rsidRDefault="007D0F95" w:rsidP="007D0F95">
            <w:pPr>
              <w:rPr>
                <w:snapToGrid w:val="0"/>
                <w:sz w:val="22"/>
                <w:szCs w:val="22"/>
              </w:rPr>
            </w:pPr>
            <w:r w:rsidRPr="001F0913">
              <w:rPr>
                <w:snapToGrid w:val="0"/>
                <w:sz w:val="22"/>
                <w:szCs w:val="22"/>
              </w:rPr>
              <w:t>Nimi</w:t>
            </w:r>
          </w:p>
        </w:tc>
        <w:tc>
          <w:tcPr>
            <w:tcW w:w="2460" w:type="dxa"/>
            <w:shd w:val="pct10" w:color="auto" w:fill="auto"/>
          </w:tcPr>
          <w:p w14:paraId="55341900" w14:textId="77777777" w:rsidR="007D0F95" w:rsidRPr="001F0913" w:rsidRDefault="007D0F95" w:rsidP="007D0F95">
            <w:pPr>
              <w:rPr>
                <w:snapToGrid w:val="0"/>
                <w:sz w:val="22"/>
                <w:szCs w:val="22"/>
              </w:rPr>
            </w:pPr>
            <w:r w:rsidRPr="001F0913">
              <w:rPr>
                <w:snapToGrid w:val="0"/>
                <w:sz w:val="22"/>
                <w:szCs w:val="22"/>
              </w:rPr>
              <w:t>Ametikoht</w:t>
            </w:r>
          </w:p>
        </w:tc>
        <w:tc>
          <w:tcPr>
            <w:tcW w:w="2459" w:type="dxa"/>
            <w:shd w:val="pct10" w:color="auto" w:fill="auto"/>
          </w:tcPr>
          <w:p w14:paraId="4AAFE699" w14:textId="77777777" w:rsidR="007D0F95" w:rsidRPr="001F0913" w:rsidRDefault="007D0F95" w:rsidP="007D0F95">
            <w:pPr>
              <w:rPr>
                <w:snapToGrid w:val="0"/>
                <w:sz w:val="22"/>
                <w:szCs w:val="22"/>
              </w:rPr>
            </w:pPr>
            <w:r w:rsidRPr="001F0913">
              <w:rPr>
                <w:snapToGrid w:val="0"/>
                <w:sz w:val="22"/>
                <w:szCs w:val="22"/>
              </w:rPr>
              <w:t>Allkiri</w:t>
            </w:r>
          </w:p>
        </w:tc>
        <w:tc>
          <w:tcPr>
            <w:tcW w:w="1914" w:type="dxa"/>
            <w:shd w:val="pct10" w:color="auto" w:fill="auto"/>
          </w:tcPr>
          <w:p w14:paraId="592E4E00" w14:textId="77777777" w:rsidR="007D0F95" w:rsidRPr="001F0913" w:rsidRDefault="007D0F95" w:rsidP="007D0F95">
            <w:pPr>
              <w:rPr>
                <w:snapToGrid w:val="0"/>
                <w:sz w:val="22"/>
                <w:szCs w:val="22"/>
              </w:rPr>
            </w:pPr>
            <w:r w:rsidRPr="001F0913">
              <w:rPr>
                <w:snapToGrid w:val="0"/>
                <w:sz w:val="22"/>
                <w:szCs w:val="22"/>
              </w:rPr>
              <w:t>Kuupäev</w:t>
            </w:r>
          </w:p>
        </w:tc>
      </w:tr>
      <w:tr w:rsidR="00261DCD" w:rsidRPr="007E3593" w14:paraId="7209A406" w14:textId="77777777" w:rsidTr="00BA2D67">
        <w:trPr>
          <w:trHeight w:val="630"/>
        </w:trPr>
        <w:tc>
          <w:tcPr>
            <w:tcW w:w="3384" w:type="dxa"/>
          </w:tcPr>
          <w:p w14:paraId="429F677F" w14:textId="77777777" w:rsidR="00261DCD" w:rsidRPr="007E3593" w:rsidRDefault="00261DCD" w:rsidP="007D0F95">
            <w:pPr>
              <w:rPr>
                <w:snapToGrid w:val="0"/>
                <w:sz w:val="22"/>
                <w:szCs w:val="22"/>
              </w:rPr>
            </w:pPr>
            <w:r w:rsidRPr="007E3593">
              <w:rPr>
                <w:snapToGrid w:val="0"/>
                <w:sz w:val="22"/>
                <w:szCs w:val="22"/>
              </w:rPr>
              <w:t>Janika Jakovleva</w:t>
            </w:r>
          </w:p>
        </w:tc>
        <w:tc>
          <w:tcPr>
            <w:tcW w:w="2460" w:type="dxa"/>
          </w:tcPr>
          <w:p w14:paraId="785242A2" w14:textId="77777777" w:rsidR="00261DCD" w:rsidRPr="007E3593" w:rsidRDefault="00261DCD" w:rsidP="00833522">
            <w:pPr>
              <w:rPr>
                <w:snapToGrid w:val="0"/>
                <w:sz w:val="22"/>
                <w:szCs w:val="22"/>
              </w:rPr>
            </w:pPr>
            <w:r w:rsidRPr="001F0913">
              <w:rPr>
                <w:snapToGrid w:val="0"/>
                <w:sz w:val="22"/>
                <w:szCs w:val="22"/>
              </w:rPr>
              <w:t>Korrakaitse- ja kriminaalpoliitika osakonna peaspetsialist</w:t>
            </w:r>
          </w:p>
          <w:p w14:paraId="06D33658" w14:textId="77777777" w:rsidR="00261DCD" w:rsidRPr="007E3593" w:rsidRDefault="00261DCD" w:rsidP="007D0F95">
            <w:pPr>
              <w:rPr>
                <w:snapToGrid w:val="0"/>
                <w:sz w:val="22"/>
                <w:szCs w:val="22"/>
              </w:rPr>
            </w:pPr>
            <w:r w:rsidRPr="002C48BF">
              <w:rPr>
                <w:snapToGrid w:val="0"/>
                <w:sz w:val="22"/>
                <w:szCs w:val="22"/>
              </w:rPr>
              <w:t>Siseministeerium</w:t>
            </w:r>
          </w:p>
        </w:tc>
        <w:tc>
          <w:tcPr>
            <w:tcW w:w="2459" w:type="dxa"/>
          </w:tcPr>
          <w:p w14:paraId="6FD87A40" w14:textId="77777777" w:rsidR="00261DCD" w:rsidRPr="007E3593" w:rsidRDefault="00261DCD" w:rsidP="007D0F95">
            <w:pPr>
              <w:rPr>
                <w:snapToGrid w:val="0"/>
                <w:sz w:val="22"/>
                <w:szCs w:val="22"/>
              </w:rPr>
            </w:pPr>
            <w:r w:rsidRPr="001F0913">
              <w:rPr>
                <w:sz w:val="22"/>
                <w:szCs w:val="22"/>
              </w:rPr>
              <w:t>Allkirjastatud digitaalselt</w:t>
            </w:r>
          </w:p>
        </w:tc>
        <w:tc>
          <w:tcPr>
            <w:tcW w:w="1914" w:type="dxa"/>
          </w:tcPr>
          <w:p w14:paraId="5ED6D080" w14:textId="77777777" w:rsidR="00261DCD" w:rsidRPr="007E3593" w:rsidRDefault="00261DCD" w:rsidP="007D0F95">
            <w:pPr>
              <w:rPr>
                <w:snapToGrid w:val="0"/>
                <w:sz w:val="22"/>
                <w:szCs w:val="22"/>
              </w:rPr>
            </w:pPr>
          </w:p>
        </w:tc>
      </w:tr>
    </w:tbl>
    <w:p w14:paraId="76E67F19" w14:textId="77777777" w:rsidR="00F105D3" w:rsidRPr="007E3593" w:rsidRDefault="00F105D3" w:rsidP="00207112">
      <w:pPr>
        <w:rPr>
          <w:sz w:val="22"/>
          <w:szCs w:val="22"/>
        </w:rPr>
      </w:pPr>
    </w:p>
    <w:sectPr w:rsidR="00F105D3" w:rsidRPr="007E3593" w:rsidSect="000B224F">
      <w:footerReference w:type="default" r:id="rId9"/>
      <w:footerReference w:type="first" r:id="rId10"/>
      <w:pgSz w:w="11907" w:h="16840" w:code="9"/>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F0135D" w14:textId="77777777" w:rsidR="000046B9" w:rsidRDefault="000046B9">
      <w:r>
        <w:separator/>
      </w:r>
    </w:p>
  </w:endnote>
  <w:endnote w:type="continuationSeparator" w:id="0">
    <w:p w14:paraId="786BC01F" w14:textId="77777777" w:rsidR="000046B9" w:rsidRDefault="000046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B1F3C2" w14:textId="77777777" w:rsidR="00F204C9" w:rsidRDefault="00F204C9" w:rsidP="0082200F">
    <w:pPr>
      <w:pStyle w:val="Jalus"/>
      <w:framePr w:wrap="auto"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4D5838">
      <w:rPr>
        <w:rStyle w:val="Lehekljenumber"/>
        <w:noProof/>
      </w:rPr>
      <w:t>6</w:t>
    </w:r>
    <w:r>
      <w:rPr>
        <w:rStyle w:val="Lehekljenumber"/>
      </w:rPr>
      <w:fldChar w:fldCharType="end"/>
    </w:r>
  </w:p>
  <w:p w14:paraId="1FE12FCC" w14:textId="77777777" w:rsidR="00F204C9" w:rsidRDefault="00F204C9" w:rsidP="00EA201A">
    <w:pPr>
      <w:pStyle w:val="Jalus"/>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0A339C" w14:textId="77777777" w:rsidR="00F204C9" w:rsidRDefault="00F204C9" w:rsidP="0082200F">
    <w:pPr>
      <w:pStyle w:val="Jalus"/>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6C922C" w14:textId="77777777" w:rsidR="000046B9" w:rsidRDefault="000046B9">
      <w:r>
        <w:separator/>
      </w:r>
    </w:p>
  </w:footnote>
  <w:footnote w:type="continuationSeparator" w:id="0">
    <w:p w14:paraId="599FBF0C" w14:textId="77777777" w:rsidR="000046B9" w:rsidRDefault="000046B9">
      <w:r>
        <w:continuationSeparator/>
      </w:r>
    </w:p>
  </w:footnote>
  <w:footnote w:id="1">
    <w:p w14:paraId="4730ED5C" w14:textId="77777777" w:rsidR="00825510" w:rsidRPr="00D41AF3" w:rsidRDefault="00825510" w:rsidP="00825510">
      <w:pPr>
        <w:pStyle w:val="Allmrkusetekst"/>
      </w:pPr>
      <w:r>
        <w:rPr>
          <w:rStyle w:val="Allmrkuseviide"/>
        </w:rPr>
        <w:footnoteRef/>
      </w:r>
      <w:r>
        <w:t xml:space="preserve"> Tegevuskava esitamise ajaks ei ole seminar toimunud.</w:t>
      </w:r>
    </w:p>
  </w:footnote>
  <w:footnote w:id="2">
    <w:p w14:paraId="69CFAA63" w14:textId="77777777" w:rsidR="00E77959" w:rsidRDefault="005E4F53" w:rsidP="005E4F53">
      <w:pPr>
        <w:pStyle w:val="Allmrkusetekst"/>
      </w:pPr>
      <w:r w:rsidRPr="00A24D1A">
        <w:rPr>
          <w:rStyle w:val="Allmrkuseviide"/>
          <w:rFonts w:ascii="Arial" w:hAnsi="Arial" w:cs="Arial"/>
          <w:sz w:val="16"/>
          <w:szCs w:val="16"/>
        </w:rPr>
        <w:footnoteRef/>
      </w:r>
      <w:r w:rsidRPr="00A24D1A">
        <w:rPr>
          <w:rFonts w:ascii="Arial" w:hAnsi="Arial" w:cs="Arial"/>
          <w:sz w:val="16"/>
          <w:szCs w:val="16"/>
        </w:rPr>
        <w:t xml:space="preserve"> Näidatakse nii väljund- kui ka tulemusindikaatorite tasemed</w:t>
      </w:r>
    </w:p>
  </w:footnote>
  <w:footnote w:id="3">
    <w:p w14:paraId="5EC893E5" w14:textId="77777777" w:rsidR="00E77959" w:rsidRDefault="00AE3100" w:rsidP="00AE3100">
      <w:pPr>
        <w:pStyle w:val="Allmrkusetekst"/>
      </w:pPr>
      <w:r w:rsidRPr="00A24D1A">
        <w:rPr>
          <w:rStyle w:val="Allmrkuseviide"/>
          <w:rFonts w:ascii="Arial" w:hAnsi="Arial" w:cs="Arial"/>
          <w:sz w:val="16"/>
          <w:szCs w:val="16"/>
        </w:rPr>
        <w:footnoteRef/>
      </w:r>
      <w:r w:rsidRPr="00A24D1A">
        <w:rPr>
          <w:rFonts w:ascii="Arial" w:hAnsi="Arial" w:cs="Arial"/>
          <w:sz w:val="16"/>
          <w:szCs w:val="16"/>
        </w:rPr>
        <w:t xml:space="preserve"> </w:t>
      </w:r>
      <w:r w:rsidR="00DD4B14">
        <w:rPr>
          <w:rFonts w:ascii="Arial" w:hAnsi="Arial" w:cs="Arial"/>
          <w:sz w:val="16"/>
          <w:szCs w:val="16"/>
        </w:rPr>
        <w:t>TAT</w:t>
      </w:r>
      <w:r w:rsidRPr="00A24D1A">
        <w:rPr>
          <w:rFonts w:ascii="Arial" w:hAnsi="Arial" w:cs="Arial"/>
          <w:sz w:val="16"/>
          <w:szCs w:val="16"/>
        </w:rPr>
        <w:t>s</w:t>
      </w:r>
      <w:r w:rsidR="00B4259C">
        <w:rPr>
          <w:rFonts w:ascii="Arial" w:hAnsi="Arial" w:cs="Arial"/>
          <w:sz w:val="16"/>
          <w:szCs w:val="16"/>
        </w:rPr>
        <w:t xml:space="preserve"> või rakenduskavas</w:t>
      </w:r>
      <w:r w:rsidRPr="00A24D1A">
        <w:rPr>
          <w:rFonts w:ascii="Arial" w:hAnsi="Arial" w:cs="Arial"/>
          <w:sz w:val="16"/>
          <w:szCs w:val="16"/>
        </w:rPr>
        <w:t xml:space="preserve"> fikseeritud </w:t>
      </w:r>
      <w:r w:rsidR="00EA73F6">
        <w:rPr>
          <w:rFonts w:ascii="Arial" w:hAnsi="Arial" w:cs="Arial"/>
          <w:sz w:val="16"/>
          <w:szCs w:val="16"/>
        </w:rPr>
        <w:t>sihtt</w:t>
      </w:r>
      <w:r w:rsidRPr="00A24D1A">
        <w:rPr>
          <w:rFonts w:ascii="Arial" w:hAnsi="Arial" w:cs="Arial"/>
          <w:sz w:val="16"/>
          <w:szCs w:val="16"/>
        </w:rPr>
        <w:t>ase.</w:t>
      </w:r>
    </w:p>
  </w:footnote>
  <w:footnote w:id="4">
    <w:p w14:paraId="4FDEA2AA" w14:textId="77777777" w:rsidR="00E77959" w:rsidRDefault="00FF44B8" w:rsidP="005E4F53">
      <w:pPr>
        <w:pStyle w:val="Allmrkusetekst"/>
      </w:pPr>
      <w:r w:rsidRPr="00A24D1A">
        <w:rPr>
          <w:rStyle w:val="Allmrkuseviide"/>
          <w:rFonts w:ascii="Arial" w:hAnsi="Arial" w:cs="Arial"/>
          <w:sz w:val="16"/>
          <w:szCs w:val="16"/>
        </w:rPr>
        <w:footnoteRef/>
      </w:r>
      <w:r w:rsidRPr="00A24D1A">
        <w:rPr>
          <w:rFonts w:ascii="Arial" w:hAnsi="Arial" w:cs="Arial"/>
          <w:sz w:val="16"/>
          <w:szCs w:val="16"/>
        </w:rPr>
        <w:t xml:space="preserve"> Võimaluse korral esitada andmed soolises lõikes</w:t>
      </w:r>
    </w:p>
  </w:footnote>
  <w:footnote w:id="5">
    <w:p w14:paraId="2B1331DF" w14:textId="77777777" w:rsidR="00E77959" w:rsidRDefault="00FF44B8" w:rsidP="00AE3100">
      <w:pPr>
        <w:pStyle w:val="Allmrkusetekst"/>
      </w:pPr>
      <w:r>
        <w:rPr>
          <w:rStyle w:val="Allmrkuseviide"/>
        </w:rPr>
        <w:footnoteRef/>
      </w:r>
      <w:r>
        <w:t xml:space="preserve"> </w:t>
      </w:r>
      <w:r w:rsidRPr="005C4969">
        <w:rPr>
          <w:rFonts w:ascii="Arial" w:hAnsi="Arial" w:cs="Arial"/>
          <w:sz w:val="16"/>
          <w:szCs w:val="16"/>
        </w:rPr>
        <w:t>Võimaluse korral esitada andmed soolises lõikes</w:t>
      </w:r>
    </w:p>
  </w:footnote>
  <w:footnote w:id="6">
    <w:p w14:paraId="1A6CF0E3" w14:textId="77777777" w:rsidR="00E77959" w:rsidRDefault="00955536">
      <w:pPr>
        <w:pStyle w:val="Allmrkusetekst"/>
      </w:pPr>
      <w:r w:rsidRPr="004828D3">
        <w:rPr>
          <w:rStyle w:val="Allmrkuseviide"/>
        </w:rPr>
        <w:footnoteRef/>
      </w:r>
      <w:r w:rsidRPr="004828D3">
        <w:t xml:space="preserve"> </w:t>
      </w:r>
      <w:r w:rsidRPr="004828D3">
        <w:rPr>
          <w:rFonts w:ascii="Arial" w:hAnsi="Arial" w:cs="Arial"/>
          <w:sz w:val="16"/>
          <w:szCs w:val="16"/>
        </w:rPr>
        <w:t>Täidetakse kumulatiivsel</w:t>
      </w:r>
      <w:r w:rsidR="007B6828">
        <w:rPr>
          <w:rFonts w:ascii="Arial" w:hAnsi="Arial" w:cs="Arial"/>
          <w:sz w:val="16"/>
          <w:szCs w:val="16"/>
        </w:rPr>
        <w:t>t</w:t>
      </w:r>
      <w:r w:rsidRPr="004828D3">
        <w:rPr>
          <w:rFonts w:ascii="Arial" w:hAnsi="Arial" w:cs="Arial"/>
          <w:sz w:val="16"/>
          <w:szCs w:val="16"/>
        </w:rPr>
        <w:t xml:space="preserve"> seisuga 31.12</w:t>
      </w:r>
      <w:r w:rsidR="007B6828">
        <w:rPr>
          <w:rFonts w:ascii="Arial" w:hAnsi="Arial" w:cs="Arial"/>
          <w:sz w:val="16"/>
          <w:szCs w:val="16"/>
        </w:rPr>
        <w:t>.</w:t>
      </w:r>
    </w:p>
  </w:footnote>
  <w:footnote w:id="7">
    <w:p w14:paraId="6061E2C5" w14:textId="77777777" w:rsidR="00E77959" w:rsidRDefault="00955536">
      <w:pPr>
        <w:pStyle w:val="Allmrkusetekst"/>
      </w:pPr>
      <w:r w:rsidRPr="004828D3">
        <w:rPr>
          <w:rStyle w:val="Allmrkuseviide"/>
        </w:rPr>
        <w:footnoteRef/>
      </w:r>
      <w:r w:rsidRPr="004828D3">
        <w:t xml:space="preserve"> </w:t>
      </w:r>
      <w:r w:rsidRPr="004828D3">
        <w:rPr>
          <w:rFonts w:ascii="Arial" w:hAnsi="Arial" w:cs="Arial"/>
          <w:sz w:val="16"/>
          <w:szCs w:val="16"/>
        </w:rPr>
        <w:t>Täidetakse kumulatiivselt seisuga 31.12</w:t>
      </w:r>
      <w:r>
        <w:rPr>
          <w:rFonts w:ascii="Arial" w:hAnsi="Arial" w:cs="Arial"/>
          <w:sz w:val="16"/>
          <w:szCs w:val="16"/>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B16103"/>
    <w:multiLevelType w:val="hybridMultilevel"/>
    <w:tmpl w:val="8AC8BF7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 w15:restartNumberingAfterBreak="0">
    <w:nsid w:val="03C430EB"/>
    <w:multiLevelType w:val="multilevel"/>
    <w:tmpl w:val="5C34960A"/>
    <w:lvl w:ilvl="0">
      <w:start w:val="3"/>
      <w:numFmt w:val="decimal"/>
      <w:lvlText w:val="%1"/>
      <w:lvlJc w:val="left"/>
      <w:pPr>
        <w:ind w:left="480" w:hanging="480"/>
      </w:pPr>
      <w:rPr>
        <w:rFonts w:hint="default"/>
      </w:rPr>
    </w:lvl>
    <w:lvl w:ilvl="1">
      <w:start w:val="1"/>
      <w:numFmt w:val="decimal"/>
      <w:lvlText w:val="%1.%2"/>
      <w:lvlJc w:val="left"/>
      <w:pPr>
        <w:ind w:left="693" w:hanging="480"/>
      </w:pPr>
      <w:rPr>
        <w:rFonts w:hint="default"/>
      </w:rPr>
    </w:lvl>
    <w:lvl w:ilvl="2">
      <w:start w:val="3"/>
      <w:numFmt w:val="decimal"/>
      <w:lvlText w:val="%1.%2.%3"/>
      <w:lvlJc w:val="left"/>
      <w:pPr>
        <w:ind w:left="1077" w:hanging="737"/>
      </w:pPr>
      <w:rPr>
        <w:rFonts w:ascii="Times New Roman" w:hAnsi="Times New Roman" w:cs="Times New Roman" w:hint="default"/>
        <w:color w:val="auto"/>
        <w:sz w:val="24"/>
        <w:szCs w:val="24"/>
      </w:rPr>
    </w:lvl>
    <w:lvl w:ilvl="3">
      <w:start w:val="1"/>
      <w:numFmt w:val="decimal"/>
      <w:suff w:val="space"/>
      <w:lvlText w:val="%1.%2.%3.%4."/>
      <w:lvlJc w:val="left"/>
      <w:pPr>
        <w:ind w:left="1077" w:hanging="737"/>
      </w:pPr>
      <w:rPr>
        <w:rFonts w:ascii="Times New Roman" w:hAnsi="Times New Roman" w:cs="Times New Roman" w:hint="default"/>
        <w:sz w:val="24"/>
        <w:szCs w:val="24"/>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2" w15:restartNumberingAfterBreak="0">
    <w:nsid w:val="03EB78EE"/>
    <w:multiLevelType w:val="hybridMultilevel"/>
    <w:tmpl w:val="49442BFC"/>
    <w:lvl w:ilvl="0" w:tplc="F640A0B6">
      <w:start w:val="8"/>
      <w:numFmt w:val="bullet"/>
      <w:lvlText w:val="-"/>
      <w:lvlJc w:val="left"/>
      <w:pPr>
        <w:ind w:left="720" w:hanging="360"/>
      </w:pPr>
      <w:rPr>
        <w:rFonts w:ascii="Times New Roman" w:eastAsia="Times New Roman" w:hAnsi="Times New Roman"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041C4890"/>
    <w:multiLevelType w:val="hybridMultilevel"/>
    <w:tmpl w:val="9D5692DA"/>
    <w:lvl w:ilvl="0" w:tplc="00E214AE">
      <w:start w:val="3"/>
      <w:numFmt w:val="decimal"/>
      <w:lvlText w:val="%1."/>
      <w:lvlJc w:val="left"/>
      <w:pPr>
        <w:tabs>
          <w:tab w:val="num" w:pos="360"/>
        </w:tabs>
        <w:ind w:left="360" w:hanging="360"/>
      </w:pPr>
      <w:rPr>
        <w:rFonts w:cs="Times New Roman" w:hint="default"/>
      </w:rPr>
    </w:lvl>
    <w:lvl w:ilvl="1" w:tplc="04250019">
      <w:start w:val="1"/>
      <w:numFmt w:val="lowerLetter"/>
      <w:lvlText w:val="%2."/>
      <w:lvlJc w:val="left"/>
      <w:pPr>
        <w:tabs>
          <w:tab w:val="num" w:pos="1080"/>
        </w:tabs>
        <w:ind w:left="1080" w:hanging="360"/>
      </w:pPr>
      <w:rPr>
        <w:rFonts w:cs="Times New Roman"/>
      </w:rPr>
    </w:lvl>
    <w:lvl w:ilvl="2" w:tplc="0425001B">
      <w:start w:val="1"/>
      <w:numFmt w:val="lowerRoman"/>
      <w:lvlText w:val="%3."/>
      <w:lvlJc w:val="right"/>
      <w:pPr>
        <w:tabs>
          <w:tab w:val="num" w:pos="1800"/>
        </w:tabs>
        <w:ind w:left="1800" w:hanging="180"/>
      </w:pPr>
      <w:rPr>
        <w:rFonts w:cs="Times New Roman"/>
      </w:rPr>
    </w:lvl>
    <w:lvl w:ilvl="3" w:tplc="0425000F">
      <w:start w:val="1"/>
      <w:numFmt w:val="decimal"/>
      <w:lvlText w:val="%4."/>
      <w:lvlJc w:val="left"/>
      <w:pPr>
        <w:tabs>
          <w:tab w:val="num" w:pos="2520"/>
        </w:tabs>
        <w:ind w:left="2520" w:hanging="360"/>
      </w:pPr>
      <w:rPr>
        <w:rFonts w:cs="Times New Roman"/>
      </w:rPr>
    </w:lvl>
    <w:lvl w:ilvl="4" w:tplc="04250019">
      <w:start w:val="1"/>
      <w:numFmt w:val="lowerLetter"/>
      <w:lvlText w:val="%5."/>
      <w:lvlJc w:val="left"/>
      <w:pPr>
        <w:tabs>
          <w:tab w:val="num" w:pos="3240"/>
        </w:tabs>
        <w:ind w:left="3240" w:hanging="360"/>
      </w:pPr>
      <w:rPr>
        <w:rFonts w:cs="Times New Roman"/>
      </w:rPr>
    </w:lvl>
    <w:lvl w:ilvl="5" w:tplc="0425001B">
      <w:start w:val="1"/>
      <w:numFmt w:val="lowerRoman"/>
      <w:lvlText w:val="%6."/>
      <w:lvlJc w:val="right"/>
      <w:pPr>
        <w:tabs>
          <w:tab w:val="num" w:pos="3960"/>
        </w:tabs>
        <w:ind w:left="3960" w:hanging="180"/>
      </w:pPr>
      <w:rPr>
        <w:rFonts w:cs="Times New Roman"/>
      </w:rPr>
    </w:lvl>
    <w:lvl w:ilvl="6" w:tplc="0425000F">
      <w:start w:val="1"/>
      <w:numFmt w:val="decimal"/>
      <w:lvlText w:val="%7."/>
      <w:lvlJc w:val="left"/>
      <w:pPr>
        <w:tabs>
          <w:tab w:val="num" w:pos="4680"/>
        </w:tabs>
        <w:ind w:left="4680" w:hanging="360"/>
      </w:pPr>
      <w:rPr>
        <w:rFonts w:cs="Times New Roman"/>
      </w:rPr>
    </w:lvl>
    <w:lvl w:ilvl="7" w:tplc="04250019">
      <w:start w:val="1"/>
      <w:numFmt w:val="lowerLetter"/>
      <w:lvlText w:val="%8."/>
      <w:lvlJc w:val="left"/>
      <w:pPr>
        <w:tabs>
          <w:tab w:val="num" w:pos="5400"/>
        </w:tabs>
        <w:ind w:left="5400" w:hanging="360"/>
      </w:pPr>
      <w:rPr>
        <w:rFonts w:cs="Times New Roman"/>
      </w:rPr>
    </w:lvl>
    <w:lvl w:ilvl="8" w:tplc="0425001B">
      <w:start w:val="1"/>
      <w:numFmt w:val="lowerRoman"/>
      <w:lvlText w:val="%9."/>
      <w:lvlJc w:val="right"/>
      <w:pPr>
        <w:tabs>
          <w:tab w:val="num" w:pos="6120"/>
        </w:tabs>
        <w:ind w:left="6120" w:hanging="180"/>
      </w:pPr>
      <w:rPr>
        <w:rFonts w:cs="Times New Roman"/>
      </w:rPr>
    </w:lvl>
  </w:abstractNum>
  <w:abstractNum w:abstractNumId="4" w15:restartNumberingAfterBreak="0">
    <w:nsid w:val="04E03632"/>
    <w:multiLevelType w:val="multilevel"/>
    <w:tmpl w:val="D1CAD452"/>
    <w:lvl w:ilvl="0">
      <w:start w:val="3"/>
      <w:numFmt w:val="decimal"/>
      <w:lvlText w:val="%1"/>
      <w:lvlJc w:val="left"/>
      <w:pPr>
        <w:ind w:left="660" w:hanging="660"/>
      </w:pPr>
      <w:rPr>
        <w:rFonts w:hint="default"/>
      </w:rPr>
    </w:lvl>
    <w:lvl w:ilvl="1">
      <w:start w:val="1"/>
      <w:numFmt w:val="decimal"/>
      <w:lvlText w:val="%1.%2"/>
      <w:lvlJc w:val="left"/>
      <w:pPr>
        <w:ind w:left="773" w:hanging="660"/>
      </w:pPr>
      <w:rPr>
        <w:rFonts w:hint="default"/>
      </w:rPr>
    </w:lvl>
    <w:lvl w:ilvl="2">
      <w:start w:val="7"/>
      <w:numFmt w:val="decimal"/>
      <w:lvlText w:val="%1.%2.%3"/>
      <w:lvlJc w:val="left"/>
      <w:pPr>
        <w:ind w:left="946" w:hanging="720"/>
      </w:pPr>
      <w:rPr>
        <w:rFonts w:hint="default"/>
      </w:rPr>
    </w:lvl>
    <w:lvl w:ilvl="3">
      <w:start w:val="1"/>
      <w:numFmt w:val="decimal"/>
      <w:lvlText w:val="%1.%2.%3.%4"/>
      <w:lvlJc w:val="left"/>
      <w:pPr>
        <w:ind w:left="1059" w:hanging="720"/>
      </w:pPr>
      <w:rPr>
        <w:rFonts w:hint="default"/>
      </w:rPr>
    </w:lvl>
    <w:lvl w:ilvl="4">
      <w:start w:val="1"/>
      <w:numFmt w:val="decimal"/>
      <w:lvlText w:val="%1.%2.%3.%4.%5"/>
      <w:lvlJc w:val="left"/>
      <w:pPr>
        <w:ind w:left="1532" w:hanging="1080"/>
      </w:pPr>
      <w:rPr>
        <w:rFonts w:hint="default"/>
      </w:rPr>
    </w:lvl>
    <w:lvl w:ilvl="5">
      <w:start w:val="1"/>
      <w:numFmt w:val="decimal"/>
      <w:lvlText w:val="%1.%2.%3.%4.%5.%6"/>
      <w:lvlJc w:val="left"/>
      <w:pPr>
        <w:ind w:left="1645" w:hanging="1080"/>
      </w:pPr>
      <w:rPr>
        <w:rFonts w:hint="default"/>
      </w:rPr>
    </w:lvl>
    <w:lvl w:ilvl="6">
      <w:start w:val="1"/>
      <w:numFmt w:val="decimal"/>
      <w:lvlText w:val="%1.%2.%3.%4.%5.%6.%7"/>
      <w:lvlJc w:val="left"/>
      <w:pPr>
        <w:ind w:left="2118" w:hanging="1440"/>
      </w:pPr>
      <w:rPr>
        <w:rFonts w:hint="default"/>
      </w:rPr>
    </w:lvl>
    <w:lvl w:ilvl="7">
      <w:start w:val="1"/>
      <w:numFmt w:val="decimal"/>
      <w:lvlText w:val="%1.%2.%3.%4.%5.%6.%7.%8"/>
      <w:lvlJc w:val="left"/>
      <w:pPr>
        <w:ind w:left="2231" w:hanging="1440"/>
      </w:pPr>
      <w:rPr>
        <w:rFonts w:hint="default"/>
      </w:rPr>
    </w:lvl>
    <w:lvl w:ilvl="8">
      <w:start w:val="1"/>
      <w:numFmt w:val="decimal"/>
      <w:lvlText w:val="%1.%2.%3.%4.%5.%6.%7.%8.%9"/>
      <w:lvlJc w:val="left"/>
      <w:pPr>
        <w:ind w:left="2704" w:hanging="1800"/>
      </w:pPr>
      <w:rPr>
        <w:rFonts w:hint="default"/>
      </w:rPr>
    </w:lvl>
  </w:abstractNum>
  <w:abstractNum w:abstractNumId="5" w15:restartNumberingAfterBreak="0">
    <w:nsid w:val="06A93F32"/>
    <w:multiLevelType w:val="hybridMultilevel"/>
    <w:tmpl w:val="61D0E4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82F1C50"/>
    <w:multiLevelType w:val="multilevel"/>
    <w:tmpl w:val="2178718A"/>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08FE2BFD"/>
    <w:multiLevelType w:val="hybridMultilevel"/>
    <w:tmpl w:val="CA827662"/>
    <w:lvl w:ilvl="0" w:tplc="F640A0B6">
      <w:start w:val="3"/>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E0627C4"/>
    <w:multiLevelType w:val="hybridMultilevel"/>
    <w:tmpl w:val="70B07EDE"/>
    <w:lvl w:ilvl="0" w:tplc="93B2B58A">
      <w:start w:val="1"/>
      <w:numFmt w:val="lowerLetter"/>
      <w:lvlText w:val="(%1)"/>
      <w:lvlJc w:val="left"/>
      <w:pPr>
        <w:tabs>
          <w:tab w:val="num" w:pos="360"/>
        </w:tabs>
        <w:ind w:left="360" w:hanging="360"/>
      </w:pPr>
      <w:rPr>
        <w:rFonts w:cs="Times New Roman" w:hint="default"/>
      </w:rPr>
    </w:lvl>
    <w:lvl w:ilvl="1" w:tplc="04250019">
      <w:start w:val="1"/>
      <w:numFmt w:val="lowerLetter"/>
      <w:lvlText w:val="%2."/>
      <w:lvlJc w:val="left"/>
      <w:pPr>
        <w:tabs>
          <w:tab w:val="num" w:pos="1440"/>
        </w:tabs>
        <w:ind w:left="1440" w:hanging="360"/>
      </w:pPr>
      <w:rPr>
        <w:rFonts w:cs="Times New Roman"/>
      </w:rPr>
    </w:lvl>
    <w:lvl w:ilvl="2" w:tplc="0425001B">
      <w:start w:val="1"/>
      <w:numFmt w:val="lowerRoman"/>
      <w:lvlText w:val="%3."/>
      <w:lvlJc w:val="right"/>
      <w:pPr>
        <w:tabs>
          <w:tab w:val="num" w:pos="2160"/>
        </w:tabs>
        <w:ind w:left="2160" w:hanging="180"/>
      </w:pPr>
      <w:rPr>
        <w:rFonts w:cs="Times New Roman"/>
      </w:rPr>
    </w:lvl>
    <w:lvl w:ilvl="3" w:tplc="0425000F">
      <w:start w:val="1"/>
      <w:numFmt w:val="decimal"/>
      <w:lvlText w:val="%4."/>
      <w:lvlJc w:val="left"/>
      <w:pPr>
        <w:tabs>
          <w:tab w:val="num" w:pos="2880"/>
        </w:tabs>
        <w:ind w:left="2880" w:hanging="360"/>
      </w:pPr>
      <w:rPr>
        <w:rFonts w:cs="Times New Roman"/>
      </w:rPr>
    </w:lvl>
    <w:lvl w:ilvl="4" w:tplc="04250019">
      <w:start w:val="1"/>
      <w:numFmt w:val="lowerLetter"/>
      <w:lvlText w:val="%5."/>
      <w:lvlJc w:val="left"/>
      <w:pPr>
        <w:tabs>
          <w:tab w:val="num" w:pos="3600"/>
        </w:tabs>
        <w:ind w:left="3600" w:hanging="360"/>
      </w:pPr>
      <w:rPr>
        <w:rFonts w:cs="Times New Roman"/>
      </w:rPr>
    </w:lvl>
    <w:lvl w:ilvl="5" w:tplc="0425001B">
      <w:start w:val="1"/>
      <w:numFmt w:val="lowerRoman"/>
      <w:lvlText w:val="%6."/>
      <w:lvlJc w:val="right"/>
      <w:pPr>
        <w:tabs>
          <w:tab w:val="num" w:pos="4320"/>
        </w:tabs>
        <w:ind w:left="4320" w:hanging="180"/>
      </w:pPr>
      <w:rPr>
        <w:rFonts w:cs="Times New Roman"/>
      </w:rPr>
    </w:lvl>
    <w:lvl w:ilvl="6" w:tplc="0425000F">
      <w:start w:val="1"/>
      <w:numFmt w:val="decimal"/>
      <w:lvlText w:val="%7."/>
      <w:lvlJc w:val="left"/>
      <w:pPr>
        <w:tabs>
          <w:tab w:val="num" w:pos="5040"/>
        </w:tabs>
        <w:ind w:left="5040" w:hanging="360"/>
      </w:pPr>
      <w:rPr>
        <w:rFonts w:cs="Times New Roman"/>
      </w:rPr>
    </w:lvl>
    <w:lvl w:ilvl="7" w:tplc="04250019">
      <w:start w:val="1"/>
      <w:numFmt w:val="lowerLetter"/>
      <w:lvlText w:val="%8."/>
      <w:lvlJc w:val="left"/>
      <w:pPr>
        <w:tabs>
          <w:tab w:val="num" w:pos="5760"/>
        </w:tabs>
        <w:ind w:left="5760" w:hanging="360"/>
      </w:pPr>
      <w:rPr>
        <w:rFonts w:cs="Times New Roman"/>
      </w:rPr>
    </w:lvl>
    <w:lvl w:ilvl="8" w:tplc="0425001B">
      <w:start w:val="1"/>
      <w:numFmt w:val="lowerRoman"/>
      <w:lvlText w:val="%9."/>
      <w:lvlJc w:val="right"/>
      <w:pPr>
        <w:tabs>
          <w:tab w:val="num" w:pos="6480"/>
        </w:tabs>
        <w:ind w:left="6480" w:hanging="180"/>
      </w:pPr>
      <w:rPr>
        <w:rFonts w:cs="Times New Roman"/>
      </w:rPr>
    </w:lvl>
  </w:abstractNum>
  <w:abstractNum w:abstractNumId="9" w15:restartNumberingAfterBreak="0">
    <w:nsid w:val="12091EE2"/>
    <w:multiLevelType w:val="multilevel"/>
    <w:tmpl w:val="87EE1FDE"/>
    <w:lvl w:ilvl="0">
      <w:start w:val="1"/>
      <w:numFmt w:val="decimal"/>
      <w:lvlText w:val="%1."/>
      <w:lvlJc w:val="left"/>
      <w:pPr>
        <w:tabs>
          <w:tab w:val="num" w:pos="720"/>
        </w:tabs>
        <w:ind w:left="720" w:hanging="360"/>
      </w:pPr>
      <w:rPr>
        <w:rFonts w:cs="Times New Roman" w:hint="default"/>
        <w:color w:val="auto"/>
        <w:sz w:val="24"/>
      </w:rPr>
    </w:lvl>
    <w:lvl w:ilvl="1">
      <w:start w:val="1"/>
      <w:numFmt w:val="decimal"/>
      <w:isLgl/>
      <w:lvlText w:val="%1.%2."/>
      <w:lvlJc w:val="left"/>
      <w:pPr>
        <w:tabs>
          <w:tab w:val="num" w:pos="170"/>
        </w:tabs>
        <w:ind w:left="57"/>
      </w:pPr>
      <w:rPr>
        <w:rFonts w:ascii="Times New Roman" w:hAnsi="Times New Roman" w:cs="Times New Roman" w:hint="default"/>
        <w:b/>
        <w:i w:val="0"/>
        <w:color w:val="auto"/>
        <w:sz w:val="24"/>
        <w:szCs w:val="24"/>
      </w:rPr>
    </w:lvl>
    <w:lvl w:ilvl="2">
      <w:start w:val="1"/>
      <w:numFmt w:val="decimal"/>
      <w:isLgl/>
      <w:lvlText w:val="%1.%2.%3"/>
      <w:lvlJc w:val="left"/>
      <w:pPr>
        <w:tabs>
          <w:tab w:val="num" w:pos="1080"/>
        </w:tabs>
        <w:ind w:left="1080" w:hanging="740"/>
      </w:pPr>
      <w:rPr>
        <w:rFonts w:cs="Times New Roman" w:hint="default"/>
        <w:b w:val="0"/>
        <w:i w:val="0"/>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0" w15:restartNumberingAfterBreak="0">
    <w:nsid w:val="12C66401"/>
    <w:multiLevelType w:val="hybridMultilevel"/>
    <w:tmpl w:val="784C7698"/>
    <w:lvl w:ilvl="0" w:tplc="93B2B58A">
      <w:start w:val="1"/>
      <w:numFmt w:val="lowerLetter"/>
      <w:lvlText w:val="(%1)"/>
      <w:lvlJc w:val="left"/>
      <w:pPr>
        <w:tabs>
          <w:tab w:val="num" w:pos="360"/>
        </w:tabs>
        <w:ind w:left="360" w:hanging="360"/>
      </w:pPr>
      <w:rPr>
        <w:rFonts w:cs="Times New Roman" w:hint="default"/>
      </w:rPr>
    </w:lvl>
    <w:lvl w:ilvl="1" w:tplc="04250019">
      <w:start w:val="1"/>
      <w:numFmt w:val="lowerLetter"/>
      <w:lvlText w:val="%2."/>
      <w:lvlJc w:val="left"/>
      <w:pPr>
        <w:tabs>
          <w:tab w:val="num" w:pos="1440"/>
        </w:tabs>
        <w:ind w:left="1440" w:hanging="360"/>
      </w:pPr>
      <w:rPr>
        <w:rFonts w:cs="Times New Roman"/>
      </w:rPr>
    </w:lvl>
    <w:lvl w:ilvl="2" w:tplc="0425001B">
      <w:start w:val="1"/>
      <w:numFmt w:val="lowerRoman"/>
      <w:lvlText w:val="%3."/>
      <w:lvlJc w:val="right"/>
      <w:pPr>
        <w:tabs>
          <w:tab w:val="num" w:pos="2160"/>
        </w:tabs>
        <w:ind w:left="2160" w:hanging="180"/>
      </w:pPr>
      <w:rPr>
        <w:rFonts w:cs="Times New Roman"/>
      </w:rPr>
    </w:lvl>
    <w:lvl w:ilvl="3" w:tplc="0425000F">
      <w:start w:val="1"/>
      <w:numFmt w:val="decimal"/>
      <w:lvlText w:val="%4."/>
      <w:lvlJc w:val="left"/>
      <w:pPr>
        <w:tabs>
          <w:tab w:val="num" w:pos="2880"/>
        </w:tabs>
        <w:ind w:left="2880" w:hanging="360"/>
      </w:pPr>
      <w:rPr>
        <w:rFonts w:cs="Times New Roman"/>
      </w:rPr>
    </w:lvl>
    <w:lvl w:ilvl="4" w:tplc="04250019">
      <w:start w:val="1"/>
      <w:numFmt w:val="lowerLetter"/>
      <w:lvlText w:val="%5."/>
      <w:lvlJc w:val="left"/>
      <w:pPr>
        <w:tabs>
          <w:tab w:val="num" w:pos="3600"/>
        </w:tabs>
        <w:ind w:left="3600" w:hanging="360"/>
      </w:pPr>
      <w:rPr>
        <w:rFonts w:cs="Times New Roman"/>
      </w:rPr>
    </w:lvl>
    <w:lvl w:ilvl="5" w:tplc="0425001B">
      <w:start w:val="1"/>
      <w:numFmt w:val="lowerRoman"/>
      <w:lvlText w:val="%6."/>
      <w:lvlJc w:val="right"/>
      <w:pPr>
        <w:tabs>
          <w:tab w:val="num" w:pos="4320"/>
        </w:tabs>
        <w:ind w:left="4320" w:hanging="180"/>
      </w:pPr>
      <w:rPr>
        <w:rFonts w:cs="Times New Roman"/>
      </w:rPr>
    </w:lvl>
    <w:lvl w:ilvl="6" w:tplc="0425000F">
      <w:start w:val="1"/>
      <w:numFmt w:val="decimal"/>
      <w:lvlText w:val="%7."/>
      <w:lvlJc w:val="left"/>
      <w:pPr>
        <w:tabs>
          <w:tab w:val="num" w:pos="5040"/>
        </w:tabs>
        <w:ind w:left="5040" w:hanging="360"/>
      </w:pPr>
      <w:rPr>
        <w:rFonts w:cs="Times New Roman"/>
      </w:rPr>
    </w:lvl>
    <w:lvl w:ilvl="7" w:tplc="04250019">
      <w:start w:val="1"/>
      <w:numFmt w:val="lowerLetter"/>
      <w:lvlText w:val="%8."/>
      <w:lvlJc w:val="left"/>
      <w:pPr>
        <w:tabs>
          <w:tab w:val="num" w:pos="5760"/>
        </w:tabs>
        <w:ind w:left="5760" w:hanging="360"/>
      </w:pPr>
      <w:rPr>
        <w:rFonts w:cs="Times New Roman"/>
      </w:rPr>
    </w:lvl>
    <w:lvl w:ilvl="8" w:tplc="0425001B">
      <w:start w:val="1"/>
      <w:numFmt w:val="lowerRoman"/>
      <w:lvlText w:val="%9."/>
      <w:lvlJc w:val="right"/>
      <w:pPr>
        <w:tabs>
          <w:tab w:val="num" w:pos="6480"/>
        </w:tabs>
        <w:ind w:left="6480" w:hanging="180"/>
      </w:pPr>
      <w:rPr>
        <w:rFonts w:cs="Times New Roman"/>
      </w:rPr>
    </w:lvl>
  </w:abstractNum>
  <w:abstractNum w:abstractNumId="11" w15:restartNumberingAfterBreak="0">
    <w:nsid w:val="1A5E4BB8"/>
    <w:multiLevelType w:val="multilevel"/>
    <w:tmpl w:val="1D9C5674"/>
    <w:lvl w:ilvl="0">
      <w:start w:val="3"/>
      <w:numFmt w:val="decimal"/>
      <w:lvlText w:val="%1"/>
      <w:lvlJc w:val="left"/>
      <w:pPr>
        <w:ind w:left="660" w:hanging="660"/>
      </w:pPr>
      <w:rPr>
        <w:rFonts w:hint="default"/>
        <w:b w:val="0"/>
        <w:i w:val="0"/>
      </w:rPr>
    </w:lvl>
    <w:lvl w:ilvl="1">
      <w:start w:val="1"/>
      <w:numFmt w:val="decimal"/>
      <w:lvlText w:val="%1.%2"/>
      <w:lvlJc w:val="left"/>
      <w:pPr>
        <w:ind w:left="660" w:hanging="660"/>
      </w:pPr>
      <w:rPr>
        <w:rFonts w:hint="default"/>
        <w:b w:val="0"/>
        <w:i w:val="0"/>
      </w:rPr>
    </w:lvl>
    <w:lvl w:ilvl="2">
      <w:start w:val="2"/>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2" w15:restartNumberingAfterBreak="0">
    <w:nsid w:val="1BD8593A"/>
    <w:multiLevelType w:val="multilevel"/>
    <w:tmpl w:val="A1B2C9E6"/>
    <w:lvl w:ilvl="0">
      <w:start w:val="3"/>
      <w:numFmt w:val="decimal"/>
      <w:lvlText w:val="%1"/>
      <w:lvlJc w:val="left"/>
      <w:pPr>
        <w:ind w:left="660" w:hanging="660"/>
      </w:pPr>
      <w:rPr>
        <w:rFonts w:hint="default"/>
      </w:rPr>
    </w:lvl>
    <w:lvl w:ilvl="1">
      <w:start w:val="1"/>
      <w:numFmt w:val="decimal"/>
      <w:lvlText w:val="%1.%2"/>
      <w:lvlJc w:val="left"/>
      <w:pPr>
        <w:ind w:left="800" w:hanging="660"/>
      </w:pPr>
      <w:rPr>
        <w:rFonts w:hint="default"/>
      </w:rPr>
    </w:lvl>
    <w:lvl w:ilvl="2">
      <w:start w:val="3"/>
      <w:numFmt w:val="decimal"/>
      <w:lvlText w:val="%1.%2.%3"/>
      <w:lvlJc w:val="left"/>
      <w:pPr>
        <w:ind w:left="1000" w:hanging="720"/>
      </w:pPr>
      <w:rPr>
        <w:rFonts w:hint="default"/>
      </w:rPr>
    </w:lvl>
    <w:lvl w:ilvl="3">
      <w:start w:val="2"/>
      <w:numFmt w:val="decimal"/>
      <w:lvlText w:val="%1.%2.%3.%4"/>
      <w:lvlJc w:val="left"/>
      <w:pPr>
        <w:ind w:left="1140" w:hanging="72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1780" w:hanging="108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420" w:hanging="1440"/>
      </w:pPr>
      <w:rPr>
        <w:rFonts w:hint="default"/>
      </w:rPr>
    </w:lvl>
    <w:lvl w:ilvl="8">
      <w:start w:val="1"/>
      <w:numFmt w:val="decimal"/>
      <w:lvlText w:val="%1.%2.%3.%4.%5.%6.%7.%8.%9"/>
      <w:lvlJc w:val="left"/>
      <w:pPr>
        <w:ind w:left="2920" w:hanging="1800"/>
      </w:pPr>
      <w:rPr>
        <w:rFonts w:hint="default"/>
      </w:rPr>
    </w:lvl>
  </w:abstractNum>
  <w:abstractNum w:abstractNumId="13" w15:restartNumberingAfterBreak="0">
    <w:nsid w:val="203D0D6C"/>
    <w:multiLevelType w:val="hybridMultilevel"/>
    <w:tmpl w:val="58BA334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24075A82"/>
    <w:multiLevelType w:val="hybridMultilevel"/>
    <w:tmpl w:val="554CC308"/>
    <w:lvl w:ilvl="0" w:tplc="858E1C26">
      <w:start w:val="1"/>
      <w:numFmt w:val="decimal"/>
      <w:lvlText w:val="%1"/>
      <w:lvlJc w:val="left"/>
      <w:pPr>
        <w:tabs>
          <w:tab w:val="num" w:pos="780"/>
        </w:tabs>
        <w:ind w:left="780" w:hanging="420"/>
      </w:pPr>
      <w:rPr>
        <w:rFonts w:ascii="Arial" w:eastAsia="Times New Roman" w:hAnsi="Arial" w:cs="Times New Roman" w:hint="default"/>
      </w:rPr>
    </w:lvl>
    <w:lvl w:ilvl="1" w:tplc="221A8C8E">
      <w:numFmt w:val="none"/>
      <w:lvlText w:val=""/>
      <w:lvlJc w:val="left"/>
      <w:pPr>
        <w:tabs>
          <w:tab w:val="num" w:pos="360"/>
        </w:tabs>
      </w:pPr>
      <w:rPr>
        <w:rFonts w:cs="Times New Roman"/>
      </w:rPr>
    </w:lvl>
    <w:lvl w:ilvl="2" w:tplc="99E0B1D4">
      <w:numFmt w:val="none"/>
      <w:lvlText w:val=""/>
      <w:lvlJc w:val="left"/>
      <w:pPr>
        <w:tabs>
          <w:tab w:val="num" w:pos="360"/>
        </w:tabs>
      </w:pPr>
      <w:rPr>
        <w:rFonts w:cs="Times New Roman"/>
      </w:rPr>
    </w:lvl>
    <w:lvl w:ilvl="3" w:tplc="BE46160C">
      <w:numFmt w:val="none"/>
      <w:lvlText w:val=""/>
      <w:lvlJc w:val="left"/>
      <w:pPr>
        <w:tabs>
          <w:tab w:val="num" w:pos="360"/>
        </w:tabs>
      </w:pPr>
      <w:rPr>
        <w:rFonts w:cs="Times New Roman"/>
      </w:rPr>
    </w:lvl>
    <w:lvl w:ilvl="4" w:tplc="499A2D7A">
      <w:numFmt w:val="none"/>
      <w:lvlText w:val=""/>
      <w:lvlJc w:val="left"/>
      <w:pPr>
        <w:tabs>
          <w:tab w:val="num" w:pos="360"/>
        </w:tabs>
      </w:pPr>
      <w:rPr>
        <w:rFonts w:cs="Times New Roman"/>
      </w:rPr>
    </w:lvl>
    <w:lvl w:ilvl="5" w:tplc="1848CF24">
      <w:numFmt w:val="none"/>
      <w:lvlText w:val=""/>
      <w:lvlJc w:val="left"/>
      <w:pPr>
        <w:tabs>
          <w:tab w:val="num" w:pos="360"/>
        </w:tabs>
      </w:pPr>
      <w:rPr>
        <w:rFonts w:cs="Times New Roman"/>
      </w:rPr>
    </w:lvl>
    <w:lvl w:ilvl="6" w:tplc="55309FA4">
      <w:numFmt w:val="none"/>
      <w:lvlText w:val=""/>
      <w:lvlJc w:val="left"/>
      <w:pPr>
        <w:tabs>
          <w:tab w:val="num" w:pos="360"/>
        </w:tabs>
      </w:pPr>
      <w:rPr>
        <w:rFonts w:cs="Times New Roman"/>
      </w:rPr>
    </w:lvl>
    <w:lvl w:ilvl="7" w:tplc="F47E4E12">
      <w:numFmt w:val="none"/>
      <w:lvlText w:val=""/>
      <w:lvlJc w:val="left"/>
      <w:pPr>
        <w:tabs>
          <w:tab w:val="num" w:pos="360"/>
        </w:tabs>
      </w:pPr>
      <w:rPr>
        <w:rFonts w:cs="Times New Roman"/>
      </w:rPr>
    </w:lvl>
    <w:lvl w:ilvl="8" w:tplc="724A2274">
      <w:numFmt w:val="none"/>
      <w:lvlText w:val=""/>
      <w:lvlJc w:val="left"/>
      <w:pPr>
        <w:tabs>
          <w:tab w:val="num" w:pos="360"/>
        </w:tabs>
      </w:pPr>
      <w:rPr>
        <w:rFonts w:cs="Times New Roman"/>
      </w:rPr>
    </w:lvl>
  </w:abstractNum>
  <w:abstractNum w:abstractNumId="15" w15:restartNumberingAfterBreak="0">
    <w:nsid w:val="26EB2F87"/>
    <w:multiLevelType w:val="hybridMultilevel"/>
    <w:tmpl w:val="1128801E"/>
    <w:lvl w:ilvl="0" w:tplc="307A19C6">
      <w:start w:val="1"/>
      <w:numFmt w:val="lowerLetter"/>
      <w:lvlText w:val="(%1)"/>
      <w:lvlJc w:val="left"/>
      <w:pPr>
        <w:tabs>
          <w:tab w:val="num" w:pos="360"/>
        </w:tabs>
        <w:ind w:left="360" w:hanging="360"/>
      </w:pPr>
      <w:rPr>
        <w:rFonts w:cs="Times New Roman" w:hint="default"/>
      </w:rPr>
    </w:lvl>
    <w:lvl w:ilvl="1" w:tplc="04250019">
      <w:start w:val="1"/>
      <w:numFmt w:val="lowerLetter"/>
      <w:lvlText w:val="%2."/>
      <w:lvlJc w:val="left"/>
      <w:pPr>
        <w:tabs>
          <w:tab w:val="num" w:pos="1440"/>
        </w:tabs>
        <w:ind w:left="1440" w:hanging="360"/>
      </w:pPr>
      <w:rPr>
        <w:rFonts w:cs="Times New Roman"/>
      </w:rPr>
    </w:lvl>
    <w:lvl w:ilvl="2" w:tplc="0425001B">
      <w:start w:val="1"/>
      <w:numFmt w:val="lowerRoman"/>
      <w:lvlText w:val="%3."/>
      <w:lvlJc w:val="right"/>
      <w:pPr>
        <w:tabs>
          <w:tab w:val="num" w:pos="2160"/>
        </w:tabs>
        <w:ind w:left="2160" w:hanging="180"/>
      </w:pPr>
      <w:rPr>
        <w:rFonts w:cs="Times New Roman"/>
      </w:rPr>
    </w:lvl>
    <w:lvl w:ilvl="3" w:tplc="0425000F">
      <w:start w:val="1"/>
      <w:numFmt w:val="decimal"/>
      <w:lvlText w:val="%4."/>
      <w:lvlJc w:val="left"/>
      <w:pPr>
        <w:tabs>
          <w:tab w:val="num" w:pos="2880"/>
        </w:tabs>
        <w:ind w:left="2880" w:hanging="360"/>
      </w:pPr>
      <w:rPr>
        <w:rFonts w:cs="Times New Roman"/>
      </w:rPr>
    </w:lvl>
    <w:lvl w:ilvl="4" w:tplc="04250019">
      <w:start w:val="1"/>
      <w:numFmt w:val="lowerLetter"/>
      <w:lvlText w:val="%5."/>
      <w:lvlJc w:val="left"/>
      <w:pPr>
        <w:tabs>
          <w:tab w:val="num" w:pos="3600"/>
        </w:tabs>
        <w:ind w:left="3600" w:hanging="360"/>
      </w:pPr>
      <w:rPr>
        <w:rFonts w:cs="Times New Roman"/>
      </w:rPr>
    </w:lvl>
    <w:lvl w:ilvl="5" w:tplc="0425001B">
      <w:start w:val="1"/>
      <w:numFmt w:val="lowerRoman"/>
      <w:lvlText w:val="%6."/>
      <w:lvlJc w:val="right"/>
      <w:pPr>
        <w:tabs>
          <w:tab w:val="num" w:pos="4320"/>
        </w:tabs>
        <w:ind w:left="4320" w:hanging="180"/>
      </w:pPr>
      <w:rPr>
        <w:rFonts w:cs="Times New Roman"/>
      </w:rPr>
    </w:lvl>
    <w:lvl w:ilvl="6" w:tplc="0425000F">
      <w:start w:val="1"/>
      <w:numFmt w:val="decimal"/>
      <w:lvlText w:val="%7."/>
      <w:lvlJc w:val="left"/>
      <w:pPr>
        <w:tabs>
          <w:tab w:val="num" w:pos="5040"/>
        </w:tabs>
        <w:ind w:left="5040" w:hanging="360"/>
      </w:pPr>
      <w:rPr>
        <w:rFonts w:cs="Times New Roman"/>
      </w:rPr>
    </w:lvl>
    <w:lvl w:ilvl="7" w:tplc="04250019">
      <w:start w:val="1"/>
      <w:numFmt w:val="lowerLetter"/>
      <w:lvlText w:val="%8."/>
      <w:lvlJc w:val="left"/>
      <w:pPr>
        <w:tabs>
          <w:tab w:val="num" w:pos="5760"/>
        </w:tabs>
        <w:ind w:left="5760" w:hanging="360"/>
      </w:pPr>
      <w:rPr>
        <w:rFonts w:cs="Times New Roman"/>
      </w:rPr>
    </w:lvl>
    <w:lvl w:ilvl="8" w:tplc="0425001B">
      <w:start w:val="1"/>
      <w:numFmt w:val="lowerRoman"/>
      <w:lvlText w:val="%9."/>
      <w:lvlJc w:val="right"/>
      <w:pPr>
        <w:tabs>
          <w:tab w:val="num" w:pos="6480"/>
        </w:tabs>
        <w:ind w:left="6480" w:hanging="180"/>
      </w:pPr>
      <w:rPr>
        <w:rFonts w:cs="Times New Roman"/>
      </w:rPr>
    </w:lvl>
  </w:abstractNum>
  <w:abstractNum w:abstractNumId="16" w15:restartNumberingAfterBreak="0">
    <w:nsid w:val="28DC3548"/>
    <w:multiLevelType w:val="hybridMultilevel"/>
    <w:tmpl w:val="9BDA98C8"/>
    <w:lvl w:ilvl="0" w:tplc="F640A0B6">
      <w:start w:val="8"/>
      <w:numFmt w:val="bullet"/>
      <w:lvlText w:val="-"/>
      <w:lvlJc w:val="left"/>
      <w:pPr>
        <w:ind w:left="720" w:hanging="360"/>
      </w:pPr>
      <w:rPr>
        <w:rFonts w:ascii="Times New Roman" w:eastAsia="Times New Roman" w:hAnsi="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30F909B0"/>
    <w:multiLevelType w:val="multilevel"/>
    <w:tmpl w:val="B664972A"/>
    <w:lvl w:ilvl="0">
      <w:start w:val="3"/>
      <w:numFmt w:val="decimal"/>
      <w:lvlText w:val="%1"/>
      <w:lvlJc w:val="left"/>
      <w:pPr>
        <w:ind w:left="660" w:hanging="660"/>
      </w:pPr>
      <w:rPr>
        <w:rFonts w:hint="default"/>
      </w:rPr>
    </w:lvl>
    <w:lvl w:ilvl="1">
      <w:start w:val="1"/>
      <w:numFmt w:val="decimal"/>
      <w:lvlText w:val="%1.%2"/>
      <w:lvlJc w:val="left"/>
      <w:pPr>
        <w:ind w:left="773" w:hanging="660"/>
      </w:pPr>
      <w:rPr>
        <w:rFonts w:hint="default"/>
      </w:rPr>
    </w:lvl>
    <w:lvl w:ilvl="2">
      <w:start w:val="8"/>
      <w:numFmt w:val="decimal"/>
      <w:lvlText w:val="%1.%2.%3"/>
      <w:lvlJc w:val="left"/>
      <w:pPr>
        <w:ind w:left="946" w:hanging="720"/>
      </w:pPr>
      <w:rPr>
        <w:rFonts w:hint="default"/>
      </w:rPr>
    </w:lvl>
    <w:lvl w:ilvl="3">
      <w:start w:val="1"/>
      <w:numFmt w:val="decimal"/>
      <w:lvlText w:val="%1.%2.%3.%4"/>
      <w:lvlJc w:val="left"/>
      <w:pPr>
        <w:ind w:left="1059" w:hanging="720"/>
      </w:pPr>
      <w:rPr>
        <w:rFonts w:hint="default"/>
      </w:rPr>
    </w:lvl>
    <w:lvl w:ilvl="4">
      <w:start w:val="1"/>
      <w:numFmt w:val="decimal"/>
      <w:lvlText w:val="%1.%2.%3.%4.%5"/>
      <w:lvlJc w:val="left"/>
      <w:pPr>
        <w:ind w:left="1532" w:hanging="1080"/>
      </w:pPr>
      <w:rPr>
        <w:rFonts w:hint="default"/>
      </w:rPr>
    </w:lvl>
    <w:lvl w:ilvl="5">
      <w:start w:val="1"/>
      <w:numFmt w:val="decimal"/>
      <w:lvlText w:val="%1.%2.%3.%4.%5.%6"/>
      <w:lvlJc w:val="left"/>
      <w:pPr>
        <w:ind w:left="1645" w:hanging="1080"/>
      </w:pPr>
      <w:rPr>
        <w:rFonts w:hint="default"/>
      </w:rPr>
    </w:lvl>
    <w:lvl w:ilvl="6">
      <w:start w:val="1"/>
      <w:numFmt w:val="decimal"/>
      <w:lvlText w:val="%1.%2.%3.%4.%5.%6.%7"/>
      <w:lvlJc w:val="left"/>
      <w:pPr>
        <w:ind w:left="2118" w:hanging="1440"/>
      </w:pPr>
      <w:rPr>
        <w:rFonts w:hint="default"/>
      </w:rPr>
    </w:lvl>
    <w:lvl w:ilvl="7">
      <w:start w:val="1"/>
      <w:numFmt w:val="decimal"/>
      <w:lvlText w:val="%1.%2.%3.%4.%5.%6.%7.%8"/>
      <w:lvlJc w:val="left"/>
      <w:pPr>
        <w:ind w:left="2231" w:hanging="1440"/>
      </w:pPr>
      <w:rPr>
        <w:rFonts w:hint="default"/>
      </w:rPr>
    </w:lvl>
    <w:lvl w:ilvl="8">
      <w:start w:val="1"/>
      <w:numFmt w:val="decimal"/>
      <w:lvlText w:val="%1.%2.%3.%4.%5.%6.%7.%8.%9"/>
      <w:lvlJc w:val="left"/>
      <w:pPr>
        <w:ind w:left="2704" w:hanging="1800"/>
      </w:pPr>
      <w:rPr>
        <w:rFonts w:hint="default"/>
      </w:rPr>
    </w:lvl>
  </w:abstractNum>
  <w:abstractNum w:abstractNumId="18" w15:restartNumberingAfterBreak="0">
    <w:nsid w:val="31776C5D"/>
    <w:multiLevelType w:val="hybridMultilevel"/>
    <w:tmpl w:val="143A78CA"/>
    <w:lvl w:ilvl="0" w:tplc="F640A0B6">
      <w:start w:val="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5C1EF7"/>
    <w:multiLevelType w:val="hybridMultilevel"/>
    <w:tmpl w:val="F9585E0E"/>
    <w:lvl w:ilvl="0" w:tplc="04250001">
      <w:start w:val="1"/>
      <w:numFmt w:val="bullet"/>
      <w:lvlText w:val=""/>
      <w:lvlJc w:val="left"/>
      <w:pPr>
        <w:ind w:left="420" w:hanging="360"/>
      </w:pPr>
      <w:rPr>
        <w:rFonts w:ascii="Symbol" w:hAnsi="Symbol" w:hint="default"/>
      </w:rPr>
    </w:lvl>
    <w:lvl w:ilvl="1" w:tplc="04250003">
      <w:start w:val="1"/>
      <w:numFmt w:val="bullet"/>
      <w:lvlText w:val="o"/>
      <w:lvlJc w:val="left"/>
      <w:pPr>
        <w:ind w:left="1140" w:hanging="360"/>
      </w:pPr>
      <w:rPr>
        <w:rFonts w:ascii="Courier New" w:hAnsi="Courier New" w:cs="Courier New" w:hint="default"/>
      </w:rPr>
    </w:lvl>
    <w:lvl w:ilvl="2" w:tplc="04250005">
      <w:start w:val="1"/>
      <w:numFmt w:val="bullet"/>
      <w:lvlText w:val=""/>
      <w:lvlJc w:val="left"/>
      <w:pPr>
        <w:ind w:left="1860" w:hanging="360"/>
      </w:pPr>
      <w:rPr>
        <w:rFonts w:ascii="Wingdings" w:hAnsi="Wingdings" w:hint="default"/>
      </w:rPr>
    </w:lvl>
    <w:lvl w:ilvl="3" w:tplc="04250001">
      <w:start w:val="1"/>
      <w:numFmt w:val="bullet"/>
      <w:lvlText w:val=""/>
      <w:lvlJc w:val="left"/>
      <w:pPr>
        <w:ind w:left="2580" w:hanging="360"/>
      </w:pPr>
      <w:rPr>
        <w:rFonts w:ascii="Symbol" w:hAnsi="Symbol" w:hint="default"/>
      </w:rPr>
    </w:lvl>
    <w:lvl w:ilvl="4" w:tplc="04250003">
      <w:start w:val="1"/>
      <w:numFmt w:val="bullet"/>
      <w:lvlText w:val="o"/>
      <w:lvlJc w:val="left"/>
      <w:pPr>
        <w:ind w:left="3300" w:hanging="360"/>
      </w:pPr>
      <w:rPr>
        <w:rFonts w:ascii="Courier New" w:hAnsi="Courier New" w:cs="Courier New" w:hint="default"/>
      </w:rPr>
    </w:lvl>
    <w:lvl w:ilvl="5" w:tplc="04250005">
      <w:start w:val="1"/>
      <w:numFmt w:val="bullet"/>
      <w:lvlText w:val=""/>
      <w:lvlJc w:val="left"/>
      <w:pPr>
        <w:ind w:left="4020" w:hanging="360"/>
      </w:pPr>
      <w:rPr>
        <w:rFonts w:ascii="Wingdings" w:hAnsi="Wingdings" w:hint="default"/>
      </w:rPr>
    </w:lvl>
    <w:lvl w:ilvl="6" w:tplc="04250001">
      <w:start w:val="1"/>
      <w:numFmt w:val="bullet"/>
      <w:lvlText w:val=""/>
      <w:lvlJc w:val="left"/>
      <w:pPr>
        <w:ind w:left="4740" w:hanging="360"/>
      </w:pPr>
      <w:rPr>
        <w:rFonts w:ascii="Symbol" w:hAnsi="Symbol" w:hint="default"/>
      </w:rPr>
    </w:lvl>
    <w:lvl w:ilvl="7" w:tplc="04250003">
      <w:start w:val="1"/>
      <w:numFmt w:val="bullet"/>
      <w:lvlText w:val="o"/>
      <w:lvlJc w:val="left"/>
      <w:pPr>
        <w:ind w:left="5460" w:hanging="360"/>
      </w:pPr>
      <w:rPr>
        <w:rFonts w:ascii="Courier New" w:hAnsi="Courier New" w:cs="Courier New" w:hint="default"/>
      </w:rPr>
    </w:lvl>
    <w:lvl w:ilvl="8" w:tplc="04250005">
      <w:start w:val="1"/>
      <w:numFmt w:val="bullet"/>
      <w:lvlText w:val=""/>
      <w:lvlJc w:val="left"/>
      <w:pPr>
        <w:ind w:left="6180" w:hanging="360"/>
      </w:pPr>
      <w:rPr>
        <w:rFonts w:ascii="Wingdings" w:hAnsi="Wingdings" w:hint="default"/>
      </w:rPr>
    </w:lvl>
  </w:abstractNum>
  <w:abstractNum w:abstractNumId="20" w15:restartNumberingAfterBreak="0">
    <w:nsid w:val="34CA7563"/>
    <w:multiLevelType w:val="hybridMultilevel"/>
    <w:tmpl w:val="8AC8BF7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1" w15:restartNumberingAfterBreak="0">
    <w:nsid w:val="43414857"/>
    <w:multiLevelType w:val="hybridMultilevel"/>
    <w:tmpl w:val="6CC2DF7A"/>
    <w:lvl w:ilvl="0" w:tplc="F640A0B6">
      <w:start w:val="8"/>
      <w:numFmt w:val="bullet"/>
      <w:lvlText w:val="-"/>
      <w:lvlJc w:val="left"/>
      <w:pPr>
        <w:ind w:left="720" w:hanging="360"/>
      </w:pPr>
      <w:rPr>
        <w:rFonts w:ascii="Times New Roman" w:eastAsia="Times New Roman" w:hAnsi="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44F0694D"/>
    <w:multiLevelType w:val="hybridMultilevel"/>
    <w:tmpl w:val="235CD0B4"/>
    <w:lvl w:ilvl="0" w:tplc="2E1086DC">
      <w:start w:val="4"/>
      <w:numFmt w:val="decimal"/>
      <w:lvlText w:val="%1"/>
      <w:lvlJc w:val="left"/>
      <w:pPr>
        <w:tabs>
          <w:tab w:val="num" w:pos="720"/>
        </w:tabs>
        <w:ind w:left="720" w:hanging="360"/>
      </w:pPr>
      <w:rPr>
        <w:rFonts w:cs="Times New Roman" w:hint="default"/>
      </w:rPr>
    </w:lvl>
    <w:lvl w:ilvl="1" w:tplc="21D69900">
      <w:numFmt w:val="none"/>
      <w:lvlText w:val=""/>
      <w:lvlJc w:val="left"/>
      <w:pPr>
        <w:tabs>
          <w:tab w:val="num" w:pos="360"/>
        </w:tabs>
      </w:pPr>
      <w:rPr>
        <w:rFonts w:cs="Times New Roman"/>
      </w:rPr>
    </w:lvl>
    <w:lvl w:ilvl="2" w:tplc="3C4C8D98">
      <w:numFmt w:val="none"/>
      <w:lvlText w:val=""/>
      <w:lvlJc w:val="left"/>
      <w:pPr>
        <w:tabs>
          <w:tab w:val="num" w:pos="360"/>
        </w:tabs>
      </w:pPr>
      <w:rPr>
        <w:rFonts w:cs="Times New Roman"/>
      </w:rPr>
    </w:lvl>
    <w:lvl w:ilvl="3" w:tplc="715AF5C8">
      <w:numFmt w:val="none"/>
      <w:lvlText w:val=""/>
      <w:lvlJc w:val="left"/>
      <w:pPr>
        <w:tabs>
          <w:tab w:val="num" w:pos="360"/>
        </w:tabs>
      </w:pPr>
      <w:rPr>
        <w:rFonts w:cs="Times New Roman"/>
      </w:rPr>
    </w:lvl>
    <w:lvl w:ilvl="4" w:tplc="A4F6DEFA">
      <w:numFmt w:val="none"/>
      <w:lvlText w:val=""/>
      <w:lvlJc w:val="left"/>
      <w:pPr>
        <w:tabs>
          <w:tab w:val="num" w:pos="360"/>
        </w:tabs>
      </w:pPr>
      <w:rPr>
        <w:rFonts w:cs="Times New Roman"/>
      </w:rPr>
    </w:lvl>
    <w:lvl w:ilvl="5" w:tplc="C4AA25A2">
      <w:numFmt w:val="none"/>
      <w:lvlText w:val=""/>
      <w:lvlJc w:val="left"/>
      <w:pPr>
        <w:tabs>
          <w:tab w:val="num" w:pos="360"/>
        </w:tabs>
      </w:pPr>
      <w:rPr>
        <w:rFonts w:cs="Times New Roman"/>
      </w:rPr>
    </w:lvl>
    <w:lvl w:ilvl="6" w:tplc="3A227336">
      <w:numFmt w:val="none"/>
      <w:lvlText w:val=""/>
      <w:lvlJc w:val="left"/>
      <w:pPr>
        <w:tabs>
          <w:tab w:val="num" w:pos="360"/>
        </w:tabs>
      </w:pPr>
      <w:rPr>
        <w:rFonts w:cs="Times New Roman"/>
      </w:rPr>
    </w:lvl>
    <w:lvl w:ilvl="7" w:tplc="6BD4169C">
      <w:numFmt w:val="none"/>
      <w:lvlText w:val=""/>
      <w:lvlJc w:val="left"/>
      <w:pPr>
        <w:tabs>
          <w:tab w:val="num" w:pos="360"/>
        </w:tabs>
      </w:pPr>
      <w:rPr>
        <w:rFonts w:cs="Times New Roman"/>
      </w:rPr>
    </w:lvl>
    <w:lvl w:ilvl="8" w:tplc="AA32AFBC">
      <w:numFmt w:val="none"/>
      <w:lvlText w:val=""/>
      <w:lvlJc w:val="left"/>
      <w:pPr>
        <w:tabs>
          <w:tab w:val="num" w:pos="360"/>
        </w:tabs>
      </w:pPr>
      <w:rPr>
        <w:rFonts w:cs="Times New Roman"/>
      </w:rPr>
    </w:lvl>
  </w:abstractNum>
  <w:abstractNum w:abstractNumId="23" w15:restartNumberingAfterBreak="0">
    <w:nsid w:val="52553B04"/>
    <w:multiLevelType w:val="hybridMultilevel"/>
    <w:tmpl w:val="A866ED30"/>
    <w:lvl w:ilvl="0" w:tplc="F640A0B6">
      <w:start w:val="8"/>
      <w:numFmt w:val="bullet"/>
      <w:lvlText w:val="-"/>
      <w:lvlJc w:val="left"/>
      <w:pPr>
        <w:ind w:left="720" w:hanging="360"/>
      </w:pPr>
      <w:rPr>
        <w:rFonts w:ascii="Times New Roman" w:eastAsia="Times New Roman" w:hAnsi="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55404D33"/>
    <w:multiLevelType w:val="hybridMultilevel"/>
    <w:tmpl w:val="92CE943C"/>
    <w:lvl w:ilvl="0" w:tplc="08CCC210">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5" w15:restartNumberingAfterBreak="0">
    <w:nsid w:val="5684471B"/>
    <w:multiLevelType w:val="hybridMultilevel"/>
    <w:tmpl w:val="8EEC5FBA"/>
    <w:lvl w:ilvl="0" w:tplc="F640A0B6">
      <w:start w:val="8"/>
      <w:numFmt w:val="bullet"/>
      <w:lvlText w:val="-"/>
      <w:lvlJc w:val="left"/>
      <w:pPr>
        <w:ind w:left="720" w:hanging="360"/>
      </w:pPr>
      <w:rPr>
        <w:rFonts w:ascii="Times New Roman" w:eastAsia="Times New Roman" w:hAnsi="Times New Roman"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57465406"/>
    <w:multiLevelType w:val="multilevel"/>
    <w:tmpl w:val="CD5E1D44"/>
    <w:lvl w:ilvl="0">
      <w:start w:val="3"/>
      <w:numFmt w:val="decimal"/>
      <w:lvlText w:val="%1."/>
      <w:lvlJc w:val="left"/>
      <w:pPr>
        <w:ind w:left="540" w:hanging="540"/>
      </w:pPr>
      <w:rPr>
        <w:rFonts w:hint="default"/>
      </w:rPr>
    </w:lvl>
    <w:lvl w:ilvl="1">
      <w:start w:val="1"/>
      <w:numFmt w:val="decimal"/>
      <w:lvlText w:val="%1.%2."/>
      <w:lvlJc w:val="left"/>
      <w:pPr>
        <w:ind w:left="753" w:hanging="540"/>
      </w:pPr>
      <w:rPr>
        <w:rFonts w:hint="default"/>
      </w:rPr>
    </w:lvl>
    <w:lvl w:ilvl="2">
      <w:start w:val="1"/>
      <w:numFmt w:val="decimal"/>
      <w:lvlText w:val="%1.%2.%3."/>
      <w:lvlJc w:val="left"/>
      <w:pPr>
        <w:ind w:left="1077" w:hanging="737"/>
      </w:pPr>
      <w:rPr>
        <w:rFonts w:hint="default"/>
      </w:rPr>
    </w:lvl>
    <w:lvl w:ilvl="3">
      <w:start w:val="1"/>
      <w:numFmt w:val="decimal"/>
      <w:suff w:val="space"/>
      <w:lvlText w:val="%1.%2.%3.%4."/>
      <w:lvlJc w:val="left"/>
      <w:pPr>
        <w:ind w:left="1077" w:hanging="737"/>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27" w15:restartNumberingAfterBreak="0">
    <w:nsid w:val="5A0A03C7"/>
    <w:multiLevelType w:val="hybridMultilevel"/>
    <w:tmpl w:val="3FFC372E"/>
    <w:lvl w:ilvl="0" w:tplc="307A19C6">
      <w:start w:val="1"/>
      <w:numFmt w:val="lowerLetter"/>
      <w:lvlText w:val="(%1)"/>
      <w:lvlJc w:val="left"/>
      <w:pPr>
        <w:tabs>
          <w:tab w:val="num" w:pos="360"/>
        </w:tabs>
        <w:ind w:left="360" w:hanging="360"/>
      </w:pPr>
      <w:rPr>
        <w:rFonts w:cs="Times New Roman" w:hint="default"/>
      </w:rPr>
    </w:lvl>
    <w:lvl w:ilvl="1" w:tplc="04250019">
      <w:start w:val="1"/>
      <w:numFmt w:val="lowerLetter"/>
      <w:lvlText w:val="%2."/>
      <w:lvlJc w:val="left"/>
      <w:pPr>
        <w:tabs>
          <w:tab w:val="num" w:pos="1440"/>
        </w:tabs>
        <w:ind w:left="1440" w:hanging="360"/>
      </w:pPr>
      <w:rPr>
        <w:rFonts w:cs="Times New Roman"/>
      </w:rPr>
    </w:lvl>
    <w:lvl w:ilvl="2" w:tplc="0425001B">
      <w:start w:val="1"/>
      <w:numFmt w:val="lowerRoman"/>
      <w:lvlText w:val="%3."/>
      <w:lvlJc w:val="right"/>
      <w:pPr>
        <w:tabs>
          <w:tab w:val="num" w:pos="2160"/>
        </w:tabs>
        <w:ind w:left="2160" w:hanging="180"/>
      </w:pPr>
      <w:rPr>
        <w:rFonts w:cs="Times New Roman"/>
      </w:rPr>
    </w:lvl>
    <w:lvl w:ilvl="3" w:tplc="0425000F">
      <w:start w:val="1"/>
      <w:numFmt w:val="decimal"/>
      <w:lvlText w:val="%4."/>
      <w:lvlJc w:val="left"/>
      <w:pPr>
        <w:tabs>
          <w:tab w:val="num" w:pos="2880"/>
        </w:tabs>
        <w:ind w:left="2880" w:hanging="360"/>
      </w:pPr>
      <w:rPr>
        <w:rFonts w:cs="Times New Roman"/>
      </w:rPr>
    </w:lvl>
    <w:lvl w:ilvl="4" w:tplc="04250019">
      <w:start w:val="1"/>
      <w:numFmt w:val="lowerLetter"/>
      <w:lvlText w:val="%5."/>
      <w:lvlJc w:val="left"/>
      <w:pPr>
        <w:tabs>
          <w:tab w:val="num" w:pos="3600"/>
        </w:tabs>
        <w:ind w:left="3600" w:hanging="360"/>
      </w:pPr>
      <w:rPr>
        <w:rFonts w:cs="Times New Roman"/>
      </w:rPr>
    </w:lvl>
    <w:lvl w:ilvl="5" w:tplc="0425001B">
      <w:start w:val="1"/>
      <w:numFmt w:val="lowerRoman"/>
      <w:lvlText w:val="%6."/>
      <w:lvlJc w:val="right"/>
      <w:pPr>
        <w:tabs>
          <w:tab w:val="num" w:pos="4320"/>
        </w:tabs>
        <w:ind w:left="4320" w:hanging="180"/>
      </w:pPr>
      <w:rPr>
        <w:rFonts w:cs="Times New Roman"/>
      </w:rPr>
    </w:lvl>
    <w:lvl w:ilvl="6" w:tplc="0425000F">
      <w:start w:val="1"/>
      <w:numFmt w:val="decimal"/>
      <w:lvlText w:val="%7."/>
      <w:lvlJc w:val="left"/>
      <w:pPr>
        <w:tabs>
          <w:tab w:val="num" w:pos="5040"/>
        </w:tabs>
        <w:ind w:left="5040" w:hanging="360"/>
      </w:pPr>
      <w:rPr>
        <w:rFonts w:cs="Times New Roman"/>
      </w:rPr>
    </w:lvl>
    <w:lvl w:ilvl="7" w:tplc="04250019">
      <w:start w:val="1"/>
      <w:numFmt w:val="lowerLetter"/>
      <w:lvlText w:val="%8."/>
      <w:lvlJc w:val="left"/>
      <w:pPr>
        <w:tabs>
          <w:tab w:val="num" w:pos="5760"/>
        </w:tabs>
        <w:ind w:left="5760" w:hanging="360"/>
      </w:pPr>
      <w:rPr>
        <w:rFonts w:cs="Times New Roman"/>
      </w:rPr>
    </w:lvl>
    <w:lvl w:ilvl="8" w:tplc="0425001B">
      <w:start w:val="1"/>
      <w:numFmt w:val="lowerRoman"/>
      <w:lvlText w:val="%9."/>
      <w:lvlJc w:val="right"/>
      <w:pPr>
        <w:tabs>
          <w:tab w:val="num" w:pos="6480"/>
        </w:tabs>
        <w:ind w:left="6480" w:hanging="180"/>
      </w:pPr>
      <w:rPr>
        <w:rFonts w:cs="Times New Roman"/>
      </w:rPr>
    </w:lvl>
  </w:abstractNum>
  <w:abstractNum w:abstractNumId="28" w15:restartNumberingAfterBreak="0">
    <w:nsid w:val="618D2A7A"/>
    <w:multiLevelType w:val="hybridMultilevel"/>
    <w:tmpl w:val="6A42E07E"/>
    <w:lvl w:ilvl="0" w:tplc="F63E4724">
      <w:start w:val="2"/>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9" w15:restartNumberingAfterBreak="0">
    <w:nsid w:val="62F342CF"/>
    <w:multiLevelType w:val="hybridMultilevel"/>
    <w:tmpl w:val="2178718A"/>
    <w:lvl w:ilvl="0" w:tplc="81AE7E3C">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0" w15:restartNumberingAfterBreak="0">
    <w:nsid w:val="64211A99"/>
    <w:multiLevelType w:val="hybridMultilevel"/>
    <w:tmpl w:val="42E24D8E"/>
    <w:lvl w:ilvl="0" w:tplc="F640A0B6">
      <w:start w:val="8"/>
      <w:numFmt w:val="bullet"/>
      <w:lvlText w:val="-"/>
      <w:lvlJc w:val="left"/>
      <w:pPr>
        <w:ind w:left="720" w:hanging="360"/>
      </w:pPr>
      <w:rPr>
        <w:rFonts w:ascii="Times New Roman" w:eastAsia="Times New Roman" w:hAnsi="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6D7C00A2"/>
    <w:multiLevelType w:val="multilevel"/>
    <w:tmpl w:val="0BA663C6"/>
    <w:lvl w:ilvl="0">
      <w:start w:val="3"/>
      <w:numFmt w:val="decimal"/>
      <w:lvlText w:val="%1"/>
      <w:lvlJc w:val="left"/>
      <w:pPr>
        <w:ind w:left="660" w:hanging="660"/>
      </w:pPr>
      <w:rPr>
        <w:rFonts w:hint="default"/>
        <w:b w:val="0"/>
        <w:i w:val="0"/>
      </w:rPr>
    </w:lvl>
    <w:lvl w:ilvl="1">
      <w:start w:val="1"/>
      <w:numFmt w:val="decimal"/>
      <w:lvlText w:val="%1.%2"/>
      <w:lvlJc w:val="left"/>
      <w:pPr>
        <w:ind w:left="773" w:hanging="660"/>
      </w:pPr>
      <w:rPr>
        <w:rFonts w:hint="default"/>
        <w:b w:val="0"/>
        <w:i w:val="0"/>
      </w:rPr>
    </w:lvl>
    <w:lvl w:ilvl="2">
      <w:start w:val="6"/>
      <w:numFmt w:val="decimal"/>
      <w:lvlText w:val="%1.%2.%3"/>
      <w:lvlJc w:val="left"/>
      <w:pPr>
        <w:ind w:left="946" w:hanging="720"/>
      </w:pPr>
      <w:rPr>
        <w:rFonts w:hint="default"/>
        <w:b w:val="0"/>
        <w:i w:val="0"/>
      </w:rPr>
    </w:lvl>
    <w:lvl w:ilvl="3">
      <w:start w:val="1"/>
      <w:numFmt w:val="decimal"/>
      <w:lvlText w:val="%1.%2.%3.%4"/>
      <w:lvlJc w:val="left"/>
      <w:pPr>
        <w:ind w:left="1059" w:hanging="720"/>
      </w:pPr>
      <w:rPr>
        <w:rFonts w:hint="default"/>
        <w:b w:val="0"/>
        <w:i w:val="0"/>
      </w:rPr>
    </w:lvl>
    <w:lvl w:ilvl="4">
      <w:start w:val="1"/>
      <w:numFmt w:val="decimal"/>
      <w:lvlText w:val="%1.%2.%3.%4.%5"/>
      <w:lvlJc w:val="left"/>
      <w:pPr>
        <w:ind w:left="1532" w:hanging="1080"/>
      </w:pPr>
      <w:rPr>
        <w:rFonts w:hint="default"/>
        <w:b w:val="0"/>
        <w:i w:val="0"/>
      </w:rPr>
    </w:lvl>
    <w:lvl w:ilvl="5">
      <w:start w:val="1"/>
      <w:numFmt w:val="decimal"/>
      <w:lvlText w:val="%1.%2.%3.%4.%5.%6"/>
      <w:lvlJc w:val="left"/>
      <w:pPr>
        <w:ind w:left="1645" w:hanging="1080"/>
      </w:pPr>
      <w:rPr>
        <w:rFonts w:hint="default"/>
        <w:b w:val="0"/>
        <w:i w:val="0"/>
      </w:rPr>
    </w:lvl>
    <w:lvl w:ilvl="6">
      <w:start w:val="1"/>
      <w:numFmt w:val="decimal"/>
      <w:lvlText w:val="%1.%2.%3.%4.%5.%6.%7"/>
      <w:lvlJc w:val="left"/>
      <w:pPr>
        <w:ind w:left="2118" w:hanging="1440"/>
      </w:pPr>
      <w:rPr>
        <w:rFonts w:hint="default"/>
        <w:b w:val="0"/>
        <w:i w:val="0"/>
      </w:rPr>
    </w:lvl>
    <w:lvl w:ilvl="7">
      <w:start w:val="1"/>
      <w:numFmt w:val="decimal"/>
      <w:lvlText w:val="%1.%2.%3.%4.%5.%6.%7.%8"/>
      <w:lvlJc w:val="left"/>
      <w:pPr>
        <w:ind w:left="2231" w:hanging="1440"/>
      </w:pPr>
      <w:rPr>
        <w:rFonts w:hint="default"/>
        <w:b w:val="0"/>
        <w:i w:val="0"/>
      </w:rPr>
    </w:lvl>
    <w:lvl w:ilvl="8">
      <w:start w:val="1"/>
      <w:numFmt w:val="decimal"/>
      <w:lvlText w:val="%1.%2.%3.%4.%5.%6.%7.%8.%9"/>
      <w:lvlJc w:val="left"/>
      <w:pPr>
        <w:ind w:left="2704" w:hanging="1800"/>
      </w:pPr>
      <w:rPr>
        <w:rFonts w:hint="default"/>
        <w:b w:val="0"/>
        <w:i w:val="0"/>
      </w:rPr>
    </w:lvl>
  </w:abstractNum>
  <w:abstractNum w:abstractNumId="32" w15:restartNumberingAfterBreak="0">
    <w:nsid w:val="6DBD35E1"/>
    <w:multiLevelType w:val="multilevel"/>
    <w:tmpl w:val="4EF4365C"/>
    <w:lvl w:ilvl="0">
      <w:start w:val="3"/>
      <w:numFmt w:val="decimal"/>
      <w:lvlText w:val="%1"/>
      <w:lvlJc w:val="left"/>
      <w:pPr>
        <w:ind w:left="660" w:hanging="660"/>
      </w:pPr>
      <w:rPr>
        <w:rFonts w:hint="default"/>
        <w:sz w:val="24"/>
      </w:rPr>
    </w:lvl>
    <w:lvl w:ilvl="1">
      <w:start w:val="1"/>
      <w:numFmt w:val="decimal"/>
      <w:lvlText w:val="%1.%2"/>
      <w:lvlJc w:val="left"/>
      <w:pPr>
        <w:ind w:left="773" w:hanging="660"/>
      </w:pPr>
      <w:rPr>
        <w:rFonts w:hint="default"/>
        <w:sz w:val="24"/>
      </w:rPr>
    </w:lvl>
    <w:lvl w:ilvl="2">
      <w:start w:val="9"/>
      <w:numFmt w:val="decimal"/>
      <w:lvlText w:val="%1.%2.%3"/>
      <w:lvlJc w:val="left"/>
      <w:pPr>
        <w:ind w:left="946" w:hanging="720"/>
      </w:pPr>
      <w:rPr>
        <w:rFonts w:hint="default"/>
        <w:sz w:val="24"/>
      </w:rPr>
    </w:lvl>
    <w:lvl w:ilvl="3">
      <w:start w:val="1"/>
      <w:numFmt w:val="decimal"/>
      <w:lvlText w:val="%1.%2.%3.%4"/>
      <w:lvlJc w:val="left"/>
      <w:pPr>
        <w:ind w:left="1059" w:hanging="720"/>
      </w:pPr>
      <w:rPr>
        <w:rFonts w:hint="default"/>
        <w:sz w:val="24"/>
      </w:rPr>
    </w:lvl>
    <w:lvl w:ilvl="4">
      <w:start w:val="1"/>
      <w:numFmt w:val="decimal"/>
      <w:lvlText w:val="%1.%2.%3.%4.%5"/>
      <w:lvlJc w:val="left"/>
      <w:pPr>
        <w:ind w:left="1172" w:hanging="720"/>
      </w:pPr>
      <w:rPr>
        <w:rFonts w:hint="default"/>
        <w:sz w:val="24"/>
      </w:rPr>
    </w:lvl>
    <w:lvl w:ilvl="5">
      <w:start w:val="1"/>
      <w:numFmt w:val="decimal"/>
      <w:lvlText w:val="%1.%2.%3.%4.%5.%6"/>
      <w:lvlJc w:val="left"/>
      <w:pPr>
        <w:ind w:left="1645" w:hanging="1080"/>
      </w:pPr>
      <w:rPr>
        <w:rFonts w:hint="default"/>
        <w:sz w:val="24"/>
      </w:rPr>
    </w:lvl>
    <w:lvl w:ilvl="6">
      <w:start w:val="1"/>
      <w:numFmt w:val="decimal"/>
      <w:lvlText w:val="%1.%2.%3.%4.%5.%6.%7"/>
      <w:lvlJc w:val="left"/>
      <w:pPr>
        <w:ind w:left="1758" w:hanging="1080"/>
      </w:pPr>
      <w:rPr>
        <w:rFonts w:hint="default"/>
        <w:sz w:val="24"/>
      </w:rPr>
    </w:lvl>
    <w:lvl w:ilvl="7">
      <w:start w:val="1"/>
      <w:numFmt w:val="decimal"/>
      <w:lvlText w:val="%1.%2.%3.%4.%5.%6.%7.%8"/>
      <w:lvlJc w:val="left"/>
      <w:pPr>
        <w:ind w:left="2231" w:hanging="1440"/>
      </w:pPr>
      <w:rPr>
        <w:rFonts w:hint="default"/>
        <w:sz w:val="24"/>
      </w:rPr>
    </w:lvl>
    <w:lvl w:ilvl="8">
      <w:start w:val="1"/>
      <w:numFmt w:val="decimal"/>
      <w:lvlText w:val="%1.%2.%3.%4.%5.%6.%7.%8.%9"/>
      <w:lvlJc w:val="left"/>
      <w:pPr>
        <w:ind w:left="2344" w:hanging="1440"/>
      </w:pPr>
      <w:rPr>
        <w:rFonts w:hint="default"/>
        <w:sz w:val="24"/>
      </w:rPr>
    </w:lvl>
  </w:abstractNum>
  <w:abstractNum w:abstractNumId="33" w15:restartNumberingAfterBreak="0">
    <w:nsid w:val="78867DEA"/>
    <w:multiLevelType w:val="hybridMultilevel"/>
    <w:tmpl w:val="97368AA2"/>
    <w:lvl w:ilvl="0" w:tplc="0F2C7B16">
      <w:start w:val="1"/>
      <w:numFmt w:val="decimal"/>
      <w:lvlText w:val="%1."/>
      <w:lvlJc w:val="left"/>
      <w:pPr>
        <w:ind w:left="703" w:hanging="360"/>
      </w:pPr>
      <w:rPr>
        <w:rFonts w:ascii="Times New Roman" w:hAnsi="Times New Roman" w:cs="Times New Roman" w:hint="default"/>
        <w:i/>
      </w:rPr>
    </w:lvl>
    <w:lvl w:ilvl="1" w:tplc="04250019" w:tentative="1">
      <w:start w:val="1"/>
      <w:numFmt w:val="lowerLetter"/>
      <w:lvlText w:val="%2."/>
      <w:lvlJc w:val="left"/>
      <w:pPr>
        <w:ind w:left="1423" w:hanging="360"/>
      </w:pPr>
      <w:rPr>
        <w:rFonts w:cs="Times New Roman"/>
      </w:rPr>
    </w:lvl>
    <w:lvl w:ilvl="2" w:tplc="0425001B" w:tentative="1">
      <w:start w:val="1"/>
      <w:numFmt w:val="lowerRoman"/>
      <w:lvlText w:val="%3."/>
      <w:lvlJc w:val="right"/>
      <w:pPr>
        <w:ind w:left="2143" w:hanging="180"/>
      </w:pPr>
      <w:rPr>
        <w:rFonts w:cs="Times New Roman"/>
      </w:rPr>
    </w:lvl>
    <w:lvl w:ilvl="3" w:tplc="0425000F" w:tentative="1">
      <w:start w:val="1"/>
      <w:numFmt w:val="decimal"/>
      <w:lvlText w:val="%4."/>
      <w:lvlJc w:val="left"/>
      <w:pPr>
        <w:ind w:left="2863" w:hanging="360"/>
      </w:pPr>
      <w:rPr>
        <w:rFonts w:cs="Times New Roman"/>
      </w:rPr>
    </w:lvl>
    <w:lvl w:ilvl="4" w:tplc="04250019" w:tentative="1">
      <w:start w:val="1"/>
      <w:numFmt w:val="lowerLetter"/>
      <w:lvlText w:val="%5."/>
      <w:lvlJc w:val="left"/>
      <w:pPr>
        <w:ind w:left="3583" w:hanging="360"/>
      </w:pPr>
      <w:rPr>
        <w:rFonts w:cs="Times New Roman"/>
      </w:rPr>
    </w:lvl>
    <w:lvl w:ilvl="5" w:tplc="0425001B" w:tentative="1">
      <w:start w:val="1"/>
      <w:numFmt w:val="lowerRoman"/>
      <w:lvlText w:val="%6."/>
      <w:lvlJc w:val="right"/>
      <w:pPr>
        <w:ind w:left="4303" w:hanging="180"/>
      </w:pPr>
      <w:rPr>
        <w:rFonts w:cs="Times New Roman"/>
      </w:rPr>
    </w:lvl>
    <w:lvl w:ilvl="6" w:tplc="0425000F" w:tentative="1">
      <w:start w:val="1"/>
      <w:numFmt w:val="decimal"/>
      <w:lvlText w:val="%7."/>
      <w:lvlJc w:val="left"/>
      <w:pPr>
        <w:ind w:left="5023" w:hanging="360"/>
      </w:pPr>
      <w:rPr>
        <w:rFonts w:cs="Times New Roman"/>
      </w:rPr>
    </w:lvl>
    <w:lvl w:ilvl="7" w:tplc="04250019" w:tentative="1">
      <w:start w:val="1"/>
      <w:numFmt w:val="lowerLetter"/>
      <w:lvlText w:val="%8."/>
      <w:lvlJc w:val="left"/>
      <w:pPr>
        <w:ind w:left="5743" w:hanging="360"/>
      </w:pPr>
      <w:rPr>
        <w:rFonts w:cs="Times New Roman"/>
      </w:rPr>
    </w:lvl>
    <w:lvl w:ilvl="8" w:tplc="0425001B" w:tentative="1">
      <w:start w:val="1"/>
      <w:numFmt w:val="lowerRoman"/>
      <w:lvlText w:val="%9."/>
      <w:lvlJc w:val="right"/>
      <w:pPr>
        <w:ind w:left="6463" w:hanging="180"/>
      </w:pPr>
      <w:rPr>
        <w:rFonts w:cs="Times New Roman"/>
      </w:rPr>
    </w:lvl>
  </w:abstractNum>
  <w:abstractNum w:abstractNumId="34" w15:restartNumberingAfterBreak="0">
    <w:nsid w:val="7B9564BE"/>
    <w:multiLevelType w:val="multilevel"/>
    <w:tmpl w:val="B914A3E2"/>
    <w:lvl w:ilvl="0">
      <w:start w:val="8"/>
      <w:numFmt w:val="decimal"/>
      <w:lvlText w:val="%1."/>
      <w:lvlJc w:val="left"/>
      <w:pPr>
        <w:tabs>
          <w:tab w:val="num" w:pos="360"/>
        </w:tabs>
        <w:ind w:left="360" w:hanging="360"/>
      </w:pPr>
      <w:rPr>
        <w:rFonts w:cs="Times New Roman" w:hint="default"/>
      </w:rPr>
    </w:lvl>
    <w:lvl w:ilvl="1">
      <w:start w:val="1"/>
      <w:numFmt w:val="decimal"/>
      <w:lvlText w:val="8.%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5" w15:restartNumberingAfterBreak="0">
    <w:nsid w:val="7BC17904"/>
    <w:multiLevelType w:val="hybridMultilevel"/>
    <w:tmpl w:val="56822962"/>
    <w:lvl w:ilvl="0" w:tplc="F5AA12B0">
      <w:start w:val="1"/>
      <w:numFmt w:val="decimal"/>
      <w:lvlText w:val="%1."/>
      <w:lvlJc w:val="left"/>
      <w:pPr>
        <w:tabs>
          <w:tab w:val="num" w:pos="360"/>
        </w:tabs>
        <w:ind w:left="360" w:hanging="360"/>
      </w:pPr>
      <w:rPr>
        <w:rFonts w:cs="Times New Roman" w:hint="default"/>
      </w:rPr>
    </w:lvl>
    <w:lvl w:ilvl="1" w:tplc="3634C19A">
      <w:numFmt w:val="none"/>
      <w:lvlText w:val=""/>
      <w:lvlJc w:val="left"/>
      <w:pPr>
        <w:tabs>
          <w:tab w:val="num" w:pos="360"/>
        </w:tabs>
      </w:pPr>
      <w:rPr>
        <w:rFonts w:cs="Times New Roman"/>
      </w:rPr>
    </w:lvl>
    <w:lvl w:ilvl="2" w:tplc="AED0F4CE">
      <w:numFmt w:val="none"/>
      <w:lvlText w:val=""/>
      <w:lvlJc w:val="left"/>
      <w:pPr>
        <w:tabs>
          <w:tab w:val="num" w:pos="360"/>
        </w:tabs>
      </w:pPr>
      <w:rPr>
        <w:rFonts w:cs="Times New Roman"/>
      </w:rPr>
    </w:lvl>
    <w:lvl w:ilvl="3" w:tplc="078AA15C">
      <w:numFmt w:val="none"/>
      <w:lvlText w:val=""/>
      <w:lvlJc w:val="left"/>
      <w:pPr>
        <w:tabs>
          <w:tab w:val="num" w:pos="360"/>
        </w:tabs>
      </w:pPr>
      <w:rPr>
        <w:rFonts w:cs="Times New Roman"/>
      </w:rPr>
    </w:lvl>
    <w:lvl w:ilvl="4" w:tplc="EF542944">
      <w:numFmt w:val="none"/>
      <w:lvlText w:val=""/>
      <w:lvlJc w:val="left"/>
      <w:pPr>
        <w:tabs>
          <w:tab w:val="num" w:pos="360"/>
        </w:tabs>
      </w:pPr>
      <w:rPr>
        <w:rFonts w:cs="Times New Roman"/>
      </w:rPr>
    </w:lvl>
    <w:lvl w:ilvl="5" w:tplc="69BCDDF4">
      <w:numFmt w:val="none"/>
      <w:lvlText w:val=""/>
      <w:lvlJc w:val="left"/>
      <w:pPr>
        <w:tabs>
          <w:tab w:val="num" w:pos="360"/>
        </w:tabs>
      </w:pPr>
      <w:rPr>
        <w:rFonts w:cs="Times New Roman"/>
      </w:rPr>
    </w:lvl>
    <w:lvl w:ilvl="6" w:tplc="796ED1E2">
      <w:numFmt w:val="none"/>
      <w:lvlText w:val=""/>
      <w:lvlJc w:val="left"/>
      <w:pPr>
        <w:tabs>
          <w:tab w:val="num" w:pos="360"/>
        </w:tabs>
      </w:pPr>
      <w:rPr>
        <w:rFonts w:cs="Times New Roman"/>
      </w:rPr>
    </w:lvl>
    <w:lvl w:ilvl="7" w:tplc="584A7C7C">
      <w:numFmt w:val="none"/>
      <w:lvlText w:val=""/>
      <w:lvlJc w:val="left"/>
      <w:pPr>
        <w:tabs>
          <w:tab w:val="num" w:pos="360"/>
        </w:tabs>
      </w:pPr>
      <w:rPr>
        <w:rFonts w:cs="Times New Roman"/>
      </w:rPr>
    </w:lvl>
    <w:lvl w:ilvl="8" w:tplc="02D85AC8">
      <w:numFmt w:val="none"/>
      <w:lvlText w:val=""/>
      <w:lvlJc w:val="left"/>
      <w:pPr>
        <w:tabs>
          <w:tab w:val="num" w:pos="360"/>
        </w:tabs>
      </w:pPr>
      <w:rPr>
        <w:rFonts w:cs="Times New Roman"/>
      </w:rPr>
    </w:lvl>
  </w:abstractNum>
  <w:abstractNum w:abstractNumId="36" w15:restartNumberingAfterBreak="0">
    <w:nsid w:val="7CBB6218"/>
    <w:multiLevelType w:val="hybridMultilevel"/>
    <w:tmpl w:val="E812913C"/>
    <w:lvl w:ilvl="0" w:tplc="5748DEC6">
      <w:start w:val="1"/>
      <w:numFmt w:val="lowerLetter"/>
      <w:lvlText w:val="(%1)"/>
      <w:lvlJc w:val="left"/>
      <w:pPr>
        <w:tabs>
          <w:tab w:val="num" w:pos="360"/>
        </w:tabs>
        <w:ind w:left="360" w:hanging="360"/>
      </w:pPr>
      <w:rPr>
        <w:rFonts w:cs="Times New Roman" w:hint="default"/>
      </w:rPr>
    </w:lvl>
    <w:lvl w:ilvl="1" w:tplc="04250019">
      <w:start w:val="1"/>
      <w:numFmt w:val="lowerLetter"/>
      <w:lvlText w:val="%2."/>
      <w:lvlJc w:val="left"/>
      <w:pPr>
        <w:tabs>
          <w:tab w:val="num" w:pos="1440"/>
        </w:tabs>
        <w:ind w:left="1440" w:hanging="360"/>
      </w:pPr>
      <w:rPr>
        <w:rFonts w:cs="Times New Roman"/>
      </w:rPr>
    </w:lvl>
    <w:lvl w:ilvl="2" w:tplc="0425001B">
      <w:start w:val="1"/>
      <w:numFmt w:val="lowerRoman"/>
      <w:lvlText w:val="%3."/>
      <w:lvlJc w:val="right"/>
      <w:pPr>
        <w:tabs>
          <w:tab w:val="num" w:pos="2160"/>
        </w:tabs>
        <w:ind w:left="2160" w:hanging="180"/>
      </w:pPr>
      <w:rPr>
        <w:rFonts w:cs="Times New Roman"/>
      </w:rPr>
    </w:lvl>
    <w:lvl w:ilvl="3" w:tplc="0425000F">
      <w:start w:val="1"/>
      <w:numFmt w:val="decimal"/>
      <w:lvlText w:val="%4."/>
      <w:lvlJc w:val="left"/>
      <w:pPr>
        <w:tabs>
          <w:tab w:val="num" w:pos="2880"/>
        </w:tabs>
        <w:ind w:left="2880" w:hanging="360"/>
      </w:pPr>
      <w:rPr>
        <w:rFonts w:cs="Times New Roman"/>
      </w:rPr>
    </w:lvl>
    <w:lvl w:ilvl="4" w:tplc="04250019">
      <w:start w:val="1"/>
      <w:numFmt w:val="lowerLetter"/>
      <w:lvlText w:val="%5."/>
      <w:lvlJc w:val="left"/>
      <w:pPr>
        <w:tabs>
          <w:tab w:val="num" w:pos="3600"/>
        </w:tabs>
        <w:ind w:left="3600" w:hanging="360"/>
      </w:pPr>
      <w:rPr>
        <w:rFonts w:cs="Times New Roman"/>
      </w:rPr>
    </w:lvl>
    <w:lvl w:ilvl="5" w:tplc="0425001B">
      <w:start w:val="1"/>
      <w:numFmt w:val="lowerRoman"/>
      <w:lvlText w:val="%6."/>
      <w:lvlJc w:val="right"/>
      <w:pPr>
        <w:tabs>
          <w:tab w:val="num" w:pos="4320"/>
        </w:tabs>
        <w:ind w:left="4320" w:hanging="180"/>
      </w:pPr>
      <w:rPr>
        <w:rFonts w:cs="Times New Roman"/>
      </w:rPr>
    </w:lvl>
    <w:lvl w:ilvl="6" w:tplc="0425000F">
      <w:start w:val="1"/>
      <w:numFmt w:val="decimal"/>
      <w:lvlText w:val="%7."/>
      <w:lvlJc w:val="left"/>
      <w:pPr>
        <w:tabs>
          <w:tab w:val="num" w:pos="5040"/>
        </w:tabs>
        <w:ind w:left="5040" w:hanging="360"/>
      </w:pPr>
      <w:rPr>
        <w:rFonts w:cs="Times New Roman"/>
      </w:rPr>
    </w:lvl>
    <w:lvl w:ilvl="7" w:tplc="04250019">
      <w:start w:val="1"/>
      <w:numFmt w:val="lowerLetter"/>
      <w:lvlText w:val="%8."/>
      <w:lvlJc w:val="left"/>
      <w:pPr>
        <w:tabs>
          <w:tab w:val="num" w:pos="5760"/>
        </w:tabs>
        <w:ind w:left="5760" w:hanging="360"/>
      </w:pPr>
      <w:rPr>
        <w:rFonts w:cs="Times New Roman"/>
      </w:rPr>
    </w:lvl>
    <w:lvl w:ilvl="8" w:tplc="0425001B">
      <w:start w:val="1"/>
      <w:numFmt w:val="lowerRoman"/>
      <w:lvlText w:val="%9."/>
      <w:lvlJc w:val="right"/>
      <w:pPr>
        <w:tabs>
          <w:tab w:val="num" w:pos="6480"/>
        </w:tabs>
        <w:ind w:left="6480" w:hanging="180"/>
      </w:pPr>
      <w:rPr>
        <w:rFonts w:cs="Times New Roman"/>
      </w:rPr>
    </w:lvl>
  </w:abstractNum>
  <w:abstractNum w:abstractNumId="37" w15:restartNumberingAfterBreak="0">
    <w:nsid w:val="7D380F04"/>
    <w:multiLevelType w:val="hybridMultilevel"/>
    <w:tmpl w:val="D01A0598"/>
    <w:lvl w:ilvl="0" w:tplc="F640A0B6">
      <w:start w:val="8"/>
      <w:numFmt w:val="bullet"/>
      <w:lvlText w:val="-"/>
      <w:lvlJc w:val="left"/>
      <w:pPr>
        <w:ind w:left="720" w:hanging="360"/>
      </w:pPr>
      <w:rPr>
        <w:rFonts w:ascii="Times New Roman" w:eastAsia="Times New Roman" w:hAnsi="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8" w15:restartNumberingAfterBreak="0">
    <w:nsid w:val="7D766315"/>
    <w:multiLevelType w:val="hybridMultilevel"/>
    <w:tmpl w:val="8AC8BF7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9" w15:restartNumberingAfterBreak="0">
    <w:nsid w:val="7EBA66C4"/>
    <w:multiLevelType w:val="hybridMultilevel"/>
    <w:tmpl w:val="13AAD504"/>
    <w:lvl w:ilvl="0" w:tplc="AC46A660">
      <w:start w:val="1"/>
      <w:numFmt w:val="decimal"/>
      <w:lvlText w:val="(%1)"/>
      <w:lvlJc w:val="left"/>
      <w:pPr>
        <w:tabs>
          <w:tab w:val="num" w:pos="720"/>
        </w:tabs>
        <w:ind w:left="720" w:hanging="360"/>
      </w:pPr>
      <w:rPr>
        <w:rFonts w:cs="Times New Roman" w:hint="default"/>
      </w:rPr>
    </w:lvl>
    <w:lvl w:ilvl="1" w:tplc="0BB8E1F8">
      <w:start w:val="1"/>
      <w:numFmt w:val="decimal"/>
      <w:lvlText w:val="%2)"/>
      <w:lvlJc w:val="left"/>
      <w:pPr>
        <w:tabs>
          <w:tab w:val="num" w:pos="1440"/>
        </w:tabs>
        <w:ind w:left="1440" w:hanging="360"/>
      </w:pPr>
      <w:rPr>
        <w:rFonts w:cs="Times New Roman" w:hint="default"/>
      </w:rPr>
    </w:lvl>
    <w:lvl w:ilvl="2" w:tplc="A7863516">
      <w:start w:val="2"/>
      <w:numFmt w:val="decimal"/>
      <w:lvlText w:val="(%3)"/>
      <w:lvlJc w:val="left"/>
      <w:pPr>
        <w:tabs>
          <w:tab w:val="num" w:pos="357"/>
        </w:tabs>
        <w:ind w:left="357" w:hanging="357"/>
      </w:pPr>
      <w:rPr>
        <w:rFonts w:cs="Times New Roman"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18"/>
  </w:num>
  <w:num w:numId="2">
    <w:abstractNumId w:val="39"/>
  </w:num>
  <w:num w:numId="3">
    <w:abstractNumId w:val="35"/>
  </w:num>
  <w:num w:numId="4">
    <w:abstractNumId w:val="3"/>
  </w:num>
  <w:num w:numId="5">
    <w:abstractNumId w:val="34"/>
  </w:num>
  <w:num w:numId="6">
    <w:abstractNumId w:val="29"/>
  </w:num>
  <w:num w:numId="7">
    <w:abstractNumId w:val="24"/>
  </w:num>
  <w:num w:numId="8">
    <w:abstractNumId w:val="6"/>
  </w:num>
  <w:num w:numId="9">
    <w:abstractNumId w:val="27"/>
  </w:num>
  <w:num w:numId="10">
    <w:abstractNumId w:val="15"/>
  </w:num>
  <w:num w:numId="11">
    <w:abstractNumId w:val="10"/>
  </w:num>
  <w:num w:numId="12">
    <w:abstractNumId w:val="8"/>
  </w:num>
  <w:num w:numId="13">
    <w:abstractNumId w:val="36"/>
  </w:num>
  <w:num w:numId="14">
    <w:abstractNumId w:val="14"/>
  </w:num>
  <w:num w:numId="15">
    <w:abstractNumId w:val="22"/>
  </w:num>
  <w:num w:numId="16">
    <w:abstractNumId w:val="13"/>
  </w:num>
  <w:num w:numId="17">
    <w:abstractNumId w:val="33"/>
  </w:num>
  <w:num w:numId="18">
    <w:abstractNumId w:val="38"/>
  </w:num>
  <w:num w:numId="19">
    <w:abstractNumId w:val="0"/>
  </w:num>
  <w:num w:numId="20">
    <w:abstractNumId w:val="20"/>
  </w:num>
  <w:num w:numId="21">
    <w:abstractNumId w:val="28"/>
  </w:num>
  <w:num w:numId="22">
    <w:abstractNumId w:val="9"/>
  </w:num>
  <w:num w:numId="23">
    <w:abstractNumId w:val="16"/>
  </w:num>
  <w:num w:numId="24">
    <w:abstractNumId w:val="37"/>
  </w:num>
  <w:num w:numId="25">
    <w:abstractNumId w:val="2"/>
  </w:num>
  <w:num w:numId="26">
    <w:abstractNumId w:val="7"/>
  </w:num>
  <w:num w:numId="27">
    <w:abstractNumId w:val="5"/>
  </w:num>
  <w:num w:numId="28">
    <w:abstractNumId w:val="23"/>
  </w:num>
  <w:num w:numId="29">
    <w:abstractNumId w:val="30"/>
  </w:num>
  <w:num w:numId="30">
    <w:abstractNumId w:val="21"/>
  </w:num>
  <w:num w:numId="31">
    <w:abstractNumId w:val="19"/>
  </w:num>
  <w:num w:numId="32">
    <w:abstractNumId w:val="25"/>
  </w:num>
  <w:num w:numId="33">
    <w:abstractNumId w:val="26"/>
  </w:num>
  <w:num w:numId="34">
    <w:abstractNumId w:val="11"/>
  </w:num>
  <w:num w:numId="35">
    <w:abstractNumId w:val="1"/>
  </w:num>
  <w:num w:numId="36">
    <w:abstractNumId w:val="31"/>
  </w:num>
  <w:num w:numId="37">
    <w:abstractNumId w:val="4"/>
  </w:num>
  <w:num w:numId="38">
    <w:abstractNumId w:val="17"/>
  </w:num>
  <w:num w:numId="39">
    <w:abstractNumId w:val="32"/>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DB0"/>
    <w:rsid w:val="00000108"/>
    <w:rsid w:val="00001D2A"/>
    <w:rsid w:val="0000239A"/>
    <w:rsid w:val="0000265F"/>
    <w:rsid w:val="000046B9"/>
    <w:rsid w:val="0000567A"/>
    <w:rsid w:val="00011A7A"/>
    <w:rsid w:val="000137D9"/>
    <w:rsid w:val="00016154"/>
    <w:rsid w:val="000201E8"/>
    <w:rsid w:val="000216D1"/>
    <w:rsid w:val="00022743"/>
    <w:rsid w:val="00024F5E"/>
    <w:rsid w:val="00031608"/>
    <w:rsid w:val="00031679"/>
    <w:rsid w:val="000360E9"/>
    <w:rsid w:val="00040256"/>
    <w:rsid w:val="00051087"/>
    <w:rsid w:val="00052729"/>
    <w:rsid w:val="000544C0"/>
    <w:rsid w:val="0005663B"/>
    <w:rsid w:val="000569A1"/>
    <w:rsid w:val="00056CFA"/>
    <w:rsid w:val="00060722"/>
    <w:rsid w:val="00060A34"/>
    <w:rsid w:val="00066001"/>
    <w:rsid w:val="0006797E"/>
    <w:rsid w:val="00080EB1"/>
    <w:rsid w:val="00081386"/>
    <w:rsid w:val="0008323A"/>
    <w:rsid w:val="0008341B"/>
    <w:rsid w:val="00086B7B"/>
    <w:rsid w:val="000910AF"/>
    <w:rsid w:val="00091C46"/>
    <w:rsid w:val="000A4C27"/>
    <w:rsid w:val="000A601B"/>
    <w:rsid w:val="000B224F"/>
    <w:rsid w:val="000B44F7"/>
    <w:rsid w:val="000B4EBC"/>
    <w:rsid w:val="000B72B0"/>
    <w:rsid w:val="000C05CD"/>
    <w:rsid w:val="000C21FE"/>
    <w:rsid w:val="000C265D"/>
    <w:rsid w:val="000C518D"/>
    <w:rsid w:val="000C635B"/>
    <w:rsid w:val="000C66E6"/>
    <w:rsid w:val="000C7C1F"/>
    <w:rsid w:val="000C7D54"/>
    <w:rsid w:val="000D154C"/>
    <w:rsid w:val="000D1B65"/>
    <w:rsid w:val="000D25E3"/>
    <w:rsid w:val="000D40C6"/>
    <w:rsid w:val="000E0DC6"/>
    <w:rsid w:val="000E1B43"/>
    <w:rsid w:val="000E3A72"/>
    <w:rsid w:val="000E3E10"/>
    <w:rsid w:val="000E42AC"/>
    <w:rsid w:val="000E4EBB"/>
    <w:rsid w:val="000E6796"/>
    <w:rsid w:val="000F132F"/>
    <w:rsid w:val="000F3BCC"/>
    <w:rsid w:val="00100478"/>
    <w:rsid w:val="00103CA6"/>
    <w:rsid w:val="0010425C"/>
    <w:rsid w:val="0010462B"/>
    <w:rsid w:val="00112B81"/>
    <w:rsid w:val="00113C86"/>
    <w:rsid w:val="001174A2"/>
    <w:rsid w:val="00121B19"/>
    <w:rsid w:val="001223A7"/>
    <w:rsid w:val="00124245"/>
    <w:rsid w:val="00125449"/>
    <w:rsid w:val="001325DB"/>
    <w:rsid w:val="00132A35"/>
    <w:rsid w:val="00133C07"/>
    <w:rsid w:val="001366A5"/>
    <w:rsid w:val="00141BC5"/>
    <w:rsid w:val="00142F98"/>
    <w:rsid w:val="00144446"/>
    <w:rsid w:val="00147B23"/>
    <w:rsid w:val="00150225"/>
    <w:rsid w:val="001530B7"/>
    <w:rsid w:val="00155B3B"/>
    <w:rsid w:val="00161181"/>
    <w:rsid w:val="00162A07"/>
    <w:rsid w:val="00173326"/>
    <w:rsid w:val="001749F0"/>
    <w:rsid w:val="00181363"/>
    <w:rsid w:val="00182300"/>
    <w:rsid w:val="00183C47"/>
    <w:rsid w:val="001852AA"/>
    <w:rsid w:val="00192293"/>
    <w:rsid w:val="00193677"/>
    <w:rsid w:val="00194DC4"/>
    <w:rsid w:val="001957BA"/>
    <w:rsid w:val="00195EAF"/>
    <w:rsid w:val="001966E3"/>
    <w:rsid w:val="001A4E7D"/>
    <w:rsid w:val="001A5EBA"/>
    <w:rsid w:val="001B0892"/>
    <w:rsid w:val="001B09BA"/>
    <w:rsid w:val="001B16B6"/>
    <w:rsid w:val="001B1F85"/>
    <w:rsid w:val="001B3C39"/>
    <w:rsid w:val="001B4283"/>
    <w:rsid w:val="001B74FF"/>
    <w:rsid w:val="001C0D0A"/>
    <w:rsid w:val="001D275F"/>
    <w:rsid w:val="001D5703"/>
    <w:rsid w:val="001D728A"/>
    <w:rsid w:val="001E3DB1"/>
    <w:rsid w:val="001E52A0"/>
    <w:rsid w:val="001E5B0B"/>
    <w:rsid w:val="001E6E19"/>
    <w:rsid w:val="001E798E"/>
    <w:rsid w:val="001F0913"/>
    <w:rsid w:val="001F140D"/>
    <w:rsid w:val="001F28C7"/>
    <w:rsid w:val="001F556C"/>
    <w:rsid w:val="001F5A0D"/>
    <w:rsid w:val="002003FC"/>
    <w:rsid w:val="00205D3B"/>
    <w:rsid w:val="002064BB"/>
    <w:rsid w:val="00206A59"/>
    <w:rsid w:val="00207112"/>
    <w:rsid w:val="00207F0E"/>
    <w:rsid w:val="0021110A"/>
    <w:rsid w:val="00214643"/>
    <w:rsid w:val="002164F3"/>
    <w:rsid w:val="00223631"/>
    <w:rsid w:val="00224C65"/>
    <w:rsid w:val="00226AC0"/>
    <w:rsid w:val="00227A30"/>
    <w:rsid w:val="00230906"/>
    <w:rsid w:val="002350A8"/>
    <w:rsid w:val="0024175F"/>
    <w:rsid w:val="002434AB"/>
    <w:rsid w:val="002436A3"/>
    <w:rsid w:val="002530EE"/>
    <w:rsid w:val="002540D5"/>
    <w:rsid w:val="00256468"/>
    <w:rsid w:val="00257E09"/>
    <w:rsid w:val="00261DCD"/>
    <w:rsid w:val="0026256E"/>
    <w:rsid w:val="002630C3"/>
    <w:rsid w:val="0026369A"/>
    <w:rsid w:val="00264474"/>
    <w:rsid w:val="002648CC"/>
    <w:rsid w:val="00272A13"/>
    <w:rsid w:val="00274593"/>
    <w:rsid w:val="002815E5"/>
    <w:rsid w:val="00282B23"/>
    <w:rsid w:val="0028337D"/>
    <w:rsid w:val="00291429"/>
    <w:rsid w:val="002A101B"/>
    <w:rsid w:val="002A1AD5"/>
    <w:rsid w:val="002A39C1"/>
    <w:rsid w:val="002A62F0"/>
    <w:rsid w:val="002B50E5"/>
    <w:rsid w:val="002B7406"/>
    <w:rsid w:val="002C241F"/>
    <w:rsid w:val="002C3A33"/>
    <w:rsid w:val="002C48BF"/>
    <w:rsid w:val="002D13B9"/>
    <w:rsid w:val="002D1862"/>
    <w:rsid w:val="002E2D10"/>
    <w:rsid w:val="002E4B0E"/>
    <w:rsid w:val="002E6593"/>
    <w:rsid w:val="002E709E"/>
    <w:rsid w:val="002F0683"/>
    <w:rsid w:val="002F1731"/>
    <w:rsid w:val="002F277A"/>
    <w:rsid w:val="002F2F01"/>
    <w:rsid w:val="002F5975"/>
    <w:rsid w:val="002F7AFF"/>
    <w:rsid w:val="00300450"/>
    <w:rsid w:val="00304C98"/>
    <w:rsid w:val="00305229"/>
    <w:rsid w:val="00311E24"/>
    <w:rsid w:val="0031277B"/>
    <w:rsid w:val="0031305A"/>
    <w:rsid w:val="0031501B"/>
    <w:rsid w:val="0031506B"/>
    <w:rsid w:val="00315C3E"/>
    <w:rsid w:val="003249A8"/>
    <w:rsid w:val="00326305"/>
    <w:rsid w:val="0033502B"/>
    <w:rsid w:val="003400EC"/>
    <w:rsid w:val="00343487"/>
    <w:rsid w:val="00346B72"/>
    <w:rsid w:val="00353BEC"/>
    <w:rsid w:val="00355B43"/>
    <w:rsid w:val="003566F2"/>
    <w:rsid w:val="0035740C"/>
    <w:rsid w:val="003609EF"/>
    <w:rsid w:val="003670F7"/>
    <w:rsid w:val="00367143"/>
    <w:rsid w:val="00367AC3"/>
    <w:rsid w:val="00374796"/>
    <w:rsid w:val="00374EC1"/>
    <w:rsid w:val="003770E7"/>
    <w:rsid w:val="0038599B"/>
    <w:rsid w:val="0038706C"/>
    <w:rsid w:val="003875C3"/>
    <w:rsid w:val="00387C33"/>
    <w:rsid w:val="00393AC3"/>
    <w:rsid w:val="0039555E"/>
    <w:rsid w:val="003A2668"/>
    <w:rsid w:val="003A64C4"/>
    <w:rsid w:val="003B3103"/>
    <w:rsid w:val="003B6205"/>
    <w:rsid w:val="003B628E"/>
    <w:rsid w:val="003B6C80"/>
    <w:rsid w:val="003C1604"/>
    <w:rsid w:val="003C185B"/>
    <w:rsid w:val="003C6D05"/>
    <w:rsid w:val="003C7A9B"/>
    <w:rsid w:val="003D1C85"/>
    <w:rsid w:val="003D3586"/>
    <w:rsid w:val="003D404E"/>
    <w:rsid w:val="003D6A3C"/>
    <w:rsid w:val="003D6F40"/>
    <w:rsid w:val="003D71C3"/>
    <w:rsid w:val="003D73CB"/>
    <w:rsid w:val="003E054F"/>
    <w:rsid w:val="003E4E8E"/>
    <w:rsid w:val="003F77FC"/>
    <w:rsid w:val="003F7AA6"/>
    <w:rsid w:val="00403A7F"/>
    <w:rsid w:val="00403D4C"/>
    <w:rsid w:val="004042CF"/>
    <w:rsid w:val="004056C5"/>
    <w:rsid w:val="00405B17"/>
    <w:rsid w:val="00410B1A"/>
    <w:rsid w:val="00411C5F"/>
    <w:rsid w:val="00413514"/>
    <w:rsid w:val="00413933"/>
    <w:rsid w:val="00414552"/>
    <w:rsid w:val="0042342D"/>
    <w:rsid w:val="00425636"/>
    <w:rsid w:val="00427245"/>
    <w:rsid w:val="00434B3B"/>
    <w:rsid w:val="00440895"/>
    <w:rsid w:val="00440900"/>
    <w:rsid w:val="0044156B"/>
    <w:rsid w:val="004422D0"/>
    <w:rsid w:val="00443469"/>
    <w:rsid w:val="004435E3"/>
    <w:rsid w:val="004457F4"/>
    <w:rsid w:val="00446199"/>
    <w:rsid w:val="00447571"/>
    <w:rsid w:val="0045094A"/>
    <w:rsid w:val="004513B6"/>
    <w:rsid w:val="00452173"/>
    <w:rsid w:val="0045335F"/>
    <w:rsid w:val="00453379"/>
    <w:rsid w:val="00455CF9"/>
    <w:rsid w:val="0045707D"/>
    <w:rsid w:val="004612E1"/>
    <w:rsid w:val="00463E29"/>
    <w:rsid w:val="00465254"/>
    <w:rsid w:val="00466913"/>
    <w:rsid w:val="00467101"/>
    <w:rsid w:val="004740ED"/>
    <w:rsid w:val="004767AD"/>
    <w:rsid w:val="0047720C"/>
    <w:rsid w:val="00477FD7"/>
    <w:rsid w:val="004828D3"/>
    <w:rsid w:val="004917C2"/>
    <w:rsid w:val="00494362"/>
    <w:rsid w:val="00496617"/>
    <w:rsid w:val="004A0417"/>
    <w:rsid w:val="004B3385"/>
    <w:rsid w:val="004B66DF"/>
    <w:rsid w:val="004C0277"/>
    <w:rsid w:val="004C2517"/>
    <w:rsid w:val="004C5D8C"/>
    <w:rsid w:val="004C7006"/>
    <w:rsid w:val="004C751C"/>
    <w:rsid w:val="004D5838"/>
    <w:rsid w:val="004D64E3"/>
    <w:rsid w:val="004D6A15"/>
    <w:rsid w:val="004D7A39"/>
    <w:rsid w:val="004D7ABE"/>
    <w:rsid w:val="004E0070"/>
    <w:rsid w:val="004E0DD0"/>
    <w:rsid w:val="004E71CC"/>
    <w:rsid w:val="004F2D92"/>
    <w:rsid w:val="004F545D"/>
    <w:rsid w:val="004F584B"/>
    <w:rsid w:val="004F69A4"/>
    <w:rsid w:val="0050009A"/>
    <w:rsid w:val="00502511"/>
    <w:rsid w:val="005178A5"/>
    <w:rsid w:val="00517C17"/>
    <w:rsid w:val="0052349B"/>
    <w:rsid w:val="00524AB4"/>
    <w:rsid w:val="00524F5F"/>
    <w:rsid w:val="00526D52"/>
    <w:rsid w:val="00536DC1"/>
    <w:rsid w:val="005372F6"/>
    <w:rsid w:val="00540F7C"/>
    <w:rsid w:val="00541798"/>
    <w:rsid w:val="00544DAE"/>
    <w:rsid w:val="0054521D"/>
    <w:rsid w:val="005473AE"/>
    <w:rsid w:val="00550CDC"/>
    <w:rsid w:val="005515AA"/>
    <w:rsid w:val="00554BA0"/>
    <w:rsid w:val="00555161"/>
    <w:rsid w:val="005563ED"/>
    <w:rsid w:val="00556E34"/>
    <w:rsid w:val="005579ED"/>
    <w:rsid w:val="00557F32"/>
    <w:rsid w:val="00562217"/>
    <w:rsid w:val="00567674"/>
    <w:rsid w:val="005706DA"/>
    <w:rsid w:val="005717B2"/>
    <w:rsid w:val="0057223A"/>
    <w:rsid w:val="00573718"/>
    <w:rsid w:val="005766E0"/>
    <w:rsid w:val="00577401"/>
    <w:rsid w:val="00581611"/>
    <w:rsid w:val="005864B1"/>
    <w:rsid w:val="00586AB3"/>
    <w:rsid w:val="00590905"/>
    <w:rsid w:val="00591CF9"/>
    <w:rsid w:val="00596645"/>
    <w:rsid w:val="005A08B4"/>
    <w:rsid w:val="005A1617"/>
    <w:rsid w:val="005A2C81"/>
    <w:rsid w:val="005A3F23"/>
    <w:rsid w:val="005A4F9C"/>
    <w:rsid w:val="005A58C2"/>
    <w:rsid w:val="005B33B9"/>
    <w:rsid w:val="005B4396"/>
    <w:rsid w:val="005B6D65"/>
    <w:rsid w:val="005C2279"/>
    <w:rsid w:val="005C27F9"/>
    <w:rsid w:val="005C316E"/>
    <w:rsid w:val="005C4969"/>
    <w:rsid w:val="005C4986"/>
    <w:rsid w:val="005C4C18"/>
    <w:rsid w:val="005C6334"/>
    <w:rsid w:val="005D2077"/>
    <w:rsid w:val="005D412D"/>
    <w:rsid w:val="005D4FB2"/>
    <w:rsid w:val="005D7431"/>
    <w:rsid w:val="005E022C"/>
    <w:rsid w:val="005E4F53"/>
    <w:rsid w:val="005E6C5B"/>
    <w:rsid w:val="005F0D6A"/>
    <w:rsid w:val="005F20C0"/>
    <w:rsid w:val="005F4FED"/>
    <w:rsid w:val="00600E4B"/>
    <w:rsid w:val="006044AD"/>
    <w:rsid w:val="00605659"/>
    <w:rsid w:val="006107EE"/>
    <w:rsid w:val="00610DB0"/>
    <w:rsid w:val="00611DD9"/>
    <w:rsid w:val="00614498"/>
    <w:rsid w:val="00614B57"/>
    <w:rsid w:val="00615A92"/>
    <w:rsid w:val="006165CF"/>
    <w:rsid w:val="006212C1"/>
    <w:rsid w:val="00622629"/>
    <w:rsid w:val="00625B8D"/>
    <w:rsid w:val="0062752A"/>
    <w:rsid w:val="006317D0"/>
    <w:rsid w:val="00635B82"/>
    <w:rsid w:val="00641463"/>
    <w:rsid w:val="006423BD"/>
    <w:rsid w:val="00643A47"/>
    <w:rsid w:val="006467C6"/>
    <w:rsid w:val="00647620"/>
    <w:rsid w:val="00650157"/>
    <w:rsid w:val="00651E03"/>
    <w:rsid w:val="006542E5"/>
    <w:rsid w:val="0065499E"/>
    <w:rsid w:val="006555A7"/>
    <w:rsid w:val="006555FE"/>
    <w:rsid w:val="00655DC5"/>
    <w:rsid w:val="00660908"/>
    <w:rsid w:val="00662AD6"/>
    <w:rsid w:val="006665E9"/>
    <w:rsid w:val="00666F2C"/>
    <w:rsid w:val="0067041C"/>
    <w:rsid w:val="0067177E"/>
    <w:rsid w:val="00673608"/>
    <w:rsid w:val="006737B4"/>
    <w:rsid w:val="00674E96"/>
    <w:rsid w:val="006753FD"/>
    <w:rsid w:val="006759FB"/>
    <w:rsid w:val="0067606E"/>
    <w:rsid w:val="00676EC5"/>
    <w:rsid w:val="00680435"/>
    <w:rsid w:val="006837F5"/>
    <w:rsid w:val="006872A5"/>
    <w:rsid w:val="006872EA"/>
    <w:rsid w:val="00691C52"/>
    <w:rsid w:val="0069218D"/>
    <w:rsid w:val="00693EC1"/>
    <w:rsid w:val="006954AF"/>
    <w:rsid w:val="00695DE0"/>
    <w:rsid w:val="006A4377"/>
    <w:rsid w:val="006A4E55"/>
    <w:rsid w:val="006B19F4"/>
    <w:rsid w:val="006B1EAC"/>
    <w:rsid w:val="006B548C"/>
    <w:rsid w:val="006C120E"/>
    <w:rsid w:val="006C3ECC"/>
    <w:rsid w:val="006C70F7"/>
    <w:rsid w:val="006C7F2D"/>
    <w:rsid w:val="006D04D7"/>
    <w:rsid w:val="006D0D38"/>
    <w:rsid w:val="006D3A1D"/>
    <w:rsid w:val="006D4F0D"/>
    <w:rsid w:val="006D795E"/>
    <w:rsid w:val="006E061E"/>
    <w:rsid w:val="006E369C"/>
    <w:rsid w:val="006E63CC"/>
    <w:rsid w:val="006E7E16"/>
    <w:rsid w:val="006E7FD1"/>
    <w:rsid w:val="006F0C34"/>
    <w:rsid w:val="006F1C68"/>
    <w:rsid w:val="006F265E"/>
    <w:rsid w:val="006F2F61"/>
    <w:rsid w:val="006F6D6B"/>
    <w:rsid w:val="007009C0"/>
    <w:rsid w:val="007038DE"/>
    <w:rsid w:val="00703D0D"/>
    <w:rsid w:val="007058F3"/>
    <w:rsid w:val="00710CB7"/>
    <w:rsid w:val="00711A31"/>
    <w:rsid w:val="00713348"/>
    <w:rsid w:val="00714187"/>
    <w:rsid w:val="00714BC5"/>
    <w:rsid w:val="0071677B"/>
    <w:rsid w:val="00721009"/>
    <w:rsid w:val="007231D3"/>
    <w:rsid w:val="00723C80"/>
    <w:rsid w:val="0072469D"/>
    <w:rsid w:val="00724FCC"/>
    <w:rsid w:val="00725D88"/>
    <w:rsid w:val="00727D8E"/>
    <w:rsid w:val="00730B55"/>
    <w:rsid w:val="007310A4"/>
    <w:rsid w:val="007328BC"/>
    <w:rsid w:val="00733916"/>
    <w:rsid w:val="0073436A"/>
    <w:rsid w:val="00740BC9"/>
    <w:rsid w:val="00750D5D"/>
    <w:rsid w:val="00751707"/>
    <w:rsid w:val="007517FB"/>
    <w:rsid w:val="00752295"/>
    <w:rsid w:val="0075665B"/>
    <w:rsid w:val="007570AE"/>
    <w:rsid w:val="00757CF5"/>
    <w:rsid w:val="007605AA"/>
    <w:rsid w:val="00764BD8"/>
    <w:rsid w:val="00770045"/>
    <w:rsid w:val="007700C5"/>
    <w:rsid w:val="00771041"/>
    <w:rsid w:val="00772FF7"/>
    <w:rsid w:val="00774C35"/>
    <w:rsid w:val="00775F9C"/>
    <w:rsid w:val="0078069B"/>
    <w:rsid w:val="00780ACB"/>
    <w:rsid w:val="00784E7F"/>
    <w:rsid w:val="00785C4C"/>
    <w:rsid w:val="00787085"/>
    <w:rsid w:val="007870AF"/>
    <w:rsid w:val="007924FD"/>
    <w:rsid w:val="0079366B"/>
    <w:rsid w:val="00794E0A"/>
    <w:rsid w:val="007968CE"/>
    <w:rsid w:val="007A3754"/>
    <w:rsid w:val="007A3AA7"/>
    <w:rsid w:val="007A43D5"/>
    <w:rsid w:val="007A48BC"/>
    <w:rsid w:val="007B09DD"/>
    <w:rsid w:val="007B16DB"/>
    <w:rsid w:val="007B2578"/>
    <w:rsid w:val="007B3ABD"/>
    <w:rsid w:val="007B52EC"/>
    <w:rsid w:val="007B64D7"/>
    <w:rsid w:val="007B6828"/>
    <w:rsid w:val="007B7C2B"/>
    <w:rsid w:val="007C05F6"/>
    <w:rsid w:val="007C0940"/>
    <w:rsid w:val="007C0AA6"/>
    <w:rsid w:val="007C1909"/>
    <w:rsid w:val="007C29FA"/>
    <w:rsid w:val="007C2FA6"/>
    <w:rsid w:val="007C33EA"/>
    <w:rsid w:val="007C58B4"/>
    <w:rsid w:val="007D0F95"/>
    <w:rsid w:val="007D1030"/>
    <w:rsid w:val="007D10D7"/>
    <w:rsid w:val="007D1DFF"/>
    <w:rsid w:val="007E0094"/>
    <w:rsid w:val="007E10EC"/>
    <w:rsid w:val="007E1385"/>
    <w:rsid w:val="007E1B57"/>
    <w:rsid w:val="007E1C53"/>
    <w:rsid w:val="007E28E2"/>
    <w:rsid w:val="007E3593"/>
    <w:rsid w:val="007E38A0"/>
    <w:rsid w:val="007E67CD"/>
    <w:rsid w:val="007E7129"/>
    <w:rsid w:val="007F1330"/>
    <w:rsid w:val="007F1518"/>
    <w:rsid w:val="007F4ED0"/>
    <w:rsid w:val="008002C6"/>
    <w:rsid w:val="00800960"/>
    <w:rsid w:val="0080309C"/>
    <w:rsid w:val="0080334E"/>
    <w:rsid w:val="00805217"/>
    <w:rsid w:val="00805C64"/>
    <w:rsid w:val="008066EF"/>
    <w:rsid w:val="00812DB6"/>
    <w:rsid w:val="00813A64"/>
    <w:rsid w:val="00816942"/>
    <w:rsid w:val="008213E5"/>
    <w:rsid w:val="0082200F"/>
    <w:rsid w:val="00822B66"/>
    <w:rsid w:val="00823C19"/>
    <w:rsid w:val="00825156"/>
    <w:rsid w:val="00825510"/>
    <w:rsid w:val="0082650C"/>
    <w:rsid w:val="0082723B"/>
    <w:rsid w:val="00827901"/>
    <w:rsid w:val="00831FB4"/>
    <w:rsid w:val="0083297B"/>
    <w:rsid w:val="00833522"/>
    <w:rsid w:val="00836A9E"/>
    <w:rsid w:val="008408CF"/>
    <w:rsid w:val="00842997"/>
    <w:rsid w:val="008433F9"/>
    <w:rsid w:val="00850EB4"/>
    <w:rsid w:val="00856D70"/>
    <w:rsid w:val="008707BF"/>
    <w:rsid w:val="008760A6"/>
    <w:rsid w:val="008768D7"/>
    <w:rsid w:val="00876C49"/>
    <w:rsid w:val="0088189F"/>
    <w:rsid w:val="00883BE1"/>
    <w:rsid w:val="00884466"/>
    <w:rsid w:val="00885147"/>
    <w:rsid w:val="008856CA"/>
    <w:rsid w:val="008871FD"/>
    <w:rsid w:val="0089233F"/>
    <w:rsid w:val="00894634"/>
    <w:rsid w:val="0089732A"/>
    <w:rsid w:val="008979B7"/>
    <w:rsid w:val="00897A28"/>
    <w:rsid w:val="008A0DB8"/>
    <w:rsid w:val="008A1295"/>
    <w:rsid w:val="008B2B08"/>
    <w:rsid w:val="008B3214"/>
    <w:rsid w:val="008B3522"/>
    <w:rsid w:val="008B3CF2"/>
    <w:rsid w:val="008B3FC4"/>
    <w:rsid w:val="008B59B5"/>
    <w:rsid w:val="008B6529"/>
    <w:rsid w:val="008C178D"/>
    <w:rsid w:val="008C6397"/>
    <w:rsid w:val="008C7FF6"/>
    <w:rsid w:val="008D0012"/>
    <w:rsid w:val="008D07DF"/>
    <w:rsid w:val="008D59F1"/>
    <w:rsid w:val="008E02AA"/>
    <w:rsid w:val="008E1832"/>
    <w:rsid w:val="008E1862"/>
    <w:rsid w:val="008E26C4"/>
    <w:rsid w:val="008E2739"/>
    <w:rsid w:val="008E5321"/>
    <w:rsid w:val="008E6CBC"/>
    <w:rsid w:val="008E6E36"/>
    <w:rsid w:val="008E7F3C"/>
    <w:rsid w:val="008F0AF5"/>
    <w:rsid w:val="008F3C89"/>
    <w:rsid w:val="008F4838"/>
    <w:rsid w:val="008F51A9"/>
    <w:rsid w:val="008F7B5F"/>
    <w:rsid w:val="009030B5"/>
    <w:rsid w:val="00906DC2"/>
    <w:rsid w:val="00907665"/>
    <w:rsid w:val="00910251"/>
    <w:rsid w:val="009116C4"/>
    <w:rsid w:val="009134F9"/>
    <w:rsid w:val="009158B4"/>
    <w:rsid w:val="00916D42"/>
    <w:rsid w:val="009218B1"/>
    <w:rsid w:val="00923EB9"/>
    <w:rsid w:val="0092439D"/>
    <w:rsid w:val="00927F0C"/>
    <w:rsid w:val="009323EB"/>
    <w:rsid w:val="009346C2"/>
    <w:rsid w:val="009374E8"/>
    <w:rsid w:val="0093772F"/>
    <w:rsid w:val="00940812"/>
    <w:rsid w:val="009423A2"/>
    <w:rsid w:val="00942FE9"/>
    <w:rsid w:val="0094338F"/>
    <w:rsid w:val="009475B3"/>
    <w:rsid w:val="00947824"/>
    <w:rsid w:val="00950CAB"/>
    <w:rsid w:val="00950DCD"/>
    <w:rsid w:val="0095285B"/>
    <w:rsid w:val="00955536"/>
    <w:rsid w:val="00955C0A"/>
    <w:rsid w:val="009569A0"/>
    <w:rsid w:val="00956C63"/>
    <w:rsid w:val="00964CF1"/>
    <w:rsid w:val="0097088F"/>
    <w:rsid w:val="00974549"/>
    <w:rsid w:val="0098285E"/>
    <w:rsid w:val="00984DC1"/>
    <w:rsid w:val="00986078"/>
    <w:rsid w:val="009904E0"/>
    <w:rsid w:val="00990C54"/>
    <w:rsid w:val="0099267B"/>
    <w:rsid w:val="0099342B"/>
    <w:rsid w:val="00996436"/>
    <w:rsid w:val="009A10AE"/>
    <w:rsid w:val="009A2D63"/>
    <w:rsid w:val="009A55A2"/>
    <w:rsid w:val="009B0292"/>
    <w:rsid w:val="009B0395"/>
    <w:rsid w:val="009B06A3"/>
    <w:rsid w:val="009B122B"/>
    <w:rsid w:val="009B223C"/>
    <w:rsid w:val="009C6D54"/>
    <w:rsid w:val="009D0650"/>
    <w:rsid w:val="009D46C6"/>
    <w:rsid w:val="009D6D91"/>
    <w:rsid w:val="009E0771"/>
    <w:rsid w:val="009E2DF5"/>
    <w:rsid w:val="009E4722"/>
    <w:rsid w:val="009E5166"/>
    <w:rsid w:val="009E7202"/>
    <w:rsid w:val="009E7EB1"/>
    <w:rsid w:val="009F05B8"/>
    <w:rsid w:val="009F7047"/>
    <w:rsid w:val="00A01AD2"/>
    <w:rsid w:val="00A02608"/>
    <w:rsid w:val="00A06585"/>
    <w:rsid w:val="00A12680"/>
    <w:rsid w:val="00A14370"/>
    <w:rsid w:val="00A21783"/>
    <w:rsid w:val="00A24D1A"/>
    <w:rsid w:val="00A264EF"/>
    <w:rsid w:val="00A26C10"/>
    <w:rsid w:val="00A278A8"/>
    <w:rsid w:val="00A30A3F"/>
    <w:rsid w:val="00A3203B"/>
    <w:rsid w:val="00A32387"/>
    <w:rsid w:val="00A377DE"/>
    <w:rsid w:val="00A4069F"/>
    <w:rsid w:val="00A41946"/>
    <w:rsid w:val="00A43C38"/>
    <w:rsid w:val="00A47585"/>
    <w:rsid w:val="00A53337"/>
    <w:rsid w:val="00A544D3"/>
    <w:rsid w:val="00A56B45"/>
    <w:rsid w:val="00A604E9"/>
    <w:rsid w:val="00A60D20"/>
    <w:rsid w:val="00A61DCC"/>
    <w:rsid w:val="00A72B19"/>
    <w:rsid w:val="00A73DE3"/>
    <w:rsid w:val="00A741BF"/>
    <w:rsid w:val="00A75155"/>
    <w:rsid w:val="00A77287"/>
    <w:rsid w:val="00A77505"/>
    <w:rsid w:val="00A82581"/>
    <w:rsid w:val="00A8519B"/>
    <w:rsid w:val="00A85519"/>
    <w:rsid w:val="00A85596"/>
    <w:rsid w:val="00A87E7D"/>
    <w:rsid w:val="00A90C9D"/>
    <w:rsid w:val="00A90E68"/>
    <w:rsid w:val="00A911E4"/>
    <w:rsid w:val="00A916F0"/>
    <w:rsid w:val="00A92164"/>
    <w:rsid w:val="00A927CD"/>
    <w:rsid w:val="00A92924"/>
    <w:rsid w:val="00AA3063"/>
    <w:rsid w:val="00AA3D55"/>
    <w:rsid w:val="00AA6A12"/>
    <w:rsid w:val="00AB21DE"/>
    <w:rsid w:val="00AB3074"/>
    <w:rsid w:val="00AB624E"/>
    <w:rsid w:val="00AB6648"/>
    <w:rsid w:val="00AB731F"/>
    <w:rsid w:val="00AB766D"/>
    <w:rsid w:val="00AC5B65"/>
    <w:rsid w:val="00AC6EC9"/>
    <w:rsid w:val="00AC77F2"/>
    <w:rsid w:val="00AD1606"/>
    <w:rsid w:val="00AD1A8C"/>
    <w:rsid w:val="00AD2504"/>
    <w:rsid w:val="00AD5240"/>
    <w:rsid w:val="00AD5FF4"/>
    <w:rsid w:val="00AE02C2"/>
    <w:rsid w:val="00AE1054"/>
    <w:rsid w:val="00AE15EE"/>
    <w:rsid w:val="00AE2B79"/>
    <w:rsid w:val="00AE3100"/>
    <w:rsid w:val="00AE5031"/>
    <w:rsid w:val="00AE6BD6"/>
    <w:rsid w:val="00AE768A"/>
    <w:rsid w:val="00AF1B6F"/>
    <w:rsid w:val="00AF311F"/>
    <w:rsid w:val="00AF5E98"/>
    <w:rsid w:val="00AF6448"/>
    <w:rsid w:val="00AF659F"/>
    <w:rsid w:val="00AF6E87"/>
    <w:rsid w:val="00AF7D47"/>
    <w:rsid w:val="00B0066C"/>
    <w:rsid w:val="00B008B6"/>
    <w:rsid w:val="00B035E8"/>
    <w:rsid w:val="00B06368"/>
    <w:rsid w:val="00B06918"/>
    <w:rsid w:val="00B11017"/>
    <w:rsid w:val="00B117C8"/>
    <w:rsid w:val="00B11F7C"/>
    <w:rsid w:val="00B123F8"/>
    <w:rsid w:val="00B12F59"/>
    <w:rsid w:val="00B16D7A"/>
    <w:rsid w:val="00B20180"/>
    <w:rsid w:val="00B216A6"/>
    <w:rsid w:val="00B27AEE"/>
    <w:rsid w:val="00B32990"/>
    <w:rsid w:val="00B334C9"/>
    <w:rsid w:val="00B348C1"/>
    <w:rsid w:val="00B37201"/>
    <w:rsid w:val="00B40111"/>
    <w:rsid w:val="00B4259C"/>
    <w:rsid w:val="00B44910"/>
    <w:rsid w:val="00B44E0A"/>
    <w:rsid w:val="00B5117B"/>
    <w:rsid w:val="00B53BC1"/>
    <w:rsid w:val="00B53E92"/>
    <w:rsid w:val="00B5511C"/>
    <w:rsid w:val="00B626AF"/>
    <w:rsid w:val="00B62912"/>
    <w:rsid w:val="00B65849"/>
    <w:rsid w:val="00B65CAA"/>
    <w:rsid w:val="00B67702"/>
    <w:rsid w:val="00B710ED"/>
    <w:rsid w:val="00B81027"/>
    <w:rsid w:val="00B81DA2"/>
    <w:rsid w:val="00B8293A"/>
    <w:rsid w:val="00B83474"/>
    <w:rsid w:val="00B84D3B"/>
    <w:rsid w:val="00B87022"/>
    <w:rsid w:val="00B90550"/>
    <w:rsid w:val="00B93800"/>
    <w:rsid w:val="00B94DA2"/>
    <w:rsid w:val="00B953C1"/>
    <w:rsid w:val="00B958AE"/>
    <w:rsid w:val="00B95E29"/>
    <w:rsid w:val="00BA0D45"/>
    <w:rsid w:val="00BA2D4B"/>
    <w:rsid w:val="00BA2D67"/>
    <w:rsid w:val="00BA3C19"/>
    <w:rsid w:val="00BA6B8B"/>
    <w:rsid w:val="00BB1F89"/>
    <w:rsid w:val="00BB2D1A"/>
    <w:rsid w:val="00BB54ED"/>
    <w:rsid w:val="00BB5A84"/>
    <w:rsid w:val="00BB7A5A"/>
    <w:rsid w:val="00BC4142"/>
    <w:rsid w:val="00BC4DA1"/>
    <w:rsid w:val="00BC56B6"/>
    <w:rsid w:val="00BC6774"/>
    <w:rsid w:val="00BD043C"/>
    <w:rsid w:val="00BD2459"/>
    <w:rsid w:val="00BD2C59"/>
    <w:rsid w:val="00BD421E"/>
    <w:rsid w:val="00BE42B5"/>
    <w:rsid w:val="00BE495E"/>
    <w:rsid w:val="00BF1036"/>
    <w:rsid w:val="00BF1A72"/>
    <w:rsid w:val="00BF1B16"/>
    <w:rsid w:val="00BF1EFC"/>
    <w:rsid w:val="00BF6381"/>
    <w:rsid w:val="00BF6F44"/>
    <w:rsid w:val="00C02738"/>
    <w:rsid w:val="00C04EDC"/>
    <w:rsid w:val="00C05132"/>
    <w:rsid w:val="00C05549"/>
    <w:rsid w:val="00C06D89"/>
    <w:rsid w:val="00C117AF"/>
    <w:rsid w:val="00C156F9"/>
    <w:rsid w:val="00C164B5"/>
    <w:rsid w:val="00C20497"/>
    <w:rsid w:val="00C238C5"/>
    <w:rsid w:val="00C27D49"/>
    <w:rsid w:val="00C304F7"/>
    <w:rsid w:val="00C30AB3"/>
    <w:rsid w:val="00C312E5"/>
    <w:rsid w:val="00C35BFA"/>
    <w:rsid w:val="00C35FE5"/>
    <w:rsid w:val="00C4220E"/>
    <w:rsid w:val="00C4673F"/>
    <w:rsid w:val="00C52643"/>
    <w:rsid w:val="00C6489D"/>
    <w:rsid w:val="00C64A17"/>
    <w:rsid w:val="00C70A4F"/>
    <w:rsid w:val="00C72071"/>
    <w:rsid w:val="00C7338D"/>
    <w:rsid w:val="00C736B8"/>
    <w:rsid w:val="00C74C5C"/>
    <w:rsid w:val="00C762A7"/>
    <w:rsid w:val="00C778B0"/>
    <w:rsid w:val="00C77964"/>
    <w:rsid w:val="00C80045"/>
    <w:rsid w:val="00C81176"/>
    <w:rsid w:val="00C81553"/>
    <w:rsid w:val="00C8290D"/>
    <w:rsid w:val="00C838A8"/>
    <w:rsid w:val="00C84FB3"/>
    <w:rsid w:val="00C86E0C"/>
    <w:rsid w:val="00C90229"/>
    <w:rsid w:val="00C90853"/>
    <w:rsid w:val="00C9190E"/>
    <w:rsid w:val="00C9201B"/>
    <w:rsid w:val="00C94518"/>
    <w:rsid w:val="00C95DD6"/>
    <w:rsid w:val="00CA1361"/>
    <w:rsid w:val="00CA1B62"/>
    <w:rsid w:val="00CA1BC7"/>
    <w:rsid w:val="00CA47F4"/>
    <w:rsid w:val="00CA4EE8"/>
    <w:rsid w:val="00CA709F"/>
    <w:rsid w:val="00CA71CA"/>
    <w:rsid w:val="00CA74D0"/>
    <w:rsid w:val="00CA7CD4"/>
    <w:rsid w:val="00CB1087"/>
    <w:rsid w:val="00CB12E8"/>
    <w:rsid w:val="00CB1DEA"/>
    <w:rsid w:val="00CB3281"/>
    <w:rsid w:val="00CB65F1"/>
    <w:rsid w:val="00CB730A"/>
    <w:rsid w:val="00CB7D02"/>
    <w:rsid w:val="00CC22BC"/>
    <w:rsid w:val="00CC2514"/>
    <w:rsid w:val="00CD64AB"/>
    <w:rsid w:val="00CD65C1"/>
    <w:rsid w:val="00CE00E5"/>
    <w:rsid w:val="00CE14BA"/>
    <w:rsid w:val="00CE23CB"/>
    <w:rsid w:val="00CE6836"/>
    <w:rsid w:val="00CF3441"/>
    <w:rsid w:val="00CF4539"/>
    <w:rsid w:val="00CF70FF"/>
    <w:rsid w:val="00CF7E4B"/>
    <w:rsid w:val="00D03BE7"/>
    <w:rsid w:val="00D1105D"/>
    <w:rsid w:val="00D11403"/>
    <w:rsid w:val="00D138E2"/>
    <w:rsid w:val="00D13C2E"/>
    <w:rsid w:val="00D14103"/>
    <w:rsid w:val="00D142D2"/>
    <w:rsid w:val="00D243D5"/>
    <w:rsid w:val="00D27E2C"/>
    <w:rsid w:val="00D27E64"/>
    <w:rsid w:val="00D27F7C"/>
    <w:rsid w:val="00D30ABF"/>
    <w:rsid w:val="00D30B87"/>
    <w:rsid w:val="00D338CD"/>
    <w:rsid w:val="00D34855"/>
    <w:rsid w:val="00D36618"/>
    <w:rsid w:val="00D3723E"/>
    <w:rsid w:val="00D37305"/>
    <w:rsid w:val="00D42313"/>
    <w:rsid w:val="00D4499C"/>
    <w:rsid w:val="00D45926"/>
    <w:rsid w:val="00D45BE0"/>
    <w:rsid w:val="00D526D4"/>
    <w:rsid w:val="00D5365B"/>
    <w:rsid w:val="00D54687"/>
    <w:rsid w:val="00D54EEE"/>
    <w:rsid w:val="00D54F0D"/>
    <w:rsid w:val="00D60B13"/>
    <w:rsid w:val="00D61BE4"/>
    <w:rsid w:val="00D62862"/>
    <w:rsid w:val="00D65485"/>
    <w:rsid w:val="00D67B59"/>
    <w:rsid w:val="00D7223C"/>
    <w:rsid w:val="00D73415"/>
    <w:rsid w:val="00D82F46"/>
    <w:rsid w:val="00D9285E"/>
    <w:rsid w:val="00D9646F"/>
    <w:rsid w:val="00D965E3"/>
    <w:rsid w:val="00D96F2D"/>
    <w:rsid w:val="00DA0123"/>
    <w:rsid w:val="00DA21A6"/>
    <w:rsid w:val="00DA39F4"/>
    <w:rsid w:val="00DA4744"/>
    <w:rsid w:val="00DA5336"/>
    <w:rsid w:val="00DA6854"/>
    <w:rsid w:val="00DA6D90"/>
    <w:rsid w:val="00DA7003"/>
    <w:rsid w:val="00DA79A2"/>
    <w:rsid w:val="00DB628C"/>
    <w:rsid w:val="00DB6DF8"/>
    <w:rsid w:val="00DC031B"/>
    <w:rsid w:val="00DC0F0B"/>
    <w:rsid w:val="00DC2E4C"/>
    <w:rsid w:val="00DC60BB"/>
    <w:rsid w:val="00DD0238"/>
    <w:rsid w:val="00DD077F"/>
    <w:rsid w:val="00DD0A6C"/>
    <w:rsid w:val="00DD2DDC"/>
    <w:rsid w:val="00DD4B14"/>
    <w:rsid w:val="00DD4EFA"/>
    <w:rsid w:val="00DD6AC6"/>
    <w:rsid w:val="00DD7C5B"/>
    <w:rsid w:val="00DE0CA0"/>
    <w:rsid w:val="00DF6469"/>
    <w:rsid w:val="00E00D15"/>
    <w:rsid w:val="00E00FBF"/>
    <w:rsid w:val="00E0422F"/>
    <w:rsid w:val="00E04C4A"/>
    <w:rsid w:val="00E05A71"/>
    <w:rsid w:val="00E0685B"/>
    <w:rsid w:val="00E06C16"/>
    <w:rsid w:val="00E07939"/>
    <w:rsid w:val="00E115ED"/>
    <w:rsid w:val="00E13585"/>
    <w:rsid w:val="00E1455B"/>
    <w:rsid w:val="00E14EA8"/>
    <w:rsid w:val="00E16873"/>
    <w:rsid w:val="00E16C2D"/>
    <w:rsid w:val="00E213E5"/>
    <w:rsid w:val="00E232C3"/>
    <w:rsid w:val="00E27D47"/>
    <w:rsid w:val="00E313DB"/>
    <w:rsid w:val="00E3284B"/>
    <w:rsid w:val="00E33B4C"/>
    <w:rsid w:val="00E34889"/>
    <w:rsid w:val="00E436B0"/>
    <w:rsid w:val="00E44528"/>
    <w:rsid w:val="00E44AC1"/>
    <w:rsid w:val="00E50193"/>
    <w:rsid w:val="00E5369E"/>
    <w:rsid w:val="00E54BF3"/>
    <w:rsid w:val="00E55564"/>
    <w:rsid w:val="00E63543"/>
    <w:rsid w:val="00E6566C"/>
    <w:rsid w:val="00E65F0A"/>
    <w:rsid w:val="00E7030B"/>
    <w:rsid w:val="00E7054A"/>
    <w:rsid w:val="00E77959"/>
    <w:rsid w:val="00E804A4"/>
    <w:rsid w:val="00E823F3"/>
    <w:rsid w:val="00E9661F"/>
    <w:rsid w:val="00E96FD9"/>
    <w:rsid w:val="00EA201A"/>
    <w:rsid w:val="00EA5700"/>
    <w:rsid w:val="00EA59CF"/>
    <w:rsid w:val="00EA6EC5"/>
    <w:rsid w:val="00EA7393"/>
    <w:rsid w:val="00EA73F6"/>
    <w:rsid w:val="00EA79DF"/>
    <w:rsid w:val="00EB0966"/>
    <w:rsid w:val="00EB21B8"/>
    <w:rsid w:val="00EB365F"/>
    <w:rsid w:val="00EB44F3"/>
    <w:rsid w:val="00EC2FFB"/>
    <w:rsid w:val="00EC7924"/>
    <w:rsid w:val="00ED0A66"/>
    <w:rsid w:val="00ED2813"/>
    <w:rsid w:val="00ED39D7"/>
    <w:rsid w:val="00ED4114"/>
    <w:rsid w:val="00ED54A2"/>
    <w:rsid w:val="00ED5A32"/>
    <w:rsid w:val="00ED6CBB"/>
    <w:rsid w:val="00EE06C3"/>
    <w:rsid w:val="00EE50DA"/>
    <w:rsid w:val="00EE56DC"/>
    <w:rsid w:val="00EE64E6"/>
    <w:rsid w:val="00EE6B39"/>
    <w:rsid w:val="00EE73C4"/>
    <w:rsid w:val="00EE779B"/>
    <w:rsid w:val="00EF0BCE"/>
    <w:rsid w:val="00EF1381"/>
    <w:rsid w:val="00EF2118"/>
    <w:rsid w:val="00EF2670"/>
    <w:rsid w:val="00EF3CEC"/>
    <w:rsid w:val="00EF6931"/>
    <w:rsid w:val="00F002E6"/>
    <w:rsid w:val="00F053DD"/>
    <w:rsid w:val="00F07CE6"/>
    <w:rsid w:val="00F105D3"/>
    <w:rsid w:val="00F122D7"/>
    <w:rsid w:val="00F141D9"/>
    <w:rsid w:val="00F1603A"/>
    <w:rsid w:val="00F16978"/>
    <w:rsid w:val="00F1731E"/>
    <w:rsid w:val="00F204C9"/>
    <w:rsid w:val="00F21C97"/>
    <w:rsid w:val="00F225EE"/>
    <w:rsid w:val="00F23CD1"/>
    <w:rsid w:val="00F266BD"/>
    <w:rsid w:val="00F26A08"/>
    <w:rsid w:val="00F30AFE"/>
    <w:rsid w:val="00F342E7"/>
    <w:rsid w:val="00F3784E"/>
    <w:rsid w:val="00F41FA6"/>
    <w:rsid w:val="00F4258C"/>
    <w:rsid w:val="00F42BD3"/>
    <w:rsid w:val="00F42F44"/>
    <w:rsid w:val="00F43739"/>
    <w:rsid w:val="00F444C7"/>
    <w:rsid w:val="00F45296"/>
    <w:rsid w:val="00F47091"/>
    <w:rsid w:val="00F537A9"/>
    <w:rsid w:val="00F648BA"/>
    <w:rsid w:val="00F6704C"/>
    <w:rsid w:val="00F7383F"/>
    <w:rsid w:val="00F74DDD"/>
    <w:rsid w:val="00F75CC5"/>
    <w:rsid w:val="00F76E75"/>
    <w:rsid w:val="00F7798A"/>
    <w:rsid w:val="00F801C4"/>
    <w:rsid w:val="00F811B0"/>
    <w:rsid w:val="00F83843"/>
    <w:rsid w:val="00F870F6"/>
    <w:rsid w:val="00F93528"/>
    <w:rsid w:val="00F96C20"/>
    <w:rsid w:val="00F97489"/>
    <w:rsid w:val="00F97D06"/>
    <w:rsid w:val="00FA135A"/>
    <w:rsid w:val="00FA1D4C"/>
    <w:rsid w:val="00FA2388"/>
    <w:rsid w:val="00FB6149"/>
    <w:rsid w:val="00FC2959"/>
    <w:rsid w:val="00FC4004"/>
    <w:rsid w:val="00FC5E22"/>
    <w:rsid w:val="00FC6BE8"/>
    <w:rsid w:val="00FC6E02"/>
    <w:rsid w:val="00FD0611"/>
    <w:rsid w:val="00FD0BA9"/>
    <w:rsid w:val="00FD3642"/>
    <w:rsid w:val="00FD42AE"/>
    <w:rsid w:val="00FD56FA"/>
    <w:rsid w:val="00FD57C0"/>
    <w:rsid w:val="00FD6ECF"/>
    <w:rsid w:val="00FE0F4F"/>
    <w:rsid w:val="00FE3967"/>
    <w:rsid w:val="00FE63AC"/>
    <w:rsid w:val="00FE6DBE"/>
    <w:rsid w:val="00FE7170"/>
    <w:rsid w:val="00FE75AB"/>
    <w:rsid w:val="00FF0340"/>
    <w:rsid w:val="00FF052E"/>
    <w:rsid w:val="00FF44B8"/>
    <w:rsid w:val="00FF4952"/>
    <w:rsid w:val="00FF734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DCCEC37"/>
  <w14:defaultImageDpi w14:val="0"/>
  <w15:docId w15:val="{D7386C78-7935-4258-8EBF-833D42B9B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t-EE" w:eastAsia="et-E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2F1731"/>
    <w:pPr>
      <w:spacing w:after="0" w:line="240" w:lineRule="auto"/>
    </w:pPr>
    <w:rPr>
      <w:sz w:val="20"/>
      <w:szCs w:val="20"/>
      <w:lang w:eastAsia="en-US"/>
    </w:rPr>
  </w:style>
  <w:style w:type="paragraph" w:styleId="Pealkiri1">
    <w:name w:val="heading 1"/>
    <w:basedOn w:val="Normaallaad"/>
    <w:next w:val="Normaallaad"/>
    <w:link w:val="Pealkiri1Mrk"/>
    <w:uiPriority w:val="99"/>
    <w:qFormat/>
    <w:rsid w:val="00625B8D"/>
    <w:pPr>
      <w:keepNext/>
      <w:spacing w:before="240" w:after="60"/>
      <w:outlineLvl w:val="0"/>
    </w:pPr>
    <w:rPr>
      <w:rFonts w:ascii="Arial" w:hAnsi="Arial" w:cs="Arial"/>
      <w:b/>
      <w:bCs/>
      <w:kern w:val="32"/>
      <w:sz w:val="32"/>
      <w:szCs w:val="32"/>
    </w:rPr>
  </w:style>
  <w:style w:type="paragraph" w:styleId="Pealkiri2">
    <w:name w:val="heading 2"/>
    <w:basedOn w:val="Normaallaad"/>
    <w:next w:val="Normaallaad"/>
    <w:link w:val="Pealkiri2Mrk"/>
    <w:uiPriority w:val="99"/>
    <w:qFormat/>
    <w:rsid w:val="00625B8D"/>
    <w:pPr>
      <w:keepNext/>
      <w:widowControl w:val="0"/>
      <w:ind w:right="27"/>
      <w:jc w:val="both"/>
      <w:outlineLvl w:val="1"/>
    </w:pPr>
    <w:rPr>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Pr>
      <w:rFonts w:asciiTheme="majorHAnsi" w:eastAsiaTheme="majorEastAsia" w:hAnsiTheme="majorHAnsi" w:cs="Times New Roman"/>
      <w:b/>
      <w:bCs/>
      <w:kern w:val="32"/>
      <w:sz w:val="32"/>
      <w:szCs w:val="32"/>
      <w:lang w:val="x-none" w:eastAsia="en-US"/>
    </w:rPr>
  </w:style>
  <w:style w:type="character" w:customStyle="1" w:styleId="Pealkiri2Mrk">
    <w:name w:val="Pealkiri 2 Märk"/>
    <w:basedOn w:val="Liguvaikefont"/>
    <w:link w:val="Pealkiri2"/>
    <w:uiPriority w:val="9"/>
    <w:semiHidden/>
    <w:locked/>
    <w:rPr>
      <w:rFonts w:asciiTheme="majorHAnsi" w:eastAsiaTheme="majorEastAsia" w:hAnsiTheme="majorHAnsi" w:cs="Times New Roman"/>
      <w:b/>
      <w:bCs/>
      <w:i/>
      <w:iCs/>
      <w:sz w:val="28"/>
      <w:szCs w:val="28"/>
      <w:lang w:val="x-none" w:eastAsia="en-US"/>
    </w:rPr>
  </w:style>
  <w:style w:type="paragraph" w:styleId="Jutumullitekst">
    <w:name w:val="Balloon Text"/>
    <w:basedOn w:val="Normaallaad"/>
    <w:link w:val="JutumullitekstMrk"/>
    <w:uiPriority w:val="99"/>
    <w:semiHidden/>
    <w:rsid w:val="00D60B13"/>
    <w:rPr>
      <w:rFonts w:ascii="Tahoma" w:hAnsi="Tahoma" w:cs="Tahoma"/>
      <w:sz w:val="16"/>
      <w:szCs w:val="16"/>
    </w:rPr>
  </w:style>
  <w:style w:type="character" w:customStyle="1" w:styleId="JutumullitekstMrk">
    <w:name w:val="Jutumullitekst Märk"/>
    <w:basedOn w:val="Liguvaikefont"/>
    <w:link w:val="Jutumullitekst"/>
    <w:uiPriority w:val="99"/>
    <w:semiHidden/>
    <w:locked/>
    <w:rPr>
      <w:rFonts w:ascii="Tahoma" w:hAnsi="Tahoma" w:cs="Tahoma"/>
      <w:sz w:val="16"/>
      <w:szCs w:val="16"/>
      <w:lang w:val="x-none" w:eastAsia="en-US"/>
    </w:rPr>
  </w:style>
  <w:style w:type="paragraph" w:styleId="Jalus">
    <w:name w:val="footer"/>
    <w:basedOn w:val="Normaallaad"/>
    <w:link w:val="JalusMrk"/>
    <w:uiPriority w:val="99"/>
    <w:rsid w:val="00EA201A"/>
    <w:pPr>
      <w:tabs>
        <w:tab w:val="center" w:pos="4536"/>
        <w:tab w:val="right" w:pos="9072"/>
      </w:tabs>
    </w:pPr>
  </w:style>
  <w:style w:type="character" w:customStyle="1" w:styleId="JalusMrk">
    <w:name w:val="Jalus Märk"/>
    <w:basedOn w:val="Liguvaikefont"/>
    <w:link w:val="Jalus"/>
    <w:uiPriority w:val="99"/>
    <w:semiHidden/>
    <w:locked/>
    <w:rPr>
      <w:rFonts w:cs="Times New Roman"/>
      <w:sz w:val="20"/>
      <w:szCs w:val="20"/>
      <w:lang w:val="x-none" w:eastAsia="en-US"/>
    </w:rPr>
  </w:style>
  <w:style w:type="character" w:styleId="Lehekljenumber">
    <w:name w:val="page number"/>
    <w:basedOn w:val="Liguvaikefont"/>
    <w:uiPriority w:val="99"/>
    <w:rsid w:val="00EA201A"/>
    <w:rPr>
      <w:rFonts w:cs="Times New Roman"/>
    </w:rPr>
  </w:style>
  <w:style w:type="paragraph" w:styleId="Kehatekst3">
    <w:name w:val="Body Text 3"/>
    <w:basedOn w:val="Normaallaad"/>
    <w:link w:val="Kehatekst3Mrk"/>
    <w:uiPriority w:val="99"/>
    <w:rsid w:val="00625B8D"/>
    <w:rPr>
      <w:sz w:val="24"/>
      <w:szCs w:val="24"/>
    </w:rPr>
  </w:style>
  <w:style w:type="character" w:customStyle="1" w:styleId="Kehatekst3Mrk">
    <w:name w:val="Kehatekst 3 Märk"/>
    <w:basedOn w:val="Liguvaikefont"/>
    <w:link w:val="Kehatekst3"/>
    <w:uiPriority w:val="99"/>
    <w:locked/>
    <w:rPr>
      <w:rFonts w:cs="Times New Roman"/>
      <w:sz w:val="16"/>
      <w:szCs w:val="16"/>
      <w:lang w:val="x-none" w:eastAsia="en-US"/>
    </w:rPr>
  </w:style>
  <w:style w:type="table" w:styleId="Kontuurtabel">
    <w:name w:val="Table Grid"/>
    <w:basedOn w:val="Normaaltabel"/>
    <w:uiPriority w:val="99"/>
    <w:rsid w:val="00625B8D"/>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basedOn w:val="Liguvaikefont"/>
    <w:uiPriority w:val="99"/>
    <w:semiHidden/>
    <w:rsid w:val="00B84D3B"/>
    <w:rPr>
      <w:rFonts w:cs="Times New Roman"/>
      <w:sz w:val="16"/>
      <w:szCs w:val="16"/>
    </w:rPr>
  </w:style>
  <w:style w:type="paragraph" w:styleId="Kommentaaritekst">
    <w:name w:val="annotation text"/>
    <w:basedOn w:val="Normaallaad"/>
    <w:link w:val="KommentaaritekstMrk"/>
    <w:uiPriority w:val="99"/>
    <w:rsid w:val="00B84D3B"/>
  </w:style>
  <w:style w:type="character" w:customStyle="1" w:styleId="KommentaaritekstMrk">
    <w:name w:val="Kommentaari tekst Märk"/>
    <w:basedOn w:val="Liguvaikefont"/>
    <w:link w:val="Kommentaaritekst"/>
    <w:uiPriority w:val="99"/>
    <w:locked/>
    <w:rsid w:val="000216D1"/>
    <w:rPr>
      <w:rFonts w:cs="Times New Roman"/>
      <w:lang w:val="et-EE" w:eastAsia="en-US"/>
    </w:rPr>
  </w:style>
  <w:style w:type="character" w:customStyle="1" w:styleId="AllmrkusetekstMrk2">
    <w:name w:val="Allmärkuse tekst Märk2"/>
    <w:aliases w:val="Footnote Text Char Char Char Char Märk2,Footnote Text Char Char Märk2,Footnote Text Char Char Char Char Char Märk2,Footnote Text Char Char Char Char Char Char Char Char Märk2,Footnote Text Char Char Char Märk2,fn Char1 Märk1"/>
    <w:basedOn w:val="Liguvaikefont"/>
    <w:link w:val="Allmrkusetekst"/>
    <w:uiPriority w:val="99"/>
    <w:semiHidden/>
    <w:locked/>
    <w:rsid w:val="00A85519"/>
    <w:rPr>
      <w:rFonts w:cs="Times New Roman"/>
      <w:lang w:val="et-EE" w:eastAsia="en-US"/>
    </w:rPr>
  </w:style>
  <w:style w:type="paragraph" w:styleId="Kommentaariteema">
    <w:name w:val="annotation subject"/>
    <w:basedOn w:val="Kommentaaritekst"/>
    <w:next w:val="Kommentaaritekst"/>
    <w:link w:val="KommentaariteemaMrk"/>
    <w:uiPriority w:val="99"/>
    <w:semiHidden/>
    <w:rsid w:val="00B84D3B"/>
    <w:rPr>
      <w:b/>
      <w:bCs/>
    </w:rPr>
  </w:style>
  <w:style w:type="character" w:customStyle="1" w:styleId="KommentaariteemaMrk">
    <w:name w:val="Kommentaari teema Märk"/>
    <w:basedOn w:val="AllmrkusetekstMrk2"/>
    <w:link w:val="Kommentaariteema"/>
    <w:uiPriority w:val="99"/>
    <w:semiHidden/>
    <w:locked/>
    <w:rPr>
      <w:rFonts w:cs="Times New Roman"/>
      <w:b/>
      <w:bCs/>
      <w:sz w:val="20"/>
      <w:szCs w:val="20"/>
      <w:lang w:val="x-none" w:eastAsia="en-US"/>
    </w:r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fn Char1,fn"/>
    <w:basedOn w:val="Normaallaad"/>
    <w:link w:val="AllmrkusetekstMrk2"/>
    <w:uiPriority w:val="99"/>
    <w:semiHidden/>
    <w:rsid w:val="00060722"/>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uiPriority w:val="99"/>
    <w:semiHidden/>
    <w:rPr>
      <w:sz w:val="20"/>
      <w:szCs w:val="20"/>
      <w:lang w:eastAsia="en-US"/>
    </w:rPr>
  </w:style>
  <w:style w:type="character" w:customStyle="1" w:styleId="AllmrkusetekstMrk5">
    <w:name w:val="Allmärkuse tekst Märk5"/>
    <w:aliases w:val="Footnote Text Char Char Char Char Märk5,Footnote Text Char Char Märk5,Footnote Text Char Char Char Char Char Märk5,Footnote Text Char Char Char Char Char Char Char Char Märk5,Footnote Text Char Char Char Märk5"/>
    <w:basedOn w:val="Liguvaikefont"/>
    <w:uiPriority w:val="99"/>
    <w:semiHidden/>
    <w:rPr>
      <w:rFonts w:cs="Times New Roman"/>
      <w:sz w:val="20"/>
      <w:szCs w:val="20"/>
      <w:lang w:val="x-none" w:eastAsia="en-US"/>
    </w:rPr>
  </w:style>
  <w:style w:type="character" w:customStyle="1" w:styleId="AllmrkusetekstMrk4">
    <w:name w:val="Allmärkuse tekst Märk4"/>
    <w:aliases w:val="Footnote Text Char Char Char Char Märk4,Footnote Text Char Char Märk4,Footnote Text Char Char Char Char Char Märk4,Footnote Text Char Char Char Char Char Char Char Char Märk4,Footnote Text Char Char Char Märk4"/>
    <w:basedOn w:val="Liguvaikefont"/>
    <w:uiPriority w:val="99"/>
    <w:semiHidden/>
    <w:rPr>
      <w:rFonts w:cs="Times New Roman"/>
      <w:sz w:val="20"/>
      <w:szCs w:val="20"/>
      <w:lang w:val="x-none" w:eastAsia="en-US"/>
    </w:rPr>
  </w:style>
  <w:style w:type="character" w:customStyle="1" w:styleId="AllmrkusetekstMrk3">
    <w:name w:val="Allmärkuse tekst Märk3"/>
    <w:aliases w:val="Footnote Text Char Char Char Char Märk3,Footnote Text Char Char Märk3,Footnote Text Char Char Char Char Char Märk3,Footnote Text Char Char Char Char Char Char Char Char Märk3,Footnote Text Char Char Char Märk3"/>
    <w:basedOn w:val="Liguvaikefont"/>
    <w:uiPriority w:val="99"/>
    <w:semiHidden/>
    <w:rPr>
      <w:rFonts w:cs="Times New Roman"/>
      <w:sz w:val="20"/>
      <w:szCs w:val="20"/>
      <w:lang w:val="x-none" w:eastAsia="en-US"/>
    </w:rPr>
  </w:style>
  <w:style w:type="character" w:customStyle="1" w:styleId="FootnoteTextChar">
    <w:name w:val="Footnote Text Char"/>
    <w:aliases w:val="Footnote Text Char Char Char Char Char1,Footnote Text Char Char Char1,Footnote Text Char Char Char Char Char Char,Footnote Text Char Char Char Char Char Char Char Char Char,Footnote Text Char Char Char Char1,Footnote Text Char1 Char"/>
    <w:basedOn w:val="Liguvaikefont"/>
    <w:uiPriority w:val="99"/>
    <w:semiHidden/>
    <w:rPr>
      <w:rFonts w:cs="Times New Roman"/>
      <w:sz w:val="20"/>
      <w:szCs w:val="20"/>
      <w:lang w:val="x-none" w:eastAsia="en-US"/>
    </w:rPr>
  </w:style>
  <w:style w:type="character" w:customStyle="1" w:styleId="FootnoteTextChar11">
    <w:name w:val="Footnote Text Char11"/>
    <w:aliases w:val="Footnote Text Char Char Char Char Char19,Footnote Text Char Char Char19,Footnote Text Char Char Char Char Char Char10,Footnote Text Char Char Char Char Char Char Char Char Char10,Footnote Text Char Char Char Char19"/>
    <w:basedOn w:val="Liguvaikefont"/>
    <w:uiPriority w:val="99"/>
    <w:semiHidden/>
    <w:rPr>
      <w:rFonts w:cs="Times New Roman"/>
      <w:sz w:val="20"/>
      <w:szCs w:val="20"/>
      <w:lang w:val="x-none" w:eastAsia="en-US"/>
    </w:rPr>
  </w:style>
  <w:style w:type="character" w:customStyle="1" w:styleId="FootnoteTextChar10">
    <w:name w:val="Footnote Text Char10"/>
    <w:aliases w:val="Footnote Text Char Char Char Char Char18,Footnote Text Char Char Char18,Footnote Text Char Char Char Char Char Char9,Footnote Text Char Char Char Char Char Char Char Char Char9,Footnote Text Char Char Char Char18"/>
    <w:basedOn w:val="Liguvaikefont"/>
    <w:uiPriority w:val="99"/>
    <w:semiHidden/>
    <w:rPr>
      <w:rFonts w:cs="Times New Roman"/>
      <w:sz w:val="20"/>
      <w:szCs w:val="20"/>
      <w:lang w:val="x-none" w:eastAsia="en-US"/>
    </w:rPr>
  </w:style>
  <w:style w:type="character" w:customStyle="1" w:styleId="FootnoteTextChar9">
    <w:name w:val="Footnote Text Char9"/>
    <w:aliases w:val="Footnote Text Char Char Char Char Char17,Footnote Text Char Char Char17,Footnote Text Char Char Char Char Char Char8,Footnote Text Char Char Char Char Char Char Char Char Char8,Footnote Text Char Char Char Char17"/>
    <w:basedOn w:val="Liguvaikefont"/>
    <w:uiPriority w:val="99"/>
    <w:semiHidden/>
    <w:rPr>
      <w:rFonts w:cs="Times New Roman"/>
      <w:sz w:val="20"/>
      <w:szCs w:val="20"/>
      <w:lang w:val="x-none" w:eastAsia="en-US"/>
    </w:rPr>
  </w:style>
  <w:style w:type="character" w:customStyle="1" w:styleId="FootnoteTextChar8">
    <w:name w:val="Footnote Text Char8"/>
    <w:aliases w:val="Footnote Text Char Char Char Char Char16,Footnote Text Char Char Char16,Footnote Text Char Char Char Char Char Char7,Footnote Text Char Char Char Char Char Char Char Char Char7,Footnote Text Char Char Char Char16"/>
    <w:basedOn w:val="Liguvaikefont"/>
    <w:uiPriority w:val="99"/>
    <w:semiHidden/>
    <w:rPr>
      <w:rFonts w:cs="Times New Roman"/>
      <w:sz w:val="20"/>
      <w:szCs w:val="20"/>
      <w:lang w:val="x-none" w:eastAsia="en-US"/>
    </w:rPr>
  </w:style>
  <w:style w:type="character" w:customStyle="1" w:styleId="FootnoteTextChar7">
    <w:name w:val="Footnote Text Char7"/>
    <w:aliases w:val="Footnote Text Char Char Char Char Char15,Footnote Text Char Char Char15,Footnote Text Char Char Char Char Char Char6,Footnote Text Char Char Char Char Char Char Char Char Char6,Footnote Text Char Char Char Char15"/>
    <w:basedOn w:val="Liguvaikefont"/>
    <w:uiPriority w:val="99"/>
    <w:semiHidden/>
    <w:rPr>
      <w:rFonts w:cs="Times New Roman"/>
      <w:sz w:val="20"/>
      <w:szCs w:val="20"/>
      <w:lang w:val="x-none" w:eastAsia="en-US"/>
    </w:rPr>
  </w:style>
  <w:style w:type="character" w:customStyle="1" w:styleId="FootnoteTextChar6">
    <w:name w:val="Footnote Text Char6"/>
    <w:aliases w:val="Footnote Text Char Char Char Char Char14,Footnote Text Char Char Char14,Footnote Text Char Char Char Char Char Char5,Footnote Text Char Char Char Char Char Char Char Char Char5,Footnote Text Char Char Char Char14"/>
    <w:basedOn w:val="Liguvaikefont"/>
    <w:uiPriority w:val="99"/>
    <w:semiHidden/>
    <w:rPr>
      <w:rFonts w:cs="Times New Roman"/>
      <w:sz w:val="20"/>
      <w:szCs w:val="20"/>
      <w:lang w:val="x-none" w:eastAsia="en-US"/>
    </w:rPr>
  </w:style>
  <w:style w:type="character" w:customStyle="1" w:styleId="FootnoteTextChar5">
    <w:name w:val="Footnote Text Char5"/>
    <w:aliases w:val="Footnote Text Char Char Char Char Char13,Footnote Text Char Char Char13,Footnote Text Char Char Char Char Char Char4,Footnote Text Char Char Char Char Char Char Char Char Char4,Footnote Text Char Char Char Char13"/>
    <w:basedOn w:val="Liguvaikefont"/>
    <w:uiPriority w:val="99"/>
    <w:semiHidden/>
    <w:rPr>
      <w:rFonts w:cs="Times New Roman"/>
      <w:sz w:val="20"/>
      <w:szCs w:val="20"/>
      <w:lang w:val="x-none" w:eastAsia="en-US"/>
    </w:rPr>
  </w:style>
  <w:style w:type="character" w:customStyle="1" w:styleId="FootnoteTextChar4">
    <w:name w:val="Footnote Text Char4"/>
    <w:aliases w:val="Footnote Text Char Char Char Char Char12,Footnote Text Char Char Char12,Footnote Text Char Char Char Char Char Char3,Footnote Text Char Char Char Char Char Char Char Char Char3,Footnote Text Char Char Char Char12"/>
    <w:basedOn w:val="Liguvaikefont"/>
    <w:uiPriority w:val="99"/>
    <w:semiHidden/>
    <w:rPr>
      <w:rFonts w:cs="Times New Roman"/>
      <w:sz w:val="20"/>
      <w:szCs w:val="20"/>
      <w:lang w:val="x-none" w:eastAsia="en-US"/>
    </w:rPr>
  </w:style>
  <w:style w:type="character" w:customStyle="1" w:styleId="FootnoteTextChar3">
    <w:name w:val="Footnote Text Char3"/>
    <w:aliases w:val="Footnote Text Char Char Char Char Char11,Footnote Text Char Char Char11,Footnote Text Char Char Char Char Char Char2,Footnote Text Char Char Char Char Char Char Char Char Char2,Footnote Text Char Char Char Char11"/>
    <w:basedOn w:val="Liguvaikefont"/>
    <w:uiPriority w:val="99"/>
    <w:semiHidden/>
    <w:rPr>
      <w:rFonts w:cs="Times New Roman"/>
      <w:sz w:val="20"/>
      <w:szCs w:val="20"/>
      <w:lang w:val="x-none" w:eastAsia="en-US"/>
    </w:rPr>
  </w:style>
  <w:style w:type="character" w:customStyle="1" w:styleId="AllmrkusetekstMrk1">
    <w:name w:val="Allmärkuse tekst Märk1"/>
    <w:aliases w:val="Footnote Text Char Char Char Char Märk1,Footnote Text Char Char Märk1,Footnote Text Char Char Char Char Char Märk1,Footnote Text Char Char Char Char Char Char Char Char Märk1,Footnote Text Char Char Char Märk1,fn Char1 Märk"/>
    <w:basedOn w:val="Liguvaikefont"/>
    <w:uiPriority w:val="99"/>
    <w:semiHidden/>
    <w:rPr>
      <w:rFonts w:cs="Times New Roman"/>
      <w:sz w:val="20"/>
      <w:szCs w:val="20"/>
      <w:lang w:val="x-none" w:eastAsia="en-US"/>
    </w:rPr>
  </w:style>
  <w:style w:type="character" w:customStyle="1" w:styleId="AllmrkusetekstMrk164">
    <w:name w:val="Allmärkuse tekst Märk164"/>
    <w:aliases w:val="Footnote Text Char Char Char Char Märk130,Footnote Text Char Char Märk130,Footnote Text Char Char Char Char Char Märk130,Footnote Text Char Char Char Char Char Char Char Char Märk130,Footnote Text Char Char Char Märk130"/>
    <w:basedOn w:val="Liguvaikefont"/>
    <w:uiPriority w:val="99"/>
    <w:semiHidden/>
    <w:rPr>
      <w:rFonts w:cs="Times New Roman"/>
      <w:sz w:val="20"/>
      <w:szCs w:val="20"/>
      <w:lang w:val="x-none" w:eastAsia="en-US"/>
    </w:rPr>
  </w:style>
  <w:style w:type="character" w:customStyle="1" w:styleId="AllmrkusetekstMrk163">
    <w:name w:val="Allmärkuse tekst Märk163"/>
    <w:aliases w:val="Footnote Text Char Char Char Char Märk129,Footnote Text Char Char Märk129,Footnote Text Char Char Char Char Char Märk129,Footnote Text Char Char Char Char Char Char Char Char Märk129,Footnote Text Char Char Char Märk129"/>
    <w:basedOn w:val="Liguvaikefont"/>
    <w:uiPriority w:val="99"/>
    <w:semiHidden/>
    <w:rPr>
      <w:rFonts w:cs="Times New Roman"/>
      <w:sz w:val="20"/>
      <w:szCs w:val="20"/>
      <w:lang w:val="x-none" w:eastAsia="en-US"/>
    </w:rPr>
  </w:style>
  <w:style w:type="character" w:customStyle="1" w:styleId="AllmrkusetekstMrk162">
    <w:name w:val="Allmärkuse tekst Märk162"/>
    <w:aliases w:val="Footnote Text Char Char Char Char Märk128,Footnote Text Char Char Märk128,Footnote Text Char Char Char Char Char Märk128,Footnote Text Char Char Char Char Char Char Char Char Märk128,Footnote Text Char Char Char Märk128"/>
    <w:basedOn w:val="Liguvaikefont"/>
    <w:uiPriority w:val="99"/>
    <w:semiHidden/>
    <w:rPr>
      <w:rFonts w:cs="Times New Roman"/>
      <w:sz w:val="20"/>
      <w:szCs w:val="20"/>
      <w:lang w:val="x-none" w:eastAsia="en-US"/>
    </w:rPr>
  </w:style>
  <w:style w:type="character" w:customStyle="1" w:styleId="AllmrkusetekstMrk161">
    <w:name w:val="Allmärkuse tekst Märk161"/>
    <w:aliases w:val="Footnote Text Char Char Char Char Märk127,Footnote Text Char Char Märk127,Footnote Text Char Char Char Char Char Märk127,Footnote Text Char Char Char Char Char Char Char Char Märk127,Footnote Text Char Char Char Märk127"/>
    <w:basedOn w:val="Liguvaikefont"/>
    <w:uiPriority w:val="99"/>
    <w:semiHidden/>
    <w:rPr>
      <w:rFonts w:cs="Times New Roman"/>
      <w:sz w:val="20"/>
      <w:szCs w:val="20"/>
      <w:lang w:val="x-none" w:eastAsia="en-US"/>
    </w:rPr>
  </w:style>
  <w:style w:type="character" w:customStyle="1" w:styleId="AllmrkusetekstMrk160">
    <w:name w:val="Allmärkuse tekst Märk160"/>
    <w:aliases w:val="Footnote Text Char Char Char Char Märk126,Footnote Text Char Char Märk126,Footnote Text Char Char Char Char Char Märk126,Footnote Text Char Char Char Char Char Char Char Char Märk126,Footnote Text Char Char Char Märk126"/>
    <w:basedOn w:val="Liguvaikefont"/>
    <w:uiPriority w:val="99"/>
    <w:semiHidden/>
    <w:rPr>
      <w:rFonts w:cs="Times New Roman"/>
      <w:sz w:val="20"/>
      <w:szCs w:val="20"/>
      <w:lang w:val="x-none" w:eastAsia="en-US"/>
    </w:rPr>
  </w:style>
  <w:style w:type="character" w:customStyle="1" w:styleId="AllmrkusetekstMrk159">
    <w:name w:val="Allmärkuse tekst Märk159"/>
    <w:aliases w:val="Footnote Text Char Char Char Char Märk125,Footnote Text Char Char Märk125,Footnote Text Char Char Char Char Char Märk125,Footnote Text Char Char Char Char Char Char Char Char Märk125,Footnote Text Char Char Char Märk125"/>
    <w:basedOn w:val="Liguvaikefont"/>
    <w:uiPriority w:val="99"/>
    <w:semiHidden/>
    <w:rPr>
      <w:rFonts w:cs="Times New Roman"/>
      <w:sz w:val="20"/>
      <w:szCs w:val="20"/>
      <w:lang w:val="x-none" w:eastAsia="en-US"/>
    </w:rPr>
  </w:style>
  <w:style w:type="character" w:customStyle="1" w:styleId="AllmrkusetekstMrk158">
    <w:name w:val="Allmärkuse tekst Märk158"/>
    <w:aliases w:val="Footnote Text Char Char Char Char Märk124,Footnote Text Char Char Märk124,Footnote Text Char Char Char Char Char Märk124,Footnote Text Char Char Char Char Char Char Char Char Märk124,Footnote Text Char Char Char Märk124"/>
    <w:basedOn w:val="Liguvaikefont"/>
    <w:uiPriority w:val="99"/>
    <w:semiHidden/>
    <w:rPr>
      <w:rFonts w:cs="Times New Roman"/>
      <w:sz w:val="20"/>
      <w:szCs w:val="20"/>
      <w:lang w:val="x-none" w:eastAsia="en-US"/>
    </w:rPr>
  </w:style>
  <w:style w:type="character" w:customStyle="1" w:styleId="AllmrkusetekstMrk157">
    <w:name w:val="Allmärkuse tekst Märk157"/>
    <w:aliases w:val="Footnote Text Char Char Char Char Märk123,Footnote Text Char Char Märk123,Footnote Text Char Char Char Char Char Märk123,Footnote Text Char Char Char Char Char Char Char Char Märk123,Footnote Text Char Char Char Märk123"/>
    <w:basedOn w:val="Liguvaikefont"/>
    <w:uiPriority w:val="99"/>
    <w:semiHidden/>
    <w:rPr>
      <w:rFonts w:cs="Times New Roman"/>
      <w:sz w:val="20"/>
      <w:szCs w:val="20"/>
      <w:lang w:val="x-none" w:eastAsia="en-US"/>
    </w:rPr>
  </w:style>
  <w:style w:type="character" w:customStyle="1" w:styleId="AllmrkusetekstMrk156">
    <w:name w:val="Allmärkuse tekst Märk156"/>
    <w:aliases w:val="Footnote Text Char Char Char Char Märk122,Footnote Text Char Char Märk122,Footnote Text Char Char Char Char Char Märk122,Footnote Text Char Char Char Char Char Char Char Char Märk122,Footnote Text Char Char Char Märk122"/>
    <w:basedOn w:val="Liguvaikefont"/>
    <w:uiPriority w:val="99"/>
    <w:semiHidden/>
    <w:rPr>
      <w:rFonts w:cs="Times New Roman"/>
      <w:sz w:val="20"/>
      <w:szCs w:val="20"/>
      <w:lang w:val="x-none" w:eastAsia="en-US"/>
    </w:rPr>
  </w:style>
  <w:style w:type="character" w:customStyle="1" w:styleId="AllmrkusetekstMrk155">
    <w:name w:val="Allmärkuse tekst Märk155"/>
    <w:aliases w:val="Footnote Text Char Char Char Char Märk121,Footnote Text Char Char Märk121,Footnote Text Char Char Char Char Char Märk121,Footnote Text Char Char Char Char Char Char Char Char Märk121,Footnote Text Char Char Char Märk121"/>
    <w:basedOn w:val="Liguvaikefont"/>
    <w:uiPriority w:val="99"/>
    <w:semiHidden/>
    <w:rPr>
      <w:rFonts w:cs="Times New Roman"/>
      <w:sz w:val="20"/>
      <w:szCs w:val="20"/>
      <w:lang w:val="x-none" w:eastAsia="en-US"/>
    </w:rPr>
  </w:style>
  <w:style w:type="character" w:customStyle="1" w:styleId="AllmrkusetekstMrk154">
    <w:name w:val="Allmärkuse tekst Märk154"/>
    <w:aliases w:val="Footnote Text Char Char Char Char Märk120,Footnote Text Char Char Märk120,Footnote Text Char Char Char Char Char Märk120,Footnote Text Char Char Char Char Char Char Char Char Märk120,Footnote Text Char Char Char Märk120"/>
    <w:basedOn w:val="Liguvaikefont"/>
    <w:uiPriority w:val="99"/>
    <w:semiHidden/>
    <w:rPr>
      <w:rFonts w:cs="Times New Roman"/>
      <w:sz w:val="20"/>
      <w:szCs w:val="20"/>
      <w:lang w:val="x-none" w:eastAsia="en-US"/>
    </w:rPr>
  </w:style>
  <w:style w:type="character" w:customStyle="1" w:styleId="AllmrkusetekstMrk153">
    <w:name w:val="Allmärkuse tekst Märk153"/>
    <w:aliases w:val="Footnote Text Char Char Char Char Märk119,Footnote Text Char Char Märk119,Footnote Text Char Char Char Char Char Märk119,Footnote Text Char Char Char Char Char Char Char Char Märk119,Footnote Text Char Char Char Märk119"/>
    <w:basedOn w:val="Liguvaikefont"/>
    <w:uiPriority w:val="99"/>
    <w:semiHidden/>
    <w:rPr>
      <w:rFonts w:cs="Times New Roman"/>
      <w:sz w:val="20"/>
      <w:szCs w:val="20"/>
      <w:lang w:val="x-none" w:eastAsia="en-US"/>
    </w:rPr>
  </w:style>
  <w:style w:type="character" w:customStyle="1" w:styleId="AllmrkusetekstMrk152">
    <w:name w:val="Allmärkuse tekst Märk152"/>
    <w:aliases w:val="Footnote Text Char Char Char Char Märk118,Footnote Text Char Char Märk118,Footnote Text Char Char Char Char Char Märk118,Footnote Text Char Char Char Char Char Char Char Char Märk118,Footnote Text Char Char Char Märk118"/>
    <w:basedOn w:val="Liguvaikefont"/>
    <w:uiPriority w:val="99"/>
    <w:semiHidden/>
    <w:rPr>
      <w:rFonts w:cs="Times New Roman"/>
      <w:sz w:val="20"/>
      <w:szCs w:val="20"/>
      <w:lang w:val="x-none" w:eastAsia="en-US"/>
    </w:rPr>
  </w:style>
  <w:style w:type="character" w:customStyle="1" w:styleId="AllmrkusetekstMrk151">
    <w:name w:val="Allmärkuse tekst Märk151"/>
    <w:aliases w:val="Footnote Text Char Char Char Char Märk117,Footnote Text Char Char Märk117,Footnote Text Char Char Char Char Char Märk117,Footnote Text Char Char Char Char Char Char Char Char Märk117,Footnote Text Char Char Char Märk117"/>
    <w:basedOn w:val="Liguvaikefont"/>
    <w:uiPriority w:val="99"/>
    <w:semiHidden/>
    <w:rPr>
      <w:rFonts w:cs="Times New Roman"/>
      <w:sz w:val="20"/>
      <w:szCs w:val="20"/>
      <w:lang w:val="x-none" w:eastAsia="en-US"/>
    </w:rPr>
  </w:style>
  <w:style w:type="character" w:customStyle="1" w:styleId="AllmrkusetekstMrk150">
    <w:name w:val="Allmärkuse tekst Märk150"/>
    <w:aliases w:val="Footnote Text Char Char Char Char Märk116,Footnote Text Char Char Märk116,Footnote Text Char Char Char Char Char Märk116,Footnote Text Char Char Char Char Char Char Char Char Märk116,Footnote Text Char Char Char Märk116"/>
    <w:basedOn w:val="Liguvaikefont"/>
    <w:uiPriority w:val="99"/>
    <w:semiHidden/>
    <w:rPr>
      <w:rFonts w:cs="Times New Roman"/>
      <w:sz w:val="20"/>
      <w:szCs w:val="20"/>
      <w:lang w:val="x-none" w:eastAsia="en-US"/>
    </w:rPr>
  </w:style>
  <w:style w:type="character" w:customStyle="1" w:styleId="AllmrkusetekstMrk149">
    <w:name w:val="Allmärkuse tekst Märk149"/>
    <w:aliases w:val="Footnote Text Char Char Char Char Märk115,Footnote Text Char Char Märk115,Footnote Text Char Char Char Char Char Märk115,Footnote Text Char Char Char Char Char Char Char Char Märk115,Footnote Text Char Char Char Märk115"/>
    <w:basedOn w:val="Liguvaikefont"/>
    <w:uiPriority w:val="99"/>
    <w:semiHidden/>
    <w:rPr>
      <w:rFonts w:cs="Times New Roman"/>
      <w:sz w:val="20"/>
      <w:szCs w:val="20"/>
      <w:lang w:val="x-none" w:eastAsia="en-US"/>
    </w:rPr>
  </w:style>
  <w:style w:type="character" w:customStyle="1" w:styleId="AllmrkusetekstMrk148">
    <w:name w:val="Allmärkuse tekst Märk148"/>
    <w:aliases w:val="Footnote Text Char Char Char Char Märk114,Footnote Text Char Char Märk114,Footnote Text Char Char Char Char Char Märk114,Footnote Text Char Char Char Char Char Char Char Char Märk114,Footnote Text Char Char Char Märk114"/>
    <w:basedOn w:val="Liguvaikefont"/>
    <w:uiPriority w:val="99"/>
    <w:semiHidden/>
    <w:rPr>
      <w:rFonts w:cs="Times New Roman"/>
      <w:sz w:val="20"/>
      <w:szCs w:val="20"/>
      <w:lang w:val="x-none" w:eastAsia="en-US"/>
    </w:rPr>
  </w:style>
  <w:style w:type="character" w:customStyle="1" w:styleId="AllmrkusetekstMrk147">
    <w:name w:val="Allmärkuse tekst Märk147"/>
    <w:aliases w:val="Footnote Text Char Char Char Char Märk113,Footnote Text Char Char Märk113,Footnote Text Char Char Char Char Char Märk113,Footnote Text Char Char Char Char Char Char Char Char Märk113,Footnote Text Char Char Char Märk113"/>
    <w:basedOn w:val="Liguvaikefont"/>
    <w:uiPriority w:val="99"/>
    <w:semiHidden/>
    <w:rPr>
      <w:rFonts w:cs="Times New Roman"/>
      <w:sz w:val="20"/>
      <w:szCs w:val="20"/>
      <w:lang w:val="x-none" w:eastAsia="en-US"/>
    </w:rPr>
  </w:style>
  <w:style w:type="character" w:customStyle="1" w:styleId="AllmrkusetekstMrk146">
    <w:name w:val="Allmärkuse tekst Märk146"/>
    <w:aliases w:val="Footnote Text Char Char Char Char Märk112,Footnote Text Char Char Märk112,Footnote Text Char Char Char Char Char Märk112,Footnote Text Char Char Char Char Char Char Char Char Märk112,Footnote Text Char Char Char Märk112"/>
    <w:basedOn w:val="Liguvaikefont"/>
    <w:uiPriority w:val="99"/>
    <w:semiHidden/>
    <w:rPr>
      <w:rFonts w:cs="Times New Roman"/>
      <w:sz w:val="20"/>
      <w:szCs w:val="20"/>
      <w:lang w:val="x-none" w:eastAsia="en-US"/>
    </w:rPr>
  </w:style>
  <w:style w:type="character" w:customStyle="1" w:styleId="AllmrkusetekstMrk145">
    <w:name w:val="Allmärkuse tekst Märk145"/>
    <w:aliases w:val="Footnote Text Char Char Char Char Märk111,Footnote Text Char Char Märk111,Footnote Text Char Char Char Char Char Märk111,Footnote Text Char Char Char Char Char Char Char Char Märk111,Footnote Text Char Char Char Märk111"/>
    <w:basedOn w:val="Liguvaikefont"/>
    <w:uiPriority w:val="99"/>
    <w:semiHidden/>
    <w:rPr>
      <w:rFonts w:cs="Times New Roman"/>
      <w:sz w:val="20"/>
      <w:szCs w:val="20"/>
      <w:lang w:val="x-none" w:eastAsia="en-US"/>
    </w:rPr>
  </w:style>
  <w:style w:type="character" w:customStyle="1" w:styleId="AllmrkusetekstMrk144">
    <w:name w:val="Allmärkuse tekst Märk144"/>
    <w:aliases w:val="Footnote Text Char Char Char Char Märk110,Footnote Text Char Char Märk110,Footnote Text Char Char Char Char Char Märk110,Footnote Text Char Char Char Char Char Char Char Char Märk110,Footnote Text Char Char Char Märk110"/>
    <w:basedOn w:val="Liguvaikefont"/>
    <w:uiPriority w:val="99"/>
    <w:semiHidden/>
    <w:rPr>
      <w:rFonts w:cs="Times New Roman"/>
      <w:sz w:val="20"/>
      <w:szCs w:val="20"/>
      <w:lang w:val="x-none" w:eastAsia="en-US"/>
    </w:rPr>
  </w:style>
  <w:style w:type="character" w:customStyle="1" w:styleId="AllmrkusetekstMrk143">
    <w:name w:val="Allmärkuse tekst Märk143"/>
    <w:aliases w:val="Footnote Text Char Char Char Char Märk19,Footnote Text Char Char Märk19,Footnote Text Char Char Char Char Char Märk19,Footnote Text Char Char Char Char Char Char Char Char Märk19,Footnote Text Char Char Char Märk19"/>
    <w:basedOn w:val="Liguvaikefont"/>
    <w:uiPriority w:val="99"/>
    <w:semiHidden/>
    <w:rPr>
      <w:rFonts w:cs="Times New Roman"/>
      <w:sz w:val="20"/>
      <w:szCs w:val="20"/>
      <w:lang w:val="x-none" w:eastAsia="en-US"/>
    </w:rPr>
  </w:style>
  <w:style w:type="character" w:customStyle="1" w:styleId="AllmrkusetekstMrk142">
    <w:name w:val="Allmärkuse tekst Märk142"/>
    <w:aliases w:val="Footnote Text Char Char Char Char Märk18,Footnote Text Char Char Märk18,Footnote Text Char Char Char Char Char Märk18,Footnote Text Char Char Char Char Char Char Char Char Märk18,Footnote Text Char Char Char Märk18"/>
    <w:basedOn w:val="Liguvaikefont"/>
    <w:uiPriority w:val="99"/>
    <w:semiHidden/>
    <w:rPr>
      <w:rFonts w:cs="Times New Roman"/>
      <w:sz w:val="20"/>
      <w:szCs w:val="20"/>
      <w:lang w:val="x-none" w:eastAsia="en-US"/>
    </w:rPr>
  </w:style>
  <w:style w:type="character" w:customStyle="1" w:styleId="AllmrkusetekstMrk141">
    <w:name w:val="Allmärkuse tekst Märk141"/>
    <w:aliases w:val="Footnote Text Char Char Char Char Märk17,Footnote Text Char Char Märk17,Footnote Text Char Char Char Char Char Märk17,Footnote Text Char Char Char Char Char Char Char Char Märk17,Footnote Text Char Char Char Märk17"/>
    <w:basedOn w:val="Liguvaikefont"/>
    <w:uiPriority w:val="99"/>
    <w:semiHidden/>
    <w:rPr>
      <w:rFonts w:cs="Times New Roman"/>
      <w:sz w:val="20"/>
      <w:szCs w:val="20"/>
      <w:lang w:val="x-none" w:eastAsia="en-US"/>
    </w:rPr>
  </w:style>
  <w:style w:type="character" w:customStyle="1" w:styleId="AllmrkusetekstMrk140">
    <w:name w:val="Allmärkuse tekst Märk140"/>
    <w:aliases w:val="Footnote Text Char Char Char Char Märk16,Footnote Text Char Char Märk16,Footnote Text Char Char Char Char Char Märk16,Footnote Text Char Char Char Char Char Char Char Char Märk16,Footnote Text Char Char Char Märk16"/>
    <w:basedOn w:val="Liguvaikefont"/>
    <w:uiPriority w:val="99"/>
    <w:semiHidden/>
    <w:rPr>
      <w:rFonts w:cs="Times New Roman"/>
      <w:sz w:val="20"/>
      <w:szCs w:val="20"/>
      <w:lang w:val="x-none" w:eastAsia="en-US"/>
    </w:rPr>
  </w:style>
  <w:style w:type="character" w:customStyle="1" w:styleId="AllmrkusetekstMrk139">
    <w:name w:val="Allmärkuse tekst Märk139"/>
    <w:aliases w:val="Footnote Text Char Char Char Char Märk15,Footnote Text Char Char Märk15,Footnote Text Char Char Char Char Char Märk15,Footnote Text Char Char Char Char Char Char Char Char Märk15,Footnote Text Char Char Char Märk15"/>
    <w:basedOn w:val="Liguvaikefont"/>
    <w:uiPriority w:val="99"/>
    <w:semiHidden/>
    <w:rPr>
      <w:rFonts w:cs="Times New Roman"/>
      <w:sz w:val="20"/>
      <w:szCs w:val="20"/>
      <w:lang w:val="x-none" w:eastAsia="en-US"/>
    </w:rPr>
  </w:style>
  <w:style w:type="character" w:customStyle="1" w:styleId="AllmrkusetekstMrk138">
    <w:name w:val="Allmärkuse tekst Märk138"/>
    <w:aliases w:val="Footnote Text Char Char Char Char Märk14,Footnote Text Char Char Märk14,Footnote Text Char Char Char Char Char Märk14,Footnote Text Char Char Char Char Char Char Char Char Märk14,Footnote Text Char Char Char Märk14"/>
    <w:basedOn w:val="Liguvaikefont"/>
    <w:uiPriority w:val="99"/>
    <w:semiHidden/>
    <w:rPr>
      <w:rFonts w:cs="Times New Roman"/>
      <w:sz w:val="20"/>
      <w:szCs w:val="20"/>
      <w:lang w:val="x-none" w:eastAsia="en-US"/>
    </w:rPr>
  </w:style>
  <w:style w:type="character" w:customStyle="1" w:styleId="AllmrkusetekstMrk137">
    <w:name w:val="Allmärkuse tekst Märk137"/>
    <w:aliases w:val="Footnote Text Char Char Char Char Märk13,Footnote Text Char Char Märk13,Footnote Text Char Char Char Char Char Märk13,Footnote Text Char Char Char Char Char Char Char Char Märk13,Footnote Text Char Char Char Märk13"/>
    <w:basedOn w:val="Liguvaikefont"/>
    <w:uiPriority w:val="99"/>
    <w:semiHidden/>
    <w:rPr>
      <w:rFonts w:cs="Times New Roman"/>
      <w:sz w:val="20"/>
      <w:szCs w:val="20"/>
      <w:lang w:val="x-none" w:eastAsia="en-US"/>
    </w:rPr>
  </w:style>
  <w:style w:type="character" w:customStyle="1" w:styleId="AllmrkusetekstMrk136">
    <w:name w:val="Allmärkuse tekst Märk136"/>
    <w:aliases w:val="Footnote Text Char Char Char Char Märk12,Footnote Text Char Char Märk12,Footnote Text Char Char Char Char Char Märk12,Footnote Text Char Char Char Char Char Char Char Char Märk12,Footnote Text Char Char Char Märk12"/>
    <w:basedOn w:val="Liguvaikefont"/>
    <w:uiPriority w:val="99"/>
    <w:semiHidden/>
    <w:rPr>
      <w:rFonts w:cs="Times New Roman"/>
      <w:sz w:val="20"/>
      <w:szCs w:val="20"/>
      <w:lang w:val="x-none" w:eastAsia="en-US"/>
    </w:rPr>
  </w:style>
  <w:style w:type="character" w:customStyle="1" w:styleId="AllmrkusetekstMrk135">
    <w:name w:val="Allmärkuse tekst Märk135"/>
    <w:aliases w:val="Footnote Text Char Char Char Char Märk11,Footnote Text Char Char Märk11,Footnote Text Char Char Char Char Char Märk11,Footnote Text Char Char Char Char Char Char Char Char Märk11,Footnote Text Char Char Char Märk11"/>
    <w:basedOn w:val="Liguvaikefont"/>
    <w:uiPriority w:val="99"/>
    <w:semiHidden/>
    <w:rPr>
      <w:rFonts w:cs="Times New Roman"/>
      <w:sz w:val="20"/>
      <w:szCs w:val="20"/>
      <w:lang w:val="x-none" w:eastAsia="en-US"/>
    </w:rPr>
  </w:style>
  <w:style w:type="character" w:customStyle="1" w:styleId="AllmrkusetekstMrk134">
    <w:name w:val="Allmärkuse tekst Märk134"/>
    <w:basedOn w:val="Liguvaikefont"/>
    <w:uiPriority w:val="99"/>
    <w:semiHidden/>
    <w:rPr>
      <w:rFonts w:cs="Times New Roman"/>
      <w:sz w:val="20"/>
      <w:szCs w:val="20"/>
      <w:lang w:val="x-none" w:eastAsia="en-US"/>
    </w:rPr>
  </w:style>
  <w:style w:type="character" w:customStyle="1" w:styleId="AllmrkusetekstMrk133">
    <w:name w:val="Allmärkuse tekst Märk133"/>
    <w:basedOn w:val="Liguvaikefont"/>
    <w:uiPriority w:val="99"/>
    <w:semiHidden/>
    <w:rPr>
      <w:rFonts w:cs="Times New Roman"/>
      <w:sz w:val="20"/>
      <w:szCs w:val="20"/>
      <w:lang w:val="x-none" w:eastAsia="en-US"/>
    </w:rPr>
  </w:style>
  <w:style w:type="character" w:customStyle="1" w:styleId="AllmrkusetekstMrk132">
    <w:name w:val="Allmärkuse tekst Märk132"/>
    <w:basedOn w:val="Liguvaikefont"/>
    <w:uiPriority w:val="99"/>
    <w:semiHidden/>
    <w:rPr>
      <w:rFonts w:cs="Times New Roman"/>
      <w:sz w:val="20"/>
      <w:szCs w:val="20"/>
      <w:lang w:val="x-none" w:eastAsia="en-US"/>
    </w:rPr>
  </w:style>
  <w:style w:type="character" w:customStyle="1" w:styleId="AllmrkusetekstMrk131">
    <w:name w:val="Allmärkuse tekst Märk131"/>
    <w:basedOn w:val="Liguvaikefont"/>
    <w:uiPriority w:val="99"/>
    <w:semiHidden/>
    <w:rPr>
      <w:rFonts w:cs="Times New Roman"/>
      <w:sz w:val="20"/>
      <w:szCs w:val="20"/>
      <w:lang w:val="x-none" w:eastAsia="en-US"/>
    </w:rPr>
  </w:style>
  <w:style w:type="character" w:customStyle="1" w:styleId="AllmrkusetekstMrk130">
    <w:name w:val="Allmärkuse tekst Märk130"/>
    <w:basedOn w:val="Liguvaikefont"/>
    <w:uiPriority w:val="99"/>
    <w:semiHidden/>
    <w:rPr>
      <w:rFonts w:cs="Times New Roman"/>
      <w:sz w:val="20"/>
      <w:szCs w:val="20"/>
      <w:lang w:val="x-none" w:eastAsia="en-US"/>
    </w:rPr>
  </w:style>
  <w:style w:type="character" w:customStyle="1" w:styleId="AllmrkusetekstMrk129">
    <w:name w:val="Allmärkuse tekst Märk129"/>
    <w:basedOn w:val="Liguvaikefont"/>
    <w:uiPriority w:val="99"/>
    <w:semiHidden/>
    <w:rPr>
      <w:rFonts w:cs="Times New Roman"/>
      <w:sz w:val="20"/>
      <w:szCs w:val="20"/>
      <w:lang w:val="x-none" w:eastAsia="en-US"/>
    </w:rPr>
  </w:style>
  <w:style w:type="character" w:customStyle="1" w:styleId="AllmrkusetekstMrk128">
    <w:name w:val="Allmärkuse tekst Märk128"/>
    <w:basedOn w:val="Liguvaikefont"/>
    <w:uiPriority w:val="99"/>
    <w:semiHidden/>
    <w:rPr>
      <w:rFonts w:cs="Times New Roman"/>
      <w:sz w:val="20"/>
      <w:szCs w:val="20"/>
      <w:lang w:val="x-none" w:eastAsia="en-US"/>
    </w:rPr>
  </w:style>
  <w:style w:type="character" w:customStyle="1" w:styleId="AllmrkusetekstMrk127">
    <w:name w:val="Allmärkuse tekst Märk127"/>
    <w:basedOn w:val="Liguvaikefont"/>
    <w:uiPriority w:val="99"/>
    <w:semiHidden/>
    <w:rPr>
      <w:rFonts w:cs="Times New Roman"/>
      <w:sz w:val="20"/>
      <w:szCs w:val="20"/>
      <w:lang w:val="x-none" w:eastAsia="en-US"/>
    </w:rPr>
  </w:style>
  <w:style w:type="character" w:customStyle="1" w:styleId="AllmrkusetekstMrk126">
    <w:name w:val="Allmärkuse tekst Märk126"/>
    <w:basedOn w:val="Liguvaikefont"/>
    <w:uiPriority w:val="99"/>
    <w:semiHidden/>
    <w:rPr>
      <w:rFonts w:cs="Times New Roman"/>
      <w:sz w:val="20"/>
      <w:szCs w:val="20"/>
      <w:lang w:val="x-none" w:eastAsia="en-US"/>
    </w:rPr>
  </w:style>
  <w:style w:type="character" w:customStyle="1" w:styleId="AllmrkusetekstMrk125">
    <w:name w:val="Allmärkuse tekst Märk125"/>
    <w:basedOn w:val="Liguvaikefont"/>
    <w:uiPriority w:val="99"/>
    <w:semiHidden/>
    <w:rPr>
      <w:rFonts w:cs="Times New Roman"/>
      <w:sz w:val="20"/>
      <w:szCs w:val="20"/>
      <w:lang w:val="x-none" w:eastAsia="en-US"/>
    </w:rPr>
  </w:style>
  <w:style w:type="character" w:customStyle="1" w:styleId="AllmrkusetekstMrk124">
    <w:name w:val="Allmärkuse tekst Märk124"/>
    <w:basedOn w:val="Liguvaikefont"/>
    <w:uiPriority w:val="99"/>
    <w:semiHidden/>
    <w:rPr>
      <w:rFonts w:cs="Times New Roman"/>
      <w:sz w:val="20"/>
      <w:szCs w:val="20"/>
      <w:lang w:val="x-none" w:eastAsia="en-US"/>
    </w:rPr>
  </w:style>
  <w:style w:type="character" w:customStyle="1" w:styleId="AllmrkusetekstMrk123">
    <w:name w:val="Allmärkuse tekst Märk123"/>
    <w:basedOn w:val="Liguvaikefont"/>
    <w:uiPriority w:val="99"/>
    <w:semiHidden/>
    <w:rPr>
      <w:rFonts w:cs="Times New Roman"/>
      <w:sz w:val="20"/>
      <w:szCs w:val="20"/>
      <w:lang w:val="x-none" w:eastAsia="en-US"/>
    </w:rPr>
  </w:style>
  <w:style w:type="character" w:customStyle="1" w:styleId="AllmrkusetekstMrk122">
    <w:name w:val="Allmärkuse tekst Märk122"/>
    <w:basedOn w:val="Liguvaikefont"/>
    <w:uiPriority w:val="99"/>
    <w:semiHidden/>
    <w:rPr>
      <w:rFonts w:cs="Times New Roman"/>
      <w:sz w:val="20"/>
      <w:szCs w:val="20"/>
      <w:lang w:val="x-none" w:eastAsia="en-US"/>
    </w:rPr>
  </w:style>
  <w:style w:type="character" w:customStyle="1" w:styleId="AllmrkusetekstMrk121">
    <w:name w:val="Allmärkuse tekst Märk121"/>
    <w:basedOn w:val="Liguvaikefont"/>
    <w:uiPriority w:val="99"/>
    <w:semiHidden/>
    <w:rPr>
      <w:rFonts w:cs="Times New Roman"/>
      <w:sz w:val="20"/>
      <w:szCs w:val="20"/>
      <w:lang w:val="x-none" w:eastAsia="en-US"/>
    </w:rPr>
  </w:style>
  <w:style w:type="character" w:customStyle="1" w:styleId="AllmrkusetekstMrk120">
    <w:name w:val="Allmärkuse tekst Märk120"/>
    <w:basedOn w:val="Liguvaikefont"/>
    <w:uiPriority w:val="99"/>
    <w:semiHidden/>
    <w:rPr>
      <w:rFonts w:cs="Times New Roman"/>
      <w:sz w:val="20"/>
      <w:szCs w:val="20"/>
      <w:lang w:val="x-none" w:eastAsia="en-US"/>
    </w:rPr>
  </w:style>
  <w:style w:type="character" w:customStyle="1" w:styleId="AllmrkusetekstMrk119">
    <w:name w:val="Allmärkuse tekst Märk119"/>
    <w:basedOn w:val="Liguvaikefont"/>
    <w:uiPriority w:val="99"/>
    <w:semiHidden/>
    <w:rPr>
      <w:rFonts w:cs="Times New Roman"/>
      <w:sz w:val="20"/>
      <w:szCs w:val="20"/>
      <w:lang w:val="x-none" w:eastAsia="en-US"/>
    </w:rPr>
  </w:style>
  <w:style w:type="character" w:customStyle="1" w:styleId="AllmrkusetekstMrk118">
    <w:name w:val="Allmärkuse tekst Märk118"/>
    <w:basedOn w:val="Liguvaikefont"/>
    <w:uiPriority w:val="99"/>
    <w:semiHidden/>
    <w:rPr>
      <w:rFonts w:cs="Times New Roman"/>
      <w:sz w:val="20"/>
      <w:szCs w:val="20"/>
      <w:lang w:val="x-none" w:eastAsia="en-US"/>
    </w:rPr>
  </w:style>
  <w:style w:type="character" w:customStyle="1" w:styleId="AllmrkusetekstMrk117">
    <w:name w:val="Allmärkuse tekst Märk117"/>
    <w:basedOn w:val="Liguvaikefont"/>
    <w:uiPriority w:val="99"/>
    <w:semiHidden/>
    <w:rPr>
      <w:rFonts w:cs="Times New Roman"/>
      <w:sz w:val="20"/>
      <w:szCs w:val="20"/>
      <w:lang w:val="x-none" w:eastAsia="en-US"/>
    </w:rPr>
  </w:style>
  <w:style w:type="character" w:customStyle="1" w:styleId="AllmrkusetekstMrk116">
    <w:name w:val="Allmärkuse tekst Märk116"/>
    <w:basedOn w:val="Liguvaikefont"/>
    <w:uiPriority w:val="99"/>
    <w:semiHidden/>
    <w:rPr>
      <w:rFonts w:cs="Times New Roman"/>
      <w:sz w:val="20"/>
      <w:szCs w:val="20"/>
      <w:lang w:val="x-none" w:eastAsia="en-US"/>
    </w:rPr>
  </w:style>
  <w:style w:type="character" w:customStyle="1" w:styleId="AllmrkusetekstMrk115">
    <w:name w:val="Allmärkuse tekst Märk115"/>
    <w:basedOn w:val="Liguvaikefont"/>
    <w:uiPriority w:val="99"/>
    <w:semiHidden/>
    <w:rPr>
      <w:rFonts w:cs="Times New Roman"/>
      <w:sz w:val="20"/>
      <w:szCs w:val="20"/>
      <w:lang w:val="x-none" w:eastAsia="en-US"/>
    </w:rPr>
  </w:style>
  <w:style w:type="character" w:customStyle="1" w:styleId="AllmrkusetekstMrk114">
    <w:name w:val="Allmärkuse tekst Märk114"/>
    <w:basedOn w:val="Liguvaikefont"/>
    <w:uiPriority w:val="99"/>
    <w:semiHidden/>
    <w:rPr>
      <w:rFonts w:cs="Times New Roman"/>
      <w:sz w:val="20"/>
      <w:szCs w:val="20"/>
      <w:lang w:val="x-none" w:eastAsia="en-US"/>
    </w:rPr>
  </w:style>
  <w:style w:type="character" w:customStyle="1" w:styleId="AllmrkusetekstMrk113">
    <w:name w:val="Allmärkuse tekst Märk113"/>
    <w:basedOn w:val="Liguvaikefont"/>
    <w:uiPriority w:val="99"/>
    <w:semiHidden/>
    <w:rPr>
      <w:rFonts w:cs="Times New Roman"/>
      <w:sz w:val="20"/>
      <w:szCs w:val="20"/>
      <w:lang w:val="x-none" w:eastAsia="en-US"/>
    </w:rPr>
  </w:style>
  <w:style w:type="character" w:customStyle="1" w:styleId="AllmrkusetekstMrk112">
    <w:name w:val="Allmärkuse tekst Märk112"/>
    <w:basedOn w:val="Liguvaikefont"/>
    <w:uiPriority w:val="99"/>
    <w:semiHidden/>
    <w:rPr>
      <w:rFonts w:cs="Times New Roman"/>
      <w:sz w:val="20"/>
      <w:szCs w:val="20"/>
      <w:lang w:val="x-none" w:eastAsia="en-US"/>
    </w:rPr>
  </w:style>
  <w:style w:type="character" w:customStyle="1" w:styleId="AllmrkusetekstMrk111">
    <w:name w:val="Allmärkuse tekst Märk111"/>
    <w:basedOn w:val="Liguvaikefont"/>
    <w:uiPriority w:val="99"/>
    <w:semiHidden/>
    <w:rPr>
      <w:rFonts w:cs="Times New Roman"/>
      <w:sz w:val="20"/>
      <w:szCs w:val="20"/>
      <w:lang w:val="x-none" w:eastAsia="en-US"/>
    </w:rPr>
  </w:style>
  <w:style w:type="character" w:customStyle="1" w:styleId="AllmrkusetekstMrk110">
    <w:name w:val="Allmärkuse tekst Märk110"/>
    <w:basedOn w:val="Liguvaikefont"/>
    <w:uiPriority w:val="99"/>
    <w:semiHidden/>
    <w:rPr>
      <w:rFonts w:cs="Times New Roman"/>
      <w:sz w:val="20"/>
      <w:szCs w:val="20"/>
      <w:lang w:val="x-none" w:eastAsia="en-US"/>
    </w:rPr>
  </w:style>
  <w:style w:type="character" w:customStyle="1" w:styleId="AllmrkusetekstMrk19">
    <w:name w:val="Allmärkuse tekst Märk19"/>
    <w:basedOn w:val="Liguvaikefont"/>
    <w:uiPriority w:val="99"/>
    <w:semiHidden/>
    <w:rPr>
      <w:rFonts w:cs="Times New Roman"/>
      <w:sz w:val="20"/>
      <w:szCs w:val="20"/>
      <w:lang w:val="x-none" w:eastAsia="en-US"/>
    </w:rPr>
  </w:style>
  <w:style w:type="character" w:customStyle="1" w:styleId="AllmrkusetekstMrk18">
    <w:name w:val="Allmärkuse tekst Märk18"/>
    <w:basedOn w:val="Liguvaikefont"/>
    <w:uiPriority w:val="99"/>
    <w:semiHidden/>
    <w:rPr>
      <w:rFonts w:cs="Times New Roman"/>
      <w:sz w:val="20"/>
      <w:szCs w:val="20"/>
      <w:lang w:val="x-none" w:eastAsia="en-US"/>
    </w:rPr>
  </w:style>
  <w:style w:type="character" w:customStyle="1" w:styleId="AllmrkusetekstMrk17">
    <w:name w:val="Allmärkuse tekst Märk17"/>
    <w:basedOn w:val="Liguvaikefont"/>
    <w:uiPriority w:val="99"/>
    <w:semiHidden/>
    <w:rPr>
      <w:rFonts w:cs="Times New Roman"/>
      <w:sz w:val="20"/>
      <w:szCs w:val="20"/>
      <w:lang w:val="x-none" w:eastAsia="en-US"/>
    </w:rPr>
  </w:style>
  <w:style w:type="character" w:customStyle="1" w:styleId="AllmrkusetekstMrk16">
    <w:name w:val="Allmärkuse tekst Märk16"/>
    <w:basedOn w:val="Liguvaikefont"/>
    <w:uiPriority w:val="99"/>
    <w:semiHidden/>
    <w:rPr>
      <w:rFonts w:cs="Times New Roman"/>
      <w:sz w:val="20"/>
      <w:szCs w:val="20"/>
      <w:lang w:val="x-none" w:eastAsia="en-US"/>
    </w:rPr>
  </w:style>
  <w:style w:type="character" w:customStyle="1" w:styleId="AllmrkusetekstMrk15">
    <w:name w:val="Allmärkuse tekst Märk15"/>
    <w:basedOn w:val="Liguvaikefont"/>
    <w:uiPriority w:val="99"/>
    <w:semiHidden/>
    <w:rPr>
      <w:rFonts w:cs="Times New Roman"/>
      <w:sz w:val="20"/>
      <w:szCs w:val="20"/>
      <w:lang w:val="x-none" w:eastAsia="en-US"/>
    </w:rPr>
  </w:style>
  <w:style w:type="character" w:customStyle="1" w:styleId="AllmrkusetekstMrk14">
    <w:name w:val="Allmärkuse tekst Märk14"/>
    <w:basedOn w:val="Liguvaikefont"/>
    <w:uiPriority w:val="99"/>
    <w:semiHidden/>
    <w:rPr>
      <w:rFonts w:cs="Times New Roman"/>
      <w:sz w:val="20"/>
      <w:szCs w:val="20"/>
      <w:lang w:val="x-none" w:eastAsia="en-US"/>
    </w:rPr>
  </w:style>
  <w:style w:type="character" w:customStyle="1" w:styleId="AllmrkusetekstMrk13">
    <w:name w:val="Allmärkuse tekst Märk13"/>
    <w:basedOn w:val="Liguvaikefont"/>
    <w:uiPriority w:val="99"/>
    <w:semiHidden/>
    <w:rPr>
      <w:rFonts w:cs="Times New Roman"/>
      <w:sz w:val="20"/>
      <w:szCs w:val="20"/>
      <w:lang w:val="x-none" w:eastAsia="en-US"/>
    </w:rPr>
  </w:style>
  <w:style w:type="character" w:customStyle="1" w:styleId="AllmrkusetekstMrk12">
    <w:name w:val="Allmärkuse tekst Märk12"/>
    <w:basedOn w:val="Liguvaikefont"/>
    <w:uiPriority w:val="99"/>
    <w:semiHidden/>
    <w:rPr>
      <w:rFonts w:cs="Times New Roman"/>
      <w:sz w:val="20"/>
      <w:szCs w:val="20"/>
      <w:lang w:val="x-none" w:eastAsia="en-US"/>
    </w:rPr>
  </w:style>
  <w:style w:type="character" w:customStyle="1" w:styleId="AllmrkusetekstMrk11">
    <w:name w:val="Allmärkuse tekst Märk11"/>
    <w:basedOn w:val="Liguvaikefont"/>
    <w:uiPriority w:val="99"/>
    <w:semiHidden/>
    <w:rPr>
      <w:rFonts w:cs="Times New Roman"/>
      <w:sz w:val="20"/>
      <w:szCs w:val="20"/>
      <w:lang w:val="x-none" w:eastAsia="en-US"/>
    </w:rPr>
  </w:style>
  <w:style w:type="paragraph" w:customStyle="1" w:styleId="MrkMrkMrk1MrkMrkMrkMrk">
    <w:name w:val="Märk Märk Märk1 Märk Märk Märk Märk"/>
    <w:basedOn w:val="Normaallaad"/>
    <w:uiPriority w:val="99"/>
    <w:rsid w:val="00C72071"/>
    <w:pPr>
      <w:spacing w:after="160" w:line="240" w:lineRule="exact"/>
    </w:pPr>
    <w:rPr>
      <w:rFonts w:ascii="Tahoma" w:hAnsi="Tahoma" w:cs="Tahoma"/>
      <w:lang w:val="en-US"/>
    </w:rPr>
  </w:style>
  <w:style w:type="character" w:styleId="Allmrkuseviide">
    <w:name w:val="footnote reference"/>
    <w:aliases w:val="Footnote symbol,Ref,de nota al pie,-E Fußnotenzeichen,fr,ftref,Footnotes refss,Fussnota,Footnote reference number,Times 10 Point,Exposant 3 Point,EN Footnote Reference,note TESI,Footnote Reference Superscript,Zchn Zchn,Footnote numb"/>
    <w:basedOn w:val="Liguvaikefont"/>
    <w:uiPriority w:val="99"/>
    <w:semiHidden/>
    <w:rsid w:val="00060722"/>
    <w:rPr>
      <w:rFonts w:cs="Times New Roman"/>
      <w:vertAlign w:val="superscript"/>
    </w:rPr>
  </w:style>
  <w:style w:type="paragraph" w:styleId="Pis">
    <w:name w:val="header"/>
    <w:basedOn w:val="Normaallaad"/>
    <w:link w:val="PisMrk"/>
    <w:uiPriority w:val="99"/>
    <w:rsid w:val="0082200F"/>
    <w:pPr>
      <w:tabs>
        <w:tab w:val="center" w:pos="4536"/>
        <w:tab w:val="right" w:pos="9072"/>
      </w:tabs>
    </w:pPr>
  </w:style>
  <w:style w:type="character" w:customStyle="1" w:styleId="PisMrk">
    <w:name w:val="Päis Märk"/>
    <w:basedOn w:val="Liguvaikefont"/>
    <w:link w:val="Pis"/>
    <w:uiPriority w:val="99"/>
    <w:semiHidden/>
    <w:locked/>
    <w:rPr>
      <w:rFonts w:cs="Times New Roman"/>
      <w:sz w:val="20"/>
      <w:szCs w:val="20"/>
      <w:lang w:val="x-none" w:eastAsia="en-US"/>
    </w:rPr>
  </w:style>
  <w:style w:type="paragraph" w:customStyle="1" w:styleId="MrkCharCharMrk">
    <w:name w:val="Märk Char Char Märk"/>
    <w:basedOn w:val="Normaallaad"/>
    <w:uiPriority w:val="99"/>
    <w:rsid w:val="008E26C4"/>
    <w:pPr>
      <w:spacing w:after="160" w:line="240" w:lineRule="exact"/>
    </w:pPr>
    <w:rPr>
      <w:rFonts w:ascii="Tahoma" w:hAnsi="Tahoma" w:cs="Tahoma"/>
      <w:lang w:val="en-US"/>
    </w:rPr>
  </w:style>
  <w:style w:type="paragraph" w:styleId="Kehatekst">
    <w:name w:val="Body Text"/>
    <w:basedOn w:val="Normaallaad"/>
    <w:link w:val="KehatekstMrk"/>
    <w:uiPriority w:val="99"/>
    <w:rsid w:val="00367AC3"/>
    <w:rPr>
      <w:rFonts w:ascii="Arial" w:hAnsi="Arial" w:cs="Arial"/>
      <w:i/>
      <w:iCs/>
      <w:sz w:val="22"/>
      <w:szCs w:val="22"/>
    </w:rPr>
  </w:style>
  <w:style w:type="character" w:customStyle="1" w:styleId="KehatekstMrk">
    <w:name w:val="Kehatekst Märk"/>
    <w:basedOn w:val="Liguvaikefont"/>
    <w:link w:val="Kehatekst"/>
    <w:uiPriority w:val="99"/>
    <w:semiHidden/>
    <w:locked/>
    <w:rPr>
      <w:rFonts w:cs="Times New Roman"/>
      <w:sz w:val="20"/>
      <w:szCs w:val="20"/>
      <w:lang w:val="x-none" w:eastAsia="en-US"/>
    </w:rPr>
  </w:style>
  <w:style w:type="paragraph" w:styleId="Dokumendiplaan">
    <w:name w:val="Document Map"/>
    <w:basedOn w:val="Normaallaad"/>
    <w:link w:val="DokumendiplaanMrk"/>
    <w:uiPriority w:val="99"/>
    <w:semiHidden/>
    <w:rsid w:val="00B11017"/>
    <w:pPr>
      <w:shd w:val="clear" w:color="auto" w:fill="000080"/>
    </w:pPr>
    <w:rPr>
      <w:rFonts w:ascii="Tahoma" w:hAnsi="Tahoma" w:cs="Tahoma"/>
    </w:rPr>
  </w:style>
  <w:style w:type="character" w:customStyle="1" w:styleId="DokumendiplaanMrk">
    <w:name w:val="Dokumendiplaan Märk"/>
    <w:basedOn w:val="Liguvaikefont"/>
    <w:link w:val="Dokumendiplaan"/>
    <w:uiPriority w:val="99"/>
    <w:semiHidden/>
    <w:locked/>
    <w:rPr>
      <w:rFonts w:ascii="Tahoma" w:hAnsi="Tahoma" w:cs="Tahoma"/>
      <w:sz w:val="16"/>
      <w:szCs w:val="16"/>
      <w:lang w:val="x-none" w:eastAsia="en-US"/>
    </w:rPr>
  </w:style>
  <w:style w:type="paragraph" w:customStyle="1" w:styleId="MrkMrkMrkMrkMrk">
    <w:name w:val="Märk Märk Märk Märk Märk"/>
    <w:basedOn w:val="Normaallaad"/>
    <w:uiPriority w:val="99"/>
    <w:rsid w:val="00974549"/>
    <w:pPr>
      <w:spacing w:after="160" w:line="240" w:lineRule="exact"/>
    </w:pPr>
    <w:rPr>
      <w:rFonts w:ascii="Tahoma" w:hAnsi="Tahoma" w:cs="Tahoma"/>
      <w:lang w:val="en-US"/>
    </w:rPr>
  </w:style>
  <w:style w:type="paragraph" w:customStyle="1" w:styleId="MrkMrkMrk1MrkMrkMrk1">
    <w:name w:val="Märk Märk Märk1 Märk Märk Märk1"/>
    <w:basedOn w:val="Normaallaad"/>
    <w:uiPriority w:val="99"/>
    <w:rsid w:val="006C120E"/>
    <w:pPr>
      <w:spacing w:after="160" w:line="240" w:lineRule="exact"/>
    </w:pPr>
    <w:rPr>
      <w:rFonts w:ascii="Tahoma" w:hAnsi="Tahoma" w:cs="Tahoma"/>
      <w:lang w:val="en-US"/>
    </w:rPr>
  </w:style>
  <w:style w:type="paragraph" w:customStyle="1" w:styleId="MrkMrkMrk1">
    <w:name w:val="Märk Märk Märk1"/>
    <w:basedOn w:val="Normaallaad"/>
    <w:uiPriority w:val="99"/>
    <w:rsid w:val="000B224F"/>
    <w:pPr>
      <w:spacing w:after="160" w:line="240" w:lineRule="exact"/>
    </w:pPr>
    <w:rPr>
      <w:rFonts w:ascii="Tahoma" w:hAnsi="Tahoma" w:cs="Tahoma"/>
      <w:lang w:val="en-US"/>
    </w:rPr>
  </w:style>
  <w:style w:type="paragraph" w:customStyle="1" w:styleId="MrkMrkMrkMrkMrk1">
    <w:name w:val="Märk Märk Märk Märk Märk1"/>
    <w:basedOn w:val="Normaallaad"/>
    <w:uiPriority w:val="99"/>
    <w:rsid w:val="007310A4"/>
    <w:pPr>
      <w:spacing w:after="160" w:line="240" w:lineRule="exact"/>
    </w:pPr>
    <w:rPr>
      <w:rFonts w:ascii="Tahoma" w:hAnsi="Tahoma" w:cs="Tahoma"/>
      <w:lang w:val="en-US"/>
    </w:rPr>
  </w:style>
  <w:style w:type="paragraph" w:customStyle="1" w:styleId="Mrk6MrkMrkMrkMrkMrkMrkMrkMrkMrk">
    <w:name w:val="Märk6 Märk Märk Märk Märk Märk Märk Märk Märk Märk"/>
    <w:basedOn w:val="Normaallaad"/>
    <w:uiPriority w:val="99"/>
    <w:rsid w:val="008D0012"/>
    <w:pPr>
      <w:spacing w:after="160" w:line="240" w:lineRule="exact"/>
    </w:pPr>
    <w:rPr>
      <w:rFonts w:ascii="Tahoma" w:hAnsi="Tahoma" w:cs="Tahoma"/>
      <w:lang w:val="en-US"/>
    </w:rPr>
  </w:style>
  <w:style w:type="paragraph" w:customStyle="1" w:styleId="MrkMrkMrk1Mrk">
    <w:name w:val="Märk Märk Märk1 Märk"/>
    <w:basedOn w:val="Normaallaad"/>
    <w:uiPriority w:val="99"/>
    <w:rsid w:val="00434B3B"/>
    <w:pPr>
      <w:spacing w:after="160" w:line="240" w:lineRule="exact"/>
    </w:pPr>
    <w:rPr>
      <w:rFonts w:ascii="Tahoma" w:hAnsi="Tahoma" w:cs="Tahoma"/>
      <w:lang w:val="en-US"/>
    </w:rPr>
  </w:style>
  <w:style w:type="paragraph" w:customStyle="1" w:styleId="MrkMrkMrk1Mrk1">
    <w:name w:val="Märk Märk Märk1 Märk1"/>
    <w:basedOn w:val="Normaallaad"/>
    <w:uiPriority w:val="99"/>
    <w:rsid w:val="00315C3E"/>
    <w:pPr>
      <w:spacing w:after="160" w:line="240" w:lineRule="exact"/>
    </w:pPr>
    <w:rPr>
      <w:rFonts w:ascii="Tahoma" w:hAnsi="Tahoma" w:cs="Tahoma"/>
      <w:lang w:val="en-US"/>
    </w:rPr>
  </w:style>
  <w:style w:type="paragraph" w:customStyle="1" w:styleId="MrkMrkMrk1MrkMrkMrkMrkMrkMrkMrk">
    <w:name w:val="Märk Märk Märk1 Märk Märk Märk Märk Märk Märk Märk"/>
    <w:basedOn w:val="Normaallaad"/>
    <w:uiPriority w:val="99"/>
    <w:rsid w:val="001E5B0B"/>
    <w:pPr>
      <w:spacing w:after="160" w:line="240" w:lineRule="exact"/>
    </w:pPr>
    <w:rPr>
      <w:rFonts w:ascii="Tahoma" w:hAnsi="Tahoma" w:cs="Tahoma"/>
      <w:lang w:val="en-US"/>
    </w:rPr>
  </w:style>
  <w:style w:type="character" w:customStyle="1" w:styleId="mm">
    <w:name w:val="mm"/>
    <w:rsid w:val="002064BB"/>
  </w:style>
  <w:style w:type="paragraph" w:styleId="Redaktsioon">
    <w:name w:val="Revision"/>
    <w:hidden/>
    <w:uiPriority w:val="99"/>
    <w:semiHidden/>
    <w:rsid w:val="00AB21DE"/>
    <w:pPr>
      <w:spacing w:after="0" w:line="240" w:lineRule="auto"/>
    </w:pPr>
    <w:rPr>
      <w:sz w:val="20"/>
      <w:szCs w:val="20"/>
      <w:lang w:eastAsia="en-US"/>
    </w:rPr>
  </w:style>
  <w:style w:type="table" w:styleId="Elegantnetabel">
    <w:name w:val="Table Elegant"/>
    <w:basedOn w:val="Normaaltabel"/>
    <w:uiPriority w:val="99"/>
    <w:rsid w:val="00FE3967"/>
    <w:pPr>
      <w:spacing w:after="0" w:line="24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customStyle="1" w:styleId="MrkMrkMrk1MrkMrkMrkMrkMrkMrkMrk1">
    <w:name w:val="Märk Märk Märk1 Märk Märk Märk Märk Märk Märk Märk1"/>
    <w:basedOn w:val="Normaallaad"/>
    <w:rsid w:val="00BF1EFC"/>
    <w:pPr>
      <w:spacing w:after="160" w:line="240" w:lineRule="exact"/>
    </w:pPr>
    <w:rPr>
      <w:rFonts w:ascii="Tahoma" w:hAnsi="Tahoma" w:cs="Tahoma"/>
      <w:lang w:val="en-US"/>
    </w:rPr>
  </w:style>
  <w:style w:type="paragraph" w:styleId="Loendilik">
    <w:name w:val="List Paragraph"/>
    <w:aliases w:val="Mummuga loetelu"/>
    <w:basedOn w:val="Normaallaad"/>
    <w:link w:val="LoendilikMrk"/>
    <w:uiPriority w:val="34"/>
    <w:qFormat/>
    <w:rsid w:val="004E0070"/>
    <w:pPr>
      <w:ind w:left="708"/>
    </w:pPr>
  </w:style>
  <w:style w:type="paragraph" w:styleId="Lpumrkusetekst">
    <w:name w:val="endnote text"/>
    <w:basedOn w:val="Normaallaad"/>
    <w:link w:val="LpumrkusetekstMrk"/>
    <w:uiPriority w:val="99"/>
    <w:rsid w:val="00B12F59"/>
  </w:style>
  <w:style w:type="character" w:customStyle="1" w:styleId="LpumrkusetekstMrk">
    <w:name w:val="Lõpumärkuse tekst Märk"/>
    <w:basedOn w:val="Liguvaikefont"/>
    <w:link w:val="Lpumrkusetekst"/>
    <w:uiPriority w:val="99"/>
    <w:locked/>
    <w:rsid w:val="00B12F59"/>
    <w:rPr>
      <w:rFonts w:cs="Times New Roman"/>
      <w:sz w:val="20"/>
      <w:szCs w:val="20"/>
      <w:lang w:val="x-none" w:eastAsia="en-US"/>
    </w:rPr>
  </w:style>
  <w:style w:type="character" w:styleId="Lpumrkuseviide">
    <w:name w:val="endnote reference"/>
    <w:basedOn w:val="Liguvaikefont"/>
    <w:uiPriority w:val="99"/>
    <w:rsid w:val="00B12F59"/>
    <w:rPr>
      <w:rFonts w:cs="Times New Roman"/>
      <w:vertAlign w:val="superscript"/>
    </w:rPr>
  </w:style>
  <w:style w:type="character" w:styleId="Tugevrhutus">
    <w:name w:val="Intense Emphasis"/>
    <w:basedOn w:val="Liguvaikefont"/>
    <w:uiPriority w:val="21"/>
    <w:qFormat/>
    <w:rsid w:val="006C7F2D"/>
    <w:rPr>
      <w:rFonts w:cs="Times New Roman"/>
      <w:b/>
      <w:i/>
      <w:color w:val="4F81BD"/>
    </w:rPr>
  </w:style>
  <w:style w:type="paragraph" w:customStyle="1" w:styleId="Default">
    <w:name w:val="Default"/>
    <w:rsid w:val="00F870F6"/>
    <w:pPr>
      <w:autoSpaceDE w:val="0"/>
      <w:autoSpaceDN w:val="0"/>
      <w:adjustRightInd w:val="0"/>
      <w:spacing w:after="0" w:line="240" w:lineRule="auto"/>
    </w:pPr>
    <w:rPr>
      <w:color w:val="000000"/>
      <w:sz w:val="24"/>
      <w:szCs w:val="24"/>
    </w:rPr>
  </w:style>
  <w:style w:type="character" w:customStyle="1" w:styleId="LoendilikMrk">
    <w:name w:val="Loendi lõik Märk"/>
    <w:aliases w:val="Mummuga loetelu Märk"/>
    <w:link w:val="Loendilik"/>
    <w:uiPriority w:val="34"/>
    <w:locked/>
    <w:rsid w:val="00825510"/>
    <w:rPr>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9664156">
      <w:marLeft w:val="0"/>
      <w:marRight w:val="0"/>
      <w:marTop w:val="0"/>
      <w:marBottom w:val="0"/>
      <w:divBdr>
        <w:top w:val="none" w:sz="0" w:space="0" w:color="auto"/>
        <w:left w:val="none" w:sz="0" w:space="0" w:color="auto"/>
        <w:bottom w:val="none" w:sz="0" w:space="0" w:color="auto"/>
        <w:right w:val="none" w:sz="0" w:space="0" w:color="auto"/>
      </w:divBdr>
    </w:div>
    <w:div w:id="499664157">
      <w:marLeft w:val="0"/>
      <w:marRight w:val="0"/>
      <w:marTop w:val="0"/>
      <w:marBottom w:val="0"/>
      <w:divBdr>
        <w:top w:val="none" w:sz="0" w:space="0" w:color="auto"/>
        <w:left w:val="none" w:sz="0" w:space="0" w:color="auto"/>
        <w:bottom w:val="none" w:sz="0" w:space="0" w:color="auto"/>
        <w:right w:val="none" w:sz="0" w:space="0" w:color="auto"/>
      </w:divBdr>
    </w:div>
    <w:div w:id="499664158">
      <w:marLeft w:val="0"/>
      <w:marRight w:val="0"/>
      <w:marTop w:val="0"/>
      <w:marBottom w:val="0"/>
      <w:divBdr>
        <w:top w:val="none" w:sz="0" w:space="0" w:color="auto"/>
        <w:left w:val="none" w:sz="0" w:space="0" w:color="auto"/>
        <w:bottom w:val="none" w:sz="0" w:space="0" w:color="auto"/>
        <w:right w:val="none" w:sz="0" w:space="0" w:color="auto"/>
      </w:divBdr>
    </w:div>
    <w:div w:id="499664159">
      <w:marLeft w:val="0"/>
      <w:marRight w:val="0"/>
      <w:marTop w:val="0"/>
      <w:marBottom w:val="0"/>
      <w:divBdr>
        <w:top w:val="none" w:sz="0" w:space="0" w:color="auto"/>
        <w:left w:val="none" w:sz="0" w:space="0" w:color="auto"/>
        <w:bottom w:val="none" w:sz="0" w:space="0" w:color="auto"/>
        <w:right w:val="none" w:sz="0" w:space="0" w:color="auto"/>
      </w:divBdr>
    </w:div>
    <w:div w:id="499664160">
      <w:marLeft w:val="0"/>
      <w:marRight w:val="0"/>
      <w:marTop w:val="0"/>
      <w:marBottom w:val="0"/>
      <w:divBdr>
        <w:top w:val="none" w:sz="0" w:space="0" w:color="auto"/>
        <w:left w:val="none" w:sz="0" w:space="0" w:color="auto"/>
        <w:bottom w:val="none" w:sz="0" w:space="0" w:color="auto"/>
        <w:right w:val="none" w:sz="0" w:space="0" w:color="auto"/>
      </w:divBdr>
    </w:div>
    <w:div w:id="499664161">
      <w:marLeft w:val="0"/>
      <w:marRight w:val="0"/>
      <w:marTop w:val="0"/>
      <w:marBottom w:val="0"/>
      <w:divBdr>
        <w:top w:val="none" w:sz="0" w:space="0" w:color="auto"/>
        <w:left w:val="none" w:sz="0" w:space="0" w:color="auto"/>
        <w:bottom w:val="none" w:sz="0" w:space="0" w:color="auto"/>
        <w:right w:val="none" w:sz="0" w:space="0" w:color="auto"/>
      </w:divBdr>
    </w:div>
    <w:div w:id="499664162">
      <w:marLeft w:val="0"/>
      <w:marRight w:val="0"/>
      <w:marTop w:val="0"/>
      <w:marBottom w:val="0"/>
      <w:divBdr>
        <w:top w:val="none" w:sz="0" w:space="0" w:color="auto"/>
        <w:left w:val="none" w:sz="0" w:space="0" w:color="auto"/>
        <w:bottom w:val="none" w:sz="0" w:space="0" w:color="auto"/>
        <w:right w:val="none" w:sz="0" w:space="0" w:color="auto"/>
      </w:divBdr>
    </w:div>
    <w:div w:id="499664163">
      <w:marLeft w:val="0"/>
      <w:marRight w:val="0"/>
      <w:marTop w:val="0"/>
      <w:marBottom w:val="0"/>
      <w:divBdr>
        <w:top w:val="none" w:sz="0" w:space="0" w:color="auto"/>
        <w:left w:val="none" w:sz="0" w:space="0" w:color="auto"/>
        <w:bottom w:val="none" w:sz="0" w:space="0" w:color="auto"/>
        <w:right w:val="none" w:sz="0" w:space="0" w:color="auto"/>
      </w:divBdr>
    </w:div>
    <w:div w:id="499664164">
      <w:marLeft w:val="0"/>
      <w:marRight w:val="0"/>
      <w:marTop w:val="0"/>
      <w:marBottom w:val="0"/>
      <w:divBdr>
        <w:top w:val="none" w:sz="0" w:space="0" w:color="auto"/>
        <w:left w:val="none" w:sz="0" w:space="0" w:color="auto"/>
        <w:bottom w:val="none" w:sz="0" w:space="0" w:color="auto"/>
        <w:right w:val="none" w:sz="0" w:space="0" w:color="auto"/>
      </w:divBdr>
    </w:div>
    <w:div w:id="499664165">
      <w:marLeft w:val="0"/>
      <w:marRight w:val="0"/>
      <w:marTop w:val="0"/>
      <w:marBottom w:val="0"/>
      <w:divBdr>
        <w:top w:val="none" w:sz="0" w:space="0" w:color="auto"/>
        <w:left w:val="none" w:sz="0" w:space="0" w:color="auto"/>
        <w:bottom w:val="none" w:sz="0" w:space="0" w:color="auto"/>
        <w:right w:val="none" w:sz="0" w:space="0" w:color="auto"/>
      </w:divBdr>
    </w:div>
    <w:div w:id="499664166">
      <w:marLeft w:val="0"/>
      <w:marRight w:val="0"/>
      <w:marTop w:val="0"/>
      <w:marBottom w:val="0"/>
      <w:divBdr>
        <w:top w:val="none" w:sz="0" w:space="0" w:color="auto"/>
        <w:left w:val="none" w:sz="0" w:space="0" w:color="auto"/>
        <w:bottom w:val="none" w:sz="0" w:space="0" w:color="auto"/>
        <w:right w:val="none" w:sz="0" w:space="0" w:color="auto"/>
      </w:divBdr>
    </w:div>
    <w:div w:id="499664167">
      <w:marLeft w:val="0"/>
      <w:marRight w:val="0"/>
      <w:marTop w:val="0"/>
      <w:marBottom w:val="0"/>
      <w:divBdr>
        <w:top w:val="none" w:sz="0" w:space="0" w:color="auto"/>
        <w:left w:val="none" w:sz="0" w:space="0" w:color="auto"/>
        <w:bottom w:val="none" w:sz="0" w:space="0" w:color="auto"/>
        <w:right w:val="none" w:sz="0" w:space="0" w:color="auto"/>
      </w:divBdr>
    </w:div>
    <w:div w:id="499664168">
      <w:marLeft w:val="0"/>
      <w:marRight w:val="0"/>
      <w:marTop w:val="0"/>
      <w:marBottom w:val="0"/>
      <w:divBdr>
        <w:top w:val="none" w:sz="0" w:space="0" w:color="auto"/>
        <w:left w:val="none" w:sz="0" w:space="0" w:color="auto"/>
        <w:bottom w:val="none" w:sz="0" w:space="0" w:color="auto"/>
        <w:right w:val="none" w:sz="0" w:space="0" w:color="auto"/>
      </w:divBdr>
    </w:div>
    <w:div w:id="499664169">
      <w:marLeft w:val="0"/>
      <w:marRight w:val="0"/>
      <w:marTop w:val="0"/>
      <w:marBottom w:val="0"/>
      <w:divBdr>
        <w:top w:val="none" w:sz="0" w:space="0" w:color="auto"/>
        <w:left w:val="none" w:sz="0" w:space="0" w:color="auto"/>
        <w:bottom w:val="none" w:sz="0" w:space="0" w:color="auto"/>
        <w:right w:val="none" w:sz="0" w:space="0" w:color="auto"/>
      </w:divBdr>
    </w:div>
    <w:div w:id="499664170">
      <w:marLeft w:val="0"/>
      <w:marRight w:val="0"/>
      <w:marTop w:val="0"/>
      <w:marBottom w:val="0"/>
      <w:divBdr>
        <w:top w:val="none" w:sz="0" w:space="0" w:color="auto"/>
        <w:left w:val="none" w:sz="0" w:space="0" w:color="auto"/>
        <w:bottom w:val="none" w:sz="0" w:space="0" w:color="auto"/>
        <w:right w:val="none" w:sz="0" w:space="0" w:color="auto"/>
      </w:divBdr>
    </w:div>
    <w:div w:id="499664171">
      <w:marLeft w:val="0"/>
      <w:marRight w:val="0"/>
      <w:marTop w:val="0"/>
      <w:marBottom w:val="0"/>
      <w:divBdr>
        <w:top w:val="none" w:sz="0" w:space="0" w:color="auto"/>
        <w:left w:val="none" w:sz="0" w:space="0" w:color="auto"/>
        <w:bottom w:val="none" w:sz="0" w:space="0" w:color="auto"/>
        <w:right w:val="none" w:sz="0" w:space="0" w:color="auto"/>
      </w:divBdr>
    </w:div>
    <w:div w:id="499664172">
      <w:marLeft w:val="0"/>
      <w:marRight w:val="0"/>
      <w:marTop w:val="0"/>
      <w:marBottom w:val="0"/>
      <w:divBdr>
        <w:top w:val="none" w:sz="0" w:space="0" w:color="auto"/>
        <w:left w:val="none" w:sz="0" w:space="0" w:color="auto"/>
        <w:bottom w:val="none" w:sz="0" w:space="0" w:color="auto"/>
        <w:right w:val="none" w:sz="0" w:space="0" w:color="auto"/>
      </w:divBdr>
    </w:div>
    <w:div w:id="499664173">
      <w:marLeft w:val="0"/>
      <w:marRight w:val="0"/>
      <w:marTop w:val="0"/>
      <w:marBottom w:val="0"/>
      <w:divBdr>
        <w:top w:val="none" w:sz="0" w:space="0" w:color="auto"/>
        <w:left w:val="none" w:sz="0" w:space="0" w:color="auto"/>
        <w:bottom w:val="none" w:sz="0" w:space="0" w:color="auto"/>
        <w:right w:val="none" w:sz="0" w:space="0" w:color="auto"/>
      </w:divBdr>
    </w:div>
    <w:div w:id="499664174">
      <w:marLeft w:val="0"/>
      <w:marRight w:val="0"/>
      <w:marTop w:val="0"/>
      <w:marBottom w:val="0"/>
      <w:divBdr>
        <w:top w:val="none" w:sz="0" w:space="0" w:color="auto"/>
        <w:left w:val="none" w:sz="0" w:space="0" w:color="auto"/>
        <w:bottom w:val="none" w:sz="0" w:space="0" w:color="auto"/>
        <w:right w:val="none" w:sz="0" w:space="0" w:color="auto"/>
      </w:divBdr>
    </w:div>
    <w:div w:id="499664175">
      <w:marLeft w:val="0"/>
      <w:marRight w:val="0"/>
      <w:marTop w:val="0"/>
      <w:marBottom w:val="0"/>
      <w:divBdr>
        <w:top w:val="none" w:sz="0" w:space="0" w:color="auto"/>
        <w:left w:val="none" w:sz="0" w:space="0" w:color="auto"/>
        <w:bottom w:val="none" w:sz="0" w:space="0" w:color="auto"/>
        <w:right w:val="none" w:sz="0" w:space="0" w:color="auto"/>
      </w:divBdr>
    </w:div>
    <w:div w:id="499664176">
      <w:marLeft w:val="0"/>
      <w:marRight w:val="0"/>
      <w:marTop w:val="0"/>
      <w:marBottom w:val="0"/>
      <w:divBdr>
        <w:top w:val="none" w:sz="0" w:space="0" w:color="auto"/>
        <w:left w:val="none" w:sz="0" w:space="0" w:color="auto"/>
        <w:bottom w:val="none" w:sz="0" w:space="0" w:color="auto"/>
        <w:right w:val="none" w:sz="0" w:space="0" w:color="auto"/>
      </w:divBdr>
    </w:div>
    <w:div w:id="499664177">
      <w:marLeft w:val="0"/>
      <w:marRight w:val="0"/>
      <w:marTop w:val="0"/>
      <w:marBottom w:val="0"/>
      <w:divBdr>
        <w:top w:val="none" w:sz="0" w:space="0" w:color="auto"/>
        <w:left w:val="none" w:sz="0" w:space="0" w:color="auto"/>
        <w:bottom w:val="none" w:sz="0" w:space="0" w:color="auto"/>
        <w:right w:val="none" w:sz="0" w:space="0" w:color="auto"/>
      </w:divBdr>
    </w:div>
    <w:div w:id="499664178">
      <w:marLeft w:val="0"/>
      <w:marRight w:val="0"/>
      <w:marTop w:val="0"/>
      <w:marBottom w:val="0"/>
      <w:divBdr>
        <w:top w:val="none" w:sz="0" w:space="0" w:color="auto"/>
        <w:left w:val="none" w:sz="0" w:space="0" w:color="auto"/>
        <w:bottom w:val="none" w:sz="0" w:space="0" w:color="auto"/>
        <w:right w:val="none" w:sz="0" w:space="0" w:color="auto"/>
      </w:divBdr>
    </w:div>
    <w:div w:id="499664179">
      <w:marLeft w:val="0"/>
      <w:marRight w:val="0"/>
      <w:marTop w:val="0"/>
      <w:marBottom w:val="0"/>
      <w:divBdr>
        <w:top w:val="none" w:sz="0" w:space="0" w:color="auto"/>
        <w:left w:val="none" w:sz="0" w:space="0" w:color="auto"/>
        <w:bottom w:val="none" w:sz="0" w:space="0" w:color="auto"/>
        <w:right w:val="none" w:sz="0" w:space="0" w:color="auto"/>
      </w:divBdr>
    </w:div>
    <w:div w:id="499664180">
      <w:marLeft w:val="0"/>
      <w:marRight w:val="0"/>
      <w:marTop w:val="0"/>
      <w:marBottom w:val="0"/>
      <w:divBdr>
        <w:top w:val="none" w:sz="0" w:space="0" w:color="auto"/>
        <w:left w:val="none" w:sz="0" w:space="0" w:color="auto"/>
        <w:bottom w:val="none" w:sz="0" w:space="0" w:color="auto"/>
        <w:right w:val="none" w:sz="0" w:space="0" w:color="auto"/>
      </w:divBdr>
    </w:div>
    <w:div w:id="499664181">
      <w:marLeft w:val="0"/>
      <w:marRight w:val="0"/>
      <w:marTop w:val="0"/>
      <w:marBottom w:val="0"/>
      <w:divBdr>
        <w:top w:val="none" w:sz="0" w:space="0" w:color="auto"/>
        <w:left w:val="none" w:sz="0" w:space="0" w:color="auto"/>
        <w:bottom w:val="none" w:sz="0" w:space="0" w:color="auto"/>
        <w:right w:val="none" w:sz="0" w:space="0" w:color="auto"/>
      </w:divBdr>
    </w:div>
    <w:div w:id="499664182">
      <w:marLeft w:val="0"/>
      <w:marRight w:val="0"/>
      <w:marTop w:val="0"/>
      <w:marBottom w:val="0"/>
      <w:divBdr>
        <w:top w:val="none" w:sz="0" w:space="0" w:color="auto"/>
        <w:left w:val="none" w:sz="0" w:space="0" w:color="auto"/>
        <w:bottom w:val="none" w:sz="0" w:space="0" w:color="auto"/>
        <w:right w:val="none" w:sz="0" w:space="0" w:color="auto"/>
      </w:divBdr>
    </w:div>
    <w:div w:id="1064989995">
      <w:bodyDiv w:val="1"/>
      <w:marLeft w:val="0"/>
      <w:marRight w:val="0"/>
      <w:marTop w:val="0"/>
      <w:marBottom w:val="0"/>
      <w:divBdr>
        <w:top w:val="none" w:sz="0" w:space="0" w:color="auto"/>
        <w:left w:val="none" w:sz="0" w:space="0" w:color="auto"/>
        <w:bottom w:val="none" w:sz="0" w:space="0" w:color="auto"/>
        <w:right w:val="none" w:sz="0" w:space="0" w:color="auto"/>
      </w:divBdr>
    </w:div>
    <w:div w:id="1815829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DB5777-FE88-449C-B191-52A683CC3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B8E96CDC</Template>
  <TotalTime>1</TotalTime>
  <Pages>8</Pages>
  <Words>2039</Words>
  <Characters>17561</Characters>
  <Application>Microsoft Office Word</Application>
  <DocSecurity>0</DocSecurity>
  <Lines>146</Lines>
  <Paragraphs>39</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Sotsiaalministeerium</Company>
  <LinksUpToDate>false</LinksUpToDate>
  <CharactersWithSpaces>19561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morgla</dc:creator>
  <cp:keywords/>
  <dc:description/>
  <cp:lastModifiedBy>Triin Raudsepp</cp:lastModifiedBy>
  <cp:revision>5</cp:revision>
  <cp:lastPrinted>2015-02-06T11:18:00Z</cp:lastPrinted>
  <dcterms:created xsi:type="dcterms:W3CDTF">2016-08-26T08:16:00Z</dcterms:created>
  <dcterms:modified xsi:type="dcterms:W3CDTF">2016-08-26T08:24:00Z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