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D40650" w:rsidRPr="004E428F" w14:paraId="3E4ACB3A" w14:textId="77777777" w:rsidTr="004E57AC">
        <w:trPr>
          <w:trHeight w:val="1905"/>
        </w:trPr>
        <w:tc>
          <w:tcPr>
            <w:tcW w:w="5103" w:type="dxa"/>
            <w:shd w:val="clear" w:color="auto" w:fill="auto"/>
          </w:tcPr>
          <w:p w14:paraId="3E4ACB38" w14:textId="77777777" w:rsidR="00D40650" w:rsidRPr="004E428F" w:rsidRDefault="00FD020B" w:rsidP="00DF44DF">
            <w:pPr>
              <w:pStyle w:val="TableContents"/>
              <w:rPr>
                <w:rFonts w:asciiTheme="minorHAnsi" w:hAnsiTheme="minorHAnsi" w:cstheme="minorHAnsi"/>
                <w:b/>
              </w:rPr>
            </w:pPr>
            <w:r w:rsidRPr="004E428F">
              <w:rPr>
                <w:rFonts w:asciiTheme="minorHAnsi" w:hAnsiTheme="minorHAnsi" w:cstheme="minorHAnsi"/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E4ACB3C" wp14:editId="24B1ECC8">
                  <wp:simplePos x="0" y="0"/>
                  <wp:positionH relativeFrom="page">
                    <wp:posOffset>-378460</wp:posOffset>
                  </wp:positionH>
                  <wp:positionV relativeFrom="page">
                    <wp:posOffset>46355</wp:posOffset>
                  </wp:positionV>
                  <wp:extent cx="2880000" cy="93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kaitsemin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  <w:shd w:val="clear" w:color="auto" w:fill="auto"/>
          </w:tcPr>
          <w:p w14:paraId="3DCA0584" w14:textId="518E83D6" w:rsidR="00CE566E" w:rsidRPr="00887270" w:rsidRDefault="00CE566E" w:rsidP="00CE566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</w:p>
          <w:p w14:paraId="3E4ACB39" w14:textId="02ACEA40" w:rsidR="00BC1A62" w:rsidRPr="004E428F" w:rsidRDefault="00BC1A62" w:rsidP="00CE566E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0EEDEE15" w14:textId="2AB76F25" w:rsidR="00313D67" w:rsidRDefault="00313D67" w:rsidP="00FF3A87">
      <w:pPr>
        <w:pStyle w:val="Snum"/>
      </w:pPr>
    </w:p>
    <w:p w14:paraId="5A2FADF0" w14:textId="57C60BDC" w:rsidR="002A24EE" w:rsidRDefault="00DB52C9" w:rsidP="00FF3A87">
      <w:pPr>
        <w:pStyle w:val="Snum"/>
      </w:pPr>
      <w:r>
        <w:t>MÄÄRUS</w:t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EA56AD">
        <w:tab/>
      </w:r>
      <w:r w:rsidR="00FF3A87">
        <w:t xml:space="preserve"> </w:t>
      </w:r>
      <w:sdt>
        <w:sdtPr>
          <w:alias w:val="Registreerimise kuupäev"/>
          <w:tag w:val="RMRegistrationDate"/>
          <w:id w:val="-1138801470"/>
          <w:lock w:val="contentLocked"/>
          <w:placeholder>
            <w:docPart w:val="2ABFD30DEAC847A1B8636266781AE995"/>
          </w:placeholder>
          <w:dataBinding w:prefixMappings="xmlns:ns0='http://schemas.microsoft.com/office/2006/metadata/properties' xmlns:ns1='http://www.w3.org/2001/XMLSchema-instance' xmlns:ns2='83275cc5-ef79-49e2-8602-d6586def6a41' " w:xpath="/ns0:properties[1]/documentManagement[1]/ns2:RMRegistrationDate[1]" w:storeItemID="{0D8BFCA4-C1BD-4D0D-9866-C3453EF90B51}"/>
          <w:date w:fullDate="2026-01-16T14:22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B373A2">
            <w:t>16.01.2026</w:t>
          </w:r>
        </w:sdtContent>
      </w:sdt>
      <w:r w:rsidR="00FF3A87">
        <w:t xml:space="preserve"> </w:t>
      </w:r>
      <w:r w:rsidR="002A24EE">
        <w:t xml:space="preserve">nr </w:t>
      </w:r>
      <w:sdt>
        <w:sdtPr>
          <w:alias w:val="Registreerimisnumber"/>
          <w:tag w:val="RMReferenceCode"/>
          <w:id w:val="1904793411"/>
          <w:lock w:val="contentLocked"/>
          <w:placeholder>
            <w:docPart w:val="4C03534E9A294B1FB8CACE6EB60D44D7"/>
          </w:placeholder>
          <w:dataBinding w:prefixMappings="xmlns:ns0='http://schemas.microsoft.com/office/2006/metadata/properties' xmlns:ns1='http://www.w3.org/2001/XMLSchema-instance' xmlns:ns2='83275cc5-ef79-49e2-8602-d6586def6a41' " w:xpath="/ns0:properties[1]/documentManagement[1]/ns2:RMReferenceCode[1]" w:storeItemID="{0D8BFCA4-C1BD-4D0D-9866-C3453EF90B51}"/>
          <w:text/>
        </w:sdtPr>
        <w:sdtEndPr/>
        <w:sdtContent>
          <w:r w:rsidR="00B373A2">
            <w:t>1-1/26/1</w:t>
          </w:r>
        </w:sdtContent>
      </w:sdt>
    </w:p>
    <w:p w14:paraId="0C9757FD" w14:textId="446E335B" w:rsidR="002A24EE" w:rsidRDefault="002A24EE" w:rsidP="00FF3A87">
      <w:pPr>
        <w:pStyle w:val="Snum"/>
      </w:pPr>
    </w:p>
    <w:p w14:paraId="52B4F5BC" w14:textId="77777777" w:rsidR="008E28C3" w:rsidRDefault="008E28C3" w:rsidP="00FF3A87">
      <w:pPr>
        <w:pStyle w:val="Snum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8E28C3" w14:paraId="37D5028F" w14:textId="77777777" w:rsidTr="008E28C3">
        <w:tc>
          <w:tcPr>
            <w:tcW w:w="4530" w:type="dxa"/>
          </w:tcPr>
          <w:sdt>
            <w:sdtPr>
              <w:alias w:val="Title"/>
              <w:tag w:val=""/>
              <w:id w:val="-1707326388"/>
              <w:placeholder>
                <w:docPart w:val="B8704B04A7DA453AAC3A20193376224F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05FA71B2" w14:textId="22D849AE" w:rsidR="008E28C3" w:rsidRDefault="001417E6" w:rsidP="00FF3A87">
                <w:pPr>
                  <w:pStyle w:val="Snum"/>
                </w:pPr>
                <w:r>
                  <w:t>Ajateenistusse asumise tähtajad, ajateenistusse võetavate isikute arvuline jagunemine ajateenijate väljaõppega tegelevate struktuuriüksuste vahel ning ajateenistuse kestus 2027. aastal</w:t>
                </w:r>
              </w:p>
            </w:sdtContent>
          </w:sdt>
        </w:tc>
        <w:tc>
          <w:tcPr>
            <w:tcW w:w="4531" w:type="dxa"/>
          </w:tcPr>
          <w:p w14:paraId="73E874C8" w14:textId="77777777" w:rsidR="008E28C3" w:rsidRDefault="008E28C3" w:rsidP="00FF3A87">
            <w:pPr>
              <w:pStyle w:val="Snum"/>
            </w:pPr>
          </w:p>
        </w:tc>
      </w:tr>
    </w:tbl>
    <w:p w14:paraId="30F0D88F" w14:textId="64700AAF" w:rsidR="002A24EE" w:rsidRDefault="002A24EE" w:rsidP="00FF3A87">
      <w:pPr>
        <w:pStyle w:val="Snum"/>
      </w:pPr>
    </w:p>
    <w:p w14:paraId="1E23D05E" w14:textId="0813623B" w:rsidR="002A24EE" w:rsidRDefault="002A24EE" w:rsidP="00FF3A87">
      <w:pPr>
        <w:pStyle w:val="Snum"/>
      </w:pPr>
    </w:p>
    <w:p w14:paraId="435CBCCB" w14:textId="77777777" w:rsidR="00AF7F59" w:rsidRDefault="00AF7F59" w:rsidP="00FF3A87">
      <w:pPr>
        <w:pStyle w:val="Snum"/>
      </w:pPr>
    </w:p>
    <w:p w14:paraId="0BE72858" w14:textId="77777777" w:rsidR="001417E6" w:rsidRPr="001205EF" w:rsidRDefault="001417E6" w:rsidP="001417E6">
      <w:r w:rsidRPr="001205EF">
        <w:t>Määrus kehtestatakse kaitseväeteenistuse seaduse § 37 lõike 3 ja § 82 lõike 4 alusel.</w:t>
      </w:r>
    </w:p>
    <w:p w14:paraId="3E038080" w14:textId="77777777" w:rsidR="001417E6" w:rsidRDefault="001417E6" w:rsidP="001417E6"/>
    <w:p w14:paraId="074CFB4B" w14:textId="77777777" w:rsidR="00AF7F59" w:rsidRPr="001205EF" w:rsidRDefault="00AF7F59" w:rsidP="001417E6"/>
    <w:p w14:paraId="276581BF" w14:textId="77777777" w:rsidR="001417E6" w:rsidRPr="00541D30" w:rsidRDefault="001417E6" w:rsidP="001417E6">
      <w:pPr>
        <w:rPr>
          <w:b/>
          <w:bCs/>
        </w:rPr>
      </w:pPr>
      <w:r w:rsidRPr="001205EF">
        <w:rPr>
          <w:b/>
          <w:bCs/>
        </w:rPr>
        <w:t>§ 1.</w:t>
      </w:r>
      <w:r w:rsidRPr="001205EF">
        <w:t xml:space="preserve"> </w:t>
      </w:r>
      <w:r w:rsidRPr="00541D30">
        <w:rPr>
          <w:b/>
          <w:bCs/>
        </w:rPr>
        <w:t>Ajateenistusse asumise tähtajad</w:t>
      </w:r>
    </w:p>
    <w:p w14:paraId="7C2F4EA8" w14:textId="77777777" w:rsidR="001417E6" w:rsidRPr="001205EF" w:rsidRDefault="001417E6" w:rsidP="001417E6"/>
    <w:p w14:paraId="3DE96DCE" w14:textId="77777777" w:rsidR="001417E6" w:rsidRPr="001205EF" w:rsidRDefault="001417E6" w:rsidP="001417E6">
      <w:r w:rsidRPr="001205EF">
        <w:t>Ajateenistusse asumise tähtajad 202</w:t>
      </w:r>
      <w:r>
        <w:t>7</w:t>
      </w:r>
      <w:r w:rsidRPr="001205EF">
        <w:t xml:space="preserve">. aastal on </w:t>
      </w:r>
      <w:r>
        <w:t>8</w:t>
      </w:r>
      <w:r w:rsidRPr="001205EF">
        <w:t xml:space="preserve">. ja </w:t>
      </w:r>
      <w:r>
        <w:t>34</w:t>
      </w:r>
      <w:r w:rsidRPr="001205EF">
        <w:t>. nädal.</w:t>
      </w:r>
    </w:p>
    <w:p w14:paraId="3F264B88" w14:textId="77777777" w:rsidR="001417E6" w:rsidRPr="001205EF" w:rsidRDefault="001417E6" w:rsidP="001417E6"/>
    <w:p w14:paraId="3B2C7620" w14:textId="77777777" w:rsidR="001417E6" w:rsidRPr="00541D30" w:rsidRDefault="001417E6" w:rsidP="001417E6">
      <w:pPr>
        <w:rPr>
          <w:b/>
          <w:bCs/>
        </w:rPr>
      </w:pPr>
      <w:r w:rsidRPr="001205EF">
        <w:rPr>
          <w:b/>
        </w:rPr>
        <w:t xml:space="preserve">§ 2. Ajateenistusse võtmine ja ajateenistusse võetavate isikute </w:t>
      </w:r>
      <w:r w:rsidRPr="00541D30">
        <w:rPr>
          <w:b/>
          <w:bCs/>
        </w:rPr>
        <w:t>arvuline jagunemine</w:t>
      </w:r>
    </w:p>
    <w:p w14:paraId="33BC7BAC" w14:textId="77777777" w:rsidR="001417E6" w:rsidRPr="00541D30" w:rsidRDefault="001417E6" w:rsidP="001417E6"/>
    <w:p w14:paraId="60E14B5A" w14:textId="77777777" w:rsidR="001417E6" w:rsidRPr="001205EF" w:rsidRDefault="001417E6" w:rsidP="001417E6">
      <w:r w:rsidRPr="001205EF">
        <w:t>(1) 202</w:t>
      </w:r>
      <w:r>
        <w:t>7</w:t>
      </w:r>
      <w:r w:rsidRPr="001205EF">
        <w:t>. aastal võetakse ajateenistusse</w:t>
      </w:r>
      <w:r>
        <w:t xml:space="preserve"> kuni 4100</w:t>
      </w:r>
      <w:r w:rsidRPr="001205EF">
        <w:t xml:space="preserve"> isikut.</w:t>
      </w:r>
    </w:p>
    <w:p w14:paraId="3E149BAE" w14:textId="77777777" w:rsidR="001417E6" w:rsidRPr="001205EF" w:rsidRDefault="001417E6" w:rsidP="001417E6"/>
    <w:p w14:paraId="37A52FD6" w14:textId="77777777" w:rsidR="001417E6" w:rsidRPr="001205EF" w:rsidRDefault="001417E6" w:rsidP="001417E6">
      <w:pPr>
        <w:rPr>
          <w:bCs/>
        </w:rPr>
      </w:pPr>
      <w:r w:rsidRPr="001205EF">
        <w:t xml:space="preserve">(2) </w:t>
      </w:r>
      <w:r w:rsidRPr="001205EF">
        <w:rPr>
          <w:bCs/>
        </w:rPr>
        <w:t>202</w:t>
      </w:r>
      <w:r>
        <w:rPr>
          <w:bCs/>
        </w:rPr>
        <w:t>7</w:t>
      </w:r>
      <w:r w:rsidRPr="001205EF">
        <w:rPr>
          <w:bCs/>
        </w:rPr>
        <w:t>. aastal ajateenistusse võetavate isikute jaotus Kaitseväe struktuuriüksuste vahel on esitatud käesoleva määruse lisas „A</w:t>
      </w:r>
      <w:r w:rsidRPr="001205EF">
        <w:t>jateenistusse asunute arvuline jagunemine Kaitseväe struktuuriüksuste vahel 202</w:t>
      </w:r>
      <w:r>
        <w:t>7</w:t>
      </w:r>
      <w:r w:rsidRPr="001205EF">
        <w:t>. aastal“</w:t>
      </w:r>
      <w:r w:rsidRPr="001205EF">
        <w:rPr>
          <w:bCs/>
        </w:rPr>
        <w:t>.</w:t>
      </w:r>
    </w:p>
    <w:p w14:paraId="57290579" w14:textId="77777777" w:rsidR="001417E6" w:rsidRPr="001205EF" w:rsidRDefault="001417E6" w:rsidP="001417E6">
      <w:pPr>
        <w:rPr>
          <w:b/>
          <w:bCs/>
        </w:rPr>
      </w:pPr>
    </w:p>
    <w:p w14:paraId="5BC3DFE7" w14:textId="77777777" w:rsidR="001417E6" w:rsidRPr="001205EF" w:rsidRDefault="001417E6" w:rsidP="001417E6">
      <w:pPr>
        <w:rPr>
          <w:b/>
          <w:bCs/>
        </w:rPr>
      </w:pPr>
      <w:r w:rsidRPr="001205EF">
        <w:rPr>
          <w:b/>
          <w:bCs/>
        </w:rPr>
        <w:t>§ 3. Ajateenistuse kestus</w:t>
      </w:r>
    </w:p>
    <w:p w14:paraId="04717ECF" w14:textId="77777777" w:rsidR="001417E6" w:rsidRPr="001205EF" w:rsidRDefault="001417E6" w:rsidP="001417E6">
      <w:pPr>
        <w:rPr>
          <w:bCs/>
        </w:rPr>
      </w:pPr>
    </w:p>
    <w:p w14:paraId="111A6F2B" w14:textId="77777777" w:rsidR="001417E6" w:rsidRPr="001205EF" w:rsidRDefault="001417E6" w:rsidP="001417E6">
      <w:pPr>
        <w:rPr>
          <w:bCs/>
        </w:rPr>
      </w:pPr>
      <w:r>
        <w:rPr>
          <w:bCs/>
        </w:rPr>
        <w:t>8</w:t>
      </w:r>
      <w:r w:rsidRPr="001205EF">
        <w:rPr>
          <w:bCs/>
        </w:rPr>
        <w:t xml:space="preserve">. ja </w:t>
      </w:r>
      <w:r>
        <w:rPr>
          <w:bCs/>
        </w:rPr>
        <w:t>34</w:t>
      </w:r>
      <w:r w:rsidRPr="001205EF">
        <w:rPr>
          <w:bCs/>
        </w:rPr>
        <w:t>. nädalal ajateenistusse võetute ajateenistus kestab 1</w:t>
      </w:r>
      <w:r>
        <w:rPr>
          <w:bCs/>
        </w:rPr>
        <w:t>2</w:t>
      </w:r>
      <w:r w:rsidRPr="001205EF">
        <w:rPr>
          <w:bCs/>
        </w:rPr>
        <w:t> kuud.</w:t>
      </w:r>
    </w:p>
    <w:p w14:paraId="2976C222" w14:textId="1A177178" w:rsidR="002A24EE" w:rsidRDefault="002A24EE" w:rsidP="00FF3A87">
      <w:pPr>
        <w:pStyle w:val="Snum"/>
      </w:pPr>
    </w:p>
    <w:p w14:paraId="1068BE78" w14:textId="3E774AA8" w:rsidR="002A24EE" w:rsidRDefault="002A24EE" w:rsidP="00FF3A87">
      <w:pPr>
        <w:pStyle w:val="Snum"/>
      </w:pPr>
    </w:p>
    <w:p w14:paraId="0177E4D4" w14:textId="3D27209F" w:rsidR="002A24EE" w:rsidRDefault="002A24EE" w:rsidP="00FF3A87">
      <w:pPr>
        <w:pStyle w:val="Snum"/>
      </w:pPr>
    </w:p>
    <w:p w14:paraId="77694DF7" w14:textId="3522E4D0" w:rsidR="002A24EE" w:rsidRDefault="002A24EE" w:rsidP="00FF3A87">
      <w:pPr>
        <w:pStyle w:val="Snum"/>
      </w:pPr>
    </w:p>
    <w:p w14:paraId="16B0C519" w14:textId="388CBFB4" w:rsidR="00DB52C9" w:rsidRDefault="00DB52C9" w:rsidP="00FF3A87">
      <w:pPr>
        <w:pStyle w:val="Snum"/>
      </w:pPr>
      <w:r>
        <w:t>(allkirjastatud digitaalselt)</w:t>
      </w:r>
    </w:p>
    <w:sdt>
      <w:sdtPr>
        <w:alias w:val="Allkirjastaja ees- ja perekonnanimi"/>
        <w:tag w:val="Allkirjastaja_x0020_ees-_x0020_ja_x0020_perekonnanimi"/>
        <w:id w:val="306677549"/>
        <w:placeholder>
          <w:docPart w:val="EE42F5A9B22344B4A69198D4E4191633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_x0020_ees-_x0020_ja_x0020_perekonnanimi[1]" w:storeItemID="{0D8BFCA4-C1BD-4D0D-9866-C3453EF90B51}"/>
        <w:text/>
      </w:sdtPr>
      <w:sdtEndPr/>
      <w:sdtContent>
        <w:p w14:paraId="49A4C326" w14:textId="7CB1520D" w:rsidR="00EA56AD" w:rsidRDefault="001417E6" w:rsidP="00FF3A87">
          <w:pPr>
            <w:pStyle w:val="Snum"/>
          </w:pPr>
          <w:r>
            <w:t>Hanno Pevkur</w:t>
          </w:r>
        </w:p>
      </w:sdtContent>
    </w:sdt>
    <w:sdt>
      <w:sdtPr>
        <w:alias w:val="Allkirjastaja ametinimetus"/>
        <w:tag w:val="Allkirjastaja_x0020_ametinimetus"/>
        <w:id w:val="-1392490505"/>
        <w:lock w:val="contentLocked"/>
        <w:placeholder>
          <w:docPart w:val="873F0B88DBF5443B8D1C07DE960EC23F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_x0020_ametinimetus[1]" w:storeItemID="{0D8BFCA4-C1BD-4D0D-9866-C3453EF90B51}"/>
        <w:text/>
      </w:sdtPr>
      <w:sdtEndPr/>
      <w:sdtContent>
        <w:p w14:paraId="66F31BBA" w14:textId="194C0F14" w:rsidR="004E63D7" w:rsidRDefault="001417E6" w:rsidP="00FF3A87">
          <w:pPr>
            <w:pStyle w:val="Snum"/>
          </w:pPr>
          <w:r>
            <w:t>minister</w:t>
          </w:r>
        </w:p>
      </w:sdtContent>
    </w:sdt>
    <w:p w14:paraId="5B01688B" w14:textId="601490EF" w:rsidR="00FF3A87" w:rsidRDefault="00FF3A87" w:rsidP="00FF3A87">
      <w:pPr>
        <w:pStyle w:val="Snum"/>
      </w:pPr>
    </w:p>
    <w:p w14:paraId="4BA3C48B" w14:textId="25F2D8CF" w:rsidR="00FF3A87" w:rsidRDefault="00FF3A87" w:rsidP="00FF3A87">
      <w:pPr>
        <w:pStyle w:val="Snum"/>
      </w:pPr>
      <w:r w:rsidRPr="00FF3A87">
        <w:t>(allkirjastatud digitaalselt)</w:t>
      </w:r>
    </w:p>
    <w:sdt>
      <w:sdtPr>
        <w:alias w:val="Allkirjastaja ees- ja perekonnanimi"/>
        <w:tag w:val="Allkirjastajaeesjaperekonnanimi2"/>
        <w:id w:val="450837868"/>
        <w:placeholder>
          <w:docPart w:val="F25CD865C1144A738E1AA63953C172D3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eesjaperekonnanimi2[1]" w:storeItemID="{0D8BFCA4-C1BD-4D0D-9866-C3453EF90B51}"/>
        <w:text/>
      </w:sdtPr>
      <w:sdtEndPr/>
      <w:sdtContent>
        <w:p w14:paraId="23521BA6" w14:textId="5F302369" w:rsidR="00EA56AD" w:rsidRDefault="001417E6" w:rsidP="00FF3A87">
          <w:pPr>
            <w:pStyle w:val="Snum"/>
          </w:pPr>
          <w:r>
            <w:t>Kaimo Kuusk</w:t>
          </w:r>
        </w:p>
      </w:sdtContent>
    </w:sdt>
    <w:sdt>
      <w:sdtPr>
        <w:alias w:val="Allkirjastaja ametinimetus"/>
        <w:tag w:val="Allkirjastajaametinimetus"/>
        <w:id w:val="421762887"/>
        <w:placeholder>
          <w:docPart w:val="B6FD945CF99C43F589AC894F5845722D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ametinimetus[1]" w:storeItemID="{0D8BFCA4-C1BD-4D0D-9866-C3453EF90B51}"/>
        <w:text/>
      </w:sdtPr>
      <w:sdtEndPr/>
      <w:sdtContent>
        <w:p w14:paraId="2FCA70C3" w14:textId="0EEAFB47" w:rsidR="004E63D7" w:rsidRDefault="001417E6" w:rsidP="00FF3A87">
          <w:pPr>
            <w:pStyle w:val="Snum"/>
          </w:pPr>
          <w:r>
            <w:t>kantsler</w:t>
          </w:r>
        </w:p>
      </w:sdtContent>
    </w:sdt>
    <w:p w14:paraId="019B7F4F" w14:textId="77777777" w:rsidR="004E63D7" w:rsidRDefault="004E63D7" w:rsidP="00FF3A87">
      <w:pPr>
        <w:pStyle w:val="Snum"/>
      </w:pPr>
    </w:p>
    <w:p w14:paraId="32ECA8AE" w14:textId="77777777" w:rsidR="001417E6" w:rsidRDefault="001417E6" w:rsidP="001417E6"/>
    <w:p w14:paraId="4BBA1F93" w14:textId="77777777" w:rsidR="001417E6" w:rsidRDefault="001417E6" w:rsidP="001417E6"/>
    <w:p w14:paraId="48072184" w14:textId="3C0FF86C" w:rsidR="001417E6" w:rsidRPr="001205EF" w:rsidRDefault="001417E6" w:rsidP="001417E6">
      <w:r w:rsidRPr="001205EF">
        <w:t>Lisa</w:t>
      </w:r>
      <w:r w:rsidRPr="00125277">
        <w:tab/>
      </w:r>
      <w:r w:rsidRPr="001205EF">
        <w:t>Ajateenistusse võetavate isikute arvuline jagunemine Kaitseväe struktuuriüksuste vahel 202</w:t>
      </w:r>
      <w:r>
        <w:t>7</w:t>
      </w:r>
      <w:r w:rsidRPr="001205EF">
        <w:t>. aastal</w:t>
      </w:r>
    </w:p>
    <w:p w14:paraId="046F972C" w14:textId="77777777" w:rsidR="001417E6" w:rsidRDefault="001417E6" w:rsidP="00FF3A87">
      <w:pPr>
        <w:pStyle w:val="Snum"/>
      </w:pPr>
    </w:p>
    <w:sectPr w:rsidR="001417E6" w:rsidSect="00A13FDE">
      <w:footerReference w:type="default" r:id="rId11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F3326" w14:textId="77777777" w:rsidR="00383106" w:rsidRDefault="00383106" w:rsidP="00DF44DF">
      <w:r>
        <w:separator/>
      </w:r>
    </w:p>
  </w:endnote>
  <w:endnote w:type="continuationSeparator" w:id="0">
    <w:p w14:paraId="4494E10E" w14:textId="77777777" w:rsidR="00383106" w:rsidRDefault="00383106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CB42" w14:textId="14846FC8" w:rsidR="003B2A9C" w:rsidRPr="00AD2EA7" w:rsidRDefault="001523BD" w:rsidP="007056E1">
    <w:pPr>
      <w:pStyle w:val="Jalus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CE566E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4E57AC">
      <w:fldChar w:fldCharType="begin"/>
    </w:r>
    <w:r w:rsidR="004E57AC">
      <w:instrText xml:space="preserve"> NUMPAGES </w:instrText>
    </w:r>
    <w:r w:rsidR="004E57AC">
      <w:fldChar w:fldCharType="separate"/>
    </w:r>
    <w:r w:rsidR="00CE566E">
      <w:rPr>
        <w:noProof/>
      </w:rPr>
      <w:t>2</w:t>
    </w:r>
    <w:r w:rsidR="004E57AC">
      <w:rPr>
        <w:noProof/>
      </w:rPr>
      <w:fldChar w:fldCharType="end"/>
    </w:r>
    <w:r w:rsidR="003B2A9C" w:rsidRPr="00AD2EA7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08E37" w14:textId="77777777" w:rsidR="00383106" w:rsidRDefault="00383106" w:rsidP="00DF44DF">
      <w:r>
        <w:separator/>
      </w:r>
    </w:p>
  </w:footnote>
  <w:footnote w:type="continuationSeparator" w:id="0">
    <w:p w14:paraId="3F3AB731" w14:textId="77777777" w:rsidR="00383106" w:rsidRDefault="00383106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9C6"/>
    <w:rsid w:val="00010FAA"/>
    <w:rsid w:val="00017EE2"/>
    <w:rsid w:val="00044181"/>
    <w:rsid w:val="00060947"/>
    <w:rsid w:val="000913FC"/>
    <w:rsid w:val="000A17B5"/>
    <w:rsid w:val="000A5B42"/>
    <w:rsid w:val="00124999"/>
    <w:rsid w:val="001417E6"/>
    <w:rsid w:val="001523BD"/>
    <w:rsid w:val="0015250F"/>
    <w:rsid w:val="001A7D04"/>
    <w:rsid w:val="001D4CFB"/>
    <w:rsid w:val="002008A2"/>
    <w:rsid w:val="002034DD"/>
    <w:rsid w:val="00207F2E"/>
    <w:rsid w:val="002835BB"/>
    <w:rsid w:val="00293449"/>
    <w:rsid w:val="002A24EE"/>
    <w:rsid w:val="002F254F"/>
    <w:rsid w:val="002F4532"/>
    <w:rsid w:val="00313D67"/>
    <w:rsid w:val="0034719C"/>
    <w:rsid w:val="00354059"/>
    <w:rsid w:val="00383106"/>
    <w:rsid w:val="00394DCB"/>
    <w:rsid w:val="003B2A9C"/>
    <w:rsid w:val="0043284D"/>
    <w:rsid w:val="00435A13"/>
    <w:rsid w:val="0044084D"/>
    <w:rsid w:val="004C1391"/>
    <w:rsid w:val="004C1757"/>
    <w:rsid w:val="004E428F"/>
    <w:rsid w:val="004E57AC"/>
    <w:rsid w:val="004E63D7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712EC"/>
    <w:rsid w:val="00680609"/>
    <w:rsid w:val="006A01AC"/>
    <w:rsid w:val="006E16BD"/>
    <w:rsid w:val="006F3BB9"/>
    <w:rsid w:val="006F72D7"/>
    <w:rsid w:val="007056E1"/>
    <w:rsid w:val="00706FAE"/>
    <w:rsid w:val="00707DE0"/>
    <w:rsid w:val="00713327"/>
    <w:rsid w:val="00722D03"/>
    <w:rsid w:val="0075695A"/>
    <w:rsid w:val="007A1DE8"/>
    <w:rsid w:val="007D54FC"/>
    <w:rsid w:val="00835858"/>
    <w:rsid w:val="0083756E"/>
    <w:rsid w:val="00891022"/>
    <w:rsid w:val="008919F2"/>
    <w:rsid w:val="008B041F"/>
    <w:rsid w:val="008D4634"/>
    <w:rsid w:val="008E28C3"/>
    <w:rsid w:val="008F0B50"/>
    <w:rsid w:val="0091786B"/>
    <w:rsid w:val="009370A4"/>
    <w:rsid w:val="00983FA6"/>
    <w:rsid w:val="009E7F4A"/>
    <w:rsid w:val="00A10E66"/>
    <w:rsid w:val="00A1244E"/>
    <w:rsid w:val="00A13FDE"/>
    <w:rsid w:val="00A45103"/>
    <w:rsid w:val="00AB7C8F"/>
    <w:rsid w:val="00AC4752"/>
    <w:rsid w:val="00AD2EA7"/>
    <w:rsid w:val="00AE02A8"/>
    <w:rsid w:val="00AF7F59"/>
    <w:rsid w:val="00B373A2"/>
    <w:rsid w:val="00BC1A62"/>
    <w:rsid w:val="00BD078E"/>
    <w:rsid w:val="00BD3CCF"/>
    <w:rsid w:val="00BE0CC9"/>
    <w:rsid w:val="00BE5780"/>
    <w:rsid w:val="00BF4D7C"/>
    <w:rsid w:val="00C24F66"/>
    <w:rsid w:val="00C27B07"/>
    <w:rsid w:val="00C40CAD"/>
    <w:rsid w:val="00C41FC5"/>
    <w:rsid w:val="00C83346"/>
    <w:rsid w:val="00C87A07"/>
    <w:rsid w:val="00CA583B"/>
    <w:rsid w:val="00CA5F0B"/>
    <w:rsid w:val="00CE566E"/>
    <w:rsid w:val="00CF2B77"/>
    <w:rsid w:val="00CF4303"/>
    <w:rsid w:val="00D15CCD"/>
    <w:rsid w:val="00D40650"/>
    <w:rsid w:val="00DB52C9"/>
    <w:rsid w:val="00DF44DF"/>
    <w:rsid w:val="00E023F6"/>
    <w:rsid w:val="00E03DBB"/>
    <w:rsid w:val="00EA56AD"/>
    <w:rsid w:val="00F874BE"/>
    <w:rsid w:val="00F9645B"/>
    <w:rsid w:val="00F9773D"/>
    <w:rsid w:val="00FA2F5A"/>
    <w:rsid w:val="00FD020B"/>
    <w:rsid w:val="00FF3A87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3E4ACB38"/>
  <w15:docId w15:val="{64A14CF1-8CB2-4C9D-854A-29FC9576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">
    <w:name w:val="Jalus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F3A87"/>
    <w:pPr>
      <w:widowControl w:val="0"/>
      <w:suppressAutoHyphens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4E428F"/>
    <w:rPr>
      <w:color w:val="808080"/>
    </w:rPr>
  </w:style>
  <w:style w:type="table" w:styleId="TableGrid">
    <w:name w:val="Table Grid"/>
    <w:basedOn w:val="TableNormal"/>
    <w:uiPriority w:val="59"/>
    <w:rsid w:val="008E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704B04A7DA453AAC3A201933762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1B69B-827D-4AA7-9535-E9012270D35A}"/>
      </w:docPartPr>
      <w:docPartBody>
        <w:p w:rsidR="0063651A" w:rsidRDefault="00D83067" w:rsidP="00D83067">
          <w:pPr>
            <w:pStyle w:val="B8704B04A7DA453AAC3A20193376224F"/>
          </w:pPr>
          <w:r w:rsidRPr="00CA1C77">
            <w:rPr>
              <w:rStyle w:val="PlaceholderText"/>
            </w:rPr>
            <w:t>[Title]</w:t>
          </w:r>
        </w:p>
      </w:docPartBody>
    </w:docPart>
    <w:docPart>
      <w:docPartPr>
        <w:name w:val="2ABFD30DEAC847A1B8636266781AE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DDB40-5111-40F5-8F55-D8FCCC854CCE}"/>
      </w:docPartPr>
      <w:docPartBody>
        <w:p w:rsidR="00FC0C8C" w:rsidRDefault="00FB6BF7">
          <w:r w:rsidRPr="00AF1C9F">
            <w:rPr>
              <w:rStyle w:val="PlaceholderText"/>
            </w:rPr>
            <w:t>[Registreerimise kuupäev]</w:t>
          </w:r>
        </w:p>
      </w:docPartBody>
    </w:docPart>
    <w:docPart>
      <w:docPartPr>
        <w:name w:val="4C03534E9A294B1FB8CACE6EB60D4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B9442-6301-4926-8972-0B78A3F4B501}"/>
      </w:docPartPr>
      <w:docPartBody>
        <w:p w:rsidR="00FC0C8C" w:rsidRDefault="00FB6BF7">
          <w:r w:rsidRPr="00AF1C9F">
            <w:rPr>
              <w:rStyle w:val="PlaceholderText"/>
            </w:rPr>
            <w:t>[Registreerimisnumber]</w:t>
          </w:r>
        </w:p>
      </w:docPartBody>
    </w:docPart>
    <w:docPart>
      <w:docPartPr>
        <w:name w:val="873F0B88DBF5443B8D1C07DE960EC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92322-3281-4FA9-BFB1-A1F527007558}"/>
      </w:docPartPr>
      <w:docPartBody>
        <w:p w:rsidR="002D471E" w:rsidRDefault="00FC0C8C">
          <w:r w:rsidRPr="00604BFD">
            <w:rPr>
              <w:rStyle w:val="PlaceholderText"/>
            </w:rPr>
            <w:t>[Allkirjastaja ametinimetus]</w:t>
          </w:r>
        </w:p>
      </w:docPartBody>
    </w:docPart>
    <w:docPart>
      <w:docPartPr>
        <w:name w:val="B6FD945CF99C43F589AC894F58457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1B58F-0A9B-466A-AFC9-1A3901145DC6}"/>
      </w:docPartPr>
      <w:docPartBody>
        <w:p w:rsidR="002D471E" w:rsidRDefault="00FC0C8C">
          <w:r w:rsidRPr="00604BFD">
            <w:rPr>
              <w:rStyle w:val="PlaceholderText"/>
            </w:rPr>
            <w:t>[Allkirjastaja ametinimetus]</w:t>
          </w:r>
        </w:p>
      </w:docPartBody>
    </w:docPart>
    <w:docPart>
      <w:docPartPr>
        <w:name w:val="EE42F5A9B22344B4A69198D4E4191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42BDC-910D-4534-B579-3F4E74FBA274}"/>
      </w:docPartPr>
      <w:docPartBody>
        <w:p w:rsidR="00200E84" w:rsidRDefault="002D471E">
          <w:r w:rsidRPr="006B0227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F25CD865C1144A738E1AA63953C17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52A22-9F8B-4D0B-B9BF-ABA1009F2FAE}"/>
      </w:docPartPr>
      <w:docPartBody>
        <w:p w:rsidR="00200E84" w:rsidRDefault="002D471E">
          <w:r w:rsidRPr="006B0227">
            <w:rPr>
              <w:rStyle w:val="PlaceholderText"/>
            </w:rPr>
            <w:t>[Allkirjastaja ees- ja perekonnanimi]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FC2"/>
    <w:rsid w:val="001F66C0"/>
    <w:rsid w:val="00200E84"/>
    <w:rsid w:val="002D471E"/>
    <w:rsid w:val="00320FC2"/>
    <w:rsid w:val="0063651A"/>
    <w:rsid w:val="00983FA6"/>
    <w:rsid w:val="00B33B52"/>
    <w:rsid w:val="00D15CCD"/>
    <w:rsid w:val="00D83067"/>
    <w:rsid w:val="00FB6BF7"/>
    <w:rsid w:val="00FC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66C0"/>
    <w:rPr>
      <w:color w:val="808080"/>
    </w:rPr>
  </w:style>
  <w:style w:type="paragraph" w:customStyle="1" w:styleId="B8704B04A7DA453AAC3A20193376224F">
    <w:name w:val="B8704B04A7DA453AAC3A20193376224F"/>
    <w:rsid w:val="00D830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p:properties xmlns:p="http://schemas.microsoft.com/office/2006/metadata/properties">
  <documentManagement xmlns:xsi="http://www.w3.org/2001/XMLSchema-instance">
    <RMUniqueID xmlns="83275cc5-ef79-49e2-8602-d6586def6a41">976c0bb5-4f27-4171-91ce-1add4e8e7e12</RMUniqueID>
    <RMTitle xmlns="83275cc5-ef79-49e2-8602-d6586def6a41"/>
    <RMRegistrationDate xmlns="83275cc5-ef79-49e2-8602-d6586def6a41">2026-01-16T12:22:19.9724541Z</RMRegistrationDate>
    <RMReferenceCode xmlns="83275cc5-ef79-49e2-8602-d6586def6a41">1-1/26/1</RMReferenceCode>
    <ADR_x0020_pealkiri xmlns="83275cc5-ef79-49e2-8602-d6586def6a41" xsi:nil="true"/>
    <RMAccessRestrictionLevel xmlns="83275cc5-ef79-49e2-8602-d6586def6a41">Avalik</RMAccessRestrictionLevel>
    <RMAccessRestrictionReason xmlns="83275cc5-ef79-49e2-8602-d6586def6a41" xsi:nil="true"/>
    <RMAccessRestrictionDuration xmlns="83275cc5-ef79-49e2-8602-d6586def6a41" xsi:nil="true"/>
    <RMAccessRestrictedFrom xmlns="83275cc5-ef79-49e2-8602-d6586def6a41" xsi:nil="true"/>
    <RMAccessRestrictedUntil xmlns="83275cc5-ef79-49e2-8602-d6586def6a41" xsi:nil="true"/>
    <RMAccessRestrictionEndEvent xmlns="83275cc5-ef79-49e2-8602-d6586def6a41" xsi:nil="true"/>
    <RMAccessRestrictionDate xmlns="83275cc5-ef79-49e2-8602-d6586def6a41" xsi:nil="true"/>
    <RMAccessRestrictionOwner xmlns="83275cc5-ef79-49e2-8602-d6586def6a41">Gerli Morell</RMAccessRestrictionOwner>
    <Koostajaandmed xmlns="83275cc5-ef79-49e2-8602-d6586def6a41">Gerli Morell; kaitseväeteenistuse nõunik
Analüüsi- ja planeerimisosakond; Gerli.Morell@kra.ee</Koostajaandmed>
    <Koostaja xmlns="83275cc5-ef79-49e2-8602-d6586def6a41">Gerli Morell</Koostaja>
    <Koostaja_x0020_ees-_x0020_ja_x0020_perekonnanimi xmlns="83275cc5-ef79-49e2-8602-d6586def6a41">Gerli Morell</Koostaja_x0020_ees-_x0020_ja_x0020_perekonnanimi>
    <Koostaja_x0020_ametinimetus xmlns="83275cc5-ef79-49e2-8602-d6586def6a41">kaitseväeteenistuse nõunik</Koostaja_x0020_ametinimetus>
    <Koostaja_x0020_struktuuriüksus xmlns="83275cc5-ef79-49e2-8602-d6586def6a41">Analüüsi- ja planeerimisosakond</Koostaja_x0020_struktuuriüksus>
    <Koostaja_x0020_kontakt xmlns="83275cc5-ef79-49e2-8602-d6586def6a41">Gerli.Morell@kra.ee</Koostaja_x0020_kontakt>
    <Allkirjastajaandmed xmlns="83275cc5-ef79-49e2-8602-d6586def6a41">Hanno Pevkur; minister</Allkirjastajaandmed>
    <Allkirjastaja xmlns="83275cc5-ef79-49e2-8602-d6586def6a41">Hanno Pevkur</Allkirjastaja>
    <Allkirjastaja_x0020_ees-_x0020_ja_x0020_perekonnanimi xmlns="83275cc5-ef79-49e2-8602-d6586def6a41">Hanno Pevkur</Allkirjastaja_x0020_ees-_x0020_ja_x0020_perekonnanimi>
    <Allkirjastaja_x0020_ametinimetus xmlns="83275cc5-ef79-49e2-8602-d6586def6a41">minister</Allkirjastaja_x0020_ametinimetus>
    <Allkirjastajaandmed2 xmlns="83275cc5-ef79-49e2-8602-d6586def6a41">Kaimo Kuusk; kantsler</Allkirjastajaandmed2>
    <Allkirjastaja2 xmlns="83275cc5-ef79-49e2-8602-d6586def6a41">Kaimo Kuusk</Allkirjastaja2>
    <Allkirjastajaeesjaperekonnanimi2 xmlns="83275cc5-ef79-49e2-8602-d6586def6a41">Kaimo Kuusk</Allkirjastajaeesjaperekonnanimi2>
    <Allkirjastajaametinimetus xmlns="83275cc5-ef79-49e2-8602-d6586def6a41">kantsler</Allkirjastajaametinimetus>
    <Teabekandja xmlns="83275cc5-ef79-49e2-8602-d6586def6a41">Elektrooniline</Teabekandja>
    <Saatmisviis_x0023_1 xmlns="83275cc5-ef79-49e2-8602-d6586def6a41">DHX</Saatmisviis_x0023_1>
    <Saatmisviis_x0023_2 xmlns="83275cc5-ef79-49e2-8602-d6586def6a41" xsi:nil="true"/>
    <Saatmisviis_x0023_3 xmlns="83275cc5-ef79-49e2-8602-d6586def6a41" xsi:nil="true"/>
    <Saatmisviis_x0023_4 xmlns="83275cc5-ef79-49e2-8602-d6586def6a41" xsi:nil="true"/>
    <Saatmisviis_x0023_5 xmlns="83275cc5-ef79-49e2-8602-d6586def6a41" xsi:nil="true"/>
    <Saatmisviis_x0023_6 xmlns="83275cc5-ef79-49e2-8602-d6586def6a41" xsi:nil="true"/>
    <Saatmisviis_x0023_7 xmlns="83275cc5-ef79-49e2-8602-d6586def6a41" xsi:nil="true"/>
    <Saatmisviis_x0023_8 xmlns="83275cc5-ef79-49e2-8602-d6586def6a41" xsi:nil="true"/>
    <Saatmisviis_x0023_9 xmlns="83275cc5-ef79-49e2-8602-d6586def6a41" xsi:nil="true"/>
    <Saatmisviis_x0023_10 xmlns="83275cc5-ef79-49e2-8602-d6586def6a41" xsi:nil="true"/>
    <Saatmisviis_x0023_11 xmlns="83275cc5-ef79-49e2-8602-d6586def6a41" xsi:nil="true"/>
    <Saatmisviis_x0023_12 xmlns="83275cc5-ef79-49e2-8602-d6586def6a41" xsi:nil="true"/>
    <Saatmisviis_x0023_13 xmlns="83275cc5-ef79-49e2-8602-d6586def6a41" xsi:nil="true"/>
    <Saatmisviis_x0023_14 xmlns="83275cc5-ef79-49e2-8602-d6586def6a41" xsi:nil="true"/>
    <Saatmisviis_x0023_15 xmlns="83275cc5-ef79-49e2-8602-d6586def6a41" xsi:nil="true"/>
    <Saatmisviis_x0023_16 xmlns="83275cc5-ef79-49e2-8602-d6586def6a41" xsi:nil="true"/>
    <Saatmisviis_x0023_17 xmlns="83275cc5-ef79-49e2-8602-d6586def6a41" xsi:nil="true"/>
    <Saatmisviis_x0023_18 xmlns="83275cc5-ef79-49e2-8602-d6586def6a41" xsi:nil="true"/>
    <Saatmisviis_x0023_19 xmlns="83275cc5-ef79-49e2-8602-d6586def6a41" xsi:nil="true"/>
    <Saatmisviis_x0023_20 xmlns="83275cc5-ef79-49e2-8602-d6586def6a41" xsi:nil="true"/>
    <Saatmisviis_x0023_21 xmlns="83275cc5-ef79-49e2-8602-d6586def6a41" xsi:nil="true"/>
    <Saatmisviis_x0023_22 xmlns="83275cc5-ef79-49e2-8602-d6586def6a41" xsi:nil="true"/>
    <Saatmisviis_x0023_23 xmlns="83275cc5-ef79-49e2-8602-d6586def6a41" xsi:nil="true"/>
    <Saatmisviis_x0023_24 xmlns="83275cc5-ef79-49e2-8602-d6586def6a41" xsi:nil="true"/>
    <Saatmisviis_x0023_25 xmlns="83275cc5-ef79-49e2-8602-d6586def6a41" xsi:nil="true"/>
    <Põhitegevuse_x0020_eesmärk xmlns="83275cc5-ef79-49e2-8602-d6586def6a41"/>
    <RMInheritedFields xmlns="83275cc5-ef79-49e2-8602-d6586def6a41">RMAccessRestrictionPublishingLevel</RMInheritedFields>
    <RMOrderPosition xmlns="83275cc5-ef79-49e2-8602-d6586def6a41" xsi:nil="true"/>
    <RMAccessRestrictionNotificationTime xmlns="83275cc5-ef79-49e2-8602-d6586def6a41" xsi:nil="true"/>
    <RMFileName xmlns="83275cc5-ef79-49e2-8602-d6586def6a41">Avalik_20260116_KM_1-1_26_1_Määrus</RMFileName>
    <RMPublishedDocumentUniqueId xmlns="83275cc5-ef79-49e2-8602-d6586def6a41" xsi:nil="true"/>
    <RMRevisionStatus xmlns="83275cc5-ef79-49e2-8602-d6586def6a41" xsi:nil="true"/>
    <RMRevisionNumber xmlns="83275cc5-ef79-49e2-8602-d6586def6a41" xsi:nil="true"/>
    <RMPublishedFrom xmlns="83275cc5-ef79-49e2-8602-d6586def6a41" xsi:nil="true"/>
    <RMPublishedUntil xmlns="83275cc5-ef79-49e2-8602-d6586def6a41" xsi:nil="true"/>
    <RMSigner xmlns="83275cc5-ef79-49e2-8602-d6586def6a41">Kaimo Kuusk</RMSigner>
    <RMHighestAccessRestrictionLevel xmlns="83275cc5-ef79-49e2-8602-d6586def6a41" xsi:nil="true"/>
    <Salastatud_x0020_välisteave xmlns="83275cc5-ef79-49e2-8602-d6586def6a41" xsi:nil="true"/>
    <Riik_x0020__x0028_PT_x0029_ xmlns="83275cc5-ef79-49e2-8602-d6586def6a41" xsi:nil="true"/>
    <Salastatuse_x0020_muutmise_x0020_alus xmlns="83275cc5-ef79-49e2-8602-d6586def6a41" xsi:nil="true"/>
    <Lisadepealkirjad xmlns="83275cc5-ef79-49e2-8602-d6586def6a41" xsi:nil="true"/>
    <RMMessageForRecipient xmlns="83275cc5-ef79-49e2-8602-d6586def6a41" xsi:nil="true"/>
    <RMWorkflowGroup xmlns="83275cc5-ef79-49e2-8602-d6586def6a41" xsi:nil="true"/>
    <RMDocumentExpirationDate xmlns="83275cc5-ef79-49e2-8602-d6586def6a41" xsi:nil="true"/>
    <RMNotes xmlns="83275cc5-ef79-49e2-8602-d6586def6a41">Palun edastada RT'se.</RMNotes>
    <RMShouldArchiveFilesOnRegistration xmlns="83275cc5-ef79-49e2-8602-d6586def6a41">true</RMShouldArchiveFilesOnRegistration>
    <RMStatus xmlns="83275cc5-ef79-49e2-8602-d6586def6a41">InProcess</RMStatus>
    <Koostaja_x0020_allüksus xmlns="83275cc5-ef79-49e2-8602-d6586def6a41" xsi:nil="true"/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9" ma:contentTypeVersion="1144" fp:containerId="228b4970-73de-44a4-83e2-9513be360001" fp:lcid="1061" ma:contentTypeName="Määrus">
  <xs:schema xmlns:f="83275cc5-ef79-49e2-8602-d6586def6a41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ADR_x0020_pealkiri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llkirjastajaandmed2" minOccurs="0"/>
                <xs:element ref="f:Allkirjastaja2" minOccurs="0"/>
                <xs:element ref="f:Allkirjastajaeesjaperekonnanimi2" minOccurs="0"/>
                <xs:element ref="f:Allkirjastajaametinimetus" minOccurs="0"/>
                <xs:element ref="f:Teabekandja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Põhitegevuse_x0020_eesmärk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Lisadepealkirjad" minOccurs="0"/>
                <xs:element ref="f:RMMessageForRecipient" minOccurs="0"/>
                <xs:element ref="f:RMWorkflowGroup" minOccurs="0"/>
                <xs:element ref="f:RMDocumentExpirationDate" minOccurs="0"/>
                <xs:element ref="f:RMNotes" minOccurs="0"/>
                <xs:element ref="f:RMShouldArchiveFilesOnRegistration" minOccurs="0"/>
                <xs:element ref="f:RMStatus" minOccurs="0"/>
                <xs:element ref="f:Koostaja_x0020_allüks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83275cc5-ef79-49e2-8602-d6586def6a41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/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ADR_x0020_pealkiri" ma:displayName="ADR pealkiri" ma:index="4" ma:internalName="ADR_x0020_pealkiri" nillable="true" fp:namespace="228B497073DE44A483E29513BE360001" fp:type="String">
      <xs:simpleType>
        <xs:restriction base="dms:Text">
          <xs:maxLength value="400"/>
        </xs:restriction>
      </xs:simpleType>
    </xs:element>
    <xs:element name="RMAccessRestrictionLevel" ma:displayName="Juurdepääsupiirangu tase" ma:index="5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6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7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0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1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2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3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4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5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metinimetus" ma:displayName="Koostaja ametinimetus" ma:index="16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7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8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19" ma:internalName="Allkirjastajaandmed" nillable="true" fp:namespace="228B497073DE44A483E29513BE360001" fp:type="String">
      <xs:simpleType>
        <xs:restriction base="dms:Text"/>
      </xs:simpleType>
    </xs:element>
    <xs:element name="Allkirjastaja" ma:displayName="Allkirjastaja" ma:index="20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1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2" ma:internalName="Allkirjastaja_x0020_ametinimetus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2" ma:displayName="Allkirjastaja 2 andmed" ma:index="23" ma:internalName="Allkirjastajaandmed2" nillable="true" fp:namespace="228B497073DE44A483E29513BE360001" fp:type="String">
      <xs:simpleType>
        <xs:restriction base="dms:Text"/>
      </xs:simpleType>
    </xs:element>
    <xs:element name="Allkirjastaja2" ma:displayName="Allkirjastaja 2" ma:index="24" ma:internalName="Allkirjastaja2" nillable="true" ma:readOnly="true" fp:namespace="228B497073DE44A483E29513BE360001" fp:type="String">
      <xs:simpleType>
        <xs:restriction base="dms:Text"/>
      </xs:simpleType>
    </xs:element>
    <xs:element name="Allkirjastajaeesjaperekonnanimi2" ma:displayName="Allkirjastaja ees- ja perekonnanimi" ma:index="25" ma:internalName="Allkirjastajaeesjaperekonnanimi2" fp:namespace="228B497073DE44A483E29513BE360001" fp:type="String">
      <xs:simpleType>
        <xs:restriction base="dms:Text">
          <xs:maxLength value="255"/>
        </xs:restriction>
      </xs:simpleType>
    </xs:element>
    <xs:element name="Allkirjastajaametinimetus" ma:displayName="Allkirjastaja ametinimetus" ma:index="26" ma:internalName="Allkirjastajaametinimetus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7" ma:internalName="Teabekandja" nillable="true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Saatmisviis_x0023_1" ma:displayName="Saatmisviis: 1" ma:index="28" ma:internalName="Saatmisviis_x0023_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" ma:displayName="Saatmisviis: 2" ma:index="29" ma:internalName="Saatmisviis_x0023_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3" ma:displayName="Saatmisviis: 3" ma:index="30" ma:internalName="Saatmisviis_x0023_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4" ma:displayName="Saatmisviis: 4" ma:index="31" ma:internalName="Saatmisviis_x0023_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5" ma:displayName="Saatmisviis: 5" ma:index="32" ma:internalName="Saatmisviis_x0023_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6" ma:displayName="Saatmisviis: 6" ma:index="33" ma:internalName="Saatmisviis_x0023_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7" ma:displayName="Saatmisviis: 7" ma:index="34" ma:internalName="Saatmisviis_x0023_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8" ma:displayName="Saatmisviis: 8" ma:index="35" ma:internalName="Saatmisviis_x0023_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9" ma:displayName="Saatmisviis: 9" ma:index="36" ma:internalName="Saatmisviis_x0023_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0" ma:displayName="Saatmisviis: 10" ma:index="37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1" ma:displayName="Saatmisviis: 11" ma:index="38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2" ma:displayName="Saatmisviis: 12" ma:index="39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3" ma:displayName="Saatmisviis: 13" ma:index="40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4" ma:displayName="Saatmisviis: 14" ma:index="41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5" ma:displayName="Saatmisviis: 15" ma:index="42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6" ma:displayName="Saatmisviis: 16" ma:index="43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7" ma:displayName="Saatmisviis: 17" ma:index="44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8" ma:displayName="Saatmisviis: 18" ma:index="45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9" ma:displayName="Saatmisviis: 19" ma:index="46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0" ma:displayName="Saatmisviis: 20" ma:index="47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1" ma:displayName="Saatmisviis: 21" ma:index="48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2" ma:displayName="Saatmisviis: 22" ma:index="49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3" ma:displayName="Saatmisviis: 23" ma:index="50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4" ma:displayName="Saatmisviis: 24" ma:index="51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5" ma:displayName="Saatmisviis: 25" ma:index="52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Põhitegevuse_x0020_eesmärk" ma:displayName="Põhitegevuse eesmärk" ma:index="53" ma:internalName="Põhitegevuse_x0020_eesmärk" fp:namespace="228B497073DE44A483E29513BE360001" fp:type="String">
      <xs:simpleType>
        <xs:restriction base="dms:Choice">
          <xs:enumeration value="Heidutus"/>
          <xs:enumeration value="Luure ja eelhoiatus"/>
          <xs:enumeration value="Kaitsevalmidus"/>
          <xs:enumeration value="Väeloome"/>
          <xs:enumeration value="Liitlased"/>
          <xs:enumeration value="Kaitsetahe"/>
          <xs:enumeration value="Inimvara"/>
          <xs:enumeration value="Investeeringud"/>
        </xs:restriction>
      </xs:simpleType>
    </xs:element>
    <xs:element name="RMInheritedFields" ma:displayName="Päritavad väljad" ma:index="54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5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56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57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58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59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60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61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62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63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64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65" ma:internalName="Salastatud_x0020_välisteave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66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67" ma:internalName="Salastatuse_x0020_muutmise_x0020_alus" nillable="true" fp:namespace="228B497073DE44A483E29513BE360001" fp:type="String">
      <xs:simpleType>
        <xs:restriction base="dms:Text"/>
      </xs:simpleType>
    </xs:element>
    <xs:element name="Lisadepealkirjad" ma:displayName="Lisa pealkiri" ma:index="68" ma:internalName="Lisadepealkirjad" nillable="true" fp:namespace="228B497073DE44A483E29513BE360001" fp:type="String">
      <xs:simpleType>
        <xs:restriction base="dms:Text"/>
      </xs:simpleType>
    </xs:element>
    <xs:element name="RMMessageForRecipient" ma:displayName="DHX sisuinfo" ma:index="69" ma:internalName="RMMessageForRecipient" nillable="true" ma:readOnly="true" fp:namespace="228B497073DE44A483E29513BE360001" fp:type="String">
      <xs:simpleType>
        <xs:restriction base="dms:Text"/>
      </xs:simpleType>
    </xs:element>
    <xs:element name="RMWorkflowGroup" ma:displayName="Töövoo grupp" ma:index="70" ma:internalName="RMWorkflowGroup" nillable="true" ma:readOnly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71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Notes" ma:displayName="Kommentaar" ma:index="72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73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74" ma:internalName="RMStatus" nillable="true" ma:readOnly="true" fp:namespace="228B497073DE44A483E29513BE360001" fp:type="String">
      <xs:simpleType>
        <xs:restriction base="dms:Text"/>
      </xs:simpleType>
    </xs:element>
    <xs:element name="Koostaja_x0020_allüksus" ma:displayName="Koostaja allüksus" ma:index="75" ma:internalName="Koostaja_x0020_allüksus" nillable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89361F11-2E66-45DA-BCE6-AB61A22E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BFCA4-C1BD-4D0D-9866-C3453EF90B51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83275cc5-ef79-49e2-8602-d6586def6a4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4FB5B7-85C8-4068-A22D-ECD7A998C1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25E786-D881-4155-8523-2AF7A2C97D76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83275cc5-ef79-49e2-8602-d6586def6a41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2</TotalTime>
  <Pages>1</Pages>
  <Words>165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Ajateenistusse asumise tähtajad, ajateenistusse võetavate isikute arvuline jagunemine ajateenijate väljaõppega tegelevate struktuuriüksuste vahel ning ajateenistuse kestus 2027. aastal</dc:title>
  <dc:creator>Gert Uiboaed</dc:creator>
  <cp:lastModifiedBy>Liisu Porval</cp:lastModifiedBy>
  <cp:revision>2</cp:revision>
  <cp:lastPrinted>2014-04-03T10:06:00Z</cp:lastPrinted>
  <dcterms:created xsi:type="dcterms:W3CDTF">2026-01-16T13:10:00Z</dcterms:created>
  <dcterms:modified xsi:type="dcterms:W3CDTF">2026-01-16T13:10:00Z</dcterms:modified>
</cp:coreProperties>
</file>