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6C34C2F4" w14:textId="5456B882" w:rsidR="00FE3A8D" w:rsidRPr="00FE3A8D" w:rsidRDefault="008D6664" w:rsidP="00FE3A8D">
      <w:pPr>
        <w:jc w:val="center"/>
        <w:rPr>
          <w:b/>
          <w:sz w:val="24"/>
          <w:szCs w:val="24"/>
          <w:lang w:val="en-AU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</w:t>
      </w:r>
      <w:r w:rsidR="00E460B0">
        <w:rPr>
          <w:b/>
          <w:sz w:val="24"/>
          <w:szCs w:val="24"/>
          <w:lang w:val="en-AU"/>
        </w:rPr>
        <w:t>5</w:t>
      </w:r>
      <w:r w:rsidR="00250800" w:rsidRPr="00250800">
        <w:rPr>
          <w:b/>
          <w:sz w:val="24"/>
          <w:szCs w:val="24"/>
          <w:lang w:val="en-AU"/>
        </w:rPr>
        <w:t>/</w:t>
      </w:r>
      <w:r w:rsidR="00FE3A8D">
        <w:rPr>
          <w:b/>
          <w:sz w:val="24"/>
          <w:szCs w:val="24"/>
          <w:lang w:val="en-AU"/>
        </w:rPr>
        <w:t>60</w:t>
      </w:r>
    </w:p>
    <w:p w14:paraId="5E766958" w14:textId="4B8DF1FD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E61AEE">
        <w:rPr>
          <w:sz w:val="22"/>
          <w:szCs w:val="22"/>
        </w:rPr>
        <w:t>1</w:t>
      </w:r>
      <w:r w:rsidR="00FE3A8D">
        <w:rPr>
          <w:sz w:val="22"/>
          <w:szCs w:val="22"/>
        </w:rPr>
        <w:t>5</w:t>
      </w:r>
      <w:r w:rsidR="00BD64A5" w:rsidRPr="001D4D0A">
        <w:rPr>
          <w:sz w:val="22"/>
          <w:szCs w:val="22"/>
        </w:rPr>
        <w:t>.</w:t>
      </w:r>
      <w:r w:rsidR="004F64EE">
        <w:rPr>
          <w:sz w:val="22"/>
          <w:szCs w:val="22"/>
        </w:rPr>
        <w:t>0</w:t>
      </w:r>
      <w:r w:rsidR="00E61AEE">
        <w:rPr>
          <w:sz w:val="22"/>
          <w:szCs w:val="22"/>
        </w:rPr>
        <w:t>7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4F64EE">
        <w:rPr>
          <w:sz w:val="22"/>
          <w:szCs w:val="22"/>
        </w:rPr>
        <w:t>5</w:t>
      </w:r>
    </w:p>
    <w:p w14:paraId="7FB44C53" w14:textId="73DD52D3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DF69C9">
        <w:rPr>
          <w:sz w:val="23"/>
          <w:szCs w:val="23"/>
        </w:rPr>
        <w:t>0</w:t>
      </w:r>
      <w:r w:rsidR="00E61AEE">
        <w:rPr>
          <w:sz w:val="23"/>
          <w:szCs w:val="23"/>
        </w:rPr>
        <w:t>8</w:t>
      </w:r>
      <w:r w:rsidR="000B5F08">
        <w:rPr>
          <w:sz w:val="23"/>
          <w:szCs w:val="23"/>
        </w:rPr>
        <w:t>.</w:t>
      </w:r>
      <w:r w:rsidR="004F64EE">
        <w:rPr>
          <w:sz w:val="23"/>
          <w:szCs w:val="23"/>
        </w:rPr>
        <w:t>0</w:t>
      </w:r>
      <w:r w:rsidR="00E61AEE">
        <w:rPr>
          <w:sz w:val="23"/>
          <w:szCs w:val="23"/>
        </w:rPr>
        <w:t>7</w:t>
      </w:r>
      <w:r w:rsidR="000B5F08">
        <w:rPr>
          <w:sz w:val="23"/>
          <w:szCs w:val="23"/>
        </w:rPr>
        <w:t>.202</w:t>
      </w:r>
      <w:r w:rsidR="004F64EE">
        <w:rPr>
          <w:sz w:val="23"/>
          <w:szCs w:val="23"/>
        </w:rPr>
        <w:t>5</w:t>
      </w:r>
      <w:r w:rsidR="000B5F08">
        <w:rPr>
          <w:sz w:val="23"/>
          <w:szCs w:val="23"/>
        </w:rPr>
        <w:t xml:space="preserve"> otsusega nr 1-32/</w:t>
      </w:r>
      <w:r w:rsidR="00212CAD">
        <w:rPr>
          <w:sz w:val="23"/>
          <w:szCs w:val="23"/>
        </w:rPr>
        <w:t>107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5ADCDBF4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553210" w:rsidRPr="00553210">
        <w:rPr>
          <w:b/>
          <w:bCs/>
        </w:rPr>
        <w:t xml:space="preserve">OÜ </w:t>
      </w:r>
      <w:proofErr w:type="spellStart"/>
      <w:r w:rsidR="00553210" w:rsidRPr="00553210">
        <w:rPr>
          <w:b/>
          <w:bCs/>
        </w:rPr>
        <w:t>Odako</w:t>
      </w:r>
      <w:proofErr w:type="spellEnd"/>
      <w:r w:rsidR="00553210" w:rsidRPr="00553210">
        <w:rPr>
          <w:b/>
          <w:bCs/>
        </w:rPr>
        <w:t xml:space="preserve">, </w:t>
      </w:r>
      <w:r w:rsidR="00553210" w:rsidRPr="00553210">
        <w:t xml:space="preserve">registrikood: </w:t>
      </w:r>
      <w:r w:rsidR="00553210" w:rsidRPr="00553210">
        <w:t xml:space="preserve">12137477, </w:t>
      </w:r>
      <w:r w:rsidR="00553210" w:rsidRPr="00553210">
        <w:t>keda esindab:</w:t>
      </w:r>
      <w:r w:rsidR="00553210">
        <w:rPr>
          <w:b/>
          <w:bCs/>
        </w:rPr>
        <w:t xml:space="preserve"> </w:t>
      </w:r>
      <w:r w:rsidR="00553210" w:rsidRPr="00553210">
        <w:rPr>
          <w:b/>
          <w:bCs/>
        </w:rPr>
        <w:t>Igor Sulin</w:t>
      </w:r>
      <w:r w:rsidR="0088283B" w:rsidRPr="0088283B">
        <w:rPr>
          <w:bCs/>
        </w:rPr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2806E783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2E272C" w:rsidRPr="002E272C">
        <w:rPr>
          <w:b/>
          <w:sz w:val="24"/>
        </w:rPr>
        <w:t>23425002</w:t>
      </w:r>
      <w:r w:rsidR="00010AA7">
        <w:rPr>
          <w:b/>
          <w:sz w:val="24"/>
        </w:rPr>
        <w:t>4</w:t>
      </w:r>
      <w:r w:rsidR="002E272C" w:rsidRPr="002E272C">
        <w:rPr>
          <w:b/>
          <w:sz w:val="24"/>
        </w:rPr>
        <w:t xml:space="preserve"> </w:t>
      </w:r>
      <w:r w:rsidR="0088283B">
        <w:rPr>
          <w:b/>
          <w:sz w:val="24"/>
        </w:rPr>
        <w:t>„</w:t>
      </w:r>
      <w:r w:rsidR="00010AA7" w:rsidRPr="00010AA7">
        <w:rPr>
          <w:b/>
          <w:sz w:val="24"/>
        </w:rPr>
        <w:t xml:space="preserve">Amfiib </w:t>
      </w:r>
      <w:proofErr w:type="spellStart"/>
      <w:r w:rsidR="00010AA7" w:rsidRPr="00010AA7">
        <w:rPr>
          <w:b/>
          <w:sz w:val="24"/>
        </w:rPr>
        <w:t>Tinger</w:t>
      </w:r>
      <w:proofErr w:type="spellEnd"/>
      <w:r w:rsidR="00010AA7" w:rsidRPr="00010AA7">
        <w:rPr>
          <w:b/>
          <w:sz w:val="24"/>
        </w:rPr>
        <w:t xml:space="preserve"> </w:t>
      </w:r>
      <w:proofErr w:type="spellStart"/>
      <w:r w:rsidR="00010AA7" w:rsidRPr="00010AA7">
        <w:rPr>
          <w:b/>
          <w:sz w:val="24"/>
        </w:rPr>
        <w:t>Scout</w:t>
      </w:r>
      <w:proofErr w:type="spellEnd"/>
      <w:r w:rsidR="00010AA7" w:rsidRPr="00010AA7">
        <w:rPr>
          <w:b/>
          <w:sz w:val="24"/>
        </w:rPr>
        <w:t xml:space="preserve"> 690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706B1835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7B5294">
        <w:rPr>
          <w:b/>
          <w:sz w:val="24"/>
        </w:rPr>
        <w:t>4050</w:t>
      </w:r>
      <w:r w:rsidRPr="002606BB">
        <w:rPr>
          <w:spacing w:val="-3"/>
          <w:sz w:val="22"/>
        </w:rPr>
        <w:t xml:space="preserve"> (</w:t>
      </w:r>
      <w:r w:rsidR="007B5294">
        <w:rPr>
          <w:spacing w:val="-3"/>
          <w:sz w:val="22"/>
        </w:rPr>
        <w:t>nelituhat viiskümmend</w:t>
      </w:r>
      <w:r w:rsidR="00DC1D88">
        <w:rPr>
          <w:spacing w:val="-3"/>
          <w:sz w:val="22"/>
        </w:rPr>
        <w:t xml:space="preserve"> </w:t>
      </w:r>
      <w:r w:rsidR="00AE54C5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5DF5432C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r w:rsidR="00803BB7">
        <w:rPr>
          <w:b/>
          <w:bCs/>
          <w:sz w:val="24"/>
        </w:rPr>
        <w:t>vastuvõtmine</w:t>
      </w:r>
    </w:p>
    <w:p w14:paraId="5FA8C0E7" w14:textId="66B78E56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r w:rsidR="00803BB7">
        <w:rPr>
          <w:sz w:val="24"/>
        </w:rPr>
        <w:t>võetakse</w:t>
      </w:r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77777777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14:paraId="6C8FD9C7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14:paraId="512D6E5C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805"/>
        <w:gridCol w:w="4048"/>
      </w:tblGrid>
      <w:tr w:rsidR="00E813C7" w:rsidRPr="00C27351" w14:paraId="7DDA3BA7" w14:textId="77777777" w:rsidTr="004C3A47">
        <w:tc>
          <w:tcPr>
            <w:tcW w:w="3510" w:type="dxa"/>
            <w:shd w:val="clear" w:color="auto" w:fill="auto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04A42471" w14:textId="5F81ED28" w:rsidR="00E813C7" w:rsidRPr="005109AE" w:rsidRDefault="00F20E67" w:rsidP="000B5F0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Odako</w:t>
            </w:r>
            <w:proofErr w:type="spellEnd"/>
            <w:r>
              <w:rPr>
                <w:sz w:val="24"/>
              </w:rPr>
              <w:t xml:space="preserve"> OÜ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shd w:val="clear" w:color="auto" w:fill="auto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34DB7CFA" w14:textId="695F0F69" w:rsidR="0088283B" w:rsidRPr="00EE2542" w:rsidRDefault="00F20E67" w:rsidP="000B5F08">
            <w:pPr>
              <w:rPr>
                <w:sz w:val="24"/>
              </w:rPr>
            </w:pPr>
            <w:r>
              <w:rPr>
                <w:sz w:val="24"/>
              </w:rPr>
              <w:t>T</w:t>
            </w:r>
            <w:r w:rsidRPr="00F20E67">
              <w:rPr>
                <w:sz w:val="24"/>
              </w:rPr>
              <w:t xml:space="preserve">artumaa </w:t>
            </w:r>
            <w:proofErr w:type="spellStart"/>
            <w:r w:rsidRPr="00F20E67">
              <w:rPr>
                <w:sz w:val="24"/>
              </w:rPr>
              <w:t>Kastre</w:t>
            </w:r>
            <w:proofErr w:type="spellEnd"/>
            <w:r w:rsidRPr="00F20E67">
              <w:rPr>
                <w:sz w:val="24"/>
              </w:rPr>
              <w:t xml:space="preserve"> vald 62111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shd w:val="clear" w:color="auto" w:fill="auto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54B1D894" w14:textId="3FFC753E"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2135" w14:textId="77777777" w:rsidR="007D48E2" w:rsidRDefault="007D48E2">
      <w:r>
        <w:separator/>
      </w:r>
    </w:p>
  </w:endnote>
  <w:endnote w:type="continuationSeparator" w:id="0">
    <w:p w14:paraId="5D24E80C" w14:textId="77777777" w:rsidR="007D48E2" w:rsidRDefault="007D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BE13" w14:textId="77777777" w:rsidR="007D48E2" w:rsidRDefault="007D48E2">
      <w:r>
        <w:separator/>
      </w:r>
    </w:p>
  </w:footnote>
  <w:footnote w:type="continuationSeparator" w:id="0">
    <w:p w14:paraId="1F78D0CB" w14:textId="77777777" w:rsidR="007D48E2" w:rsidRDefault="007D4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10AA7"/>
    <w:rsid w:val="00032865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0761C"/>
    <w:rsid w:val="00212CAD"/>
    <w:rsid w:val="00237A64"/>
    <w:rsid w:val="00247F68"/>
    <w:rsid w:val="00250800"/>
    <w:rsid w:val="00251ABE"/>
    <w:rsid w:val="002606BB"/>
    <w:rsid w:val="00293CB9"/>
    <w:rsid w:val="002B4529"/>
    <w:rsid w:val="002C54C3"/>
    <w:rsid w:val="002E272C"/>
    <w:rsid w:val="002F60A1"/>
    <w:rsid w:val="0033409D"/>
    <w:rsid w:val="00351900"/>
    <w:rsid w:val="003539AE"/>
    <w:rsid w:val="0035573F"/>
    <w:rsid w:val="00371E49"/>
    <w:rsid w:val="003B43DB"/>
    <w:rsid w:val="003B4CBF"/>
    <w:rsid w:val="003B6B05"/>
    <w:rsid w:val="003D16C2"/>
    <w:rsid w:val="00422DAE"/>
    <w:rsid w:val="004438BC"/>
    <w:rsid w:val="004A2781"/>
    <w:rsid w:val="004C3A47"/>
    <w:rsid w:val="004D5BB5"/>
    <w:rsid w:val="004D77B8"/>
    <w:rsid w:val="004F3D04"/>
    <w:rsid w:val="004F64EE"/>
    <w:rsid w:val="0050407D"/>
    <w:rsid w:val="005109AE"/>
    <w:rsid w:val="005155B4"/>
    <w:rsid w:val="00526EBA"/>
    <w:rsid w:val="00526FE1"/>
    <w:rsid w:val="00533F61"/>
    <w:rsid w:val="00535F1F"/>
    <w:rsid w:val="00536F9C"/>
    <w:rsid w:val="005419DD"/>
    <w:rsid w:val="00550269"/>
    <w:rsid w:val="00553210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B43D9"/>
    <w:rsid w:val="007B5294"/>
    <w:rsid w:val="007D48E2"/>
    <w:rsid w:val="007F1CEA"/>
    <w:rsid w:val="008002FB"/>
    <w:rsid w:val="00803BB7"/>
    <w:rsid w:val="008527E7"/>
    <w:rsid w:val="00864534"/>
    <w:rsid w:val="0088283B"/>
    <w:rsid w:val="008A4247"/>
    <w:rsid w:val="008D4E4C"/>
    <w:rsid w:val="008D6664"/>
    <w:rsid w:val="008F4D3A"/>
    <w:rsid w:val="00904D49"/>
    <w:rsid w:val="00906497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C32C5"/>
    <w:rsid w:val="009C3E78"/>
    <w:rsid w:val="009D41C4"/>
    <w:rsid w:val="009D5B06"/>
    <w:rsid w:val="009E2D81"/>
    <w:rsid w:val="00A20537"/>
    <w:rsid w:val="00A51E5B"/>
    <w:rsid w:val="00A579AE"/>
    <w:rsid w:val="00AA51AD"/>
    <w:rsid w:val="00AB5881"/>
    <w:rsid w:val="00AB6E7D"/>
    <w:rsid w:val="00AC1BF1"/>
    <w:rsid w:val="00AD08A6"/>
    <w:rsid w:val="00AD4B5C"/>
    <w:rsid w:val="00AE54C5"/>
    <w:rsid w:val="00AF316B"/>
    <w:rsid w:val="00AF79F7"/>
    <w:rsid w:val="00B05740"/>
    <w:rsid w:val="00B137E7"/>
    <w:rsid w:val="00B17ABD"/>
    <w:rsid w:val="00B44E6A"/>
    <w:rsid w:val="00B62999"/>
    <w:rsid w:val="00B66024"/>
    <w:rsid w:val="00B8592A"/>
    <w:rsid w:val="00BD64A5"/>
    <w:rsid w:val="00BE0C9E"/>
    <w:rsid w:val="00BE3B75"/>
    <w:rsid w:val="00BF0B44"/>
    <w:rsid w:val="00C02AD9"/>
    <w:rsid w:val="00C11FBC"/>
    <w:rsid w:val="00C17FB9"/>
    <w:rsid w:val="00C419E3"/>
    <w:rsid w:val="00C61448"/>
    <w:rsid w:val="00C82A3E"/>
    <w:rsid w:val="00C860AA"/>
    <w:rsid w:val="00CC181C"/>
    <w:rsid w:val="00CD3B33"/>
    <w:rsid w:val="00CF3433"/>
    <w:rsid w:val="00CF348E"/>
    <w:rsid w:val="00CF5F34"/>
    <w:rsid w:val="00D21FF2"/>
    <w:rsid w:val="00D27F4A"/>
    <w:rsid w:val="00D37053"/>
    <w:rsid w:val="00D4542E"/>
    <w:rsid w:val="00D4578A"/>
    <w:rsid w:val="00D774C2"/>
    <w:rsid w:val="00DC1D88"/>
    <w:rsid w:val="00DD4869"/>
    <w:rsid w:val="00DD49BD"/>
    <w:rsid w:val="00DD685F"/>
    <w:rsid w:val="00DD7D73"/>
    <w:rsid w:val="00DF69C9"/>
    <w:rsid w:val="00E10951"/>
    <w:rsid w:val="00E42738"/>
    <w:rsid w:val="00E438BC"/>
    <w:rsid w:val="00E460B0"/>
    <w:rsid w:val="00E61AEE"/>
    <w:rsid w:val="00E813C7"/>
    <w:rsid w:val="00EA1135"/>
    <w:rsid w:val="00EA52AD"/>
    <w:rsid w:val="00EB00C8"/>
    <w:rsid w:val="00EC11B9"/>
    <w:rsid w:val="00EE2052"/>
    <w:rsid w:val="00EE2542"/>
    <w:rsid w:val="00EE3C7E"/>
    <w:rsid w:val="00EF462B"/>
    <w:rsid w:val="00F14C5A"/>
    <w:rsid w:val="00F20E67"/>
    <w:rsid w:val="00F77D73"/>
    <w:rsid w:val="00F8202B"/>
    <w:rsid w:val="00F83F5D"/>
    <w:rsid w:val="00F86A11"/>
    <w:rsid w:val="00FA54FB"/>
    <w:rsid w:val="00FC2064"/>
    <w:rsid w:val="00FD05B2"/>
    <w:rsid w:val="00FE3A8D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0</TotalTime>
  <Pages>2</Pages>
  <Words>417</Words>
  <Characters>2421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2</cp:revision>
  <cp:lastPrinted>2014-10-20T07:00:00Z</cp:lastPrinted>
  <dcterms:created xsi:type="dcterms:W3CDTF">2025-07-15T09:37:00Z</dcterms:created>
  <dcterms:modified xsi:type="dcterms:W3CDTF">2025-07-15T09:37:00Z</dcterms:modified>
</cp:coreProperties>
</file>