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D555F1">
          <w:head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851" w:bottom="1134" w:left="1134" w:header="283" w:footer="680" w:gutter="0"/>
          <w:cols w:space="708"/>
          <w:titlePg/>
          <w:docGrid w:linePitch="326"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E532EC2" w14:textId="77777777" w:rsidR="007060E9" w:rsidRDefault="007060E9" w:rsidP="00C82045">
      <w:pPr>
        <w:jc w:val="center"/>
        <w:rPr>
          <w:b/>
          <w:bCs/>
          <w:sz w:val="20"/>
        </w:rPr>
      </w:pPr>
    </w:p>
    <w:p w14:paraId="6EFC370A" w14:textId="77777777" w:rsidR="007060E9" w:rsidRDefault="007060E9" w:rsidP="00C82045">
      <w:pPr>
        <w:jc w:val="center"/>
        <w:rPr>
          <w:b/>
          <w:bCs/>
          <w:sz w:val="20"/>
        </w:rPr>
      </w:pPr>
    </w:p>
    <w:p w14:paraId="6CAC04A4" w14:textId="05A21C11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864E12">
        <w:rPr>
          <w:b/>
          <w:bCs/>
          <w:sz w:val="20"/>
        </w:rPr>
        <w:t>202</w:t>
      </w:r>
      <w:r w:rsidR="0038539D">
        <w:rPr>
          <w:b/>
          <w:bCs/>
          <w:sz w:val="20"/>
        </w:rPr>
        <w:t>5</w:t>
      </w:r>
      <w:r w:rsidR="00864E12">
        <w:rPr>
          <w:b/>
          <w:bCs/>
          <w:sz w:val="20"/>
        </w:rPr>
        <w:t>/</w:t>
      </w:r>
      <w:r w:rsidR="00301528">
        <w:rPr>
          <w:b/>
          <w:bCs/>
          <w:sz w:val="20"/>
        </w:rPr>
        <w:t>24</w:t>
      </w:r>
      <w:r w:rsidR="00C11129">
        <w:rPr>
          <w:b/>
          <w:bCs/>
          <w:sz w:val="20"/>
        </w:rPr>
        <w:t>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2A50C892" w14:textId="77777777" w:rsidR="007060E9" w:rsidRDefault="007060E9" w:rsidP="00566DA4">
      <w:pPr>
        <w:rPr>
          <w:b/>
          <w:sz w:val="20"/>
        </w:rPr>
      </w:pPr>
      <w:bookmarkStart w:id="0" w:name="OLE_LINK1"/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p w14:paraId="02CBA893" w14:textId="5FE71CF6" w:rsidR="007060E9" w:rsidRPr="008D7801" w:rsidRDefault="007060E9" w:rsidP="007060E9">
      <w:pPr>
        <w:ind w:left="5440" w:firstLine="680"/>
        <w:rPr>
          <w:sz w:val="20"/>
        </w:rPr>
      </w:pPr>
      <w:r w:rsidRPr="007923CF">
        <w:rPr>
          <w:b/>
          <w:sz w:val="20"/>
        </w:rPr>
        <w:t xml:space="preserve">           </w:t>
      </w:r>
      <w:r w:rsidRPr="008D7801">
        <w:rPr>
          <w:sz w:val="20"/>
        </w:rPr>
        <w:t>(hiliseima digitaalallkirja kuupäev)</w:t>
      </w:r>
    </w:p>
    <w:p w14:paraId="01295C81" w14:textId="77777777" w:rsidR="007060E9" w:rsidRDefault="007060E9" w:rsidP="00566DA4">
      <w:pPr>
        <w:rPr>
          <w:b/>
          <w:sz w:val="20"/>
        </w:rPr>
      </w:pPr>
    </w:p>
    <w:bookmarkEnd w:id="0"/>
    <w:p w14:paraId="12900374" w14:textId="77777777" w:rsidR="008E2BF9" w:rsidRPr="008E2BF9" w:rsidRDefault="008E2BF9" w:rsidP="008E2BF9">
      <w:pPr>
        <w:rPr>
          <w:b/>
          <w:sz w:val="20"/>
        </w:rPr>
      </w:pPr>
      <w:r w:rsidRPr="008E2BF9">
        <w:rPr>
          <w:b/>
          <w:sz w:val="20"/>
        </w:rPr>
        <w:t xml:space="preserve">Müüja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969"/>
        <w:gridCol w:w="3373"/>
      </w:tblGrid>
      <w:tr w:rsidR="008E2BF9" w:rsidRPr="008E2BF9" w14:paraId="0EACAE21" w14:textId="77777777" w:rsidTr="006120CB">
        <w:tc>
          <w:tcPr>
            <w:tcW w:w="2581" w:type="dxa"/>
          </w:tcPr>
          <w:p w14:paraId="39E131B6" w14:textId="77777777" w:rsidR="008E2BF9" w:rsidRPr="008E2BF9" w:rsidRDefault="008E2BF9" w:rsidP="008E2BF9">
            <w:pPr>
              <w:rPr>
                <w:b/>
                <w:bCs/>
                <w:sz w:val="20"/>
              </w:rPr>
            </w:pPr>
            <w:r w:rsidRPr="008E2BF9">
              <w:rPr>
                <w:b/>
                <w:bCs/>
                <w:sz w:val="20"/>
              </w:rPr>
              <w:t xml:space="preserve">Riigimetsa Majandamise Keskus (RMK) </w:t>
            </w:r>
          </w:p>
        </w:tc>
        <w:tc>
          <w:tcPr>
            <w:tcW w:w="3969" w:type="dxa"/>
          </w:tcPr>
          <w:p w14:paraId="0F3CF248" w14:textId="77777777" w:rsidR="008E2BF9" w:rsidRPr="008E2BF9" w:rsidRDefault="008E2BF9" w:rsidP="008E2BF9">
            <w:pPr>
              <w:rPr>
                <w:sz w:val="20"/>
              </w:rPr>
            </w:pPr>
            <w:r w:rsidRPr="008E2BF9">
              <w:rPr>
                <w:sz w:val="20"/>
              </w:rPr>
              <w:t>Registrikood 70004459</w:t>
            </w:r>
          </w:p>
          <w:p w14:paraId="30275B7F" w14:textId="77777777" w:rsidR="008E2BF9" w:rsidRPr="008E2BF9" w:rsidRDefault="008E2BF9" w:rsidP="008E2BF9">
            <w:pPr>
              <w:rPr>
                <w:sz w:val="20"/>
              </w:rPr>
            </w:pPr>
            <w:r w:rsidRPr="008E2BF9">
              <w:rPr>
                <w:sz w:val="20"/>
              </w:rPr>
              <w:t>Mõisa/3, Sagadi küla, Haljala vald</w:t>
            </w:r>
          </w:p>
          <w:p w14:paraId="70EDD879" w14:textId="77777777" w:rsidR="008E2BF9" w:rsidRPr="008E2BF9" w:rsidRDefault="008E2BF9" w:rsidP="008E2BF9">
            <w:pPr>
              <w:rPr>
                <w:sz w:val="20"/>
              </w:rPr>
            </w:pPr>
            <w:r w:rsidRPr="008E2BF9">
              <w:rPr>
                <w:sz w:val="20"/>
              </w:rPr>
              <w:t>45403 Lääne-Viru maakond</w:t>
            </w:r>
          </w:p>
        </w:tc>
        <w:tc>
          <w:tcPr>
            <w:tcW w:w="3373" w:type="dxa"/>
          </w:tcPr>
          <w:p w14:paraId="6F9682C7" w14:textId="77777777" w:rsidR="008E2BF9" w:rsidRPr="008E2BF9" w:rsidRDefault="008E2BF9" w:rsidP="008E2BF9">
            <w:pPr>
              <w:rPr>
                <w:sz w:val="20"/>
              </w:rPr>
            </w:pPr>
            <w:r w:rsidRPr="008E2BF9">
              <w:rPr>
                <w:sz w:val="20"/>
              </w:rPr>
              <w:t>Tel 676 7500</w:t>
            </w:r>
          </w:p>
          <w:p w14:paraId="7C2410FD" w14:textId="77777777" w:rsidR="008E2BF9" w:rsidRPr="008E2BF9" w:rsidRDefault="008E2BF9" w:rsidP="008E2BF9">
            <w:pPr>
              <w:rPr>
                <w:sz w:val="20"/>
              </w:rPr>
            </w:pPr>
            <w:hyperlink r:id="rId14" w:history="1">
              <w:r w:rsidRPr="008E2BF9">
                <w:rPr>
                  <w:color w:val="0000FF"/>
                  <w:sz w:val="20"/>
                  <w:u w:val="single"/>
                </w:rPr>
                <w:t>www.rmk.ee</w:t>
              </w:r>
            </w:hyperlink>
            <w:r w:rsidRPr="008E2BF9">
              <w:rPr>
                <w:sz w:val="20"/>
              </w:rPr>
              <w:t xml:space="preserve"> </w:t>
            </w:r>
          </w:p>
        </w:tc>
      </w:tr>
      <w:tr w:rsidR="008E2BF9" w:rsidRPr="008E2BF9" w14:paraId="1A67EF47" w14:textId="77777777" w:rsidTr="006120CB">
        <w:tc>
          <w:tcPr>
            <w:tcW w:w="2581" w:type="dxa"/>
          </w:tcPr>
          <w:p w14:paraId="11A0D0FA" w14:textId="77777777" w:rsidR="008E2BF9" w:rsidRPr="008E2BF9" w:rsidRDefault="008E2BF9" w:rsidP="008E2BF9">
            <w:pPr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>Esindaja</w:t>
            </w:r>
          </w:p>
        </w:tc>
        <w:tc>
          <w:tcPr>
            <w:tcW w:w="3969" w:type="dxa"/>
          </w:tcPr>
          <w:p w14:paraId="316ECF9E" w14:textId="67AE43DD" w:rsidR="008E2BF9" w:rsidRPr="008E2BF9" w:rsidRDefault="008E2BF9" w:rsidP="0038539D">
            <w:pPr>
              <w:jc w:val="left"/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 xml:space="preserve">Puiduturustusosakonna </w:t>
            </w:r>
            <w:r w:rsidR="002F20A6">
              <w:rPr>
                <w:bCs/>
                <w:sz w:val="20"/>
              </w:rPr>
              <w:t xml:space="preserve">turustuse </w:t>
            </w:r>
            <w:r w:rsidRPr="008E2BF9">
              <w:rPr>
                <w:bCs/>
                <w:sz w:val="20"/>
              </w:rPr>
              <w:t xml:space="preserve">peaspetsialist Urmas Treial </w:t>
            </w:r>
          </w:p>
        </w:tc>
        <w:tc>
          <w:tcPr>
            <w:tcW w:w="3373" w:type="dxa"/>
          </w:tcPr>
          <w:p w14:paraId="031FA08B" w14:textId="77777777" w:rsidR="008E2BF9" w:rsidRPr="008E2BF9" w:rsidRDefault="008E2BF9" w:rsidP="008E2BF9">
            <w:pPr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>Tel 503 3396</w:t>
            </w:r>
          </w:p>
          <w:p w14:paraId="6F5E9430" w14:textId="77777777" w:rsidR="008E2BF9" w:rsidRPr="008E2BF9" w:rsidRDefault="008E2BF9" w:rsidP="008E2BF9">
            <w:pPr>
              <w:rPr>
                <w:b/>
                <w:bCs/>
                <w:sz w:val="20"/>
              </w:rPr>
            </w:pPr>
            <w:r w:rsidRPr="008E2BF9">
              <w:rPr>
                <w:color w:val="0000FF"/>
                <w:sz w:val="20"/>
                <w:u w:val="single"/>
              </w:rPr>
              <w:t>urmas.treial@rmk.ee</w:t>
            </w:r>
          </w:p>
        </w:tc>
      </w:tr>
      <w:tr w:rsidR="008E2BF9" w:rsidRPr="008E2BF9" w14:paraId="313EAE1A" w14:textId="77777777" w:rsidTr="006120CB">
        <w:trPr>
          <w:cantSplit/>
        </w:trPr>
        <w:tc>
          <w:tcPr>
            <w:tcW w:w="9923" w:type="dxa"/>
            <w:gridSpan w:val="3"/>
          </w:tcPr>
          <w:p w14:paraId="20532853" w14:textId="3932BF88" w:rsidR="008E2BF9" w:rsidRPr="008E2BF9" w:rsidRDefault="008E2BF9" w:rsidP="008E2BF9">
            <w:pPr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 xml:space="preserve">Esindusõigus tuleneb (volitamise alus): </w:t>
            </w:r>
            <w:r w:rsidR="00E93AC9" w:rsidRPr="00E93AC9">
              <w:rPr>
                <w:bCs/>
                <w:sz w:val="20"/>
              </w:rPr>
              <w:t>RMK juhatuse liikme 1</w:t>
            </w:r>
            <w:r w:rsidR="0038539D">
              <w:rPr>
                <w:bCs/>
                <w:sz w:val="20"/>
              </w:rPr>
              <w:t>6</w:t>
            </w:r>
            <w:r w:rsidR="00E93AC9" w:rsidRPr="00E93AC9">
              <w:rPr>
                <w:bCs/>
                <w:sz w:val="20"/>
              </w:rPr>
              <w:t xml:space="preserve">. </w:t>
            </w:r>
            <w:r w:rsidR="0038539D">
              <w:rPr>
                <w:bCs/>
                <w:sz w:val="20"/>
              </w:rPr>
              <w:t>jaanuari</w:t>
            </w:r>
            <w:r w:rsidR="00E93AC9" w:rsidRPr="00E93AC9">
              <w:rPr>
                <w:bCs/>
                <w:sz w:val="20"/>
              </w:rPr>
              <w:t xml:space="preserve"> 202</w:t>
            </w:r>
            <w:r w:rsidR="0038539D">
              <w:rPr>
                <w:bCs/>
                <w:sz w:val="20"/>
              </w:rPr>
              <w:t>5</w:t>
            </w:r>
            <w:r w:rsidR="00E93AC9" w:rsidRPr="00E93AC9">
              <w:rPr>
                <w:bCs/>
                <w:sz w:val="20"/>
              </w:rPr>
              <w:t xml:space="preserve"> käskkiri 1-5/</w:t>
            </w:r>
            <w:r w:rsidR="0038539D">
              <w:rPr>
                <w:bCs/>
                <w:sz w:val="20"/>
              </w:rPr>
              <w:t>7</w:t>
            </w:r>
          </w:p>
        </w:tc>
      </w:tr>
    </w:tbl>
    <w:p w14:paraId="2DF1D1AD" w14:textId="77777777" w:rsidR="008E2BF9" w:rsidRPr="008E2BF9" w:rsidRDefault="008E2BF9" w:rsidP="008E2BF9">
      <w:pPr>
        <w:keepNext/>
        <w:outlineLvl w:val="0"/>
        <w:rPr>
          <w:b/>
          <w:bCs/>
          <w:sz w:val="20"/>
        </w:rPr>
      </w:pPr>
      <w:r w:rsidRPr="008E2BF9">
        <w:rPr>
          <w:b/>
          <w:bCs/>
          <w:sz w:val="20"/>
        </w:rPr>
        <w:t>Ostja andmed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856"/>
        <w:gridCol w:w="3373"/>
      </w:tblGrid>
      <w:tr w:rsidR="008E2BF9" w:rsidRPr="008E2BF9" w14:paraId="18780794" w14:textId="77777777" w:rsidTr="006120CB">
        <w:tc>
          <w:tcPr>
            <w:tcW w:w="2694" w:type="dxa"/>
          </w:tcPr>
          <w:p w14:paraId="3105B470" w14:textId="77777777" w:rsidR="008E2BF9" w:rsidRPr="008E2BF9" w:rsidRDefault="008E2BF9" w:rsidP="008E2BF9">
            <w:pPr>
              <w:keepNext/>
              <w:outlineLvl w:val="0"/>
              <w:rPr>
                <w:b/>
                <w:bCs/>
                <w:sz w:val="20"/>
              </w:rPr>
            </w:pPr>
            <w:r w:rsidRPr="008E2BF9">
              <w:rPr>
                <w:b/>
                <w:bCs/>
                <w:sz w:val="20"/>
              </w:rPr>
              <w:t>HMPK OÜ</w:t>
            </w:r>
          </w:p>
          <w:p w14:paraId="42E7F751" w14:textId="77777777" w:rsidR="008E2BF9" w:rsidRPr="008E2BF9" w:rsidRDefault="008E2BF9" w:rsidP="008E2BF9">
            <w:pPr>
              <w:keepNext/>
              <w:outlineLvl w:val="0"/>
              <w:rPr>
                <w:bCs/>
                <w:sz w:val="20"/>
              </w:rPr>
            </w:pPr>
          </w:p>
        </w:tc>
        <w:tc>
          <w:tcPr>
            <w:tcW w:w="3856" w:type="dxa"/>
          </w:tcPr>
          <w:p w14:paraId="5807B4F8" w14:textId="77777777" w:rsidR="008E2BF9" w:rsidRPr="008E2BF9" w:rsidRDefault="008E2BF9" w:rsidP="008E2BF9">
            <w:pPr>
              <w:keepNext/>
              <w:outlineLvl w:val="0"/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 xml:space="preserve">Registrikood 10348945 </w:t>
            </w:r>
          </w:p>
          <w:p w14:paraId="01903B14" w14:textId="58C15717" w:rsidR="008E2BF9" w:rsidRPr="008E2BF9" w:rsidRDefault="008E2BF9" w:rsidP="00D25D8F">
            <w:pPr>
              <w:keepNext/>
              <w:outlineLvl w:val="0"/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>Lubjaahju 3, Kärdla 92411 Hiiumaa</w:t>
            </w:r>
          </w:p>
        </w:tc>
        <w:tc>
          <w:tcPr>
            <w:tcW w:w="3373" w:type="dxa"/>
          </w:tcPr>
          <w:p w14:paraId="15372C02" w14:textId="77777777" w:rsidR="008E2BF9" w:rsidRPr="008E2BF9" w:rsidRDefault="008E2BF9" w:rsidP="008E2BF9">
            <w:pPr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>Tel 463 1522</w:t>
            </w:r>
          </w:p>
          <w:p w14:paraId="00A015FC" w14:textId="77777777" w:rsidR="008E2BF9" w:rsidRPr="008E2BF9" w:rsidRDefault="008E2BF9" w:rsidP="008E2BF9">
            <w:pPr>
              <w:rPr>
                <w:bCs/>
                <w:color w:val="0000FF"/>
                <w:sz w:val="20"/>
                <w:u w:val="single"/>
              </w:rPr>
            </w:pPr>
            <w:hyperlink r:id="rId15" w:history="1">
              <w:r w:rsidRPr="008E2BF9">
                <w:rPr>
                  <w:color w:val="0000FF"/>
                  <w:sz w:val="20"/>
                  <w:u w:val="single"/>
                </w:rPr>
                <w:t>info@hmpk.ee</w:t>
              </w:r>
            </w:hyperlink>
          </w:p>
        </w:tc>
      </w:tr>
      <w:tr w:rsidR="008E2BF9" w:rsidRPr="008E2BF9" w14:paraId="5756A211" w14:textId="77777777" w:rsidTr="006120CB">
        <w:tc>
          <w:tcPr>
            <w:tcW w:w="2694" w:type="dxa"/>
          </w:tcPr>
          <w:p w14:paraId="4FC77C3D" w14:textId="77777777" w:rsidR="008E2BF9" w:rsidRPr="008E2BF9" w:rsidRDefault="008E2BF9" w:rsidP="008E2BF9">
            <w:pPr>
              <w:keepNext/>
              <w:outlineLvl w:val="0"/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>Esindaja</w:t>
            </w:r>
          </w:p>
        </w:tc>
        <w:tc>
          <w:tcPr>
            <w:tcW w:w="3856" w:type="dxa"/>
          </w:tcPr>
          <w:p w14:paraId="32F61816" w14:textId="77777777" w:rsidR="008E2BF9" w:rsidRPr="008E2BF9" w:rsidRDefault="008E2BF9" w:rsidP="008E2BF9">
            <w:pPr>
              <w:keepNext/>
              <w:outlineLvl w:val="0"/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 xml:space="preserve">Juhataja Andrus Ilumets </w:t>
            </w:r>
          </w:p>
          <w:p w14:paraId="2606DB5C" w14:textId="1FACFD1A" w:rsidR="008E2BF9" w:rsidRPr="008E2BF9" w:rsidRDefault="008E2BF9" w:rsidP="008E2BF9">
            <w:pPr>
              <w:keepNext/>
              <w:outlineLvl w:val="0"/>
              <w:rPr>
                <w:bCs/>
                <w:sz w:val="20"/>
              </w:rPr>
            </w:pPr>
          </w:p>
        </w:tc>
        <w:tc>
          <w:tcPr>
            <w:tcW w:w="3373" w:type="dxa"/>
          </w:tcPr>
          <w:p w14:paraId="701A2A51" w14:textId="77777777" w:rsidR="008E2BF9" w:rsidRPr="008E2BF9" w:rsidRDefault="008E2BF9" w:rsidP="008E2BF9">
            <w:pPr>
              <w:keepNext/>
              <w:outlineLvl w:val="0"/>
              <w:rPr>
                <w:sz w:val="20"/>
              </w:rPr>
            </w:pPr>
            <w:r w:rsidRPr="008E2BF9">
              <w:rPr>
                <w:sz w:val="20"/>
              </w:rPr>
              <w:t>Tel 5648 8606</w:t>
            </w:r>
          </w:p>
          <w:p w14:paraId="36D653B9" w14:textId="77777777" w:rsidR="008E2BF9" w:rsidRPr="008E2BF9" w:rsidRDefault="008E2BF9" w:rsidP="008E2BF9">
            <w:pPr>
              <w:keepNext/>
              <w:outlineLvl w:val="0"/>
              <w:rPr>
                <w:color w:val="0000FF"/>
                <w:sz w:val="20"/>
                <w:u w:val="single"/>
              </w:rPr>
            </w:pPr>
            <w:hyperlink r:id="rId16" w:history="1">
              <w:r w:rsidRPr="008E2BF9">
                <w:rPr>
                  <w:color w:val="0000FF"/>
                  <w:sz w:val="20"/>
                  <w:u w:val="single"/>
                </w:rPr>
                <w:t>andrus@hmpk.ee</w:t>
              </w:r>
            </w:hyperlink>
            <w:r w:rsidRPr="008E2BF9">
              <w:rPr>
                <w:sz w:val="20"/>
              </w:rPr>
              <w:t xml:space="preserve"> </w:t>
            </w:r>
            <w:hyperlink r:id="rId17" w:history="1"/>
            <w:r w:rsidRPr="008E2BF9">
              <w:rPr>
                <w:color w:val="0000FF"/>
                <w:sz w:val="20"/>
                <w:u w:val="single"/>
              </w:rPr>
              <w:t xml:space="preserve">  </w:t>
            </w:r>
          </w:p>
        </w:tc>
      </w:tr>
      <w:tr w:rsidR="008E2BF9" w:rsidRPr="008E2BF9" w14:paraId="23371F49" w14:textId="77777777" w:rsidTr="006120CB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3"/>
          </w:tcPr>
          <w:p w14:paraId="3194596B" w14:textId="77777777" w:rsidR="008E2BF9" w:rsidRPr="008E2BF9" w:rsidRDefault="008E2BF9" w:rsidP="008E2BF9">
            <w:pPr>
              <w:keepNext/>
              <w:outlineLvl w:val="0"/>
              <w:rPr>
                <w:bCs/>
                <w:sz w:val="20"/>
              </w:rPr>
            </w:pPr>
            <w:r w:rsidRPr="008E2BF9">
              <w:rPr>
                <w:bCs/>
                <w:sz w:val="20"/>
              </w:rPr>
              <w:t>Esindusõigus tuleneb (volitamise alus): ettevõtte põhikiri</w:t>
            </w:r>
          </w:p>
        </w:tc>
      </w:tr>
    </w:tbl>
    <w:p w14:paraId="4F61ACFF" w14:textId="77777777" w:rsidR="005253F3" w:rsidRPr="00D31DBC" w:rsidRDefault="005253F3">
      <w:pPr>
        <w:rPr>
          <w:b/>
          <w:sz w:val="20"/>
        </w:rPr>
      </w:pPr>
    </w:p>
    <w:p w14:paraId="713699BC" w14:textId="77777777" w:rsidR="005253F3" w:rsidRPr="00D31DBC" w:rsidRDefault="00D4333E" w:rsidP="00A9731F">
      <w:pPr>
        <w:pStyle w:val="Pealkiri11"/>
        <w:rPr>
          <w:b/>
          <w:sz w:val="20"/>
        </w:rPr>
      </w:pPr>
      <w:r w:rsidRPr="00D31DBC">
        <w:rPr>
          <w:b/>
          <w:sz w:val="20"/>
        </w:rPr>
        <w:t>Metsamaterjal</w:t>
      </w:r>
      <w:r w:rsidR="005253F3" w:rsidRPr="00D31DBC">
        <w:rPr>
          <w:b/>
          <w:sz w:val="20"/>
        </w:rPr>
        <w:t xml:space="preserve">i müügilepingu tüüp, müüdav </w:t>
      </w:r>
      <w:r w:rsidRPr="00D31DBC">
        <w:rPr>
          <w:b/>
          <w:sz w:val="20"/>
        </w:rPr>
        <w:t>metsamaterjal</w:t>
      </w:r>
      <w:r w:rsidR="005253F3" w:rsidRPr="00D31DBC">
        <w:rPr>
          <w:b/>
          <w:sz w:val="20"/>
        </w:rPr>
        <w:t xml:space="preserve"> ja hind</w:t>
      </w:r>
    </w:p>
    <w:p w14:paraId="56B4BF1A" w14:textId="77777777" w:rsidR="005253F3" w:rsidRPr="00D31DBC" w:rsidRDefault="00D4333E" w:rsidP="00A9731F">
      <w:pPr>
        <w:pStyle w:val="Pealkiri21"/>
        <w:rPr>
          <w:sz w:val="20"/>
        </w:rPr>
      </w:pPr>
      <w:r w:rsidRPr="00D31DBC">
        <w:rPr>
          <w:sz w:val="20"/>
        </w:rPr>
        <w:t>Müüja</w:t>
      </w:r>
      <w:r w:rsidR="005253F3" w:rsidRPr="00D31DBC">
        <w:rPr>
          <w:sz w:val="20"/>
        </w:rPr>
        <w:t xml:space="preserve"> müüb ja </w:t>
      </w:r>
      <w:r w:rsidRPr="00D31DBC">
        <w:rPr>
          <w:sz w:val="20"/>
        </w:rPr>
        <w:t>ostja</w:t>
      </w:r>
      <w:r w:rsidR="005253F3" w:rsidRPr="00D31DBC">
        <w:rPr>
          <w:sz w:val="20"/>
        </w:rPr>
        <w:t xml:space="preserve"> ostab riigimetsas raiutud </w:t>
      </w:r>
      <w:r w:rsidRPr="00D31DBC">
        <w:rPr>
          <w:sz w:val="20"/>
        </w:rPr>
        <w:t>metsamaterjal</w:t>
      </w:r>
      <w:r w:rsidR="005253F3" w:rsidRPr="00D31DBC">
        <w:rPr>
          <w:sz w:val="20"/>
        </w:rPr>
        <w:t>i, mille kogus, sortiment, asukoht, hind ja kvaliteet on sätestatud alljärgnevalt: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243"/>
        <w:gridCol w:w="3260"/>
      </w:tblGrid>
      <w:tr w:rsidR="005253F3" w:rsidRPr="00D31DBC" w14:paraId="42F7EC69" w14:textId="77777777" w:rsidTr="000133A4">
        <w:trPr>
          <w:trHeight w:val="281"/>
        </w:trPr>
        <w:tc>
          <w:tcPr>
            <w:tcW w:w="3307" w:type="dxa"/>
          </w:tcPr>
          <w:p w14:paraId="6F142162" w14:textId="77777777" w:rsidR="005253F3" w:rsidRPr="00D31DBC" w:rsidRDefault="005253F3">
            <w:pPr>
              <w:rPr>
                <w:sz w:val="20"/>
              </w:rPr>
            </w:pPr>
            <w:r w:rsidRPr="00D31DBC">
              <w:rPr>
                <w:sz w:val="20"/>
              </w:rPr>
              <w:t>Sortiment, kogus ja asukoht:</w:t>
            </w:r>
          </w:p>
        </w:tc>
        <w:tc>
          <w:tcPr>
            <w:tcW w:w="3243" w:type="dxa"/>
          </w:tcPr>
          <w:p w14:paraId="72519DBE" w14:textId="77777777" w:rsidR="005253F3" w:rsidRPr="00D31DBC" w:rsidRDefault="005253F3">
            <w:pPr>
              <w:rPr>
                <w:sz w:val="20"/>
              </w:rPr>
            </w:pPr>
            <w:r w:rsidRPr="00D31DBC">
              <w:rPr>
                <w:sz w:val="20"/>
              </w:rPr>
              <w:t>Kvaliteet:</w:t>
            </w:r>
          </w:p>
        </w:tc>
        <w:tc>
          <w:tcPr>
            <w:tcW w:w="3260" w:type="dxa"/>
          </w:tcPr>
          <w:p w14:paraId="401D66A7" w14:textId="77777777" w:rsidR="005253F3" w:rsidRPr="00D31DBC" w:rsidRDefault="005253F3">
            <w:pPr>
              <w:rPr>
                <w:sz w:val="20"/>
              </w:rPr>
            </w:pPr>
            <w:r w:rsidRPr="00D31DBC">
              <w:rPr>
                <w:sz w:val="20"/>
              </w:rPr>
              <w:t>Hind:</w:t>
            </w:r>
          </w:p>
        </w:tc>
      </w:tr>
      <w:tr w:rsidR="005253F3" w:rsidRPr="001611B4" w14:paraId="155CC680" w14:textId="77777777" w:rsidTr="000133A4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243" w:type="dxa"/>
          </w:tcPr>
          <w:p w14:paraId="62DF3601" w14:textId="77777777" w:rsidR="005253F3" w:rsidRPr="001611B4" w:rsidRDefault="005253F3" w:rsidP="00BE488B">
            <w:pPr>
              <w:jc w:val="left"/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260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3B7DACEF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 xml:space="preserve">Käesolev leping on sõlmitud Vabariigi Valitsuse 4. jaanuari 2007. a määruse nr 1 § </w:t>
      </w:r>
      <w:r w:rsidR="00D25D8F">
        <w:rPr>
          <w:sz w:val="20"/>
        </w:rPr>
        <w:t>7</w:t>
      </w:r>
      <w:r w:rsidRPr="001611B4">
        <w:rPr>
          <w:sz w:val="20"/>
        </w:rPr>
        <w:t xml:space="preserve"> kohaselt läbiviidud </w:t>
      </w:r>
      <w:r w:rsidR="00930FA0" w:rsidRPr="001611B4">
        <w:rPr>
          <w:sz w:val="20"/>
        </w:rPr>
        <w:t xml:space="preserve"> </w:t>
      </w:r>
      <w:r w:rsidR="00D25D8F">
        <w:rPr>
          <w:sz w:val="20"/>
        </w:rPr>
        <w:t>kiirestirikneva metsamaterjali</w:t>
      </w:r>
      <w:r w:rsidRPr="001611B4">
        <w:rPr>
          <w:sz w:val="20"/>
        </w:rPr>
        <w:t xml:space="preserve"> </w:t>
      </w:r>
      <w:r w:rsidR="0044397A">
        <w:rPr>
          <w:sz w:val="20"/>
        </w:rPr>
        <w:t xml:space="preserve">müügi </w:t>
      </w:r>
      <w:r w:rsidRPr="001611B4">
        <w:rPr>
          <w:sz w:val="20"/>
        </w:rPr>
        <w:t>võitnud isikuga.</w:t>
      </w:r>
    </w:p>
    <w:p w14:paraId="3829F239" w14:textId="77777777" w:rsidR="005253F3" w:rsidRPr="001611B4" w:rsidRDefault="005253F3">
      <w:pPr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05F65AB2" w:rsidR="005253F3" w:rsidRPr="001611B4" w:rsidRDefault="00D4333E" w:rsidP="00931EEC">
      <w:pPr>
        <w:pStyle w:val="Pealkiri21"/>
        <w:ind w:left="0" w:firstLine="0"/>
        <w:rPr>
          <w:sz w:val="20"/>
        </w:rPr>
      </w:pPr>
      <w:bookmarkStart w:id="1" w:name="_Hlk155694025"/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DC4975" w:rsidRPr="001611B4">
        <w:rPr>
          <w:sz w:val="20"/>
        </w:rPr>
        <w:t>.</w:t>
      </w:r>
    </w:p>
    <w:bookmarkEnd w:id="1"/>
    <w:p w14:paraId="3BF1C73B" w14:textId="78E46D79" w:rsidR="0007448A" w:rsidRPr="001611B4" w:rsidRDefault="00D4333E" w:rsidP="00D25D8F">
      <w:pPr>
        <w:pStyle w:val="Pealkiri21"/>
        <w:ind w:left="0" w:firstLine="0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>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D25D8F">
        <w:rPr>
          <w:sz w:val="20"/>
        </w:rPr>
        <w:t>RMK palkide standardis toodud juhistest lähtuvalt</w:t>
      </w:r>
      <w:r w:rsidR="0007448A" w:rsidRPr="001611B4">
        <w:rPr>
          <w:sz w:val="20"/>
        </w:rPr>
        <w:t xml:space="preserve">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6B44F778" w:rsidR="005253F3" w:rsidRPr="001611B4" w:rsidRDefault="00D4333E" w:rsidP="003B7B97">
      <w:pPr>
        <w:pStyle w:val="Pealkiri21"/>
        <w:ind w:left="0" w:firstLine="0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3B7B97">
        <w:rPr>
          <w:sz w:val="20"/>
        </w:rPr>
        <w:t>m</w:t>
      </w:r>
      <w:r w:rsidR="005B20F3" w:rsidRPr="003B7B97">
        <w:rPr>
          <w:sz w:val="20"/>
        </w:rPr>
        <w:t>õõtmis</w:t>
      </w:r>
      <w:r w:rsidR="00FC726B" w:rsidRPr="003B7B97">
        <w:rPr>
          <w:sz w:val="20"/>
        </w:rPr>
        <w:t>raport</w:t>
      </w:r>
      <w:r w:rsidR="00D25D8F" w:rsidRPr="003B7B97">
        <w:rPr>
          <w:sz w:val="20"/>
        </w:rPr>
        <w:t xml:space="preserve"> ja edastab selle </w:t>
      </w:r>
      <w:r w:rsidR="003B7B97" w:rsidRPr="003B7B97">
        <w:rPr>
          <w:sz w:val="20"/>
        </w:rPr>
        <w:t xml:space="preserve">koheselt </w:t>
      </w:r>
      <w:r w:rsidR="00D25D8F" w:rsidRPr="003B7B97">
        <w:rPr>
          <w:sz w:val="20"/>
        </w:rPr>
        <w:t>müüjale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404FB38B" w:rsidR="00E47AA9" w:rsidRPr="001611B4" w:rsidRDefault="009C0E39" w:rsidP="003B7B97">
      <w:pPr>
        <w:pStyle w:val="Pealkiri21"/>
        <w:ind w:left="0" w:firstLine="0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D25D8F">
        <w:rPr>
          <w:sz w:val="20"/>
        </w:rPr>
        <w:t xml:space="preserve">. </w:t>
      </w:r>
      <w:r w:rsidR="005A1AAE" w:rsidRPr="001611B4">
        <w:rPr>
          <w:sz w:val="20"/>
        </w:rPr>
        <w:t xml:space="preserve">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1347FD0C" w:rsidR="005253F3" w:rsidRPr="001611B4" w:rsidRDefault="00D4333E" w:rsidP="00931EEC">
      <w:pPr>
        <w:pStyle w:val="Pealkiri21"/>
        <w:ind w:left="144" w:firstLine="0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>le üle</w:t>
      </w:r>
      <w:r w:rsidR="00F164D6">
        <w:rPr>
          <w:sz w:val="20"/>
        </w:rPr>
        <w:t xml:space="preserve"> </w:t>
      </w:r>
      <w:r w:rsidR="005253F3" w:rsidRPr="001611B4">
        <w:rPr>
          <w:sz w:val="20"/>
        </w:rPr>
        <w:t xml:space="preserve">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931EEC">
      <w:pPr>
        <w:pStyle w:val="Pealkiri21"/>
        <w:ind w:left="144" w:firstLine="0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931EEC">
      <w:pPr>
        <w:pStyle w:val="Pealkiri21"/>
        <w:ind w:left="144" w:firstLine="0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931EEC">
      <w:pPr>
        <w:pStyle w:val="Pealkiri21"/>
        <w:ind w:left="144" w:firstLine="0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931EEC">
      <w:pPr>
        <w:pStyle w:val="Pealkiri21"/>
        <w:ind w:left="144" w:firstLine="0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931EEC">
      <w:pPr>
        <w:pStyle w:val="Pealkiri21"/>
        <w:ind w:left="144" w:firstLine="0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4A5B55F" w14:textId="6E49760F" w:rsidR="00D606C9" w:rsidRPr="0038539D" w:rsidRDefault="008E2BF9" w:rsidP="0038539D">
      <w:pPr>
        <w:shd w:val="clear" w:color="auto" w:fill="FFFFFF" w:themeFill="background1"/>
        <w:rPr>
          <w:sz w:val="20"/>
        </w:rPr>
      </w:pPr>
      <w:r w:rsidRPr="0038539D">
        <w:rPr>
          <w:sz w:val="20"/>
        </w:rPr>
        <w:t xml:space="preserve">2.11. </w:t>
      </w:r>
      <w:r w:rsidR="0038539D" w:rsidRPr="0038539D">
        <w:rPr>
          <w:sz w:val="20"/>
        </w:rPr>
        <w:t>Pooled lepivad lepingu täitmisega seotud kontaktandmed kokku peale lepingu sõlmimist 5 päeva jooksul edastades need poole esindaja e-posti aadressile. Kontaktandmete muutumisel on  vastav pool kohustatud teavitama teist poolt viivitamata.</w:t>
      </w:r>
    </w:p>
    <w:p w14:paraId="442BDD92" w14:textId="77777777" w:rsidR="005253F3" w:rsidRPr="001611B4" w:rsidRDefault="005253F3" w:rsidP="00A32AAD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A32AAD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932"/>
      </w:tblGrid>
      <w:tr w:rsidR="005253F3" w:rsidRPr="001611B4" w14:paraId="6612AE67" w14:textId="77777777" w:rsidTr="00A32AAD">
        <w:tc>
          <w:tcPr>
            <w:tcW w:w="4820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4932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A720F6" w:rsidRPr="001611B4" w14:paraId="4765524D" w14:textId="77777777" w:rsidTr="00A32AAD">
        <w:tc>
          <w:tcPr>
            <w:tcW w:w="4820" w:type="dxa"/>
          </w:tcPr>
          <w:p w14:paraId="75B9A551" w14:textId="3EE91F57" w:rsidR="00A720F6" w:rsidRPr="00A720F6" w:rsidRDefault="008E2BF9" w:rsidP="008E2BF9">
            <w:pPr>
              <w:rPr>
                <w:sz w:val="20"/>
              </w:rPr>
            </w:pPr>
            <w:r>
              <w:rPr>
                <w:sz w:val="20"/>
              </w:rPr>
              <w:t>10 (</w:t>
            </w:r>
            <w:r w:rsidR="00A720F6" w:rsidRPr="00A720F6">
              <w:rPr>
                <w:sz w:val="20"/>
              </w:rPr>
              <w:t>kümme</w:t>
            </w:r>
            <w:r>
              <w:rPr>
                <w:sz w:val="20"/>
              </w:rPr>
              <w:t>)</w:t>
            </w:r>
            <w:r w:rsidR="00A720F6" w:rsidRPr="00A720F6">
              <w:rPr>
                <w:sz w:val="20"/>
              </w:rPr>
              <w:t xml:space="preserve"> päeva</w:t>
            </w:r>
          </w:p>
        </w:tc>
        <w:tc>
          <w:tcPr>
            <w:tcW w:w="4932" w:type="dxa"/>
          </w:tcPr>
          <w:p w14:paraId="6E0816F3" w14:textId="555B1F92" w:rsidR="00A720F6" w:rsidRPr="008E2BF9" w:rsidRDefault="008E2BF9" w:rsidP="008E2BF9">
            <w:pPr>
              <w:rPr>
                <w:sz w:val="20"/>
              </w:rPr>
            </w:pPr>
            <w:r w:rsidRPr="008E2BF9">
              <w:rPr>
                <w:sz w:val="20"/>
              </w:rPr>
              <w:t>Tagatisele vastavas summas</w:t>
            </w:r>
          </w:p>
        </w:tc>
      </w:tr>
    </w:tbl>
    <w:p w14:paraId="555B74DA" w14:textId="5826C716" w:rsidR="00F164D6" w:rsidRPr="00A32AAD" w:rsidRDefault="00FE1D53" w:rsidP="00A32AAD">
      <w:pPr>
        <w:pStyle w:val="Pealkiri21"/>
        <w:rPr>
          <w:rStyle w:val="Hyperlink"/>
          <w:color w:val="auto"/>
          <w:sz w:val="20"/>
          <w:u w:val="none"/>
        </w:rPr>
      </w:pPr>
      <w:r w:rsidRPr="00A32AAD">
        <w:rPr>
          <w:sz w:val="20"/>
        </w:rPr>
        <w:t xml:space="preserve">Müüja esitab arved elektrooniliselt e-postiga </w:t>
      </w:r>
      <w:hyperlink r:id="rId18" w:history="1">
        <w:r w:rsidR="00F164D6" w:rsidRPr="00A32AAD">
          <w:rPr>
            <w:rStyle w:val="Hyperlink"/>
            <w:bCs/>
            <w:sz w:val="20"/>
          </w:rPr>
          <w:t>info@hmpk.ee</w:t>
        </w:r>
      </w:hyperlink>
      <w:r w:rsidR="00F164D6" w:rsidRPr="00A32AAD">
        <w:rPr>
          <w:rStyle w:val="Hyperlink"/>
          <w:sz w:val="20"/>
        </w:rPr>
        <w:t xml:space="preserve">. </w:t>
      </w:r>
      <w:r w:rsidR="00F164D6" w:rsidRPr="00A32AAD">
        <w:rPr>
          <w:rStyle w:val="Hyperlink"/>
          <w:color w:val="auto"/>
          <w:sz w:val="20"/>
          <w:u w:val="none"/>
        </w:rPr>
        <w:t>Arved esitatakse mõõtmisraportite alusel hiljemalt üks kord nädalas.</w:t>
      </w:r>
    </w:p>
    <w:p w14:paraId="2B173A05" w14:textId="77777777" w:rsidR="00F164D6" w:rsidRPr="00F164D6" w:rsidRDefault="00F164D6" w:rsidP="00A32AAD">
      <w:pPr>
        <w:pStyle w:val="Pealkiri11"/>
        <w:numPr>
          <w:ilvl w:val="0"/>
          <w:numId w:val="0"/>
        </w:numPr>
        <w:rPr>
          <w:sz w:val="20"/>
        </w:rPr>
      </w:pPr>
    </w:p>
    <w:p w14:paraId="2AD4B33A" w14:textId="2310DE39" w:rsidR="005253F3" w:rsidRPr="00F164D6" w:rsidRDefault="005253F3" w:rsidP="00A32AAD">
      <w:pPr>
        <w:pStyle w:val="Pealkiri11"/>
        <w:ind w:left="0" w:firstLine="0"/>
        <w:rPr>
          <w:b/>
          <w:sz w:val="20"/>
        </w:rPr>
      </w:pPr>
      <w:r w:rsidRPr="00F164D6">
        <w:rPr>
          <w:b/>
          <w:sz w:val="20"/>
        </w:rPr>
        <w:t>Lepingu kehtivus</w:t>
      </w:r>
    </w:p>
    <w:p w14:paraId="5929FA10" w14:textId="4447199B" w:rsidR="00810B65" w:rsidRPr="00A32AAD" w:rsidRDefault="00810B65" w:rsidP="00A32AAD">
      <w:pPr>
        <w:pStyle w:val="Pealkiri21"/>
        <w:rPr>
          <w:sz w:val="20"/>
        </w:rPr>
      </w:pPr>
      <w:r w:rsidRPr="00A32AAD">
        <w:rPr>
          <w:sz w:val="20"/>
        </w:rPr>
        <w:t>Leping jõustub selle allakirjutamisel ja kehtib kuni lepinguliste kohustuste täitmiseni mõlema poole poolt.</w:t>
      </w:r>
    </w:p>
    <w:p w14:paraId="76AE36A2" w14:textId="381442D9" w:rsidR="00810B65" w:rsidRPr="00A32AAD" w:rsidRDefault="00117DAF" w:rsidP="00A32AAD">
      <w:pPr>
        <w:pStyle w:val="Pealkiri21"/>
        <w:rPr>
          <w:sz w:val="20"/>
        </w:rPr>
      </w:pPr>
      <w:r w:rsidRPr="00A32AAD">
        <w:rPr>
          <w:sz w:val="20"/>
        </w:rPr>
        <w:t xml:space="preserve">Lepingu kehtivuse periood on </w:t>
      </w:r>
      <w:r w:rsidR="0038539D">
        <w:rPr>
          <w:sz w:val="20"/>
        </w:rPr>
        <w:t>kuni</w:t>
      </w:r>
      <w:r w:rsidR="00DC39C3" w:rsidRPr="00A32AAD">
        <w:rPr>
          <w:sz w:val="20"/>
        </w:rPr>
        <w:t xml:space="preserve"> </w:t>
      </w:r>
      <w:r w:rsidR="003B59C9">
        <w:rPr>
          <w:sz w:val="20"/>
        </w:rPr>
        <w:t>31.12.2025</w:t>
      </w:r>
      <w:r w:rsidR="006D12B5" w:rsidRPr="00A32AAD">
        <w:rPr>
          <w:sz w:val="20"/>
        </w:rPr>
        <w:t>.</w:t>
      </w:r>
    </w:p>
    <w:p w14:paraId="03458E6C" w14:textId="77777777" w:rsidR="005253F3" w:rsidRPr="001611B4" w:rsidRDefault="005253F3" w:rsidP="00A32AAD">
      <w:pPr>
        <w:rPr>
          <w:b/>
          <w:sz w:val="20"/>
        </w:rPr>
      </w:pPr>
    </w:p>
    <w:p w14:paraId="1E757D6F" w14:textId="77777777" w:rsidR="005253F3" w:rsidRPr="001611B4" w:rsidRDefault="005253F3" w:rsidP="00A32AAD">
      <w:pPr>
        <w:pStyle w:val="Pealkiri11"/>
        <w:ind w:left="0" w:firstLine="0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6F8C0EFF" w:rsidR="005253F3" w:rsidRPr="00A32AAD" w:rsidRDefault="005253F3" w:rsidP="00A32AAD">
      <w:pPr>
        <w:pStyle w:val="Pealkiri21"/>
        <w:ind w:left="0" w:firstLine="0"/>
        <w:rPr>
          <w:sz w:val="20"/>
        </w:rPr>
      </w:pPr>
      <w:r w:rsidRPr="00A32AAD">
        <w:rPr>
          <w:sz w:val="20"/>
        </w:rPr>
        <w:t xml:space="preserve">Käesolevas </w:t>
      </w:r>
      <w:r w:rsidR="0094376B" w:rsidRPr="00A32AAD">
        <w:rPr>
          <w:sz w:val="20"/>
        </w:rPr>
        <w:t>m</w:t>
      </w:r>
      <w:r w:rsidR="00D4333E" w:rsidRPr="00A32AAD">
        <w:rPr>
          <w:sz w:val="20"/>
        </w:rPr>
        <w:t>etsamaterjal</w:t>
      </w:r>
      <w:r w:rsidRPr="00A32AAD">
        <w:rPr>
          <w:sz w:val="20"/>
        </w:rPr>
        <w:t xml:space="preserve">i müügilepingus reguleerimata küsimuste osas rakendatakse Riigimetsa Majandamise Keskuse </w:t>
      </w:r>
      <w:r w:rsidR="0094376B" w:rsidRPr="00A32AAD">
        <w:rPr>
          <w:sz w:val="20"/>
        </w:rPr>
        <w:t>m</w:t>
      </w:r>
      <w:r w:rsidR="00D4333E" w:rsidRPr="00A32AAD">
        <w:rPr>
          <w:sz w:val="20"/>
        </w:rPr>
        <w:t>etsamaterjal</w:t>
      </w:r>
      <w:r w:rsidRPr="00A32AAD">
        <w:rPr>
          <w:sz w:val="20"/>
        </w:rPr>
        <w:t>i</w:t>
      </w:r>
      <w:r w:rsidR="0094376B" w:rsidRPr="00A32AAD">
        <w:rPr>
          <w:sz w:val="20"/>
        </w:rPr>
        <w:t xml:space="preserve"> müügilepingu t</w:t>
      </w:r>
      <w:r w:rsidRPr="00A32AAD">
        <w:rPr>
          <w:sz w:val="20"/>
        </w:rPr>
        <w:t>üüptingimusi, mi</w:t>
      </w:r>
      <w:r w:rsidR="0094376B" w:rsidRPr="00A32AAD">
        <w:rPr>
          <w:sz w:val="20"/>
        </w:rPr>
        <w:t xml:space="preserve">lle kehtiv redaktsioon on </w:t>
      </w:r>
      <w:r w:rsidRPr="00A32AAD">
        <w:rPr>
          <w:sz w:val="20"/>
        </w:rPr>
        <w:t xml:space="preserve">avaldatud </w:t>
      </w:r>
      <w:hyperlink r:id="rId19" w:history="1">
        <w:r w:rsidRPr="00A32AAD">
          <w:rPr>
            <w:rStyle w:val="Hyperlink"/>
            <w:bCs/>
            <w:sz w:val="20"/>
          </w:rPr>
          <w:t>www.rmk.ee</w:t>
        </w:r>
      </w:hyperlink>
      <w:r w:rsidRPr="00A32AAD">
        <w:rPr>
          <w:sz w:val="20"/>
        </w:rPr>
        <w:t xml:space="preserve">. </w:t>
      </w:r>
      <w:r w:rsidR="00D4333E" w:rsidRPr="00A32AAD">
        <w:rPr>
          <w:sz w:val="20"/>
        </w:rPr>
        <w:t>Ostja</w:t>
      </w:r>
      <w:r w:rsidRPr="00A32AAD">
        <w:rPr>
          <w:sz w:val="20"/>
        </w:rPr>
        <w:t xml:space="preserve"> kinnitab käesolevaga oma allkirjaga, et on nimetatud </w:t>
      </w:r>
      <w:r w:rsidR="0094376B" w:rsidRPr="00A32AAD">
        <w:rPr>
          <w:sz w:val="20"/>
        </w:rPr>
        <w:t>t</w:t>
      </w:r>
      <w:r w:rsidRPr="00A32AAD">
        <w:rPr>
          <w:sz w:val="20"/>
        </w:rPr>
        <w:t xml:space="preserve">üüptingimustega tutvunud ning nende sisust teadlik. </w:t>
      </w:r>
      <w:r w:rsidR="00D4333E" w:rsidRPr="00A32AAD">
        <w:rPr>
          <w:sz w:val="20"/>
        </w:rPr>
        <w:t>Müüja</w:t>
      </w:r>
      <w:r w:rsidRPr="00A32AAD">
        <w:rPr>
          <w:sz w:val="20"/>
        </w:rPr>
        <w:t>l</w:t>
      </w:r>
      <w:r w:rsidR="0094376B" w:rsidRPr="00A32AAD">
        <w:rPr>
          <w:sz w:val="20"/>
        </w:rPr>
        <w:t xml:space="preserve"> on õigus t</w:t>
      </w:r>
      <w:r w:rsidRPr="00A32AAD">
        <w:rPr>
          <w:sz w:val="20"/>
        </w:rPr>
        <w:t>üüptingimusi</w:t>
      </w:r>
      <w:r w:rsidR="0094376B" w:rsidRPr="00A32AAD">
        <w:rPr>
          <w:sz w:val="20"/>
        </w:rPr>
        <w:t xml:space="preserve"> ühepoolselt muuta t</w:t>
      </w:r>
      <w:r w:rsidRPr="00A32AAD">
        <w:rPr>
          <w:sz w:val="20"/>
        </w:rPr>
        <w:t xml:space="preserve">üüptingimustega ettenähtud viisil. Käesolev </w:t>
      </w:r>
      <w:r w:rsidR="0094376B" w:rsidRPr="00A32AAD">
        <w:rPr>
          <w:sz w:val="20"/>
        </w:rPr>
        <w:t>m</w:t>
      </w:r>
      <w:r w:rsidR="00D4333E" w:rsidRPr="00A32AAD">
        <w:rPr>
          <w:sz w:val="20"/>
        </w:rPr>
        <w:t>etsamaterjal</w:t>
      </w:r>
      <w:r w:rsidRPr="00A32AAD">
        <w:rPr>
          <w:sz w:val="20"/>
        </w:rPr>
        <w:t xml:space="preserve">i müügileping koos lisade ja </w:t>
      </w:r>
      <w:r w:rsidR="0094376B" w:rsidRPr="00A32AAD">
        <w:rPr>
          <w:sz w:val="20"/>
        </w:rPr>
        <w:t>t</w:t>
      </w:r>
      <w:r w:rsidRPr="00A32AAD">
        <w:rPr>
          <w:sz w:val="20"/>
        </w:rPr>
        <w:t xml:space="preserve">üüptingimustega sisaldab endas </w:t>
      </w:r>
      <w:r w:rsidR="0094376B" w:rsidRPr="00A32AAD">
        <w:rPr>
          <w:sz w:val="20"/>
        </w:rPr>
        <w:t>p</w:t>
      </w:r>
      <w:r w:rsidRPr="00A32AAD">
        <w:rPr>
          <w:sz w:val="20"/>
        </w:rPr>
        <w:t xml:space="preserve">oolte täieliku kokkuleppe ja sisaldab kõiki lepingus </w:t>
      </w:r>
      <w:r w:rsidR="0094376B" w:rsidRPr="00A32AAD">
        <w:rPr>
          <w:sz w:val="20"/>
        </w:rPr>
        <w:t>m</w:t>
      </w:r>
      <w:r w:rsidR="00D4333E" w:rsidRPr="00A32AAD">
        <w:rPr>
          <w:sz w:val="20"/>
        </w:rPr>
        <w:t>etsamaterjal</w:t>
      </w:r>
      <w:r w:rsidRPr="00A32AAD">
        <w:rPr>
          <w:sz w:val="20"/>
        </w:rPr>
        <w:t xml:space="preserve">i müüki puudutavaid tingimusi, milles </w:t>
      </w:r>
      <w:r w:rsidR="0094376B" w:rsidRPr="00A32AAD">
        <w:rPr>
          <w:sz w:val="20"/>
        </w:rPr>
        <w:t>p</w:t>
      </w:r>
      <w:r w:rsidRPr="00A32AAD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1611B4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33DED40C" w:rsidR="004623EE" w:rsidRPr="001611B4" w:rsidRDefault="00D17B14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1611B4" w:rsidRDefault="004623EE" w:rsidP="00A11833">
            <w:pPr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2FA8E4D0" w14:textId="3E88C348" w:rsidR="004623EE" w:rsidRPr="001611B4" w:rsidRDefault="00D17B14" w:rsidP="00A11833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p w14:paraId="7DBFE7A4" w14:textId="77777777" w:rsidR="00E260CD" w:rsidRDefault="00E260CD">
      <w:pPr>
        <w:rPr>
          <w:sz w:val="20"/>
        </w:rPr>
      </w:pPr>
    </w:p>
    <w:p w14:paraId="26A7C470" w14:textId="77777777" w:rsidR="00E260CD" w:rsidRDefault="00E260CD">
      <w:pPr>
        <w:rPr>
          <w:sz w:val="20"/>
        </w:rPr>
      </w:pPr>
    </w:p>
    <w:p w14:paraId="2005BC6D" w14:textId="5481F446" w:rsidR="005253F3" w:rsidRDefault="00E260CD" w:rsidP="00F164D6">
      <w:pPr>
        <w:rPr>
          <w:sz w:val="20"/>
        </w:rPr>
      </w:pPr>
      <w:r>
        <w:rPr>
          <w:sz w:val="20"/>
        </w:rPr>
        <w:t>Urmas Treial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164D6">
        <w:rPr>
          <w:sz w:val="20"/>
        </w:rPr>
        <w:t>Andrus Ilumets</w:t>
      </w:r>
    </w:p>
    <w:p w14:paraId="52F533C4" w14:textId="5A8AA214" w:rsidR="002F20A6" w:rsidRDefault="002F20A6" w:rsidP="00F164D6">
      <w:pPr>
        <w:rPr>
          <w:sz w:val="20"/>
        </w:rPr>
      </w:pPr>
      <w:r>
        <w:rPr>
          <w:sz w:val="20"/>
        </w:rPr>
        <w:t>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Juhataja</w:t>
      </w:r>
    </w:p>
    <w:p w14:paraId="01D9AD05" w14:textId="16CF48B3" w:rsidR="00931EEC" w:rsidRDefault="00931EEC">
      <w:pPr>
        <w:rPr>
          <w:sz w:val="20"/>
        </w:rPr>
      </w:pPr>
      <w:r>
        <w:rPr>
          <w:sz w:val="20"/>
        </w:rPr>
        <w:br w:type="page"/>
      </w:r>
    </w:p>
    <w:p w14:paraId="1D3C2725" w14:textId="77777777" w:rsidR="00A32AAD" w:rsidRDefault="00A32AAD" w:rsidP="00A32AAD">
      <w:pPr>
        <w:tabs>
          <w:tab w:val="left" w:pos="6096"/>
        </w:tabs>
        <w:jc w:val="left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ab/>
      </w:r>
      <w:r>
        <w:rPr>
          <w:spacing w:val="0"/>
          <w:position w:val="0"/>
          <w:sz w:val="20"/>
        </w:rPr>
        <w:tab/>
      </w:r>
    </w:p>
    <w:p w14:paraId="5FA10237" w14:textId="27B686B1" w:rsidR="00A32AAD" w:rsidRPr="00A32AAD" w:rsidRDefault="00A32AAD" w:rsidP="00A32AAD">
      <w:pPr>
        <w:tabs>
          <w:tab w:val="left" w:pos="6096"/>
        </w:tabs>
        <w:jc w:val="left"/>
        <w:rPr>
          <w:spacing w:val="0"/>
          <w:position w:val="0"/>
          <w:sz w:val="20"/>
        </w:rPr>
      </w:pPr>
      <w:r>
        <w:rPr>
          <w:spacing w:val="0"/>
          <w:position w:val="0"/>
          <w:sz w:val="20"/>
        </w:rPr>
        <w:tab/>
      </w:r>
      <w:r w:rsidRPr="00A32AAD">
        <w:rPr>
          <w:spacing w:val="0"/>
          <w:position w:val="0"/>
          <w:sz w:val="20"/>
        </w:rPr>
        <w:t>Lisa 1</w:t>
      </w:r>
    </w:p>
    <w:p w14:paraId="08CB32DD" w14:textId="77777777" w:rsidR="0038539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 xml:space="preserve">RMK ja HMPK OÜ vahelise </w:t>
      </w:r>
    </w:p>
    <w:p w14:paraId="032C23CA" w14:textId="77777777" w:rsidR="0038539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 xml:space="preserve">metsamaterjali müügilepingu </w:t>
      </w:r>
    </w:p>
    <w:p w14:paraId="3EDED903" w14:textId="419A041C" w:rsidR="00A32AAD" w:rsidRPr="00A32AA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>nr 3-3.6.1/202</w:t>
      </w:r>
      <w:r w:rsidR="0038539D">
        <w:rPr>
          <w:spacing w:val="0"/>
          <w:position w:val="0"/>
          <w:sz w:val="20"/>
        </w:rPr>
        <w:t>5</w:t>
      </w:r>
      <w:r w:rsidRPr="00A32AAD">
        <w:rPr>
          <w:spacing w:val="0"/>
          <w:position w:val="0"/>
          <w:sz w:val="20"/>
        </w:rPr>
        <w:t>/</w:t>
      </w:r>
      <w:r w:rsidR="00C11129">
        <w:rPr>
          <w:spacing w:val="0"/>
          <w:position w:val="0"/>
          <w:sz w:val="20"/>
        </w:rPr>
        <w:t>249</w:t>
      </w:r>
      <w:r w:rsidRPr="00A32AAD">
        <w:rPr>
          <w:spacing w:val="0"/>
          <w:position w:val="0"/>
          <w:sz w:val="20"/>
        </w:rPr>
        <w:t xml:space="preserve"> juurde</w:t>
      </w:r>
    </w:p>
    <w:p w14:paraId="06382A8D" w14:textId="77777777" w:rsidR="00A32AAD" w:rsidRPr="00A32AAD" w:rsidRDefault="00A32AAD" w:rsidP="00A32AAD">
      <w:pPr>
        <w:tabs>
          <w:tab w:val="left" w:pos="6096"/>
        </w:tabs>
        <w:jc w:val="left"/>
        <w:rPr>
          <w:sz w:val="20"/>
        </w:rPr>
      </w:pPr>
    </w:p>
    <w:p w14:paraId="33C50A43" w14:textId="77777777" w:rsidR="00A32AAD" w:rsidRPr="00A32AAD" w:rsidRDefault="00A32AAD" w:rsidP="00A32AAD">
      <w:pPr>
        <w:jc w:val="center"/>
        <w:rPr>
          <w:b/>
          <w:sz w:val="20"/>
        </w:rPr>
      </w:pPr>
      <w:r w:rsidRPr="00A32AAD">
        <w:rPr>
          <w:b/>
          <w:sz w:val="20"/>
        </w:rPr>
        <w:t>TARNEGRAAFIK</w:t>
      </w:r>
    </w:p>
    <w:p w14:paraId="2927782B" w14:textId="77777777" w:rsidR="00A32AAD" w:rsidRPr="00A32AAD" w:rsidRDefault="00A32AAD" w:rsidP="00A32AAD">
      <w:pPr>
        <w:ind w:left="5440" w:firstLine="680"/>
        <w:jc w:val="left"/>
        <w:rPr>
          <w:sz w:val="20"/>
        </w:rPr>
      </w:pPr>
      <w:r w:rsidRPr="00A32AAD">
        <w:rPr>
          <w:sz w:val="20"/>
        </w:rPr>
        <w:t xml:space="preserve">        </w:t>
      </w:r>
    </w:p>
    <w:p w14:paraId="6A39DC91" w14:textId="77777777" w:rsidR="00A32AAD" w:rsidRPr="00A32AAD" w:rsidRDefault="00A32AAD" w:rsidP="00A32AAD">
      <w:pPr>
        <w:ind w:left="5440" w:firstLine="680"/>
        <w:jc w:val="left"/>
        <w:rPr>
          <w:b/>
          <w:sz w:val="20"/>
        </w:rPr>
      </w:pPr>
      <w:r w:rsidRPr="00A32AAD">
        <w:rPr>
          <w:sz w:val="20"/>
        </w:rPr>
        <w:t xml:space="preserve">   </w:t>
      </w:r>
      <w:r w:rsidRPr="00A32AAD">
        <w:rPr>
          <w:b/>
          <w:sz w:val="20"/>
        </w:rPr>
        <w:t>(hiliseima digitaalallkirja kuupäev)</w:t>
      </w:r>
    </w:p>
    <w:p w14:paraId="6D88D29A" w14:textId="77777777" w:rsidR="00A32AAD" w:rsidRDefault="00A32AAD" w:rsidP="00A32AAD">
      <w:pPr>
        <w:jc w:val="left"/>
        <w:rPr>
          <w:b/>
          <w:sz w:val="20"/>
        </w:rPr>
      </w:pPr>
    </w:p>
    <w:p w14:paraId="47FC4E7C" w14:textId="77777777" w:rsidR="00A32AAD" w:rsidRPr="00A32AAD" w:rsidRDefault="00A32AAD" w:rsidP="00A32AAD">
      <w:pPr>
        <w:jc w:val="left"/>
        <w:rPr>
          <w:b/>
          <w:sz w:val="20"/>
        </w:rPr>
      </w:pPr>
    </w:p>
    <w:p w14:paraId="35044486" w14:textId="77777777" w:rsidR="00A32AAD" w:rsidRDefault="00A32AAD" w:rsidP="00A32AAD">
      <w:pPr>
        <w:rPr>
          <w:b/>
          <w:sz w:val="20"/>
        </w:rPr>
      </w:pPr>
      <w:r w:rsidRPr="00A32AAD">
        <w:rPr>
          <w:b/>
          <w:sz w:val="20"/>
        </w:rPr>
        <w:t xml:space="preserve">Pooled lepivad kokku, et lepingu alusel müüdava metsamaterjali tarnegraafik on järgmine: </w:t>
      </w:r>
    </w:p>
    <w:p w14:paraId="2B408C65" w14:textId="77777777" w:rsidR="00A32AAD" w:rsidRPr="00A32AAD" w:rsidRDefault="00A32AAD" w:rsidP="00A32AAD">
      <w:pPr>
        <w:rPr>
          <w:b/>
          <w:sz w:val="20"/>
        </w:rPr>
      </w:pPr>
    </w:p>
    <w:p w14:paraId="7FC595C7" w14:textId="5E247160" w:rsidR="00A32AAD" w:rsidRPr="00A32AAD" w:rsidRDefault="00A32AAD" w:rsidP="00A32AAD">
      <w:pPr>
        <w:numPr>
          <w:ilvl w:val="0"/>
          <w:numId w:val="22"/>
        </w:numPr>
        <w:ind w:left="142" w:firstLine="0"/>
        <w:contextualSpacing/>
        <w:jc w:val="left"/>
        <w:rPr>
          <w:b/>
          <w:sz w:val="20"/>
        </w:rPr>
      </w:pPr>
      <w:r w:rsidRPr="00A32AAD">
        <w:rPr>
          <w:sz w:val="20"/>
        </w:rPr>
        <w:t xml:space="preserve">RMK </w:t>
      </w:r>
      <w:sdt>
        <w:sdtPr>
          <w:rPr>
            <w:rFonts w:eastAsia="Calibri"/>
            <w:b/>
            <w:sz w:val="20"/>
          </w:rPr>
          <w:id w:val="1495995326"/>
          <w:placeholder>
            <w:docPart w:val="AD29827FEA2B4F03B3AE258AC86F1C78"/>
          </w:placeholder>
          <w:date w:fullDate="2025-10-29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C11129">
            <w:rPr>
              <w:rFonts w:eastAsia="Calibri"/>
              <w:b/>
              <w:sz w:val="20"/>
            </w:rPr>
            <w:t>29.10.2025</w:t>
          </w:r>
        </w:sdtContent>
      </w:sdt>
      <w:r w:rsidRPr="00A32AAD">
        <w:rPr>
          <w:sz w:val="20"/>
        </w:rPr>
        <w:t xml:space="preserve"> </w:t>
      </w:r>
      <w:r w:rsidR="003B7B97">
        <w:rPr>
          <w:sz w:val="20"/>
        </w:rPr>
        <w:t>kiirestirikneva metsamaterjali müügi</w:t>
      </w:r>
      <w:r w:rsidRPr="00A32AAD">
        <w:rPr>
          <w:sz w:val="20"/>
        </w:rPr>
        <w:t xml:space="preserve"> edukaks tunnistamise protokolli nr 3-3.4/</w:t>
      </w:r>
      <w:r w:rsidR="00C11129">
        <w:rPr>
          <w:bCs/>
          <w:sz w:val="20"/>
        </w:rPr>
        <w:t>17</w:t>
      </w:r>
      <w:r w:rsidRPr="00A32AAD">
        <w:rPr>
          <w:bCs/>
          <w:sz w:val="20"/>
        </w:rPr>
        <w:t xml:space="preserve"> </w:t>
      </w:r>
      <w:r w:rsidRPr="00A32AAD">
        <w:rPr>
          <w:sz w:val="20"/>
        </w:rPr>
        <w:t xml:space="preserve">kohaselt </w:t>
      </w:r>
      <w:r w:rsidRPr="00A32AAD">
        <w:rPr>
          <w:bCs/>
          <w:sz w:val="20"/>
        </w:rPr>
        <w:t xml:space="preserve">müüja müüb ja ostja ostab metsamaterjali, mille sortiment, tarnekoht, tarnetingimus ja kogus tarneperioodil </w:t>
      </w:r>
      <w:sdt>
        <w:sdtPr>
          <w:rPr>
            <w:rFonts w:eastAsia="Calibri"/>
            <w:b/>
            <w:sz w:val="20"/>
          </w:rPr>
          <w:id w:val="1463624870"/>
          <w:placeholder>
            <w:docPart w:val="5AF3432146664763A64732FC26BFA84C"/>
          </w:placeholder>
          <w:date w:fullDate="2025-11-22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74F3E">
            <w:rPr>
              <w:rFonts w:eastAsia="Calibri"/>
              <w:b/>
              <w:sz w:val="20"/>
            </w:rPr>
            <w:t>22.11.2025</w:t>
          </w:r>
        </w:sdtContent>
      </w:sdt>
      <w:r w:rsidRPr="00A32AAD">
        <w:rPr>
          <w:bCs/>
          <w:sz w:val="20"/>
        </w:rPr>
        <w:t xml:space="preserve"> - </w:t>
      </w:r>
      <w:sdt>
        <w:sdtPr>
          <w:rPr>
            <w:rFonts w:eastAsia="Calibri"/>
            <w:b/>
            <w:sz w:val="20"/>
          </w:rPr>
          <w:id w:val="671456561"/>
          <w:placeholder>
            <w:docPart w:val="767DC44F72FC410CA9AC48E3C17D12F6"/>
          </w:placeholder>
          <w:date w:fullDate="2025-12-31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074F3E">
            <w:rPr>
              <w:rFonts w:eastAsia="Calibri"/>
              <w:b/>
              <w:sz w:val="20"/>
            </w:rPr>
            <w:t>31.12.2025</w:t>
          </w:r>
        </w:sdtContent>
      </w:sdt>
      <w:r w:rsidRPr="00A32AAD">
        <w:rPr>
          <w:bCs/>
          <w:sz w:val="20"/>
        </w:rPr>
        <w:t xml:space="preserve"> on sätestatud alljärgnevalt: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1559"/>
        <w:gridCol w:w="1039"/>
        <w:gridCol w:w="1040"/>
        <w:gridCol w:w="1040"/>
      </w:tblGrid>
      <w:tr w:rsidR="003B7B97" w:rsidRPr="00A32AAD" w14:paraId="6B22679E" w14:textId="77777777" w:rsidTr="003B7B97">
        <w:trPr>
          <w:trHeight w:val="255"/>
        </w:trPr>
        <w:tc>
          <w:tcPr>
            <w:tcW w:w="2552" w:type="dxa"/>
            <w:noWrap/>
            <w:vAlign w:val="center"/>
          </w:tcPr>
          <w:p w14:paraId="5A0FEFF9" w14:textId="77777777" w:rsidR="003B7B97" w:rsidRPr="00A32AAD" w:rsidRDefault="003B7B97" w:rsidP="00A32AAD">
            <w:pPr>
              <w:jc w:val="left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A32AAD">
              <w:rPr>
                <w:b/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1559" w:type="dxa"/>
            <w:noWrap/>
            <w:vAlign w:val="center"/>
          </w:tcPr>
          <w:p w14:paraId="307606E3" w14:textId="77777777" w:rsidR="003B7B97" w:rsidRPr="00A32AAD" w:rsidRDefault="003B7B97" w:rsidP="00A32AAD">
            <w:pPr>
              <w:jc w:val="left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A32AAD">
              <w:rPr>
                <w:b/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1559" w:type="dxa"/>
            <w:vAlign w:val="center"/>
          </w:tcPr>
          <w:p w14:paraId="3AF30DBA" w14:textId="77777777" w:rsidR="003B7B97" w:rsidRPr="00A32AAD" w:rsidRDefault="003B7B97" w:rsidP="00A32AAD">
            <w:pPr>
              <w:jc w:val="left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A32AAD">
              <w:rPr>
                <w:b/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1039" w:type="dxa"/>
            <w:vAlign w:val="center"/>
          </w:tcPr>
          <w:p w14:paraId="722AA809" w14:textId="70A5FE3A" w:rsidR="003B7B97" w:rsidRPr="00A32AAD" w:rsidRDefault="00074F3E" w:rsidP="00A32AAD">
            <w:pPr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Nov</w:t>
            </w:r>
          </w:p>
        </w:tc>
        <w:tc>
          <w:tcPr>
            <w:tcW w:w="1040" w:type="dxa"/>
            <w:vAlign w:val="center"/>
          </w:tcPr>
          <w:p w14:paraId="58EC3348" w14:textId="78D55F45" w:rsidR="003B7B97" w:rsidRPr="00A32AAD" w:rsidRDefault="00074F3E" w:rsidP="00A32AAD">
            <w:pPr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spacing w:val="0"/>
                <w:position w:val="0"/>
                <w:sz w:val="20"/>
                <w:lang w:eastAsia="et-EE"/>
              </w:rPr>
              <w:t>Dets</w:t>
            </w:r>
          </w:p>
        </w:tc>
        <w:tc>
          <w:tcPr>
            <w:tcW w:w="1040" w:type="dxa"/>
            <w:noWrap/>
            <w:vAlign w:val="center"/>
          </w:tcPr>
          <w:p w14:paraId="04E548B1" w14:textId="17D17117" w:rsidR="003B7B97" w:rsidRPr="00A32AAD" w:rsidRDefault="003B7B97" w:rsidP="00A32AAD">
            <w:pPr>
              <w:jc w:val="center"/>
              <w:rPr>
                <w:b/>
                <w:spacing w:val="0"/>
                <w:position w:val="0"/>
                <w:sz w:val="20"/>
                <w:lang w:eastAsia="et-EE"/>
              </w:rPr>
            </w:pPr>
            <w:r w:rsidRPr="00A32AAD">
              <w:rPr>
                <w:b/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3B7B97" w:rsidRPr="00A32AAD" w14:paraId="0DE73CB9" w14:textId="77777777" w:rsidTr="00D5493F">
        <w:trPr>
          <w:trHeight w:val="255"/>
        </w:trPr>
        <w:tc>
          <w:tcPr>
            <w:tcW w:w="2552" w:type="dxa"/>
            <w:noWrap/>
          </w:tcPr>
          <w:p w14:paraId="21EE16E1" w14:textId="752C2008" w:rsidR="003B7B97" w:rsidRPr="00A32AAD" w:rsidRDefault="00074F3E" w:rsidP="003D0F7D">
            <w:pPr>
              <w:jc w:val="left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z w:val="20"/>
              </w:rPr>
              <w:t>Kasepaberipuit</w:t>
            </w:r>
            <w:r w:rsidR="00DB0D8C" w:rsidRPr="008D5E79">
              <w:rPr>
                <w:sz w:val="20"/>
              </w:rPr>
              <w:t xml:space="preserve"> </w:t>
            </w:r>
          </w:p>
        </w:tc>
        <w:tc>
          <w:tcPr>
            <w:tcW w:w="1559" w:type="dxa"/>
            <w:noWrap/>
          </w:tcPr>
          <w:p w14:paraId="45F08097" w14:textId="574ABB4B" w:rsidR="003B7B97" w:rsidRPr="00A32AAD" w:rsidRDefault="00074F3E" w:rsidP="003D0F7D">
            <w:pPr>
              <w:jc w:val="left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z w:val="20"/>
              </w:rPr>
              <w:t>Virtsu</w:t>
            </w:r>
            <w:r w:rsidR="00247233">
              <w:rPr>
                <w:sz w:val="20"/>
              </w:rPr>
              <w:t>/Pärnu</w:t>
            </w:r>
          </w:p>
        </w:tc>
        <w:tc>
          <w:tcPr>
            <w:tcW w:w="1559" w:type="dxa"/>
            <w:vAlign w:val="center"/>
          </w:tcPr>
          <w:p w14:paraId="36820C4E" w14:textId="77777777" w:rsidR="003B7B97" w:rsidRPr="00A32AAD" w:rsidRDefault="003B7B97" w:rsidP="003D0F7D">
            <w:pPr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 w:rsidRPr="00A32AAD">
              <w:rPr>
                <w:spacing w:val="0"/>
                <w:position w:val="0"/>
                <w:sz w:val="20"/>
                <w:lang w:eastAsia="et-EE"/>
              </w:rPr>
              <w:t>DPU</w:t>
            </w:r>
          </w:p>
        </w:tc>
        <w:tc>
          <w:tcPr>
            <w:tcW w:w="1039" w:type="dxa"/>
            <w:vAlign w:val="center"/>
          </w:tcPr>
          <w:p w14:paraId="576900F0" w14:textId="4D4D42A1" w:rsidR="003B7B97" w:rsidRPr="003D0F7D" w:rsidRDefault="003B7B97" w:rsidP="003D0F7D">
            <w:pPr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</w:p>
        </w:tc>
        <w:tc>
          <w:tcPr>
            <w:tcW w:w="1040" w:type="dxa"/>
            <w:vAlign w:val="center"/>
          </w:tcPr>
          <w:p w14:paraId="34613275" w14:textId="0D547966" w:rsidR="003B7B97" w:rsidRPr="003B7B97" w:rsidRDefault="00074F3E" w:rsidP="003D0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040" w:type="dxa"/>
            <w:noWrap/>
            <w:vAlign w:val="center"/>
          </w:tcPr>
          <w:p w14:paraId="2CC147AB" w14:textId="18427A53" w:rsidR="003B7B97" w:rsidRPr="003D0F7D" w:rsidRDefault="00074F3E" w:rsidP="003D0F7D">
            <w:pPr>
              <w:jc w:val="center"/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320</w:t>
            </w:r>
          </w:p>
        </w:tc>
      </w:tr>
    </w:tbl>
    <w:p w14:paraId="50E7499C" w14:textId="77777777" w:rsidR="00A32AAD" w:rsidRPr="00A32AAD" w:rsidRDefault="00A32AAD" w:rsidP="00A32AAD">
      <w:pPr>
        <w:ind w:left="432"/>
        <w:contextualSpacing/>
        <w:rPr>
          <w:spacing w:val="0"/>
          <w:position w:val="0"/>
          <w:sz w:val="20"/>
          <w:lang w:eastAsia="et-EE"/>
        </w:rPr>
      </w:pPr>
    </w:p>
    <w:p w14:paraId="53FFBD0A" w14:textId="7686F09D" w:rsidR="00A32AAD" w:rsidRPr="00A32AAD" w:rsidRDefault="00A32AAD" w:rsidP="00A32AAD">
      <w:pPr>
        <w:numPr>
          <w:ilvl w:val="0"/>
          <w:numId w:val="22"/>
        </w:numPr>
        <w:ind w:left="574"/>
        <w:contextualSpacing/>
        <w:jc w:val="left"/>
        <w:rPr>
          <w:spacing w:val="0"/>
          <w:position w:val="0"/>
          <w:sz w:val="20"/>
          <w:lang w:eastAsia="et-EE"/>
        </w:rPr>
      </w:pPr>
      <w:r w:rsidRPr="00A32AAD">
        <w:rPr>
          <w:spacing w:val="0"/>
          <w:position w:val="0"/>
          <w:sz w:val="20"/>
          <w:lang w:eastAsia="et-EE"/>
        </w:rPr>
        <w:t>Metsamaterjal ja vastuvõtt toimub:</w:t>
      </w:r>
    </w:p>
    <w:tbl>
      <w:tblPr>
        <w:tblW w:w="680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7"/>
        <w:gridCol w:w="2332"/>
        <w:gridCol w:w="2835"/>
      </w:tblGrid>
      <w:tr w:rsidR="00A32AAD" w:rsidRPr="00A32AAD" w14:paraId="39519A79" w14:textId="77777777" w:rsidTr="00C10CC8">
        <w:tc>
          <w:tcPr>
            <w:tcW w:w="1637" w:type="dxa"/>
          </w:tcPr>
          <w:p w14:paraId="1503FA88" w14:textId="77777777" w:rsidR="00A32AAD" w:rsidRPr="00A32AAD" w:rsidRDefault="00A32AAD" w:rsidP="00A32AAD">
            <w:pPr>
              <w:jc w:val="left"/>
              <w:rPr>
                <w:b/>
                <w:bCs/>
                <w:sz w:val="20"/>
              </w:rPr>
            </w:pPr>
            <w:r w:rsidRPr="00A32AAD">
              <w:rPr>
                <w:b/>
                <w:bCs/>
                <w:sz w:val="20"/>
              </w:rPr>
              <w:t>Tarnekoht</w:t>
            </w:r>
          </w:p>
        </w:tc>
        <w:tc>
          <w:tcPr>
            <w:tcW w:w="2332" w:type="dxa"/>
          </w:tcPr>
          <w:p w14:paraId="54AEFB56" w14:textId="77777777" w:rsidR="00A32AAD" w:rsidRPr="00A32AAD" w:rsidRDefault="00A32AAD" w:rsidP="00A32AAD">
            <w:pPr>
              <w:jc w:val="center"/>
              <w:rPr>
                <w:b/>
                <w:bCs/>
                <w:sz w:val="20"/>
              </w:rPr>
            </w:pPr>
            <w:r w:rsidRPr="00A32AAD">
              <w:rPr>
                <w:b/>
                <w:bCs/>
                <w:sz w:val="20"/>
              </w:rPr>
              <w:t>Vastuvõtt tööpäevadel</w:t>
            </w:r>
          </w:p>
        </w:tc>
        <w:tc>
          <w:tcPr>
            <w:tcW w:w="2835" w:type="dxa"/>
          </w:tcPr>
          <w:p w14:paraId="57ECFA77" w14:textId="77777777" w:rsidR="00A32AAD" w:rsidRPr="00A32AAD" w:rsidRDefault="00A32AAD" w:rsidP="00A32AAD">
            <w:pPr>
              <w:jc w:val="center"/>
              <w:rPr>
                <w:b/>
                <w:bCs/>
                <w:sz w:val="20"/>
              </w:rPr>
            </w:pPr>
            <w:r w:rsidRPr="00A32AAD">
              <w:rPr>
                <w:b/>
                <w:bCs/>
                <w:sz w:val="20"/>
              </w:rPr>
              <w:t>Vastuvõtt puhkepäevadel</w:t>
            </w:r>
          </w:p>
        </w:tc>
      </w:tr>
      <w:tr w:rsidR="00A32AAD" w:rsidRPr="00A32AAD" w14:paraId="590A1E7B" w14:textId="77777777" w:rsidTr="00C10CC8">
        <w:tc>
          <w:tcPr>
            <w:tcW w:w="1637" w:type="dxa"/>
          </w:tcPr>
          <w:p w14:paraId="0A9FD55F" w14:textId="77777777" w:rsidR="00A32AAD" w:rsidRPr="00A32AAD" w:rsidRDefault="00A32AAD" w:rsidP="00A32AAD">
            <w:pPr>
              <w:jc w:val="left"/>
              <w:rPr>
                <w:sz w:val="20"/>
              </w:rPr>
            </w:pPr>
            <w:r w:rsidRPr="00A32AAD">
              <w:rPr>
                <w:sz w:val="20"/>
              </w:rPr>
              <w:t>Virtsu</w:t>
            </w:r>
          </w:p>
        </w:tc>
        <w:tc>
          <w:tcPr>
            <w:tcW w:w="2332" w:type="dxa"/>
          </w:tcPr>
          <w:p w14:paraId="30C966F1" w14:textId="77777777" w:rsidR="00A32AAD" w:rsidRPr="00A32AAD" w:rsidRDefault="00A32AAD" w:rsidP="00A32AAD">
            <w:pPr>
              <w:jc w:val="center"/>
              <w:rPr>
                <w:sz w:val="20"/>
              </w:rPr>
            </w:pPr>
            <w:r w:rsidRPr="00A32AAD">
              <w:rPr>
                <w:sz w:val="20"/>
              </w:rPr>
              <w:t>24/7</w:t>
            </w:r>
          </w:p>
        </w:tc>
        <w:tc>
          <w:tcPr>
            <w:tcW w:w="2835" w:type="dxa"/>
          </w:tcPr>
          <w:p w14:paraId="397F05B1" w14:textId="77777777" w:rsidR="00A32AAD" w:rsidRPr="00A32AAD" w:rsidRDefault="00A32AAD" w:rsidP="00A32AAD">
            <w:pPr>
              <w:jc w:val="center"/>
              <w:rPr>
                <w:sz w:val="20"/>
              </w:rPr>
            </w:pPr>
            <w:r w:rsidRPr="00A32AAD">
              <w:rPr>
                <w:sz w:val="20"/>
              </w:rPr>
              <w:t>24/7</w:t>
            </w:r>
          </w:p>
        </w:tc>
      </w:tr>
      <w:tr w:rsidR="00247233" w:rsidRPr="00A32AAD" w14:paraId="40D2837C" w14:textId="77777777" w:rsidTr="00C10CC8">
        <w:tc>
          <w:tcPr>
            <w:tcW w:w="1637" w:type="dxa"/>
          </w:tcPr>
          <w:p w14:paraId="3606CE16" w14:textId="73CA2864" w:rsidR="00247233" w:rsidRPr="00A32AAD" w:rsidRDefault="00247233" w:rsidP="00A32AAD">
            <w:pPr>
              <w:jc w:val="left"/>
              <w:rPr>
                <w:sz w:val="20"/>
              </w:rPr>
            </w:pPr>
            <w:r>
              <w:rPr>
                <w:sz w:val="20"/>
              </w:rPr>
              <w:t>Pärnu</w:t>
            </w:r>
          </w:p>
        </w:tc>
        <w:tc>
          <w:tcPr>
            <w:tcW w:w="2332" w:type="dxa"/>
          </w:tcPr>
          <w:p w14:paraId="3E1CF40A" w14:textId="42F949EE" w:rsidR="00247233" w:rsidRPr="00A32AAD" w:rsidRDefault="00247233" w:rsidP="00A32A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8:00 – 17:00</w:t>
            </w:r>
          </w:p>
        </w:tc>
        <w:tc>
          <w:tcPr>
            <w:tcW w:w="2835" w:type="dxa"/>
          </w:tcPr>
          <w:p w14:paraId="77CAF97F" w14:textId="7FACB877" w:rsidR="00247233" w:rsidRPr="00A32AAD" w:rsidRDefault="00247233" w:rsidP="00A32A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kokkuleppel</w:t>
            </w:r>
          </w:p>
        </w:tc>
      </w:tr>
    </w:tbl>
    <w:p w14:paraId="744043F3" w14:textId="7D540622" w:rsidR="00A32AAD" w:rsidRPr="00A32AAD" w:rsidRDefault="00C10CC8" w:rsidP="00A32AAD">
      <w:pPr>
        <w:jc w:val="left"/>
        <w:rPr>
          <w:b/>
          <w:spacing w:val="0"/>
          <w:position w:val="0"/>
          <w:sz w:val="20"/>
          <w:lang w:eastAsia="et-EE"/>
        </w:rPr>
      </w:pPr>
      <w:r>
        <w:rPr>
          <w:spacing w:val="0"/>
          <w:position w:val="0"/>
          <w:sz w:val="20"/>
          <w:lang w:eastAsia="et-EE"/>
        </w:rPr>
        <w:t xml:space="preserve">    </w:t>
      </w:r>
    </w:p>
    <w:p w14:paraId="607BB75D" w14:textId="22899D26" w:rsidR="00A32AAD" w:rsidRPr="00A32AAD" w:rsidRDefault="00A32AAD" w:rsidP="00A32AAD">
      <w:pPr>
        <w:numPr>
          <w:ilvl w:val="0"/>
          <w:numId w:val="22"/>
        </w:numPr>
        <w:ind w:left="142" w:firstLine="0"/>
        <w:contextualSpacing/>
        <w:jc w:val="left"/>
        <w:rPr>
          <w:sz w:val="20"/>
        </w:rPr>
      </w:pPr>
      <w:r w:rsidRPr="00A32AAD">
        <w:rPr>
          <w:sz w:val="20"/>
        </w:rPr>
        <w:t>Pooled lepivad kokku, et müüja kohustus loetakse täidetuks kui tähtajaks üle</w:t>
      </w:r>
      <w:r w:rsidRPr="008A3022">
        <w:rPr>
          <w:sz w:val="20"/>
        </w:rPr>
        <w:t xml:space="preserve"> </w:t>
      </w:r>
      <w:r w:rsidRPr="00A32AAD">
        <w:rPr>
          <w:sz w:val="20"/>
        </w:rPr>
        <w:t>andmata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05364ED1" w14:textId="77777777" w:rsidR="00A32AAD" w:rsidRPr="00A32AAD" w:rsidRDefault="00A32AAD" w:rsidP="00A32AAD">
      <w:pPr>
        <w:rPr>
          <w:bCs/>
          <w:sz w:val="20"/>
        </w:rPr>
      </w:pPr>
    </w:p>
    <w:p w14:paraId="0F7A6E36" w14:textId="77777777" w:rsidR="00A32AAD" w:rsidRPr="00A32AAD" w:rsidRDefault="00A32AAD" w:rsidP="00A32AAD">
      <w:pPr>
        <w:jc w:val="left"/>
        <w:rPr>
          <w:b/>
          <w:sz w:val="20"/>
        </w:rPr>
      </w:pPr>
      <w:r w:rsidRPr="00A32AAD">
        <w:rPr>
          <w:b/>
          <w:sz w:val="20"/>
        </w:rPr>
        <w:t xml:space="preserve">Poolte allkirjad  </w:t>
      </w:r>
    </w:p>
    <w:p w14:paraId="66E2CFA1" w14:textId="77777777" w:rsidR="00A32AAD" w:rsidRPr="00A32AAD" w:rsidRDefault="00A32AAD" w:rsidP="00A32AAD">
      <w:pPr>
        <w:jc w:val="left"/>
        <w:rPr>
          <w:b/>
          <w:sz w:val="20"/>
        </w:rPr>
      </w:pPr>
    </w:p>
    <w:p w14:paraId="26442E4E" w14:textId="77777777" w:rsidR="00A32AAD" w:rsidRPr="00A32AAD" w:rsidRDefault="00A32AAD" w:rsidP="00A32AAD">
      <w:pPr>
        <w:tabs>
          <w:tab w:val="left" w:pos="5387"/>
        </w:tabs>
        <w:jc w:val="left"/>
        <w:rPr>
          <w:b/>
          <w:sz w:val="20"/>
        </w:rPr>
      </w:pPr>
      <w:r w:rsidRPr="00A32AAD">
        <w:rPr>
          <w:b/>
          <w:sz w:val="20"/>
        </w:rPr>
        <w:t>Müüja</w:t>
      </w:r>
      <w:r w:rsidRPr="00A32AAD">
        <w:rPr>
          <w:b/>
          <w:sz w:val="20"/>
        </w:rPr>
        <w:tab/>
        <w:t>Ostja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32AAD" w:rsidRPr="00A32AAD" w14:paraId="56E50C12" w14:textId="77777777" w:rsidTr="005769D9">
        <w:trPr>
          <w:trHeight w:val="551"/>
        </w:trPr>
        <w:tc>
          <w:tcPr>
            <w:tcW w:w="4175" w:type="dxa"/>
            <w:vAlign w:val="bottom"/>
          </w:tcPr>
          <w:p w14:paraId="20B11F82" w14:textId="77777777" w:rsidR="00A32AAD" w:rsidRPr="00A32AAD" w:rsidRDefault="00D17B14" w:rsidP="00A32AAD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410131819"/>
                <w:placeholder>
                  <w:docPart w:val="BCCCE8EE8FD64DBBA88116AF4E4CDA2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AAD" w:rsidRPr="00A32AAD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6128868" w14:textId="77777777" w:rsidR="00A32AAD" w:rsidRPr="00A32AAD" w:rsidRDefault="00A32AAD" w:rsidP="00A32AAD">
            <w:pPr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5007D0E0" w14:textId="77777777" w:rsidR="00A32AAD" w:rsidRPr="00A32AAD" w:rsidRDefault="00D17B14" w:rsidP="00A32AAD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854037729"/>
                <w:placeholder>
                  <w:docPart w:val="F0576BB5CE7C45B48E3751C3A358C1F2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AAD" w:rsidRPr="00A32AAD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p w14:paraId="2C0D018E" w14:textId="77777777" w:rsidR="00A32AAD" w:rsidRPr="00A32AAD" w:rsidRDefault="00A32AAD" w:rsidP="00A32AAD">
      <w:pPr>
        <w:jc w:val="left"/>
        <w:rPr>
          <w:sz w:val="20"/>
        </w:rPr>
      </w:pPr>
    </w:p>
    <w:p w14:paraId="7B1F4AFA" w14:textId="77777777" w:rsidR="00A32AAD" w:rsidRDefault="00A32AAD" w:rsidP="00A32AAD">
      <w:pPr>
        <w:rPr>
          <w:sz w:val="20"/>
        </w:rPr>
      </w:pPr>
      <w:r>
        <w:rPr>
          <w:sz w:val="20"/>
        </w:rPr>
        <w:t>Urmas Treial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Andrus Ilumets</w:t>
      </w:r>
    </w:p>
    <w:p w14:paraId="7A8C4F94" w14:textId="77777777" w:rsidR="00A32AAD" w:rsidRDefault="00A32AAD" w:rsidP="00A32AAD">
      <w:pPr>
        <w:rPr>
          <w:sz w:val="20"/>
        </w:rPr>
      </w:pPr>
      <w:r>
        <w:rPr>
          <w:sz w:val="20"/>
        </w:rPr>
        <w:t>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Juhataja</w:t>
      </w:r>
    </w:p>
    <w:p w14:paraId="73D5DD38" w14:textId="77777777" w:rsidR="00A32AAD" w:rsidRDefault="00A32AAD" w:rsidP="00A32AAD">
      <w:pPr>
        <w:rPr>
          <w:sz w:val="20"/>
        </w:rPr>
      </w:pPr>
      <w:r>
        <w:rPr>
          <w:sz w:val="20"/>
        </w:rPr>
        <w:br w:type="page"/>
      </w:r>
    </w:p>
    <w:p w14:paraId="7550994B" w14:textId="77777777" w:rsidR="00A32AAD" w:rsidRPr="00A32AAD" w:rsidRDefault="00A32AAD" w:rsidP="00A32AAD">
      <w:pPr>
        <w:ind w:left="5440"/>
        <w:jc w:val="left"/>
        <w:rPr>
          <w:spacing w:val="0"/>
          <w:position w:val="0"/>
          <w:sz w:val="20"/>
        </w:rPr>
      </w:pPr>
    </w:p>
    <w:p w14:paraId="3015D1A0" w14:textId="77777777" w:rsidR="00A32AAD" w:rsidRPr="00A32AAD" w:rsidRDefault="00A32AAD" w:rsidP="00A32AAD">
      <w:pPr>
        <w:ind w:left="5440" w:firstLine="680"/>
        <w:jc w:val="left"/>
        <w:rPr>
          <w:spacing w:val="0"/>
          <w:position w:val="0"/>
          <w:sz w:val="20"/>
        </w:rPr>
      </w:pPr>
    </w:p>
    <w:p w14:paraId="5017B8DF" w14:textId="77777777" w:rsidR="00A32AAD" w:rsidRPr="00A32AAD" w:rsidRDefault="00A32AAD" w:rsidP="00A32AAD">
      <w:pPr>
        <w:ind w:left="5440" w:firstLine="68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>Lisa 2</w:t>
      </w:r>
    </w:p>
    <w:p w14:paraId="1D35B150" w14:textId="77777777" w:rsidR="00FF0099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 xml:space="preserve">RMK ja HMPK OÜ vahelise </w:t>
      </w:r>
    </w:p>
    <w:p w14:paraId="3EA6ED76" w14:textId="77777777" w:rsidR="00FF0099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 xml:space="preserve">metsamaterjali müügilepingu </w:t>
      </w:r>
    </w:p>
    <w:p w14:paraId="391C235F" w14:textId="5278B132" w:rsidR="00A32AAD" w:rsidRPr="00A32AA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>nr 3-3.6.1/202</w:t>
      </w:r>
      <w:r w:rsidR="003D0F7D">
        <w:rPr>
          <w:spacing w:val="0"/>
          <w:position w:val="0"/>
          <w:sz w:val="20"/>
        </w:rPr>
        <w:t>5</w:t>
      </w:r>
      <w:r w:rsidRPr="00A32AAD">
        <w:rPr>
          <w:spacing w:val="0"/>
          <w:position w:val="0"/>
          <w:sz w:val="20"/>
        </w:rPr>
        <w:t>/</w:t>
      </w:r>
      <w:r w:rsidR="004E3617">
        <w:rPr>
          <w:spacing w:val="0"/>
          <w:position w:val="0"/>
          <w:sz w:val="20"/>
        </w:rPr>
        <w:t>249</w:t>
      </w:r>
      <w:r w:rsidRPr="00A32AAD">
        <w:rPr>
          <w:spacing w:val="0"/>
          <w:position w:val="0"/>
          <w:sz w:val="20"/>
        </w:rPr>
        <w:t xml:space="preserve"> juurde</w:t>
      </w:r>
    </w:p>
    <w:p w14:paraId="0785BD9F" w14:textId="77777777" w:rsidR="00A32AAD" w:rsidRPr="00A32AAD" w:rsidRDefault="00A32AAD" w:rsidP="00A32AAD">
      <w:pPr>
        <w:keepNext/>
        <w:jc w:val="right"/>
        <w:outlineLvl w:val="0"/>
        <w:rPr>
          <w:b/>
          <w:bCs/>
          <w:sz w:val="20"/>
        </w:rPr>
      </w:pPr>
    </w:p>
    <w:p w14:paraId="30C82287" w14:textId="77777777" w:rsidR="00A32AAD" w:rsidRPr="00A32AAD" w:rsidRDefault="00A32AAD" w:rsidP="00A32AAD">
      <w:pPr>
        <w:jc w:val="left"/>
        <w:rPr>
          <w:sz w:val="20"/>
        </w:rPr>
      </w:pPr>
    </w:p>
    <w:p w14:paraId="08E15D81" w14:textId="77777777" w:rsidR="00A32AAD" w:rsidRPr="00A32AAD" w:rsidRDefault="00A32AAD" w:rsidP="00A32AAD">
      <w:pPr>
        <w:keepNext/>
        <w:jc w:val="center"/>
        <w:outlineLvl w:val="0"/>
        <w:rPr>
          <w:b/>
          <w:sz w:val="20"/>
        </w:rPr>
      </w:pPr>
      <w:r w:rsidRPr="00A32AAD">
        <w:rPr>
          <w:b/>
          <w:sz w:val="20"/>
        </w:rPr>
        <w:t>KVALITEEDINÕUDED</w:t>
      </w:r>
    </w:p>
    <w:p w14:paraId="48CCC3C7" w14:textId="77777777" w:rsidR="00A32AAD" w:rsidRPr="00A32AAD" w:rsidRDefault="00A32AAD" w:rsidP="00A32AAD">
      <w:pPr>
        <w:ind w:left="5440" w:firstLine="680"/>
        <w:jc w:val="left"/>
        <w:rPr>
          <w:sz w:val="20"/>
        </w:rPr>
      </w:pPr>
      <w:r w:rsidRPr="00A32AAD">
        <w:rPr>
          <w:sz w:val="20"/>
        </w:rPr>
        <w:t xml:space="preserve">           </w:t>
      </w:r>
    </w:p>
    <w:p w14:paraId="727F7FAF" w14:textId="77777777" w:rsidR="00A32AAD" w:rsidRPr="00A32AAD" w:rsidRDefault="00A32AAD" w:rsidP="00A32AAD">
      <w:pPr>
        <w:jc w:val="right"/>
        <w:rPr>
          <w:sz w:val="20"/>
        </w:rPr>
      </w:pPr>
    </w:p>
    <w:p w14:paraId="205246FA" w14:textId="77777777" w:rsidR="00A32AAD" w:rsidRPr="009F184D" w:rsidRDefault="00A32AAD" w:rsidP="00A32AAD">
      <w:pPr>
        <w:jc w:val="left"/>
        <w:rPr>
          <w:sz w:val="20"/>
        </w:rPr>
      </w:pPr>
      <w:r w:rsidRPr="009F184D">
        <w:rPr>
          <w:sz w:val="20"/>
        </w:rPr>
        <w:t xml:space="preserve">Pooled lepivad kokku järgmiselt: </w:t>
      </w:r>
    </w:p>
    <w:p w14:paraId="0F79959A" w14:textId="77777777" w:rsidR="00A32AAD" w:rsidRPr="009F184D" w:rsidRDefault="00A32AAD" w:rsidP="00A32AAD">
      <w:pPr>
        <w:jc w:val="left"/>
        <w:rPr>
          <w:sz w:val="20"/>
        </w:rPr>
      </w:pPr>
    </w:p>
    <w:p w14:paraId="5E7C2F28" w14:textId="77777777" w:rsidR="009F184D" w:rsidRPr="009F184D" w:rsidRDefault="009F184D" w:rsidP="009F184D">
      <w:pPr>
        <w:jc w:val="left"/>
        <w:rPr>
          <w:sz w:val="20"/>
        </w:rPr>
      </w:pPr>
      <w:r w:rsidRPr="009F184D">
        <w:rPr>
          <w:sz w:val="20"/>
        </w:rPr>
        <w:t>1. Müüja müüb ja ostja ostab riigimetsas raiutud metsamaterjali, mille kvaliteet ja mõõdud on sätestatud alljärgnevalt:</w:t>
      </w:r>
    </w:p>
    <w:p w14:paraId="5D29FFAD" w14:textId="77777777" w:rsidR="009F184D" w:rsidRPr="009F184D" w:rsidRDefault="009F184D" w:rsidP="009F184D">
      <w:pPr>
        <w:jc w:val="left"/>
        <w:rPr>
          <w:sz w:val="20"/>
        </w:rPr>
      </w:pPr>
      <w:r w:rsidRPr="009F184D">
        <w:rPr>
          <w:sz w:val="20"/>
        </w:rPr>
        <w:t xml:space="preserve">1.1. Kasepaberipuit </w:t>
      </w:r>
    </w:p>
    <w:p w14:paraId="2F426A23" w14:textId="77777777" w:rsidR="009F184D" w:rsidRPr="009F184D" w:rsidRDefault="009F184D" w:rsidP="009F184D">
      <w:pPr>
        <w:jc w:val="left"/>
        <w:rPr>
          <w:sz w:val="20"/>
        </w:rPr>
      </w:pPr>
      <w:r w:rsidRPr="009F184D">
        <w:rPr>
          <w:sz w:val="20"/>
        </w:rPr>
        <w:t xml:space="preserve">RMK virnmaterjalide standardis (avaldatud RMK veebilehel </w:t>
      </w:r>
      <w:hyperlink r:id="rId20" w:history="1">
        <w:r w:rsidRPr="009F184D">
          <w:rPr>
            <w:sz w:val="20"/>
          </w:rPr>
          <w:t>www.rmk.ee</w:t>
        </w:r>
      </w:hyperlink>
      <w:r w:rsidRPr="009F184D">
        <w:rPr>
          <w:sz w:val="20"/>
        </w:rPr>
        <w:t xml:space="preserve"> )  p. 2.1. sätestatud kvaliteedinõuded</w:t>
      </w:r>
    </w:p>
    <w:tbl>
      <w:tblPr>
        <w:tblW w:w="7597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0"/>
        <w:gridCol w:w="2590"/>
        <w:gridCol w:w="2767"/>
      </w:tblGrid>
      <w:tr w:rsidR="009F184D" w:rsidRPr="009F184D" w14:paraId="14E4AD42" w14:textId="77777777" w:rsidTr="00C025BA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21EE95D6" w14:textId="77777777" w:rsidR="009F184D" w:rsidRPr="009F184D" w:rsidRDefault="009F184D" w:rsidP="009F184D">
            <w:pPr>
              <w:jc w:val="left"/>
              <w:rPr>
                <w:sz w:val="20"/>
              </w:rPr>
            </w:pPr>
            <w:r w:rsidRPr="009F184D">
              <w:rPr>
                <w:sz w:val="20"/>
              </w:rPr>
              <w:t>Diameeter koorega ladvapoolsest otsast: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58F6F367" w14:textId="77777777" w:rsidR="009F184D" w:rsidRPr="009F184D" w:rsidRDefault="009F184D" w:rsidP="009F184D">
            <w:pPr>
              <w:jc w:val="left"/>
              <w:rPr>
                <w:sz w:val="20"/>
              </w:rPr>
            </w:pPr>
            <w:r w:rsidRPr="009F184D">
              <w:rPr>
                <w:sz w:val="20"/>
              </w:rPr>
              <w:t>Min 6 cm</w:t>
            </w:r>
          </w:p>
        </w:tc>
      </w:tr>
      <w:tr w:rsidR="009F184D" w:rsidRPr="009F184D" w14:paraId="4A1ADB5C" w14:textId="77777777" w:rsidTr="00C025BA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23D7739A" w14:textId="77777777" w:rsidR="009F184D" w:rsidRPr="009F184D" w:rsidRDefault="009F184D" w:rsidP="009F184D">
            <w:pPr>
              <w:jc w:val="left"/>
              <w:rPr>
                <w:sz w:val="20"/>
              </w:rPr>
            </w:pPr>
            <w:r w:rsidRPr="009F184D">
              <w:rPr>
                <w:sz w:val="20"/>
              </w:rPr>
              <w:t>Maksimaalne tüükapoolse otsa diameeter koorega: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B7A9E62" w14:textId="77777777" w:rsidR="009F184D" w:rsidRPr="009F184D" w:rsidRDefault="009F184D" w:rsidP="009F184D">
            <w:pPr>
              <w:jc w:val="left"/>
              <w:rPr>
                <w:sz w:val="20"/>
              </w:rPr>
            </w:pPr>
            <w:r w:rsidRPr="009F184D">
              <w:rPr>
                <w:sz w:val="20"/>
              </w:rPr>
              <w:t>Max 70 cm</w:t>
            </w:r>
          </w:p>
        </w:tc>
      </w:tr>
      <w:tr w:rsidR="009F184D" w:rsidRPr="009F184D" w14:paraId="06033A78" w14:textId="77777777" w:rsidTr="00C025BA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035E3663" w14:textId="77777777" w:rsidR="009F184D" w:rsidRPr="009F184D" w:rsidRDefault="009F184D" w:rsidP="009F184D">
            <w:pPr>
              <w:jc w:val="left"/>
              <w:rPr>
                <w:sz w:val="20"/>
              </w:rPr>
            </w:pPr>
            <w:r w:rsidRPr="009F184D">
              <w:rPr>
                <w:sz w:val="20"/>
              </w:rPr>
              <w:t>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50591EE6" w14:textId="77777777" w:rsidR="009F184D" w:rsidRPr="009F184D" w:rsidRDefault="009F184D" w:rsidP="009F184D">
            <w:pPr>
              <w:jc w:val="center"/>
              <w:rPr>
                <w:sz w:val="20"/>
              </w:rPr>
            </w:pPr>
            <w:r w:rsidRPr="009F184D">
              <w:rPr>
                <w:sz w:val="20"/>
              </w:rPr>
              <w:t>3,0…6,0 m</w:t>
            </w:r>
          </w:p>
        </w:tc>
      </w:tr>
      <w:tr w:rsidR="009F184D" w:rsidRPr="009F184D" w14:paraId="62FC10E2" w14:textId="77777777" w:rsidTr="00C025BA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4E6CA10" w14:textId="77777777" w:rsidR="009F184D" w:rsidRPr="009F184D" w:rsidRDefault="009F184D" w:rsidP="009F184D">
            <w:pPr>
              <w:jc w:val="left"/>
              <w:rPr>
                <w:sz w:val="20"/>
              </w:rPr>
            </w:pPr>
            <w:r w:rsidRPr="009F184D">
              <w:rPr>
                <w:sz w:val="20"/>
              </w:rPr>
              <w:t>Põhipikkus: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4E291B1" w14:textId="77777777" w:rsidR="009F184D" w:rsidRPr="009F184D" w:rsidRDefault="009F184D" w:rsidP="009F184D">
            <w:pPr>
              <w:jc w:val="center"/>
              <w:rPr>
                <w:sz w:val="20"/>
              </w:rPr>
            </w:pPr>
            <w:r w:rsidRPr="009F184D">
              <w:rPr>
                <w:sz w:val="20"/>
              </w:rPr>
              <w:t>3,0 (+/- 0,3) m</w:t>
            </w:r>
          </w:p>
        </w:tc>
      </w:tr>
    </w:tbl>
    <w:p w14:paraId="7F513332" w14:textId="296007C7" w:rsidR="00A32AAD" w:rsidRPr="00A32AAD" w:rsidRDefault="00C10CC8" w:rsidP="00A32AAD">
      <w:pPr>
        <w:rPr>
          <w:sz w:val="20"/>
        </w:rPr>
      </w:pPr>
      <w:r w:rsidRPr="009F184D">
        <w:rPr>
          <w:sz w:val="20"/>
        </w:rPr>
        <w:t>1.</w:t>
      </w:r>
      <w:r w:rsidR="00DB0D8C" w:rsidRPr="009F184D">
        <w:rPr>
          <w:sz w:val="20"/>
        </w:rPr>
        <w:t>2</w:t>
      </w:r>
      <w:r w:rsidRPr="009F184D">
        <w:rPr>
          <w:sz w:val="20"/>
        </w:rPr>
        <w:t xml:space="preserve">. </w:t>
      </w:r>
      <w:r w:rsidR="00A32AAD" w:rsidRPr="009F184D">
        <w:rPr>
          <w:sz w:val="20"/>
        </w:rPr>
        <w:t xml:space="preserve">Sätestamata kvaliteeditingimuste, kvaliteeti puudutavate mõistete ja definitsioonide osas juhinduvad pooled RMK virnmaterjalide standardist. Kõikidel nottidel koormas võib esineda lubatud piirides kahjustusi. </w:t>
      </w:r>
    </w:p>
    <w:p w14:paraId="69261087" w14:textId="77777777" w:rsidR="00A32AAD" w:rsidRPr="009F184D" w:rsidRDefault="00A32AAD" w:rsidP="00A32AAD">
      <w:pPr>
        <w:jc w:val="left"/>
        <w:rPr>
          <w:sz w:val="20"/>
        </w:rPr>
      </w:pPr>
    </w:p>
    <w:p w14:paraId="7455058C" w14:textId="77777777" w:rsidR="00A32AAD" w:rsidRPr="009F184D" w:rsidRDefault="00A32AAD" w:rsidP="00A32AAD">
      <w:pPr>
        <w:jc w:val="left"/>
        <w:rPr>
          <w:sz w:val="20"/>
        </w:rPr>
      </w:pPr>
      <w:r w:rsidRPr="009F184D">
        <w:rPr>
          <w:sz w:val="20"/>
        </w:rPr>
        <w:t xml:space="preserve">Poolte allkirjad  </w:t>
      </w:r>
    </w:p>
    <w:p w14:paraId="7CC2CB62" w14:textId="77777777" w:rsidR="00A32AAD" w:rsidRPr="009F184D" w:rsidRDefault="00A32AAD" w:rsidP="00A32AAD">
      <w:pPr>
        <w:jc w:val="left"/>
        <w:rPr>
          <w:sz w:val="20"/>
        </w:rPr>
      </w:pPr>
    </w:p>
    <w:p w14:paraId="580174CC" w14:textId="77777777" w:rsidR="00A32AAD" w:rsidRPr="009F184D" w:rsidRDefault="00A32AAD" w:rsidP="00A32AAD">
      <w:pPr>
        <w:tabs>
          <w:tab w:val="left" w:pos="5387"/>
        </w:tabs>
        <w:jc w:val="left"/>
        <w:rPr>
          <w:sz w:val="20"/>
        </w:rPr>
      </w:pPr>
      <w:r w:rsidRPr="009F184D">
        <w:rPr>
          <w:sz w:val="20"/>
        </w:rPr>
        <w:t>Müüja</w:t>
      </w:r>
      <w:r w:rsidRPr="009F184D">
        <w:rPr>
          <w:sz w:val="20"/>
        </w:rPr>
        <w:tab/>
        <w:t>Ostja</w:t>
      </w:r>
    </w:p>
    <w:p w14:paraId="4AEA9C3C" w14:textId="77777777" w:rsidR="00A32AAD" w:rsidRPr="009F184D" w:rsidRDefault="00A32AAD" w:rsidP="00A32AAD">
      <w:pPr>
        <w:jc w:val="left"/>
        <w:rPr>
          <w:sz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32AAD" w:rsidRPr="009F184D" w14:paraId="28A8919A" w14:textId="77777777" w:rsidTr="005769D9">
        <w:trPr>
          <w:trHeight w:val="551"/>
        </w:trPr>
        <w:tc>
          <w:tcPr>
            <w:tcW w:w="4175" w:type="dxa"/>
            <w:vAlign w:val="bottom"/>
          </w:tcPr>
          <w:p w14:paraId="257899BE" w14:textId="77777777" w:rsidR="00A32AAD" w:rsidRPr="009F184D" w:rsidRDefault="00D17B14" w:rsidP="00A32AAD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1951196964"/>
                <w:placeholder>
                  <w:docPart w:val="315EB60245424B99B2C933C959EF2D0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AAD" w:rsidRPr="009F184D">
                  <w:rPr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1EAECFBD" w14:textId="77777777" w:rsidR="00A32AAD" w:rsidRPr="009F184D" w:rsidRDefault="00A32AAD" w:rsidP="00A32AAD">
            <w:pPr>
              <w:rPr>
                <w:sz w:val="20"/>
              </w:rPr>
            </w:pPr>
          </w:p>
        </w:tc>
        <w:tc>
          <w:tcPr>
            <w:tcW w:w="3719" w:type="dxa"/>
            <w:vAlign w:val="bottom"/>
          </w:tcPr>
          <w:p w14:paraId="3364449A" w14:textId="77777777" w:rsidR="00A32AAD" w:rsidRPr="009F184D" w:rsidRDefault="00D17B14" w:rsidP="00A32AAD">
            <w:pPr>
              <w:rPr>
                <w:sz w:val="20"/>
              </w:rPr>
            </w:pPr>
            <w:sdt>
              <w:sdtPr>
                <w:rPr>
                  <w:sz w:val="20"/>
                </w:rPr>
                <w:id w:val="-1161078688"/>
                <w:placeholder>
                  <w:docPart w:val="6A8515CB41A44323B872E0744A5D1E9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AAD" w:rsidRPr="009F184D">
                  <w:rPr>
                    <w:sz w:val="20"/>
                  </w:rPr>
                  <w:t>(allkirjastatud digitaalselt)</w:t>
                </w:r>
              </w:sdtContent>
            </w:sdt>
          </w:p>
        </w:tc>
      </w:tr>
    </w:tbl>
    <w:p w14:paraId="65E689A0" w14:textId="77777777" w:rsidR="00A32AAD" w:rsidRPr="00A32AAD" w:rsidRDefault="00A32AAD" w:rsidP="00A32AAD">
      <w:pPr>
        <w:jc w:val="left"/>
        <w:rPr>
          <w:sz w:val="20"/>
        </w:rPr>
      </w:pPr>
    </w:p>
    <w:p w14:paraId="583AA04E" w14:textId="77777777" w:rsidR="00A32AAD" w:rsidRPr="00A32AAD" w:rsidRDefault="00A32AAD" w:rsidP="00A32AAD">
      <w:pPr>
        <w:jc w:val="left"/>
        <w:rPr>
          <w:sz w:val="20"/>
        </w:rPr>
      </w:pPr>
    </w:p>
    <w:p w14:paraId="6B8A0A0A" w14:textId="77777777" w:rsidR="00C10CC8" w:rsidRDefault="00C10CC8" w:rsidP="00C10CC8">
      <w:pPr>
        <w:rPr>
          <w:sz w:val="20"/>
        </w:rPr>
      </w:pPr>
      <w:r>
        <w:rPr>
          <w:sz w:val="20"/>
        </w:rPr>
        <w:t>Urmas Treial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Andrus Ilumets</w:t>
      </w:r>
    </w:p>
    <w:p w14:paraId="29B0066A" w14:textId="77777777" w:rsidR="00C10CC8" w:rsidRDefault="00C10CC8" w:rsidP="00C10CC8">
      <w:pPr>
        <w:rPr>
          <w:sz w:val="20"/>
        </w:rPr>
      </w:pPr>
      <w:r>
        <w:rPr>
          <w:sz w:val="20"/>
        </w:rPr>
        <w:t>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Juhataja</w:t>
      </w:r>
    </w:p>
    <w:p w14:paraId="09028B19" w14:textId="77777777" w:rsidR="00A32AAD" w:rsidRPr="00A32AAD" w:rsidRDefault="00A32AAD" w:rsidP="00A32AAD">
      <w:pPr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br w:type="page"/>
      </w:r>
    </w:p>
    <w:p w14:paraId="419EE44C" w14:textId="77777777" w:rsidR="00A32AAD" w:rsidRPr="00A32AAD" w:rsidRDefault="00A32AAD" w:rsidP="00A32AAD">
      <w:pPr>
        <w:ind w:left="5440" w:firstLine="680"/>
        <w:jc w:val="left"/>
        <w:rPr>
          <w:spacing w:val="0"/>
          <w:position w:val="0"/>
          <w:sz w:val="20"/>
        </w:rPr>
      </w:pPr>
    </w:p>
    <w:p w14:paraId="07A90384" w14:textId="77777777" w:rsidR="00A32AAD" w:rsidRPr="00A32AAD" w:rsidRDefault="00A32AAD" w:rsidP="00A32AAD">
      <w:pPr>
        <w:ind w:left="5440" w:firstLine="680"/>
        <w:jc w:val="left"/>
        <w:rPr>
          <w:spacing w:val="0"/>
          <w:position w:val="0"/>
          <w:sz w:val="20"/>
        </w:rPr>
      </w:pPr>
    </w:p>
    <w:p w14:paraId="79F89280" w14:textId="77777777" w:rsidR="00A32AAD" w:rsidRPr="00A32AAD" w:rsidRDefault="00A32AAD" w:rsidP="00A32AAD">
      <w:pPr>
        <w:ind w:left="5440" w:firstLine="68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>Lisa 3</w:t>
      </w:r>
    </w:p>
    <w:p w14:paraId="7B355E9E" w14:textId="77777777" w:rsidR="003D0F7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 xml:space="preserve">RMK ja HMPK OÜ vahelise </w:t>
      </w:r>
    </w:p>
    <w:p w14:paraId="2BF08975" w14:textId="77777777" w:rsidR="003D0F7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 xml:space="preserve">metsamaterjali müügilepingu </w:t>
      </w:r>
    </w:p>
    <w:p w14:paraId="50193781" w14:textId="52BC7AD0" w:rsidR="00A32AAD" w:rsidRPr="00A32AAD" w:rsidRDefault="00A32AAD" w:rsidP="00A32AAD">
      <w:pPr>
        <w:ind w:left="6120"/>
        <w:jc w:val="left"/>
        <w:rPr>
          <w:spacing w:val="0"/>
          <w:position w:val="0"/>
          <w:sz w:val="20"/>
        </w:rPr>
      </w:pPr>
      <w:r w:rsidRPr="00A32AAD">
        <w:rPr>
          <w:spacing w:val="0"/>
          <w:position w:val="0"/>
          <w:sz w:val="20"/>
        </w:rPr>
        <w:t>nr 3-3.6.1/202</w:t>
      </w:r>
      <w:r w:rsidR="003D0F7D">
        <w:rPr>
          <w:spacing w:val="0"/>
          <w:position w:val="0"/>
          <w:sz w:val="20"/>
        </w:rPr>
        <w:t>5</w:t>
      </w:r>
      <w:r w:rsidRPr="00A32AAD">
        <w:rPr>
          <w:spacing w:val="0"/>
          <w:position w:val="0"/>
          <w:sz w:val="20"/>
        </w:rPr>
        <w:t>/</w:t>
      </w:r>
      <w:r w:rsidR="004E3617">
        <w:rPr>
          <w:spacing w:val="0"/>
          <w:position w:val="0"/>
          <w:sz w:val="20"/>
        </w:rPr>
        <w:t>249</w:t>
      </w:r>
      <w:r w:rsidRPr="00A32AAD">
        <w:rPr>
          <w:spacing w:val="0"/>
          <w:position w:val="0"/>
          <w:sz w:val="20"/>
        </w:rPr>
        <w:t xml:space="preserve"> juurde</w:t>
      </w:r>
    </w:p>
    <w:p w14:paraId="72732534" w14:textId="77777777" w:rsidR="00A32AAD" w:rsidRPr="00A32AAD" w:rsidRDefault="00A32AAD" w:rsidP="00A32AAD">
      <w:pPr>
        <w:jc w:val="left"/>
        <w:rPr>
          <w:sz w:val="20"/>
        </w:rPr>
      </w:pPr>
    </w:p>
    <w:p w14:paraId="466737D2" w14:textId="77777777" w:rsidR="00A32AAD" w:rsidRPr="00A32AAD" w:rsidRDefault="00A32AAD" w:rsidP="00A32AAD">
      <w:pPr>
        <w:jc w:val="left"/>
        <w:rPr>
          <w:sz w:val="20"/>
        </w:rPr>
      </w:pPr>
    </w:p>
    <w:p w14:paraId="00D55DEB" w14:textId="77777777" w:rsidR="00A32AAD" w:rsidRPr="00A32AAD" w:rsidRDefault="00A32AAD" w:rsidP="00A32AAD">
      <w:pPr>
        <w:keepNext/>
        <w:jc w:val="center"/>
        <w:outlineLvl w:val="0"/>
        <w:rPr>
          <w:b/>
          <w:kern w:val="32"/>
          <w:sz w:val="20"/>
        </w:rPr>
      </w:pPr>
    </w:p>
    <w:p w14:paraId="14809FB2" w14:textId="77777777" w:rsidR="00A32AAD" w:rsidRPr="00A32AAD" w:rsidRDefault="00A32AAD" w:rsidP="00A32AAD">
      <w:pPr>
        <w:keepNext/>
        <w:jc w:val="center"/>
        <w:outlineLvl w:val="0"/>
        <w:rPr>
          <w:b/>
          <w:kern w:val="32"/>
          <w:sz w:val="20"/>
        </w:rPr>
      </w:pPr>
      <w:r w:rsidRPr="00A32AAD">
        <w:rPr>
          <w:b/>
          <w:kern w:val="32"/>
          <w:sz w:val="20"/>
        </w:rPr>
        <w:t>HINNAKOKKULEPE</w:t>
      </w:r>
    </w:p>
    <w:p w14:paraId="257B204C" w14:textId="77777777" w:rsidR="00A32AAD" w:rsidRPr="00A32AAD" w:rsidRDefault="00A32AAD" w:rsidP="00A32AAD">
      <w:pPr>
        <w:ind w:left="5440" w:firstLine="680"/>
        <w:jc w:val="left"/>
        <w:rPr>
          <w:sz w:val="20"/>
        </w:rPr>
      </w:pPr>
      <w:r w:rsidRPr="00A32AAD">
        <w:rPr>
          <w:sz w:val="20"/>
        </w:rPr>
        <w:t xml:space="preserve">     </w:t>
      </w:r>
    </w:p>
    <w:p w14:paraId="7F92BE2A" w14:textId="77777777" w:rsidR="00A32AAD" w:rsidRPr="00A32AAD" w:rsidRDefault="00A32AAD" w:rsidP="00A32AAD">
      <w:pPr>
        <w:ind w:left="5440" w:firstLine="680"/>
        <w:jc w:val="left"/>
        <w:rPr>
          <w:sz w:val="20"/>
        </w:rPr>
      </w:pPr>
    </w:p>
    <w:p w14:paraId="3B963C71" w14:textId="77777777" w:rsidR="00A32AAD" w:rsidRPr="00A32AAD" w:rsidRDefault="00A32AAD" w:rsidP="00A32AAD">
      <w:pPr>
        <w:jc w:val="right"/>
        <w:rPr>
          <w:sz w:val="20"/>
        </w:rPr>
      </w:pPr>
    </w:p>
    <w:p w14:paraId="2373E697" w14:textId="77777777" w:rsidR="003D0F7D" w:rsidRPr="003D0F7D" w:rsidRDefault="003D0F7D" w:rsidP="003D0F7D">
      <w:pPr>
        <w:ind w:left="5440" w:firstLine="680"/>
        <w:jc w:val="left"/>
        <w:rPr>
          <w:sz w:val="22"/>
          <w:szCs w:val="22"/>
        </w:rPr>
      </w:pPr>
    </w:p>
    <w:p w14:paraId="3061F896" w14:textId="77777777" w:rsidR="003D0F7D" w:rsidRPr="003D0F7D" w:rsidRDefault="003D0F7D" w:rsidP="003D0F7D">
      <w:pPr>
        <w:jc w:val="left"/>
        <w:rPr>
          <w:b/>
          <w:sz w:val="22"/>
          <w:szCs w:val="22"/>
        </w:rPr>
      </w:pPr>
      <w:r w:rsidRPr="003D0F7D">
        <w:rPr>
          <w:b/>
          <w:sz w:val="22"/>
          <w:szCs w:val="22"/>
        </w:rPr>
        <w:t xml:space="preserve">Pooled kehtestavad hinnaleppe järgmiselt: </w:t>
      </w:r>
    </w:p>
    <w:p w14:paraId="398A6224" w14:textId="77777777" w:rsidR="003D0F7D" w:rsidRPr="003D0F7D" w:rsidRDefault="003D0F7D" w:rsidP="003D0F7D">
      <w:pPr>
        <w:jc w:val="left"/>
        <w:rPr>
          <w:b/>
          <w:sz w:val="22"/>
          <w:szCs w:val="22"/>
        </w:rPr>
      </w:pPr>
    </w:p>
    <w:p w14:paraId="0CE3DC24" w14:textId="77777777" w:rsidR="003D0F7D" w:rsidRPr="003D0F7D" w:rsidRDefault="003D0F7D" w:rsidP="003D0F7D">
      <w:pPr>
        <w:rPr>
          <w:bCs/>
          <w:sz w:val="22"/>
          <w:szCs w:val="22"/>
        </w:rPr>
      </w:pPr>
      <w:r w:rsidRPr="003D0F7D">
        <w:rPr>
          <w:b/>
          <w:bCs/>
          <w:sz w:val="22"/>
          <w:szCs w:val="22"/>
        </w:rPr>
        <w:t xml:space="preserve">1. </w:t>
      </w:r>
      <w:r w:rsidRPr="003D0F7D">
        <w:rPr>
          <w:bCs/>
          <w:sz w:val="22"/>
          <w:szCs w:val="22"/>
        </w:rPr>
        <w:t>Müüja müüb ja ostja ostab lepingu lisaga nr 1 kokku lepitud metsamaterjali kogused ostja laos järgmiste hindadega:</w:t>
      </w:r>
    </w:p>
    <w:tbl>
      <w:tblPr>
        <w:tblW w:w="6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6"/>
        <w:gridCol w:w="1667"/>
        <w:gridCol w:w="1662"/>
        <w:gridCol w:w="1496"/>
      </w:tblGrid>
      <w:tr w:rsidR="00DB0D8C" w:rsidRPr="003D0F7D" w14:paraId="30EB2D94" w14:textId="77777777" w:rsidTr="004E3617">
        <w:trPr>
          <w:trHeight w:val="277"/>
        </w:trPr>
        <w:tc>
          <w:tcPr>
            <w:tcW w:w="1986" w:type="dxa"/>
          </w:tcPr>
          <w:p w14:paraId="1C811B7C" w14:textId="77777777" w:rsidR="00DB0D8C" w:rsidRPr="003D0F7D" w:rsidRDefault="00DB0D8C" w:rsidP="003D0F7D">
            <w:pPr>
              <w:ind w:right="-144"/>
              <w:jc w:val="left"/>
              <w:rPr>
                <w:b/>
                <w:sz w:val="22"/>
                <w:szCs w:val="22"/>
              </w:rPr>
            </w:pPr>
            <w:r w:rsidRPr="003D0F7D">
              <w:rPr>
                <w:b/>
                <w:sz w:val="22"/>
                <w:szCs w:val="22"/>
              </w:rPr>
              <w:t xml:space="preserve">Sortiment </w:t>
            </w:r>
          </w:p>
        </w:tc>
        <w:tc>
          <w:tcPr>
            <w:tcW w:w="1667" w:type="dxa"/>
          </w:tcPr>
          <w:p w14:paraId="200825B0" w14:textId="77777777" w:rsidR="00DB0D8C" w:rsidRPr="003D0F7D" w:rsidRDefault="00DB0D8C" w:rsidP="003D0F7D">
            <w:pPr>
              <w:ind w:right="-144"/>
              <w:jc w:val="left"/>
              <w:rPr>
                <w:b/>
                <w:sz w:val="22"/>
                <w:szCs w:val="22"/>
              </w:rPr>
            </w:pPr>
            <w:r w:rsidRPr="003D0F7D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662" w:type="dxa"/>
          </w:tcPr>
          <w:p w14:paraId="739A88E8" w14:textId="77777777" w:rsidR="00DB0D8C" w:rsidRPr="003D0F7D" w:rsidRDefault="00DB0D8C" w:rsidP="003D0F7D">
            <w:pPr>
              <w:ind w:right="-144"/>
              <w:jc w:val="center"/>
              <w:rPr>
                <w:b/>
                <w:sz w:val="22"/>
                <w:szCs w:val="22"/>
              </w:rPr>
            </w:pPr>
            <w:r w:rsidRPr="003D0F7D">
              <w:rPr>
                <w:b/>
                <w:sz w:val="22"/>
                <w:szCs w:val="22"/>
              </w:rPr>
              <w:t>Tarnetingimus</w:t>
            </w:r>
          </w:p>
        </w:tc>
        <w:tc>
          <w:tcPr>
            <w:tcW w:w="1496" w:type="dxa"/>
          </w:tcPr>
          <w:p w14:paraId="0A83206C" w14:textId="45919D1F" w:rsidR="00DB0D8C" w:rsidRPr="003D0F7D" w:rsidRDefault="00DB0D8C" w:rsidP="003D0F7D">
            <w:pPr>
              <w:ind w:right="-144"/>
              <w:jc w:val="center"/>
              <w:rPr>
                <w:b/>
                <w:sz w:val="22"/>
                <w:szCs w:val="22"/>
              </w:rPr>
            </w:pPr>
            <w:r w:rsidRPr="003D0F7D">
              <w:rPr>
                <w:b/>
                <w:sz w:val="22"/>
                <w:szCs w:val="22"/>
              </w:rPr>
              <w:t xml:space="preserve">Hind   </w:t>
            </w:r>
            <w:r w:rsidRPr="003D0F7D">
              <w:rPr>
                <w:b/>
                <w:bCs/>
                <w:sz w:val="22"/>
                <w:szCs w:val="22"/>
              </w:rPr>
              <w:t>(eurot/m³)</w:t>
            </w:r>
          </w:p>
        </w:tc>
      </w:tr>
      <w:tr w:rsidR="004E3617" w:rsidRPr="003D0F7D" w14:paraId="1B815588" w14:textId="77777777" w:rsidTr="004E3617">
        <w:trPr>
          <w:trHeight w:val="287"/>
        </w:trPr>
        <w:tc>
          <w:tcPr>
            <w:tcW w:w="1986" w:type="dxa"/>
          </w:tcPr>
          <w:p w14:paraId="3866E047" w14:textId="0E1A02D1" w:rsidR="004E3617" w:rsidRPr="003D0F7D" w:rsidRDefault="004E3617" w:rsidP="004E3617">
            <w:pPr>
              <w:jc w:val="left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sz w:val="20"/>
              </w:rPr>
              <w:t>Kasepaberipuit</w:t>
            </w:r>
            <w:r w:rsidRPr="008D5E79">
              <w:rPr>
                <w:sz w:val="20"/>
              </w:rPr>
              <w:t xml:space="preserve"> </w:t>
            </w:r>
          </w:p>
        </w:tc>
        <w:tc>
          <w:tcPr>
            <w:tcW w:w="1667" w:type="dxa"/>
          </w:tcPr>
          <w:p w14:paraId="5DB6DCBB" w14:textId="4A5E1A51" w:rsidR="004E3617" w:rsidRPr="003D0F7D" w:rsidRDefault="004E3617" w:rsidP="004E3617">
            <w:pPr>
              <w:ind w:right="-144"/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sz w:val="20"/>
              </w:rPr>
              <w:t>Virtsu</w:t>
            </w:r>
          </w:p>
        </w:tc>
        <w:tc>
          <w:tcPr>
            <w:tcW w:w="1662" w:type="dxa"/>
            <w:vAlign w:val="center"/>
          </w:tcPr>
          <w:p w14:paraId="4B3EE313" w14:textId="037C63E5" w:rsidR="004E3617" w:rsidRPr="003D0F7D" w:rsidRDefault="004E3617" w:rsidP="004E3617">
            <w:pPr>
              <w:ind w:right="-144"/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A32AAD">
              <w:rPr>
                <w:spacing w:val="0"/>
                <w:position w:val="0"/>
                <w:sz w:val="20"/>
                <w:lang w:eastAsia="et-EE"/>
              </w:rPr>
              <w:t>DPU</w:t>
            </w:r>
          </w:p>
        </w:tc>
        <w:tc>
          <w:tcPr>
            <w:tcW w:w="1496" w:type="dxa"/>
            <w:vAlign w:val="center"/>
          </w:tcPr>
          <w:p w14:paraId="469A3462" w14:textId="5E419DD7" w:rsidR="004E3617" w:rsidRPr="003D0F7D" w:rsidRDefault="00D6038C" w:rsidP="004E3617">
            <w:pPr>
              <w:ind w:right="-144"/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spacing w:val="0"/>
                <w:position w:val="0"/>
                <w:sz w:val="22"/>
                <w:szCs w:val="22"/>
                <w:lang w:eastAsia="et-EE"/>
              </w:rPr>
              <w:t>49,32</w:t>
            </w:r>
          </w:p>
        </w:tc>
      </w:tr>
      <w:tr w:rsidR="00247233" w:rsidRPr="003D0F7D" w14:paraId="52C3F02E" w14:textId="77777777" w:rsidTr="004E3617">
        <w:trPr>
          <w:trHeight w:val="287"/>
        </w:trPr>
        <w:tc>
          <w:tcPr>
            <w:tcW w:w="1986" w:type="dxa"/>
          </w:tcPr>
          <w:p w14:paraId="397B978B" w14:textId="086CC4BC" w:rsidR="00247233" w:rsidRDefault="00247233" w:rsidP="004E3617">
            <w:pPr>
              <w:jc w:val="left"/>
              <w:rPr>
                <w:sz w:val="20"/>
              </w:rPr>
            </w:pPr>
            <w:r>
              <w:rPr>
                <w:sz w:val="20"/>
              </w:rPr>
              <w:t>Kasepaberipuit</w:t>
            </w:r>
          </w:p>
        </w:tc>
        <w:tc>
          <w:tcPr>
            <w:tcW w:w="1667" w:type="dxa"/>
          </w:tcPr>
          <w:p w14:paraId="5571916D" w14:textId="228AA3FA" w:rsidR="00247233" w:rsidRDefault="00247233" w:rsidP="004E3617">
            <w:pPr>
              <w:ind w:right="-144"/>
              <w:jc w:val="center"/>
              <w:rPr>
                <w:sz w:val="20"/>
              </w:rPr>
            </w:pPr>
            <w:r>
              <w:rPr>
                <w:sz w:val="20"/>
              </w:rPr>
              <w:t>Pärnu</w:t>
            </w:r>
            <w:r w:rsidR="009158A5">
              <w:rPr>
                <w:sz w:val="20"/>
              </w:rPr>
              <w:t xml:space="preserve"> </w:t>
            </w:r>
          </w:p>
        </w:tc>
        <w:tc>
          <w:tcPr>
            <w:tcW w:w="1662" w:type="dxa"/>
            <w:vAlign w:val="center"/>
          </w:tcPr>
          <w:p w14:paraId="00E4EBF3" w14:textId="5247E629" w:rsidR="00247233" w:rsidRPr="00A32AAD" w:rsidRDefault="00247233" w:rsidP="004E3617">
            <w:pPr>
              <w:ind w:right="-144"/>
              <w:jc w:val="center"/>
              <w:rPr>
                <w:spacing w:val="0"/>
                <w:position w:val="0"/>
                <w:sz w:val="20"/>
                <w:lang w:eastAsia="et-EE"/>
              </w:rPr>
            </w:pPr>
            <w:r>
              <w:rPr>
                <w:spacing w:val="0"/>
                <w:position w:val="0"/>
                <w:sz w:val="20"/>
                <w:lang w:eastAsia="et-EE"/>
              </w:rPr>
              <w:t>DPU</w:t>
            </w:r>
          </w:p>
        </w:tc>
        <w:tc>
          <w:tcPr>
            <w:tcW w:w="1496" w:type="dxa"/>
            <w:vAlign w:val="center"/>
          </w:tcPr>
          <w:p w14:paraId="693C8B96" w14:textId="08F181B4" w:rsidR="00247233" w:rsidRDefault="00247233" w:rsidP="004E3617">
            <w:pPr>
              <w:ind w:right="-144"/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>
              <w:rPr>
                <w:spacing w:val="0"/>
                <w:position w:val="0"/>
                <w:sz w:val="22"/>
                <w:szCs w:val="22"/>
                <w:lang w:eastAsia="et-EE"/>
              </w:rPr>
              <w:t>50</w:t>
            </w:r>
            <w:r w:rsidR="009158A5">
              <w:rPr>
                <w:spacing w:val="0"/>
                <w:position w:val="0"/>
                <w:sz w:val="22"/>
                <w:szCs w:val="22"/>
                <w:lang w:eastAsia="et-EE"/>
              </w:rPr>
              <w:t xml:space="preserve">,57 </w:t>
            </w:r>
          </w:p>
        </w:tc>
      </w:tr>
    </w:tbl>
    <w:p w14:paraId="7BC2F1F4" w14:textId="05495C04" w:rsidR="003D0F7D" w:rsidRDefault="00841D65" w:rsidP="00841D65">
      <w:pPr>
        <w:pStyle w:val="ListParagraph"/>
        <w:numPr>
          <w:ilvl w:val="1"/>
          <w:numId w:val="42"/>
        </w:numPr>
        <w:tabs>
          <w:tab w:val="left" w:pos="113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A266F">
        <w:rPr>
          <w:bCs/>
          <w:sz w:val="22"/>
          <w:szCs w:val="22"/>
        </w:rPr>
        <w:t>m</w:t>
      </w:r>
      <w:r w:rsidR="00D6038C" w:rsidRPr="00841D65">
        <w:rPr>
          <w:bCs/>
          <w:sz w:val="22"/>
          <w:szCs w:val="22"/>
        </w:rPr>
        <w:t>ittevastava metsamaterjali hind 20,00 (eurot/m3)</w:t>
      </w:r>
      <w:r>
        <w:rPr>
          <w:bCs/>
          <w:sz w:val="22"/>
          <w:szCs w:val="22"/>
        </w:rPr>
        <w:t>;</w:t>
      </w:r>
    </w:p>
    <w:p w14:paraId="162D5C18" w14:textId="2C8C1278" w:rsidR="00841D65" w:rsidRDefault="00366B58" w:rsidP="00841D65">
      <w:pPr>
        <w:pStyle w:val="ListParagraph"/>
        <w:numPr>
          <w:ilvl w:val="1"/>
          <w:numId w:val="42"/>
        </w:numPr>
        <w:tabs>
          <w:tab w:val="left" w:pos="113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A266F">
        <w:rPr>
          <w:bCs/>
          <w:sz w:val="22"/>
          <w:szCs w:val="22"/>
        </w:rPr>
        <w:t>t</w:t>
      </w:r>
      <w:r w:rsidR="00841D65">
        <w:rPr>
          <w:bCs/>
          <w:sz w:val="22"/>
          <w:szCs w:val="22"/>
        </w:rPr>
        <w:t>arnetingimusel FAS (</w:t>
      </w:r>
      <w:proofErr w:type="spellStart"/>
      <w:r w:rsidR="00841D65">
        <w:rPr>
          <w:bCs/>
          <w:sz w:val="22"/>
          <w:szCs w:val="22"/>
        </w:rPr>
        <w:t>Incoterms</w:t>
      </w:r>
      <w:proofErr w:type="spellEnd"/>
      <w:r w:rsidR="00841D65">
        <w:rPr>
          <w:bCs/>
          <w:sz w:val="22"/>
          <w:szCs w:val="22"/>
        </w:rPr>
        <w:t xml:space="preserve"> 2020) </w:t>
      </w:r>
      <w:r>
        <w:rPr>
          <w:bCs/>
          <w:sz w:val="22"/>
          <w:szCs w:val="22"/>
        </w:rPr>
        <w:t xml:space="preserve">tarnitud koguste </w:t>
      </w:r>
      <w:r w:rsidR="00CA266F">
        <w:rPr>
          <w:bCs/>
          <w:sz w:val="22"/>
          <w:szCs w:val="22"/>
        </w:rPr>
        <w:t xml:space="preserve">hindadele </w:t>
      </w:r>
      <w:r>
        <w:rPr>
          <w:bCs/>
          <w:sz w:val="22"/>
          <w:szCs w:val="22"/>
        </w:rPr>
        <w:t xml:space="preserve">lisandub </w:t>
      </w:r>
      <w:r w:rsidR="00CA266F">
        <w:rPr>
          <w:bCs/>
          <w:sz w:val="22"/>
          <w:szCs w:val="22"/>
        </w:rPr>
        <w:t>1,25 eurot/m3</w:t>
      </w:r>
      <w:r w:rsidR="009158A5">
        <w:rPr>
          <w:bCs/>
          <w:sz w:val="22"/>
          <w:szCs w:val="22"/>
        </w:rPr>
        <w:t>;</w:t>
      </w:r>
    </w:p>
    <w:p w14:paraId="57D47248" w14:textId="1EA97F87" w:rsidR="009158A5" w:rsidRPr="00841D65" w:rsidRDefault="00396276" w:rsidP="00841D65">
      <w:pPr>
        <w:pStyle w:val="ListParagraph"/>
        <w:numPr>
          <w:ilvl w:val="1"/>
          <w:numId w:val="42"/>
        </w:numPr>
        <w:tabs>
          <w:tab w:val="left" w:pos="113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454C2">
        <w:rPr>
          <w:bCs/>
          <w:sz w:val="22"/>
          <w:szCs w:val="22"/>
        </w:rPr>
        <w:t>Pooled on ko</w:t>
      </w:r>
      <w:r>
        <w:rPr>
          <w:bCs/>
          <w:sz w:val="22"/>
          <w:szCs w:val="22"/>
        </w:rPr>
        <w:t>k</w:t>
      </w:r>
      <w:r w:rsidR="00B454C2">
        <w:rPr>
          <w:bCs/>
          <w:sz w:val="22"/>
          <w:szCs w:val="22"/>
        </w:rPr>
        <w:t xml:space="preserve">ku leppinud et juhul kui </w:t>
      </w:r>
      <w:r w:rsidR="00822B02">
        <w:rPr>
          <w:bCs/>
          <w:sz w:val="22"/>
          <w:szCs w:val="22"/>
        </w:rPr>
        <w:t xml:space="preserve">lisaga nr 1 kokku lepitud metsamaterjali kogus tarnitakse Pärnu, lisandub </w:t>
      </w:r>
      <w:r w:rsidR="00F3300B">
        <w:rPr>
          <w:bCs/>
          <w:sz w:val="22"/>
          <w:szCs w:val="22"/>
        </w:rPr>
        <w:t xml:space="preserve">hinnale 1,25 eurot/m3 </w:t>
      </w:r>
      <w:r>
        <w:rPr>
          <w:bCs/>
          <w:sz w:val="22"/>
          <w:szCs w:val="22"/>
        </w:rPr>
        <w:t>transpordi lisakulude katmiseks</w:t>
      </w:r>
    </w:p>
    <w:p w14:paraId="462B41CC" w14:textId="77777777" w:rsidR="00CA266F" w:rsidRDefault="00CA266F" w:rsidP="00CA266F">
      <w:pPr>
        <w:ind w:left="360"/>
        <w:jc w:val="left"/>
        <w:rPr>
          <w:sz w:val="22"/>
          <w:szCs w:val="22"/>
        </w:rPr>
      </w:pPr>
    </w:p>
    <w:p w14:paraId="00C922A4" w14:textId="5DF40E24" w:rsidR="003D0F7D" w:rsidRPr="0048441E" w:rsidRDefault="003D0F7D" w:rsidP="0048441E">
      <w:pPr>
        <w:pStyle w:val="ListParagraph"/>
        <w:numPr>
          <w:ilvl w:val="0"/>
          <w:numId w:val="42"/>
        </w:numPr>
        <w:jc w:val="left"/>
        <w:rPr>
          <w:sz w:val="22"/>
          <w:szCs w:val="22"/>
        </w:rPr>
      </w:pPr>
      <w:r w:rsidRPr="0048441E">
        <w:rPr>
          <w:sz w:val="22"/>
          <w:szCs w:val="22"/>
        </w:rPr>
        <w:t>Kõikidele hindadele lisandub Eestis kehtiv käibemaks.</w:t>
      </w:r>
    </w:p>
    <w:p w14:paraId="159F18AF" w14:textId="77777777" w:rsidR="00A32AAD" w:rsidRPr="00A32AAD" w:rsidRDefault="00A32AAD" w:rsidP="00A32AAD">
      <w:pPr>
        <w:tabs>
          <w:tab w:val="left" w:pos="1134"/>
        </w:tabs>
        <w:rPr>
          <w:bCs/>
          <w:sz w:val="20"/>
        </w:rPr>
      </w:pPr>
    </w:p>
    <w:p w14:paraId="1658F185" w14:textId="77777777" w:rsidR="00A32AAD" w:rsidRPr="00A32AAD" w:rsidRDefault="00A32AAD" w:rsidP="00A32AAD">
      <w:pPr>
        <w:jc w:val="left"/>
        <w:rPr>
          <w:b/>
          <w:sz w:val="20"/>
        </w:rPr>
      </w:pPr>
    </w:p>
    <w:p w14:paraId="6D3625CC" w14:textId="77777777" w:rsidR="00A32AAD" w:rsidRPr="00A32AAD" w:rsidRDefault="00A32AAD" w:rsidP="00A32AAD">
      <w:pPr>
        <w:jc w:val="left"/>
        <w:rPr>
          <w:b/>
          <w:sz w:val="20"/>
        </w:rPr>
      </w:pPr>
      <w:r w:rsidRPr="00A32AAD">
        <w:rPr>
          <w:b/>
          <w:sz w:val="20"/>
        </w:rPr>
        <w:t xml:space="preserve">Poolte allkirjad  </w:t>
      </w:r>
    </w:p>
    <w:p w14:paraId="515502F0" w14:textId="77777777" w:rsidR="00A32AAD" w:rsidRPr="00A32AAD" w:rsidRDefault="00A32AAD" w:rsidP="00A32AAD">
      <w:pPr>
        <w:jc w:val="left"/>
        <w:rPr>
          <w:b/>
          <w:sz w:val="20"/>
        </w:rPr>
      </w:pPr>
    </w:p>
    <w:p w14:paraId="455E8688" w14:textId="77777777" w:rsidR="00A32AAD" w:rsidRPr="00A32AAD" w:rsidRDefault="00A32AAD" w:rsidP="00A32AAD">
      <w:pPr>
        <w:tabs>
          <w:tab w:val="left" w:pos="5387"/>
        </w:tabs>
        <w:jc w:val="left"/>
        <w:rPr>
          <w:b/>
          <w:sz w:val="20"/>
        </w:rPr>
      </w:pPr>
      <w:r w:rsidRPr="00A32AAD">
        <w:rPr>
          <w:b/>
          <w:sz w:val="20"/>
        </w:rPr>
        <w:t>Müüja</w:t>
      </w:r>
      <w:r w:rsidRPr="00A32AAD">
        <w:rPr>
          <w:b/>
          <w:sz w:val="20"/>
        </w:rPr>
        <w:tab/>
        <w:t>Ostja</w:t>
      </w:r>
    </w:p>
    <w:p w14:paraId="565BE4F9" w14:textId="77777777" w:rsidR="00A32AAD" w:rsidRPr="00A32AAD" w:rsidRDefault="00A32AAD" w:rsidP="00A32AAD">
      <w:pPr>
        <w:jc w:val="left"/>
        <w:rPr>
          <w:b/>
          <w:sz w:val="20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A32AAD" w:rsidRPr="00A32AAD" w14:paraId="51C62019" w14:textId="77777777" w:rsidTr="005769D9">
        <w:trPr>
          <w:trHeight w:val="551"/>
        </w:trPr>
        <w:tc>
          <w:tcPr>
            <w:tcW w:w="4175" w:type="dxa"/>
            <w:vAlign w:val="bottom"/>
          </w:tcPr>
          <w:p w14:paraId="1E6C0EEF" w14:textId="77777777" w:rsidR="00A32AAD" w:rsidRPr="00A32AAD" w:rsidRDefault="00D17B14" w:rsidP="00A32AAD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847721456"/>
                <w:placeholder>
                  <w:docPart w:val="FB6B0EEDDF2C48EF8FA9E5328E4BD68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AAD" w:rsidRPr="00A32AAD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32859E92" w14:textId="77777777" w:rsidR="00A32AAD" w:rsidRPr="00A32AAD" w:rsidRDefault="00A32AAD" w:rsidP="00A32AAD">
            <w:pPr>
              <w:rPr>
                <w:spacing w:val="0"/>
                <w:sz w:val="20"/>
              </w:rPr>
            </w:pPr>
          </w:p>
        </w:tc>
        <w:tc>
          <w:tcPr>
            <w:tcW w:w="3719" w:type="dxa"/>
            <w:vAlign w:val="bottom"/>
          </w:tcPr>
          <w:p w14:paraId="4B212646" w14:textId="77777777" w:rsidR="00A32AAD" w:rsidRPr="00A32AAD" w:rsidRDefault="00D17B14" w:rsidP="00A32AAD">
            <w:pPr>
              <w:rPr>
                <w:spacing w:val="0"/>
                <w:sz w:val="20"/>
              </w:rPr>
            </w:pPr>
            <w:sdt>
              <w:sdtPr>
                <w:rPr>
                  <w:spacing w:val="0"/>
                  <w:sz w:val="20"/>
                </w:rPr>
                <w:id w:val="-312562450"/>
                <w:placeholder>
                  <w:docPart w:val="C58D38358C374B8FAF290BB053AF3B4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32AAD" w:rsidRPr="00A32AAD">
                  <w:rPr>
                    <w:spacing w:val="0"/>
                    <w:sz w:val="20"/>
                  </w:rPr>
                  <w:t>(allkirjastatud digitaalselt)</w:t>
                </w:r>
              </w:sdtContent>
            </w:sdt>
          </w:p>
        </w:tc>
      </w:tr>
    </w:tbl>
    <w:p w14:paraId="38CA42AA" w14:textId="77777777" w:rsidR="00A32AAD" w:rsidRPr="00A32AAD" w:rsidRDefault="00A32AAD" w:rsidP="00A32AAD">
      <w:pPr>
        <w:jc w:val="left"/>
        <w:rPr>
          <w:sz w:val="20"/>
        </w:rPr>
      </w:pPr>
    </w:p>
    <w:p w14:paraId="426C3698" w14:textId="77777777" w:rsidR="00A32AAD" w:rsidRPr="00A32AAD" w:rsidRDefault="00A32AAD" w:rsidP="00A32AAD">
      <w:pPr>
        <w:jc w:val="left"/>
        <w:rPr>
          <w:sz w:val="20"/>
        </w:rPr>
      </w:pPr>
    </w:p>
    <w:p w14:paraId="6F12D0A9" w14:textId="77777777" w:rsidR="00C50D0B" w:rsidRDefault="00C50D0B" w:rsidP="00C50D0B">
      <w:pPr>
        <w:rPr>
          <w:sz w:val="20"/>
        </w:rPr>
      </w:pPr>
      <w:r>
        <w:rPr>
          <w:sz w:val="20"/>
        </w:rPr>
        <w:t>Urmas Treial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Andrus Ilumets</w:t>
      </w:r>
    </w:p>
    <w:p w14:paraId="3FDBE5B2" w14:textId="77777777" w:rsidR="00C50D0B" w:rsidRDefault="00C50D0B" w:rsidP="00C50D0B">
      <w:pPr>
        <w:rPr>
          <w:sz w:val="20"/>
        </w:rPr>
      </w:pPr>
      <w:r>
        <w:rPr>
          <w:sz w:val="20"/>
        </w:rPr>
        <w:t>Turustuse peaspetsialist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Juhataja</w:t>
      </w:r>
    </w:p>
    <w:p w14:paraId="15DD7292" w14:textId="77777777" w:rsidR="00A32AAD" w:rsidRPr="00A32AAD" w:rsidRDefault="00A32AAD" w:rsidP="00A32AAD">
      <w:pPr>
        <w:ind w:left="4760" w:firstLine="680"/>
        <w:jc w:val="left"/>
        <w:rPr>
          <w:i/>
          <w:sz w:val="20"/>
        </w:rPr>
      </w:pPr>
      <w:r w:rsidRPr="00A32AAD">
        <w:rPr>
          <w:sz w:val="20"/>
        </w:rPr>
        <w:tab/>
      </w:r>
    </w:p>
    <w:p w14:paraId="2924B121" w14:textId="77777777" w:rsidR="00931EEC" w:rsidRPr="00931EEC" w:rsidRDefault="00931EEC" w:rsidP="00F164D6">
      <w:pPr>
        <w:rPr>
          <w:iCs/>
          <w:sz w:val="20"/>
        </w:rPr>
      </w:pPr>
    </w:p>
    <w:sectPr w:rsidR="00931EEC" w:rsidRPr="00931EEC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544EB" w14:textId="77777777" w:rsidR="00D17B14" w:rsidRDefault="00D17B14">
      <w:r>
        <w:separator/>
      </w:r>
    </w:p>
  </w:endnote>
  <w:endnote w:type="continuationSeparator" w:id="0">
    <w:p w14:paraId="14CED047" w14:textId="77777777" w:rsidR="00D17B14" w:rsidRDefault="00D1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8F333" w14:textId="77777777" w:rsidR="00D17B14" w:rsidRDefault="00D17B14">
      <w:r>
        <w:separator/>
      </w:r>
    </w:p>
  </w:footnote>
  <w:footnote w:type="continuationSeparator" w:id="0">
    <w:p w14:paraId="4F49D745" w14:textId="77777777" w:rsidR="00D17B14" w:rsidRDefault="00D17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04B9C"/>
    <w:multiLevelType w:val="hybridMultilevel"/>
    <w:tmpl w:val="72ACCC74"/>
    <w:lvl w:ilvl="0" w:tplc="E56C14EE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4131ED"/>
    <w:multiLevelType w:val="hybridMultilevel"/>
    <w:tmpl w:val="B226FC58"/>
    <w:lvl w:ilvl="0" w:tplc="3EA81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51020C80"/>
    <w:multiLevelType w:val="multilevel"/>
    <w:tmpl w:val="D1A66C9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718" w:hanging="576"/>
      </w:pPr>
      <w:rPr>
        <w:rFonts w:hint="default"/>
        <w:sz w:val="20"/>
        <w:szCs w:val="2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1F2B75"/>
    <w:multiLevelType w:val="multilevel"/>
    <w:tmpl w:val="58A8B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C995CAC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FF81025"/>
    <w:multiLevelType w:val="multilevel"/>
    <w:tmpl w:val="BFD62E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223365955">
    <w:abstractNumId w:val="0"/>
  </w:num>
  <w:num w:numId="2" w16cid:durableId="694311219">
    <w:abstractNumId w:val="11"/>
  </w:num>
  <w:num w:numId="3" w16cid:durableId="1899390796">
    <w:abstractNumId w:val="10"/>
  </w:num>
  <w:num w:numId="4" w16cid:durableId="1617105532">
    <w:abstractNumId w:val="16"/>
  </w:num>
  <w:num w:numId="5" w16cid:durableId="2099906735">
    <w:abstractNumId w:val="17"/>
  </w:num>
  <w:num w:numId="6" w16cid:durableId="1548176793">
    <w:abstractNumId w:val="21"/>
  </w:num>
  <w:num w:numId="7" w16cid:durableId="1159736273">
    <w:abstractNumId w:val="24"/>
  </w:num>
  <w:num w:numId="8" w16cid:durableId="1634142352">
    <w:abstractNumId w:val="6"/>
  </w:num>
  <w:num w:numId="9" w16cid:durableId="655568367">
    <w:abstractNumId w:val="8"/>
  </w:num>
  <w:num w:numId="10" w16cid:durableId="190537026">
    <w:abstractNumId w:val="1"/>
  </w:num>
  <w:num w:numId="11" w16cid:durableId="1512641690">
    <w:abstractNumId w:val="2"/>
  </w:num>
  <w:num w:numId="12" w16cid:durableId="1865555083">
    <w:abstractNumId w:val="14"/>
  </w:num>
  <w:num w:numId="13" w16cid:durableId="778379344">
    <w:abstractNumId w:val="20"/>
  </w:num>
  <w:num w:numId="14" w16cid:durableId="1985810711">
    <w:abstractNumId w:val="9"/>
  </w:num>
  <w:num w:numId="15" w16cid:durableId="1494908592">
    <w:abstractNumId w:val="5"/>
  </w:num>
  <w:num w:numId="16" w16cid:durableId="20058295">
    <w:abstractNumId w:val="20"/>
  </w:num>
  <w:num w:numId="17" w16cid:durableId="1983079863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0605392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6952239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3990435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1324309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4813089">
    <w:abstractNumId w:val="25"/>
  </w:num>
  <w:num w:numId="23" w16cid:durableId="37554473">
    <w:abstractNumId w:val="3"/>
  </w:num>
  <w:num w:numId="24" w16cid:durableId="2102606318">
    <w:abstractNumId w:val="22"/>
  </w:num>
  <w:num w:numId="25" w16cid:durableId="337925899">
    <w:abstractNumId w:val="7"/>
  </w:num>
  <w:num w:numId="26" w16cid:durableId="654143974">
    <w:abstractNumId w:val="12"/>
  </w:num>
  <w:num w:numId="27" w16cid:durableId="8691055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32834092">
    <w:abstractNumId w:val="15"/>
  </w:num>
  <w:num w:numId="29" w16cid:durableId="1188912561">
    <w:abstractNumId w:val="19"/>
  </w:num>
  <w:num w:numId="30" w16cid:durableId="21403722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03692193">
    <w:abstractNumId w:val="23"/>
  </w:num>
  <w:num w:numId="32" w16cid:durableId="587469424">
    <w:abstractNumId w:val="13"/>
  </w:num>
  <w:num w:numId="33" w16cid:durableId="1473055609">
    <w:abstractNumId w:val="4"/>
  </w:num>
  <w:num w:numId="34" w16cid:durableId="2068917492">
    <w:abstractNumId w:val="15"/>
    <w:lvlOverride w:ilvl="0">
      <w:startOverride w:val="1"/>
    </w:lvlOverride>
    <w:lvlOverride w:ilvl="1">
      <w:startOverride w:val="5"/>
    </w:lvlOverride>
  </w:num>
  <w:num w:numId="35" w16cid:durableId="878669720">
    <w:abstractNumId w:val="15"/>
    <w:lvlOverride w:ilvl="0">
      <w:startOverride w:val="1"/>
    </w:lvlOverride>
    <w:lvlOverride w:ilvl="1">
      <w:startOverride w:val="5"/>
    </w:lvlOverride>
  </w:num>
  <w:num w:numId="36" w16cid:durableId="270170265">
    <w:abstractNumId w:val="15"/>
    <w:lvlOverride w:ilvl="0">
      <w:startOverride w:val="1"/>
    </w:lvlOverride>
    <w:lvlOverride w:ilvl="1">
      <w:startOverride w:val="5"/>
    </w:lvlOverride>
  </w:num>
  <w:num w:numId="37" w16cid:durableId="426656888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30248456">
    <w:abstractNumId w:val="15"/>
    <w:lvlOverride w:ilvl="0">
      <w:startOverride w:val="1"/>
    </w:lvlOverride>
    <w:lvlOverride w:ilvl="1">
      <w:startOverride w:val="5"/>
    </w:lvlOverride>
  </w:num>
  <w:num w:numId="39" w16cid:durableId="1162811712">
    <w:abstractNumId w:val="15"/>
    <w:lvlOverride w:ilvl="0">
      <w:startOverride w:val="10"/>
    </w:lvlOverride>
    <w:lvlOverride w:ilvl="1">
      <w:startOverride w:val="26"/>
    </w:lvlOverride>
  </w:num>
  <w:num w:numId="40" w16cid:durableId="1961104948">
    <w:abstractNumId w:val="15"/>
  </w:num>
  <w:num w:numId="41" w16cid:durableId="273563464">
    <w:abstractNumId w:val="15"/>
  </w:num>
  <w:num w:numId="42" w16cid:durableId="2111778286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133A4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4F3E"/>
    <w:rsid w:val="00076B1C"/>
    <w:rsid w:val="00081E06"/>
    <w:rsid w:val="000821AB"/>
    <w:rsid w:val="00085051"/>
    <w:rsid w:val="0008685A"/>
    <w:rsid w:val="00090699"/>
    <w:rsid w:val="000908A9"/>
    <w:rsid w:val="00090EBB"/>
    <w:rsid w:val="00092011"/>
    <w:rsid w:val="000947B0"/>
    <w:rsid w:val="0009669F"/>
    <w:rsid w:val="000A093A"/>
    <w:rsid w:val="000A0DDE"/>
    <w:rsid w:val="000A5D7E"/>
    <w:rsid w:val="000A6C3C"/>
    <w:rsid w:val="000B0974"/>
    <w:rsid w:val="000B0F0D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6C90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B4870"/>
    <w:rsid w:val="001C037C"/>
    <w:rsid w:val="001C0A72"/>
    <w:rsid w:val="001C5A75"/>
    <w:rsid w:val="001C6234"/>
    <w:rsid w:val="001C73D4"/>
    <w:rsid w:val="001D2CCB"/>
    <w:rsid w:val="001D5255"/>
    <w:rsid w:val="001D5764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16DD0"/>
    <w:rsid w:val="00226AB7"/>
    <w:rsid w:val="00236C7C"/>
    <w:rsid w:val="0024080D"/>
    <w:rsid w:val="00243D01"/>
    <w:rsid w:val="00244AC9"/>
    <w:rsid w:val="002465D4"/>
    <w:rsid w:val="0024695A"/>
    <w:rsid w:val="00247233"/>
    <w:rsid w:val="002522AB"/>
    <w:rsid w:val="00252330"/>
    <w:rsid w:val="00253B30"/>
    <w:rsid w:val="002562CE"/>
    <w:rsid w:val="00256E72"/>
    <w:rsid w:val="00260105"/>
    <w:rsid w:val="00261F8A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20A6"/>
    <w:rsid w:val="002F3C88"/>
    <w:rsid w:val="002F6AF8"/>
    <w:rsid w:val="00301528"/>
    <w:rsid w:val="00312D5E"/>
    <w:rsid w:val="003130C6"/>
    <w:rsid w:val="00314AD1"/>
    <w:rsid w:val="00317121"/>
    <w:rsid w:val="00320B8E"/>
    <w:rsid w:val="003305F9"/>
    <w:rsid w:val="00330C91"/>
    <w:rsid w:val="003311F0"/>
    <w:rsid w:val="00340133"/>
    <w:rsid w:val="003412C1"/>
    <w:rsid w:val="003415B9"/>
    <w:rsid w:val="00344666"/>
    <w:rsid w:val="00346897"/>
    <w:rsid w:val="003470C4"/>
    <w:rsid w:val="003502BF"/>
    <w:rsid w:val="00350BD3"/>
    <w:rsid w:val="00353A37"/>
    <w:rsid w:val="0035572E"/>
    <w:rsid w:val="0035758D"/>
    <w:rsid w:val="0036095D"/>
    <w:rsid w:val="0036209B"/>
    <w:rsid w:val="003648F0"/>
    <w:rsid w:val="00365B87"/>
    <w:rsid w:val="00365BA6"/>
    <w:rsid w:val="00365BAB"/>
    <w:rsid w:val="00366B58"/>
    <w:rsid w:val="00366BF5"/>
    <w:rsid w:val="0036708B"/>
    <w:rsid w:val="00370AF5"/>
    <w:rsid w:val="00376A5E"/>
    <w:rsid w:val="00377256"/>
    <w:rsid w:val="003835C4"/>
    <w:rsid w:val="0038539D"/>
    <w:rsid w:val="00387747"/>
    <w:rsid w:val="00390CA0"/>
    <w:rsid w:val="00394724"/>
    <w:rsid w:val="00396276"/>
    <w:rsid w:val="0039776B"/>
    <w:rsid w:val="00397A33"/>
    <w:rsid w:val="003A114F"/>
    <w:rsid w:val="003A265D"/>
    <w:rsid w:val="003A3321"/>
    <w:rsid w:val="003A4578"/>
    <w:rsid w:val="003A7DD1"/>
    <w:rsid w:val="003B4A4A"/>
    <w:rsid w:val="003B59C9"/>
    <w:rsid w:val="003B7B97"/>
    <w:rsid w:val="003C047F"/>
    <w:rsid w:val="003C2045"/>
    <w:rsid w:val="003C2819"/>
    <w:rsid w:val="003C30FD"/>
    <w:rsid w:val="003D04A2"/>
    <w:rsid w:val="003D0F7D"/>
    <w:rsid w:val="003D65D5"/>
    <w:rsid w:val="003D74F1"/>
    <w:rsid w:val="003E01E7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397A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10A1"/>
    <w:rsid w:val="00475FBD"/>
    <w:rsid w:val="004764B2"/>
    <w:rsid w:val="004764DB"/>
    <w:rsid w:val="004772CA"/>
    <w:rsid w:val="0048441E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E3617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38C6"/>
    <w:rsid w:val="00534E5B"/>
    <w:rsid w:val="00541813"/>
    <w:rsid w:val="005446C0"/>
    <w:rsid w:val="00547DC1"/>
    <w:rsid w:val="00550631"/>
    <w:rsid w:val="00552127"/>
    <w:rsid w:val="0055321D"/>
    <w:rsid w:val="00555627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0208"/>
    <w:rsid w:val="0066136C"/>
    <w:rsid w:val="00662EDA"/>
    <w:rsid w:val="00663A94"/>
    <w:rsid w:val="0066428B"/>
    <w:rsid w:val="0066527D"/>
    <w:rsid w:val="00666E5B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2B5"/>
    <w:rsid w:val="006D3FEC"/>
    <w:rsid w:val="006D5ECE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60E9"/>
    <w:rsid w:val="00707EA7"/>
    <w:rsid w:val="00711A66"/>
    <w:rsid w:val="00711BBD"/>
    <w:rsid w:val="00715B23"/>
    <w:rsid w:val="00720C6E"/>
    <w:rsid w:val="00721A4D"/>
    <w:rsid w:val="00722B59"/>
    <w:rsid w:val="007243E7"/>
    <w:rsid w:val="0073036D"/>
    <w:rsid w:val="00735D0C"/>
    <w:rsid w:val="007369B1"/>
    <w:rsid w:val="007402B0"/>
    <w:rsid w:val="007409A2"/>
    <w:rsid w:val="00744BEF"/>
    <w:rsid w:val="00744F67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23CF"/>
    <w:rsid w:val="00793C6F"/>
    <w:rsid w:val="00797563"/>
    <w:rsid w:val="007A19D4"/>
    <w:rsid w:val="007A2327"/>
    <w:rsid w:val="007A6BC4"/>
    <w:rsid w:val="007B3B22"/>
    <w:rsid w:val="007C0F10"/>
    <w:rsid w:val="007C1490"/>
    <w:rsid w:val="007C1799"/>
    <w:rsid w:val="007C34FD"/>
    <w:rsid w:val="007C392C"/>
    <w:rsid w:val="007C65CC"/>
    <w:rsid w:val="007D42A9"/>
    <w:rsid w:val="007D565B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2B02"/>
    <w:rsid w:val="00826EFE"/>
    <w:rsid w:val="00827247"/>
    <w:rsid w:val="00832DCD"/>
    <w:rsid w:val="00832EEB"/>
    <w:rsid w:val="00836379"/>
    <w:rsid w:val="008403E7"/>
    <w:rsid w:val="00841D65"/>
    <w:rsid w:val="00843F3A"/>
    <w:rsid w:val="00847ED8"/>
    <w:rsid w:val="00851208"/>
    <w:rsid w:val="00855E55"/>
    <w:rsid w:val="00864E12"/>
    <w:rsid w:val="0086704E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3022"/>
    <w:rsid w:val="008A528E"/>
    <w:rsid w:val="008A7ECC"/>
    <w:rsid w:val="008B16DA"/>
    <w:rsid w:val="008B2B45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5E79"/>
    <w:rsid w:val="008D7801"/>
    <w:rsid w:val="008E19DE"/>
    <w:rsid w:val="008E2BF9"/>
    <w:rsid w:val="008E420A"/>
    <w:rsid w:val="008E4798"/>
    <w:rsid w:val="008F23D1"/>
    <w:rsid w:val="008F2BB8"/>
    <w:rsid w:val="008F34A0"/>
    <w:rsid w:val="00907283"/>
    <w:rsid w:val="0091010D"/>
    <w:rsid w:val="009158A5"/>
    <w:rsid w:val="00925BC2"/>
    <w:rsid w:val="0092659D"/>
    <w:rsid w:val="00930C5E"/>
    <w:rsid w:val="00930FA0"/>
    <w:rsid w:val="00931EEC"/>
    <w:rsid w:val="00933C09"/>
    <w:rsid w:val="009349BC"/>
    <w:rsid w:val="0093627A"/>
    <w:rsid w:val="00941CEB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184D"/>
    <w:rsid w:val="009F3037"/>
    <w:rsid w:val="009F49BF"/>
    <w:rsid w:val="00A017B4"/>
    <w:rsid w:val="00A01B26"/>
    <w:rsid w:val="00A111CB"/>
    <w:rsid w:val="00A116B3"/>
    <w:rsid w:val="00A24D92"/>
    <w:rsid w:val="00A24F99"/>
    <w:rsid w:val="00A256A9"/>
    <w:rsid w:val="00A32155"/>
    <w:rsid w:val="00A32AAD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0F6"/>
    <w:rsid w:val="00A72A8F"/>
    <w:rsid w:val="00A74DFE"/>
    <w:rsid w:val="00A934C5"/>
    <w:rsid w:val="00A966F2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2F9B"/>
    <w:rsid w:val="00AD3838"/>
    <w:rsid w:val="00AF3683"/>
    <w:rsid w:val="00AF495D"/>
    <w:rsid w:val="00AF54A5"/>
    <w:rsid w:val="00AF7D9E"/>
    <w:rsid w:val="00B02924"/>
    <w:rsid w:val="00B072F1"/>
    <w:rsid w:val="00B10BC9"/>
    <w:rsid w:val="00B14D78"/>
    <w:rsid w:val="00B2380D"/>
    <w:rsid w:val="00B26F7D"/>
    <w:rsid w:val="00B30713"/>
    <w:rsid w:val="00B373AC"/>
    <w:rsid w:val="00B37621"/>
    <w:rsid w:val="00B443E1"/>
    <w:rsid w:val="00B454C2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488B"/>
    <w:rsid w:val="00BE5612"/>
    <w:rsid w:val="00BE6987"/>
    <w:rsid w:val="00BF2FD7"/>
    <w:rsid w:val="00C00716"/>
    <w:rsid w:val="00C02473"/>
    <w:rsid w:val="00C06DF1"/>
    <w:rsid w:val="00C10CC8"/>
    <w:rsid w:val="00C11129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0D0B"/>
    <w:rsid w:val="00C53BCB"/>
    <w:rsid w:val="00C547BC"/>
    <w:rsid w:val="00C55BAB"/>
    <w:rsid w:val="00C56AE9"/>
    <w:rsid w:val="00C57D8A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266F"/>
    <w:rsid w:val="00CA5629"/>
    <w:rsid w:val="00CA5C8F"/>
    <w:rsid w:val="00CA5DB5"/>
    <w:rsid w:val="00CA70D1"/>
    <w:rsid w:val="00CB0D33"/>
    <w:rsid w:val="00CB0FFB"/>
    <w:rsid w:val="00CB1C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17B14"/>
    <w:rsid w:val="00D21C46"/>
    <w:rsid w:val="00D24747"/>
    <w:rsid w:val="00D24A4E"/>
    <w:rsid w:val="00D2560A"/>
    <w:rsid w:val="00D25D8F"/>
    <w:rsid w:val="00D2770C"/>
    <w:rsid w:val="00D31A7F"/>
    <w:rsid w:val="00D31DBC"/>
    <w:rsid w:val="00D41F11"/>
    <w:rsid w:val="00D428D7"/>
    <w:rsid w:val="00D42A42"/>
    <w:rsid w:val="00D4333E"/>
    <w:rsid w:val="00D43C66"/>
    <w:rsid w:val="00D514A5"/>
    <w:rsid w:val="00D521FD"/>
    <w:rsid w:val="00D5493F"/>
    <w:rsid w:val="00D54A31"/>
    <w:rsid w:val="00D54A53"/>
    <w:rsid w:val="00D54DAB"/>
    <w:rsid w:val="00D555F1"/>
    <w:rsid w:val="00D6038C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2E8D"/>
    <w:rsid w:val="00D94915"/>
    <w:rsid w:val="00D96872"/>
    <w:rsid w:val="00D97399"/>
    <w:rsid w:val="00DA637A"/>
    <w:rsid w:val="00DA644F"/>
    <w:rsid w:val="00DA7872"/>
    <w:rsid w:val="00DB0D8C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3CD5"/>
    <w:rsid w:val="00E260CD"/>
    <w:rsid w:val="00E26E9D"/>
    <w:rsid w:val="00E274DB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93AC9"/>
    <w:rsid w:val="00EA079E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5B8"/>
    <w:rsid w:val="00F06F1D"/>
    <w:rsid w:val="00F164D6"/>
    <w:rsid w:val="00F217C0"/>
    <w:rsid w:val="00F24893"/>
    <w:rsid w:val="00F30908"/>
    <w:rsid w:val="00F3300B"/>
    <w:rsid w:val="00F4318C"/>
    <w:rsid w:val="00F46877"/>
    <w:rsid w:val="00F472E6"/>
    <w:rsid w:val="00F52E9A"/>
    <w:rsid w:val="00F55F54"/>
    <w:rsid w:val="00F76FB8"/>
    <w:rsid w:val="00F86CB3"/>
    <w:rsid w:val="00F919E6"/>
    <w:rsid w:val="00FA119D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1977"/>
    <w:rsid w:val="00FC726B"/>
    <w:rsid w:val="00FD4EC7"/>
    <w:rsid w:val="00FD52DA"/>
    <w:rsid w:val="00FD66C3"/>
    <w:rsid w:val="00FD6AFB"/>
    <w:rsid w:val="00FE11DC"/>
    <w:rsid w:val="00FE1D53"/>
    <w:rsid w:val="00FE5D70"/>
    <w:rsid w:val="00FE693F"/>
    <w:rsid w:val="00FF0099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60CD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4E12"/>
    <w:rPr>
      <w:spacing w:val="4"/>
      <w:position w:val="9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A32AA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mailto:info@hmpk.e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andres@retapuit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ndrus@hmpk.ee" TargetMode="External"/><Relationship Id="rId20" Type="http://schemas.openxmlformats.org/officeDocument/2006/relationships/hyperlink" Target="http://www.rmk.e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info@hmpk.e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rmk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mk.ee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AD29827FEA2B4F03B3AE258AC86F1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8FA066-444E-407B-A178-1BE2E8826C20}"/>
      </w:docPartPr>
      <w:docPartBody>
        <w:p w:rsidR="00CF57FB" w:rsidRDefault="00CF57FB" w:rsidP="00CF57FB">
          <w:pPr>
            <w:pStyle w:val="AD29827FEA2B4F03B3AE258AC86F1C78"/>
          </w:pPr>
          <w:r w:rsidRPr="00E046AC">
            <w:rPr>
              <w:rStyle w:val="PlaceholderText"/>
            </w:rPr>
            <w:t>Click or tap to enter a date.</w:t>
          </w:r>
        </w:p>
      </w:docPartBody>
    </w:docPart>
    <w:docPart>
      <w:docPartPr>
        <w:name w:val="5AF3432146664763A64732FC26BFA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1CB1CB-2A8E-442E-828A-2A6FE3C7F65D}"/>
      </w:docPartPr>
      <w:docPartBody>
        <w:p w:rsidR="00CF57FB" w:rsidRDefault="00CF57FB" w:rsidP="00CF57FB">
          <w:pPr>
            <w:pStyle w:val="5AF3432146664763A64732FC26BFA84C"/>
          </w:pPr>
          <w:r w:rsidRPr="00E046AC">
            <w:rPr>
              <w:rStyle w:val="PlaceholderText"/>
            </w:rPr>
            <w:t>Click or tap to enter a date.</w:t>
          </w:r>
        </w:p>
      </w:docPartBody>
    </w:docPart>
    <w:docPart>
      <w:docPartPr>
        <w:name w:val="767DC44F72FC410CA9AC48E3C17D1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3751F6-0CBD-4203-9459-5FF082B87F4E}"/>
      </w:docPartPr>
      <w:docPartBody>
        <w:p w:rsidR="00CF57FB" w:rsidRDefault="00CF57FB" w:rsidP="00CF57FB">
          <w:pPr>
            <w:pStyle w:val="767DC44F72FC410CA9AC48E3C17D12F6"/>
          </w:pPr>
          <w:r w:rsidRPr="00E046AC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CCE8EE8FD64DBBA88116AF4E4CD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024F13-DC18-465E-BB20-63B4E1B583A3}"/>
      </w:docPartPr>
      <w:docPartBody>
        <w:p w:rsidR="00CF57FB" w:rsidRDefault="00CF57FB" w:rsidP="00CF57FB">
          <w:pPr>
            <w:pStyle w:val="BCCCE8EE8FD64DBBA88116AF4E4CDA22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F0576BB5CE7C45B48E3751C3A358C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FB1DD-1680-4467-8960-19C9222539E5}"/>
      </w:docPartPr>
      <w:docPartBody>
        <w:p w:rsidR="00CF57FB" w:rsidRDefault="00CF57FB" w:rsidP="00CF57FB">
          <w:pPr>
            <w:pStyle w:val="F0576BB5CE7C45B48E3751C3A358C1F2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15EB60245424B99B2C933C959EF2D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F8173-CE34-4852-836A-23E96567ECA2}"/>
      </w:docPartPr>
      <w:docPartBody>
        <w:p w:rsidR="00CF57FB" w:rsidRDefault="00CF57FB" w:rsidP="00CF57FB">
          <w:pPr>
            <w:pStyle w:val="315EB60245424B99B2C933C959EF2D09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6A8515CB41A44323B872E0744A5D1E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59B62-679F-4B08-AF94-D4AA9DAF61B3}"/>
      </w:docPartPr>
      <w:docPartBody>
        <w:p w:rsidR="00CF57FB" w:rsidRDefault="00CF57FB" w:rsidP="00CF57FB">
          <w:pPr>
            <w:pStyle w:val="6A8515CB41A44323B872E0744A5D1E9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FB6B0EEDDF2C48EF8FA9E5328E4BD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3A7BC-F880-4A54-A8FE-59A497186551}"/>
      </w:docPartPr>
      <w:docPartBody>
        <w:p w:rsidR="00CF57FB" w:rsidRDefault="00CF57FB" w:rsidP="00CF57FB">
          <w:pPr>
            <w:pStyle w:val="FB6B0EEDDF2C48EF8FA9E5328E4BD68F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C58D38358C374B8FAF290BB053AF3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D02D1-E5D0-4A9D-A971-49A3954A055C}"/>
      </w:docPartPr>
      <w:docPartBody>
        <w:p w:rsidR="00CF57FB" w:rsidRDefault="00CF57FB" w:rsidP="00CF57FB">
          <w:pPr>
            <w:pStyle w:val="C58D38358C374B8FAF290BB053AF3B40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101607"/>
    <w:rsid w:val="00116C90"/>
    <w:rsid w:val="0036095D"/>
    <w:rsid w:val="003C1FD1"/>
    <w:rsid w:val="003E01E7"/>
    <w:rsid w:val="00485420"/>
    <w:rsid w:val="005E7A40"/>
    <w:rsid w:val="008E2BD2"/>
    <w:rsid w:val="00985EA7"/>
    <w:rsid w:val="00A01B26"/>
    <w:rsid w:val="00B56276"/>
    <w:rsid w:val="00CF57FB"/>
    <w:rsid w:val="00EA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57FB"/>
    <w:rPr>
      <w:color w:val="808080"/>
    </w:rPr>
  </w:style>
  <w:style w:type="paragraph" w:customStyle="1" w:styleId="AD29827FEA2B4F03B3AE258AC86F1C78">
    <w:name w:val="AD29827FEA2B4F03B3AE258AC86F1C78"/>
    <w:rsid w:val="00CF57FB"/>
    <w:rPr>
      <w:kern w:val="2"/>
      <w14:ligatures w14:val="standardContextual"/>
    </w:rPr>
  </w:style>
  <w:style w:type="paragraph" w:customStyle="1" w:styleId="5AF3432146664763A64732FC26BFA84C">
    <w:name w:val="5AF3432146664763A64732FC26BFA84C"/>
    <w:rsid w:val="00CF57FB"/>
    <w:rPr>
      <w:kern w:val="2"/>
      <w14:ligatures w14:val="standardContextual"/>
    </w:rPr>
  </w:style>
  <w:style w:type="paragraph" w:customStyle="1" w:styleId="767DC44F72FC410CA9AC48E3C17D12F6">
    <w:name w:val="767DC44F72FC410CA9AC48E3C17D12F6"/>
    <w:rsid w:val="00CF57FB"/>
    <w:rPr>
      <w:kern w:val="2"/>
      <w14:ligatures w14:val="standardContextual"/>
    </w:rPr>
  </w:style>
  <w:style w:type="paragraph" w:customStyle="1" w:styleId="BCCCE8EE8FD64DBBA88116AF4E4CDA22">
    <w:name w:val="BCCCE8EE8FD64DBBA88116AF4E4CDA22"/>
    <w:rsid w:val="00CF57FB"/>
    <w:rPr>
      <w:kern w:val="2"/>
      <w14:ligatures w14:val="standardContextual"/>
    </w:rPr>
  </w:style>
  <w:style w:type="paragraph" w:customStyle="1" w:styleId="F0576BB5CE7C45B48E3751C3A358C1F2">
    <w:name w:val="F0576BB5CE7C45B48E3751C3A358C1F2"/>
    <w:rsid w:val="00CF57FB"/>
    <w:rPr>
      <w:kern w:val="2"/>
      <w14:ligatures w14:val="standardContextual"/>
    </w:rPr>
  </w:style>
  <w:style w:type="paragraph" w:customStyle="1" w:styleId="315EB60245424B99B2C933C959EF2D09">
    <w:name w:val="315EB60245424B99B2C933C959EF2D09"/>
    <w:rsid w:val="00CF57FB"/>
    <w:rPr>
      <w:kern w:val="2"/>
      <w14:ligatures w14:val="standardContextual"/>
    </w:rPr>
  </w:style>
  <w:style w:type="paragraph" w:customStyle="1" w:styleId="6A8515CB41A44323B872E0744A5D1E98">
    <w:name w:val="6A8515CB41A44323B872E0744A5D1E98"/>
    <w:rsid w:val="00CF57FB"/>
    <w:rPr>
      <w:kern w:val="2"/>
      <w14:ligatures w14:val="standardContextual"/>
    </w:rPr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  <w:style w:type="paragraph" w:customStyle="1" w:styleId="FB6B0EEDDF2C48EF8FA9E5328E4BD68F">
    <w:name w:val="FB6B0EEDDF2C48EF8FA9E5328E4BD68F"/>
    <w:rsid w:val="00CF57FB"/>
    <w:rPr>
      <w:kern w:val="2"/>
      <w14:ligatures w14:val="standardContextual"/>
    </w:rPr>
  </w:style>
  <w:style w:type="paragraph" w:customStyle="1" w:styleId="C58D38358C374B8FAF290BB053AF3B40">
    <w:name w:val="C58D38358C374B8FAF290BB053AF3B40"/>
    <w:rsid w:val="00CF57F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4" ma:contentTypeDescription="Loo uus dokument" ma:contentTypeScope="" ma:versionID="015ce8a496ba096a1f2e03b13d913425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b0b171a56f56f3758a98f40bad0fd9f7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3138FD-BC93-4ED4-8883-213459114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C8786-380B-497D-8972-444A62C7E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7CE45D-982C-4D04-8055-C622832855A0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4.xml><?xml version="1.0" encoding="utf-8"?>
<ds:datastoreItem xmlns:ds="http://schemas.openxmlformats.org/officeDocument/2006/customXml" ds:itemID="{B931003A-9209-4EA2-B49C-5AAEDC984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221</TotalTime>
  <Pages>1</Pages>
  <Words>1535</Words>
  <Characters>8754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10269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Urmas Treial</cp:lastModifiedBy>
  <cp:revision>36</cp:revision>
  <cp:lastPrinted>2024-01-10T08:49:00Z</cp:lastPrinted>
  <dcterms:created xsi:type="dcterms:W3CDTF">2024-01-09T10:03:00Z</dcterms:created>
  <dcterms:modified xsi:type="dcterms:W3CDTF">2025-11-25T10:12:00Z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5770800</vt:r8>
  </property>
  <property fmtid="{D5CDD505-2E9C-101B-9397-08002B2CF9AE}" pid="5" name="MediaServiceImageTags">
    <vt:lpwstr/>
  </property>
</Properties>
</file>