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12DB14F1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4B87F8C9" w14:textId="654E8EAD"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24836" w:rsidRPr="00D02D76">
              <w:t>METSAKORRALDUSJUH</w:t>
            </w:r>
            <w:r w:rsidR="00024836">
              <w:t>T</w:t>
            </w:r>
            <w:r w:rsidR="00024836" w:rsidRPr="00D02D76">
              <w:t xml:space="preserve"> </w:t>
            </w:r>
            <w:r>
              <w:fldChar w:fldCharType="end"/>
            </w:r>
          </w:p>
          <w:p w14:paraId="3A60138E" w14:textId="77777777"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 w14:paraId="4E1E734A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79BF19AB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14:paraId="3348B733" w14:textId="77777777" w:rsidR="00F158E9" w:rsidRDefault="00F158E9"/>
        </w:tc>
        <w:tc>
          <w:tcPr>
            <w:tcW w:w="4309" w:type="dxa"/>
            <w:tcBorders>
              <w:bottom w:val="nil"/>
            </w:tcBorders>
          </w:tcPr>
          <w:p w14:paraId="07A8DF98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14:paraId="7496894E" w14:textId="575B311C" w:rsidR="00F158E9" w:rsidRDefault="00330D03" w:rsidP="008233E9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6243">
              <w:t>kuupäev vastavalt digitaalallkirja kuupäevale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A25B1">
              <w:rPr>
                <w:noProof/>
              </w:rPr>
              <w:t>2-2/</w:t>
            </w:r>
            <w:r w:rsidR="00FA1F05">
              <w:rPr>
                <w:noProof/>
              </w:rPr>
              <w:t>34</w:t>
            </w:r>
            <w:r>
              <w:fldChar w:fldCharType="end"/>
            </w:r>
          </w:p>
        </w:tc>
      </w:tr>
    </w:tbl>
    <w:p w14:paraId="0139C4C3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203E2F61" w14:textId="77777777" w:rsidR="00F158E9" w:rsidRDefault="0060212C">
      <w:pPr>
        <w:framePr w:w="3289" w:h="851" w:wrap="around" w:vAnchor="page" w:hAnchor="page" w:x="8052" w:y="625"/>
        <w:rPr>
          <w:spacing w:val="0"/>
          <w:position w:val="0"/>
        </w:rPr>
      </w:pPr>
      <w:r w:rsidRPr="0060212C">
        <w:rPr>
          <w:noProof/>
          <w:spacing w:val="0"/>
          <w:position w:val="0"/>
          <w:lang w:eastAsia="et-EE"/>
        </w:rPr>
        <w:drawing>
          <wp:inline distT="0" distB="0" distL="0" distR="0" wp14:anchorId="4C7A4DC8" wp14:editId="0B06C7E7">
            <wp:extent cx="2087880" cy="541020"/>
            <wp:effectExtent l="0" t="0" r="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C5B1C" w14:textId="77777777" w:rsidR="00F158E9" w:rsidRDefault="00F158E9">
      <w:pPr>
        <w:pStyle w:val="Jalus"/>
      </w:pPr>
    </w:p>
    <w:bookmarkStart w:id="0" w:name="Text7"/>
    <w:p w14:paraId="4B2FE8FF" w14:textId="3440F6FA" w:rsidR="00F158E9" w:rsidRDefault="00D638ED" w:rsidP="00BF2D63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BF2D63">
        <w:rPr>
          <w:noProof/>
        </w:rPr>
        <w:t>Am</w:t>
      </w:r>
      <w:r w:rsidR="008A25B1">
        <w:t>e</w:t>
      </w:r>
      <w:r w:rsidR="00BF2D63">
        <w:t>tiautode parkimiskohtade määramine</w:t>
      </w:r>
      <w:r>
        <w:fldChar w:fldCharType="end"/>
      </w:r>
      <w:bookmarkEnd w:id="0"/>
    </w:p>
    <w:p w14:paraId="080A5A17" w14:textId="77777777" w:rsidR="00F158E9" w:rsidRDefault="00F158E9"/>
    <w:p w14:paraId="102EDF41" w14:textId="77777777" w:rsidR="00F158E9" w:rsidRDefault="00F158E9">
      <w:pPr>
        <w:rPr>
          <w:sz w:val="26"/>
        </w:rPr>
      </w:pPr>
    </w:p>
    <w:p w14:paraId="71376B3F" w14:textId="77777777"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61A3749" w14:textId="05955BC2" w:rsidR="00F158E9" w:rsidRDefault="00423925" w:rsidP="00BF2D63">
      <w:pPr>
        <w:jc w:val="both"/>
      </w:pPr>
      <w:r>
        <w:t>T</w:t>
      </w:r>
      <w:r w:rsidR="00E96075">
        <w:t>ulene</w:t>
      </w:r>
      <w:r w:rsidR="008233E9">
        <w:t xml:space="preserve">valt RMK juhatuse </w:t>
      </w:r>
      <w:r w:rsidR="00AD7859">
        <w:t>3</w:t>
      </w:r>
      <w:r w:rsidR="008233E9">
        <w:t>1</w:t>
      </w:r>
      <w:r>
        <w:t>.</w:t>
      </w:r>
      <w:r w:rsidR="00AD7859">
        <w:t>0</w:t>
      </w:r>
      <w:r>
        <w:t>1.</w:t>
      </w:r>
      <w:r w:rsidR="008233E9">
        <w:t>202</w:t>
      </w:r>
      <w:r w:rsidR="00AD7859">
        <w:t>3</w:t>
      </w:r>
      <w:r w:rsidR="008A25B1">
        <w:t xml:space="preserve">. a otsuse nr </w:t>
      </w:r>
      <w:r w:rsidR="008233E9">
        <w:t>1-32/8</w:t>
      </w:r>
      <w:r w:rsidR="008A25B1">
        <w:t xml:space="preserve"> „</w:t>
      </w:r>
      <w:r w:rsidR="00E96075">
        <w:t>RMK töösõitude üle arvestuse pidamise ja kulude hüvitamise juhendi“</w:t>
      </w:r>
      <w:r w:rsidR="008A25B1">
        <w:t xml:space="preserve"> punkti</w:t>
      </w:r>
      <w:r w:rsidR="00E96075">
        <w:t>st</w:t>
      </w:r>
      <w:r w:rsidR="008A25B1">
        <w:t xml:space="preserve"> </w:t>
      </w:r>
      <w:r w:rsidR="00AD7859">
        <w:t>3</w:t>
      </w:r>
      <w:r w:rsidR="003132F6">
        <w:t>.</w:t>
      </w:r>
      <w:r w:rsidR="00AD7859">
        <w:t>3</w:t>
      </w:r>
    </w:p>
    <w:p w14:paraId="66C7DED5" w14:textId="77777777" w:rsidR="008E0EFA" w:rsidRDefault="008E0EFA" w:rsidP="008E0EFA"/>
    <w:p w14:paraId="1CBC8033" w14:textId="505F30D8" w:rsidR="00BF2D63" w:rsidRDefault="00BF2D63" w:rsidP="00D01AB3">
      <w:pPr>
        <w:pStyle w:val="Loendilik"/>
        <w:numPr>
          <w:ilvl w:val="0"/>
          <w:numId w:val="6"/>
        </w:numPr>
      </w:pPr>
      <w:r>
        <w:t>m</w:t>
      </w:r>
      <w:r w:rsidRPr="004745D7">
        <w:t xml:space="preserve"> ä </w:t>
      </w:r>
      <w:proofErr w:type="spellStart"/>
      <w:r w:rsidRPr="004745D7">
        <w:t>ä</w:t>
      </w:r>
      <w:proofErr w:type="spellEnd"/>
      <w:r w:rsidRPr="004745D7">
        <w:t xml:space="preserve"> r </w:t>
      </w:r>
      <w:r>
        <w:t xml:space="preserve">a n  </w:t>
      </w:r>
      <w:r w:rsidR="002D2A3A">
        <w:t>M</w:t>
      </w:r>
      <w:r w:rsidR="00D02D76">
        <w:t>etsakorraldus</w:t>
      </w:r>
      <w:r w:rsidR="002D2A3A">
        <w:t xml:space="preserve">e ja </w:t>
      </w:r>
      <w:proofErr w:type="spellStart"/>
      <w:r w:rsidR="002D2A3A">
        <w:t>kaugseire</w:t>
      </w:r>
      <w:proofErr w:type="spellEnd"/>
      <w:r w:rsidR="002D2A3A">
        <w:t xml:space="preserve"> </w:t>
      </w:r>
      <w:r w:rsidR="00D02D76">
        <w:t xml:space="preserve">osakonna </w:t>
      </w:r>
      <w:r w:rsidR="002D2A3A">
        <w:t>K</w:t>
      </w:r>
      <w:r w:rsidR="00D02D76">
        <w:t xml:space="preserve">agu piirkonna </w:t>
      </w:r>
      <w:r>
        <w:t>töötajate kasutusse antud ametiautode parkimiskohad töövälisel ajal parkimiseks järgmiselt:</w:t>
      </w:r>
    </w:p>
    <w:p w14:paraId="068EF0CF" w14:textId="77777777" w:rsidR="00BF2D63" w:rsidRDefault="00BF2D63" w:rsidP="00BF2D63"/>
    <w:p w14:paraId="34B8E53B" w14:textId="75D6A153" w:rsidR="00D02D76" w:rsidRDefault="00D02D76" w:rsidP="00D02D76">
      <w:pPr>
        <w:pStyle w:val="Loendilik"/>
        <w:numPr>
          <w:ilvl w:val="1"/>
          <w:numId w:val="6"/>
        </w:numPr>
        <w:ind w:left="426" w:hanging="426"/>
      </w:pPr>
      <w:r>
        <w:t xml:space="preserve">Airi Varik 701BKH </w:t>
      </w:r>
      <w:proofErr w:type="spellStart"/>
      <w:r>
        <w:t>Raigla</w:t>
      </w:r>
      <w:proofErr w:type="spellEnd"/>
      <w:r>
        <w:t xml:space="preserve"> mnt.8, Räpina</w:t>
      </w:r>
      <w:r w:rsidR="00CD379F">
        <w:t xml:space="preserve"> linn</w:t>
      </w:r>
      <w:r>
        <w:t>, Räpina vald, Põlvamaa;</w:t>
      </w:r>
    </w:p>
    <w:p w14:paraId="74CA8A52" w14:textId="1969902C" w:rsidR="007D1CED" w:rsidRDefault="007D1CED" w:rsidP="00D02D76">
      <w:pPr>
        <w:pStyle w:val="Loendilik"/>
        <w:numPr>
          <w:ilvl w:val="1"/>
          <w:numId w:val="6"/>
        </w:numPr>
        <w:ind w:left="426" w:hanging="426"/>
      </w:pPr>
      <w:r>
        <w:t xml:space="preserve">Aivo Arold 699 BKH </w:t>
      </w:r>
      <w:r w:rsidR="00EF45B2">
        <w:t xml:space="preserve">Metsniku, </w:t>
      </w:r>
      <w:r>
        <w:t>Vene</w:t>
      </w:r>
      <w:r w:rsidR="00973155">
        <w:t>vere küla, Vinni vald, Lääne-Virumaa</w:t>
      </w:r>
    </w:p>
    <w:p w14:paraId="343ECC78" w14:textId="77777777" w:rsidR="009C7843" w:rsidRDefault="00D02D76" w:rsidP="008233E9">
      <w:pPr>
        <w:pStyle w:val="Loendilik"/>
        <w:numPr>
          <w:ilvl w:val="1"/>
          <w:numId w:val="6"/>
        </w:numPr>
        <w:ind w:left="426" w:hanging="426"/>
      </w:pPr>
      <w:r>
        <w:t xml:space="preserve">Alver Lang 747 BPG Kooli tee 7, Kääpa küla, Võru vald, Võrumaa; </w:t>
      </w:r>
    </w:p>
    <w:p w14:paraId="1E7185A7" w14:textId="77777777" w:rsidR="00D02D76" w:rsidRDefault="00D02D76" w:rsidP="00D02D76">
      <w:pPr>
        <w:pStyle w:val="Loendilik"/>
        <w:numPr>
          <w:ilvl w:val="1"/>
          <w:numId w:val="6"/>
        </w:numPr>
        <w:ind w:left="426" w:hanging="426"/>
      </w:pPr>
      <w:r>
        <w:t>Enno Kuusk 716 BPH</w:t>
      </w:r>
      <w:r>
        <w:tab/>
      </w:r>
      <w:r w:rsidR="00016FFC">
        <w:t xml:space="preserve">Pihlaka, </w:t>
      </w:r>
      <w:r>
        <w:t>Pikknurme küla, Põltsamaa vald, Jõgevamaa;</w:t>
      </w:r>
    </w:p>
    <w:p w14:paraId="398F7304" w14:textId="019175D0" w:rsidR="002D2A3A" w:rsidRDefault="002D2A3A" w:rsidP="00D02D76">
      <w:pPr>
        <w:pStyle w:val="Loendilik"/>
        <w:numPr>
          <w:ilvl w:val="1"/>
          <w:numId w:val="6"/>
        </w:numPr>
        <w:ind w:left="426" w:hanging="426"/>
      </w:pPr>
      <w:r>
        <w:t>Erki Ints 162 BVN Leevikese 12-2, Tartu</w:t>
      </w:r>
      <w:r w:rsidR="00CD379F">
        <w:t xml:space="preserve"> linn</w:t>
      </w:r>
      <w:r>
        <w:t>, Tartumaa;</w:t>
      </w:r>
    </w:p>
    <w:p w14:paraId="2F14CA09" w14:textId="6339A4AB" w:rsidR="009A03BC" w:rsidRDefault="009A03BC" w:rsidP="00D02D76">
      <w:pPr>
        <w:pStyle w:val="Loendilik"/>
        <w:numPr>
          <w:ilvl w:val="1"/>
          <w:numId w:val="6"/>
        </w:numPr>
        <w:ind w:left="426" w:hanging="426"/>
      </w:pPr>
      <w:r>
        <w:t>Juho Joonas 686 BKH Nõmme-10, Võru</w:t>
      </w:r>
      <w:r w:rsidR="00CD379F">
        <w:t xml:space="preserve"> linn</w:t>
      </w:r>
      <w:r>
        <w:t>, Võrumaa;</w:t>
      </w:r>
    </w:p>
    <w:p w14:paraId="4B979422" w14:textId="77777777" w:rsidR="00D02D76" w:rsidRDefault="00D02D76" w:rsidP="00D02D76">
      <w:pPr>
        <w:pStyle w:val="Loendilik"/>
        <w:numPr>
          <w:ilvl w:val="1"/>
          <w:numId w:val="6"/>
        </w:numPr>
        <w:ind w:left="426" w:hanging="426"/>
      </w:pPr>
      <w:r>
        <w:t xml:space="preserve">Kaupo Eliste 081 BSK </w:t>
      </w:r>
      <w:r w:rsidR="00016FFC">
        <w:t xml:space="preserve">Vahtra, </w:t>
      </w:r>
      <w:r>
        <w:t>Listaku küla, Võru vald, Võrumaa;</w:t>
      </w:r>
    </w:p>
    <w:p w14:paraId="111AC687" w14:textId="6209BE67" w:rsidR="00803447" w:rsidRDefault="00803447" w:rsidP="00D02D76">
      <w:pPr>
        <w:pStyle w:val="Loendilik"/>
        <w:numPr>
          <w:ilvl w:val="1"/>
          <w:numId w:val="6"/>
        </w:numPr>
        <w:ind w:left="426" w:hanging="426"/>
      </w:pPr>
      <w:r>
        <w:t xml:space="preserve">Madis Anton </w:t>
      </w:r>
      <w:r w:rsidR="001C6F46">
        <w:t>344 BSK</w:t>
      </w:r>
      <w:r>
        <w:t xml:space="preserve"> </w:t>
      </w:r>
      <w:r w:rsidR="00016FFC">
        <w:t xml:space="preserve">Saarlase, </w:t>
      </w:r>
      <w:proofErr w:type="spellStart"/>
      <w:r>
        <w:t>Lüllemäe</w:t>
      </w:r>
      <w:proofErr w:type="spellEnd"/>
      <w:r>
        <w:t xml:space="preserve"> küla, Valga vald, Valgamaa</w:t>
      </w:r>
      <w:r w:rsidR="002D2A3A">
        <w:t>;</w:t>
      </w:r>
    </w:p>
    <w:p w14:paraId="4B3EEB47" w14:textId="1507B2AA" w:rsidR="009A03BC" w:rsidRDefault="009A03BC" w:rsidP="00D02D76">
      <w:pPr>
        <w:pStyle w:val="Loendilik"/>
        <w:numPr>
          <w:ilvl w:val="1"/>
          <w:numId w:val="6"/>
        </w:numPr>
        <w:ind w:left="426" w:hanging="426"/>
      </w:pPr>
      <w:r>
        <w:t xml:space="preserve">Margo Mõttus </w:t>
      </w:r>
      <w:r w:rsidR="002D2A3A">
        <w:t xml:space="preserve">230 NSN </w:t>
      </w:r>
      <w:r>
        <w:t xml:space="preserve"> </w:t>
      </w:r>
      <w:r w:rsidR="002D2A3A">
        <w:t xml:space="preserve">Kalevi tee 6, </w:t>
      </w:r>
      <w:r w:rsidR="00CD379F">
        <w:t xml:space="preserve">Külitse küla, </w:t>
      </w:r>
      <w:r w:rsidR="002D2A3A">
        <w:t xml:space="preserve">Kambja vald, </w:t>
      </w:r>
      <w:r>
        <w:t>Tartumaa;</w:t>
      </w:r>
    </w:p>
    <w:p w14:paraId="47D4F283" w14:textId="77777777" w:rsidR="00D02D76" w:rsidRDefault="00D02D76" w:rsidP="00D02D76">
      <w:pPr>
        <w:pStyle w:val="Loendilik"/>
        <w:numPr>
          <w:ilvl w:val="1"/>
          <w:numId w:val="6"/>
        </w:numPr>
        <w:ind w:left="426" w:hanging="426"/>
      </w:pPr>
      <w:r>
        <w:t xml:space="preserve">Mart </w:t>
      </w:r>
      <w:proofErr w:type="spellStart"/>
      <w:r>
        <w:t>Paadik</w:t>
      </w:r>
      <w:proofErr w:type="spellEnd"/>
      <w:r>
        <w:t xml:space="preserve"> 486 BKZ </w:t>
      </w:r>
      <w:r w:rsidR="00C309EB">
        <w:t xml:space="preserve">Võidu, </w:t>
      </w:r>
      <w:r>
        <w:t>Metsakivi küla, Peipsiääre vald, Tartumaa;</w:t>
      </w:r>
    </w:p>
    <w:p w14:paraId="4F685EC2" w14:textId="77777777" w:rsidR="00D02D76" w:rsidRDefault="00D02D76" w:rsidP="00D02D76">
      <w:pPr>
        <w:pStyle w:val="Loendilik"/>
        <w:numPr>
          <w:ilvl w:val="1"/>
          <w:numId w:val="6"/>
        </w:numPr>
        <w:ind w:left="426" w:hanging="426"/>
      </w:pPr>
      <w:r>
        <w:t>Rain Pint</w:t>
      </w:r>
      <w:r>
        <w:tab/>
      </w:r>
      <w:r w:rsidR="002263DB">
        <w:t xml:space="preserve"> </w:t>
      </w:r>
      <w:r>
        <w:t xml:space="preserve">161 MHR </w:t>
      </w:r>
      <w:r w:rsidR="00C309EB">
        <w:t xml:space="preserve">Pindi, </w:t>
      </w:r>
      <w:proofErr w:type="spellStart"/>
      <w:r>
        <w:t>Võtikvere</w:t>
      </w:r>
      <w:proofErr w:type="spellEnd"/>
      <w:r>
        <w:t xml:space="preserve"> küla, Mustvee vald, Jõgevamaa;</w:t>
      </w:r>
    </w:p>
    <w:p w14:paraId="72082A24" w14:textId="3ADD8964" w:rsidR="00C26243" w:rsidRDefault="00D02D76" w:rsidP="00C26243">
      <w:pPr>
        <w:pStyle w:val="Loendilik"/>
        <w:numPr>
          <w:ilvl w:val="1"/>
          <w:numId w:val="6"/>
        </w:numPr>
        <w:ind w:left="426" w:hanging="426"/>
      </w:pPr>
      <w:r>
        <w:t xml:space="preserve">Rene Volt 353 BPH </w:t>
      </w:r>
      <w:r w:rsidR="00AD7859">
        <w:t>Lina 58</w:t>
      </w:r>
      <w:r>
        <w:t>, Põlva</w:t>
      </w:r>
      <w:r w:rsidR="00CD379F">
        <w:t xml:space="preserve"> linn</w:t>
      </w:r>
      <w:r>
        <w:t>, Põlvamaa;</w:t>
      </w:r>
    </w:p>
    <w:p w14:paraId="3E4595F9" w14:textId="77777777" w:rsidR="00C26243" w:rsidRDefault="00C26243" w:rsidP="00C26243">
      <w:pPr>
        <w:pStyle w:val="Loendilik"/>
        <w:numPr>
          <w:ilvl w:val="1"/>
          <w:numId w:val="6"/>
        </w:numPr>
        <w:ind w:left="426" w:hanging="426"/>
      </w:pPr>
      <w:r>
        <w:t xml:space="preserve">Riho Barbo 741 BSP </w:t>
      </w:r>
      <w:r w:rsidR="00C309EB">
        <w:t xml:space="preserve">Tõnu, </w:t>
      </w:r>
      <w:r w:rsidR="00D02D76">
        <w:t>Aidu küla, Põltsamaa vald, Jõgevamaa</w:t>
      </w:r>
      <w:r>
        <w:t>;</w:t>
      </w:r>
    </w:p>
    <w:p w14:paraId="0E9744B5" w14:textId="77777777" w:rsidR="00C26243" w:rsidRDefault="00D02D76" w:rsidP="00C26243">
      <w:pPr>
        <w:pStyle w:val="Loendilik"/>
        <w:numPr>
          <w:ilvl w:val="1"/>
          <w:numId w:val="6"/>
        </w:numPr>
        <w:ind w:left="426" w:hanging="426"/>
      </w:pPr>
      <w:r>
        <w:t>Riivo Rinne</w:t>
      </w:r>
      <w:r w:rsidR="00BD2374">
        <w:t xml:space="preserve"> </w:t>
      </w:r>
      <w:r w:rsidR="00C26243">
        <w:t xml:space="preserve">339 BSK </w:t>
      </w:r>
      <w:r w:rsidR="00016FFC">
        <w:t xml:space="preserve">Rinne, </w:t>
      </w:r>
      <w:r>
        <w:t>Illi küla, Nõo vald, Tartumaa</w:t>
      </w:r>
      <w:r w:rsidR="00C26243">
        <w:t>;</w:t>
      </w:r>
    </w:p>
    <w:p w14:paraId="49E61849" w14:textId="7BDAFFEF" w:rsidR="00D9461C" w:rsidRDefault="00D9461C" w:rsidP="00C26243">
      <w:pPr>
        <w:pStyle w:val="Loendilik"/>
        <w:numPr>
          <w:ilvl w:val="1"/>
          <w:numId w:val="6"/>
        </w:numPr>
        <w:ind w:left="426" w:hanging="426"/>
      </w:pPr>
      <w:r>
        <w:t xml:space="preserve">Taavi Kaev 806 BKS </w:t>
      </w:r>
      <w:r w:rsidR="0032560D">
        <w:t>Pikk</w:t>
      </w:r>
      <w:r w:rsidR="00DB5EB8">
        <w:t xml:space="preserve"> </w:t>
      </w:r>
      <w:r w:rsidR="0032560D">
        <w:t>tänav 18</w:t>
      </w:r>
      <w:r>
        <w:t>, Viljandi linn</w:t>
      </w:r>
      <w:r w:rsidR="00FD2388">
        <w:t>, Viljandimaa</w:t>
      </w:r>
    </w:p>
    <w:p w14:paraId="3EB5612B" w14:textId="0AD761D8" w:rsidR="00A83586" w:rsidRDefault="00A83586" w:rsidP="00C26243">
      <w:pPr>
        <w:pStyle w:val="Loendilik"/>
        <w:numPr>
          <w:ilvl w:val="1"/>
          <w:numId w:val="6"/>
        </w:numPr>
        <w:ind w:left="426" w:hanging="426"/>
      </w:pPr>
      <w:r>
        <w:t xml:space="preserve">Timmo Tuul 615 BSR </w:t>
      </w:r>
      <w:proofErr w:type="spellStart"/>
      <w:r w:rsidR="00AA4E7C">
        <w:t>Kargaja</w:t>
      </w:r>
      <w:proofErr w:type="spellEnd"/>
      <w:r w:rsidR="00016FFC">
        <w:t xml:space="preserve">, </w:t>
      </w:r>
      <w:r>
        <w:t>Kannuküla, Viljandi vald, Viljandimaa</w:t>
      </w:r>
      <w:r w:rsidR="00CD379F">
        <w:t>;</w:t>
      </w:r>
    </w:p>
    <w:p w14:paraId="4F5D823E" w14:textId="77777777" w:rsidR="00C26243" w:rsidRDefault="00D02D76" w:rsidP="00C26243">
      <w:pPr>
        <w:pStyle w:val="Loendilik"/>
        <w:numPr>
          <w:ilvl w:val="1"/>
          <w:numId w:val="6"/>
        </w:numPr>
        <w:ind w:left="426" w:hanging="426"/>
      </w:pPr>
      <w:r>
        <w:t>Toomas Jüris</w:t>
      </w:r>
      <w:r w:rsidR="00C26243">
        <w:t xml:space="preserve"> 372 BPH</w:t>
      </w:r>
      <w:r w:rsidR="00C26243">
        <w:tab/>
      </w:r>
      <w:r w:rsidR="002263DB">
        <w:t xml:space="preserve"> </w:t>
      </w:r>
      <w:r w:rsidR="00016FFC">
        <w:t xml:space="preserve">Matsimäe, </w:t>
      </w:r>
      <w:proofErr w:type="spellStart"/>
      <w:r>
        <w:t>Sakurgi</w:t>
      </w:r>
      <w:proofErr w:type="spellEnd"/>
      <w:r>
        <w:t xml:space="preserve"> küla, Rõuge vald, Võrumaa</w:t>
      </w:r>
      <w:r w:rsidR="00C26243">
        <w:t>;</w:t>
      </w:r>
    </w:p>
    <w:p w14:paraId="11397A9A" w14:textId="712EA155" w:rsidR="00C26243" w:rsidRDefault="00D02D76" w:rsidP="00C26243">
      <w:pPr>
        <w:pStyle w:val="Loendilik"/>
        <w:numPr>
          <w:ilvl w:val="1"/>
          <w:numId w:val="6"/>
        </w:numPr>
        <w:ind w:left="426" w:hanging="426"/>
      </w:pPr>
      <w:r>
        <w:t>Tõnis Leosk</w:t>
      </w:r>
      <w:r w:rsidR="00C26243">
        <w:t xml:space="preserve"> </w:t>
      </w:r>
      <w:r w:rsidR="009404D5">
        <w:t>623 BSX</w:t>
      </w:r>
      <w:r>
        <w:tab/>
      </w:r>
      <w:r w:rsidR="00AA4E7C">
        <w:t xml:space="preserve">Jõesuu, </w:t>
      </w:r>
      <w:proofErr w:type="spellStart"/>
      <w:r>
        <w:t>Purtsi</w:t>
      </w:r>
      <w:proofErr w:type="spellEnd"/>
      <w:r>
        <w:t xml:space="preserve"> küla, Elva vald, Tartumaa</w:t>
      </w:r>
      <w:r w:rsidR="00C26243">
        <w:t>;</w:t>
      </w:r>
    </w:p>
    <w:p w14:paraId="65211513" w14:textId="77777777" w:rsidR="00C26243" w:rsidRDefault="00D02D76" w:rsidP="00C26243">
      <w:pPr>
        <w:pStyle w:val="Loendilik"/>
        <w:numPr>
          <w:ilvl w:val="1"/>
          <w:numId w:val="6"/>
        </w:numPr>
        <w:ind w:left="426" w:hanging="426"/>
      </w:pPr>
      <w:r>
        <w:t>Urmas Murumägi</w:t>
      </w:r>
      <w:r w:rsidR="00C26243">
        <w:t xml:space="preserve"> 717 BVY </w:t>
      </w:r>
      <w:proofErr w:type="spellStart"/>
      <w:r w:rsidR="00C309EB">
        <w:t>Aabja</w:t>
      </w:r>
      <w:proofErr w:type="spellEnd"/>
      <w:r w:rsidR="00C309EB">
        <w:t xml:space="preserve">, </w:t>
      </w:r>
      <w:r>
        <w:t>Kerita küla, Põhja-Sakala vald, Viljandimaa</w:t>
      </w:r>
      <w:r w:rsidR="00C26243">
        <w:t>;</w:t>
      </w:r>
    </w:p>
    <w:p w14:paraId="41325D68" w14:textId="77777777" w:rsidR="00D02D76" w:rsidRDefault="00C26243" w:rsidP="00C26243">
      <w:pPr>
        <w:pStyle w:val="Loendilik"/>
        <w:numPr>
          <w:ilvl w:val="1"/>
          <w:numId w:val="6"/>
        </w:numPr>
        <w:ind w:left="426" w:hanging="426"/>
      </w:pPr>
      <w:r>
        <w:t xml:space="preserve">Üllart Länik 138 BVY </w:t>
      </w:r>
      <w:r w:rsidR="00016FFC">
        <w:t xml:space="preserve">Karaski kordon, </w:t>
      </w:r>
      <w:r w:rsidR="00D02D76">
        <w:t>Hargla küla, Valga vald, Valgamaa</w:t>
      </w:r>
      <w:r>
        <w:t>.</w:t>
      </w:r>
    </w:p>
    <w:p w14:paraId="4D0DB343" w14:textId="77777777" w:rsidR="00211C29" w:rsidRDefault="00211C29" w:rsidP="00211C29"/>
    <w:p w14:paraId="68CD7AE4" w14:textId="77777777" w:rsidR="00211C29" w:rsidRDefault="00211C29" w:rsidP="00211C29"/>
    <w:p w14:paraId="7A3C38A4" w14:textId="77777777" w:rsidR="00211C29" w:rsidRDefault="00211C29" w:rsidP="00211C29"/>
    <w:p w14:paraId="40E1993C" w14:textId="77777777" w:rsidR="00211C29" w:rsidRDefault="00211C29" w:rsidP="00211C29"/>
    <w:p w14:paraId="37481BD8" w14:textId="77777777" w:rsidR="008E0EFA" w:rsidRDefault="008E0EFA" w:rsidP="004745D7"/>
    <w:p w14:paraId="1689D8ED" w14:textId="2A505BF5" w:rsidR="00292B4A" w:rsidRDefault="00292B4A" w:rsidP="00292B4A">
      <w:pPr>
        <w:pStyle w:val="Loendilik"/>
        <w:numPr>
          <w:ilvl w:val="0"/>
          <w:numId w:val="6"/>
        </w:numPr>
      </w:pPr>
      <w:r w:rsidRPr="00292B4A">
        <w:t xml:space="preserve">Tunnistada kehtetuks RMK </w:t>
      </w:r>
      <w:r>
        <w:t>Metsakorraldus</w:t>
      </w:r>
      <w:r w:rsidR="00FA4676">
        <w:t>e</w:t>
      </w:r>
      <w:r>
        <w:t xml:space="preserve"> ja </w:t>
      </w:r>
      <w:proofErr w:type="spellStart"/>
      <w:r>
        <w:t>kaugseire</w:t>
      </w:r>
      <w:proofErr w:type="spellEnd"/>
      <w:r>
        <w:t xml:space="preserve"> osakonna</w:t>
      </w:r>
      <w:r w:rsidRPr="00292B4A">
        <w:t xml:space="preserve"> </w:t>
      </w:r>
      <w:r>
        <w:t>metsakorraldus</w:t>
      </w:r>
      <w:r w:rsidRPr="00292B4A">
        <w:t xml:space="preserve">juhi </w:t>
      </w:r>
      <w:r w:rsidR="00211C29">
        <w:t>22</w:t>
      </w:r>
      <w:r w:rsidRPr="00292B4A">
        <w:t>.0</w:t>
      </w:r>
      <w:r w:rsidR="00211C29">
        <w:t>8</w:t>
      </w:r>
      <w:r w:rsidRPr="00292B4A">
        <w:t>.2024 käskkiri nr 2-2/</w:t>
      </w:r>
      <w:r w:rsidR="00E815B5">
        <w:t>78</w:t>
      </w:r>
    </w:p>
    <w:p w14:paraId="3D79D143" w14:textId="77777777" w:rsidR="00D01AB3" w:rsidRDefault="00D01AB3" w:rsidP="004745D7"/>
    <w:p w14:paraId="44364103" w14:textId="5D4C384F" w:rsidR="00D01AB3" w:rsidRDefault="00D01AB3" w:rsidP="00D01AB3">
      <w:pPr>
        <w:pStyle w:val="Loendilik"/>
        <w:numPr>
          <w:ilvl w:val="0"/>
          <w:numId w:val="6"/>
        </w:numPr>
        <w:sectPr w:rsidR="00D01AB3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7068EEF2" w14:textId="77777777" w:rsidR="00F158E9" w:rsidRDefault="00F158E9"/>
    <w:p w14:paraId="04A3B879" w14:textId="77777777" w:rsidR="00F158E9" w:rsidRDefault="00F158E9"/>
    <w:bookmarkStart w:id="1" w:name="Dropdown9"/>
    <w:p w14:paraId="17E8A57E" w14:textId="77777777" w:rsidR="00F158E9" w:rsidRDefault="00D638ED">
      <w:r>
        <w:rPr>
          <w:spacing w:val="0"/>
          <w:position w:val="0"/>
        </w:rPr>
        <w:lastRenderedPageBreak/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14:paraId="53219AB4" w14:textId="77777777" w:rsidR="00F158E9" w:rsidRDefault="00F158E9"/>
    <w:p w14:paraId="4B38D39E" w14:textId="77777777" w:rsidR="00F158E9" w:rsidRDefault="00F158E9"/>
    <w:p w14:paraId="5E1B2146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C26243">
        <w:t>Tauno Piho</w:t>
      </w:r>
      <w:r>
        <w:fldChar w:fldCharType="end"/>
      </w:r>
    </w:p>
    <w:p w14:paraId="51D86234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C26243">
        <w:t>metsakorraldusjuht</w:t>
      </w:r>
      <w:r>
        <w:fldChar w:fldCharType="end"/>
      </w:r>
    </w:p>
    <w:p w14:paraId="753C54AE" w14:textId="77777777" w:rsidR="00F158E9" w:rsidRDefault="00F158E9"/>
    <w:p w14:paraId="268997B7" w14:textId="77777777" w:rsidR="00F158E9" w:rsidRDefault="00F158E9"/>
    <w:p w14:paraId="078E0EBE" w14:textId="77777777" w:rsidR="00F158E9" w:rsidRDefault="00F158E9"/>
    <w:bookmarkStart w:id="2" w:name="Text28"/>
    <w:p w14:paraId="6FD83888" w14:textId="7EB41FFB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E0EFA">
        <w:rPr>
          <w:noProof/>
        </w:rPr>
        <w:t>Jaotuskava:</w:t>
      </w:r>
      <w:r w:rsidR="00423925">
        <w:rPr>
          <w:noProof/>
        </w:rPr>
        <w:t xml:space="preserve"> </w:t>
      </w:r>
      <w:r w:rsidR="00C26243">
        <w:rPr>
          <w:noProof/>
        </w:rPr>
        <w:t>Metsakorraldus</w:t>
      </w:r>
      <w:r w:rsidR="00CD379F">
        <w:rPr>
          <w:noProof/>
        </w:rPr>
        <w:t xml:space="preserve">e ja kaugseire </w:t>
      </w:r>
      <w:r w:rsidR="00C26243">
        <w:rPr>
          <w:noProof/>
        </w:rPr>
        <w:t>osakond Kagu</w:t>
      </w:r>
      <w:r w:rsidR="00CD379F">
        <w:rPr>
          <w:noProof/>
        </w:rPr>
        <w:t xml:space="preserve"> piirkond</w:t>
      </w:r>
      <w:r>
        <w:fldChar w:fldCharType="end"/>
      </w:r>
      <w:bookmarkEnd w:id="2"/>
    </w:p>
    <w:p w14:paraId="54FDAB5F" w14:textId="77777777" w:rsidR="00F158E9" w:rsidRDefault="00F158E9"/>
    <w:p w14:paraId="22A43FFE" w14:textId="77777777" w:rsidR="00F158E9" w:rsidRDefault="00F158E9"/>
    <w:p w14:paraId="1237BD02" w14:textId="77777777" w:rsidR="00F158E9" w:rsidRDefault="00F158E9"/>
    <w:p w14:paraId="7F5A9F02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C26243">
        <w:rPr>
          <w:noProof/>
        </w:rPr>
        <w:t>Tauno Piho</w:t>
      </w:r>
      <w:r>
        <w:fldChar w:fldCharType="end"/>
      </w:r>
    </w:p>
    <w:p w14:paraId="52931326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C26243">
        <w:rPr>
          <w:noProof/>
        </w:rPr>
        <w:t>metsakorraldusjuht</w:t>
      </w:r>
      <w:r>
        <w:fldChar w:fldCharType="end"/>
      </w:r>
    </w:p>
    <w:p w14:paraId="6F5289B8" w14:textId="21541741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024836">
        <w:t>07</w:t>
      </w:r>
      <w:r w:rsidR="00C26243">
        <w:rPr>
          <w:noProof/>
        </w:rPr>
        <w:t xml:space="preserve">. </w:t>
      </w:r>
      <w:r w:rsidR="00CD379F">
        <w:rPr>
          <w:noProof/>
        </w:rPr>
        <w:t>a</w:t>
      </w:r>
      <w:r w:rsidR="00024836">
        <w:rPr>
          <w:noProof/>
        </w:rPr>
        <w:t>prill</w:t>
      </w:r>
      <w:r w:rsidR="008233E9">
        <w:rPr>
          <w:noProof/>
        </w:rPr>
        <w:t xml:space="preserve"> </w:t>
      </w:r>
      <w:r w:rsidR="00C26243">
        <w:rPr>
          <w:noProof/>
        </w:rPr>
        <w:t>202</w:t>
      </w:r>
      <w:r w:rsidR="00024836">
        <w:rPr>
          <w:noProof/>
        </w:rPr>
        <w:t>5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67F5B" w14:textId="77777777" w:rsidR="005C25B2" w:rsidRDefault="005C25B2">
      <w:r>
        <w:separator/>
      </w:r>
    </w:p>
  </w:endnote>
  <w:endnote w:type="continuationSeparator" w:id="0">
    <w:p w14:paraId="7AE7E9EA" w14:textId="77777777" w:rsidR="005C25B2" w:rsidRDefault="005C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03AA1" w14:textId="77777777" w:rsidR="00C309EB" w:rsidRDefault="00C309E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8B40F" w14:textId="77777777" w:rsidR="00C309EB" w:rsidRDefault="00C309E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1AD21" w14:textId="77777777" w:rsidR="00C309EB" w:rsidRDefault="00C309E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493D9" w14:textId="77777777" w:rsidR="005C25B2" w:rsidRDefault="005C25B2">
      <w:r>
        <w:separator/>
      </w:r>
    </w:p>
  </w:footnote>
  <w:footnote w:type="continuationSeparator" w:id="0">
    <w:p w14:paraId="129B116B" w14:textId="77777777" w:rsidR="005C25B2" w:rsidRDefault="005C2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9A3E" w14:textId="77777777" w:rsidR="00C309EB" w:rsidRDefault="00C309E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AA4E7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87478" w14:textId="77777777" w:rsidR="00C309EB" w:rsidRDefault="00C309EB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45F1F" w14:textId="77777777" w:rsidR="00C309EB" w:rsidRDefault="00C309EB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3FC6B89"/>
    <w:multiLevelType w:val="hybridMultilevel"/>
    <w:tmpl w:val="B3FEAC9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5C7F3819"/>
    <w:multiLevelType w:val="hybridMultilevel"/>
    <w:tmpl w:val="37506EA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45448A7"/>
    <w:multiLevelType w:val="hybridMultilevel"/>
    <w:tmpl w:val="3D66FA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8FB7B24"/>
    <w:multiLevelType w:val="multilevel"/>
    <w:tmpl w:val="17FC5E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 w16cid:durableId="1933780222">
    <w:abstractNumId w:val="0"/>
  </w:num>
  <w:num w:numId="2" w16cid:durableId="910195058">
    <w:abstractNumId w:val="2"/>
  </w:num>
  <w:num w:numId="3" w16cid:durableId="1739091221">
    <w:abstractNumId w:val="1"/>
  </w:num>
  <w:num w:numId="4" w16cid:durableId="387262201">
    <w:abstractNumId w:val="3"/>
  </w:num>
  <w:num w:numId="5" w16cid:durableId="1415977435">
    <w:abstractNumId w:val="4"/>
  </w:num>
  <w:num w:numId="6" w16cid:durableId="20504465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932"/>
    <w:rsid w:val="00014539"/>
    <w:rsid w:val="00016FFC"/>
    <w:rsid w:val="00024836"/>
    <w:rsid w:val="000278C7"/>
    <w:rsid w:val="00043D7D"/>
    <w:rsid w:val="00065F5A"/>
    <w:rsid w:val="00072129"/>
    <w:rsid w:val="00074F88"/>
    <w:rsid w:val="000B62F5"/>
    <w:rsid w:val="001346DA"/>
    <w:rsid w:val="001A12A0"/>
    <w:rsid w:val="001A670C"/>
    <w:rsid w:val="001C6F46"/>
    <w:rsid w:val="001E5F42"/>
    <w:rsid w:val="001F6149"/>
    <w:rsid w:val="00211C29"/>
    <w:rsid w:val="00211FC3"/>
    <w:rsid w:val="00222AEA"/>
    <w:rsid w:val="002263DB"/>
    <w:rsid w:val="00256FBC"/>
    <w:rsid w:val="00292B4A"/>
    <w:rsid w:val="002A76E4"/>
    <w:rsid w:val="002D2A3A"/>
    <w:rsid w:val="003132F6"/>
    <w:rsid w:val="0032560D"/>
    <w:rsid w:val="00330D03"/>
    <w:rsid w:val="003671B4"/>
    <w:rsid w:val="00372A93"/>
    <w:rsid w:val="0037522C"/>
    <w:rsid w:val="003B2927"/>
    <w:rsid w:val="00423017"/>
    <w:rsid w:val="00423925"/>
    <w:rsid w:val="004745D7"/>
    <w:rsid w:val="0047777A"/>
    <w:rsid w:val="004948FD"/>
    <w:rsid w:val="004C3BAB"/>
    <w:rsid w:val="004D4185"/>
    <w:rsid w:val="005216DB"/>
    <w:rsid w:val="005B39CA"/>
    <w:rsid w:val="005C25B2"/>
    <w:rsid w:val="005C42EE"/>
    <w:rsid w:val="005E2BA7"/>
    <w:rsid w:val="005F18DA"/>
    <w:rsid w:val="0060212C"/>
    <w:rsid w:val="00653645"/>
    <w:rsid w:val="00681FDC"/>
    <w:rsid w:val="006A1B56"/>
    <w:rsid w:val="006A6E0C"/>
    <w:rsid w:val="006B0CB3"/>
    <w:rsid w:val="00710824"/>
    <w:rsid w:val="007737E3"/>
    <w:rsid w:val="0077429F"/>
    <w:rsid w:val="00782487"/>
    <w:rsid w:val="007D1CED"/>
    <w:rsid w:val="00803447"/>
    <w:rsid w:val="008233E9"/>
    <w:rsid w:val="00844ACD"/>
    <w:rsid w:val="008A25B1"/>
    <w:rsid w:val="008D61B5"/>
    <w:rsid w:val="008E0EFA"/>
    <w:rsid w:val="008E70DD"/>
    <w:rsid w:val="008F5262"/>
    <w:rsid w:val="00923866"/>
    <w:rsid w:val="009404D5"/>
    <w:rsid w:val="00973155"/>
    <w:rsid w:val="009A03BC"/>
    <w:rsid w:val="009C7843"/>
    <w:rsid w:val="009E24DD"/>
    <w:rsid w:val="009E66DF"/>
    <w:rsid w:val="00A83586"/>
    <w:rsid w:val="00A90EDC"/>
    <w:rsid w:val="00AA4E7C"/>
    <w:rsid w:val="00AD7859"/>
    <w:rsid w:val="00AE3BCE"/>
    <w:rsid w:val="00B23E37"/>
    <w:rsid w:val="00B4782D"/>
    <w:rsid w:val="00BA5F8A"/>
    <w:rsid w:val="00BD2374"/>
    <w:rsid w:val="00BE6865"/>
    <w:rsid w:val="00BF2D63"/>
    <w:rsid w:val="00C26243"/>
    <w:rsid w:val="00C309EB"/>
    <w:rsid w:val="00C42F1A"/>
    <w:rsid w:val="00C77CB5"/>
    <w:rsid w:val="00C913E0"/>
    <w:rsid w:val="00CB30ED"/>
    <w:rsid w:val="00CD379F"/>
    <w:rsid w:val="00D01AB3"/>
    <w:rsid w:val="00D02D76"/>
    <w:rsid w:val="00D638ED"/>
    <w:rsid w:val="00D86A5E"/>
    <w:rsid w:val="00D86B50"/>
    <w:rsid w:val="00D9461C"/>
    <w:rsid w:val="00DA3AA4"/>
    <w:rsid w:val="00DB5EB8"/>
    <w:rsid w:val="00E11A7C"/>
    <w:rsid w:val="00E14A93"/>
    <w:rsid w:val="00E26932"/>
    <w:rsid w:val="00E60369"/>
    <w:rsid w:val="00E7246E"/>
    <w:rsid w:val="00E815B5"/>
    <w:rsid w:val="00E85849"/>
    <w:rsid w:val="00E96075"/>
    <w:rsid w:val="00EE7ADF"/>
    <w:rsid w:val="00EE7EC8"/>
    <w:rsid w:val="00EF45B2"/>
    <w:rsid w:val="00F06398"/>
    <w:rsid w:val="00F158E9"/>
    <w:rsid w:val="00F8402B"/>
    <w:rsid w:val="00FA1F05"/>
    <w:rsid w:val="00FA4676"/>
    <w:rsid w:val="00FD2388"/>
    <w:rsid w:val="00FF2ADE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5D17E"/>
  <w14:defaultImageDpi w14:val="0"/>
  <w15:docId w15:val="{8774D4DB-95C7-40F9-815A-4C611F70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styleId="Pis">
    <w:name w:val="header"/>
    <w:basedOn w:val="Normaallaad"/>
    <w:link w:val="PisMrk"/>
    <w:uiPriority w:val="99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Pealdis">
    <w:name w:val="caption"/>
    <w:basedOn w:val="Normaallaad"/>
    <w:next w:val="Normaallaad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34"/>
    <w:qFormat/>
    <w:rsid w:val="008E0E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278C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278C7"/>
    <w:rPr>
      <w:rFonts w:ascii="Tahoma" w:hAnsi="Tahoma" w:cs="Tahoma"/>
      <w:spacing w:val="2"/>
      <w:position w:val="6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9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janto\Downloads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97454-CEA9-40E8-81BC-AD4E469C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käskkiri.dotx</Template>
  <TotalTime>265</TotalTime>
  <Pages>2</Pages>
  <Words>302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cp:keywords/>
  <dc:description>Ver 2.0, 01.2013</dc:description>
  <cp:lastModifiedBy>Tauno Piho | RMK</cp:lastModifiedBy>
  <cp:revision>36</cp:revision>
  <cp:lastPrinted>2003-07-14T18:24:00Z</cp:lastPrinted>
  <dcterms:created xsi:type="dcterms:W3CDTF">2020-06-10T10:36:00Z</dcterms:created>
  <dcterms:modified xsi:type="dcterms:W3CDTF">2025-04-07T12:54:00Z</dcterms:modified>
</cp:coreProperties>
</file>