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C1C89D" w14:textId="77777777" w:rsidR="005D407A" w:rsidRDefault="005D407A" w:rsidP="005D407A">
      <w:pPr>
        <w:spacing w:line="276" w:lineRule="auto"/>
        <w:jc w:val="left"/>
      </w:pPr>
    </w:p>
    <w:p w14:paraId="1839E177" w14:textId="5CD53465" w:rsidR="005D407A" w:rsidRDefault="005D407A" w:rsidP="005D407A">
      <w:pPr>
        <w:spacing w:line="276" w:lineRule="auto"/>
        <w:jc w:val="left"/>
      </w:pPr>
      <w:r>
        <w:t>Asutuse nimi</w:t>
      </w:r>
      <w:r w:rsidR="00407F57">
        <w:tab/>
      </w:r>
      <w:r w:rsidR="002A510F">
        <w:t xml:space="preserve"> Kultuuriministeerium</w:t>
      </w:r>
      <w:r w:rsidR="00407F57">
        <w:tab/>
      </w:r>
      <w:r w:rsidR="00407F57">
        <w:tab/>
      </w:r>
      <w:r w:rsidR="00407F57">
        <w:tab/>
      </w:r>
      <w:r w:rsidR="00407F57">
        <w:tab/>
      </w:r>
      <w:r w:rsidR="002A510F">
        <w:t>Meie</w:t>
      </w:r>
      <w:r w:rsidR="00407F57">
        <w:t xml:space="preserve"> kuupäev </w:t>
      </w:r>
      <w:r w:rsidR="002A510F">
        <w:t>19.12.2024</w:t>
      </w:r>
    </w:p>
    <w:p w14:paraId="7F8B4F12" w14:textId="5B96B5D7" w:rsidR="005D407A" w:rsidRDefault="005D407A" w:rsidP="005D407A">
      <w:pPr>
        <w:spacing w:line="276" w:lineRule="auto"/>
        <w:jc w:val="left"/>
      </w:pPr>
      <w:r>
        <w:t>Isiku nimi</w:t>
      </w:r>
      <w:r w:rsidR="002A510F">
        <w:t xml:space="preserve"> Reet Tallo</w:t>
      </w:r>
    </w:p>
    <w:p w14:paraId="1E655243" w14:textId="3B0D883F" w:rsidR="005D407A" w:rsidRDefault="005D407A" w:rsidP="005D407A">
      <w:pPr>
        <w:spacing w:line="276" w:lineRule="auto"/>
        <w:jc w:val="left"/>
      </w:pPr>
      <w:r>
        <w:t>Meiliaadress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0119D65" w14:textId="77777777" w:rsidR="005006EF" w:rsidRDefault="005006EF" w:rsidP="002065E3">
      <w:pPr>
        <w:spacing w:line="276" w:lineRule="auto"/>
        <w:jc w:val="left"/>
      </w:pPr>
    </w:p>
    <w:p w14:paraId="2ED0095A" w14:textId="77777777" w:rsidR="005006EF" w:rsidRDefault="005006EF" w:rsidP="002065E3">
      <w:pPr>
        <w:spacing w:line="276" w:lineRule="auto"/>
        <w:jc w:val="left"/>
      </w:pPr>
    </w:p>
    <w:p w14:paraId="7E039D7B" w14:textId="77777777" w:rsidR="005006EF" w:rsidRDefault="005006EF" w:rsidP="002065E3">
      <w:pPr>
        <w:spacing w:line="276" w:lineRule="auto"/>
        <w:jc w:val="left"/>
      </w:pPr>
    </w:p>
    <w:p w14:paraId="5D052EFA" w14:textId="77777777" w:rsidR="002A510F" w:rsidRDefault="002A510F" w:rsidP="002A510F">
      <w:pPr>
        <w:spacing w:line="276" w:lineRule="auto"/>
        <w:jc w:val="left"/>
      </w:pPr>
      <w:r>
        <w:t>TAOTLUS KULU KOMPENSEERIMISEKS</w:t>
      </w:r>
    </w:p>
    <w:p w14:paraId="2AE8223C" w14:textId="77777777" w:rsidR="002A510F" w:rsidRDefault="002A510F" w:rsidP="002A510F">
      <w:pPr>
        <w:spacing w:line="276" w:lineRule="auto"/>
        <w:jc w:val="left"/>
      </w:pPr>
    </w:p>
    <w:p w14:paraId="2676237A" w14:textId="77777777" w:rsidR="002A510F" w:rsidRDefault="002A510F" w:rsidP="002A510F">
      <w:pPr>
        <w:spacing w:line="276" w:lineRule="auto"/>
        <w:jc w:val="left"/>
      </w:pPr>
    </w:p>
    <w:p w14:paraId="1D3BC455" w14:textId="06EE9EFD" w:rsidR="002A510F" w:rsidRDefault="002A510F" w:rsidP="002A510F">
      <w:pPr>
        <w:spacing w:line="276" w:lineRule="auto"/>
        <w:jc w:val="left"/>
      </w:pPr>
      <w:r>
        <w:t xml:space="preserve">Palun kompenseerida </w:t>
      </w:r>
      <w:r>
        <w:t xml:space="preserve">Muinsuskaitseametile </w:t>
      </w:r>
      <w:r>
        <w:t xml:space="preserve">seoses tööülesannete täitmisega </w:t>
      </w:r>
      <w:r>
        <w:t>Norra projekti raames Londoni õppereisi kulud summas 1969,93 sh. käibemaks summas 27.71.</w:t>
      </w:r>
    </w:p>
    <w:p w14:paraId="7EE39217" w14:textId="53D81E2B" w:rsidR="002A510F" w:rsidRDefault="002A510F" w:rsidP="002A510F">
      <w:pPr>
        <w:spacing w:line="276" w:lineRule="auto"/>
        <w:jc w:val="left"/>
      </w:pPr>
      <w:r>
        <w:t xml:space="preserve">Hüvitis kanda </w:t>
      </w:r>
      <w:r>
        <w:rPr>
          <w:lang w:eastAsia="en-US"/>
        </w:rPr>
        <w:t>grandile 5M20-NO14-BIL</w:t>
      </w:r>
      <w:r>
        <w:rPr>
          <w:lang w:eastAsia="en-US"/>
        </w:rPr>
        <w:t>; liik 40</w:t>
      </w:r>
    </w:p>
    <w:p w14:paraId="18E7AF86" w14:textId="706F3758" w:rsidR="002A510F" w:rsidRDefault="002A510F" w:rsidP="002A510F">
      <w:pPr>
        <w:spacing w:line="276" w:lineRule="auto"/>
        <w:jc w:val="left"/>
      </w:pPr>
      <w:r>
        <w:t xml:space="preserve">                                                                         </w:t>
      </w:r>
    </w:p>
    <w:p w14:paraId="7DEC6907" w14:textId="77777777" w:rsidR="002A510F" w:rsidRDefault="002A510F" w:rsidP="002A510F">
      <w:pPr>
        <w:spacing w:line="276" w:lineRule="auto"/>
        <w:jc w:val="left"/>
      </w:pPr>
    </w:p>
    <w:p w14:paraId="75B2C44B" w14:textId="77777777" w:rsidR="0088130B" w:rsidRDefault="0088130B" w:rsidP="005006EF">
      <w:pPr>
        <w:spacing w:line="276" w:lineRule="auto"/>
        <w:jc w:val="left"/>
      </w:pPr>
    </w:p>
    <w:p w14:paraId="329B5BC0" w14:textId="77777777" w:rsidR="005006EF" w:rsidRDefault="005006EF" w:rsidP="002065E3">
      <w:pPr>
        <w:spacing w:line="276" w:lineRule="auto"/>
        <w:jc w:val="left"/>
      </w:pPr>
    </w:p>
    <w:p w14:paraId="0D1BA60D" w14:textId="77777777" w:rsidR="008C2B44" w:rsidRDefault="008C2B44" w:rsidP="002065E3">
      <w:pPr>
        <w:spacing w:line="276" w:lineRule="auto"/>
        <w:jc w:val="left"/>
      </w:pPr>
    </w:p>
    <w:p w14:paraId="78BDF744" w14:textId="3766CA02" w:rsidR="008C2B44" w:rsidRDefault="008C2B44" w:rsidP="008C2B44">
      <w:pPr>
        <w:pStyle w:val="Default"/>
        <w:jc w:val="both"/>
      </w:pPr>
      <w:r>
        <w:t xml:space="preserve">Lisad: 1. </w:t>
      </w:r>
      <w:r w:rsidR="000C4975">
        <w:t>MKA detailsed kulud</w:t>
      </w:r>
      <w:r w:rsidR="002A510F">
        <w:t xml:space="preserve"> (Excel)</w:t>
      </w:r>
    </w:p>
    <w:p w14:paraId="2AC3F4E6" w14:textId="5BCA726C" w:rsidR="005006EF" w:rsidRDefault="005006EF" w:rsidP="008C2B44">
      <w:pPr>
        <w:pStyle w:val="Default"/>
        <w:jc w:val="both"/>
      </w:pPr>
    </w:p>
    <w:p w14:paraId="3A96E582" w14:textId="77777777" w:rsidR="008C2B44" w:rsidRDefault="008C2B44" w:rsidP="002065E3">
      <w:pPr>
        <w:spacing w:line="276" w:lineRule="auto"/>
        <w:jc w:val="left"/>
      </w:pPr>
    </w:p>
    <w:p w14:paraId="49EF90C8" w14:textId="77777777" w:rsidR="008C2B44" w:rsidRDefault="008C2B44" w:rsidP="002065E3">
      <w:pPr>
        <w:spacing w:line="276" w:lineRule="auto"/>
        <w:jc w:val="left"/>
      </w:pPr>
    </w:p>
    <w:p w14:paraId="0692195C" w14:textId="77777777" w:rsidR="008C2B44" w:rsidRDefault="008C2B44" w:rsidP="002065E3">
      <w:pPr>
        <w:spacing w:line="276" w:lineRule="auto"/>
        <w:jc w:val="left"/>
      </w:pPr>
    </w:p>
    <w:p w14:paraId="2DE38396" w14:textId="77777777" w:rsidR="005006EF" w:rsidRDefault="005006EF" w:rsidP="002065E3">
      <w:pPr>
        <w:spacing w:line="276" w:lineRule="auto"/>
        <w:jc w:val="left"/>
      </w:pPr>
      <w:r>
        <w:t>Lugupidamisega</w:t>
      </w:r>
    </w:p>
    <w:p w14:paraId="0C3BEEEE" w14:textId="77777777" w:rsidR="005006EF" w:rsidRDefault="005006EF" w:rsidP="002065E3">
      <w:pPr>
        <w:spacing w:line="276" w:lineRule="auto"/>
        <w:jc w:val="left"/>
      </w:pPr>
    </w:p>
    <w:p w14:paraId="7249E757" w14:textId="77777777" w:rsidR="005006EF" w:rsidRDefault="005006EF" w:rsidP="002065E3">
      <w:pPr>
        <w:spacing w:line="276" w:lineRule="auto"/>
        <w:jc w:val="left"/>
      </w:pPr>
    </w:p>
    <w:p w14:paraId="0439E3AE" w14:textId="0317D2B7" w:rsidR="005006EF" w:rsidRDefault="002A510F" w:rsidP="002065E3">
      <w:pPr>
        <w:spacing w:line="276" w:lineRule="auto"/>
        <w:jc w:val="left"/>
      </w:pPr>
      <w:r>
        <w:t>Killu Visnapuu</w:t>
      </w:r>
    </w:p>
    <w:p w14:paraId="1CBE28F8" w14:textId="01E02F63" w:rsidR="002A510F" w:rsidRDefault="002A510F" w:rsidP="002065E3">
      <w:pPr>
        <w:spacing w:line="276" w:lineRule="auto"/>
        <w:jc w:val="left"/>
      </w:pPr>
      <w:r>
        <w:t>finantsanalüütik</w:t>
      </w:r>
    </w:p>
    <w:p w14:paraId="3BE03419" w14:textId="785C9EEC" w:rsidR="005006EF" w:rsidRDefault="002A510F" w:rsidP="002065E3">
      <w:pPr>
        <w:spacing w:line="276" w:lineRule="auto"/>
        <w:jc w:val="left"/>
      </w:pPr>
      <w:r>
        <w:t>killu.visnapuu@muinsuskaitseamet.ee</w:t>
      </w:r>
    </w:p>
    <w:p w14:paraId="233B6B2A" w14:textId="77777777" w:rsidR="005006EF" w:rsidRDefault="005006EF" w:rsidP="002065E3">
      <w:pPr>
        <w:spacing w:line="276" w:lineRule="auto"/>
        <w:jc w:val="left"/>
      </w:pPr>
    </w:p>
    <w:p w14:paraId="398AFA0F" w14:textId="77777777" w:rsidR="008C2B44" w:rsidRDefault="008C2B44" w:rsidP="002065E3">
      <w:pPr>
        <w:spacing w:line="276" w:lineRule="auto"/>
        <w:jc w:val="left"/>
      </w:pPr>
    </w:p>
    <w:p w14:paraId="23A7D616" w14:textId="77777777" w:rsidR="008C2B44" w:rsidRDefault="008C2B44" w:rsidP="002065E3">
      <w:pPr>
        <w:spacing w:line="276" w:lineRule="auto"/>
        <w:jc w:val="left"/>
      </w:pPr>
    </w:p>
    <w:p w14:paraId="63C0DCEA" w14:textId="1086AA28" w:rsidR="005006EF" w:rsidRPr="004B3F22" w:rsidRDefault="005006EF" w:rsidP="002065E3">
      <w:pPr>
        <w:spacing w:line="276" w:lineRule="auto"/>
        <w:jc w:val="left"/>
      </w:pPr>
    </w:p>
    <w:sectPr w:rsidR="005006EF" w:rsidRPr="004B3F22" w:rsidSect="00A87B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4ED60" w14:textId="77777777" w:rsidR="00F67C03" w:rsidRDefault="00F67C03" w:rsidP="00DF44DF">
      <w:r>
        <w:separator/>
      </w:r>
    </w:p>
  </w:endnote>
  <w:endnote w:type="continuationSeparator" w:id="0">
    <w:p w14:paraId="0CAE0AAC" w14:textId="77777777" w:rsidR="00F67C03" w:rsidRDefault="00F67C0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7B17E" w14:textId="77777777" w:rsidR="00466448" w:rsidRDefault="0046644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8705A" w14:textId="77777777" w:rsidR="003B2A9C" w:rsidRPr="00AD2EA7" w:rsidRDefault="00821D1B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8C2B44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2B60EE">
      <w:rPr>
        <w:noProof/>
      </w:rPr>
      <w:fldChar w:fldCharType="begin"/>
    </w:r>
    <w:r w:rsidR="002B60EE">
      <w:rPr>
        <w:noProof/>
      </w:rPr>
      <w:instrText xml:space="preserve"> NUMPAGES </w:instrText>
    </w:r>
    <w:r w:rsidR="002B60EE">
      <w:rPr>
        <w:noProof/>
      </w:rPr>
      <w:fldChar w:fldCharType="separate"/>
    </w:r>
    <w:r w:rsidR="008C2B44">
      <w:rPr>
        <w:noProof/>
      </w:rPr>
      <w:t>2</w:t>
    </w:r>
    <w:r w:rsidR="002B60EE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1DBE" w14:textId="77777777" w:rsidR="000A17B5" w:rsidRPr="000A17B5" w:rsidRDefault="0031067B" w:rsidP="000A17B5">
    <w:pPr>
      <w:pStyle w:val="Jalus1"/>
    </w:pPr>
    <w:r>
      <w:t>Pikk 2 / 10123</w:t>
    </w:r>
    <w:r w:rsidR="000A17B5" w:rsidRPr="000A17B5">
      <w:t xml:space="preserve"> Tallinn / </w:t>
    </w:r>
    <w:r w:rsidR="00C651AA">
      <w:t xml:space="preserve">+ 372 </w:t>
    </w:r>
    <w:r>
      <w:t>640 305</w:t>
    </w:r>
    <w:r w:rsidR="000A17B5" w:rsidRPr="000A17B5">
      <w:t xml:space="preserve">0 / </w:t>
    </w:r>
    <w:r>
      <w:t>info</w:t>
    </w:r>
    <w:r w:rsidR="000A17B5" w:rsidRPr="000A17B5">
      <w:t>@</w:t>
    </w:r>
    <w:r>
      <w:t>muinsuskaitseamet.ee</w:t>
    </w:r>
    <w:r w:rsidR="000A17B5" w:rsidRPr="000A17B5">
      <w:t xml:space="preserve"> / www.</w:t>
    </w:r>
    <w:r>
      <w:t>muinsuskaitseamet.</w:t>
    </w:r>
    <w:r w:rsidR="000A17B5" w:rsidRPr="000A17B5">
      <w:t>ee</w:t>
    </w:r>
  </w:p>
  <w:p w14:paraId="0FFBFC16" w14:textId="77777777" w:rsidR="000A17B5" w:rsidRPr="000A17B5" w:rsidRDefault="000A17B5" w:rsidP="000A17B5">
    <w:pPr>
      <w:pStyle w:val="Jalus1"/>
    </w:pPr>
    <w:r w:rsidRPr="000A17B5">
      <w:t>Registrikood</w:t>
    </w:r>
    <w:r w:rsidR="00DB0406">
      <w:t xml:space="preserve"> </w:t>
    </w:r>
    <w:r w:rsidR="0031067B">
      <w:t>70000958</w:t>
    </w:r>
  </w:p>
  <w:p w14:paraId="5102876C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7D11B" w14:textId="77777777" w:rsidR="00F67C03" w:rsidRDefault="00F67C03" w:rsidP="00DF44DF">
      <w:r>
        <w:separator/>
      </w:r>
    </w:p>
  </w:footnote>
  <w:footnote w:type="continuationSeparator" w:id="0">
    <w:p w14:paraId="7C863921" w14:textId="77777777" w:rsidR="00F67C03" w:rsidRDefault="00F67C0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9D11" w14:textId="77777777" w:rsidR="00466448" w:rsidRDefault="0046644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C062" w14:textId="77777777" w:rsidR="00466448" w:rsidRDefault="00466448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9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07"/>
      <w:gridCol w:w="2789"/>
    </w:tblGrid>
    <w:tr w:rsidR="00052408" w14:paraId="53D49AAC" w14:textId="77777777" w:rsidTr="009C4383">
      <w:trPr>
        <w:trHeight w:val="266"/>
      </w:trPr>
      <w:tc>
        <w:tcPr>
          <w:tcW w:w="6507" w:type="dxa"/>
          <w:shd w:val="clear" w:color="auto" w:fill="auto"/>
        </w:tcPr>
        <w:p w14:paraId="48922622" w14:textId="77777777" w:rsidR="00052408" w:rsidRPr="00A10E66" w:rsidRDefault="00052408" w:rsidP="00052408">
          <w:pPr>
            <w:pStyle w:val="TableContents"/>
            <w:rPr>
              <w:b/>
            </w:rPr>
          </w:pPr>
          <w:r>
            <w:rPr>
              <w:b/>
              <w:noProof/>
              <w:lang w:eastAsia="et-EE" w:bidi="ar-SA"/>
            </w:rPr>
            <w:drawing>
              <wp:anchor distT="0" distB="0" distL="114300" distR="114300" simplePos="0" relativeHeight="251660288" behindDoc="0" locked="0" layoutInCell="1" allowOverlap="1" wp14:anchorId="49FEC9FF" wp14:editId="4E9805E4">
                <wp:simplePos x="0" y="0"/>
                <wp:positionH relativeFrom="page">
                  <wp:posOffset>-864235</wp:posOffset>
                </wp:positionH>
                <wp:positionV relativeFrom="page">
                  <wp:posOffset>-144145</wp:posOffset>
                </wp:positionV>
                <wp:extent cx="2944800" cy="957600"/>
                <wp:effectExtent l="0" t="0" r="0" b="0"/>
                <wp:wrapNone/>
                <wp:docPr id="1" name="Pil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4800" cy="957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89" w:type="dxa"/>
          <w:shd w:val="clear" w:color="auto" w:fill="auto"/>
        </w:tcPr>
        <w:p w14:paraId="29CDB63A" w14:textId="77777777" w:rsidR="00052408" w:rsidRPr="00BC1A62" w:rsidRDefault="00052408" w:rsidP="00052408"/>
      </w:tc>
    </w:tr>
    <w:tr w:rsidR="00052408" w:rsidRPr="001D4CFB" w14:paraId="705C095F" w14:textId="77777777" w:rsidTr="009C4383">
      <w:trPr>
        <w:trHeight w:val="277"/>
      </w:trPr>
      <w:tc>
        <w:tcPr>
          <w:tcW w:w="6507" w:type="dxa"/>
          <w:shd w:val="clear" w:color="auto" w:fill="auto"/>
        </w:tcPr>
        <w:p w14:paraId="1E3E9CE4" w14:textId="77777777" w:rsidR="00052408" w:rsidRDefault="00052408" w:rsidP="00052408">
          <w:pPr>
            <w:pStyle w:val="Adressaat"/>
            <w:rPr>
              <w:iCs/>
            </w:rPr>
          </w:pPr>
          <w:r w:rsidRPr="00BF4D7C">
            <w:rPr>
              <w:iCs/>
            </w:rPr>
            <w:t xml:space="preserve"> </w:t>
          </w:r>
        </w:p>
        <w:p w14:paraId="63159996" w14:textId="77777777" w:rsidR="00DB0406" w:rsidRDefault="00DB0406" w:rsidP="00052408">
          <w:pPr>
            <w:pStyle w:val="Adressaat"/>
            <w:rPr>
              <w:iCs/>
            </w:rPr>
          </w:pPr>
        </w:p>
        <w:p w14:paraId="4EB209A0" w14:textId="77777777" w:rsidR="00DB0406" w:rsidRPr="00BF4D7C" w:rsidRDefault="00DB0406" w:rsidP="00052408">
          <w:pPr>
            <w:pStyle w:val="Adressaat"/>
            <w:rPr>
              <w:iCs/>
            </w:rPr>
          </w:pPr>
        </w:p>
      </w:tc>
      <w:tc>
        <w:tcPr>
          <w:tcW w:w="2789" w:type="dxa"/>
          <w:shd w:val="clear" w:color="auto" w:fill="auto"/>
        </w:tcPr>
        <w:p w14:paraId="1F281BD0" w14:textId="77777777" w:rsidR="00052408" w:rsidRDefault="00052408" w:rsidP="00052408"/>
        <w:p w14:paraId="60BFC87C" w14:textId="77777777" w:rsidR="00052408" w:rsidRDefault="00052408" w:rsidP="00052408"/>
        <w:p w14:paraId="387B39A7" w14:textId="77777777" w:rsidR="00DB0406" w:rsidRDefault="00DB0406" w:rsidP="00052408"/>
        <w:p w14:paraId="6A5F9821" w14:textId="77777777" w:rsidR="00052408" w:rsidRPr="001D4CFB" w:rsidRDefault="00052408" w:rsidP="00052408"/>
      </w:tc>
    </w:tr>
  </w:tbl>
  <w:p w14:paraId="15E0641F" w14:textId="77777777" w:rsidR="00052408" w:rsidRDefault="0005240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840C5"/>
    <w:multiLevelType w:val="hybridMultilevel"/>
    <w:tmpl w:val="B1FCBE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25D7F"/>
    <w:multiLevelType w:val="hybridMultilevel"/>
    <w:tmpl w:val="69AA0A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138614">
    <w:abstractNumId w:val="1"/>
  </w:num>
  <w:num w:numId="2" w16cid:durableId="96851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469"/>
    <w:rsid w:val="00052408"/>
    <w:rsid w:val="0005771F"/>
    <w:rsid w:val="00060947"/>
    <w:rsid w:val="000913FC"/>
    <w:rsid w:val="00094C62"/>
    <w:rsid w:val="000A17B5"/>
    <w:rsid w:val="000B1A74"/>
    <w:rsid w:val="000C4975"/>
    <w:rsid w:val="00120785"/>
    <w:rsid w:val="00124999"/>
    <w:rsid w:val="001278F1"/>
    <w:rsid w:val="001523BD"/>
    <w:rsid w:val="00155575"/>
    <w:rsid w:val="001A7D04"/>
    <w:rsid w:val="001D4CFB"/>
    <w:rsid w:val="001F6312"/>
    <w:rsid w:val="002008A2"/>
    <w:rsid w:val="002065E3"/>
    <w:rsid w:val="00252836"/>
    <w:rsid w:val="002835BB"/>
    <w:rsid w:val="00287299"/>
    <w:rsid w:val="00290E79"/>
    <w:rsid w:val="00293449"/>
    <w:rsid w:val="002A510F"/>
    <w:rsid w:val="002B327D"/>
    <w:rsid w:val="002B60EE"/>
    <w:rsid w:val="002E3342"/>
    <w:rsid w:val="002F254F"/>
    <w:rsid w:val="0031067B"/>
    <w:rsid w:val="003337F4"/>
    <w:rsid w:val="0034719C"/>
    <w:rsid w:val="00352B7D"/>
    <w:rsid w:val="00354059"/>
    <w:rsid w:val="00394DCB"/>
    <w:rsid w:val="003B2A9C"/>
    <w:rsid w:val="00407F57"/>
    <w:rsid w:val="00417589"/>
    <w:rsid w:val="0042691C"/>
    <w:rsid w:val="00435A13"/>
    <w:rsid w:val="0044084D"/>
    <w:rsid w:val="00445CD7"/>
    <w:rsid w:val="00463E53"/>
    <w:rsid w:val="00466448"/>
    <w:rsid w:val="004B3F22"/>
    <w:rsid w:val="004C1391"/>
    <w:rsid w:val="004D1EC0"/>
    <w:rsid w:val="005006EF"/>
    <w:rsid w:val="00530F52"/>
    <w:rsid w:val="00546204"/>
    <w:rsid w:val="00551E24"/>
    <w:rsid w:val="00557534"/>
    <w:rsid w:val="00560A92"/>
    <w:rsid w:val="00564569"/>
    <w:rsid w:val="005B5CE1"/>
    <w:rsid w:val="005D407A"/>
    <w:rsid w:val="005E1D41"/>
    <w:rsid w:val="005E3AED"/>
    <w:rsid w:val="005E45BB"/>
    <w:rsid w:val="00602834"/>
    <w:rsid w:val="006204FC"/>
    <w:rsid w:val="00680609"/>
    <w:rsid w:val="006A01AC"/>
    <w:rsid w:val="006B4E0C"/>
    <w:rsid w:val="006B619A"/>
    <w:rsid w:val="006D086E"/>
    <w:rsid w:val="006E16BD"/>
    <w:rsid w:val="006F245F"/>
    <w:rsid w:val="006F3BB9"/>
    <w:rsid w:val="006F55CB"/>
    <w:rsid w:val="006F72D7"/>
    <w:rsid w:val="007056E1"/>
    <w:rsid w:val="00713327"/>
    <w:rsid w:val="007320ED"/>
    <w:rsid w:val="0075695A"/>
    <w:rsid w:val="00784469"/>
    <w:rsid w:val="007A1917"/>
    <w:rsid w:val="007A1DE8"/>
    <w:rsid w:val="007D54FC"/>
    <w:rsid w:val="00821D1B"/>
    <w:rsid w:val="00824992"/>
    <w:rsid w:val="00833623"/>
    <w:rsid w:val="00835858"/>
    <w:rsid w:val="0084233A"/>
    <w:rsid w:val="00864764"/>
    <w:rsid w:val="008775AE"/>
    <w:rsid w:val="00877E52"/>
    <w:rsid w:val="0088130B"/>
    <w:rsid w:val="008919F2"/>
    <w:rsid w:val="008A0E6D"/>
    <w:rsid w:val="008B041F"/>
    <w:rsid w:val="008C2B44"/>
    <w:rsid w:val="008C7B1A"/>
    <w:rsid w:val="008D4634"/>
    <w:rsid w:val="008F0B50"/>
    <w:rsid w:val="00915C2F"/>
    <w:rsid w:val="0091786B"/>
    <w:rsid w:val="00932984"/>
    <w:rsid w:val="009370A4"/>
    <w:rsid w:val="009D7670"/>
    <w:rsid w:val="009E3E87"/>
    <w:rsid w:val="009E7F4A"/>
    <w:rsid w:val="00A10E66"/>
    <w:rsid w:val="00A1244E"/>
    <w:rsid w:val="00A13FDE"/>
    <w:rsid w:val="00A209C7"/>
    <w:rsid w:val="00A45B62"/>
    <w:rsid w:val="00A87B91"/>
    <w:rsid w:val="00AA6826"/>
    <w:rsid w:val="00AC4752"/>
    <w:rsid w:val="00AC78E0"/>
    <w:rsid w:val="00AD2EA7"/>
    <w:rsid w:val="00AE02A8"/>
    <w:rsid w:val="00B01640"/>
    <w:rsid w:val="00B16A89"/>
    <w:rsid w:val="00B81409"/>
    <w:rsid w:val="00BB6099"/>
    <w:rsid w:val="00BC1A62"/>
    <w:rsid w:val="00BD078E"/>
    <w:rsid w:val="00BD3CCF"/>
    <w:rsid w:val="00BE0CC9"/>
    <w:rsid w:val="00BF4D7C"/>
    <w:rsid w:val="00C02988"/>
    <w:rsid w:val="00C05A9D"/>
    <w:rsid w:val="00C24F66"/>
    <w:rsid w:val="00C27B07"/>
    <w:rsid w:val="00C41FC5"/>
    <w:rsid w:val="00C651AA"/>
    <w:rsid w:val="00C76791"/>
    <w:rsid w:val="00C83346"/>
    <w:rsid w:val="00CA583B"/>
    <w:rsid w:val="00CA5F0B"/>
    <w:rsid w:val="00CF2B77"/>
    <w:rsid w:val="00CF4303"/>
    <w:rsid w:val="00D40650"/>
    <w:rsid w:val="00D43B23"/>
    <w:rsid w:val="00D6323F"/>
    <w:rsid w:val="00D85CA8"/>
    <w:rsid w:val="00DB0406"/>
    <w:rsid w:val="00DD580A"/>
    <w:rsid w:val="00DE0F82"/>
    <w:rsid w:val="00DF44DF"/>
    <w:rsid w:val="00E023F6"/>
    <w:rsid w:val="00E03DBB"/>
    <w:rsid w:val="00E44EAE"/>
    <w:rsid w:val="00EB5BC0"/>
    <w:rsid w:val="00EC6983"/>
    <w:rsid w:val="00F12E8E"/>
    <w:rsid w:val="00F67C03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E87268"/>
  <w15:docId w15:val="{6EA58150-9875-4A02-A28C-85E42B9C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BB6099"/>
    <w:pPr>
      <w:spacing w:after="560" w:line="480" w:lineRule="auto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Loendilik">
    <w:name w:val="List Paragraph"/>
    <w:basedOn w:val="Normaallaad"/>
    <w:uiPriority w:val="34"/>
    <w:qFormat/>
    <w:rsid w:val="006204FC"/>
    <w:pPr>
      <w:ind w:left="720"/>
      <w:contextualSpacing/>
    </w:pPr>
    <w:rPr>
      <w:rFonts w:cs="Mangal"/>
      <w:szCs w:val="21"/>
    </w:rPr>
  </w:style>
  <w:style w:type="table" w:styleId="Kontuurtabel">
    <w:name w:val="Table Grid"/>
    <w:basedOn w:val="Normaaltabel"/>
    <w:uiPriority w:val="59"/>
    <w:rsid w:val="004B3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2B44"/>
    <w:pPr>
      <w:widowControl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lin.peever\AppData\Local\Microsoft\Windows\INetCache\Content.Outlook\137OKQ7Q\m_kiri_tnr_EV10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E5A49BB-63D0-4591-9F37-E8DBA95E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m_kiri_tnr_EV100.dotx</Template>
  <TotalTime>65</TotalTime>
  <Pages>1</Pages>
  <Words>81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 Peever</dc:creator>
  <cp:lastModifiedBy>Killu Visnapuu</cp:lastModifiedBy>
  <cp:revision>13</cp:revision>
  <cp:lastPrinted>2017-12-06T15:19:00Z</cp:lastPrinted>
  <dcterms:created xsi:type="dcterms:W3CDTF">2020-04-21T08:13:00Z</dcterms:created>
  <dcterms:modified xsi:type="dcterms:W3CDTF">2024-12-19T14:11:00Z</dcterms:modified>
</cp:coreProperties>
</file>