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B94E2" w14:textId="77777777" w:rsidR="00F95E30" w:rsidRDefault="00F95E30" w:rsidP="00F95E30">
      <w:pPr>
        <w:rPr>
          <w:sz w:val="24"/>
          <w:szCs w:val="24"/>
        </w:rPr>
      </w:pPr>
    </w:p>
    <w:p w14:paraId="379B9A70" w14:textId="77777777" w:rsidR="00F95E30" w:rsidRPr="00254895" w:rsidRDefault="00F95E30" w:rsidP="00F95E30">
      <w:pPr>
        <w:rPr>
          <w:sz w:val="24"/>
          <w:szCs w:val="24"/>
        </w:rPr>
      </w:pPr>
    </w:p>
    <w:p w14:paraId="64CF30DE" w14:textId="77777777" w:rsidR="00FA6074" w:rsidRDefault="00FA6074" w:rsidP="00844D71">
      <w:pPr>
        <w:jc w:val="center"/>
        <w:rPr>
          <w:b/>
          <w:sz w:val="24"/>
          <w:szCs w:val="24"/>
        </w:rPr>
      </w:pPr>
    </w:p>
    <w:p w14:paraId="317638F3" w14:textId="77777777" w:rsidR="00FA6074" w:rsidRDefault="00FA6074" w:rsidP="00844D71">
      <w:pPr>
        <w:jc w:val="center"/>
        <w:rPr>
          <w:b/>
          <w:sz w:val="24"/>
          <w:szCs w:val="24"/>
        </w:rPr>
      </w:pPr>
    </w:p>
    <w:p w14:paraId="055B77AD" w14:textId="77777777" w:rsidR="00C8779E" w:rsidRDefault="00C8779E" w:rsidP="00844D71">
      <w:pPr>
        <w:jc w:val="center"/>
        <w:rPr>
          <w:b/>
          <w:sz w:val="24"/>
          <w:szCs w:val="24"/>
        </w:rPr>
      </w:pPr>
    </w:p>
    <w:p w14:paraId="67808996" w14:textId="497AC16E" w:rsidR="00844D71" w:rsidRPr="0028284A" w:rsidRDefault="00844D71" w:rsidP="00844D71">
      <w:pPr>
        <w:jc w:val="center"/>
        <w:rPr>
          <w:b/>
          <w:sz w:val="24"/>
          <w:szCs w:val="24"/>
        </w:rPr>
      </w:pPr>
      <w:r w:rsidRPr="0028284A">
        <w:rPr>
          <w:b/>
          <w:sz w:val="24"/>
          <w:szCs w:val="24"/>
        </w:rPr>
        <w:t>MAAPARANDUSSÜSTE</w:t>
      </w:r>
      <w:r w:rsidR="00333152" w:rsidRPr="0028284A">
        <w:rPr>
          <w:b/>
          <w:sz w:val="24"/>
          <w:szCs w:val="24"/>
        </w:rPr>
        <w:t>E</w:t>
      </w:r>
      <w:r w:rsidRPr="0028284A">
        <w:rPr>
          <w:b/>
          <w:sz w:val="24"/>
          <w:szCs w:val="24"/>
        </w:rPr>
        <w:t>MI</w:t>
      </w:r>
    </w:p>
    <w:p w14:paraId="492B2399" w14:textId="375C26E8" w:rsidR="00652B6B" w:rsidRPr="0028284A" w:rsidRDefault="00844D71" w:rsidP="00844D71">
      <w:pPr>
        <w:jc w:val="center"/>
        <w:rPr>
          <w:b/>
          <w:sz w:val="24"/>
          <w:szCs w:val="24"/>
        </w:rPr>
      </w:pPr>
      <w:r w:rsidRPr="0028284A">
        <w:rPr>
          <w:b/>
          <w:sz w:val="24"/>
          <w:szCs w:val="24"/>
        </w:rPr>
        <w:t>EHITUSPROJEKTI EKSPERTIISI TEOSTAMISE LEPING</w:t>
      </w:r>
      <w:r w:rsidR="00F85784" w:rsidRPr="0028284A">
        <w:rPr>
          <w:b/>
          <w:sz w:val="24"/>
          <w:szCs w:val="24"/>
        </w:rPr>
        <w:t xml:space="preserve"> nr </w:t>
      </w:r>
      <w:r w:rsidR="00FA6074" w:rsidRPr="0028284A">
        <w:rPr>
          <w:b/>
          <w:sz w:val="24"/>
          <w:szCs w:val="24"/>
        </w:rPr>
        <w:t>3-1.5/2020/</w:t>
      </w:r>
      <w:r w:rsidR="00FA3A21">
        <w:rPr>
          <w:b/>
          <w:sz w:val="24"/>
          <w:szCs w:val="24"/>
        </w:rPr>
        <w:t>1</w:t>
      </w:r>
      <w:r w:rsidR="0030558A">
        <w:rPr>
          <w:b/>
          <w:sz w:val="24"/>
          <w:szCs w:val="24"/>
        </w:rPr>
        <w:t>2</w:t>
      </w:r>
      <w:r w:rsidR="00016BBA">
        <w:rPr>
          <w:b/>
          <w:sz w:val="24"/>
          <w:szCs w:val="24"/>
        </w:rPr>
        <w:t>9</w:t>
      </w:r>
    </w:p>
    <w:p w14:paraId="2D78DCA2" w14:textId="0A22E2A8" w:rsidR="002F521B" w:rsidRPr="0028284A" w:rsidRDefault="00FA6074" w:rsidP="002F521B">
      <w:pPr>
        <w:pStyle w:val="Normaallaadveeb"/>
        <w:jc w:val="right"/>
      </w:pPr>
      <w:r w:rsidRPr="0028284A">
        <w:rPr>
          <w:rFonts w:eastAsia="Calibri"/>
          <w:szCs w:val="22"/>
        </w:rPr>
        <w:t xml:space="preserve"> </w:t>
      </w:r>
      <w:r w:rsidR="002F521B" w:rsidRPr="0028284A">
        <w:rPr>
          <w:rFonts w:eastAsia="Calibri"/>
          <w:szCs w:val="22"/>
        </w:rPr>
        <w:t>(hiliseima digitaalallkirja kuupäev)</w:t>
      </w:r>
    </w:p>
    <w:p w14:paraId="0CE871A6" w14:textId="7C75CD30" w:rsidR="002F521B" w:rsidRPr="00BD276B" w:rsidRDefault="0093148E" w:rsidP="002F521B">
      <w:pPr>
        <w:jc w:val="both"/>
        <w:rPr>
          <w:sz w:val="24"/>
          <w:szCs w:val="24"/>
        </w:rPr>
      </w:pPr>
      <w:r w:rsidRPr="00BD276B">
        <w:rPr>
          <w:b/>
          <w:bCs/>
          <w:sz w:val="24"/>
          <w:szCs w:val="24"/>
        </w:rPr>
        <w:t>Riigimetsa Majandamise Keskus</w:t>
      </w:r>
      <w:r w:rsidRPr="00BD276B">
        <w:rPr>
          <w:sz w:val="24"/>
          <w:szCs w:val="24"/>
        </w:rPr>
        <w:t xml:space="preserve">, </w:t>
      </w:r>
      <w:r w:rsidR="002F521B" w:rsidRPr="00BD276B">
        <w:rPr>
          <w:sz w:val="24"/>
          <w:szCs w:val="24"/>
        </w:rPr>
        <w:t xml:space="preserve">edaspidi </w:t>
      </w:r>
      <w:r w:rsidR="002F521B" w:rsidRPr="00BD276B">
        <w:rPr>
          <w:b/>
          <w:sz w:val="24"/>
          <w:szCs w:val="24"/>
        </w:rPr>
        <w:t xml:space="preserve">tellija, </w:t>
      </w:r>
      <w:r w:rsidR="002F521B" w:rsidRPr="00BD276B">
        <w:rPr>
          <w:sz w:val="24"/>
          <w:szCs w:val="24"/>
        </w:rPr>
        <w:t xml:space="preserve">keda esindab </w:t>
      </w:r>
      <w:r w:rsidR="00C8779E" w:rsidRPr="00BD276B">
        <w:rPr>
          <w:sz w:val="24"/>
          <w:szCs w:val="24"/>
        </w:rPr>
        <w:t>RMK juhatuse 26.03.2019 otsusega nr 1-32/36 kinnitatud RMK metsaparandusosakonna põhimääruse alusel metsa</w:t>
      </w:r>
      <w:r w:rsidR="00C8779E" w:rsidRPr="00BD276B">
        <w:rPr>
          <w:sz w:val="24"/>
          <w:szCs w:val="24"/>
        </w:rPr>
        <w:softHyphen/>
        <w:t>paran</w:t>
      </w:r>
      <w:r w:rsidR="00C8779E" w:rsidRPr="00BD276B">
        <w:rPr>
          <w:sz w:val="24"/>
          <w:szCs w:val="24"/>
        </w:rPr>
        <w:softHyphen/>
        <w:t>dus</w:t>
      </w:r>
      <w:r w:rsidR="00C8779E" w:rsidRPr="00BD276B">
        <w:rPr>
          <w:sz w:val="24"/>
          <w:szCs w:val="24"/>
        </w:rPr>
        <w:softHyphen/>
        <w:t xml:space="preserve">osakonna juhataja </w:t>
      </w:r>
      <w:r w:rsidR="00C8779E" w:rsidRPr="00BD276B">
        <w:rPr>
          <w:b/>
          <w:sz w:val="24"/>
          <w:szCs w:val="24"/>
        </w:rPr>
        <w:t>Toomas Kivisto</w:t>
      </w:r>
      <w:r w:rsidR="002F521B" w:rsidRPr="00BD276B">
        <w:rPr>
          <w:sz w:val="24"/>
          <w:szCs w:val="24"/>
        </w:rPr>
        <w:t>, ühelt poolt,</w:t>
      </w:r>
    </w:p>
    <w:p w14:paraId="365DF7DF" w14:textId="77777777" w:rsidR="000F35DF" w:rsidRDefault="000F35DF" w:rsidP="002F521B">
      <w:pPr>
        <w:jc w:val="both"/>
        <w:rPr>
          <w:sz w:val="24"/>
          <w:szCs w:val="24"/>
        </w:rPr>
      </w:pPr>
    </w:p>
    <w:p w14:paraId="18E166B6" w14:textId="1DBE21E1" w:rsidR="002F521B" w:rsidRPr="00BD276B" w:rsidRDefault="000F35DF" w:rsidP="002F521B">
      <w:p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j</w:t>
      </w:r>
      <w:r w:rsidR="0028284A" w:rsidRPr="00BD276B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6A4A7D">
        <w:rPr>
          <w:b/>
          <w:sz w:val="24"/>
          <w:szCs w:val="24"/>
        </w:rPr>
        <w:t>Laanekraav</w:t>
      </w:r>
      <w:r w:rsidR="00897643" w:rsidRPr="00BD276B">
        <w:rPr>
          <w:b/>
          <w:sz w:val="24"/>
          <w:szCs w:val="24"/>
        </w:rPr>
        <w:t xml:space="preserve"> OÜ</w:t>
      </w:r>
      <w:r w:rsidR="002F521B" w:rsidRPr="00BD276B">
        <w:rPr>
          <w:sz w:val="24"/>
          <w:szCs w:val="24"/>
        </w:rPr>
        <w:t xml:space="preserve">, </w:t>
      </w:r>
      <w:r w:rsidR="002F521B" w:rsidRPr="00BD276B">
        <w:rPr>
          <w:bCs/>
          <w:sz w:val="24"/>
          <w:szCs w:val="24"/>
        </w:rPr>
        <w:t xml:space="preserve">edaspidi </w:t>
      </w:r>
      <w:r w:rsidR="002F521B" w:rsidRPr="00BD276B">
        <w:rPr>
          <w:b/>
          <w:bCs/>
          <w:sz w:val="24"/>
          <w:szCs w:val="24"/>
        </w:rPr>
        <w:t>ekspert</w:t>
      </w:r>
      <w:r w:rsidR="002F521B" w:rsidRPr="00BD276B">
        <w:rPr>
          <w:bCs/>
          <w:sz w:val="24"/>
          <w:szCs w:val="24"/>
        </w:rPr>
        <w:t xml:space="preserve">, </w:t>
      </w:r>
      <w:r w:rsidR="002F521B" w:rsidRPr="00BD276B">
        <w:rPr>
          <w:iCs/>
          <w:sz w:val="24"/>
          <w:szCs w:val="24"/>
        </w:rPr>
        <w:t xml:space="preserve">keda esindab </w:t>
      </w:r>
      <w:r w:rsidR="0028284A" w:rsidRPr="00BD276B">
        <w:rPr>
          <w:iCs/>
          <w:sz w:val="24"/>
          <w:szCs w:val="24"/>
        </w:rPr>
        <w:t xml:space="preserve">põhikirja ja seaduse </w:t>
      </w:r>
      <w:r w:rsidR="002F521B" w:rsidRPr="00BD276B">
        <w:rPr>
          <w:iCs/>
          <w:sz w:val="24"/>
          <w:szCs w:val="24"/>
        </w:rPr>
        <w:t xml:space="preserve">alusel </w:t>
      </w:r>
      <w:r w:rsidR="00897643" w:rsidRPr="00BD276B">
        <w:rPr>
          <w:rFonts w:eastAsia="Calibri"/>
          <w:sz w:val="24"/>
          <w:szCs w:val="24"/>
        </w:rPr>
        <w:t xml:space="preserve">juhatuse liige </w:t>
      </w:r>
      <w:r w:rsidR="006A4A7D">
        <w:rPr>
          <w:rFonts w:eastAsia="Calibri"/>
          <w:b/>
          <w:sz w:val="24"/>
          <w:szCs w:val="24"/>
        </w:rPr>
        <w:t>Ove Mengel</w:t>
      </w:r>
      <w:r w:rsidR="002F521B" w:rsidRPr="00BD276B">
        <w:rPr>
          <w:rFonts w:eastAsia="Calibri"/>
          <w:sz w:val="24"/>
          <w:szCs w:val="24"/>
        </w:rPr>
        <w:t>, teiselt poolt,</w:t>
      </w:r>
    </w:p>
    <w:p w14:paraId="104EFF9F" w14:textId="77777777" w:rsidR="0093148E" w:rsidRPr="00BD276B" w:rsidRDefault="0093148E" w:rsidP="0093148E">
      <w:pPr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keda nimetatakse edaspidi </w:t>
      </w:r>
      <w:r w:rsidR="0043132A" w:rsidRPr="00BD276B">
        <w:rPr>
          <w:b/>
          <w:sz w:val="24"/>
          <w:szCs w:val="24"/>
        </w:rPr>
        <w:t>p</w:t>
      </w:r>
      <w:r w:rsidRPr="00BD276B">
        <w:rPr>
          <w:b/>
          <w:sz w:val="24"/>
          <w:szCs w:val="24"/>
        </w:rPr>
        <w:t xml:space="preserve">ool </w:t>
      </w:r>
      <w:r w:rsidRPr="00BD276B">
        <w:rPr>
          <w:sz w:val="24"/>
          <w:szCs w:val="24"/>
        </w:rPr>
        <w:t xml:space="preserve">või ühiselt </w:t>
      </w:r>
      <w:r w:rsidR="0043132A" w:rsidRPr="00BD276B">
        <w:rPr>
          <w:b/>
          <w:sz w:val="24"/>
          <w:szCs w:val="24"/>
        </w:rPr>
        <w:t>p</w:t>
      </w:r>
      <w:r w:rsidRPr="00BD276B">
        <w:rPr>
          <w:b/>
          <w:sz w:val="24"/>
          <w:szCs w:val="24"/>
        </w:rPr>
        <w:t>ooled</w:t>
      </w:r>
      <w:r w:rsidRPr="00BD276B">
        <w:rPr>
          <w:sz w:val="24"/>
          <w:szCs w:val="24"/>
        </w:rPr>
        <w:t>,</w:t>
      </w:r>
      <w:r w:rsidR="004F2737" w:rsidRPr="00BD276B">
        <w:rPr>
          <w:sz w:val="24"/>
          <w:szCs w:val="24"/>
        </w:rPr>
        <w:t xml:space="preserve"> </w:t>
      </w:r>
    </w:p>
    <w:p w14:paraId="24E04D90" w14:textId="13B72CB1" w:rsidR="00EE5B97" w:rsidRPr="00BD276B" w:rsidRDefault="0093148E" w:rsidP="00EE5B97">
      <w:pPr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sõlmisid käesoleva lepingu, </w:t>
      </w:r>
      <w:r w:rsidR="00CE1954" w:rsidRPr="00BD276B">
        <w:rPr>
          <w:sz w:val="24"/>
          <w:szCs w:val="24"/>
        </w:rPr>
        <w:t xml:space="preserve">edaspidi </w:t>
      </w:r>
      <w:r w:rsidR="00CE1954" w:rsidRPr="00BD276B">
        <w:rPr>
          <w:b/>
          <w:sz w:val="24"/>
          <w:szCs w:val="24"/>
        </w:rPr>
        <w:t>leping,</w:t>
      </w:r>
      <w:r w:rsidR="00EE5B97" w:rsidRPr="00BD276B">
        <w:rPr>
          <w:sz w:val="24"/>
          <w:szCs w:val="24"/>
        </w:rPr>
        <w:t xml:space="preserve"> avatud menetlusega riigihanke 1-47</w:t>
      </w:r>
      <w:r w:rsidR="009B592E" w:rsidRPr="00BD276B">
        <w:rPr>
          <w:sz w:val="24"/>
          <w:szCs w:val="24"/>
        </w:rPr>
        <w:t>.1858</w:t>
      </w:r>
      <w:r w:rsidR="00EE5B97" w:rsidRPr="00BD276B">
        <w:rPr>
          <w:sz w:val="24"/>
          <w:szCs w:val="24"/>
        </w:rPr>
        <w:t xml:space="preserve"> </w:t>
      </w:r>
      <w:r w:rsidR="00EE5B97" w:rsidRPr="00BD276B">
        <w:rPr>
          <w:i/>
          <w:sz w:val="24"/>
          <w:szCs w:val="24"/>
        </w:rPr>
        <w:t>„</w:t>
      </w:r>
      <w:r w:rsidR="009B59DD" w:rsidRPr="00BD276B">
        <w:rPr>
          <w:i/>
          <w:sz w:val="24"/>
          <w:szCs w:val="24"/>
        </w:rPr>
        <w:t>Maaparanduse ehitusprojektide ekspertiiside 2020-2023 raamleping</w:t>
      </w:r>
      <w:r w:rsidR="00EE5B97" w:rsidRPr="00BD276B">
        <w:rPr>
          <w:i/>
          <w:sz w:val="24"/>
          <w:szCs w:val="24"/>
        </w:rPr>
        <w:t>“</w:t>
      </w:r>
      <w:r w:rsidR="00EE5B97" w:rsidRPr="00BD276B">
        <w:rPr>
          <w:sz w:val="24"/>
          <w:szCs w:val="24"/>
        </w:rPr>
        <w:t xml:space="preserve"> (viitenumber </w:t>
      </w:r>
      <w:r w:rsidR="009B592E" w:rsidRPr="00BD276B">
        <w:rPr>
          <w:sz w:val="24"/>
          <w:szCs w:val="24"/>
        </w:rPr>
        <w:t>216329</w:t>
      </w:r>
      <w:r w:rsidR="00EE5B97" w:rsidRPr="00BD276B">
        <w:rPr>
          <w:sz w:val="24"/>
          <w:szCs w:val="24"/>
        </w:rPr>
        <w:t>) raa</w:t>
      </w:r>
      <w:r w:rsidR="00A4240F">
        <w:rPr>
          <w:sz w:val="24"/>
          <w:szCs w:val="24"/>
        </w:rPr>
        <w:softHyphen/>
      </w:r>
      <w:r w:rsidR="00EE5B97" w:rsidRPr="00BD276B">
        <w:rPr>
          <w:sz w:val="24"/>
          <w:szCs w:val="24"/>
        </w:rPr>
        <w:t xml:space="preserve">mes läbiviidud </w:t>
      </w:r>
      <w:r w:rsidR="00EE5B97" w:rsidRPr="004A6290">
        <w:rPr>
          <w:sz w:val="24"/>
          <w:szCs w:val="24"/>
        </w:rPr>
        <w:t xml:space="preserve">minikonkursi </w:t>
      </w:r>
      <w:r w:rsidR="0029481F" w:rsidRPr="004A6290">
        <w:rPr>
          <w:sz w:val="24"/>
          <w:szCs w:val="24"/>
        </w:rPr>
        <w:t>(</w:t>
      </w:r>
      <w:r w:rsidR="0029481F" w:rsidRPr="00EA5234">
        <w:rPr>
          <w:sz w:val="24"/>
          <w:szCs w:val="24"/>
        </w:rPr>
        <w:t xml:space="preserve">viitenumber </w:t>
      </w:r>
      <w:r w:rsidR="00154C15" w:rsidRPr="00EA5234">
        <w:rPr>
          <w:sz w:val="24"/>
          <w:szCs w:val="24"/>
        </w:rPr>
        <w:t>22</w:t>
      </w:r>
      <w:r w:rsidR="00321D46">
        <w:rPr>
          <w:sz w:val="24"/>
          <w:szCs w:val="24"/>
        </w:rPr>
        <w:t>6</w:t>
      </w:r>
      <w:r w:rsidR="003A17E5">
        <w:rPr>
          <w:sz w:val="24"/>
          <w:szCs w:val="24"/>
        </w:rPr>
        <w:t>99</w:t>
      </w:r>
      <w:r w:rsidR="00873DDC">
        <w:rPr>
          <w:sz w:val="24"/>
          <w:szCs w:val="24"/>
        </w:rPr>
        <w:t>2</w:t>
      </w:r>
      <w:bookmarkStart w:id="0" w:name="_GoBack"/>
      <w:bookmarkEnd w:id="0"/>
      <w:r w:rsidR="0029481F" w:rsidRPr="00EA5234">
        <w:rPr>
          <w:sz w:val="24"/>
          <w:szCs w:val="24"/>
        </w:rPr>
        <w:t>)</w:t>
      </w:r>
      <w:r w:rsidR="0029481F" w:rsidRPr="00BD276B">
        <w:rPr>
          <w:sz w:val="24"/>
          <w:szCs w:val="24"/>
        </w:rPr>
        <w:t xml:space="preserve"> </w:t>
      </w:r>
      <w:r w:rsidR="00610861" w:rsidRPr="00BD276B">
        <w:rPr>
          <w:i/>
          <w:sz w:val="24"/>
          <w:szCs w:val="24"/>
        </w:rPr>
        <w:t>„</w:t>
      </w:r>
      <w:r w:rsidR="00016BBA" w:rsidRPr="00016BBA">
        <w:rPr>
          <w:i/>
          <w:sz w:val="24"/>
          <w:szCs w:val="24"/>
        </w:rPr>
        <w:t>Kangruselja III maaparandusehitiste rekonstrueerimise ja Kuusiku tee rekonstrueerimise projekti ekspertiis</w:t>
      </w:r>
      <w:r w:rsidR="00EE5B97" w:rsidRPr="00BD276B">
        <w:rPr>
          <w:i/>
          <w:sz w:val="24"/>
          <w:szCs w:val="24"/>
        </w:rPr>
        <w:t>“</w:t>
      </w:r>
      <w:r w:rsidR="00EE5B97" w:rsidRPr="00BD276B">
        <w:rPr>
          <w:sz w:val="24"/>
          <w:szCs w:val="24"/>
        </w:rPr>
        <w:t xml:space="preserve"> </w:t>
      </w:r>
      <w:r w:rsidR="00DD74E1" w:rsidRPr="00BD276B">
        <w:rPr>
          <w:sz w:val="24"/>
          <w:szCs w:val="24"/>
        </w:rPr>
        <w:t xml:space="preserve">tulemusena </w:t>
      </w:r>
      <w:r w:rsidR="00EE5B97" w:rsidRPr="00BD276B">
        <w:rPr>
          <w:sz w:val="24"/>
          <w:szCs w:val="24"/>
        </w:rPr>
        <w:t>alljärgnevas</w:t>
      </w:r>
      <w:r w:rsidR="00610861" w:rsidRPr="00BD276B">
        <w:rPr>
          <w:sz w:val="24"/>
          <w:szCs w:val="24"/>
        </w:rPr>
        <w:t>:</w:t>
      </w:r>
    </w:p>
    <w:p w14:paraId="66F214BF" w14:textId="77777777" w:rsidR="00CE1954" w:rsidRPr="00BD276B" w:rsidRDefault="00CE1954" w:rsidP="00CE1954">
      <w:pPr>
        <w:jc w:val="both"/>
        <w:rPr>
          <w:b/>
          <w:sz w:val="24"/>
          <w:szCs w:val="24"/>
        </w:rPr>
      </w:pPr>
    </w:p>
    <w:p w14:paraId="7012CB03" w14:textId="77777777" w:rsidR="00C03C46" w:rsidRPr="00BD276B" w:rsidRDefault="00C03C46" w:rsidP="00181D90">
      <w:pPr>
        <w:pStyle w:val="Pealkiri11"/>
        <w:rPr>
          <w:b/>
          <w:sz w:val="24"/>
          <w:szCs w:val="24"/>
        </w:rPr>
      </w:pPr>
      <w:r w:rsidRPr="00BD276B">
        <w:rPr>
          <w:b/>
          <w:sz w:val="24"/>
          <w:szCs w:val="24"/>
        </w:rPr>
        <w:t>Lepingu objekt</w:t>
      </w:r>
    </w:p>
    <w:p w14:paraId="1C0313F3" w14:textId="76815A21" w:rsidR="00D02662" w:rsidRPr="00BD276B" w:rsidRDefault="001E72E8" w:rsidP="00C731E1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Lepingu objektiks </w:t>
      </w:r>
      <w:r w:rsidR="006B6554" w:rsidRPr="00BD276B">
        <w:rPr>
          <w:sz w:val="24"/>
          <w:szCs w:val="24"/>
        </w:rPr>
        <w:t>on</w:t>
      </w:r>
      <w:r w:rsidR="008212B6" w:rsidRPr="00BD276B">
        <w:rPr>
          <w:sz w:val="24"/>
          <w:szCs w:val="24"/>
        </w:rPr>
        <w:t xml:space="preserve"> eksperdi poolt</w:t>
      </w:r>
      <w:r w:rsidR="00AD2B5B" w:rsidRPr="00BD276B">
        <w:rPr>
          <w:sz w:val="24"/>
          <w:szCs w:val="24"/>
        </w:rPr>
        <w:t xml:space="preserve"> </w:t>
      </w:r>
      <w:r w:rsidR="00A963B5">
        <w:rPr>
          <w:sz w:val="24"/>
          <w:szCs w:val="24"/>
        </w:rPr>
        <w:t>Saare</w:t>
      </w:r>
      <w:r w:rsidR="00753A45">
        <w:rPr>
          <w:sz w:val="24"/>
          <w:szCs w:val="24"/>
        </w:rPr>
        <w:t xml:space="preserve"> </w:t>
      </w:r>
      <w:r w:rsidR="00AD2B5B" w:rsidRPr="00BD276B">
        <w:rPr>
          <w:sz w:val="24"/>
          <w:szCs w:val="24"/>
        </w:rPr>
        <w:t>maakonnas</w:t>
      </w:r>
      <w:r w:rsidR="00E055E7" w:rsidRPr="00BD276B">
        <w:rPr>
          <w:sz w:val="24"/>
          <w:szCs w:val="24"/>
        </w:rPr>
        <w:t xml:space="preserve"> </w:t>
      </w:r>
      <w:r w:rsidR="00A963B5" w:rsidRPr="00A963B5">
        <w:rPr>
          <w:b/>
          <w:sz w:val="24"/>
          <w:szCs w:val="24"/>
        </w:rPr>
        <w:t xml:space="preserve">Kangruselja III </w:t>
      </w:r>
      <w:r w:rsidR="00A963B5" w:rsidRPr="00A963B5">
        <w:rPr>
          <w:sz w:val="24"/>
          <w:szCs w:val="24"/>
        </w:rPr>
        <w:t xml:space="preserve">maaparandusehitiste rekonstrueerimise ja </w:t>
      </w:r>
      <w:r w:rsidR="00A963B5" w:rsidRPr="00A963B5">
        <w:rPr>
          <w:b/>
          <w:sz w:val="24"/>
          <w:szCs w:val="24"/>
        </w:rPr>
        <w:t xml:space="preserve">Kuusiku tee </w:t>
      </w:r>
      <w:r w:rsidR="00A963B5" w:rsidRPr="00A963B5">
        <w:rPr>
          <w:sz w:val="24"/>
          <w:szCs w:val="24"/>
        </w:rPr>
        <w:t>rekonstrueerimise projekti</w:t>
      </w:r>
      <w:r w:rsidR="00A963B5" w:rsidRPr="00A963B5">
        <w:rPr>
          <w:b/>
          <w:sz w:val="24"/>
          <w:szCs w:val="24"/>
        </w:rPr>
        <w:t xml:space="preserve"> </w:t>
      </w:r>
      <w:r w:rsidR="00E055E7" w:rsidRPr="00BD276B">
        <w:rPr>
          <w:sz w:val="24"/>
          <w:szCs w:val="24"/>
        </w:rPr>
        <w:t>(</w:t>
      </w:r>
      <w:r w:rsidR="007F00F0" w:rsidRPr="00BD276B">
        <w:rPr>
          <w:sz w:val="24"/>
          <w:szCs w:val="24"/>
        </w:rPr>
        <w:t>t</w:t>
      </w:r>
      <w:r w:rsidRPr="00BD276B">
        <w:rPr>
          <w:sz w:val="24"/>
          <w:szCs w:val="24"/>
        </w:rPr>
        <w:t>öö nr</w:t>
      </w:r>
      <w:r w:rsidR="00E055E7" w:rsidRPr="00BD276B">
        <w:rPr>
          <w:sz w:val="24"/>
          <w:szCs w:val="24"/>
        </w:rPr>
        <w:t xml:space="preserve"> </w:t>
      </w:r>
      <w:r w:rsidR="003A17E5" w:rsidRPr="003A17E5">
        <w:rPr>
          <w:sz w:val="24"/>
          <w:szCs w:val="24"/>
        </w:rPr>
        <w:t>20</w:t>
      </w:r>
      <w:r w:rsidR="00A963B5">
        <w:rPr>
          <w:sz w:val="24"/>
          <w:szCs w:val="24"/>
        </w:rPr>
        <w:t>08201</w:t>
      </w:r>
      <w:r w:rsidR="00321D46">
        <w:rPr>
          <w:sz w:val="24"/>
          <w:szCs w:val="24"/>
        </w:rPr>
        <w:t>;</w:t>
      </w:r>
      <w:r w:rsidR="00C11940" w:rsidRPr="00BD276B">
        <w:rPr>
          <w:sz w:val="24"/>
          <w:szCs w:val="24"/>
        </w:rPr>
        <w:t xml:space="preserve"> </w:t>
      </w:r>
      <w:r w:rsidR="002D5A0C" w:rsidRPr="00BD276B">
        <w:rPr>
          <w:sz w:val="24"/>
          <w:szCs w:val="24"/>
        </w:rPr>
        <w:t xml:space="preserve">projekti koostaja </w:t>
      </w:r>
      <w:sdt>
        <w:sdtPr>
          <w:rPr>
            <w:sz w:val="24"/>
            <w:szCs w:val="24"/>
          </w:rPr>
          <w:id w:val="656112320"/>
          <w:placeholder>
            <w:docPart w:val="3462E75E284544B1BD166F01502DF0DB"/>
          </w:placeholder>
          <w:dropDownList>
            <w:listItem w:value="Valige üksus."/>
            <w:listItem w:displayText="OÜ Laanekraav" w:value="OÜ Laanekraav"/>
            <w:listItem w:displayText="OÜ Hetver" w:value="OÜ Hetver"/>
            <w:listItem w:displayText="AS Kobras" w:value="AS Kobras"/>
            <w:listItem w:displayText="OÜ Vesine" w:value="OÜ Vesine"/>
            <w:listItem w:displayText="AS Projekteerimisbüroo Maa ja Vesi" w:value="AS Projekteerimisbüroo Maa ja Vesi"/>
            <w:listItem w:displayText="OÜ ViaVelo Inseneribüroo" w:value="OÜ ViaVelo Inseneribüroo"/>
            <w:listItem w:displayText="OÜ Maatervendus" w:value="OÜ Maatervendus"/>
          </w:dropDownList>
        </w:sdtPr>
        <w:sdtEndPr/>
        <w:sdtContent>
          <w:r w:rsidR="00A963B5">
            <w:rPr>
              <w:sz w:val="24"/>
              <w:szCs w:val="24"/>
            </w:rPr>
            <w:t>OÜ Maatervendus</w:t>
          </w:r>
        </w:sdtContent>
      </w:sdt>
      <w:r w:rsidR="002D5A0C" w:rsidRPr="00BD276B">
        <w:rPr>
          <w:sz w:val="24"/>
          <w:szCs w:val="24"/>
        </w:rPr>
        <w:t>)</w:t>
      </w:r>
      <w:r w:rsidR="00E055E7" w:rsidRPr="00BD276B">
        <w:rPr>
          <w:sz w:val="24"/>
          <w:szCs w:val="24"/>
        </w:rPr>
        <w:t xml:space="preserve"> </w:t>
      </w:r>
      <w:r w:rsidR="006B6554" w:rsidRPr="00BD276B">
        <w:rPr>
          <w:sz w:val="24"/>
          <w:szCs w:val="24"/>
        </w:rPr>
        <w:t>ekspertiisi läbiviimine</w:t>
      </w:r>
      <w:r w:rsidRPr="00BD276B">
        <w:rPr>
          <w:sz w:val="24"/>
          <w:szCs w:val="24"/>
        </w:rPr>
        <w:t>.</w:t>
      </w:r>
    </w:p>
    <w:p w14:paraId="3D210D72" w14:textId="77777777" w:rsidR="00CA2027" w:rsidRPr="00BD276B" w:rsidRDefault="00CA2027" w:rsidP="00C0209B">
      <w:pPr>
        <w:jc w:val="both"/>
        <w:rPr>
          <w:sz w:val="24"/>
          <w:szCs w:val="24"/>
        </w:rPr>
      </w:pPr>
    </w:p>
    <w:p w14:paraId="380DA2C9" w14:textId="77777777" w:rsidR="00CA2027" w:rsidRPr="00BD276B" w:rsidRDefault="00CA2027" w:rsidP="00D02662">
      <w:pPr>
        <w:pStyle w:val="Pealkiri11"/>
        <w:rPr>
          <w:b/>
          <w:sz w:val="24"/>
          <w:szCs w:val="24"/>
        </w:rPr>
      </w:pPr>
      <w:r w:rsidRPr="00BD276B">
        <w:rPr>
          <w:b/>
          <w:sz w:val="24"/>
          <w:szCs w:val="24"/>
        </w:rPr>
        <w:t xml:space="preserve">Eksperdi õigused ja kohustused </w:t>
      </w:r>
    </w:p>
    <w:p w14:paraId="7E2AC0B9" w14:textId="77777777" w:rsidR="00CA2027" w:rsidRPr="00BD276B" w:rsidRDefault="00CA2027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Ekspert on kohustatud</w:t>
      </w:r>
      <w:r w:rsidR="00D02662" w:rsidRPr="00BD276B">
        <w:rPr>
          <w:sz w:val="24"/>
          <w:szCs w:val="24"/>
        </w:rPr>
        <w:t>:</w:t>
      </w:r>
    </w:p>
    <w:p w14:paraId="493072E4" w14:textId="663F6CD2" w:rsidR="00CA2027" w:rsidRPr="00BD276B" w:rsidRDefault="006B6554" w:rsidP="009A1D41">
      <w:pPr>
        <w:pStyle w:val="Pealkiri3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t</w:t>
      </w:r>
      <w:r w:rsidR="0006519F" w:rsidRPr="00BD276B">
        <w:rPr>
          <w:sz w:val="24"/>
          <w:szCs w:val="24"/>
        </w:rPr>
        <w:t>egem</w:t>
      </w:r>
      <w:r w:rsidR="0043132A" w:rsidRPr="00BD276B">
        <w:rPr>
          <w:sz w:val="24"/>
          <w:szCs w:val="24"/>
        </w:rPr>
        <w:t>a ekspertiisi õigusaktidele ja l</w:t>
      </w:r>
      <w:r w:rsidR="00CA2027" w:rsidRPr="00BD276B">
        <w:rPr>
          <w:sz w:val="24"/>
          <w:szCs w:val="24"/>
        </w:rPr>
        <w:t xml:space="preserve">epingu tingimustele </w:t>
      </w:r>
      <w:r w:rsidR="0006519F" w:rsidRPr="00BD276B">
        <w:rPr>
          <w:sz w:val="24"/>
          <w:szCs w:val="24"/>
        </w:rPr>
        <w:t>vastavalt, head tava järgides ning</w:t>
      </w:r>
      <w:r w:rsidR="0043132A" w:rsidRPr="00BD276B">
        <w:rPr>
          <w:sz w:val="24"/>
          <w:szCs w:val="24"/>
        </w:rPr>
        <w:t xml:space="preserve"> läh</w:t>
      </w:r>
      <w:r w:rsidR="00A4240F">
        <w:rPr>
          <w:sz w:val="24"/>
          <w:szCs w:val="24"/>
        </w:rPr>
        <w:softHyphen/>
      </w:r>
      <w:r w:rsidR="0043132A" w:rsidRPr="00BD276B">
        <w:rPr>
          <w:sz w:val="24"/>
          <w:szCs w:val="24"/>
        </w:rPr>
        <w:t>tuvalt t</w:t>
      </w:r>
      <w:r w:rsidR="005C4A89" w:rsidRPr="00BD276B">
        <w:rPr>
          <w:sz w:val="24"/>
          <w:szCs w:val="24"/>
        </w:rPr>
        <w:t xml:space="preserve">ellija parimatest huvidest. </w:t>
      </w:r>
      <w:r w:rsidR="00955493" w:rsidRPr="00BD276B">
        <w:rPr>
          <w:sz w:val="24"/>
          <w:szCs w:val="24"/>
        </w:rPr>
        <w:t xml:space="preserve">Ekspertiis </w:t>
      </w:r>
      <w:r w:rsidR="00CE1954" w:rsidRPr="00BD276B">
        <w:rPr>
          <w:sz w:val="24"/>
          <w:szCs w:val="24"/>
        </w:rPr>
        <w:t xml:space="preserve">peab olema kooskõlas käesoleva lepinguga ja </w:t>
      </w:r>
      <w:r w:rsidR="0006519F" w:rsidRPr="00BD276B">
        <w:rPr>
          <w:sz w:val="24"/>
          <w:szCs w:val="24"/>
        </w:rPr>
        <w:t>m</w:t>
      </w:r>
      <w:r w:rsidR="00955493" w:rsidRPr="00BD276B">
        <w:rPr>
          <w:sz w:val="24"/>
          <w:szCs w:val="24"/>
        </w:rPr>
        <w:t>aaparandusseaduse</w:t>
      </w:r>
      <w:r w:rsidR="0006519F" w:rsidRPr="00BD276B">
        <w:rPr>
          <w:sz w:val="24"/>
          <w:szCs w:val="24"/>
        </w:rPr>
        <w:t>ga ja selle alusel kehtestatud m</w:t>
      </w:r>
      <w:r w:rsidR="00955493" w:rsidRPr="00BD276B">
        <w:rPr>
          <w:sz w:val="24"/>
          <w:szCs w:val="24"/>
        </w:rPr>
        <w:t>aaparandussüsteemi ehitusprojekti eks</w:t>
      </w:r>
      <w:r w:rsidR="00A4240F">
        <w:rPr>
          <w:sz w:val="24"/>
          <w:szCs w:val="24"/>
        </w:rPr>
        <w:softHyphen/>
      </w:r>
      <w:r w:rsidR="00955493" w:rsidRPr="00BD276B">
        <w:rPr>
          <w:sz w:val="24"/>
          <w:szCs w:val="24"/>
        </w:rPr>
        <w:t>pertiisile esitatavate nõuete ja ekspertiisi tegemise korraga.</w:t>
      </w:r>
    </w:p>
    <w:p w14:paraId="62B46E11" w14:textId="33E51B2B" w:rsidR="00294DEE" w:rsidRPr="00BD276B" w:rsidRDefault="00294DEE" w:rsidP="00C731E1">
      <w:pPr>
        <w:pStyle w:val="Pealkiri3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hindama maaparandusseaduse §-s 1</w:t>
      </w:r>
      <w:r w:rsidR="009F4963" w:rsidRPr="00BD276B">
        <w:rPr>
          <w:sz w:val="24"/>
          <w:szCs w:val="24"/>
        </w:rPr>
        <w:t>8</w:t>
      </w:r>
      <w:r w:rsidRPr="00BD276B">
        <w:rPr>
          <w:sz w:val="24"/>
          <w:szCs w:val="24"/>
        </w:rPr>
        <w:t xml:space="preserve"> ning maaparandussüsteemi ehitusprojekti eksper</w:t>
      </w:r>
      <w:r w:rsidR="00F752EE" w:rsidRPr="00BD276B">
        <w:rPr>
          <w:sz w:val="24"/>
          <w:szCs w:val="24"/>
        </w:rPr>
        <w:softHyphen/>
      </w:r>
      <w:r w:rsidRPr="00BD276B">
        <w:rPr>
          <w:sz w:val="24"/>
          <w:szCs w:val="24"/>
        </w:rPr>
        <w:t>tii</w:t>
      </w:r>
      <w:r w:rsidR="00F752EE" w:rsidRPr="00BD276B">
        <w:rPr>
          <w:sz w:val="24"/>
          <w:szCs w:val="24"/>
        </w:rPr>
        <w:softHyphen/>
      </w:r>
      <w:r w:rsidRPr="00BD276B">
        <w:rPr>
          <w:sz w:val="24"/>
          <w:szCs w:val="24"/>
        </w:rPr>
        <w:t>sile esi</w:t>
      </w:r>
      <w:r w:rsidR="00432DA3">
        <w:rPr>
          <w:sz w:val="24"/>
          <w:szCs w:val="24"/>
        </w:rPr>
        <w:softHyphen/>
      </w:r>
      <w:r w:rsidRPr="00BD276B">
        <w:rPr>
          <w:sz w:val="24"/>
          <w:szCs w:val="24"/>
        </w:rPr>
        <w:t>tatavate nõuete ja ekspertiisi tegemise korra § 3 lõikes 2 nimetatud asjaolusid, muu hul</w:t>
      </w:r>
      <w:r w:rsidR="00A4240F">
        <w:rPr>
          <w:sz w:val="24"/>
          <w:szCs w:val="24"/>
        </w:rPr>
        <w:softHyphen/>
      </w:r>
      <w:r w:rsidRPr="00BD276B">
        <w:rPr>
          <w:sz w:val="24"/>
          <w:szCs w:val="24"/>
        </w:rPr>
        <w:t xml:space="preserve">gas kas: </w:t>
      </w:r>
    </w:p>
    <w:p w14:paraId="3EEF68D4" w14:textId="52DDD752" w:rsidR="00294DEE" w:rsidRPr="00BD276B" w:rsidRDefault="00294DEE" w:rsidP="00C731E1">
      <w:pPr>
        <w:pStyle w:val="Pealkiri4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projekt vastab</w:t>
      </w:r>
      <w:r w:rsidR="009F4963" w:rsidRPr="00BD276B">
        <w:rPr>
          <w:sz w:val="24"/>
          <w:szCs w:val="24"/>
        </w:rPr>
        <w:t xml:space="preserve"> </w:t>
      </w:r>
      <w:hyperlink r:id="rId8" w:history="1">
        <w:r w:rsidRPr="00BD276B">
          <w:rPr>
            <w:rStyle w:val="Hperlink"/>
            <w:sz w:val="24"/>
            <w:szCs w:val="24"/>
          </w:rPr>
          <w:t>„RMK metsakuivenduse ja -teede eh</w:t>
        </w:r>
        <w:r w:rsidR="00C95C0B" w:rsidRPr="00BD276B">
          <w:rPr>
            <w:rStyle w:val="Hperlink"/>
            <w:sz w:val="24"/>
            <w:szCs w:val="24"/>
          </w:rPr>
          <w:t>itusprojekti näidiskoosseisule“</w:t>
        </w:r>
      </w:hyperlink>
      <w:r w:rsidR="0094631D" w:rsidRPr="00BD276B">
        <w:rPr>
          <w:sz w:val="24"/>
          <w:szCs w:val="24"/>
        </w:rPr>
        <w:t>, mis on avaldatud RMK veebilehel</w:t>
      </w:r>
      <w:r w:rsidR="00FF0ACC" w:rsidRPr="00BD276B">
        <w:rPr>
          <w:sz w:val="24"/>
          <w:szCs w:val="24"/>
        </w:rPr>
        <w:t>;</w:t>
      </w:r>
    </w:p>
    <w:p w14:paraId="5AB77B51" w14:textId="410A469E" w:rsidR="00001930" w:rsidRPr="00BD276B" w:rsidRDefault="00294DEE" w:rsidP="00C731E1">
      <w:pPr>
        <w:pStyle w:val="Pealkiri4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projekt vastab</w:t>
      </w:r>
      <w:r w:rsidR="009F4963" w:rsidRPr="00BD276B">
        <w:rPr>
          <w:sz w:val="24"/>
          <w:szCs w:val="24"/>
        </w:rPr>
        <w:t xml:space="preserve"> </w:t>
      </w:r>
      <w:hyperlink r:id="rId9" w:history="1">
        <w:r w:rsidRPr="00BD276B">
          <w:rPr>
            <w:rStyle w:val="Hperlink"/>
            <w:sz w:val="24"/>
            <w:szCs w:val="24"/>
          </w:rPr>
          <w:t>„RMK metsateede katendite projekteerimise, ehitamise ja hooldamise juhendile“</w:t>
        </w:r>
      </w:hyperlink>
      <w:r w:rsidR="0094631D" w:rsidRPr="00BD276B">
        <w:rPr>
          <w:sz w:val="24"/>
          <w:szCs w:val="24"/>
        </w:rPr>
        <w:t xml:space="preserve">, mis on avaldatud RMK veebilehel </w:t>
      </w:r>
    </w:p>
    <w:p w14:paraId="4C02BA5A" w14:textId="77777777" w:rsidR="00294DEE" w:rsidRPr="00BD276B" w:rsidRDefault="00477F81" w:rsidP="00C731E1">
      <w:pPr>
        <w:pStyle w:val="Pealkiri4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projekt vastab </w:t>
      </w:r>
      <w:r w:rsidR="00294DEE" w:rsidRPr="00BD276B">
        <w:rPr>
          <w:sz w:val="24"/>
          <w:szCs w:val="24"/>
        </w:rPr>
        <w:t>muudele projekteerimise lähteülesandes toodud juhistele;</w:t>
      </w:r>
    </w:p>
    <w:p w14:paraId="1FB3F187" w14:textId="71D05E9D" w:rsidR="00294DEE" w:rsidRPr="00BD276B" w:rsidRDefault="00294DEE" w:rsidP="00C731E1">
      <w:pPr>
        <w:pStyle w:val="Pealkiri4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projekteerija valitud projektlahendused on tellijale kõige soodsamad või optimaal</w:t>
      </w:r>
      <w:r w:rsidR="00F752EE" w:rsidRPr="00BD276B">
        <w:rPr>
          <w:sz w:val="24"/>
          <w:szCs w:val="24"/>
        </w:rPr>
        <w:softHyphen/>
      </w:r>
      <w:r w:rsidRPr="00BD276B">
        <w:rPr>
          <w:sz w:val="24"/>
          <w:szCs w:val="24"/>
        </w:rPr>
        <w:t xml:space="preserve">semad. </w:t>
      </w:r>
    </w:p>
    <w:p w14:paraId="554591EC" w14:textId="3D6E63AE" w:rsidR="002D3E2F" w:rsidRPr="00BD276B" w:rsidRDefault="006B6554" w:rsidP="00C731E1">
      <w:pPr>
        <w:pStyle w:val="Pealkiri3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i</w:t>
      </w:r>
      <w:r w:rsidR="005C4A89" w:rsidRPr="00BD276B">
        <w:rPr>
          <w:sz w:val="24"/>
          <w:szCs w:val="24"/>
        </w:rPr>
        <w:t>nfor</w:t>
      </w:r>
      <w:r w:rsidR="0043132A" w:rsidRPr="00BD276B">
        <w:rPr>
          <w:sz w:val="24"/>
          <w:szCs w:val="24"/>
        </w:rPr>
        <w:t>meerima e-posti või kirja teel t</w:t>
      </w:r>
      <w:r w:rsidR="005C4A89" w:rsidRPr="00BD276B">
        <w:rPr>
          <w:sz w:val="24"/>
          <w:szCs w:val="24"/>
        </w:rPr>
        <w:t xml:space="preserve">ellijat </w:t>
      </w:r>
      <w:r w:rsidR="002D3E2F" w:rsidRPr="00BD276B">
        <w:rPr>
          <w:sz w:val="24"/>
          <w:szCs w:val="24"/>
        </w:rPr>
        <w:t>ekspertiisi kohe</w:t>
      </w:r>
      <w:r w:rsidR="005C4A89" w:rsidRPr="00BD276B">
        <w:rPr>
          <w:sz w:val="24"/>
          <w:szCs w:val="24"/>
        </w:rPr>
        <w:t>st alustamist</w:t>
      </w:r>
      <w:r w:rsidR="002D3E2F" w:rsidRPr="00BD276B">
        <w:rPr>
          <w:sz w:val="24"/>
          <w:szCs w:val="24"/>
        </w:rPr>
        <w:t>,</w:t>
      </w:r>
      <w:r w:rsidR="005C4A89" w:rsidRPr="00BD276B">
        <w:rPr>
          <w:sz w:val="24"/>
          <w:szCs w:val="24"/>
        </w:rPr>
        <w:t xml:space="preserve"> </w:t>
      </w:r>
      <w:r w:rsidR="002D3E2F" w:rsidRPr="00BD276B">
        <w:rPr>
          <w:sz w:val="24"/>
          <w:szCs w:val="24"/>
        </w:rPr>
        <w:t>teostamise või lõ</w:t>
      </w:r>
      <w:r w:rsidR="00F752EE" w:rsidRPr="00BD276B">
        <w:rPr>
          <w:sz w:val="24"/>
          <w:szCs w:val="24"/>
        </w:rPr>
        <w:softHyphen/>
      </w:r>
      <w:r w:rsidR="002D3E2F" w:rsidRPr="00BD276B">
        <w:rPr>
          <w:sz w:val="24"/>
          <w:szCs w:val="24"/>
        </w:rPr>
        <w:t>pe</w:t>
      </w:r>
      <w:r w:rsidR="00704E2E">
        <w:rPr>
          <w:sz w:val="24"/>
          <w:szCs w:val="24"/>
        </w:rPr>
        <w:softHyphen/>
      </w:r>
      <w:r w:rsidR="00A4240F">
        <w:rPr>
          <w:sz w:val="24"/>
          <w:szCs w:val="24"/>
        </w:rPr>
        <w:softHyphen/>
      </w:r>
      <w:r w:rsidR="002D3E2F" w:rsidRPr="00BD276B">
        <w:rPr>
          <w:sz w:val="24"/>
          <w:szCs w:val="24"/>
        </w:rPr>
        <w:t>tamist takistavate asjaolude ilmnemisel</w:t>
      </w:r>
      <w:r w:rsidR="0006519F" w:rsidRPr="00BD276B">
        <w:rPr>
          <w:sz w:val="24"/>
          <w:szCs w:val="24"/>
        </w:rPr>
        <w:t xml:space="preserve"> viivitamatult</w:t>
      </w:r>
      <w:r w:rsidR="002D3E2F" w:rsidRPr="00BD276B">
        <w:rPr>
          <w:sz w:val="24"/>
          <w:szCs w:val="24"/>
        </w:rPr>
        <w:t xml:space="preserve">, kuid mitte hiljem kui </w:t>
      </w:r>
      <w:r w:rsidR="00D41A20" w:rsidRPr="00BD276B">
        <w:rPr>
          <w:sz w:val="24"/>
          <w:szCs w:val="24"/>
        </w:rPr>
        <w:t>2 (kahe)</w:t>
      </w:r>
      <w:r w:rsidR="002D3E2F" w:rsidRPr="00BD276B">
        <w:rPr>
          <w:sz w:val="24"/>
          <w:szCs w:val="24"/>
        </w:rPr>
        <w:t xml:space="preserve"> töö</w:t>
      </w:r>
      <w:r w:rsidR="00F752EE" w:rsidRPr="00BD276B">
        <w:rPr>
          <w:sz w:val="24"/>
          <w:szCs w:val="24"/>
        </w:rPr>
        <w:softHyphen/>
      </w:r>
      <w:r w:rsidR="002D3E2F" w:rsidRPr="00BD276B">
        <w:rPr>
          <w:sz w:val="24"/>
          <w:szCs w:val="24"/>
        </w:rPr>
        <w:t>päe</w:t>
      </w:r>
      <w:r w:rsidR="00A4240F">
        <w:rPr>
          <w:sz w:val="24"/>
          <w:szCs w:val="24"/>
        </w:rPr>
        <w:softHyphen/>
      </w:r>
      <w:r w:rsidR="00704E2E">
        <w:rPr>
          <w:sz w:val="24"/>
          <w:szCs w:val="24"/>
        </w:rPr>
        <w:softHyphen/>
      </w:r>
      <w:r w:rsidR="002D3E2F" w:rsidRPr="00BD276B">
        <w:rPr>
          <w:sz w:val="24"/>
          <w:szCs w:val="24"/>
        </w:rPr>
        <w:t>va jooksul alates vastavate asjaolude ilmnemisest</w:t>
      </w:r>
      <w:r w:rsidRPr="00BD276B">
        <w:rPr>
          <w:sz w:val="24"/>
          <w:szCs w:val="24"/>
        </w:rPr>
        <w:t>;</w:t>
      </w:r>
    </w:p>
    <w:p w14:paraId="68FBE851" w14:textId="154172A8" w:rsidR="002D3E2F" w:rsidRPr="00BD276B" w:rsidRDefault="006B6554" w:rsidP="00C731E1">
      <w:pPr>
        <w:pStyle w:val="Pealkiri3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i</w:t>
      </w:r>
      <w:r w:rsidR="002D3E2F" w:rsidRPr="00BD276B">
        <w:rPr>
          <w:sz w:val="24"/>
          <w:szCs w:val="24"/>
        </w:rPr>
        <w:t xml:space="preserve">nformeerima </w:t>
      </w:r>
      <w:r w:rsidR="005C4A89" w:rsidRPr="00BD276B">
        <w:rPr>
          <w:sz w:val="24"/>
          <w:szCs w:val="24"/>
        </w:rPr>
        <w:t xml:space="preserve">e-posti või kirja teel </w:t>
      </w:r>
      <w:r w:rsidR="0043132A" w:rsidRPr="00BD276B">
        <w:rPr>
          <w:sz w:val="24"/>
          <w:szCs w:val="24"/>
        </w:rPr>
        <w:t>t</w:t>
      </w:r>
      <w:r w:rsidR="002D3E2F" w:rsidRPr="00BD276B">
        <w:rPr>
          <w:sz w:val="24"/>
          <w:szCs w:val="24"/>
        </w:rPr>
        <w:t>ellijat talle edastatud lähteandmete v</w:t>
      </w:r>
      <w:r w:rsidR="005C4A89" w:rsidRPr="00BD276B">
        <w:rPr>
          <w:sz w:val="24"/>
          <w:szCs w:val="24"/>
        </w:rPr>
        <w:t>ms vigadest või puu</w:t>
      </w:r>
      <w:r w:rsidR="00A4240F">
        <w:rPr>
          <w:sz w:val="24"/>
          <w:szCs w:val="24"/>
        </w:rPr>
        <w:softHyphen/>
      </w:r>
      <w:r w:rsidR="00704E2E">
        <w:rPr>
          <w:sz w:val="24"/>
          <w:szCs w:val="24"/>
        </w:rPr>
        <w:softHyphen/>
      </w:r>
      <w:r w:rsidR="00F752EE" w:rsidRPr="00BD276B">
        <w:rPr>
          <w:sz w:val="24"/>
          <w:szCs w:val="24"/>
        </w:rPr>
        <w:softHyphen/>
      </w:r>
      <w:r w:rsidR="005C4A89" w:rsidRPr="00BD276B">
        <w:rPr>
          <w:sz w:val="24"/>
          <w:szCs w:val="24"/>
        </w:rPr>
        <w:t>dulikkusest</w:t>
      </w:r>
      <w:r w:rsidRPr="00BD276B">
        <w:rPr>
          <w:sz w:val="24"/>
          <w:szCs w:val="24"/>
        </w:rPr>
        <w:t xml:space="preserve">; </w:t>
      </w:r>
    </w:p>
    <w:p w14:paraId="230C669C" w14:textId="2D4F71F1" w:rsidR="00A65A33" w:rsidRPr="00BD276B" w:rsidRDefault="008961AC" w:rsidP="009A1D41">
      <w:pPr>
        <w:pStyle w:val="Pealkiri3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saatma</w:t>
      </w:r>
      <w:r w:rsidR="00A65A33" w:rsidRPr="00BD276B">
        <w:rPr>
          <w:sz w:val="24"/>
          <w:szCs w:val="24"/>
        </w:rPr>
        <w:t xml:space="preserve"> projekteerijale </w:t>
      </w:r>
      <w:r w:rsidRPr="00BD276B">
        <w:rPr>
          <w:sz w:val="24"/>
          <w:szCs w:val="24"/>
        </w:rPr>
        <w:t>ettepanekud ja märkused projekti vastavusse viimiseks ekspert</w:t>
      </w:r>
      <w:r w:rsidR="00A71CA9" w:rsidRPr="00BD276B">
        <w:rPr>
          <w:sz w:val="24"/>
          <w:szCs w:val="24"/>
        </w:rPr>
        <w:softHyphen/>
      </w:r>
      <w:r w:rsidRPr="00BD276B">
        <w:rPr>
          <w:sz w:val="24"/>
          <w:szCs w:val="24"/>
        </w:rPr>
        <w:t>arva</w:t>
      </w:r>
      <w:r w:rsidR="00704E2E">
        <w:rPr>
          <w:sz w:val="24"/>
          <w:szCs w:val="24"/>
        </w:rPr>
        <w:softHyphen/>
      </w:r>
      <w:r w:rsidRPr="00BD276B">
        <w:rPr>
          <w:sz w:val="24"/>
          <w:szCs w:val="24"/>
        </w:rPr>
        <w:t>mu</w:t>
      </w:r>
      <w:r w:rsidR="00704E2E">
        <w:rPr>
          <w:sz w:val="24"/>
          <w:szCs w:val="24"/>
        </w:rPr>
        <w:softHyphen/>
      </w:r>
      <w:r w:rsidRPr="00BD276B">
        <w:rPr>
          <w:sz w:val="24"/>
          <w:szCs w:val="24"/>
        </w:rPr>
        <w:t>sest lähtuvate vigade ja muudatuste tegemiseks;</w:t>
      </w:r>
    </w:p>
    <w:p w14:paraId="2DC939D4" w14:textId="7520AEE9" w:rsidR="00D02662" w:rsidRPr="00BD276B" w:rsidRDefault="00E900F4" w:rsidP="009A1D41">
      <w:pPr>
        <w:pStyle w:val="Pealkiri3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saatma</w:t>
      </w:r>
      <w:r w:rsidR="005C4A89" w:rsidRPr="00BD276B">
        <w:rPr>
          <w:sz w:val="24"/>
          <w:szCs w:val="24"/>
        </w:rPr>
        <w:t xml:space="preserve"> </w:t>
      </w:r>
      <w:r w:rsidR="0043132A" w:rsidRPr="00BD276B">
        <w:rPr>
          <w:sz w:val="24"/>
          <w:szCs w:val="24"/>
        </w:rPr>
        <w:t>t</w:t>
      </w:r>
      <w:r w:rsidR="001E39E9" w:rsidRPr="00BD276B">
        <w:rPr>
          <w:sz w:val="24"/>
          <w:szCs w:val="24"/>
        </w:rPr>
        <w:t xml:space="preserve">ellijale </w:t>
      </w:r>
      <w:r w:rsidR="0043132A" w:rsidRPr="00BD276B">
        <w:rPr>
          <w:sz w:val="24"/>
          <w:szCs w:val="24"/>
        </w:rPr>
        <w:t>l</w:t>
      </w:r>
      <w:r w:rsidR="00A47E39" w:rsidRPr="00BD276B">
        <w:rPr>
          <w:sz w:val="24"/>
          <w:szCs w:val="24"/>
        </w:rPr>
        <w:t>epingu</w:t>
      </w:r>
      <w:r w:rsidR="0006519F" w:rsidRPr="00BD276B">
        <w:rPr>
          <w:sz w:val="24"/>
          <w:szCs w:val="24"/>
        </w:rPr>
        <w:t xml:space="preserve"> </w:t>
      </w:r>
      <w:r w:rsidR="00642E3A" w:rsidRPr="00BD276B">
        <w:rPr>
          <w:sz w:val="24"/>
          <w:szCs w:val="24"/>
        </w:rPr>
        <w:t>nõuetele</w:t>
      </w:r>
      <w:r w:rsidR="00E001D1" w:rsidRPr="00BD276B">
        <w:rPr>
          <w:sz w:val="24"/>
          <w:szCs w:val="24"/>
        </w:rPr>
        <w:t xml:space="preserve"> vastava</w:t>
      </w:r>
      <w:r w:rsidR="00A47E39" w:rsidRPr="00BD276B">
        <w:rPr>
          <w:sz w:val="24"/>
          <w:szCs w:val="24"/>
        </w:rPr>
        <w:t xml:space="preserve"> </w:t>
      </w:r>
      <w:r w:rsidR="00E001D1" w:rsidRPr="00BD276B">
        <w:rPr>
          <w:sz w:val="24"/>
          <w:szCs w:val="24"/>
        </w:rPr>
        <w:t xml:space="preserve">ekspertiisiakti </w:t>
      </w:r>
      <w:r w:rsidRPr="00BD276B">
        <w:rPr>
          <w:sz w:val="24"/>
          <w:szCs w:val="24"/>
        </w:rPr>
        <w:t xml:space="preserve">digitaalallkirjastatult </w:t>
      </w:r>
      <w:r w:rsidR="00D41A20" w:rsidRPr="00BD276B">
        <w:rPr>
          <w:sz w:val="24"/>
          <w:szCs w:val="24"/>
        </w:rPr>
        <w:t>punktis 7</w:t>
      </w:r>
      <w:r w:rsidR="00870B3B" w:rsidRPr="00BD276B">
        <w:rPr>
          <w:sz w:val="24"/>
          <w:szCs w:val="24"/>
        </w:rPr>
        <w:t xml:space="preserve"> too</w:t>
      </w:r>
      <w:r w:rsidR="00A71CA9" w:rsidRPr="00BD276B">
        <w:rPr>
          <w:sz w:val="24"/>
          <w:szCs w:val="24"/>
        </w:rPr>
        <w:softHyphen/>
      </w:r>
      <w:r w:rsidR="00870B3B" w:rsidRPr="00BD276B">
        <w:rPr>
          <w:sz w:val="24"/>
          <w:szCs w:val="24"/>
        </w:rPr>
        <w:t xml:space="preserve">dud </w:t>
      </w:r>
      <w:r w:rsidRPr="00BD276B">
        <w:rPr>
          <w:sz w:val="24"/>
          <w:szCs w:val="24"/>
        </w:rPr>
        <w:t>e-posti aadressile</w:t>
      </w:r>
      <w:r w:rsidR="00870B3B" w:rsidRPr="00BD276B">
        <w:rPr>
          <w:sz w:val="24"/>
          <w:szCs w:val="24"/>
        </w:rPr>
        <w:t>.</w:t>
      </w:r>
    </w:p>
    <w:p w14:paraId="1E3B2029" w14:textId="77777777" w:rsidR="00D76F72" w:rsidRPr="00BD276B" w:rsidRDefault="00955493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Eksperdil on õigus:</w:t>
      </w:r>
      <w:r w:rsidR="00D76F72" w:rsidRPr="00BD276B">
        <w:rPr>
          <w:sz w:val="24"/>
          <w:szCs w:val="24"/>
        </w:rPr>
        <w:t xml:space="preserve"> </w:t>
      </w:r>
    </w:p>
    <w:p w14:paraId="5D4D966A" w14:textId="65607050" w:rsidR="00D76F72" w:rsidRPr="00BD276B" w:rsidRDefault="0043132A" w:rsidP="009A1D41">
      <w:pPr>
        <w:pStyle w:val="Pealkiri3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saada tellijalt </w:t>
      </w:r>
      <w:r w:rsidR="00A65A33" w:rsidRPr="00BD276B">
        <w:rPr>
          <w:sz w:val="24"/>
          <w:szCs w:val="24"/>
        </w:rPr>
        <w:t xml:space="preserve">ja projekteerijalt </w:t>
      </w:r>
      <w:r w:rsidRPr="00BD276B">
        <w:rPr>
          <w:sz w:val="24"/>
          <w:szCs w:val="24"/>
        </w:rPr>
        <w:t>l</w:t>
      </w:r>
      <w:r w:rsidR="00D76F72" w:rsidRPr="00BD276B">
        <w:rPr>
          <w:sz w:val="24"/>
          <w:szCs w:val="24"/>
        </w:rPr>
        <w:t>epingu täitmiseks vajalikku informatsiooni ja doku</w:t>
      </w:r>
      <w:r w:rsidR="00A71CA9" w:rsidRPr="00BD276B">
        <w:rPr>
          <w:sz w:val="24"/>
          <w:szCs w:val="24"/>
        </w:rPr>
        <w:softHyphen/>
      </w:r>
      <w:r w:rsidR="00D76F72" w:rsidRPr="00BD276B">
        <w:rPr>
          <w:sz w:val="24"/>
          <w:szCs w:val="24"/>
        </w:rPr>
        <w:t>mente;</w:t>
      </w:r>
    </w:p>
    <w:p w14:paraId="04905254" w14:textId="4CA28454" w:rsidR="00A65A33" w:rsidRPr="00BD276B" w:rsidRDefault="00A65A33" w:rsidP="009A1D41">
      <w:pPr>
        <w:pStyle w:val="Pealkiri3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nõuda projekteerijalt projekti vastavusse viimist </w:t>
      </w:r>
      <w:r w:rsidR="00946AFD" w:rsidRPr="00BD276B">
        <w:rPr>
          <w:sz w:val="24"/>
          <w:szCs w:val="24"/>
        </w:rPr>
        <w:t>tulenevalt</w:t>
      </w:r>
      <w:r w:rsidRPr="00BD276B">
        <w:rPr>
          <w:sz w:val="24"/>
          <w:szCs w:val="24"/>
        </w:rPr>
        <w:t xml:space="preserve"> punktides 2.1.1 ja 2.1.2 </w:t>
      </w:r>
      <w:r w:rsidR="003A2ADB" w:rsidRPr="00BD276B">
        <w:rPr>
          <w:sz w:val="24"/>
          <w:szCs w:val="24"/>
        </w:rPr>
        <w:t>too</w:t>
      </w:r>
      <w:r w:rsidR="00A71CA9" w:rsidRPr="00BD276B">
        <w:rPr>
          <w:sz w:val="24"/>
          <w:szCs w:val="24"/>
        </w:rPr>
        <w:softHyphen/>
      </w:r>
      <w:r w:rsidR="003A2ADB" w:rsidRPr="00BD276B">
        <w:rPr>
          <w:sz w:val="24"/>
          <w:szCs w:val="24"/>
        </w:rPr>
        <w:t>dud</w:t>
      </w:r>
      <w:r w:rsidRPr="00BD276B">
        <w:rPr>
          <w:sz w:val="24"/>
          <w:szCs w:val="24"/>
        </w:rPr>
        <w:t xml:space="preserve"> kohustustest;</w:t>
      </w:r>
    </w:p>
    <w:p w14:paraId="2FB3109F" w14:textId="4B9F26AB" w:rsidR="00E001D1" w:rsidRPr="00BD276B" w:rsidRDefault="006B6554" w:rsidP="00432DA3">
      <w:pPr>
        <w:pStyle w:val="Pealkiri31"/>
        <w:jc w:val="center"/>
        <w:rPr>
          <w:sz w:val="24"/>
          <w:szCs w:val="24"/>
        </w:rPr>
      </w:pPr>
      <w:r w:rsidRPr="00BD276B">
        <w:rPr>
          <w:sz w:val="24"/>
          <w:szCs w:val="24"/>
        </w:rPr>
        <w:t>s</w:t>
      </w:r>
      <w:r w:rsidR="00955493" w:rsidRPr="00BD276B">
        <w:rPr>
          <w:sz w:val="24"/>
          <w:szCs w:val="24"/>
        </w:rPr>
        <w:t xml:space="preserve">aada </w:t>
      </w:r>
      <w:r w:rsidR="0043132A" w:rsidRPr="00BD276B">
        <w:rPr>
          <w:sz w:val="24"/>
          <w:szCs w:val="24"/>
        </w:rPr>
        <w:t xml:space="preserve">ekspertiisi tegemise eest tasu </w:t>
      </w:r>
      <w:r w:rsidR="00432DA3">
        <w:rPr>
          <w:sz w:val="24"/>
          <w:szCs w:val="24"/>
        </w:rPr>
        <w:t>l</w:t>
      </w:r>
      <w:r w:rsidR="00955493" w:rsidRPr="00BD276B">
        <w:rPr>
          <w:sz w:val="24"/>
          <w:szCs w:val="24"/>
        </w:rPr>
        <w:t>epingus säte</w:t>
      </w:r>
      <w:r w:rsidR="00D76F72" w:rsidRPr="00BD276B">
        <w:rPr>
          <w:sz w:val="24"/>
          <w:szCs w:val="24"/>
        </w:rPr>
        <w:t>statud tingimustel ja korras.</w:t>
      </w:r>
    </w:p>
    <w:p w14:paraId="03916EC5" w14:textId="77777777" w:rsidR="00FA352F" w:rsidRPr="00BD276B" w:rsidRDefault="00FA352F" w:rsidP="009A1D41">
      <w:pPr>
        <w:jc w:val="both"/>
        <w:rPr>
          <w:sz w:val="24"/>
          <w:szCs w:val="24"/>
        </w:rPr>
      </w:pPr>
    </w:p>
    <w:p w14:paraId="7D532838" w14:textId="77777777" w:rsidR="00526BBC" w:rsidRPr="00BD276B" w:rsidRDefault="00955493" w:rsidP="009A1D41">
      <w:pPr>
        <w:pStyle w:val="Pealkiri11"/>
        <w:jc w:val="both"/>
        <w:rPr>
          <w:b/>
          <w:sz w:val="24"/>
          <w:szCs w:val="24"/>
        </w:rPr>
      </w:pPr>
      <w:r w:rsidRPr="00BD276B">
        <w:rPr>
          <w:b/>
          <w:sz w:val="24"/>
          <w:szCs w:val="24"/>
        </w:rPr>
        <w:t>Tellija õigused ja kohustused</w:t>
      </w:r>
    </w:p>
    <w:p w14:paraId="7A3AF66F" w14:textId="0E88FB9E" w:rsidR="00955493" w:rsidRPr="00BD276B" w:rsidRDefault="00955493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Tellija on kohustatud tasuma </w:t>
      </w:r>
      <w:r w:rsidR="006B6554" w:rsidRPr="00BD276B">
        <w:rPr>
          <w:sz w:val="24"/>
          <w:szCs w:val="24"/>
        </w:rPr>
        <w:t>nõuetekohaselt läbiviidud ekspertiisi ja vormistatud eksper</w:t>
      </w:r>
      <w:r w:rsidR="00785D9C">
        <w:rPr>
          <w:sz w:val="24"/>
          <w:szCs w:val="24"/>
        </w:rPr>
        <w:softHyphen/>
      </w:r>
      <w:r w:rsidR="006B6554" w:rsidRPr="00BD276B">
        <w:rPr>
          <w:sz w:val="24"/>
          <w:szCs w:val="24"/>
        </w:rPr>
        <w:t>tii</w:t>
      </w:r>
      <w:r w:rsidR="00785D9C">
        <w:rPr>
          <w:sz w:val="24"/>
          <w:szCs w:val="24"/>
        </w:rPr>
        <w:softHyphen/>
      </w:r>
      <w:r w:rsidR="006B6554" w:rsidRPr="00BD276B">
        <w:rPr>
          <w:sz w:val="24"/>
          <w:szCs w:val="24"/>
        </w:rPr>
        <w:t>si</w:t>
      </w:r>
      <w:r w:rsidR="00785D9C">
        <w:rPr>
          <w:sz w:val="24"/>
          <w:szCs w:val="24"/>
        </w:rPr>
        <w:softHyphen/>
      </w:r>
      <w:r w:rsidR="006B6554" w:rsidRPr="00BD276B">
        <w:rPr>
          <w:sz w:val="24"/>
          <w:szCs w:val="24"/>
        </w:rPr>
        <w:t xml:space="preserve">akti </w:t>
      </w:r>
      <w:r w:rsidR="001E39E9" w:rsidRPr="00BD276B">
        <w:rPr>
          <w:sz w:val="24"/>
          <w:szCs w:val="24"/>
        </w:rPr>
        <w:t>eest.</w:t>
      </w:r>
    </w:p>
    <w:p w14:paraId="430CF789" w14:textId="77777777" w:rsidR="00D02662" w:rsidRPr="00BD276B" w:rsidRDefault="0043132A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Tellija on kohustatud e</w:t>
      </w:r>
      <w:r w:rsidR="00526BBC" w:rsidRPr="00BD276B">
        <w:rPr>
          <w:sz w:val="24"/>
          <w:szCs w:val="24"/>
        </w:rPr>
        <w:t>ksperdile üle andma:</w:t>
      </w:r>
    </w:p>
    <w:p w14:paraId="63811C4F" w14:textId="25D9DDD9" w:rsidR="00526BBC" w:rsidRPr="00BD276B" w:rsidRDefault="00F22487" w:rsidP="00A71CA9">
      <w:pPr>
        <w:pStyle w:val="Pealkiri31"/>
        <w:ind w:left="709" w:hanging="709"/>
        <w:jc w:val="both"/>
        <w:rPr>
          <w:sz w:val="24"/>
          <w:szCs w:val="24"/>
        </w:rPr>
      </w:pPr>
      <w:r w:rsidRPr="00A963B5">
        <w:rPr>
          <w:b/>
          <w:sz w:val="24"/>
          <w:szCs w:val="24"/>
        </w:rPr>
        <w:t xml:space="preserve">Kangruselja III </w:t>
      </w:r>
      <w:r w:rsidRPr="00A963B5">
        <w:rPr>
          <w:sz w:val="24"/>
          <w:szCs w:val="24"/>
        </w:rPr>
        <w:t xml:space="preserve">maaparandusehitiste rekonstrueerimise ja </w:t>
      </w:r>
      <w:r w:rsidRPr="00A963B5">
        <w:rPr>
          <w:b/>
          <w:sz w:val="24"/>
          <w:szCs w:val="24"/>
        </w:rPr>
        <w:t xml:space="preserve">Kuusiku tee </w:t>
      </w:r>
      <w:r w:rsidRPr="00A963B5">
        <w:rPr>
          <w:sz w:val="24"/>
          <w:szCs w:val="24"/>
        </w:rPr>
        <w:t>rekonstrueerimise projekti</w:t>
      </w:r>
      <w:r w:rsidRPr="00A963B5">
        <w:rPr>
          <w:b/>
          <w:sz w:val="24"/>
          <w:szCs w:val="24"/>
        </w:rPr>
        <w:t xml:space="preserve"> </w:t>
      </w:r>
      <w:r w:rsidRPr="00BD276B">
        <w:rPr>
          <w:sz w:val="24"/>
          <w:szCs w:val="24"/>
        </w:rPr>
        <w:t xml:space="preserve">(töö nr </w:t>
      </w:r>
      <w:r w:rsidRPr="003A17E5">
        <w:rPr>
          <w:sz w:val="24"/>
          <w:szCs w:val="24"/>
        </w:rPr>
        <w:t>20</w:t>
      </w:r>
      <w:r>
        <w:rPr>
          <w:sz w:val="24"/>
          <w:szCs w:val="24"/>
        </w:rPr>
        <w:t>08201;</w:t>
      </w:r>
      <w:r w:rsidRPr="00BD276B">
        <w:rPr>
          <w:sz w:val="24"/>
          <w:szCs w:val="24"/>
        </w:rPr>
        <w:t xml:space="preserve"> projekti koostaja </w:t>
      </w:r>
      <w:sdt>
        <w:sdtPr>
          <w:rPr>
            <w:sz w:val="24"/>
            <w:szCs w:val="24"/>
          </w:rPr>
          <w:id w:val="-1181807145"/>
          <w:placeholder>
            <w:docPart w:val="D98C476A15DD4C56875DD06815FF5E95"/>
          </w:placeholder>
          <w:dropDownList>
            <w:listItem w:value="Valige üksus."/>
            <w:listItem w:displayText="OÜ Laanekraav" w:value="OÜ Laanekraav"/>
            <w:listItem w:displayText="OÜ Hetver" w:value="OÜ Hetver"/>
            <w:listItem w:displayText="AS Kobras" w:value="AS Kobras"/>
            <w:listItem w:displayText="OÜ Vesine" w:value="OÜ Vesine"/>
            <w:listItem w:displayText="AS Projekteerimisbüroo Maa ja Vesi" w:value="AS Projekteerimisbüroo Maa ja Vesi"/>
            <w:listItem w:displayText="OÜ ViaVelo Inseneribüroo" w:value="OÜ ViaVelo Inseneribüroo"/>
            <w:listItem w:displayText="OÜ Maatervendus" w:value="OÜ Maatervendus"/>
          </w:dropDownList>
        </w:sdtPr>
        <w:sdtEndPr/>
        <w:sdtContent>
          <w:r>
            <w:rPr>
              <w:sz w:val="24"/>
              <w:szCs w:val="24"/>
            </w:rPr>
            <w:t>OÜ Maatervendus</w:t>
          </w:r>
        </w:sdtContent>
      </w:sdt>
      <w:r w:rsidRPr="00BD276B">
        <w:rPr>
          <w:sz w:val="24"/>
          <w:szCs w:val="24"/>
        </w:rPr>
        <w:t>)</w:t>
      </w:r>
      <w:r w:rsidR="00E2274E" w:rsidRPr="00BD276B">
        <w:rPr>
          <w:sz w:val="24"/>
          <w:szCs w:val="24"/>
        </w:rPr>
        <w:t>.</w:t>
      </w:r>
    </w:p>
    <w:p w14:paraId="6B27DEDC" w14:textId="77777777" w:rsidR="00844D71" w:rsidRPr="00BD276B" w:rsidRDefault="00844D71" w:rsidP="009A1D41">
      <w:pPr>
        <w:jc w:val="both"/>
        <w:rPr>
          <w:sz w:val="24"/>
          <w:szCs w:val="24"/>
        </w:rPr>
      </w:pPr>
    </w:p>
    <w:p w14:paraId="739D87CB" w14:textId="77777777" w:rsidR="001E39E9" w:rsidRPr="00BD276B" w:rsidRDefault="001E39E9" w:rsidP="009A1D41">
      <w:pPr>
        <w:pStyle w:val="Pealkiri11"/>
        <w:jc w:val="both"/>
        <w:rPr>
          <w:b/>
          <w:sz w:val="24"/>
          <w:szCs w:val="24"/>
        </w:rPr>
      </w:pPr>
      <w:r w:rsidRPr="00BD276B">
        <w:rPr>
          <w:b/>
          <w:sz w:val="24"/>
          <w:szCs w:val="24"/>
        </w:rPr>
        <w:t>Töö üleandmine-vastuvõtmine</w:t>
      </w:r>
    </w:p>
    <w:p w14:paraId="7D6F69E8" w14:textId="02DB9CB4" w:rsidR="001E39E9" w:rsidRPr="00BD276B" w:rsidRDefault="006B6554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Ekspert</w:t>
      </w:r>
      <w:r w:rsidR="001E39E9" w:rsidRPr="00BD276B">
        <w:rPr>
          <w:sz w:val="24"/>
          <w:szCs w:val="24"/>
        </w:rPr>
        <w:t xml:space="preserve"> </w:t>
      </w:r>
      <w:r w:rsidR="0006519F" w:rsidRPr="00BD276B">
        <w:rPr>
          <w:sz w:val="24"/>
          <w:szCs w:val="24"/>
        </w:rPr>
        <w:t>on kohustatud</w:t>
      </w:r>
      <w:r w:rsidR="0043132A" w:rsidRPr="00BD276B">
        <w:rPr>
          <w:sz w:val="24"/>
          <w:szCs w:val="24"/>
        </w:rPr>
        <w:t xml:space="preserve"> </w:t>
      </w:r>
      <w:r w:rsidR="00EE00F0" w:rsidRPr="00BD276B">
        <w:rPr>
          <w:sz w:val="24"/>
          <w:szCs w:val="24"/>
        </w:rPr>
        <w:t>te</w:t>
      </w:r>
      <w:r w:rsidR="001E39E9" w:rsidRPr="00BD276B">
        <w:rPr>
          <w:sz w:val="24"/>
          <w:szCs w:val="24"/>
        </w:rPr>
        <w:t xml:space="preserve">llijale </w:t>
      </w:r>
      <w:r w:rsidRPr="00BD276B">
        <w:rPr>
          <w:sz w:val="24"/>
          <w:szCs w:val="24"/>
        </w:rPr>
        <w:t>nõuetekohas</w:t>
      </w:r>
      <w:r w:rsidR="0006519F" w:rsidRPr="00BD276B">
        <w:rPr>
          <w:sz w:val="24"/>
          <w:szCs w:val="24"/>
        </w:rPr>
        <w:t>elt vormistatud ekspertiisiakti</w:t>
      </w:r>
      <w:r w:rsidR="00E900F4" w:rsidRPr="00BD276B">
        <w:rPr>
          <w:sz w:val="24"/>
          <w:szCs w:val="24"/>
        </w:rPr>
        <w:t xml:space="preserve"> </w:t>
      </w:r>
      <w:r w:rsidR="00F66278" w:rsidRPr="00BD276B">
        <w:rPr>
          <w:sz w:val="24"/>
          <w:szCs w:val="24"/>
        </w:rPr>
        <w:t>s</w:t>
      </w:r>
      <w:r w:rsidR="00E900F4" w:rsidRPr="00BD276B">
        <w:rPr>
          <w:sz w:val="24"/>
          <w:szCs w:val="24"/>
        </w:rPr>
        <w:t xml:space="preserve">aatma </w:t>
      </w:r>
      <w:r w:rsidR="001E39E9" w:rsidRPr="00BD276B">
        <w:rPr>
          <w:sz w:val="24"/>
          <w:szCs w:val="24"/>
        </w:rPr>
        <w:t xml:space="preserve">hiljemalt </w:t>
      </w:r>
      <w:r w:rsidR="00D50ADF">
        <w:rPr>
          <w:b/>
          <w:sz w:val="24"/>
          <w:szCs w:val="24"/>
        </w:rPr>
        <w:t>15</w:t>
      </w:r>
      <w:r w:rsidR="007B576B" w:rsidRPr="00BD276B">
        <w:rPr>
          <w:b/>
          <w:sz w:val="24"/>
          <w:szCs w:val="24"/>
        </w:rPr>
        <w:t xml:space="preserve">. </w:t>
      </w:r>
      <w:r w:rsidR="00321D46">
        <w:rPr>
          <w:b/>
          <w:sz w:val="24"/>
          <w:szCs w:val="24"/>
        </w:rPr>
        <w:t>november</w:t>
      </w:r>
      <w:r w:rsidR="007B576B" w:rsidRPr="00BD276B">
        <w:rPr>
          <w:b/>
          <w:sz w:val="24"/>
          <w:szCs w:val="24"/>
        </w:rPr>
        <w:t xml:space="preserve"> 2020. a.</w:t>
      </w:r>
    </w:p>
    <w:p w14:paraId="363EF087" w14:textId="00E66BEF" w:rsidR="001E39E9" w:rsidRPr="00BD276B" w:rsidRDefault="001E39E9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Tellija esitab </w:t>
      </w:r>
      <w:r w:rsidR="0043132A" w:rsidRPr="00BD276B">
        <w:rPr>
          <w:sz w:val="24"/>
          <w:szCs w:val="24"/>
        </w:rPr>
        <w:t>e</w:t>
      </w:r>
      <w:r w:rsidR="0080178E" w:rsidRPr="00BD276B">
        <w:rPr>
          <w:sz w:val="24"/>
          <w:szCs w:val="24"/>
        </w:rPr>
        <w:t>ksperdile</w:t>
      </w:r>
      <w:r w:rsidR="0043132A" w:rsidRPr="00BD276B">
        <w:rPr>
          <w:sz w:val="24"/>
          <w:szCs w:val="24"/>
        </w:rPr>
        <w:t xml:space="preserve"> oma pretensioonid, edaspidi </w:t>
      </w:r>
      <w:r w:rsidR="0043132A" w:rsidRPr="00BD276B">
        <w:rPr>
          <w:b/>
          <w:sz w:val="24"/>
          <w:szCs w:val="24"/>
        </w:rPr>
        <w:t>v</w:t>
      </w:r>
      <w:r w:rsidRPr="00BD276B">
        <w:rPr>
          <w:b/>
          <w:sz w:val="24"/>
          <w:szCs w:val="24"/>
        </w:rPr>
        <w:t>astuväited</w:t>
      </w:r>
      <w:r w:rsidRPr="00BD276B">
        <w:rPr>
          <w:sz w:val="24"/>
          <w:szCs w:val="24"/>
        </w:rPr>
        <w:t xml:space="preserve">, seoses </w:t>
      </w:r>
      <w:r w:rsidR="0080178E" w:rsidRPr="00BD276B">
        <w:rPr>
          <w:sz w:val="24"/>
          <w:szCs w:val="24"/>
        </w:rPr>
        <w:t xml:space="preserve">ekspertiisi </w:t>
      </w:r>
      <w:r w:rsidR="0043132A" w:rsidRPr="00BD276B">
        <w:rPr>
          <w:sz w:val="24"/>
          <w:szCs w:val="24"/>
        </w:rPr>
        <w:t>mitte</w:t>
      </w:r>
      <w:r w:rsidR="00A239FD">
        <w:rPr>
          <w:sz w:val="24"/>
          <w:szCs w:val="24"/>
        </w:rPr>
        <w:softHyphen/>
      </w:r>
      <w:r w:rsidR="0043132A" w:rsidRPr="00BD276B">
        <w:rPr>
          <w:sz w:val="24"/>
          <w:szCs w:val="24"/>
        </w:rPr>
        <w:t>vas</w:t>
      </w:r>
      <w:r w:rsidR="00A239FD">
        <w:rPr>
          <w:sz w:val="24"/>
          <w:szCs w:val="24"/>
        </w:rPr>
        <w:softHyphen/>
      </w:r>
      <w:r w:rsidR="0043132A" w:rsidRPr="00BD276B">
        <w:rPr>
          <w:sz w:val="24"/>
          <w:szCs w:val="24"/>
        </w:rPr>
        <w:t>tavusega l</w:t>
      </w:r>
      <w:r w:rsidRPr="00BD276B">
        <w:rPr>
          <w:sz w:val="24"/>
          <w:szCs w:val="24"/>
        </w:rPr>
        <w:t xml:space="preserve">epingule 7 (seitsme) tööpäeva jooksul arvates </w:t>
      </w:r>
      <w:r w:rsidR="0080178E" w:rsidRPr="00BD276B">
        <w:rPr>
          <w:sz w:val="24"/>
          <w:szCs w:val="24"/>
        </w:rPr>
        <w:t>ekspertiisiakti</w:t>
      </w:r>
      <w:r w:rsidRPr="00BD276B">
        <w:rPr>
          <w:sz w:val="24"/>
          <w:szCs w:val="24"/>
        </w:rPr>
        <w:t xml:space="preserve"> </w:t>
      </w:r>
      <w:r w:rsidR="00E900F4" w:rsidRPr="00BD276B">
        <w:rPr>
          <w:sz w:val="24"/>
          <w:szCs w:val="24"/>
        </w:rPr>
        <w:t xml:space="preserve">saamisest. </w:t>
      </w:r>
    </w:p>
    <w:p w14:paraId="279E3FA4" w14:textId="77777777" w:rsidR="001E39E9" w:rsidRPr="00BD276B" w:rsidRDefault="0080178E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Ekspertiis </w:t>
      </w:r>
      <w:r w:rsidR="0043132A" w:rsidRPr="00BD276B">
        <w:rPr>
          <w:sz w:val="24"/>
          <w:szCs w:val="24"/>
        </w:rPr>
        <w:t>loetakse t</w:t>
      </w:r>
      <w:r w:rsidR="001E39E9" w:rsidRPr="00BD276B">
        <w:rPr>
          <w:sz w:val="24"/>
          <w:szCs w:val="24"/>
        </w:rPr>
        <w:t>e</w:t>
      </w:r>
      <w:r w:rsidR="0043132A" w:rsidRPr="00BD276B">
        <w:rPr>
          <w:sz w:val="24"/>
          <w:szCs w:val="24"/>
        </w:rPr>
        <w:t>llija poolt vastu võetuks, kui tellija ei ole esitanud v</w:t>
      </w:r>
      <w:r w:rsidR="001E39E9" w:rsidRPr="00BD276B">
        <w:rPr>
          <w:sz w:val="24"/>
          <w:szCs w:val="24"/>
        </w:rPr>
        <w:t xml:space="preserve">astuväiteid punktis </w:t>
      </w:r>
      <w:r w:rsidR="0006519F" w:rsidRPr="00BD276B">
        <w:rPr>
          <w:sz w:val="24"/>
          <w:szCs w:val="24"/>
        </w:rPr>
        <w:t>4</w:t>
      </w:r>
      <w:r w:rsidR="00AC37D2" w:rsidRPr="00BD276B">
        <w:rPr>
          <w:sz w:val="24"/>
          <w:szCs w:val="24"/>
        </w:rPr>
        <w:t>.2</w:t>
      </w:r>
      <w:r w:rsidR="001E39E9" w:rsidRPr="00BD276B">
        <w:rPr>
          <w:sz w:val="24"/>
          <w:szCs w:val="24"/>
        </w:rPr>
        <w:t xml:space="preserve"> nimetatud tähtaja jooksul.</w:t>
      </w:r>
    </w:p>
    <w:p w14:paraId="7CFC2CD3" w14:textId="0CB60E1B" w:rsidR="00F66278" w:rsidRPr="00BD276B" w:rsidRDefault="0043132A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Juhul, kui tellija esitab oma vastuväited, peab t</w:t>
      </w:r>
      <w:r w:rsidR="001E39E9" w:rsidRPr="00BD276B">
        <w:rPr>
          <w:sz w:val="24"/>
          <w:szCs w:val="24"/>
        </w:rPr>
        <w:t xml:space="preserve">öövõtja tegema </w:t>
      </w:r>
      <w:r w:rsidR="0006519F" w:rsidRPr="00BD276B">
        <w:rPr>
          <w:sz w:val="24"/>
          <w:szCs w:val="24"/>
        </w:rPr>
        <w:t>ekspertiisiaktis</w:t>
      </w:r>
      <w:r w:rsidRPr="00BD276B">
        <w:rPr>
          <w:sz w:val="24"/>
          <w:szCs w:val="24"/>
        </w:rPr>
        <w:t xml:space="preserve"> vastavad pa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>ran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>dused t</w:t>
      </w:r>
      <w:r w:rsidR="001E39E9" w:rsidRPr="00BD276B">
        <w:rPr>
          <w:sz w:val="24"/>
          <w:szCs w:val="24"/>
        </w:rPr>
        <w:t xml:space="preserve">ellija määratud tähtaja jooksul. Sellisel juhul loetakse </w:t>
      </w:r>
      <w:r w:rsidR="0006519F" w:rsidRPr="00BD276B">
        <w:rPr>
          <w:sz w:val="24"/>
          <w:szCs w:val="24"/>
        </w:rPr>
        <w:t>ekspertiisiakt</w:t>
      </w:r>
      <w:r w:rsidR="001E39E9" w:rsidRPr="00BD276B">
        <w:rPr>
          <w:sz w:val="24"/>
          <w:szCs w:val="24"/>
        </w:rPr>
        <w:t xml:space="preserve"> vastu võetuks, kui </w:t>
      </w:r>
      <w:r w:rsidRPr="00BD276B">
        <w:rPr>
          <w:sz w:val="24"/>
          <w:szCs w:val="24"/>
        </w:rPr>
        <w:t>e</w:t>
      </w:r>
      <w:r w:rsidR="0006519F" w:rsidRPr="00BD276B">
        <w:rPr>
          <w:sz w:val="24"/>
          <w:szCs w:val="24"/>
        </w:rPr>
        <w:t>kspert</w:t>
      </w:r>
      <w:r w:rsidRPr="00BD276B">
        <w:rPr>
          <w:sz w:val="24"/>
          <w:szCs w:val="24"/>
        </w:rPr>
        <w:t xml:space="preserve"> on teinud parandused ja tellijal ei ole enam va</w:t>
      </w:r>
      <w:r w:rsidR="001E39E9" w:rsidRPr="00BD276B">
        <w:rPr>
          <w:sz w:val="24"/>
          <w:szCs w:val="24"/>
        </w:rPr>
        <w:t xml:space="preserve">stuväiteid. </w:t>
      </w:r>
    </w:p>
    <w:p w14:paraId="715087F8" w14:textId="77777777" w:rsidR="00E900F4" w:rsidRPr="00BD276B" w:rsidRDefault="00E900F4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Ekspertiisiakti </w:t>
      </w:r>
      <w:r w:rsidR="00F66278" w:rsidRPr="00BD276B">
        <w:rPr>
          <w:sz w:val="24"/>
          <w:szCs w:val="24"/>
        </w:rPr>
        <w:t>vast</w:t>
      </w:r>
      <w:r w:rsidR="00C11940" w:rsidRPr="00BD276B">
        <w:rPr>
          <w:sz w:val="24"/>
          <w:szCs w:val="24"/>
        </w:rPr>
        <w:t>u</w:t>
      </w:r>
      <w:r w:rsidR="00F66278" w:rsidRPr="00BD276B">
        <w:rPr>
          <w:sz w:val="24"/>
          <w:szCs w:val="24"/>
        </w:rPr>
        <w:t xml:space="preserve">võtmisel </w:t>
      </w:r>
      <w:r w:rsidR="0043132A" w:rsidRPr="00BD276B">
        <w:rPr>
          <w:sz w:val="24"/>
          <w:szCs w:val="24"/>
        </w:rPr>
        <w:t>vormistavad p</w:t>
      </w:r>
      <w:r w:rsidRPr="00BD276B">
        <w:rPr>
          <w:sz w:val="24"/>
          <w:szCs w:val="24"/>
        </w:rPr>
        <w:t>ooled üleandmise-vastuvõtmise akti, mil</w:t>
      </w:r>
      <w:r w:rsidR="00F66278" w:rsidRPr="00BD276B">
        <w:rPr>
          <w:sz w:val="24"/>
          <w:szCs w:val="24"/>
        </w:rPr>
        <w:t>lele kirju</w:t>
      </w:r>
      <w:r w:rsidRPr="00BD276B">
        <w:rPr>
          <w:sz w:val="24"/>
          <w:szCs w:val="24"/>
        </w:rPr>
        <w:t xml:space="preserve">tavad alla </w:t>
      </w:r>
      <w:r w:rsidR="0043132A" w:rsidRPr="00BD276B">
        <w:rPr>
          <w:sz w:val="24"/>
          <w:szCs w:val="24"/>
        </w:rPr>
        <w:t>p</w:t>
      </w:r>
      <w:r w:rsidRPr="00BD276B">
        <w:rPr>
          <w:sz w:val="24"/>
          <w:szCs w:val="24"/>
        </w:rPr>
        <w:t xml:space="preserve">oolte esindajad. </w:t>
      </w:r>
    </w:p>
    <w:p w14:paraId="397D35E5" w14:textId="77777777" w:rsidR="001E39E9" w:rsidRPr="00BD276B" w:rsidRDefault="001E39E9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Pärast </w:t>
      </w:r>
      <w:r w:rsidR="0006519F" w:rsidRPr="00BD276B">
        <w:rPr>
          <w:sz w:val="24"/>
          <w:szCs w:val="24"/>
        </w:rPr>
        <w:t>ekspertiisiakti</w:t>
      </w:r>
      <w:r w:rsidR="0043132A" w:rsidRPr="00BD276B">
        <w:rPr>
          <w:sz w:val="24"/>
          <w:szCs w:val="24"/>
        </w:rPr>
        <w:t xml:space="preserve"> vastuvõtmist t</w:t>
      </w:r>
      <w:r w:rsidRPr="00BD276B">
        <w:rPr>
          <w:sz w:val="24"/>
          <w:szCs w:val="24"/>
        </w:rPr>
        <w:t xml:space="preserve">ellija poolt on </w:t>
      </w:r>
      <w:r w:rsidR="0043132A" w:rsidRPr="00BD276B">
        <w:rPr>
          <w:sz w:val="24"/>
          <w:szCs w:val="24"/>
        </w:rPr>
        <w:t>e</w:t>
      </w:r>
      <w:r w:rsidR="0006519F" w:rsidRPr="00BD276B">
        <w:rPr>
          <w:sz w:val="24"/>
          <w:szCs w:val="24"/>
        </w:rPr>
        <w:t>ksperdil</w:t>
      </w:r>
      <w:r w:rsidR="0043132A" w:rsidRPr="00BD276B">
        <w:rPr>
          <w:sz w:val="24"/>
          <w:szCs w:val="24"/>
        </w:rPr>
        <w:t xml:space="preserve"> õigus l</w:t>
      </w:r>
      <w:r w:rsidRPr="00BD276B">
        <w:rPr>
          <w:sz w:val="24"/>
          <w:szCs w:val="24"/>
        </w:rPr>
        <w:t>epinguga kokkulepitud tasule.</w:t>
      </w:r>
    </w:p>
    <w:p w14:paraId="13897553" w14:textId="77777777" w:rsidR="00BA36D9" w:rsidRPr="00EC6AD5" w:rsidRDefault="00BA36D9" w:rsidP="009A1D41">
      <w:pPr>
        <w:jc w:val="both"/>
        <w:rPr>
          <w:sz w:val="24"/>
          <w:szCs w:val="24"/>
        </w:rPr>
      </w:pPr>
    </w:p>
    <w:p w14:paraId="1B66B08B" w14:textId="77777777" w:rsidR="00BA36D9" w:rsidRPr="00EC6AD5" w:rsidRDefault="00BA36D9" w:rsidP="009A1D41">
      <w:pPr>
        <w:pStyle w:val="Pealkiri11"/>
        <w:jc w:val="both"/>
        <w:rPr>
          <w:b/>
          <w:sz w:val="24"/>
          <w:szCs w:val="24"/>
        </w:rPr>
      </w:pPr>
      <w:r w:rsidRPr="00EC6AD5">
        <w:rPr>
          <w:b/>
          <w:sz w:val="24"/>
          <w:szCs w:val="24"/>
        </w:rPr>
        <w:t>Tasu</w:t>
      </w:r>
    </w:p>
    <w:p w14:paraId="4D8F9199" w14:textId="70BE9286" w:rsidR="00BA36D9" w:rsidRPr="00EC6AD5" w:rsidRDefault="00BA36D9" w:rsidP="009A1D41">
      <w:pPr>
        <w:pStyle w:val="Pealkiri21"/>
        <w:jc w:val="both"/>
        <w:rPr>
          <w:sz w:val="24"/>
          <w:szCs w:val="24"/>
        </w:rPr>
      </w:pPr>
      <w:r w:rsidRPr="00EC6AD5">
        <w:rPr>
          <w:sz w:val="24"/>
          <w:szCs w:val="24"/>
        </w:rPr>
        <w:t xml:space="preserve">Tellija maksab </w:t>
      </w:r>
      <w:r w:rsidR="00BC52AC" w:rsidRPr="00EC6AD5">
        <w:rPr>
          <w:sz w:val="24"/>
          <w:szCs w:val="24"/>
        </w:rPr>
        <w:t>e</w:t>
      </w:r>
      <w:r w:rsidR="00DA41FE" w:rsidRPr="00EC6AD5">
        <w:rPr>
          <w:sz w:val="24"/>
          <w:szCs w:val="24"/>
        </w:rPr>
        <w:t>ksperdile ekspertiisi</w:t>
      </w:r>
      <w:r w:rsidRPr="00EC6AD5">
        <w:rPr>
          <w:sz w:val="24"/>
          <w:szCs w:val="24"/>
        </w:rPr>
        <w:t xml:space="preserve"> teostamise eest tasu summas </w:t>
      </w:r>
      <w:r w:rsidR="00A64A44">
        <w:rPr>
          <w:b/>
          <w:sz w:val="24"/>
          <w:szCs w:val="24"/>
        </w:rPr>
        <w:t>1250</w:t>
      </w:r>
      <w:r w:rsidR="00EE00F0" w:rsidRPr="00EC6AD5">
        <w:rPr>
          <w:b/>
          <w:sz w:val="24"/>
          <w:szCs w:val="24"/>
        </w:rPr>
        <w:t xml:space="preserve"> (</w:t>
      </w:r>
      <w:r w:rsidR="00A64A44">
        <w:rPr>
          <w:b/>
          <w:sz w:val="24"/>
          <w:szCs w:val="24"/>
        </w:rPr>
        <w:t xml:space="preserve">üks </w:t>
      </w:r>
      <w:r w:rsidR="00FE6310">
        <w:rPr>
          <w:b/>
          <w:sz w:val="24"/>
          <w:szCs w:val="24"/>
        </w:rPr>
        <w:t>tuhat</w:t>
      </w:r>
      <w:r w:rsidR="00A64A44">
        <w:rPr>
          <w:b/>
          <w:sz w:val="24"/>
          <w:szCs w:val="24"/>
        </w:rPr>
        <w:t xml:space="preserve"> kakssada viiskümmend</w:t>
      </w:r>
      <w:r w:rsidR="00F82186" w:rsidRPr="00EC6AD5">
        <w:rPr>
          <w:rFonts w:eastAsia="Calibri"/>
          <w:b/>
          <w:sz w:val="24"/>
          <w:szCs w:val="24"/>
        </w:rPr>
        <w:t>) eur</w:t>
      </w:r>
      <w:r w:rsidR="00C95C0B" w:rsidRPr="00EC6AD5">
        <w:rPr>
          <w:b/>
          <w:sz w:val="24"/>
          <w:szCs w:val="24"/>
        </w:rPr>
        <w:t>ot</w:t>
      </w:r>
      <w:r w:rsidR="00C95C0B" w:rsidRPr="00EC6AD5">
        <w:rPr>
          <w:sz w:val="24"/>
          <w:szCs w:val="24"/>
        </w:rPr>
        <w:t>, millele lisandub käibemaks.</w:t>
      </w:r>
    </w:p>
    <w:p w14:paraId="17D170E7" w14:textId="77777777" w:rsidR="00AA6E24" w:rsidRPr="00EC6AD5" w:rsidRDefault="00AA6E24" w:rsidP="009A1D41">
      <w:pPr>
        <w:pStyle w:val="Pealkiri21"/>
        <w:jc w:val="both"/>
        <w:rPr>
          <w:sz w:val="24"/>
          <w:szCs w:val="24"/>
        </w:rPr>
      </w:pPr>
      <w:r w:rsidRPr="00EC6AD5">
        <w:rPr>
          <w:sz w:val="24"/>
          <w:szCs w:val="24"/>
        </w:rPr>
        <w:t xml:space="preserve">Tellija on kohustatud maksma </w:t>
      </w:r>
      <w:r w:rsidR="00477F81" w:rsidRPr="00EC6AD5">
        <w:rPr>
          <w:sz w:val="24"/>
          <w:szCs w:val="24"/>
        </w:rPr>
        <w:t>eksperdile ekspertiisi teostamise</w:t>
      </w:r>
      <w:r w:rsidRPr="00EC6AD5">
        <w:rPr>
          <w:sz w:val="24"/>
          <w:szCs w:val="24"/>
        </w:rPr>
        <w:t xml:space="preserve"> tasu </w:t>
      </w:r>
      <w:r w:rsidR="009F4963" w:rsidRPr="00EC6AD5">
        <w:rPr>
          <w:sz w:val="24"/>
          <w:szCs w:val="24"/>
        </w:rPr>
        <w:t xml:space="preserve">hiljemalt kuni </w:t>
      </w:r>
      <w:r w:rsidRPr="00EC6AD5">
        <w:rPr>
          <w:sz w:val="24"/>
          <w:szCs w:val="24"/>
        </w:rPr>
        <w:t>14 (neliteist) kalendrip</w:t>
      </w:r>
      <w:r w:rsidR="009F4963" w:rsidRPr="00EC6AD5">
        <w:rPr>
          <w:sz w:val="24"/>
          <w:szCs w:val="24"/>
        </w:rPr>
        <w:t>äeva jooksul arve kättesaamisest</w:t>
      </w:r>
      <w:r w:rsidRPr="00EC6AD5">
        <w:rPr>
          <w:sz w:val="24"/>
          <w:szCs w:val="24"/>
        </w:rPr>
        <w:t>.</w:t>
      </w:r>
    </w:p>
    <w:p w14:paraId="58E50AFC" w14:textId="1620F984" w:rsidR="00BA36D9" w:rsidRPr="00EC6AD5" w:rsidRDefault="00C0184D" w:rsidP="00434AD6">
      <w:pPr>
        <w:pStyle w:val="Pealkiri21"/>
        <w:jc w:val="both"/>
        <w:rPr>
          <w:sz w:val="24"/>
          <w:szCs w:val="24"/>
        </w:rPr>
      </w:pPr>
      <w:r w:rsidRPr="00EC6AD5">
        <w:rPr>
          <w:sz w:val="24"/>
          <w:szCs w:val="24"/>
        </w:rPr>
        <w:t>T</w:t>
      </w:r>
      <w:r w:rsidR="00BA36D9" w:rsidRPr="00EC6AD5">
        <w:rPr>
          <w:sz w:val="24"/>
          <w:szCs w:val="24"/>
        </w:rPr>
        <w:t xml:space="preserve">ellija tasub </w:t>
      </w:r>
      <w:r w:rsidR="00004AF2" w:rsidRPr="00EC6AD5">
        <w:rPr>
          <w:sz w:val="24"/>
          <w:szCs w:val="24"/>
        </w:rPr>
        <w:t>ekspertiisi</w:t>
      </w:r>
      <w:r w:rsidR="00BA36D9" w:rsidRPr="00EC6AD5">
        <w:rPr>
          <w:sz w:val="24"/>
          <w:szCs w:val="24"/>
        </w:rPr>
        <w:t xml:space="preserve"> eest </w:t>
      </w:r>
      <w:r w:rsidR="0043132A" w:rsidRPr="00EC6AD5">
        <w:rPr>
          <w:sz w:val="24"/>
          <w:szCs w:val="24"/>
        </w:rPr>
        <w:t>e</w:t>
      </w:r>
      <w:r w:rsidR="00DA41FE" w:rsidRPr="00EC6AD5">
        <w:rPr>
          <w:sz w:val="24"/>
          <w:szCs w:val="24"/>
        </w:rPr>
        <w:t>ksperdi poolt esitatud arve</w:t>
      </w:r>
      <w:r w:rsidR="00BA36D9" w:rsidRPr="00EC6AD5">
        <w:rPr>
          <w:sz w:val="24"/>
          <w:szCs w:val="24"/>
        </w:rPr>
        <w:t xml:space="preserve"> alusel. </w:t>
      </w:r>
      <w:r w:rsidR="00434AD6" w:rsidRPr="00EC6AD5">
        <w:rPr>
          <w:sz w:val="24"/>
          <w:szCs w:val="24"/>
        </w:rPr>
        <w:t>Ekspert esitab arve vaid elekt</w:t>
      </w:r>
      <w:r w:rsidR="00A239FD" w:rsidRPr="00EC6AD5">
        <w:rPr>
          <w:sz w:val="24"/>
          <w:szCs w:val="24"/>
        </w:rPr>
        <w:softHyphen/>
      </w:r>
      <w:r w:rsidR="00BD276B" w:rsidRPr="00EC6AD5">
        <w:rPr>
          <w:sz w:val="24"/>
          <w:szCs w:val="24"/>
        </w:rPr>
        <w:softHyphen/>
      </w:r>
      <w:r w:rsidR="00434AD6" w:rsidRPr="00EC6AD5">
        <w:rPr>
          <w:sz w:val="24"/>
          <w:szCs w:val="24"/>
        </w:rPr>
        <w:t xml:space="preserve">rooniliselt. Arve esitamiseks tuleb kasutada elektrooniliste arvete esitamiseks </w:t>
      </w:r>
      <w:r w:rsidR="00BD276B" w:rsidRPr="00EC6AD5">
        <w:rPr>
          <w:sz w:val="24"/>
          <w:szCs w:val="24"/>
        </w:rPr>
        <w:t>m</w:t>
      </w:r>
      <w:r w:rsidR="007733FD" w:rsidRPr="00EC6AD5">
        <w:rPr>
          <w:sz w:val="24"/>
          <w:szCs w:val="24"/>
        </w:rPr>
        <w:t>õ</w:t>
      </w:r>
      <w:r w:rsidR="00BD276B" w:rsidRPr="00EC6AD5">
        <w:rPr>
          <w:sz w:val="24"/>
          <w:szCs w:val="24"/>
        </w:rPr>
        <w:t>el</w:t>
      </w:r>
      <w:r w:rsidR="00BD276B" w:rsidRPr="00EC6AD5">
        <w:rPr>
          <w:sz w:val="24"/>
          <w:szCs w:val="24"/>
        </w:rPr>
        <w:softHyphen/>
      </w:r>
      <w:r w:rsidR="00434AD6" w:rsidRPr="00EC6AD5">
        <w:rPr>
          <w:sz w:val="24"/>
          <w:szCs w:val="24"/>
        </w:rPr>
        <w:t>dud raa</w:t>
      </w:r>
      <w:r w:rsidR="00A239FD" w:rsidRPr="00EC6AD5">
        <w:rPr>
          <w:sz w:val="24"/>
          <w:szCs w:val="24"/>
        </w:rPr>
        <w:softHyphen/>
      </w:r>
      <w:r w:rsidR="00434AD6" w:rsidRPr="00EC6AD5">
        <w:rPr>
          <w:sz w:val="24"/>
          <w:szCs w:val="24"/>
        </w:rPr>
        <w:t>matupidamistarkvara või raamatupidamistarkvara E-arveldaja, mis asub ette</w:t>
      </w:r>
      <w:r w:rsidR="00BD276B" w:rsidRPr="00EC6AD5">
        <w:rPr>
          <w:sz w:val="24"/>
          <w:szCs w:val="24"/>
        </w:rPr>
        <w:softHyphen/>
      </w:r>
      <w:r w:rsidR="00434AD6" w:rsidRPr="00EC6AD5">
        <w:rPr>
          <w:sz w:val="24"/>
          <w:szCs w:val="24"/>
        </w:rPr>
        <w:t>võt</w:t>
      </w:r>
      <w:r w:rsidR="00BD276B" w:rsidRPr="00EC6AD5">
        <w:rPr>
          <w:sz w:val="24"/>
          <w:szCs w:val="24"/>
        </w:rPr>
        <w:softHyphen/>
      </w:r>
      <w:r w:rsidR="00434AD6" w:rsidRPr="00EC6AD5">
        <w:rPr>
          <w:sz w:val="24"/>
          <w:szCs w:val="24"/>
        </w:rPr>
        <w:t xml:space="preserve">japortaalis </w:t>
      </w:r>
      <w:hyperlink r:id="rId10" w:history="1">
        <w:r w:rsidR="00434AD6" w:rsidRPr="00EC6AD5">
          <w:rPr>
            <w:rStyle w:val="Hperlink"/>
            <w:sz w:val="24"/>
            <w:szCs w:val="24"/>
          </w:rPr>
          <w:t>https://www.rik.ee/et/e-arveldaja</w:t>
        </w:r>
      </w:hyperlink>
      <w:r w:rsidR="00434AD6" w:rsidRPr="00EC6AD5">
        <w:rPr>
          <w:sz w:val="24"/>
          <w:szCs w:val="24"/>
        </w:rPr>
        <w:t>.</w:t>
      </w:r>
    </w:p>
    <w:p w14:paraId="65E340CF" w14:textId="77777777" w:rsidR="005C4A89" w:rsidRPr="00EC6AD5" w:rsidRDefault="00C0184D" w:rsidP="00434AD6">
      <w:pPr>
        <w:pStyle w:val="Pealkiri21"/>
        <w:jc w:val="both"/>
        <w:rPr>
          <w:sz w:val="24"/>
          <w:szCs w:val="24"/>
        </w:rPr>
      </w:pPr>
      <w:r w:rsidRPr="00EC6AD5">
        <w:rPr>
          <w:sz w:val="24"/>
          <w:szCs w:val="24"/>
        </w:rPr>
        <w:t>A</w:t>
      </w:r>
      <w:r w:rsidR="0043132A" w:rsidRPr="00EC6AD5">
        <w:rPr>
          <w:sz w:val="24"/>
          <w:szCs w:val="24"/>
        </w:rPr>
        <w:t>rve esitamise aluseks on p</w:t>
      </w:r>
      <w:r w:rsidR="00BA36D9" w:rsidRPr="00EC6AD5">
        <w:rPr>
          <w:sz w:val="24"/>
          <w:szCs w:val="24"/>
        </w:rPr>
        <w:t>oolte poolt allkirjastatud tööde vastuvõtmise akt.</w:t>
      </w:r>
    </w:p>
    <w:p w14:paraId="5A3A282E" w14:textId="77777777" w:rsidR="00BA36D9" w:rsidRPr="00BD276B" w:rsidRDefault="00BA36D9" w:rsidP="009A1D41">
      <w:pPr>
        <w:jc w:val="both"/>
        <w:rPr>
          <w:sz w:val="24"/>
          <w:szCs w:val="24"/>
        </w:rPr>
      </w:pPr>
    </w:p>
    <w:p w14:paraId="04244488" w14:textId="77777777" w:rsidR="00BA36D9" w:rsidRPr="00BD276B" w:rsidRDefault="00BA36D9" w:rsidP="009A1D41">
      <w:pPr>
        <w:pStyle w:val="Pealkiri11"/>
        <w:jc w:val="both"/>
        <w:rPr>
          <w:b/>
          <w:sz w:val="24"/>
          <w:szCs w:val="24"/>
        </w:rPr>
      </w:pPr>
      <w:r w:rsidRPr="00BD276B">
        <w:rPr>
          <w:b/>
          <w:sz w:val="24"/>
          <w:szCs w:val="24"/>
        </w:rPr>
        <w:t>Poolte vastutus</w:t>
      </w:r>
    </w:p>
    <w:p w14:paraId="7E65C462" w14:textId="77777777" w:rsidR="00BA36D9" w:rsidRPr="00BD276B" w:rsidRDefault="00BA36D9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Pooled vastutavad </w:t>
      </w:r>
      <w:r w:rsidR="00DA41FE" w:rsidRPr="00BD276B">
        <w:rPr>
          <w:sz w:val="24"/>
          <w:szCs w:val="24"/>
        </w:rPr>
        <w:t xml:space="preserve">õigusaktidest või </w:t>
      </w:r>
      <w:r w:rsidR="0043132A" w:rsidRPr="00BD276B">
        <w:rPr>
          <w:sz w:val="24"/>
          <w:szCs w:val="24"/>
        </w:rPr>
        <w:t>l</w:t>
      </w:r>
      <w:r w:rsidRPr="00BD276B">
        <w:rPr>
          <w:sz w:val="24"/>
          <w:szCs w:val="24"/>
        </w:rPr>
        <w:t>epingust tulen</w:t>
      </w:r>
      <w:r w:rsidR="00DA41FE" w:rsidRPr="00BD276B">
        <w:rPr>
          <w:sz w:val="24"/>
          <w:szCs w:val="24"/>
        </w:rPr>
        <w:t>evate kohustuste rikkumise eest.</w:t>
      </w:r>
    </w:p>
    <w:p w14:paraId="212BDF89" w14:textId="4393A67C" w:rsidR="00BA36D9" w:rsidRPr="00BD276B" w:rsidRDefault="00BA36D9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Juhul, kui </w:t>
      </w:r>
      <w:r w:rsidR="0043132A" w:rsidRPr="00BD276B">
        <w:rPr>
          <w:sz w:val="24"/>
          <w:szCs w:val="24"/>
        </w:rPr>
        <w:t>e</w:t>
      </w:r>
      <w:r w:rsidR="00DA41FE" w:rsidRPr="00BD276B">
        <w:rPr>
          <w:sz w:val="24"/>
          <w:szCs w:val="24"/>
        </w:rPr>
        <w:t xml:space="preserve">kspert </w:t>
      </w:r>
      <w:r w:rsidRPr="00BD276B">
        <w:rPr>
          <w:sz w:val="24"/>
          <w:szCs w:val="24"/>
        </w:rPr>
        <w:t xml:space="preserve">viivitab </w:t>
      </w:r>
      <w:r w:rsidR="00004AF2" w:rsidRPr="00BD276B">
        <w:rPr>
          <w:sz w:val="24"/>
          <w:szCs w:val="24"/>
        </w:rPr>
        <w:t>ekspertiisiakti</w:t>
      </w:r>
      <w:r w:rsidRPr="00BD276B">
        <w:rPr>
          <w:sz w:val="24"/>
          <w:szCs w:val="24"/>
        </w:rPr>
        <w:t xml:space="preserve"> üleandmiseg</w:t>
      </w:r>
      <w:r w:rsidR="0043132A" w:rsidRPr="00BD276B">
        <w:rPr>
          <w:sz w:val="24"/>
          <w:szCs w:val="24"/>
        </w:rPr>
        <w:t>a üle kokkulepitud tähtaja, on t</w:t>
      </w:r>
      <w:r w:rsidRPr="00BD276B">
        <w:rPr>
          <w:sz w:val="24"/>
          <w:szCs w:val="24"/>
        </w:rPr>
        <w:t>el</w:t>
      </w:r>
      <w:r w:rsidR="00BD276B" w:rsidRPr="00BD276B">
        <w:rPr>
          <w:sz w:val="24"/>
          <w:szCs w:val="24"/>
        </w:rPr>
        <w:softHyphen/>
      </w:r>
      <w:r w:rsidRPr="00BD276B">
        <w:rPr>
          <w:sz w:val="24"/>
          <w:szCs w:val="24"/>
        </w:rPr>
        <w:t>lijal õigus nõuda leppetrahvi tasu</w:t>
      </w:r>
      <w:r w:rsidR="0043132A" w:rsidRPr="00BD276B">
        <w:rPr>
          <w:sz w:val="24"/>
          <w:szCs w:val="24"/>
        </w:rPr>
        <w:t>mist, mille suuruseks on 0,15% l</w:t>
      </w:r>
      <w:r w:rsidRPr="00BD276B">
        <w:rPr>
          <w:sz w:val="24"/>
          <w:szCs w:val="24"/>
        </w:rPr>
        <w:t xml:space="preserve">epingu kohaselt </w:t>
      </w:r>
      <w:r w:rsidR="0043132A" w:rsidRPr="00BD276B">
        <w:rPr>
          <w:sz w:val="24"/>
          <w:szCs w:val="24"/>
        </w:rPr>
        <w:t>e</w:t>
      </w:r>
      <w:r w:rsidR="00DA41FE" w:rsidRPr="00BD276B">
        <w:rPr>
          <w:sz w:val="24"/>
          <w:szCs w:val="24"/>
        </w:rPr>
        <w:t>ks</w:t>
      </w:r>
      <w:r w:rsidR="00BD276B" w:rsidRPr="00BD276B">
        <w:rPr>
          <w:sz w:val="24"/>
          <w:szCs w:val="24"/>
        </w:rPr>
        <w:softHyphen/>
      </w:r>
      <w:r w:rsidR="00DA41FE" w:rsidRPr="00BD276B">
        <w:rPr>
          <w:sz w:val="24"/>
          <w:szCs w:val="24"/>
        </w:rPr>
        <w:t>per</w:t>
      </w:r>
      <w:r w:rsidR="00BD276B" w:rsidRPr="00BD276B">
        <w:rPr>
          <w:sz w:val="24"/>
          <w:szCs w:val="24"/>
        </w:rPr>
        <w:softHyphen/>
      </w:r>
      <w:r w:rsidR="00DA41FE" w:rsidRPr="00BD276B">
        <w:rPr>
          <w:sz w:val="24"/>
          <w:szCs w:val="24"/>
        </w:rPr>
        <w:t>dile</w:t>
      </w:r>
      <w:r w:rsidR="00C11940" w:rsidRPr="00BD276B">
        <w:rPr>
          <w:sz w:val="24"/>
          <w:szCs w:val="24"/>
        </w:rPr>
        <w:t xml:space="preserve"> mak</w:t>
      </w:r>
      <w:r w:rsidR="00A239FD">
        <w:rPr>
          <w:sz w:val="24"/>
          <w:szCs w:val="24"/>
        </w:rPr>
        <w:softHyphen/>
      </w:r>
      <w:r w:rsidR="00C11940" w:rsidRPr="00BD276B">
        <w:rPr>
          <w:sz w:val="24"/>
          <w:szCs w:val="24"/>
        </w:rPr>
        <w:t>sta</w:t>
      </w:r>
      <w:r w:rsidRPr="00BD276B">
        <w:rPr>
          <w:sz w:val="24"/>
          <w:szCs w:val="24"/>
        </w:rPr>
        <w:t>vast tasust iga üleandmisega viivitatud kalendripäeva eest, kuid kokku mit</w:t>
      </w:r>
      <w:r w:rsidR="00BD276B" w:rsidRPr="00BD276B">
        <w:rPr>
          <w:sz w:val="24"/>
          <w:szCs w:val="24"/>
        </w:rPr>
        <w:softHyphen/>
      </w:r>
      <w:r w:rsidRPr="00BD276B">
        <w:rPr>
          <w:sz w:val="24"/>
          <w:szCs w:val="24"/>
        </w:rPr>
        <w:t xml:space="preserve">te rohkem kui 30 (kolmkümmend) protsenti </w:t>
      </w:r>
      <w:r w:rsidR="0043132A" w:rsidRPr="00BD276B">
        <w:rPr>
          <w:sz w:val="24"/>
          <w:szCs w:val="24"/>
        </w:rPr>
        <w:t>e</w:t>
      </w:r>
      <w:r w:rsidR="00DA41FE" w:rsidRPr="00BD276B">
        <w:rPr>
          <w:sz w:val="24"/>
          <w:szCs w:val="24"/>
        </w:rPr>
        <w:t xml:space="preserve">ksperdile </w:t>
      </w:r>
      <w:r w:rsidRPr="00BD276B">
        <w:rPr>
          <w:sz w:val="24"/>
          <w:szCs w:val="24"/>
        </w:rPr>
        <w:t xml:space="preserve">makstavast tasust. Tellijal on õigus </w:t>
      </w:r>
      <w:r w:rsidR="00004AF2" w:rsidRPr="00BD276B">
        <w:rPr>
          <w:sz w:val="24"/>
          <w:szCs w:val="24"/>
        </w:rPr>
        <w:t>ekspertiisi</w:t>
      </w:r>
      <w:r w:rsidRPr="00BD276B">
        <w:rPr>
          <w:sz w:val="24"/>
          <w:szCs w:val="24"/>
        </w:rPr>
        <w:t xml:space="preserve"> eest tasumisel vähendada </w:t>
      </w:r>
      <w:r w:rsidR="0043132A" w:rsidRPr="00BD276B">
        <w:rPr>
          <w:sz w:val="24"/>
          <w:szCs w:val="24"/>
        </w:rPr>
        <w:t>ek</w:t>
      </w:r>
      <w:r w:rsidR="00DA41FE" w:rsidRPr="00BD276B">
        <w:rPr>
          <w:sz w:val="24"/>
          <w:szCs w:val="24"/>
        </w:rPr>
        <w:t xml:space="preserve">sperdile </w:t>
      </w:r>
      <w:r w:rsidRPr="00BD276B">
        <w:rPr>
          <w:sz w:val="24"/>
          <w:szCs w:val="24"/>
        </w:rPr>
        <w:t xml:space="preserve">makstavat tasu leppetrahvi summa võrra. </w:t>
      </w:r>
    </w:p>
    <w:p w14:paraId="2B2B4F08" w14:textId="77777777" w:rsidR="00BA36D9" w:rsidRPr="00BD276B" w:rsidRDefault="00004AF2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Tellijal on õigus nõuda punktis 6</w:t>
      </w:r>
      <w:r w:rsidR="00BA36D9" w:rsidRPr="00BD276B">
        <w:rPr>
          <w:sz w:val="24"/>
          <w:szCs w:val="24"/>
        </w:rPr>
        <w:t xml:space="preserve">.2 sätestatud leppetrahvi tasumist ka aja eest, mil </w:t>
      </w:r>
      <w:r w:rsidR="0043132A" w:rsidRPr="00BD276B">
        <w:rPr>
          <w:sz w:val="24"/>
          <w:szCs w:val="24"/>
        </w:rPr>
        <w:t>e</w:t>
      </w:r>
      <w:r w:rsidR="00DA41FE" w:rsidRPr="00BD276B">
        <w:rPr>
          <w:sz w:val="24"/>
          <w:szCs w:val="24"/>
        </w:rPr>
        <w:t xml:space="preserve">ksperti </w:t>
      </w:r>
      <w:r w:rsidR="00BA36D9" w:rsidRPr="00BD276B">
        <w:rPr>
          <w:sz w:val="24"/>
          <w:szCs w:val="24"/>
        </w:rPr>
        <w:t>teeb parandusi t</w:t>
      </w:r>
      <w:r w:rsidR="0043132A" w:rsidRPr="00BD276B">
        <w:rPr>
          <w:sz w:val="24"/>
          <w:szCs w:val="24"/>
        </w:rPr>
        <w:t>ulenevalt tellija v</w:t>
      </w:r>
      <w:r w:rsidR="00BA36D9" w:rsidRPr="00BD276B">
        <w:rPr>
          <w:sz w:val="24"/>
          <w:szCs w:val="24"/>
        </w:rPr>
        <w:t>astuväidetest.</w:t>
      </w:r>
    </w:p>
    <w:p w14:paraId="3783AB97" w14:textId="53DA2BCF" w:rsidR="00BA36D9" w:rsidRPr="00BD276B" w:rsidRDefault="0043132A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Juhul, kui t</w:t>
      </w:r>
      <w:r w:rsidR="00BA36D9" w:rsidRPr="00BD276B">
        <w:rPr>
          <w:sz w:val="24"/>
          <w:szCs w:val="24"/>
        </w:rPr>
        <w:t xml:space="preserve">ellija viivitab </w:t>
      </w:r>
      <w:r w:rsidRPr="00BD276B">
        <w:rPr>
          <w:sz w:val="24"/>
          <w:szCs w:val="24"/>
        </w:rPr>
        <w:t>e</w:t>
      </w:r>
      <w:r w:rsidR="00DA41FE" w:rsidRPr="00BD276B">
        <w:rPr>
          <w:sz w:val="24"/>
          <w:szCs w:val="24"/>
        </w:rPr>
        <w:t>ksperdile</w:t>
      </w:r>
      <w:r w:rsidR="00BA36D9" w:rsidRPr="00BD276B">
        <w:rPr>
          <w:sz w:val="24"/>
          <w:szCs w:val="24"/>
        </w:rPr>
        <w:t xml:space="preserve"> tasu maksmisega üle kokkulepitud tähtaja, on </w:t>
      </w:r>
      <w:r w:rsidRPr="00BD276B">
        <w:rPr>
          <w:sz w:val="24"/>
          <w:szCs w:val="24"/>
        </w:rPr>
        <w:t>e</w:t>
      </w:r>
      <w:r w:rsidR="00DA41FE" w:rsidRPr="00BD276B">
        <w:rPr>
          <w:sz w:val="24"/>
          <w:szCs w:val="24"/>
        </w:rPr>
        <w:t>ks</w:t>
      </w:r>
      <w:r w:rsidR="003A7E77">
        <w:rPr>
          <w:sz w:val="24"/>
          <w:szCs w:val="24"/>
        </w:rPr>
        <w:softHyphen/>
      </w:r>
      <w:r w:rsidR="00DA41FE" w:rsidRPr="00BD276B">
        <w:rPr>
          <w:sz w:val="24"/>
          <w:szCs w:val="24"/>
        </w:rPr>
        <w:t>per</w:t>
      </w:r>
      <w:r w:rsidR="003A7E77">
        <w:rPr>
          <w:sz w:val="24"/>
          <w:szCs w:val="24"/>
        </w:rPr>
        <w:softHyphen/>
      </w:r>
      <w:r w:rsidR="003A7E77">
        <w:rPr>
          <w:sz w:val="24"/>
          <w:szCs w:val="24"/>
        </w:rPr>
        <w:softHyphen/>
      </w:r>
      <w:r w:rsidR="00DA41FE" w:rsidRPr="00BD276B">
        <w:rPr>
          <w:sz w:val="24"/>
          <w:szCs w:val="24"/>
        </w:rPr>
        <w:t>dil</w:t>
      </w:r>
      <w:r w:rsidR="00BA36D9" w:rsidRPr="00BD276B">
        <w:rPr>
          <w:sz w:val="24"/>
          <w:szCs w:val="24"/>
        </w:rPr>
        <w:t xml:space="preserve"> õigus nõuda viivist summas 0,15% tasumisega viivitatud summast iga tasu</w:t>
      </w:r>
      <w:r w:rsidR="003A7E77">
        <w:rPr>
          <w:sz w:val="24"/>
          <w:szCs w:val="24"/>
        </w:rPr>
        <w:softHyphen/>
      </w:r>
      <w:r w:rsidR="00BA36D9" w:rsidRPr="00BD276B">
        <w:rPr>
          <w:sz w:val="24"/>
          <w:szCs w:val="24"/>
        </w:rPr>
        <w:t>mi</w:t>
      </w:r>
      <w:r w:rsidR="003A7E77">
        <w:rPr>
          <w:sz w:val="24"/>
          <w:szCs w:val="24"/>
        </w:rPr>
        <w:softHyphen/>
      </w:r>
      <w:r w:rsidR="00BA36D9" w:rsidRPr="00BD276B">
        <w:rPr>
          <w:sz w:val="24"/>
          <w:szCs w:val="24"/>
        </w:rPr>
        <w:t>se</w:t>
      </w:r>
      <w:r w:rsidR="003A7E77">
        <w:rPr>
          <w:sz w:val="24"/>
          <w:szCs w:val="24"/>
        </w:rPr>
        <w:softHyphen/>
      </w:r>
      <w:r w:rsidR="00BA36D9" w:rsidRPr="00BD276B">
        <w:rPr>
          <w:sz w:val="24"/>
          <w:szCs w:val="24"/>
        </w:rPr>
        <w:t>ga vii</w:t>
      </w:r>
      <w:r w:rsidR="003A7E77">
        <w:rPr>
          <w:sz w:val="24"/>
          <w:szCs w:val="24"/>
        </w:rPr>
        <w:softHyphen/>
      </w:r>
      <w:r w:rsidR="00BA36D9" w:rsidRPr="00BD276B">
        <w:rPr>
          <w:sz w:val="24"/>
          <w:szCs w:val="24"/>
        </w:rPr>
        <w:t>vitatud ka</w:t>
      </w:r>
      <w:r w:rsidR="00A239FD">
        <w:rPr>
          <w:sz w:val="24"/>
          <w:szCs w:val="24"/>
        </w:rPr>
        <w:softHyphen/>
      </w:r>
      <w:r w:rsidR="00785D9C">
        <w:rPr>
          <w:sz w:val="24"/>
          <w:szCs w:val="24"/>
        </w:rPr>
        <w:softHyphen/>
      </w:r>
      <w:r w:rsidR="00432DA3">
        <w:rPr>
          <w:sz w:val="24"/>
          <w:szCs w:val="24"/>
        </w:rPr>
        <w:softHyphen/>
      </w:r>
      <w:r w:rsidR="00BA36D9" w:rsidRPr="00BD276B">
        <w:rPr>
          <w:sz w:val="24"/>
          <w:szCs w:val="24"/>
        </w:rPr>
        <w:t xml:space="preserve">lendripäeva eest, kuid mitte rohkem, kui </w:t>
      </w:r>
      <w:r w:rsidR="00DA41FE" w:rsidRPr="00BD276B">
        <w:rPr>
          <w:sz w:val="24"/>
          <w:szCs w:val="24"/>
        </w:rPr>
        <w:t>30 (kolmkümmend) protsenti ta</w:t>
      </w:r>
      <w:r w:rsidR="003A7E77">
        <w:rPr>
          <w:sz w:val="24"/>
          <w:szCs w:val="24"/>
        </w:rPr>
        <w:softHyphen/>
      </w:r>
      <w:r w:rsidR="00DA41FE" w:rsidRPr="00BD276B">
        <w:rPr>
          <w:sz w:val="24"/>
          <w:szCs w:val="24"/>
        </w:rPr>
        <w:t>su</w:t>
      </w:r>
      <w:r w:rsidR="003A7E77">
        <w:rPr>
          <w:sz w:val="24"/>
          <w:szCs w:val="24"/>
        </w:rPr>
        <w:softHyphen/>
      </w:r>
      <w:r w:rsidR="00BA36D9" w:rsidRPr="00BD276B">
        <w:rPr>
          <w:sz w:val="24"/>
          <w:szCs w:val="24"/>
        </w:rPr>
        <w:t>mi</w:t>
      </w:r>
      <w:r w:rsidR="003A7E77">
        <w:rPr>
          <w:sz w:val="24"/>
          <w:szCs w:val="24"/>
        </w:rPr>
        <w:softHyphen/>
      </w:r>
      <w:r w:rsidR="00BA36D9" w:rsidRPr="00BD276B">
        <w:rPr>
          <w:sz w:val="24"/>
          <w:szCs w:val="24"/>
        </w:rPr>
        <w:t>sega viivi</w:t>
      </w:r>
      <w:r w:rsidR="00A239FD">
        <w:rPr>
          <w:sz w:val="24"/>
          <w:szCs w:val="24"/>
        </w:rPr>
        <w:softHyphen/>
      </w:r>
      <w:r w:rsidR="00BA36D9" w:rsidRPr="00BD276B">
        <w:rPr>
          <w:sz w:val="24"/>
          <w:szCs w:val="24"/>
        </w:rPr>
        <w:t>ta</w:t>
      </w:r>
      <w:r w:rsidR="00A239FD">
        <w:rPr>
          <w:sz w:val="24"/>
          <w:szCs w:val="24"/>
        </w:rPr>
        <w:softHyphen/>
      </w:r>
      <w:r w:rsidR="00BA36D9" w:rsidRPr="00BD276B">
        <w:rPr>
          <w:sz w:val="24"/>
          <w:szCs w:val="24"/>
        </w:rPr>
        <w:t>tud summast.</w:t>
      </w:r>
    </w:p>
    <w:p w14:paraId="515A96D9" w14:textId="0560AFDD" w:rsidR="00BA36D9" w:rsidRPr="00BD276B" w:rsidRDefault="0043132A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Tellija peab esitama l</w:t>
      </w:r>
      <w:r w:rsidR="00BA36D9" w:rsidRPr="00BD276B">
        <w:rPr>
          <w:sz w:val="24"/>
          <w:szCs w:val="24"/>
        </w:rPr>
        <w:t xml:space="preserve">epingust tuleneva leppetrahvi nõude </w:t>
      </w:r>
      <w:r w:rsidRPr="00BD276B">
        <w:rPr>
          <w:sz w:val="24"/>
          <w:szCs w:val="24"/>
        </w:rPr>
        <w:t>e</w:t>
      </w:r>
      <w:r w:rsidR="00004AF2" w:rsidRPr="00BD276B">
        <w:rPr>
          <w:sz w:val="24"/>
          <w:szCs w:val="24"/>
        </w:rPr>
        <w:t>ksperd</w:t>
      </w:r>
      <w:r w:rsidR="00DA41FE" w:rsidRPr="00BD276B">
        <w:rPr>
          <w:sz w:val="24"/>
          <w:szCs w:val="24"/>
        </w:rPr>
        <w:t>ile</w:t>
      </w:r>
      <w:r w:rsidR="00BA36D9" w:rsidRPr="00BD276B">
        <w:rPr>
          <w:sz w:val="24"/>
          <w:szCs w:val="24"/>
        </w:rPr>
        <w:t xml:space="preserve"> hiljemalt 3 (kolme) ku</w:t>
      </w:r>
      <w:r w:rsidRPr="00BD276B">
        <w:rPr>
          <w:sz w:val="24"/>
          <w:szCs w:val="24"/>
        </w:rPr>
        <w:t>u jooksul arvates päevast, mil t</w:t>
      </w:r>
      <w:r w:rsidR="00BA36D9" w:rsidRPr="00BD276B">
        <w:rPr>
          <w:sz w:val="24"/>
          <w:szCs w:val="24"/>
        </w:rPr>
        <w:t>ellijal tekkis lep</w:t>
      </w:r>
      <w:r w:rsidR="003A7E77">
        <w:rPr>
          <w:sz w:val="24"/>
          <w:szCs w:val="24"/>
        </w:rPr>
        <w:t>petrahvi nõude esitamise õigus.</w:t>
      </w:r>
    </w:p>
    <w:p w14:paraId="1B59D841" w14:textId="4FB82E5A" w:rsidR="00BA36D9" w:rsidRDefault="00294DEE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Ekspert </w:t>
      </w:r>
      <w:r w:rsidR="0043132A" w:rsidRPr="00BD276B">
        <w:rPr>
          <w:sz w:val="24"/>
          <w:szCs w:val="24"/>
        </w:rPr>
        <w:t>vastutab l</w:t>
      </w:r>
      <w:r w:rsidRPr="00BD276B">
        <w:rPr>
          <w:sz w:val="24"/>
          <w:szCs w:val="24"/>
        </w:rPr>
        <w:t>epingu rikkumise eest 2 (kahe) aasta jooksul arvates maa</w:t>
      </w:r>
      <w:r w:rsidR="004C12DE">
        <w:rPr>
          <w:sz w:val="24"/>
          <w:szCs w:val="24"/>
        </w:rPr>
        <w:softHyphen/>
      </w:r>
      <w:r w:rsidRPr="00BD276B">
        <w:rPr>
          <w:sz w:val="24"/>
          <w:szCs w:val="24"/>
        </w:rPr>
        <w:t>pa</w:t>
      </w:r>
      <w:r w:rsidR="004C12DE">
        <w:rPr>
          <w:sz w:val="24"/>
          <w:szCs w:val="24"/>
        </w:rPr>
        <w:softHyphen/>
      </w:r>
      <w:r w:rsidRPr="00BD276B">
        <w:rPr>
          <w:sz w:val="24"/>
          <w:szCs w:val="24"/>
        </w:rPr>
        <w:t>ran</w:t>
      </w:r>
      <w:r w:rsidR="004C12DE">
        <w:rPr>
          <w:sz w:val="24"/>
          <w:szCs w:val="24"/>
        </w:rPr>
        <w:softHyphen/>
      </w:r>
      <w:r w:rsidRPr="00BD276B">
        <w:rPr>
          <w:sz w:val="24"/>
          <w:szCs w:val="24"/>
        </w:rPr>
        <w:t>dus</w:t>
      </w:r>
      <w:r w:rsidR="004C12DE">
        <w:rPr>
          <w:sz w:val="24"/>
          <w:szCs w:val="24"/>
        </w:rPr>
        <w:softHyphen/>
      </w:r>
      <w:r w:rsidRPr="00BD276B">
        <w:rPr>
          <w:sz w:val="24"/>
          <w:szCs w:val="24"/>
        </w:rPr>
        <w:t>süs</w:t>
      </w:r>
      <w:r w:rsidR="004C12DE">
        <w:rPr>
          <w:sz w:val="24"/>
          <w:szCs w:val="24"/>
        </w:rPr>
        <w:softHyphen/>
      </w:r>
      <w:r w:rsidRPr="00BD276B">
        <w:rPr>
          <w:sz w:val="24"/>
          <w:szCs w:val="24"/>
        </w:rPr>
        <w:t>tee</w:t>
      </w:r>
      <w:r w:rsidR="004C12DE">
        <w:rPr>
          <w:sz w:val="24"/>
          <w:szCs w:val="24"/>
        </w:rPr>
        <w:softHyphen/>
      </w:r>
      <w:r w:rsidRPr="00BD276B">
        <w:rPr>
          <w:sz w:val="24"/>
          <w:szCs w:val="24"/>
        </w:rPr>
        <w:t xml:space="preserve">mi rekonstrueerimistööde lõpetamisest. </w:t>
      </w:r>
      <w:r w:rsidR="0043132A" w:rsidRPr="00BD276B">
        <w:rPr>
          <w:sz w:val="24"/>
          <w:szCs w:val="24"/>
        </w:rPr>
        <w:t>Ekspert on kohustatud hüvitama lepingu rik</w:t>
      </w:r>
      <w:r w:rsidR="004C12DE">
        <w:rPr>
          <w:sz w:val="24"/>
          <w:szCs w:val="24"/>
        </w:rPr>
        <w:softHyphen/>
      </w:r>
      <w:r w:rsidR="0043132A" w:rsidRPr="00BD276B">
        <w:rPr>
          <w:sz w:val="24"/>
          <w:szCs w:val="24"/>
        </w:rPr>
        <w:t>ku</w:t>
      </w:r>
      <w:r w:rsidR="004C12DE">
        <w:rPr>
          <w:sz w:val="24"/>
          <w:szCs w:val="24"/>
        </w:rPr>
        <w:softHyphen/>
      </w:r>
      <w:r w:rsidR="0043132A" w:rsidRPr="00BD276B">
        <w:rPr>
          <w:sz w:val="24"/>
          <w:szCs w:val="24"/>
        </w:rPr>
        <w:t>mise tagajärjel t</w:t>
      </w:r>
      <w:r w:rsidRPr="00BD276B">
        <w:rPr>
          <w:sz w:val="24"/>
          <w:szCs w:val="24"/>
        </w:rPr>
        <w:t>ellijale tekkinud kahju, sealhulgas on kahjuna käsitletav eksperdi poolt avas</w:t>
      </w:r>
      <w:r w:rsidR="004C12DE">
        <w:rPr>
          <w:sz w:val="24"/>
          <w:szCs w:val="24"/>
        </w:rPr>
        <w:softHyphen/>
      </w:r>
      <w:r w:rsidR="0043132A" w:rsidRPr="00BD276B">
        <w:rPr>
          <w:sz w:val="24"/>
          <w:szCs w:val="24"/>
        </w:rPr>
        <w:t>tamata projekteerimisvea tõttu t</w:t>
      </w:r>
      <w:r w:rsidRPr="00BD276B">
        <w:rPr>
          <w:sz w:val="24"/>
          <w:szCs w:val="24"/>
        </w:rPr>
        <w:t>ellijale tekkinud täiendavad kulutused.</w:t>
      </w:r>
    </w:p>
    <w:p w14:paraId="67D71E84" w14:textId="2BAF27D0" w:rsidR="00554309" w:rsidRDefault="00554309" w:rsidP="0055430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799719B2" w14:textId="101B3087" w:rsidR="00B906D4" w:rsidRDefault="00B906D4" w:rsidP="0055430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7E21579F" w14:textId="77777777" w:rsidR="00B906D4" w:rsidRPr="00BD276B" w:rsidRDefault="00B906D4" w:rsidP="0055430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3D67645F" w14:textId="4E8C6299" w:rsidR="00333C4E" w:rsidRPr="00BD276B" w:rsidRDefault="00333C4E" w:rsidP="009A1D41">
      <w:pPr>
        <w:pStyle w:val="Pealkiri11"/>
        <w:jc w:val="both"/>
        <w:rPr>
          <w:b/>
          <w:sz w:val="24"/>
          <w:szCs w:val="24"/>
        </w:rPr>
      </w:pPr>
      <w:r w:rsidRPr="00BD276B">
        <w:rPr>
          <w:b/>
          <w:sz w:val="24"/>
          <w:szCs w:val="24"/>
        </w:rPr>
        <w:t>Poolte esindajad ja kontaktandmed</w:t>
      </w:r>
    </w:p>
    <w:p w14:paraId="42826EFF" w14:textId="4F1AFDBE" w:rsidR="00333C4E" w:rsidRPr="00BD276B" w:rsidRDefault="00333C4E" w:rsidP="00B906D4">
      <w:pPr>
        <w:pStyle w:val="Pealkiri21"/>
        <w:rPr>
          <w:sz w:val="24"/>
          <w:szCs w:val="24"/>
        </w:rPr>
      </w:pPr>
      <w:r w:rsidRPr="00BD276B">
        <w:rPr>
          <w:sz w:val="24"/>
          <w:szCs w:val="24"/>
        </w:rPr>
        <w:t>Projekti vastutav spetsialist on</w:t>
      </w:r>
      <w:r w:rsidR="007B576B" w:rsidRPr="00BD276B">
        <w:rPr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-268156652"/>
          <w:placeholder>
            <w:docPart w:val="23A50B10925440628F7389A3EA5DC685"/>
          </w:placeholder>
          <w:dropDownList>
            <w:listItem w:value="Valige üksus."/>
            <w:listItem w:displayText="Jüri Koort, tel 505 4941, juri.koort@rmk.ee." w:value="Jüri Koort, tel 505 4941, juri.koort@rmk.ee."/>
            <w:listItem w:displayText="Madi Nõmm, tel 504 5509, madi.nomm@rmk.ee." w:value="Madi Nõmm, tel 504 5509, madi.nomm@rmk.ee."/>
            <w:listItem w:displayText="Küllike Kuusik, tel 503 8556, kullike.kuusik@rmk.ee." w:value="Küllike Kuusik, tel 503 8556, kullike.kuusik@rmk.ee."/>
            <w:listItem w:displayText="Toomas Kivisto, tel 514 8580, toomas.kivisto@rmk.ee." w:value="Toomas Kivisto, tel 514 8580, toomas.kivisto@rmk.ee."/>
            <w:listItem w:displayText="Karl Ruukel, 504 9627, karl.ruukel@rmk.ee." w:value="Karl Ruukel, 504 9627, karl.ruukel@rmk.ee."/>
            <w:listItem w:displayText="Ain-Meelis Hannus, tel 516 3309, ain-meelis.hannus@rmk.ee)" w:value="Ain-Meelis Hannus, tel 516 3309, ain-meelis.hannus@rmk.ee)"/>
          </w:dropDownList>
        </w:sdtPr>
        <w:sdtEndPr/>
        <w:sdtContent>
          <w:r w:rsidR="0052378A">
            <w:rPr>
              <w:b/>
              <w:sz w:val="24"/>
              <w:szCs w:val="24"/>
            </w:rPr>
            <w:t>Karl Ruukel, 504 9627, karl.ruukel@rmk.ee.</w:t>
          </w:r>
        </w:sdtContent>
      </w:sdt>
    </w:p>
    <w:p w14:paraId="20E9085A" w14:textId="3D718701" w:rsidR="00C0184D" w:rsidRPr="00BD276B" w:rsidRDefault="00C0184D" w:rsidP="00B906D4">
      <w:pPr>
        <w:pStyle w:val="Pealkiri21"/>
        <w:rPr>
          <w:sz w:val="24"/>
          <w:szCs w:val="24"/>
        </w:rPr>
      </w:pPr>
      <w:r w:rsidRPr="00BD276B">
        <w:rPr>
          <w:sz w:val="24"/>
          <w:szCs w:val="24"/>
        </w:rPr>
        <w:t>Tellija kontaktisik pooltevahelises asjaajamises on</w:t>
      </w:r>
      <w:r w:rsidR="007B576B" w:rsidRPr="00BD276B">
        <w:rPr>
          <w:sz w:val="24"/>
          <w:szCs w:val="24"/>
        </w:rPr>
        <w:t xml:space="preserve"> </w:t>
      </w:r>
      <w:r w:rsidR="00B0403E">
        <w:rPr>
          <w:b/>
          <w:sz w:val="24"/>
          <w:szCs w:val="24"/>
        </w:rPr>
        <w:t>Toomas Kivisto</w:t>
      </w:r>
      <w:r w:rsidR="007B576B" w:rsidRPr="00BD276B">
        <w:rPr>
          <w:b/>
          <w:sz w:val="24"/>
          <w:szCs w:val="24"/>
        </w:rPr>
        <w:t>, tel 5</w:t>
      </w:r>
      <w:r w:rsidR="00B0403E">
        <w:rPr>
          <w:b/>
          <w:sz w:val="24"/>
          <w:szCs w:val="24"/>
        </w:rPr>
        <w:t>14 8580</w:t>
      </w:r>
      <w:r w:rsidR="007B576B" w:rsidRPr="00BD276B">
        <w:rPr>
          <w:b/>
          <w:sz w:val="24"/>
          <w:szCs w:val="24"/>
        </w:rPr>
        <w:t xml:space="preserve">, e-post </w:t>
      </w:r>
      <w:hyperlink r:id="rId11" w:history="1">
        <w:r w:rsidR="005A5402" w:rsidRPr="007151D6">
          <w:rPr>
            <w:rStyle w:val="Hperlink"/>
            <w:b/>
            <w:sz w:val="24"/>
            <w:szCs w:val="24"/>
          </w:rPr>
          <w:t>toomas.kivisto@rmk.ee</w:t>
        </w:r>
      </w:hyperlink>
      <w:r w:rsidR="007B576B" w:rsidRPr="00BD276B">
        <w:rPr>
          <w:rStyle w:val="Hperlink"/>
          <w:b/>
          <w:sz w:val="24"/>
          <w:szCs w:val="24"/>
        </w:rPr>
        <w:t>.</w:t>
      </w:r>
    </w:p>
    <w:p w14:paraId="26F224C3" w14:textId="7E04EC83" w:rsidR="00333C4E" w:rsidRPr="00BD276B" w:rsidRDefault="00333C4E" w:rsidP="00B906D4">
      <w:pPr>
        <w:pStyle w:val="Pealkiri21"/>
        <w:rPr>
          <w:sz w:val="24"/>
          <w:szCs w:val="24"/>
        </w:rPr>
      </w:pPr>
      <w:r w:rsidRPr="00BD276B">
        <w:rPr>
          <w:sz w:val="24"/>
          <w:szCs w:val="24"/>
        </w:rPr>
        <w:t>Ekspertiisi teostaja on</w:t>
      </w:r>
      <w:r w:rsidRPr="00BD276B">
        <w:rPr>
          <w:rFonts w:eastAsia="Calibri"/>
          <w:sz w:val="24"/>
          <w:szCs w:val="24"/>
        </w:rPr>
        <w:t xml:space="preserve"> </w:t>
      </w:r>
      <w:r w:rsidR="00261D6B" w:rsidRPr="00261D6B">
        <w:rPr>
          <w:b/>
          <w:sz w:val="24"/>
          <w:szCs w:val="24"/>
        </w:rPr>
        <w:t>Ove Mengel, tel 5332 5369</w:t>
      </w:r>
      <w:r w:rsidR="007B576B" w:rsidRPr="00BD276B">
        <w:rPr>
          <w:b/>
          <w:sz w:val="24"/>
          <w:szCs w:val="24"/>
        </w:rPr>
        <w:t xml:space="preserve">, e-post </w:t>
      </w:r>
      <w:hyperlink r:id="rId12" w:history="1">
        <w:r w:rsidR="0069787F" w:rsidRPr="00472726">
          <w:rPr>
            <w:rStyle w:val="Hperlink"/>
            <w:b/>
            <w:sz w:val="24"/>
            <w:szCs w:val="24"/>
          </w:rPr>
          <w:t>ove@laanekraav.ee</w:t>
        </w:r>
      </w:hyperlink>
      <w:r w:rsidR="004C12DE">
        <w:rPr>
          <w:rStyle w:val="Hperlink"/>
          <w:b/>
          <w:sz w:val="24"/>
          <w:szCs w:val="24"/>
        </w:rPr>
        <w:t>.</w:t>
      </w:r>
    </w:p>
    <w:p w14:paraId="32790BEE" w14:textId="77777777" w:rsidR="00333C4E" w:rsidRPr="00BD276B" w:rsidRDefault="00333C4E" w:rsidP="009A1D41">
      <w:pPr>
        <w:jc w:val="both"/>
        <w:rPr>
          <w:sz w:val="24"/>
          <w:szCs w:val="24"/>
        </w:rPr>
      </w:pPr>
    </w:p>
    <w:p w14:paraId="68CB810D" w14:textId="77777777" w:rsidR="00BA36D9" w:rsidRPr="00BD276B" w:rsidRDefault="00BA36D9" w:rsidP="009A1D41">
      <w:pPr>
        <w:pStyle w:val="Pealkiri11"/>
        <w:jc w:val="both"/>
        <w:rPr>
          <w:b/>
          <w:sz w:val="24"/>
          <w:szCs w:val="24"/>
        </w:rPr>
      </w:pPr>
      <w:r w:rsidRPr="00BD276B">
        <w:rPr>
          <w:b/>
          <w:sz w:val="24"/>
          <w:szCs w:val="24"/>
        </w:rPr>
        <w:t>Teadete edastamine</w:t>
      </w:r>
    </w:p>
    <w:p w14:paraId="6222B686" w14:textId="0E2E80A0" w:rsidR="00581A18" w:rsidRPr="00BD276B" w:rsidRDefault="00581A18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Lepinguga seotud teated edastatakse telefoni teel või e-kirja teel poole lepingus märgitud e-pos</w:t>
      </w:r>
      <w:r w:rsidR="00D71FD7">
        <w:rPr>
          <w:sz w:val="24"/>
          <w:szCs w:val="24"/>
        </w:rPr>
        <w:softHyphen/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>ti aadressile. Kontaktandmete muutusest on pool kohustatud koheselt informeerima teist poolt.</w:t>
      </w:r>
    </w:p>
    <w:p w14:paraId="68C1149C" w14:textId="1B4610F5" w:rsidR="00581A18" w:rsidRPr="00BD276B" w:rsidRDefault="00581A18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E-kirja teel edastatud teated peetakse kättesaaduks alates teate edastamisele järgnevast töö</w:t>
      </w:r>
      <w:r w:rsidR="00D71FD7">
        <w:rPr>
          <w:sz w:val="24"/>
          <w:szCs w:val="24"/>
        </w:rPr>
        <w:softHyphen/>
      </w:r>
      <w:r w:rsidRPr="00BD276B">
        <w:rPr>
          <w:sz w:val="24"/>
          <w:szCs w:val="24"/>
        </w:rPr>
        <w:t>päe</w:t>
      </w:r>
      <w:r w:rsidR="00D71FD7">
        <w:rPr>
          <w:sz w:val="24"/>
          <w:szCs w:val="24"/>
        </w:rPr>
        <w:softHyphen/>
      </w:r>
      <w:r w:rsidRPr="00BD276B">
        <w:rPr>
          <w:sz w:val="24"/>
          <w:szCs w:val="24"/>
        </w:rPr>
        <w:t>vast.</w:t>
      </w:r>
    </w:p>
    <w:p w14:paraId="52408E05" w14:textId="470DBC95" w:rsidR="00384957" w:rsidRPr="00BD276B" w:rsidRDefault="00581A18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Lepingust taganemise või lepingu ülesütlemise avaldused ning lepingu rikkumisel teisele poo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>lele esitatavad nõudekirjad peavad olema kirjalikus vormis. Kirjaliku vormiga on võrd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>sus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>tatud digi</w:t>
      </w:r>
      <w:r w:rsidR="00D71FD7">
        <w:rPr>
          <w:sz w:val="24"/>
          <w:szCs w:val="24"/>
        </w:rPr>
        <w:softHyphen/>
      </w:r>
      <w:r w:rsidRPr="00BD276B">
        <w:rPr>
          <w:sz w:val="24"/>
          <w:szCs w:val="24"/>
        </w:rPr>
        <w:t>taalselt allkirjastatud elektrooniline dokument. Viimane vorminõue on täidetud ka juhul, kui teade edastatakse e-kirja teel.</w:t>
      </w:r>
    </w:p>
    <w:p w14:paraId="11953E7F" w14:textId="77777777" w:rsidR="00333C4E" w:rsidRPr="00BD276B" w:rsidRDefault="00333C4E" w:rsidP="009A1D41">
      <w:pPr>
        <w:jc w:val="both"/>
        <w:rPr>
          <w:sz w:val="24"/>
          <w:szCs w:val="24"/>
        </w:rPr>
      </w:pPr>
    </w:p>
    <w:p w14:paraId="258B3819" w14:textId="77777777" w:rsidR="00333C4E" w:rsidRPr="00BD276B" w:rsidRDefault="00333C4E" w:rsidP="009A1D41">
      <w:pPr>
        <w:pStyle w:val="Pealkiri11"/>
        <w:jc w:val="both"/>
        <w:rPr>
          <w:b/>
          <w:sz w:val="24"/>
          <w:szCs w:val="24"/>
        </w:rPr>
      </w:pPr>
      <w:r w:rsidRPr="00BD276B">
        <w:rPr>
          <w:b/>
          <w:sz w:val="24"/>
          <w:szCs w:val="24"/>
        </w:rPr>
        <w:t xml:space="preserve">Lepingu lõppemine ja lõpetamine </w:t>
      </w:r>
    </w:p>
    <w:p w14:paraId="68F3E621" w14:textId="14F2EAA8" w:rsidR="00333C4E" w:rsidRPr="00BD276B" w:rsidRDefault="00333C4E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Leping lõpeb, kui lepingust tulenevad poolte kohustused on mõlemapoolselt täielikult ja nõue</w:t>
      </w:r>
      <w:r w:rsidR="00AC7A8C">
        <w:rPr>
          <w:sz w:val="24"/>
          <w:szCs w:val="24"/>
        </w:rPr>
        <w:softHyphen/>
      </w:r>
      <w:r w:rsidRPr="00BD276B">
        <w:rPr>
          <w:sz w:val="24"/>
          <w:szCs w:val="24"/>
        </w:rPr>
        <w:t>tekohaselt täidetud.</w:t>
      </w:r>
    </w:p>
    <w:p w14:paraId="6FD07207" w14:textId="7B999536" w:rsidR="00333C4E" w:rsidRPr="00BD276B" w:rsidRDefault="00333C4E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Kui ekspertiisi tegemise käigus on ilmselt selge, et seda ei tehta nõuetekohaselt, on tellijal õigus määrata eksperdile tähtaeg puuduste kõrvaldamiseks, selle mittetäitmisel aga kas le</w:t>
      </w:r>
      <w:r w:rsidR="00AC7A8C">
        <w:rPr>
          <w:sz w:val="24"/>
          <w:szCs w:val="24"/>
        </w:rPr>
        <w:softHyphen/>
      </w:r>
      <w:r w:rsidRPr="00BD276B">
        <w:rPr>
          <w:sz w:val="24"/>
          <w:szCs w:val="24"/>
        </w:rPr>
        <w:t>pin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>gust taganeda ja nõuda kahjude hüvitamist, või teha töö jätkamine ja puuduste kõr</w:t>
      </w:r>
      <w:r w:rsidR="00AC7A8C">
        <w:rPr>
          <w:sz w:val="24"/>
          <w:szCs w:val="24"/>
        </w:rPr>
        <w:softHyphen/>
      </w:r>
      <w:r w:rsidRPr="00BD276B">
        <w:rPr>
          <w:sz w:val="24"/>
          <w:szCs w:val="24"/>
        </w:rPr>
        <w:t>val</w:t>
      </w:r>
      <w:r w:rsidR="00AC7A8C">
        <w:rPr>
          <w:sz w:val="24"/>
          <w:szCs w:val="24"/>
        </w:rPr>
        <w:softHyphen/>
      </w:r>
      <w:r w:rsidRPr="00BD276B">
        <w:rPr>
          <w:sz w:val="24"/>
          <w:szCs w:val="24"/>
        </w:rPr>
        <w:t>da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>mi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>ne ülesandeks kolmandale isikule eksperdi arvel.</w:t>
      </w:r>
    </w:p>
    <w:p w14:paraId="2AB361EB" w14:textId="6456A363" w:rsidR="00333C4E" w:rsidRPr="00BD276B" w:rsidRDefault="00333C4E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Juhul, kui ekspert ei ole ekspertiisiakti tellijale üle andnud hiljemalt 1 (ühe) kuu möö</w:t>
      </w:r>
      <w:r w:rsidR="00AC7A8C">
        <w:rPr>
          <w:sz w:val="24"/>
          <w:szCs w:val="24"/>
        </w:rPr>
        <w:softHyphen/>
      </w:r>
      <w:r w:rsidRPr="00BD276B">
        <w:rPr>
          <w:sz w:val="24"/>
          <w:szCs w:val="24"/>
        </w:rPr>
        <w:t>du</w:t>
      </w:r>
      <w:r w:rsidR="00AC7A8C">
        <w:rPr>
          <w:sz w:val="24"/>
          <w:szCs w:val="24"/>
        </w:rPr>
        <w:softHyphen/>
      </w:r>
      <w:r w:rsidRPr="00BD276B">
        <w:rPr>
          <w:sz w:val="24"/>
          <w:szCs w:val="24"/>
        </w:rPr>
        <w:t>mi</w:t>
      </w:r>
      <w:r w:rsidR="00AC7A8C">
        <w:rPr>
          <w:sz w:val="24"/>
          <w:szCs w:val="24"/>
        </w:rPr>
        <w:softHyphen/>
      </w:r>
      <w:r w:rsidRPr="00BD276B">
        <w:rPr>
          <w:sz w:val="24"/>
          <w:szCs w:val="24"/>
        </w:rPr>
        <w:t>sel arva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>tes kokkulepitud üleandmise tähtajast, on tellijal õigus ilma eksperdile kok</w:t>
      </w:r>
      <w:r w:rsidR="00AC7A8C">
        <w:rPr>
          <w:sz w:val="24"/>
          <w:szCs w:val="24"/>
        </w:rPr>
        <w:softHyphen/>
      </w:r>
      <w:r w:rsidRPr="00BD276B">
        <w:rPr>
          <w:sz w:val="24"/>
          <w:szCs w:val="24"/>
        </w:rPr>
        <w:t>ku</w:t>
      </w:r>
      <w:r w:rsidR="00AC7A8C">
        <w:rPr>
          <w:sz w:val="24"/>
          <w:szCs w:val="24"/>
        </w:rPr>
        <w:softHyphen/>
      </w:r>
      <w:r w:rsidRPr="00BD276B">
        <w:rPr>
          <w:sz w:val="24"/>
          <w:szCs w:val="24"/>
        </w:rPr>
        <w:t>le</w:t>
      </w:r>
      <w:r w:rsidR="00AC7A8C">
        <w:rPr>
          <w:sz w:val="24"/>
          <w:szCs w:val="24"/>
        </w:rPr>
        <w:softHyphen/>
      </w:r>
      <w:r w:rsidRPr="00BD276B">
        <w:rPr>
          <w:sz w:val="24"/>
          <w:szCs w:val="24"/>
        </w:rPr>
        <w:t>pitud ta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>su maksmata lepingust ühepoolselt taganeda ja nõuda sisse lepinguga ettenähtud leppe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 xml:space="preserve">trahv ning tekitatud kahju. </w:t>
      </w:r>
    </w:p>
    <w:p w14:paraId="3EC03316" w14:textId="77777777" w:rsidR="00FA352F" w:rsidRPr="00BD276B" w:rsidRDefault="00FA352F" w:rsidP="009A1D41">
      <w:pPr>
        <w:jc w:val="both"/>
        <w:rPr>
          <w:sz w:val="24"/>
          <w:szCs w:val="24"/>
        </w:rPr>
      </w:pPr>
    </w:p>
    <w:p w14:paraId="6E74AE1A" w14:textId="77777777" w:rsidR="00BA36D9" w:rsidRPr="00BD276B" w:rsidRDefault="00BA36D9" w:rsidP="009A1D41">
      <w:pPr>
        <w:pStyle w:val="Pealkiri11"/>
        <w:jc w:val="both"/>
        <w:rPr>
          <w:b/>
          <w:sz w:val="24"/>
          <w:szCs w:val="24"/>
        </w:rPr>
      </w:pPr>
      <w:r w:rsidRPr="00BD276B">
        <w:rPr>
          <w:b/>
          <w:sz w:val="24"/>
          <w:szCs w:val="24"/>
        </w:rPr>
        <w:t>Lõppsätted</w:t>
      </w:r>
    </w:p>
    <w:p w14:paraId="0D4816DB" w14:textId="6538262F" w:rsidR="00BA36D9" w:rsidRPr="00BD276B" w:rsidRDefault="00EE00F0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 xml:space="preserve">Kõik </w:t>
      </w:r>
      <w:r w:rsidR="0043132A" w:rsidRPr="00BD276B">
        <w:rPr>
          <w:sz w:val="24"/>
          <w:szCs w:val="24"/>
        </w:rPr>
        <w:t>l</w:t>
      </w:r>
      <w:r w:rsidR="00BA36D9" w:rsidRPr="00BD276B">
        <w:rPr>
          <w:sz w:val="24"/>
          <w:szCs w:val="24"/>
        </w:rPr>
        <w:t>epingu muudatused jõustuvad päras</w:t>
      </w:r>
      <w:r w:rsidR="0043132A" w:rsidRPr="00BD276B">
        <w:rPr>
          <w:sz w:val="24"/>
          <w:szCs w:val="24"/>
        </w:rPr>
        <w:t>t nende allakirjutamist mõlema p</w:t>
      </w:r>
      <w:r w:rsidR="00BA36D9" w:rsidRPr="00BD276B">
        <w:rPr>
          <w:sz w:val="24"/>
          <w:szCs w:val="24"/>
        </w:rPr>
        <w:t>oole poolt</w:t>
      </w:r>
      <w:r w:rsidR="0043132A" w:rsidRPr="00BD276B">
        <w:rPr>
          <w:sz w:val="24"/>
          <w:szCs w:val="24"/>
        </w:rPr>
        <w:t xml:space="preserve"> alla</w:t>
      </w:r>
      <w:r w:rsidR="00AC7A8C">
        <w:rPr>
          <w:sz w:val="24"/>
          <w:szCs w:val="24"/>
        </w:rPr>
        <w:softHyphen/>
      </w:r>
      <w:r w:rsidR="0043132A" w:rsidRPr="00BD276B">
        <w:rPr>
          <w:sz w:val="24"/>
          <w:szCs w:val="24"/>
        </w:rPr>
        <w:t>kir</w:t>
      </w:r>
      <w:r w:rsidR="00A239FD">
        <w:rPr>
          <w:sz w:val="24"/>
          <w:szCs w:val="24"/>
        </w:rPr>
        <w:softHyphen/>
      </w:r>
      <w:r w:rsidR="0043132A" w:rsidRPr="00BD276B">
        <w:rPr>
          <w:sz w:val="24"/>
          <w:szCs w:val="24"/>
        </w:rPr>
        <w:t>jutamise momendist või p</w:t>
      </w:r>
      <w:r w:rsidR="00BA36D9" w:rsidRPr="00BD276B">
        <w:rPr>
          <w:sz w:val="24"/>
          <w:szCs w:val="24"/>
        </w:rPr>
        <w:t xml:space="preserve">oolte poolt kirjalikult määratud tähtajal. </w:t>
      </w:r>
    </w:p>
    <w:p w14:paraId="21A18955" w14:textId="02148214" w:rsidR="00BA36D9" w:rsidRDefault="00BA36D9" w:rsidP="009A1D41">
      <w:pPr>
        <w:pStyle w:val="Pealkiri21"/>
        <w:jc w:val="both"/>
        <w:rPr>
          <w:sz w:val="24"/>
          <w:szCs w:val="24"/>
        </w:rPr>
      </w:pPr>
      <w:r w:rsidRPr="00BD276B">
        <w:rPr>
          <w:sz w:val="24"/>
          <w:szCs w:val="24"/>
        </w:rPr>
        <w:t>Lepinguga seonduvaid eria</w:t>
      </w:r>
      <w:r w:rsidR="0043132A" w:rsidRPr="00BD276B">
        <w:rPr>
          <w:sz w:val="24"/>
          <w:szCs w:val="24"/>
        </w:rPr>
        <w:t>rvamusi ja vaidlusi lahendavad p</w:t>
      </w:r>
      <w:r w:rsidRPr="00BD276B">
        <w:rPr>
          <w:sz w:val="24"/>
          <w:szCs w:val="24"/>
        </w:rPr>
        <w:t>ooled eelkõige läbirääkimiste teel</w:t>
      </w:r>
      <w:r w:rsidR="0043132A" w:rsidRPr="00BD276B">
        <w:rPr>
          <w:sz w:val="24"/>
          <w:szCs w:val="24"/>
        </w:rPr>
        <w:t>. Kui l</w:t>
      </w:r>
      <w:r w:rsidRPr="00BD276B">
        <w:rPr>
          <w:sz w:val="24"/>
          <w:szCs w:val="24"/>
        </w:rPr>
        <w:t>epingust tulenevaid vaidlusi ei õnnestu lahendada</w:t>
      </w:r>
      <w:r w:rsidR="0043132A" w:rsidRPr="00BD276B">
        <w:rPr>
          <w:sz w:val="24"/>
          <w:szCs w:val="24"/>
        </w:rPr>
        <w:t xml:space="preserve"> p</w:t>
      </w:r>
      <w:r w:rsidR="00004AF2" w:rsidRPr="00BD276B">
        <w:rPr>
          <w:sz w:val="24"/>
          <w:szCs w:val="24"/>
        </w:rPr>
        <w:t>oolte läbirääkimistega, la</w:t>
      </w:r>
      <w:r w:rsidR="00AC7A8C">
        <w:rPr>
          <w:sz w:val="24"/>
          <w:szCs w:val="24"/>
        </w:rPr>
        <w:softHyphen/>
      </w:r>
      <w:r w:rsidR="00004AF2" w:rsidRPr="00BD276B">
        <w:rPr>
          <w:sz w:val="24"/>
          <w:szCs w:val="24"/>
        </w:rPr>
        <w:t>hen</w:t>
      </w:r>
      <w:r w:rsidR="00AC7A8C">
        <w:rPr>
          <w:sz w:val="24"/>
          <w:szCs w:val="24"/>
        </w:rPr>
        <w:softHyphen/>
      </w:r>
      <w:r w:rsidRPr="00BD276B">
        <w:rPr>
          <w:sz w:val="24"/>
          <w:szCs w:val="24"/>
        </w:rPr>
        <w:t>da</w:t>
      </w:r>
      <w:r w:rsidR="00A239FD">
        <w:rPr>
          <w:sz w:val="24"/>
          <w:szCs w:val="24"/>
        </w:rPr>
        <w:softHyphen/>
      </w:r>
      <w:r w:rsidRPr="00BD276B">
        <w:rPr>
          <w:sz w:val="24"/>
          <w:szCs w:val="24"/>
        </w:rPr>
        <w:t xml:space="preserve">takse vaidlus </w:t>
      </w:r>
      <w:r w:rsidR="00EE00F0" w:rsidRPr="00BD276B">
        <w:rPr>
          <w:sz w:val="24"/>
          <w:szCs w:val="24"/>
        </w:rPr>
        <w:t>õigusaktidega kehtestatud korras</w:t>
      </w:r>
      <w:r w:rsidR="00B1028B">
        <w:rPr>
          <w:sz w:val="24"/>
          <w:szCs w:val="24"/>
        </w:rPr>
        <w:t>.</w:t>
      </w:r>
    </w:p>
    <w:p w14:paraId="5788AA02" w14:textId="37E14DCC" w:rsidR="00B1028B" w:rsidRPr="00BD276B" w:rsidRDefault="00B1028B" w:rsidP="00B1028B">
      <w:pPr>
        <w:pStyle w:val="Pealkiri21"/>
        <w:rPr>
          <w:sz w:val="24"/>
          <w:szCs w:val="24"/>
        </w:rPr>
      </w:pPr>
      <w:r w:rsidRPr="00B1028B">
        <w:rPr>
          <w:sz w:val="24"/>
          <w:szCs w:val="24"/>
        </w:rPr>
        <w:t>Leping on allkirjastatud digitaalselt</w:t>
      </w:r>
      <w:r>
        <w:rPr>
          <w:sz w:val="24"/>
          <w:szCs w:val="24"/>
        </w:rPr>
        <w:t>.</w:t>
      </w:r>
    </w:p>
    <w:p w14:paraId="08958B31" w14:textId="77777777" w:rsidR="00BB3A9C" w:rsidRPr="00BD276B" w:rsidRDefault="00BB3A9C" w:rsidP="00855379">
      <w:pPr>
        <w:rPr>
          <w:b/>
          <w:sz w:val="24"/>
          <w:szCs w:val="24"/>
        </w:rPr>
      </w:pPr>
    </w:p>
    <w:p w14:paraId="2D5ED0B4" w14:textId="77777777" w:rsidR="00554309" w:rsidRDefault="00554309" w:rsidP="00855379">
      <w:pPr>
        <w:rPr>
          <w:b/>
          <w:sz w:val="24"/>
          <w:szCs w:val="24"/>
        </w:rPr>
      </w:pPr>
    </w:p>
    <w:p w14:paraId="7B4F930A" w14:textId="46B8749F" w:rsidR="003E53DB" w:rsidRPr="00BD276B" w:rsidRDefault="00EE00F0" w:rsidP="00855379">
      <w:pPr>
        <w:rPr>
          <w:b/>
          <w:sz w:val="24"/>
          <w:szCs w:val="24"/>
        </w:rPr>
      </w:pPr>
      <w:r w:rsidRPr="00BD276B">
        <w:rPr>
          <w:b/>
          <w:sz w:val="24"/>
          <w:szCs w:val="24"/>
        </w:rPr>
        <w:t>Poolte andmed ja allkirjad</w:t>
      </w:r>
    </w:p>
    <w:tbl>
      <w:tblPr>
        <w:tblpPr w:leftFromText="141" w:rightFromText="141" w:vertAnchor="text" w:horzAnchor="margin" w:tblpY="133"/>
        <w:tblW w:w="0" w:type="auto"/>
        <w:tblLook w:val="04A0" w:firstRow="1" w:lastRow="0" w:firstColumn="1" w:lastColumn="0" w:noHBand="0" w:noVBand="1"/>
      </w:tblPr>
      <w:tblGrid>
        <w:gridCol w:w="4176"/>
        <w:gridCol w:w="701"/>
        <w:gridCol w:w="4195"/>
      </w:tblGrid>
      <w:tr w:rsidR="00F12D6E" w:rsidRPr="00BD276B" w14:paraId="65BD8A4F" w14:textId="77777777" w:rsidTr="00DC5239">
        <w:trPr>
          <w:trHeight w:val="138"/>
        </w:trPr>
        <w:tc>
          <w:tcPr>
            <w:tcW w:w="4176" w:type="dxa"/>
            <w:shd w:val="clear" w:color="auto" w:fill="auto"/>
          </w:tcPr>
          <w:p w14:paraId="6B72CDCA" w14:textId="77777777" w:rsidR="00F12D6E" w:rsidRPr="00BD276B" w:rsidRDefault="00F12D6E" w:rsidP="0089122F">
            <w:pPr>
              <w:ind w:left="-110"/>
              <w:rPr>
                <w:b/>
                <w:sz w:val="24"/>
                <w:szCs w:val="24"/>
              </w:rPr>
            </w:pPr>
            <w:r w:rsidRPr="00BD276B">
              <w:rPr>
                <w:b/>
                <w:sz w:val="24"/>
                <w:szCs w:val="24"/>
              </w:rPr>
              <w:t>Tellija</w:t>
            </w:r>
            <w:r w:rsidRPr="00BD276B">
              <w:rPr>
                <w:b/>
                <w:sz w:val="24"/>
                <w:szCs w:val="24"/>
              </w:rPr>
              <w:tab/>
            </w:r>
          </w:p>
        </w:tc>
        <w:tc>
          <w:tcPr>
            <w:tcW w:w="701" w:type="dxa"/>
            <w:shd w:val="clear" w:color="auto" w:fill="auto"/>
          </w:tcPr>
          <w:p w14:paraId="2E4DC003" w14:textId="77777777" w:rsidR="00F12D6E" w:rsidRPr="00BD276B" w:rsidRDefault="00F12D6E" w:rsidP="00DC5239">
            <w:pPr>
              <w:rPr>
                <w:b/>
                <w:sz w:val="24"/>
                <w:szCs w:val="24"/>
              </w:rPr>
            </w:pPr>
          </w:p>
        </w:tc>
        <w:tc>
          <w:tcPr>
            <w:tcW w:w="4195" w:type="dxa"/>
            <w:shd w:val="clear" w:color="auto" w:fill="auto"/>
          </w:tcPr>
          <w:p w14:paraId="77CBEFDB" w14:textId="5BBD86F8" w:rsidR="00F12D6E" w:rsidRPr="00BD276B" w:rsidRDefault="0089122F" w:rsidP="00DC5239">
            <w:pPr>
              <w:rPr>
                <w:b/>
                <w:sz w:val="24"/>
                <w:szCs w:val="24"/>
              </w:rPr>
            </w:pPr>
            <w:r w:rsidRPr="00BD276B">
              <w:rPr>
                <w:b/>
                <w:sz w:val="24"/>
                <w:szCs w:val="24"/>
              </w:rPr>
              <w:t xml:space="preserve"> </w:t>
            </w:r>
            <w:r w:rsidR="00F12D6E" w:rsidRPr="00BD276B">
              <w:rPr>
                <w:b/>
                <w:sz w:val="24"/>
                <w:szCs w:val="24"/>
              </w:rPr>
              <w:t>Ekspert</w:t>
            </w:r>
          </w:p>
        </w:tc>
      </w:tr>
    </w:tbl>
    <w:p w14:paraId="3F4BC868" w14:textId="60EC4E6C" w:rsidR="00F12D6E" w:rsidRPr="00BD276B" w:rsidRDefault="00F12D6E" w:rsidP="00F12D6E">
      <w:pPr>
        <w:rPr>
          <w:sz w:val="24"/>
          <w:szCs w:val="24"/>
        </w:rPr>
      </w:pPr>
      <w:r w:rsidRPr="00BD276B">
        <w:rPr>
          <w:sz w:val="24"/>
          <w:szCs w:val="24"/>
        </w:rPr>
        <w:t xml:space="preserve">Riigimetsa Majandamise Keskus </w:t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  <w:t xml:space="preserve">OÜ </w:t>
      </w:r>
      <w:r w:rsidR="0069787F">
        <w:rPr>
          <w:sz w:val="24"/>
          <w:szCs w:val="24"/>
        </w:rPr>
        <w:t>Laanekraav</w:t>
      </w:r>
      <w:r w:rsidRPr="00BD276B">
        <w:rPr>
          <w:sz w:val="24"/>
          <w:szCs w:val="24"/>
        </w:rPr>
        <w:t xml:space="preserve"> </w:t>
      </w:r>
    </w:p>
    <w:p w14:paraId="59540FFA" w14:textId="54F683EC" w:rsidR="00F12D6E" w:rsidRPr="00BD276B" w:rsidRDefault="00F12D6E" w:rsidP="00F12D6E">
      <w:pPr>
        <w:rPr>
          <w:sz w:val="24"/>
          <w:szCs w:val="24"/>
        </w:rPr>
      </w:pPr>
      <w:r w:rsidRPr="00BD276B">
        <w:rPr>
          <w:sz w:val="24"/>
          <w:szCs w:val="24"/>
        </w:rPr>
        <w:t xml:space="preserve">registrikood 70004459 </w:t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  <w:t xml:space="preserve">registrikood </w:t>
      </w:r>
      <w:r w:rsidR="00F40638" w:rsidRPr="00F40638">
        <w:rPr>
          <w:sz w:val="24"/>
          <w:szCs w:val="24"/>
        </w:rPr>
        <w:t>10010206</w:t>
      </w:r>
    </w:p>
    <w:p w14:paraId="08F5CDA1" w14:textId="2E4CA25E" w:rsidR="00F12D6E" w:rsidRPr="00BD276B" w:rsidRDefault="00F12D6E" w:rsidP="00F12D6E">
      <w:pPr>
        <w:rPr>
          <w:sz w:val="24"/>
          <w:szCs w:val="24"/>
        </w:rPr>
      </w:pPr>
      <w:r w:rsidRPr="00BD276B">
        <w:rPr>
          <w:sz w:val="24"/>
          <w:szCs w:val="24"/>
        </w:rPr>
        <w:t>Sagadi küla, Haljala vald</w:t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="00F40638">
        <w:rPr>
          <w:sz w:val="24"/>
          <w:szCs w:val="24"/>
        </w:rPr>
        <w:t>Kivi</w:t>
      </w:r>
      <w:r w:rsidR="0024742A" w:rsidRPr="00BD276B">
        <w:rPr>
          <w:sz w:val="24"/>
          <w:szCs w:val="24"/>
        </w:rPr>
        <w:t xml:space="preserve"> </w:t>
      </w:r>
      <w:r w:rsidR="00F40638">
        <w:rPr>
          <w:sz w:val="24"/>
          <w:szCs w:val="24"/>
        </w:rPr>
        <w:t>tn 3</w:t>
      </w:r>
      <w:r w:rsidR="0024742A" w:rsidRPr="00BD276B">
        <w:rPr>
          <w:sz w:val="24"/>
          <w:szCs w:val="24"/>
        </w:rPr>
        <w:t xml:space="preserve">, </w:t>
      </w:r>
      <w:r w:rsidR="00F40638">
        <w:rPr>
          <w:sz w:val="24"/>
          <w:szCs w:val="24"/>
        </w:rPr>
        <w:t>Abja-Paluoja, Mulgi</w:t>
      </w:r>
      <w:r w:rsidR="0024742A" w:rsidRPr="00BD276B">
        <w:rPr>
          <w:sz w:val="24"/>
          <w:szCs w:val="24"/>
        </w:rPr>
        <w:t xml:space="preserve"> vald</w:t>
      </w:r>
    </w:p>
    <w:p w14:paraId="58DE4ADD" w14:textId="79E20767" w:rsidR="00F12D6E" w:rsidRPr="00BD276B" w:rsidRDefault="00F12D6E" w:rsidP="00F12D6E">
      <w:pPr>
        <w:rPr>
          <w:sz w:val="24"/>
          <w:szCs w:val="24"/>
        </w:rPr>
      </w:pPr>
      <w:r w:rsidRPr="00BD276B">
        <w:rPr>
          <w:sz w:val="24"/>
          <w:szCs w:val="24"/>
        </w:rPr>
        <w:t>45403 Lääne-Viru maakond</w:t>
      </w:r>
      <w:r w:rsidRPr="00BD276B">
        <w:rPr>
          <w:sz w:val="24"/>
          <w:szCs w:val="24"/>
        </w:rPr>
        <w:tab/>
        <w:t xml:space="preserve"> </w:t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="00F40638" w:rsidRPr="00F40638">
        <w:rPr>
          <w:sz w:val="24"/>
          <w:szCs w:val="24"/>
        </w:rPr>
        <w:t>69402</w:t>
      </w:r>
      <w:r w:rsidRPr="00BD276B">
        <w:rPr>
          <w:sz w:val="24"/>
          <w:szCs w:val="24"/>
        </w:rPr>
        <w:t xml:space="preserve"> </w:t>
      </w:r>
      <w:r w:rsidR="00F40638">
        <w:rPr>
          <w:sz w:val="24"/>
          <w:szCs w:val="24"/>
        </w:rPr>
        <w:t>Viljandi</w:t>
      </w:r>
      <w:r w:rsidR="0024742A" w:rsidRPr="00BD276B">
        <w:rPr>
          <w:sz w:val="24"/>
          <w:szCs w:val="24"/>
        </w:rPr>
        <w:t xml:space="preserve"> </w:t>
      </w:r>
      <w:r w:rsidRPr="00BD276B">
        <w:rPr>
          <w:sz w:val="24"/>
          <w:szCs w:val="24"/>
        </w:rPr>
        <w:t>maa</w:t>
      </w:r>
      <w:r w:rsidR="0024742A" w:rsidRPr="00BD276B">
        <w:rPr>
          <w:sz w:val="24"/>
          <w:szCs w:val="24"/>
        </w:rPr>
        <w:t>kond</w:t>
      </w:r>
    </w:p>
    <w:p w14:paraId="62EAF506" w14:textId="0EFB5DBA" w:rsidR="00F12D6E" w:rsidRPr="00BD276B" w:rsidRDefault="00F12D6E" w:rsidP="00F12D6E">
      <w:pPr>
        <w:rPr>
          <w:sz w:val="24"/>
          <w:szCs w:val="24"/>
        </w:rPr>
      </w:pPr>
      <w:r w:rsidRPr="00BD276B">
        <w:rPr>
          <w:sz w:val="24"/>
          <w:szCs w:val="24"/>
        </w:rPr>
        <w:t xml:space="preserve">tel 676 7500, faks  676 7510                                     </w:t>
      </w:r>
      <w:r w:rsidRPr="00BD276B">
        <w:rPr>
          <w:sz w:val="24"/>
          <w:szCs w:val="24"/>
        </w:rPr>
        <w:tab/>
        <w:t xml:space="preserve">tel </w:t>
      </w:r>
      <w:r w:rsidR="0069787F" w:rsidRPr="0069787F">
        <w:rPr>
          <w:sz w:val="24"/>
          <w:szCs w:val="24"/>
        </w:rPr>
        <w:t>5332 5369</w:t>
      </w:r>
      <w:r w:rsidRPr="00BD276B">
        <w:rPr>
          <w:sz w:val="24"/>
          <w:szCs w:val="24"/>
        </w:rPr>
        <w:tab/>
      </w:r>
    </w:p>
    <w:p w14:paraId="6AC6C0DE" w14:textId="77777777" w:rsidR="00F12D6E" w:rsidRPr="00BD276B" w:rsidRDefault="00F12D6E" w:rsidP="00F12D6E">
      <w:pPr>
        <w:rPr>
          <w:sz w:val="24"/>
          <w:szCs w:val="24"/>
        </w:rPr>
      </w:pPr>
      <w:r w:rsidRPr="00BD276B">
        <w:rPr>
          <w:sz w:val="24"/>
          <w:szCs w:val="24"/>
        </w:rPr>
        <w:t>RMK Metsaparandusosakond</w:t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</w:p>
    <w:p w14:paraId="65E1EEBF" w14:textId="77777777" w:rsidR="00F12D6E" w:rsidRPr="00BD276B" w:rsidRDefault="00F12D6E" w:rsidP="00F12D6E">
      <w:pPr>
        <w:jc w:val="both"/>
        <w:rPr>
          <w:sz w:val="24"/>
          <w:szCs w:val="24"/>
        </w:rPr>
      </w:pPr>
    </w:p>
    <w:p w14:paraId="2790F705" w14:textId="7C7AE48C" w:rsidR="00F12D6E" w:rsidRPr="00BD276B" w:rsidRDefault="00F12D6E" w:rsidP="00F12D6E">
      <w:pPr>
        <w:rPr>
          <w:sz w:val="24"/>
          <w:szCs w:val="24"/>
        </w:rPr>
      </w:pPr>
      <w:r w:rsidRPr="00BD276B">
        <w:rPr>
          <w:sz w:val="24"/>
          <w:szCs w:val="24"/>
        </w:rPr>
        <w:t xml:space="preserve">e-post: </w:t>
      </w:r>
      <w:hyperlink r:id="rId13" w:history="1">
        <w:r w:rsidRPr="00BD276B">
          <w:rPr>
            <w:rStyle w:val="Hperlink"/>
            <w:sz w:val="24"/>
            <w:szCs w:val="24"/>
          </w:rPr>
          <w:t>toomas.kivisto@rmk.ee</w:t>
        </w:r>
      </w:hyperlink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  <w:t xml:space="preserve">e-post: </w:t>
      </w:r>
      <w:r w:rsidR="0069787F">
        <w:rPr>
          <w:rStyle w:val="Hperlink"/>
          <w:sz w:val="24"/>
          <w:szCs w:val="24"/>
        </w:rPr>
        <w:t>ove@laanekraav.ee</w:t>
      </w:r>
    </w:p>
    <w:p w14:paraId="521F380B" w14:textId="2BA8D3A5" w:rsidR="00F12D6E" w:rsidRPr="00BD276B" w:rsidRDefault="00F12D6E" w:rsidP="00F12D6E">
      <w:pPr>
        <w:rPr>
          <w:sz w:val="24"/>
          <w:szCs w:val="24"/>
        </w:rPr>
      </w:pP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</w:p>
    <w:p w14:paraId="12B5CCE6" w14:textId="77777777" w:rsidR="00F12D6E" w:rsidRPr="00BD276B" w:rsidRDefault="00F12D6E" w:rsidP="00F12D6E">
      <w:pPr>
        <w:rPr>
          <w:i/>
          <w:sz w:val="24"/>
          <w:szCs w:val="24"/>
        </w:rPr>
      </w:pPr>
      <w:r w:rsidRPr="00BD276B">
        <w:rPr>
          <w:i/>
          <w:sz w:val="24"/>
          <w:szCs w:val="24"/>
        </w:rPr>
        <w:t>/allkirjastatud digitaalselt/</w:t>
      </w:r>
      <w:r w:rsidRPr="00BD276B">
        <w:rPr>
          <w:i/>
          <w:sz w:val="24"/>
          <w:szCs w:val="24"/>
        </w:rPr>
        <w:tab/>
      </w:r>
      <w:r w:rsidRPr="00BD276B">
        <w:rPr>
          <w:i/>
          <w:sz w:val="24"/>
          <w:szCs w:val="24"/>
        </w:rPr>
        <w:tab/>
      </w:r>
      <w:r w:rsidRPr="00BD276B">
        <w:rPr>
          <w:i/>
          <w:sz w:val="24"/>
          <w:szCs w:val="24"/>
        </w:rPr>
        <w:tab/>
      </w:r>
      <w:r w:rsidRPr="00BD276B">
        <w:rPr>
          <w:i/>
          <w:sz w:val="24"/>
          <w:szCs w:val="24"/>
        </w:rPr>
        <w:tab/>
        <w:t>/allkirjastatud digitaalselt/</w:t>
      </w:r>
    </w:p>
    <w:p w14:paraId="6382514B" w14:textId="0FF6F086" w:rsidR="00F12D6E" w:rsidRDefault="00F12D6E" w:rsidP="00F12D6E">
      <w:pPr>
        <w:rPr>
          <w:sz w:val="24"/>
          <w:szCs w:val="24"/>
        </w:rPr>
      </w:pPr>
    </w:p>
    <w:p w14:paraId="5035E52D" w14:textId="465A652B" w:rsidR="00F12D6E" w:rsidRPr="00BD276B" w:rsidRDefault="00F12D6E" w:rsidP="00F12D6E">
      <w:pPr>
        <w:rPr>
          <w:sz w:val="24"/>
          <w:szCs w:val="24"/>
        </w:rPr>
      </w:pPr>
      <w:r w:rsidRPr="00BD276B">
        <w:rPr>
          <w:sz w:val="24"/>
          <w:szCs w:val="24"/>
        </w:rPr>
        <w:t xml:space="preserve">Toomas Kivisto                                                          </w:t>
      </w:r>
      <w:r w:rsidRPr="00BD276B">
        <w:rPr>
          <w:sz w:val="24"/>
          <w:szCs w:val="24"/>
        </w:rPr>
        <w:tab/>
      </w:r>
      <w:r w:rsidR="0069787F">
        <w:rPr>
          <w:sz w:val="24"/>
          <w:szCs w:val="24"/>
        </w:rPr>
        <w:t>Ove Mengel</w:t>
      </w:r>
    </w:p>
    <w:p w14:paraId="62E181CE" w14:textId="2BF8D804" w:rsidR="00F12D6E" w:rsidRPr="006E0354" w:rsidRDefault="00F12D6E" w:rsidP="00F12D6E">
      <w:pPr>
        <w:rPr>
          <w:b/>
          <w:sz w:val="24"/>
          <w:szCs w:val="24"/>
        </w:rPr>
      </w:pPr>
      <w:r w:rsidRPr="00BD276B">
        <w:rPr>
          <w:sz w:val="24"/>
          <w:szCs w:val="24"/>
        </w:rPr>
        <w:t>Metsaparandusosakonna juhataja</w:t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</w:r>
      <w:r w:rsidRPr="00BD276B">
        <w:rPr>
          <w:sz w:val="24"/>
          <w:szCs w:val="24"/>
        </w:rPr>
        <w:tab/>
        <w:t>Juhatuse liige</w:t>
      </w:r>
    </w:p>
    <w:sectPr w:rsidR="00F12D6E" w:rsidRPr="006E0354" w:rsidSect="00432DA3">
      <w:headerReference w:type="even" r:id="rId14"/>
      <w:headerReference w:type="default" r:id="rId15"/>
      <w:type w:val="continuous"/>
      <w:pgSz w:w="11906" w:h="16838"/>
      <w:pgMar w:top="624" w:right="1021" w:bottom="510" w:left="136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A88C8" w14:textId="77777777" w:rsidR="00834081" w:rsidRDefault="00834081">
      <w:r>
        <w:separator/>
      </w:r>
    </w:p>
  </w:endnote>
  <w:endnote w:type="continuationSeparator" w:id="0">
    <w:p w14:paraId="48341C7E" w14:textId="77777777" w:rsidR="00834081" w:rsidRDefault="0083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D1FE6" w14:textId="77777777" w:rsidR="00834081" w:rsidRDefault="00834081">
      <w:r>
        <w:separator/>
      </w:r>
    </w:p>
  </w:footnote>
  <w:footnote w:type="continuationSeparator" w:id="0">
    <w:p w14:paraId="138A4EAB" w14:textId="77777777" w:rsidR="00834081" w:rsidRDefault="00834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65BC3" w14:textId="77777777" w:rsidR="00016F77" w:rsidRDefault="00016F77" w:rsidP="001D3E9B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49B1697" w14:textId="77777777" w:rsidR="00016F77" w:rsidRDefault="00016F7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C3CAC" w14:textId="6EE7CB49" w:rsidR="00016F77" w:rsidRDefault="00016F77" w:rsidP="001D3E9B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873DDC">
      <w:rPr>
        <w:rStyle w:val="Lehekljenumber"/>
        <w:noProof/>
      </w:rPr>
      <w:t>3</w:t>
    </w:r>
    <w:r>
      <w:rPr>
        <w:rStyle w:val="Lehekljenumber"/>
      </w:rPr>
      <w:fldChar w:fldCharType="end"/>
    </w:r>
  </w:p>
  <w:p w14:paraId="11D075FE" w14:textId="77777777" w:rsidR="00016F77" w:rsidRDefault="00016F7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4929"/>
    <w:multiLevelType w:val="multilevel"/>
    <w:tmpl w:val="8104FC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FDE5E1A"/>
    <w:multiLevelType w:val="multilevel"/>
    <w:tmpl w:val="15DABC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34B4E72"/>
    <w:multiLevelType w:val="hybridMultilevel"/>
    <w:tmpl w:val="4FAE1EF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C73CD0"/>
    <w:multiLevelType w:val="multilevel"/>
    <w:tmpl w:val="3984DD8E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."/>
      <w:lvlJc w:val="left"/>
      <w:pPr>
        <w:ind w:left="864" w:hanging="864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D673297"/>
    <w:multiLevelType w:val="multilevel"/>
    <w:tmpl w:val="EFD0BE9E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525429D"/>
    <w:multiLevelType w:val="hybridMultilevel"/>
    <w:tmpl w:val="B4F0D7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064E2"/>
    <w:multiLevelType w:val="multilevel"/>
    <w:tmpl w:val="F7F877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BB266A6"/>
    <w:multiLevelType w:val="multilevel"/>
    <w:tmpl w:val="7E5CFF4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5530874"/>
    <w:multiLevelType w:val="multilevel"/>
    <w:tmpl w:val="8104FC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AFC3691"/>
    <w:multiLevelType w:val="multilevel"/>
    <w:tmpl w:val="8104FC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B5539E4"/>
    <w:multiLevelType w:val="multilevel"/>
    <w:tmpl w:val="6218BC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10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65"/>
    <w:rsid w:val="00001930"/>
    <w:rsid w:val="00003436"/>
    <w:rsid w:val="00004AF2"/>
    <w:rsid w:val="00016BBA"/>
    <w:rsid w:val="00016F77"/>
    <w:rsid w:val="0003201F"/>
    <w:rsid w:val="000332DD"/>
    <w:rsid w:val="000350E3"/>
    <w:rsid w:val="000600EF"/>
    <w:rsid w:val="00062C86"/>
    <w:rsid w:val="00064256"/>
    <w:rsid w:val="0006519F"/>
    <w:rsid w:val="00066202"/>
    <w:rsid w:val="00071781"/>
    <w:rsid w:val="00076068"/>
    <w:rsid w:val="000819ED"/>
    <w:rsid w:val="00082132"/>
    <w:rsid w:val="00084B64"/>
    <w:rsid w:val="000939C9"/>
    <w:rsid w:val="000962F3"/>
    <w:rsid w:val="000A07B4"/>
    <w:rsid w:val="000A0D99"/>
    <w:rsid w:val="000A3814"/>
    <w:rsid w:val="000A3820"/>
    <w:rsid w:val="000A3B10"/>
    <w:rsid w:val="000A63C0"/>
    <w:rsid w:val="000B2CF1"/>
    <w:rsid w:val="000B31C7"/>
    <w:rsid w:val="000C690C"/>
    <w:rsid w:val="000D62CD"/>
    <w:rsid w:val="000D6565"/>
    <w:rsid w:val="000D72FB"/>
    <w:rsid w:val="000E179D"/>
    <w:rsid w:val="000E39DA"/>
    <w:rsid w:val="000F2F41"/>
    <w:rsid w:val="000F35DF"/>
    <w:rsid w:val="000F3B71"/>
    <w:rsid w:val="000F496F"/>
    <w:rsid w:val="000F6694"/>
    <w:rsid w:val="0010164B"/>
    <w:rsid w:val="001030FD"/>
    <w:rsid w:val="00103FFF"/>
    <w:rsid w:val="0010519D"/>
    <w:rsid w:val="0010598E"/>
    <w:rsid w:val="00105F3E"/>
    <w:rsid w:val="001065F2"/>
    <w:rsid w:val="0011183C"/>
    <w:rsid w:val="00112B77"/>
    <w:rsid w:val="00114D07"/>
    <w:rsid w:val="00117DA9"/>
    <w:rsid w:val="001201FB"/>
    <w:rsid w:val="001328E6"/>
    <w:rsid w:val="00132FF9"/>
    <w:rsid w:val="0014471D"/>
    <w:rsid w:val="0014559A"/>
    <w:rsid w:val="00146571"/>
    <w:rsid w:val="001467C2"/>
    <w:rsid w:val="00154C15"/>
    <w:rsid w:val="00156458"/>
    <w:rsid w:val="00157E9B"/>
    <w:rsid w:val="00160465"/>
    <w:rsid w:val="00163688"/>
    <w:rsid w:val="001651CF"/>
    <w:rsid w:val="00165CCF"/>
    <w:rsid w:val="00165FA7"/>
    <w:rsid w:val="00170210"/>
    <w:rsid w:val="00173F92"/>
    <w:rsid w:val="001749D5"/>
    <w:rsid w:val="00175CE4"/>
    <w:rsid w:val="00180808"/>
    <w:rsid w:val="00180F5E"/>
    <w:rsid w:val="001819F4"/>
    <w:rsid w:val="00181D90"/>
    <w:rsid w:val="0018470B"/>
    <w:rsid w:val="0019116D"/>
    <w:rsid w:val="0019372A"/>
    <w:rsid w:val="001A156F"/>
    <w:rsid w:val="001B0624"/>
    <w:rsid w:val="001B12D1"/>
    <w:rsid w:val="001B6BEC"/>
    <w:rsid w:val="001B6D55"/>
    <w:rsid w:val="001C0B7A"/>
    <w:rsid w:val="001D19DA"/>
    <w:rsid w:val="001D3E9B"/>
    <w:rsid w:val="001D46C1"/>
    <w:rsid w:val="001D6C45"/>
    <w:rsid w:val="001E1167"/>
    <w:rsid w:val="001E2531"/>
    <w:rsid w:val="001E3392"/>
    <w:rsid w:val="001E3524"/>
    <w:rsid w:val="001E39E9"/>
    <w:rsid w:val="001E72E8"/>
    <w:rsid w:val="00207D6A"/>
    <w:rsid w:val="00216B5C"/>
    <w:rsid w:val="00216C1E"/>
    <w:rsid w:val="00217484"/>
    <w:rsid w:val="00223F37"/>
    <w:rsid w:val="00224C85"/>
    <w:rsid w:val="002355E8"/>
    <w:rsid w:val="00235645"/>
    <w:rsid w:val="002374B6"/>
    <w:rsid w:val="00241D92"/>
    <w:rsid w:val="00244E22"/>
    <w:rsid w:val="00247229"/>
    <w:rsid w:val="0024742A"/>
    <w:rsid w:val="00247638"/>
    <w:rsid w:val="00247E07"/>
    <w:rsid w:val="00250990"/>
    <w:rsid w:val="0025269F"/>
    <w:rsid w:val="00254895"/>
    <w:rsid w:val="00255F9A"/>
    <w:rsid w:val="00261D6B"/>
    <w:rsid w:val="00265918"/>
    <w:rsid w:val="00273D29"/>
    <w:rsid w:val="002756E9"/>
    <w:rsid w:val="0028284A"/>
    <w:rsid w:val="002912F7"/>
    <w:rsid w:val="0029481F"/>
    <w:rsid w:val="00294DEE"/>
    <w:rsid w:val="002A07CE"/>
    <w:rsid w:val="002A282E"/>
    <w:rsid w:val="002A71B1"/>
    <w:rsid w:val="002B075D"/>
    <w:rsid w:val="002B44F8"/>
    <w:rsid w:val="002B6766"/>
    <w:rsid w:val="002C4CA5"/>
    <w:rsid w:val="002C58F2"/>
    <w:rsid w:val="002D1139"/>
    <w:rsid w:val="002D1C1A"/>
    <w:rsid w:val="002D3E2F"/>
    <w:rsid w:val="002D4C6F"/>
    <w:rsid w:val="002D5A0C"/>
    <w:rsid w:val="002D7855"/>
    <w:rsid w:val="002E0151"/>
    <w:rsid w:val="002E471E"/>
    <w:rsid w:val="002F05AE"/>
    <w:rsid w:val="002F521B"/>
    <w:rsid w:val="002F6525"/>
    <w:rsid w:val="00303DA6"/>
    <w:rsid w:val="0030558A"/>
    <w:rsid w:val="00305B01"/>
    <w:rsid w:val="0030700A"/>
    <w:rsid w:val="00312CC9"/>
    <w:rsid w:val="003170BE"/>
    <w:rsid w:val="0031753B"/>
    <w:rsid w:val="003209A6"/>
    <w:rsid w:val="00321D46"/>
    <w:rsid w:val="00321F11"/>
    <w:rsid w:val="003226B0"/>
    <w:rsid w:val="0033189C"/>
    <w:rsid w:val="003328CC"/>
    <w:rsid w:val="00333152"/>
    <w:rsid w:val="00333C4E"/>
    <w:rsid w:val="00335E0F"/>
    <w:rsid w:val="00335FD7"/>
    <w:rsid w:val="00336077"/>
    <w:rsid w:val="003445DC"/>
    <w:rsid w:val="00345DCC"/>
    <w:rsid w:val="003479C9"/>
    <w:rsid w:val="00350D61"/>
    <w:rsid w:val="0035130E"/>
    <w:rsid w:val="00352137"/>
    <w:rsid w:val="00360BD2"/>
    <w:rsid w:val="003613FE"/>
    <w:rsid w:val="00367A49"/>
    <w:rsid w:val="00373123"/>
    <w:rsid w:val="00373622"/>
    <w:rsid w:val="003808D1"/>
    <w:rsid w:val="00384599"/>
    <w:rsid w:val="00384957"/>
    <w:rsid w:val="00394027"/>
    <w:rsid w:val="003951ED"/>
    <w:rsid w:val="003A17E5"/>
    <w:rsid w:val="003A2ADB"/>
    <w:rsid w:val="003A3BA9"/>
    <w:rsid w:val="003A7E77"/>
    <w:rsid w:val="003B02EE"/>
    <w:rsid w:val="003B20F9"/>
    <w:rsid w:val="003B73CB"/>
    <w:rsid w:val="003C5DD3"/>
    <w:rsid w:val="003C6D0B"/>
    <w:rsid w:val="003D53EF"/>
    <w:rsid w:val="003E18A4"/>
    <w:rsid w:val="003E53DB"/>
    <w:rsid w:val="003F7160"/>
    <w:rsid w:val="003F7946"/>
    <w:rsid w:val="00401657"/>
    <w:rsid w:val="00416A91"/>
    <w:rsid w:val="0043132A"/>
    <w:rsid w:val="004315EE"/>
    <w:rsid w:val="00432DA3"/>
    <w:rsid w:val="004337D1"/>
    <w:rsid w:val="00433E4E"/>
    <w:rsid w:val="00434AD6"/>
    <w:rsid w:val="0044133C"/>
    <w:rsid w:val="00441A39"/>
    <w:rsid w:val="0044275C"/>
    <w:rsid w:val="00447E69"/>
    <w:rsid w:val="00450888"/>
    <w:rsid w:val="00463806"/>
    <w:rsid w:val="00477F81"/>
    <w:rsid w:val="00480FA5"/>
    <w:rsid w:val="0048242B"/>
    <w:rsid w:val="00490AAD"/>
    <w:rsid w:val="00496EC3"/>
    <w:rsid w:val="004972FF"/>
    <w:rsid w:val="00497F6D"/>
    <w:rsid w:val="004A14CE"/>
    <w:rsid w:val="004A6290"/>
    <w:rsid w:val="004A7310"/>
    <w:rsid w:val="004B1614"/>
    <w:rsid w:val="004B2C82"/>
    <w:rsid w:val="004B7B04"/>
    <w:rsid w:val="004C12DE"/>
    <w:rsid w:val="004C7A60"/>
    <w:rsid w:val="004D0E66"/>
    <w:rsid w:val="004F2737"/>
    <w:rsid w:val="00503C85"/>
    <w:rsid w:val="005124FD"/>
    <w:rsid w:val="005137B2"/>
    <w:rsid w:val="0052378A"/>
    <w:rsid w:val="00526BBC"/>
    <w:rsid w:val="00531E10"/>
    <w:rsid w:val="00532534"/>
    <w:rsid w:val="00544D1C"/>
    <w:rsid w:val="005471B5"/>
    <w:rsid w:val="005503EC"/>
    <w:rsid w:val="00554309"/>
    <w:rsid w:val="005814B4"/>
    <w:rsid w:val="0058163B"/>
    <w:rsid w:val="00581A18"/>
    <w:rsid w:val="005914C2"/>
    <w:rsid w:val="005A5402"/>
    <w:rsid w:val="005B2BE2"/>
    <w:rsid w:val="005B6D44"/>
    <w:rsid w:val="005C4A89"/>
    <w:rsid w:val="005C4E14"/>
    <w:rsid w:val="005D12A2"/>
    <w:rsid w:val="005D137B"/>
    <w:rsid w:val="005D5400"/>
    <w:rsid w:val="005D6BD2"/>
    <w:rsid w:val="005E679B"/>
    <w:rsid w:val="005E6EED"/>
    <w:rsid w:val="005F67F0"/>
    <w:rsid w:val="0060224C"/>
    <w:rsid w:val="00605EDA"/>
    <w:rsid w:val="00610861"/>
    <w:rsid w:val="0061208E"/>
    <w:rsid w:val="00621118"/>
    <w:rsid w:val="00625829"/>
    <w:rsid w:val="0063197E"/>
    <w:rsid w:val="006319F4"/>
    <w:rsid w:val="006347B4"/>
    <w:rsid w:val="00636206"/>
    <w:rsid w:val="00641C50"/>
    <w:rsid w:val="00642E3A"/>
    <w:rsid w:val="006436F3"/>
    <w:rsid w:val="00645553"/>
    <w:rsid w:val="006463B5"/>
    <w:rsid w:val="00647102"/>
    <w:rsid w:val="00652B6B"/>
    <w:rsid w:val="00661DB7"/>
    <w:rsid w:val="00665249"/>
    <w:rsid w:val="00666276"/>
    <w:rsid w:val="00671D31"/>
    <w:rsid w:val="00673437"/>
    <w:rsid w:val="00692002"/>
    <w:rsid w:val="0069787F"/>
    <w:rsid w:val="006A1F5B"/>
    <w:rsid w:val="006A4A7D"/>
    <w:rsid w:val="006A4D2E"/>
    <w:rsid w:val="006B0735"/>
    <w:rsid w:val="006B6554"/>
    <w:rsid w:val="006C4138"/>
    <w:rsid w:val="006C49E4"/>
    <w:rsid w:val="006C714D"/>
    <w:rsid w:val="006E0354"/>
    <w:rsid w:val="006E1E68"/>
    <w:rsid w:val="006E366F"/>
    <w:rsid w:val="006F0FDD"/>
    <w:rsid w:val="006F1C89"/>
    <w:rsid w:val="006F55B8"/>
    <w:rsid w:val="006F56C2"/>
    <w:rsid w:val="00702CBE"/>
    <w:rsid w:val="00704E2E"/>
    <w:rsid w:val="00713EF6"/>
    <w:rsid w:val="007222B8"/>
    <w:rsid w:val="00723EFF"/>
    <w:rsid w:val="0073708F"/>
    <w:rsid w:val="00740E70"/>
    <w:rsid w:val="0074164D"/>
    <w:rsid w:val="00742A6B"/>
    <w:rsid w:val="00745F3D"/>
    <w:rsid w:val="00751B1C"/>
    <w:rsid w:val="00753A45"/>
    <w:rsid w:val="00755E35"/>
    <w:rsid w:val="0076009D"/>
    <w:rsid w:val="00762C29"/>
    <w:rsid w:val="00766A41"/>
    <w:rsid w:val="00770D88"/>
    <w:rsid w:val="007733FD"/>
    <w:rsid w:val="00784AD5"/>
    <w:rsid w:val="00785D9C"/>
    <w:rsid w:val="00786FBD"/>
    <w:rsid w:val="0078716E"/>
    <w:rsid w:val="0079094A"/>
    <w:rsid w:val="007B576B"/>
    <w:rsid w:val="007B7BA4"/>
    <w:rsid w:val="007C52A8"/>
    <w:rsid w:val="007C6FF2"/>
    <w:rsid w:val="007D2D58"/>
    <w:rsid w:val="007E1538"/>
    <w:rsid w:val="007E16F3"/>
    <w:rsid w:val="007E485A"/>
    <w:rsid w:val="007E51A3"/>
    <w:rsid w:val="007E5FF4"/>
    <w:rsid w:val="007F00F0"/>
    <w:rsid w:val="007F702C"/>
    <w:rsid w:val="0080178E"/>
    <w:rsid w:val="00805FB9"/>
    <w:rsid w:val="00807898"/>
    <w:rsid w:val="00810ADF"/>
    <w:rsid w:val="00820D3B"/>
    <w:rsid w:val="008212B6"/>
    <w:rsid w:val="00822A4E"/>
    <w:rsid w:val="00825354"/>
    <w:rsid w:val="008310C2"/>
    <w:rsid w:val="0083194A"/>
    <w:rsid w:val="00832AEB"/>
    <w:rsid w:val="00834081"/>
    <w:rsid w:val="0083558C"/>
    <w:rsid w:val="00836A75"/>
    <w:rsid w:val="00844D71"/>
    <w:rsid w:val="00850045"/>
    <w:rsid w:val="0085368D"/>
    <w:rsid w:val="00853BDF"/>
    <w:rsid w:val="00855379"/>
    <w:rsid w:val="00860E14"/>
    <w:rsid w:val="00864F1F"/>
    <w:rsid w:val="00870B3B"/>
    <w:rsid w:val="00873DDC"/>
    <w:rsid w:val="00874BFA"/>
    <w:rsid w:val="008814DA"/>
    <w:rsid w:val="00884840"/>
    <w:rsid w:val="008878EE"/>
    <w:rsid w:val="0089122F"/>
    <w:rsid w:val="00891938"/>
    <w:rsid w:val="008941A4"/>
    <w:rsid w:val="008961AC"/>
    <w:rsid w:val="00897643"/>
    <w:rsid w:val="008A24DF"/>
    <w:rsid w:val="008B3290"/>
    <w:rsid w:val="008B5696"/>
    <w:rsid w:val="008D34AB"/>
    <w:rsid w:val="008D495D"/>
    <w:rsid w:val="008D692A"/>
    <w:rsid w:val="008E1698"/>
    <w:rsid w:val="008E37A3"/>
    <w:rsid w:val="008F4258"/>
    <w:rsid w:val="00902546"/>
    <w:rsid w:val="00902870"/>
    <w:rsid w:val="00903380"/>
    <w:rsid w:val="00906455"/>
    <w:rsid w:val="00907FE6"/>
    <w:rsid w:val="0091513D"/>
    <w:rsid w:val="00925029"/>
    <w:rsid w:val="009256F6"/>
    <w:rsid w:val="0093148E"/>
    <w:rsid w:val="0093384C"/>
    <w:rsid w:val="00942A55"/>
    <w:rsid w:val="0094631D"/>
    <w:rsid w:val="00946AFD"/>
    <w:rsid w:val="00955493"/>
    <w:rsid w:val="00956133"/>
    <w:rsid w:val="00956D91"/>
    <w:rsid w:val="0097689B"/>
    <w:rsid w:val="00977ED5"/>
    <w:rsid w:val="009816F6"/>
    <w:rsid w:val="009837BE"/>
    <w:rsid w:val="00986AD9"/>
    <w:rsid w:val="009914F9"/>
    <w:rsid w:val="009970A1"/>
    <w:rsid w:val="009A09D5"/>
    <w:rsid w:val="009A1D41"/>
    <w:rsid w:val="009B032A"/>
    <w:rsid w:val="009B592E"/>
    <w:rsid w:val="009B59DD"/>
    <w:rsid w:val="009B799B"/>
    <w:rsid w:val="009C388B"/>
    <w:rsid w:val="009C6E0B"/>
    <w:rsid w:val="009D65F2"/>
    <w:rsid w:val="009E2D81"/>
    <w:rsid w:val="009E5BA1"/>
    <w:rsid w:val="009F4963"/>
    <w:rsid w:val="00A2078D"/>
    <w:rsid w:val="00A21B2D"/>
    <w:rsid w:val="00A224C4"/>
    <w:rsid w:val="00A239FD"/>
    <w:rsid w:val="00A2410E"/>
    <w:rsid w:val="00A24314"/>
    <w:rsid w:val="00A24650"/>
    <w:rsid w:val="00A27783"/>
    <w:rsid w:val="00A31550"/>
    <w:rsid w:val="00A4240F"/>
    <w:rsid w:val="00A45F5C"/>
    <w:rsid w:val="00A4655F"/>
    <w:rsid w:val="00A47E39"/>
    <w:rsid w:val="00A55D94"/>
    <w:rsid w:val="00A57C7E"/>
    <w:rsid w:val="00A64A44"/>
    <w:rsid w:val="00A6565C"/>
    <w:rsid w:val="00A65A33"/>
    <w:rsid w:val="00A66DE3"/>
    <w:rsid w:val="00A71CA9"/>
    <w:rsid w:val="00A7304F"/>
    <w:rsid w:val="00A762F0"/>
    <w:rsid w:val="00A855A0"/>
    <w:rsid w:val="00A90CB5"/>
    <w:rsid w:val="00A963B5"/>
    <w:rsid w:val="00AA1A41"/>
    <w:rsid w:val="00AA6E24"/>
    <w:rsid w:val="00AA6EA6"/>
    <w:rsid w:val="00AC164D"/>
    <w:rsid w:val="00AC246F"/>
    <w:rsid w:val="00AC37D2"/>
    <w:rsid w:val="00AC3A9D"/>
    <w:rsid w:val="00AC7A8C"/>
    <w:rsid w:val="00AD2B5B"/>
    <w:rsid w:val="00AE422F"/>
    <w:rsid w:val="00B01A0A"/>
    <w:rsid w:val="00B03556"/>
    <w:rsid w:val="00B0403E"/>
    <w:rsid w:val="00B1028B"/>
    <w:rsid w:val="00B10DC5"/>
    <w:rsid w:val="00B26C44"/>
    <w:rsid w:val="00B41F6D"/>
    <w:rsid w:val="00B44D44"/>
    <w:rsid w:val="00B45E5F"/>
    <w:rsid w:val="00B54B3B"/>
    <w:rsid w:val="00B56A05"/>
    <w:rsid w:val="00B574FA"/>
    <w:rsid w:val="00B634B4"/>
    <w:rsid w:val="00B649F8"/>
    <w:rsid w:val="00B64DD4"/>
    <w:rsid w:val="00B650E0"/>
    <w:rsid w:val="00B7107E"/>
    <w:rsid w:val="00B76792"/>
    <w:rsid w:val="00B830A5"/>
    <w:rsid w:val="00B906D4"/>
    <w:rsid w:val="00B92351"/>
    <w:rsid w:val="00BA0D40"/>
    <w:rsid w:val="00BA0D89"/>
    <w:rsid w:val="00BA1DFA"/>
    <w:rsid w:val="00BA2079"/>
    <w:rsid w:val="00BA36D9"/>
    <w:rsid w:val="00BA6139"/>
    <w:rsid w:val="00BA74FF"/>
    <w:rsid w:val="00BB1D13"/>
    <w:rsid w:val="00BB3A9C"/>
    <w:rsid w:val="00BB42C0"/>
    <w:rsid w:val="00BB43B9"/>
    <w:rsid w:val="00BB6C75"/>
    <w:rsid w:val="00BC0268"/>
    <w:rsid w:val="00BC4A44"/>
    <w:rsid w:val="00BC52AC"/>
    <w:rsid w:val="00BD1DFD"/>
    <w:rsid w:val="00BD276B"/>
    <w:rsid w:val="00BD7FA3"/>
    <w:rsid w:val="00BE5274"/>
    <w:rsid w:val="00BE6360"/>
    <w:rsid w:val="00BE66B6"/>
    <w:rsid w:val="00BF2A11"/>
    <w:rsid w:val="00BF6E77"/>
    <w:rsid w:val="00C0184D"/>
    <w:rsid w:val="00C0209B"/>
    <w:rsid w:val="00C02528"/>
    <w:rsid w:val="00C030E3"/>
    <w:rsid w:val="00C03C46"/>
    <w:rsid w:val="00C04E70"/>
    <w:rsid w:val="00C107FE"/>
    <w:rsid w:val="00C11940"/>
    <w:rsid w:val="00C12FE1"/>
    <w:rsid w:val="00C15144"/>
    <w:rsid w:val="00C218ED"/>
    <w:rsid w:val="00C234EB"/>
    <w:rsid w:val="00C24195"/>
    <w:rsid w:val="00C24CDF"/>
    <w:rsid w:val="00C31841"/>
    <w:rsid w:val="00C32338"/>
    <w:rsid w:val="00C34C9A"/>
    <w:rsid w:val="00C350A2"/>
    <w:rsid w:val="00C401EA"/>
    <w:rsid w:val="00C4729C"/>
    <w:rsid w:val="00C50256"/>
    <w:rsid w:val="00C537DC"/>
    <w:rsid w:val="00C61092"/>
    <w:rsid w:val="00C7084D"/>
    <w:rsid w:val="00C731E1"/>
    <w:rsid w:val="00C74C42"/>
    <w:rsid w:val="00C76A18"/>
    <w:rsid w:val="00C83376"/>
    <w:rsid w:val="00C854D0"/>
    <w:rsid w:val="00C8779E"/>
    <w:rsid w:val="00C943B4"/>
    <w:rsid w:val="00C95C0B"/>
    <w:rsid w:val="00C96058"/>
    <w:rsid w:val="00CA2027"/>
    <w:rsid w:val="00CA4B07"/>
    <w:rsid w:val="00CB057F"/>
    <w:rsid w:val="00CB42AD"/>
    <w:rsid w:val="00CB50D4"/>
    <w:rsid w:val="00CC0917"/>
    <w:rsid w:val="00CC1ED8"/>
    <w:rsid w:val="00CC25A2"/>
    <w:rsid w:val="00CC3C8C"/>
    <w:rsid w:val="00CC6B89"/>
    <w:rsid w:val="00CD1C72"/>
    <w:rsid w:val="00CD78CB"/>
    <w:rsid w:val="00CE1954"/>
    <w:rsid w:val="00D00F74"/>
    <w:rsid w:val="00D02662"/>
    <w:rsid w:val="00D04C77"/>
    <w:rsid w:val="00D06AE2"/>
    <w:rsid w:val="00D07A86"/>
    <w:rsid w:val="00D1051C"/>
    <w:rsid w:val="00D1141B"/>
    <w:rsid w:val="00D126C8"/>
    <w:rsid w:val="00D16CB1"/>
    <w:rsid w:val="00D26777"/>
    <w:rsid w:val="00D346F0"/>
    <w:rsid w:val="00D3785B"/>
    <w:rsid w:val="00D4037F"/>
    <w:rsid w:val="00D41A20"/>
    <w:rsid w:val="00D42AD2"/>
    <w:rsid w:val="00D45D12"/>
    <w:rsid w:val="00D47975"/>
    <w:rsid w:val="00D50ADF"/>
    <w:rsid w:val="00D5471B"/>
    <w:rsid w:val="00D5483F"/>
    <w:rsid w:val="00D64D0D"/>
    <w:rsid w:val="00D677C4"/>
    <w:rsid w:val="00D67FC8"/>
    <w:rsid w:val="00D71FD7"/>
    <w:rsid w:val="00D72DF3"/>
    <w:rsid w:val="00D73C7B"/>
    <w:rsid w:val="00D73F75"/>
    <w:rsid w:val="00D76064"/>
    <w:rsid w:val="00D76F72"/>
    <w:rsid w:val="00D82655"/>
    <w:rsid w:val="00D84CF0"/>
    <w:rsid w:val="00D90C26"/>
    <w:rsid w:val="00D96BF5"/>
    <w:rsid w:val="00DA1541"/>
    <w:rsid w:val="00DA41FE"/>
    <w:rsid w:val="00DB0A32"/>
    <w:rsid w:val="00DB0DC6"/>
    <w:rsid w:val="00DB2645"/>
    <w:rsid w:val="00DB5F5C"/>
    <w:rsid w:val="00DC3A5E"/>
    <w:rsid w:val="00DD7481"/>
    <w:rsid w:val="00DD74E1"/>
    <w:rsid w:val="00DE2478"/>
    <w:rsid w:val="00DE5000"/>
    <w:rsid w:val="00DF6C07"/>
    <w:rsid w:val="00E001D1"/>
    <w:rsid w:val="00E055E7"/>
    <w:rsid w:val="00E176E9"/>
    <w:rsid w:val="00E20230"/>
    <w:rsid w:val="00E21A7F"/>
    <w:rsid w:val="00E2274E"/>
    <w:rsid w:val="00E25DC4"/>
    <w:rsid w:val="00E30236"/>
    <w:rsid w:val="00E367DE"/>
    <w:rsid w:val="00E40C29"/>
    <w:rsid w:val="00E44059"/>
    <w:rsid w:val="00E44EC0"/>
    <w:rsid w:val="00E46081"/>
    <w:rsid w:val="00E466E5"/>
    <w:rsid w:val="00E54519"/>
    <w:rsid w:val="00E606F8"/>
    <w:rsid w:val="00E70EEB"/>
    <w:rsid w:val="00E73687"/>
    <w:rsid w:val="00E75B37"/>
    <w:rsid w:val="00E83B63"/>
    <w:rsid w:val="00E8614D"/>
    <w:rsid w:val="00E900F4"/>
    <w:rsid w:val="00E935FB"/>
    <w:rsid w:val="00E9412F"/>
    <w:rsid w:val="00EA5234"/>
    <w:rsid w:val="00EA5851"/>
    <w:rsid w:val="00EA7F2C"/>
    <w:rsid w:val="00EB1D1E"/>
    <w:rsid w:val="00EB1E5A"/>
    <w:rsid w:val="00EB4B35"/>
    <w:rsid w:val="00EC275D"/>
    <w:rsid w:val="00EC31A1"/>
    <w:rsid w:val="00EC52DA"/>
    <w:rsid w:val="00EC674C"/>
    <w:rsid w:val="00EC6AD5"/>
    <w:rsid w:val="00ED0645"/>
    <w:rsid w:val="00ED0B82"/>
    <w:rsid w:val="00ED5E92"/>
    <w:rsid w:val="00EE00F0"/>
    <w:rsid w:val="00EE2641"/>
    <w:rsid w:val="00EE5B97"/>
    <w:rsid w:val="00EE72E8"/>
    <w:rsid w:val="00EF21FD"/>
    <w:rsid w:val="00EF4F65"/>
    <w:rsid w:val="00EF7344"/>
    <w:rsid w:val="00EF7F04"/>
    <w:rsid w:val="00F03EAE"/>
    <w:rsid w:val="00F11CB0"/>
    <w:rsid w:val="00F12D6E"/>
    <w:rsid w:val="00F14ED2"/>
    <w:rsid w:val="00F15C11"/>
    <w:rsid w:val="00F22487"/>
    <w:rsid w:val="00F2542A"/>
    <w:rsid w:val="00F32B39"/>
    <w:rsid w:val="00F36861"/>
    <w:rsid w:val="00F40638"/>
    <w:rsid w:val="00F41F06"/>
    <w:rsid w:val="00F43DC2"/>
    <w:rsid w:val="00F51B87"/>
    <w:rsid w:val="00F5331A"/>
    <w:rsid w:val="00F56E35"/>
    <w:rsid w:val="00F57770"/>
    <w:rsid w:val="00F60B4F"/>
    <w:rsid w:val="00F66278"/>
    <w:rsid w:val="00F74488"/>
    <w:rsid w:val="00F752EE"/>
    <w:rsid w:val="00F82186"/>
    <w:rsid w:val="00F82632"/>
    <w:rsid w:val="00F83B16"/>
    <w:rsid w:val="00F83D3D"/>
    <w:rsid w:val="00F85784"/>
    <w:rsid w:val="00F9397E"/>
    <w:rsid w:val="00F95E30"/>
    <w:rsid w:val="00F96359"/>
    <w:rsid w:val="00FA2505"/>
    <w:rsid w:val="00FA352F"/>
    <w:rsid w:val="00FA3A21"/>
    <w:rsid w:val="00FA48FF"/>
    <w:rsid w:val="00FA5F06"/>
    <w:rsid w:val="00FA6074"/>
    <w:rsid w:val="00FA622C"/>
    <w:rsid w:val="00FA6DC7"/>
    <w:rsid w:val="00FB061B"/>
    <w:rsid w:val="00FB37F2"/>
    <w:rsid w:val="00FB7743"/>
    <w:rsid w:val="00FC2360"/>
    <w:rsid w:val="00FC4DFC"/>
    <w:rsid w:val="00FD4EDE"/>
    <w:rsid w:val="00FD6A1E"/>
    <w:rsid w:val="00FE1091"/>
    <w:rsid w:val="00FE119C"/>
    <w:rsid w:val="00FE2E39"/>
    <w:rsid w:val="00FE6310"/>
    <w:rsid w:val="00FF0274"/>
    <w:rsid w:val="00FF0ACC"/>
    <w:rsid w:val="00FF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EAA0F"/>
  <w15:chartTrackingRefBased/>
  <w15:docId w15:val="{275C6A4E-3D81-407B-B81C-8E289458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47E39"/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color w:val="000000"/>
      <w:sz w:val="28"/>
      <w:lang w:eastAsia="en-US"/>
    </w:rPr>
  </w:style>
  <w:style w:type="paragraph" w:styleId="Pealkiri2">
    <w:name w:val="heading 2"/>
    <w:basedOn w:val="Normaallaad"/>
    <w:next w:val="Normaallaad"/>
    <w:qFormat/>
    <w:pPr>
      <w:keepNext/>
      <w:ind w:right="-7"/>
      <w:outlineLvl w:val="1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ind w:right="-7"/>
    </w:pPr>
    <w:rPr>
      <w:sz w:val="24"/>
    </w:rPr>
  </w:style>
  <w:style w:type="character" w:styleId="Hperlink">
    <w:name w:val="Hyperlink"/>
    <w:rPr>
      <w:color w:val="0000FF"/>
      <w:u w:val="single"/>
    </w:rPr>
  </w:style>
  <w:style w:type="paragraph" w:styleId="Jutumullitekst">
    <w:name w:val="Balloon Text"/>
    <w:basedOn w:val="Normaallaad"/>
    <w:semiHidden/>
    <w:rsid w:val="002F05AE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3951ED"/>
    <w:pPr>
      <w:tabs>
        <w:tab w:val="center" w:pos="4703"/>
        <w:tab w:val="right" w:pos="9406"/>
      </w:tabs>
    </w:pPr>
  </w:style>
  <w:style w:type="character" w:styleId="Lehekljenumber">
    <w:name w:val="page number"/>
    <w:basedOn w:val="Liguvaikefont"/>
    <w:rsid w:val="003951ED"/>
  </w:style>
  <w:style w:type="character" w:customStyle="1" w:styleId="normal1">
    <w:name w:val="normal1"/>
    <w:rsid w:val="00665249"/>
    <w:rPr>
      <w:rFonts w:ascii="Times New Roman" w:hAnsi="Times New Roman" w:cs="Times New Roman"/>
      <w:sz w:val="20"/>
      <w:szCs w:val="20"/>
    </w:rPr>
  </w:style>
  <w:style w:type="paragraph" w:styleId="Pealdis">
    <w:name w:val="caption"/>
    <w:basedOn w:val="Normaallaad"/>
    <w:next w:val="Normaallaad"/>
    <w:qFormat/>
    <w:rsid w:val="00DA154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lang w:eastAsia="en-US"/>
    </w:rPr>
  </w:style>
  <w:style w:type="character" w:styleId="Kommentaariviide">
    <w:name w:val="annotation reference"/>
    <w:uiPriority w:val="99"/>
    <w:rsid w:val="00ED5E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ED5E92"/>
  </w:style>
  <w:style w:type="character" w:customStyle="1" w:styleId="KommentaaritekstMrk">
    <w:name w:val="Kommentaari tekst Märk"/>
    <w:link w:val="Kommentaaritekst"/>
    <w:uiPriority w:val="99"/>
    <w:rsid w:val="00ED5E92"/>
    <w:rPr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rsid w:val="00ED5E92"/>
    <w:rPr>
      <w:b/>
      <w:bCs/>
    </w:rPr>
  </w:style>
  <w:style w:type="character" w:customStyle="1" w:styleId="KommentaariteemaMrk">
    <w:name w:val="Kommentaari teema Märk"/>
    <w:link w:val="Kommentaariteema"/>
    <w:rsid w:val="00ED5E92"/>
    <w:rPr>
      <w:b/>
      <w:bCs/>
      <w:lang w:val="en-GB"/>
    </w:rPr>
  </w:style>
  <w:style w:type="table" w:styleId="Kontuurtabel">
    <w:name w:val="Table Grid"/>
    <w:basedOn w:val="Normaaltabel"/>
    <w:uiPriority w:val="59"/>
    <w:rsid w:val="00254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rsid w:val="002F521B"/>
    <w:pPr>
      <w:spacing w:before="100" w:beforeAutospacing="1" w:after="100" w:afterAutospacing="1"/>
    </w:pPr>
    <w:rPr>
      <w:sz w:val="24"/>
      <w:szCs w:val="24"/>
      <w:lang w:eastAsia="en-US"/>
    </w:rPr>
  </w:style>
  <w:style w:type="paragraph" w:customStyle="1" w:styleId="Pealkiri11">
    <w:name w:val="Pealkiri 11"/>
    <w:basedOn w:val="Normaallaad"/>
    <w:rsid w:val="00D02662"/>
    <w:pPr>
      <w:numPr>
        <w:numId w:val="10"/>
      </w:numPr>
    </w:pPr>
  </w:style>
  <w:style w:type="paragraph" w:customStyle="1" w:styleId="Pealkiri21">
    <w:name w:val="Pealkiri 21"/>
    <w:basedOn w:val="Normaallaad"/>
    <w:rsid w:val="00D02662"/>
    <w:pPr>
      <w:numPr>
        <w:ilvl w:val="1"/>
        <w:numId w:val="10"/>
      </w:numPr>
    </w:pPr>
  </w:style>
  <w:style w:type="paragraph" w:customStyle="1" w:styleId="Pealkiri31">
    <w:name w:val="Pealkiri 31"/>
    <w:basedOn w:val="Normaallaad"/>
    <w:rsid w:val="00D02662"/>
    <w:pPr>
      <w:numPr>
        <w:ilvl w:val="2"/>
        <w:numId w:val="10"/>
      </w:numPr>
    </w:pPr>
  </w:style>
  <w:style w:type="paragraph" w:customStyle="1" w:styleId="Pealkiri41">
    <w:name w:val="Pealkiri 41"/>
    <w:basedOn w:val="Normaallaad"/>
    <w:rsid w:val="00D02662"/>
    <w:pPr>
      <w:numPr>
        <w:ilvl w:val="3"/>
        <w:numId w:val="10"/>
      </w:numPr>
    </w:pPr>
  </w:style>
  <w:style w:type="paragraph" w:customStyle="1" w:styleId="Pealkiri51">
    <w:name w:val="Pealkiri 51"/>
    <w:basedOn w:val="Normaallaad"/>
    <w:rsid w:val="00D02662"/>
    <w:pPr>
      <w:numPr>
        <w:ilvl w:val="4"/>
        <w:numId w:val="10"/>
      </w:numPr>
    </w:pPr>
  </w:style>
  <w:style w:type="paragraph" w:customStyle="1" w:styleId="Pealkiri61">
    <w:name w:val="Pealkiri 61"/>
    <w:basedOn w:val="Normaallaad"/>
    <w:rsid w:val="00D02662"/>
    <w:pPr>
      <w:numPr>
        <w:ilvl w:val="5"/>
        <w:numId w:val="10"/>
      </w:numPr>
    </w:pPr>
  </w:style>
  <w:style w:type="paragraph" w:customStyle="1" w:styleId="Pealkiri71">
    <w:name w:val="Pealkiri 71"/>
    <w:basedOn w:val="Normaallaad"/>
    <w:rsid w:val="00D02662"/>
    <w:pPr>
      <w:numPr>
        <w:ilvl w:val="6"/>
        <w:numId w:val="10"/>
      </w:numPr>
    </w:pPr>
  </w:style>
  <w:style w:type="paragraph" w:customStyle="1" w:styleId="Pealkiri81">
    <w:name w:val="Pealkiri 81"/>
    <w:basedOn w:val="Normaallaad"/>
    <w:rsid w:val="00D02662"/>
    <w:pPr>
      <w:numPr>
        <w:ilvl w:val="7"/>
        <w:numId w:val="10"/>
      </w:numPr>
    </w:pPr>
  </w:style>
  <w:style w:type="paragraph" w:customStyle="1" w:styleId="Pealkiri91">
    <w:name w:val="Pealkiri 91"/>
    <w:basedOn w:val="Normaallaad"/>
    <w:rsid w:val="00D02662"/>
    <w:pPr>
      <w:numPr>
        <w:ilvl w:val="8"/>
        <w:numId w:val="10"/>
      </w:numPr>
    </w:pPr>
  </w:style>
  <w:style w:type="paragraph" w:styleId="Loendilik">
    <w:name w:val="List Paragraph"/>
    <w:basedOn w:val="Normaallaad"/>
    <w:uiPriority w:val="34"/>
    <w:qFormat/>
    <w:rsid w:val="00D02662"/>
    <w:pPr>
      <w:ind w:left="720"/>
      <w:contextualSpacing/>
    </w:pPr>
  </w:style>
  <w:style w:type="character" w:styleId="Klastatudhperlink">
    <w:name w:val="FollowedHyperlink"/>
    <w:basedOn w:val="Liguvaikefont"/>
    <w:semiHidden/>
    <w:unhideWhenUsed/>
    <w:rsid w:val="00FF0ACC"/>
    <w:rPr>
      <w:color w:val="954F72" w:themeColor="followedHyperlink"/>
      <w:u w:val="single"/>
    </w:rPr>
  </w:style>
  <w:style w:type="character" w:styleId="Kohatitetekst">
    <w:name w:val="Placeholder Text"/>
    <w:basedOn w:val="Liguvaikefont"/>
    <w:uiPriority w:val="99"/>
    <w:semiHidden/>
    <w:rsid w:val="00FA62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mk.ee/files/RMKmetsan%C3%A4idiskoosseis2014.pdf" TargetMode="External"/><Relationship Id="rId13" Type="http://schemas.openxmlformats.org/officeDocument/2006/relationships/hyperlink" Target="file://C:\Users\Toomas\Documents\Metsaparand\Documents\Metsaparand\Documents\Metsaparand\Documents\Metsaparand\Documents\Metsaparand\Documents\Metsaparand\Documents\Metsaparand\Documents\Metsaparand\Documents\Metsaparand\Documents\Metsaparand\Documents\Metsaparand\Documents\Metsaparand\Ekspertiisilepingud\2016\toomas.kivisto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ve@laanekraav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omas.kivisto@rmk.e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rik.ee/et/e-arveldaj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mk.ee/files/RMK%20metsateede%20katendite%20projekteerimisnormid.pdf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liis.nurk\Documents\Lepingud%20(k.a%20metsamaj.%20lep.)\maaparanduss&#252;steemi%20ehitusprojekti%20ekspertiisi%20teostamise%20leping_TK_07_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A50B10925440628F7389A3EA5DC68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931CFA-3A4E-4427-8C33-B10188DD17B7}"/>
      </w:docPartPr>
      <w:docPartBody>
        <w:p w:rsidR="000864A6" w:rsidRDefault="00447786" w:rsidP="00447786">
          <w:pPr>
            <w:pStyle w:val="23A50B10925440628F7389A3EA5DC685"/>
          </w:pPr>
          <w:r w:rsidRPr="00FB59F7">
            <w:rPr>
              <w:rStyle w:val="Kohatitetekst"/>
              <w:b/>
              <w:highlight w:val="yellow"/>
            </w:rPr>
            <w:t>Valige üksus.</w:t>
          </w:r>
        </w:p>
      </w:docPartBody>
    </w:docPart>
    <w:docPart>
      <w:docPartPr>
        <w:name w:val="3462E75E284544B1BD166F01502DF0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E9D3B2-3DC7-4F89-83A1-3DE713367AE3}"/>
      </w:docPartPr>
      <w:docPartBody>
        <w:p w:rsidR="00B93D44" w:rsidRDefault="002443CE" w:rsidP="002443CE">
          <w:pPr>
            <w:pStyle w:val="3462E75E284544B1BD166F01502DF0DB"/>
          </w:pPr>
          <w:r w:rsidRPr="00C839AA">
            <w:rPr>
              <w:rStyle w:val="Kohatitetekst"/>
            </w:rPr>
            <w:t>Valige üksus.</w:t>
          </w:r>
        </w:p>
      </w:docPartBody>
    </w:docPart>
    <w:docPart>
      <w:docPartPr>
        <w:name w:val="D98C476A15DD4C56875DD06815FF5E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67381C-D415-498F-AAD6-476D16F58DFF}"/>
      </w:docPartPr>
      <w:docPartBody>
        <w:p w:rsidR="00C3466F" w:rsidRDefault="00E10DA3" w:rsidP="00E10DA3">
          <w:pPr>
            <w:pStyle w:val="D98C476A15DD4C56875DD06815FF5E95"/>
          </w:pPr>
          <w:r w:rsidRPr="00C839AA">
            <w:rPr>
              <w:rStyle w:val="Kohatitetekst"/>
            </w:rPr>
            <w:t>Valige üksus.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786"/>
    <w:rsid w:val="00051AB5"/>
    <w:rsid w:val="000864A6"/>
    <w:rsid w:val="000F462B"/>
    <w:rsid w:val="0018044C"/>
    <w:rsid w:val="00191F69"/>
    <w:rsid w:val="00235C00"/>
    <w:rsid w:val="002443CE"/>
    <w:rsid w:val="0025117A"/>
    <w:rsid w:val="00342F6B"/>
    <w:rsid w:val="00353822"/>
    <w:rsid w:val="003E3A72"/>
    <w:rsid w:val="00447786"/>
    <w:rsid w:val="00660BE9"/>
    <w:rsid w:val="006C1C17"/>
    <w:rsid w:val="00803091"/>
    <w:rsid w:val="0083765E"/>
    <w:rsid w:val="008F0B0B"/>
    <w:rsid w:val="00983548"/>
    <w:rsid w:val="009D43EB"/>
    <w:rsid w:val="00A23E82"/>
    <w:rsid w:val="00A407E6"/>
    <w:rsid w:val="00AE5FAD"/>
    <w:rsid w:val="00B876DC"/>
    <w:rsid w:val="00B93D44"/>
    <w:rsid w:val="00BC5593"/>
    <w:rsid w:val="00C3466F"/>
    <w:rsid w:val="00D53BEA"/>
    <w:rsid w:val="00DC527A"/>
    <w:rsid w:val="00DC564A"/>
    <w:rsid w:val="00DF69BD"/>
    <w:rsid w:val="00E10DA3"/>
    <w:rsid w:val="00ED52F8"/>
    <w:rsid w:val="00F5366A"/>
    <w:rsid w:val="00F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10DA3"/>
    <w:rPr>
      <w:color w:val="808080"/>
    </w:rPr>
  </w:style>
  <w:style w:type="paragraph" w:customStyle="1" w:styleId="23A50B10925440628F7389A3EA5DC685">
    <w:name w:val="23A50B10925440628F7389A3EA5DC685"/>
    <w:rsid w:val="00447786"/>
  </w:style>
  <w:style w:type="paragraph" w:customStyle="1" w:styleId="9123B7D8C7ED41159E594E8CDC12EEDA">
    <w:name w:val="9123B7D8C7ED41159E594E8CDC12EEDA"/>
    <w:rsid w:val="00447786"/>
  </w:style>
  <w:style w:type="paragraph" w:customStyle="1" w:styleId="86AF777270A34E8CACEF14087CB63148">
    <w:name w:val="86AF777270A34E8CACEF14087CB63148"/>
    <w:rsid w:val="00447786"/>
  </w:style>
  <w:style w:type="paragraph" w:customStyle="1" w:styleId="2C16DFD8838246A38DB43B4413C01DC6">
    <w:name w:val="2C16DFD8838246A38DB43B4413C01DC6"/>
    <w:rsid w:val="00447786"/>
  </w:style>
  <w:style w:type="paragraph" w:customStyle="1" w:styleId="3462E75E284544B1BD166F01502DF0DB">
    <w:name w:val="3462E75E284544B1BD166F01502DF0DB"/>
    <w:rsid w:val="002443CE"/>
  </w:style>
  <w:style w:type="paragraph" w:customStyle="1" w:styleId="C7C58396A6CD4089B227323EC0FACE27">
    <w:name w:val="C7C58396A6CD4089B227323EC0FACE27"/>
    <w:rsid w:val="002443CE"/>
  </w:style>
  <w:style w:type="paragraph" w:customStyle="1" w:styleId="E1A316221AEF4B258328CEC1F9BDDA49">
    <w:name w:val="E1A316221AEF4B258328CEC1F9BDDA49"/>
    <w:rsid w:val="00BC5593"/>
  </w:style>
  <w:style w:type="paragraph" w:customStyle="1" w:styleId="846E39E6071A4D59BBFE38357C1CA5AD">
    <w:name w:val="846E39E6071A4D59BBFE38357C1CA5AD"/>
    <w:rsid w:val="0083765E"/>
  </w:style>
  <w:style w:type="paragraph" w:customStyle="1" w:styleId="712B3CE1AA264239952D1F24AE905E39">
    <w:name w:val="712B3CE1AA264239952D1F24AE905E39"/>
    <w:rsid w:val="00F5366A"/>
  </w:style>
  <w:style w:type="paragraph" w:customStyle="1" w:styleId="47E28A1764734AF088360ED8D414575A">
    <w:name w:val="47E28A1764734AF088360ED8D414575A"/>
    <w:rsid w:val="00DF69BD"/>
  </w:style>
  <w:style w:type="paragraph" w:customStyle="1" w:styleId="5C7CA8296AFF4B78B1449FDD34B7D7F9">
    <w:name w:val="5C7CA8296AFF4B78B1449FDD34B7D7F9"/>
    <w:rsid w:val="00A23E82"/>
  </w:style>
  <w:style w:type="paragraph" w:customStyle="1" w:styleId="5BFDDCD7DBC240C2860B17F8216EDEF8">
    <w:name w:val="5BFDDCD7DBC240C2860B17F8216EDEF8"/>
    <w:rsid w:val="00B876DC"/>
  </w:style>
  <w:style w:type="paragraph" w:customStyle="1" w:styleId="56EB0E03388B4B489F01843098AC2A1E">
    <w:name w:val="56EB0E03388B4B489F01843098AC2A1E"/>
    <w:rsid w:val="00051AB5"/>
  </w:style>
  <w:style w:type="paragraph" w:customStyle="1" w:styleId="339C65E2F3B34D988C02A7E7E8730230">
    <w:name w:val="339C65E2F3B34D988C02A7E7E8730230"/>
    <w:rsid w:val="00660BE9"/>
  </w:style>
  <w:style w:type="paragraph" w:customStyle="1" w:styleId="5AEF4ADB85D340C6AE7DDBABC4E002B3">
    <w:name w:val="5AEF4ADB85D340C6AE7DDBABC4E002B3"/>
    <w:rsid w:val="00A407E6"/>
  </w:style>
  <w:style w:type="paragraph" w:customStyle="1" w:styleId="DFCA59BC2330429586CA6B3A5155C20A">
    <w:name w:val="DFCA59BC2330429586CA6B3A5155C20A"/>
    <w:rsid w:val="00E10DA3"/>
  </w:style>
  <w:style w:type="paragraph" w:customStyle="1" w:styleId="D98C476A15DD4C56875DD06815FF5E95">
    <w:name w:val="D98C476A15DD4C56875DD06815FF5E95"/>
    <w:rsid w:val="00E10D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04AA8-157A-49C0-AB2E-0C3944C5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maaparandussüsteemi ehitusprojekti ekspertiisi teostamise leping_TK_07_10.dotx</Template>
  <TotalTime>7</TotalTime>
  <Pages>3</Pages>
  <Words>1466</Words>
  <Characters>8505</Characters>
  <Application>Microsoft Office Word</Application>
  <DocSecurity>0</DocSecurity>
  <Lines>70</Lines>
  <Paragraphs>19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EHITUSJÄRELVALVE      LEPING</vt:lpstr>
      <vt:lpstr>EHITUSJÄRELVALVE      LEPING</vt:lpstr>
      <vt:lpstr>EHITUSJÄRELVALVE      LEPING</vt:lpstr>
    </vt:vector>
  </TitlesOfParts>
  <Company>OÜ Laanekraav</Company>
  <LinksUpToDate>false</LinksUpToDate>
  <CharactersWithSpaces>9952</CharactersWithSpaces>
  <SharedDoc>false</SharedDoc>
  <HLinks>
    <vt:vector size="18" baseType="variant">
      <vt:variant>
        <vt:i4>458788</vt:i4>
      </vt:variant>
      <vt:variant>
        <vt:i4>62</vt:i4>
      </vt:variant>
      <vt:variant>
        <vt:i4>0</vt:i4>
      </vt:variant>
      <vt:variant>
        <vt:i4>5</vt:i4>
      </vt:variant>
      <vt:variant>
        <vt:lpwstr>mailto:rmk@rmk.ee</vt:lpwstr>
      </vt:variant>
      <vt:variant>
        <vt:lpwstr/>
      </vt:variant>
      <vt:variant>
        <vt:i4>6094926</vt:i4>
      </vt:variant>
      <vt:variant>
        <vt:i4>31</vt:i4>
      </vt:variant>
      <vt:variant>
        <vt:i4>0</vt:i4>
      </vt:variant>
      <vt:variant>
        <vt:i4>5</vt:i4>
      </vt:variant>
      <vt:variant>
        <vt:lpwstr>http://rmk.ee/files/RMK metsateede katendite projekteerimisnormid.pdf</vt:lpwstr>
      </vt:variant>
      <vt:variant>
        <vt:lpwstr/>
      </vt:variant>
      <vt:variant>
        <vt:i4>7209004</vt:i4>
      </vt:variant>
      <vt:variant>
        <vt:i4>28</vt:i4>
      </vt:variant>
      <vt:variant>
        <vt:i4>0</vt:i4>
      </vt:variant>
      <vt:variant>
        <vt:i4>5</vt:i4>
      </vt:variant>
      <vt:variant>
        <vt:lpwstr>http://rmk.ee/files/RMKmetsan%C3%A4idiskoosseis2014.pdf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EHITUSJÄRELVALVE      LEPING</dc:title>
  <dc:subject/>
  <dc:creator>Anneliis Nurk</dc:creator>
  <cp:keywords/>
  <cp:lastModifiedBy>Toomas Kivisto</cp:lastModifiedBy>
  <cp:revision>8</cp:revision>
  <cp:lastPrinted>2010-09-08T11:13:00Z</cp:lastPrinted>
  <dcterms:created xsi:type="dcterms:W3CDTF">2020-09-15T10:14:00Z</dcterms:created>
  <dcterms:modified xsi:type="dcterms:W3CDTF">2020-09-15T10:44:00Z</dcterms:modified>
</cp:coreProperties>
</file>