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5C8D414" w14:textId="77777777" w:rsidTr="00094BF0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3C8BE7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74017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0E1BA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EC197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3E9106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27081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76E88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6E62B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CE8B7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1F41FBC" w14:textId="77777777" w:rsidTr="00094BF0">
        <w:trPr>
          <w:trHeight w:hRule="exact" w:val="1531"/>
        </w:trPr>
        <w:tc>
          <w:tcPr>
            <w:tcW w:w="5062" w:type="dxa"/>
          </w:tcPr>
          <w:p w14:paraId="647CF58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Default="00EA42AE" w:rsidP="00B066FE"/>
          <w:p w14:paraId="56EAEE6E" w14:textId="77777777" w:rsidR="0009319A" w:rsidRDefault="0009319A" w:rsidP="00B066FE"/>
          <w:p w14:paraId="0DC9C73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088D2C78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EB1FA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EB1FAF">
                    <w:rPr>
                      <w:rFonts w:eastAsia="Times New Roman" w:cs="Arial"/>
                    </w:rPr>
                    <w:t>12.11.2025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49DE480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EB1FA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EB1FAF">
                    <w:rPr>
                      <w:rFonts w:eastAsia="Times New Roman" w:cs="Arial"/>
                    </w:rPr>
                    <w:t>61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Default="0009319A" w:rsidP="00B066FE"/>
          <w:p w14:paraId="24D31C5F" w14:textId="77777777" w:rsidR="0009319A" w:rsidRDefault="0009319A" w:rsidP="00B066FE"/>
        </w:tc>
      </w:tr>
      <w:tr w:rsidR="00EA42AE" w:rsidRPr="002534CF" w14:paraId="67D6BB8C" w14:textId="77777777" w:rsidTr="00094BF0">
        <w:trPr>
          <w:trHeight w:val="624"/>
        </w:trPr>
        <w:tc>
          <w:tcPr>
            <w:tcW w:w="5062" w:type="dxa"/>
          </w:tcPr>
          <w:p w14:paraId="43ABFE0D" w14:textId="6EA525A4" w:rsidR="00FE4683" w:rsidRPr="002534CF" w:rsidRDefault="00D90D65" w:rsidP="00B066FE">
            <w:pPr>
              <w:rPr>
                <w:rFonts w:cs="Arial"/>
              </w:rPr>
            </w:pPr>
            <w:r w:rsidRPr="00583384">
              <w:rPr>
                <w:b/>
                <w:bCs/>
              </w:rPr>
              <w:t>Nõuded müra</w:t>
            </w:r>
            <w:r>
              <w:rPr>
                <w:b/>
                <w:bCs/>
              </w:rPr>
              <w:t xml:space="preserve">, sealhulgas ultra- ja </w:t>
            </w:r>
            <w:proofErr w:type="spellStart"/>
            <w:r>
              <w:rPr>
                <w:b/>
                <w:bCs/>
              </w:rPr>
              <w:t>infraheli</w:t>
            </w:r>
            <w:proofErr w:type="spellEnd"/>
            <w:r w:rsidRPr="00583384">
              <w:rPr>
                <w:b/>
                <w:bCs/>
              </w:rPr>
              <w:t xml:space="preserve"> ohutusele elamutes ja ühiskasutusega hoonetes ning helirõhutaseme mõõtmise meetodid</w:t>
            </w:r>
          </w:p>
          <w:p w14:paraId="383E19A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2534CF" w:rsidRDefault="00EA42AE" w:rsidP="00B066FE"/>
        </w:tc>
      </w:tr>
    </w:tbl>
    <w:p w14:paraId="3ABFDA88" w14:textId="77777777" w:rsidR="00BD3D1A" w:rsidRDefault="00BD3D1A" w:rsidP="00BD3D1A">
      <w:pPr>
        <w:jc w:val="both"/>
        <w:rPr>
          <w:szCs w:val="24"/>
        </w:rPr>
      </w:pPr>
      <w:r>
        <w:t>Määrus kehtestatakse rahvatervishoiu seaduse § 16 lõike 5 alusel ja ehitusseadustiku § 11 lõike 4 alusel.</w:t>
      </w:r>
    </w:p>
    <w:p w14:paraId="33E5DBAD" w14:textId="3D77DF57" w:rsidR="00094BF0" w:rsidRDefault="00094BF0" w:rsidP="00094BF0">
      <w:pPr>
        <w:rPr>
          <w:rFonts w:cs="Arial"/>
        </w:rPr>
      </w:pPr>
    </w:p>
    <w:p w14:paraId="33BE32E1" w14:textId="77777777" w:rsidR="00DC0817" w:rsidRPr="00D41239" w:rsidRDefault="00DC0817" w:rsidP="00DC0817">
      <w:pPr>
        <w:rPr>
          <w:b/>
          <w:bCs/>
        </w:rPr>
      </w:pPr>
      <w:r w:rsidRPr="6D98481C">
        <w:rPr>
          <w:b/>
          <w:bCs/>
        </w:rPr>
        <w:t>§ 1. Määruse reguleerimis- ja kohaldamisala</w:t>
      </w:r>
    </w:p>
    <w:p w14:paraId="22B2BE8A" w14:textId="77777777" w:rsidR="00DC0817" w:rsidRDefault="00DC0817" w:rsidP="00DC0817"/>
    <w:p w14:paraId="3E447954" w14:textId="77777777" w:rsidR="00DC0817" w:rsidRDefault="00DC0817" w:rsidP="00DC0817">
      <w:pPr>
        <w:jc w:val="both"/>
      </w:pPr>
      <w:r>
        <w:t xml:space="preserve">(1) Määrus kehtestab müra normtasemed ning ultra- ja </w:t>
      </w:r>
      <w:proofErr w:type="spellStart"/>
      <w:r>
        <w:t>infraheli</w:t>
      </w:r>
      <w:proofErr w:type="spellEnd"/>
      <w:r>
        <w:t xml:space="preserve"> piirtasemed elamutes ja ühiskasutusega hoonetes, samuti neis helirõhu ning ultra- ja </w:t>
      </w:r>
      <w:proofErr w:type="spellStart"/>
      <w:r>
        <w:t>infrahelitasemete</w:t>
      </w:r>
      <w:proofErr w:type="spellEnd"/>
      <w:r>
        <w:t xml:space="preserve"> mõõtmise meetodid.</w:t>
      </w:r>
    </w:p>
    <w:p w14:paraId="63EF6EC2" w14:textId="77777777" w:rsidR="00DC0817" w:rsidRDefault="00DC0817" w:rsidP="00DC0817">
      <w:pPr>
        <w:jc w:val="both"/>
      </w:pPr>
    </w:p>
    <w:p w14:paraId="7378E589" w14:textId="6BA6B6C4" w:rsidR="00DC0817" w:rsidRDefault="00DC0817" w:rsidP="00DC0817">
      <w:pPr>
        <w:jc w:val="both"/>
      </w:pPr>
      <w:r>
        <w:t xml:space="preserve">(2) Ühiskasutusega hooned on määruse tähenduses haridus- ja teadushooned, hoolekandeasutuse hooned </w:t>
      </w:r>
      <w:r w:rsidR="00332739">
        <w:t>ja</w:t>
      </w:r>
      <w:r>
        <w:t xml:space="preserve"> meelelahutushooned.</w:t>
      </w:r>
    </w:p>
    <w:p w14:paraId="000AA98A" w14:textId="77777777" w:rsidR="00DC0817" w:rsidRDefault="00DC0817" w:rsidP="00DC0817">
      <w:pPr>
        <w:jc w:val="both"/>
      </w:pPr>
    </w:p>
    <w:p w14:paraId="3416D4D9" w14:textId="77777777" w:rsidR="00DC0817" w:rsidRDefault="00DC0817" w:rsidP="00DC0817">
      <w:pPr>
        <w:jc w:val="both"/>
      </w:pPr>
      <w:r>
        <w:t>(3) Määruse nõuetega tuleb arvestada:</w:t>
      </w:r>
    </w:p>
    <w:p w14:paraId="6AF047C5" w14:textId="246CBB7C" w:rsidR="00DC0817" w:rsidRDefault="00DC0817" w:rsidP="00DC0817">
      <w:pPr>
        <w:jc w:val="both"/>
      </w:pPr>
      <w:r>
        <w:t xml:space="preserve">1) uue hoone ehitusprojekti koostamisel; </w:t>
      </w:r>
    </w:p>
    <w:p w14:paraId="1EFE4E39" w14:textId="371EBC67" w:rsidR="00DC0817" w:rsidRDefault="00DC0817" w:rsidP="00DC0817">
      <w:pPr>
        <w:jc w:val="both"/>
      </w:pPr>
      <w:r>
        <w:t>2) ühiskasutusega hoone piirde</w:t>
      </w:r>
      <w:r w:rsidR="00804EFE">
        <w:t>- ja tarind</w:t>
      </w:r>
      <w:r>
        <w:t xml:space="preserve">konstruktsioonide muutmisel; </w:t>
      </w:r>
    </w:p>
    <w:p w14:paraId="1D0BABB6" w14:textId="77777777" w:rsidR="00DC0817" w:rsidRDefault="00DC0817" w:rsidP="00DC0817">
      <w:pPr>
        <w:jc w:val="both"/>
      </w:pPr>
      <w:r>
        <w:t>3) hoones ja hoone seinaga piirnevates hoonetes meelelahutusürituste korraldamisel;</w:t>
      </w:r>
    </w:p>
    <w:p w14:paraId="63C73823" w14:textId="77777777" w:rsidR="00DC0817" w:rsidRDefault="00DC0817" w:rsidP="00DC0817">
      <w:pPr>
        <w:jc w:val="both"/>
      </w:pPr>
      <w:r>
        <w:t xml:space="preserve">4) müratekitavate tehnoseadmete ja -süsteemide paigaldamisel elamutesse, ühiskasutusega hoonetesse ja nende hoonete seinaga piirnevatesse hoonetesse. </w:t>
      </w:r>
    </w:p>
    <w:p w14:paraId="6CC17A71" w14:textId="77777777" w:rsidR="00DC0817" w:rsidRDefault="00DC0817" w:rsidP="00DC0817">
      <w:pPr>
        <w:jc w:val="both"/>
      </w:pPr>
    </w:p>
    <w:p w14:paraId="55833830" w14:textId="77777777" w:rsidR="00DC0817" w:rsidRPr="00D41239" w:rsidRDefault="00DC0817" w:rsidP="00DC0817">
      <w:pPr>
        <w:rPr>
          <w:b/>
          <w:bCs/>
        </w:rPr>
      </w:pPr>
      <w:r w:rsidRPr="00D41239">
        <w:rPr>
          <w:b/>
          <w:bCs/>
        </w:rPr>
        <w:t>§ 2. Müra norm</w:t>
      </w:r>
      <w:r>
        <w:rPr>
          <w:b/>
          <w:bCs/>
        </w:rPr>
        <w:t xml:space="preserve">tasemete kohaldamise </w:t>
      </w:r>
      <w:r w:rsidRPr="00D41239">
        <w:rPr>
          <w:b/>
          <w:bCs/>
        </w:rPr>
        <w:t>alused</w:t>
      </w:r>
    </w:p>
    <w:p w14:paraId="260F5C16" w14:textId="77777777" w:rsidR="00DC0817" w:rsidRDefault="00DC0817" w:rsidP="00DC0817"/>
    <w:p w14:paraId="364C78E2" w14:textId="77777777" w:rsidR="00DC0817" w:rsidRDefault="00DC0817" w:rsidP="00DC0817">
      <w:pPr>
        <w:jc w:val="both"/>
      </w:pPr>
      <w:r>
        <w:t>Müra normtasemete kohaldamisel arvestatakse:</w:t>
      </w:r>
    </w:p>
    <w:p w14:paraId="2EC6351E" w14:textId="77777777" w:rsidR="00DC0817" w:rsidRDefault="00DC0817" w:rsidP="00DC0817">
      <w:pPr>
        <w:jc w:val="both"/>
      </w:pPr>
      <w:r>
        <w:t>1) ajavahemikku: päevane (7.00–23.00) ja öine (23.00–7.00);</w:t>
      </w:r>
    </w:p>
    <w:p w14:paraId="04F09086" w14:textId="2D59B9FE" w:rsidR="00DC0817" w:rsidRDefault="00DC0817" w:rsidP="00DC0817">
      <w:pPr>
        <w:jc w:val="both"/>
      </w:pPr>
      <w:r>
        <w:t>2) müraallikat: auto-, raudtee- ja lennuliiklus, veesõidukite liiklus</w:t>
      </w:r>
      <w:r w:rsidR="00F63083">
        <w:t xml:space="preserve"> (edaspidi </w:t>
      </w:r>
      <w:r w:rsidR="00F63083" w:rsidRPr="0026544A">
        <w:rPr>
          <w:i/>
          <w:iCs/>
        </w:rPr>
        <w:t>liiklus</w:t>
      </w:r>
      <w:r w:rsidR="00F63083">
        <w:t>)</w:t>
      </w:r>
      <w:r>
        <w:t>, meelelahutusüritused, tööstus-, teenindus- ja kaubandusettevõtted, tehnoseadmed ja -süsteemid;</w:t>
      </w:r>
    </w:p>
    <w:p w14:paraId="1BE5293E" w14:textId="77777777" w:rsidR="00DC0817" w:rsidRDefault="00DC0817" w:rsidP="00DC0817">
      <w:pPr>
        <w:jc w:val="both"/>
      </w:pPr>
      <w:r>
        <w:t>3) müra iseloomu: püsiva või muutuva tasemega müra.</w:t>
      </w:r>
    </w:p>
    <w:p w14:paraId="416BEAB8" w14:textId="77777777" w:rsidR="00DC0817" w:rsidRDefault="00DC0817" w:rsidP="00DC0817">
      <w:pPr>
        <w:jc w:val="both"/>
      </w:pPr>
    </w:p>
    <w:p w14:paraId="64185B59" w14:textId="425B9AAE" w:rsidR="00DC0817" w:rsidRPr="00D41239" w:rsidRDefault="00DC0817" w:rsidP="00DC0817">
      <w:pPr>
        <w:rPr>
          <w:b/>
          <w:bCs/>
        </w:rPr>
      </w:pPr>
      <w:r w:rsidRPr="00D41239">
        <w:rPr>
          <w:b/>
          <w:bCs/>
        </w:rPr>
        <w:t>§ 3. Müra</w:t>
      </w:r>
      <w:r w:rsidR="00C756F9">
        <w:rPr>
          <w:b/>
          <w:bCs/>
        </w:rPr>
        <w:t xml:space="preserve"> piirtasemed</w:t>
      </w:r>
    </w:p>
    <w:p w14:paraId="1575629D" w14:textId="77777777" w:rsidR="00DC0817" w:rsidRDefault="00DC0817" w:rsidP="00DC0817"/>
    <w:p w14:paraId="5354EF7C" w14:textId="22A1E420" w:rsidR="00DC0817" w:rsidRDefault="00DC0817" w:rsidP="00DC0817">
      <w:pPr>
        <w:jc w:val="both"/>
      </w:pPr>
      <w:r>
        <w:t>(1) Piirtase on suurim lubatu</w:t>
      </w:r>
      <w:r w:rsidR="0009558E">
        <w:t>d</w:t>
      </w:r>
      <w:r>
        <w:t xml:space="preserve"> müratase, mille ületamine põhjustab häirivust ja mille ületamisel tuleb rakendada müra vähendamise meetmeid.</w:t>
      </w:r>
    </w:p>
    <w:p w14:paraId="7C7448B3" w14:textId="77777777" w:rsidR="00DC0817" w:rsidRDefault="00DC0817" w:rsidP="00DC0817">
      <w:pPr>
        <w:jc w:val="both"/>
      </w:pPr>
    </w:p>
    <w:p w14:paraId="204FC0D9" w14:textId="4870F7CC" w:rsidR="00DC0817" w:rsidRDefault="00DC0817" w:rsidP="00DC0817">
      <w:pPr>
        <w:jc w:val="both"/>
      </w:pPr>
      <w:r>
        <w:t>(</w:t>
      </w:r>
      <w:r w:rsidR="00486590">
        <w:t>2</w:t>
      </w:r>
      <w:r>
        <w:t xml:space="preserve">) Liiklusest põhjustatud müra elamute ja ühiskasutusega hoonete ruumides ei tohi ületada lisa 1 tabelis 1 sätestatud piirtaset. </w:t>
      </w:r>
    </w:p>
    <w:p w14:paraId="2EA60CD7" w14:textId="77777777" w:rsidR="00DC0817" w:rsidRDefault="00DC0817" w:rsidP="00DC0817"/>
    <w:p w14:paraId="33475CF0" w14:textId="1A617054" w:rsidR="00DC0817" w:rsidRDefault="00DC0817" w:rsidP="00DC0817">
      <w:pPr>
        <w:jc w:val="both"/>
      </w:pPr>
      <w:r>
        <w:t>(</w:t>
      </w:r>
      <w:r w:rsidR="00486590">
        <w:t>3</w:t>
      </w:r>
      <w:r>
        <w:t>) Tehnoseadmetest ja -süsteemidest põhjustatud müra elamute ja ühiskasutusega hoonete ruumides ei tohi ületada lisa 1 tabelis 2 sätestatud piirtaset.</w:t>
      </w:r>
    </w:p>
    <w:p w14:paraId="53C52BF1" w14:textId="77777777" w:rsidR="00DC0817" w:rsidRDefault="00DC0817" w:rsidP="00DC0817">
      <w:pPr>
        <w:jc w:val="both"/>
      </w:pPr>
    </w:p>
    <w:p w14:paraId="4E33A4B3" w14:textId="026ABFB3" w:rsidR="00DC0817" w:rsidRDefault="00DC0817" w:rsidP="00DC0817">
      <w:pPr>
        <w:jc w:val="both"/>
      </w:pPr>
      <w:bookmarkStart w:id="0" w:name="_Hlk208910264"/>
      <w:r w:rsidRPr="00C56337">
        <w:t>(</w:t>
      </w:r>
      <w:r w:rsidR="00486590">
        <w:t>4</w:t>
      </w:r>
      <w:r w:rsidRPr="00C56337">
        <w:t>) Tehnoseadmed ja -süsteemid on</w:t>
      </w:r>
      <w:r>
        <w:t xml:space="preserve"> ehitise tehnosüsteemid, sealhulgas</w:t>
      </w:r>
      <w:r w:rsidRPr="00C56337">
        <w:t xml:space="preserve"> vee-, kanalisatsiooni</w:t>
      </w:r>
      <w:r w:rsidR="00332739">
        <w:t>-</w:t>
      </w:r>
      <w:r w:rsidRPr="00C56337">
        <w:t>,</w:t>
      </w:r>
      <w:r>
        <w:t xml:space="preserve"> </w:t>
      </w:r>
      <w:r w:rsidRPr="00C56337">
        <w:t>kütte-, ventilatsiooni- ja jahutusseadmed, liftid ning muud müratekitavad seadmed</w:t>
      </w:r>
      <w:r>
        <w:t>, s</w:t>
      </w:r>
      <w:r w:rsidR="00CC2624">
        <w:t>ealhulgas</w:t>
      </w:r>
      <w:r>
        <w:t xml:space="preserve"> tootmis- ja tööstusseadmed</w:t>
      </w:r>
      <w:r w:rsidRPr="00C56337">
        <w:t xml:space="preserve"> sama</w:t>
      </w:r>
      <w:r w:rsidR="00883C39">
        <w:t>s</w:t>
      </w:r>
      <w:r w:rsidRPr="00C56337">
        <w:t xml:space="preserve"> hoone</w:t>
      </w:r>
      <w:r w:rsidR="00883C39">
        <w:t>s</w:t>
      </w:r>
      <w:r w:rsidRPr="00C56337">
        <w:t xml:space="preserve"> või seinaga piirnevate</w:t>
      </w:r>
      <w:r w:rsidR="00883C39">
        <w:t>s</w:t>
      </w:r>
      <w:r w:rsidRPr="00C56337">
        <w:t xml:space="preserve"> hoonete</w:t>
      </w:r>
      <w:r w:rsidR="00883C39">
        <w:t>s</w:t>
      </w:r>
      <w:r w:rsidR="0046052A">
        <w:t>.</w:t>
      </w:r>
    </w:p>
    <w:bookmarkEnd w:id="0"/>
    <w:p w14:paraId="2E42534D" w14:textId="77777777" w:rsidR="00DC0817" w:rsidRDefault="00DC0817" w:rsidP="00DC0817">
      <w:pPr>
        <w:jc w:val="both"/>
      </w:pPr>
    </w:p>
    <w:p w14:paraId="5F7D5583" w14:textId="77289357" w:rsidR="00DC0817" w:rsidRPr="00D41239" w:rsidRDefault="00DC0817" w:rsidP="00DC0817">
      <w:pPr>
        <w:rPr>
          <w:b/>
          <w:bCs/>
        </w:rPr>
      </w:pPr>
      <w:r w:rsidRPr="75BBE606">
        <w:rPr>
          <w:b/>
          <w:bCs/>
        </w:rPr>
        <w:t xml:space="preserve">§ </w:t>
      </w:r>
      <w:r w:rsidR="0075710E">
        <w:rPr>
          <w:b/>
          <w:bCs/>
        </w:rPr>
        <w:t>4</w:t>
      </w:r>
      <w:r w:rsidRPr="75BBE606">
        <w:rPr>
          <w:b/>
          <w:bCs/>
        </w:rPr>
        <w:t xml:space="preserve">. Nõuded heliisolatsioonile </w:t>
      </w:r>
    </w:p>
    <w:p w14:paraId="664663EB" w14:textId="77777777" w:rsidR="00DC0817" w:rsidRDefault="00DC0817" w:rsidP="00DC0817">
      <w:pPr>
        <w:jc w:val="both"/>
      </w:pPr>
    </w:p>
    <w:p w14:paraId="237DA076" w14:textId="7B9B5DA7" w:rsidR="001D5A7B" w:rsidRPr="0034659D" w:rsidRDefault="00DC0817" w:rsidP="00DC0817">
      <w:pPr>
        <w:jc w:val="both"/>
      </w:pPr>
      <w:r>
        <w:t>(1) Eeldatakse, et lisas 1 nimetatud liiklusmüra, tehno</w:t>
      </w:r>
      <w:r w:rsidR="0090045E">
        <w:t>seadmete ja -süsteemide</w:t>
      </w:r>
      <w:r>
        <w:t xml:space="preserve"> müra ning inimtegevusest põhjustatud olmemüra ehitises vastab nõuetele, kui elamu ehitamisel on tagatud standardis EVS 842 esitatud </w:t>
      </w:r>
      <w:proofErr w:type="spellStart"/>
      <w:r>
        <w:t>ruumidevahelis</w:t>
      </w:r>
      <w:r w:rsidR="006A1283">
        <w:t>te</w:t>
      </w:r>
      <w:proofErr w:type="spellEnd"/>
      <w:r>
        <w:t xml:space="preserve"> heliisolatsiooni</w:t>
      </w:r>
      <w:r w:rsidR="00332739">
        <w:t>- ja müranõuete</w:t>
      </w:r>
      <w:r w:rsidR="001D5A7B">
        <w:t xml:space="preserve"> täitmine</w:t>
      </w:r>
      <w:r w:rsidR="00A35FC6">
        <w:t>.</w:t>
      </w:r>
    </w:p>
    <w:p w14:paraId="44E3B24F" w14:textId="77777777" w:rsidR="00DC0817" w:rsidRPr="0034659D" w:rsidRDefault="00DC0817" w:rsidP="00DC0817">
      <w:pPr>
        <w:jc w:val="both"/>
      </w:pPr>
    </w:p>
    <w:p w14:paraId="6E3C4E06" w14:textId="2F0F720E" w:rsidR="00DC0817" w:rsidRDefault="00DC0817" w:rsidP="00DC0817">
      <w:pPr>
        <w:jc w:val="both"/>
      </w:pPr>
      <w:r>
        <w:t xml:space="preserve">(2) Eeldatakse, et lisas 1 nimetatud liiklusmüra, </w:t>
      </w:r>
      <w:r w:rsidR="0090045E">
        <w:t>tehnoseadmete ja -süsteemide</w:t>
      </w:r>
      <w:r>
        <w:t xml:space="preserve"> müra ning inimtegevusest põhjustatud olmemüra ehitises vastab nõuetele, kui ühiskasutusega hoone ehitamisel </w:t>
      </w:r>
      <w:r w:rsidR="00332739">
        <w:t>ning</w:t>
      </w:r>
      <w:r>
        <w:t xml:space="preserve"> selle piirde</w:t>
      </w:r>
      <w:r w:rsidR="00902E38">
        <w:t>- ja tarind</w:t>
      </w:r>
      <w:r>
        <w:t xml:space="preserve">konstruktsioonide muutmisel on tagatud standardis EVS 842 esitatud </w:t>
      </w:r>
      <w:proofErr w:type="spellStart"/>
      <w:r>
        <w:t>ruumidevahelis</w:t>
      </w:r>
      <w:r w:rsidR="006A1283">
        <w:t>te</w:t>
      </w:r>
      <w:proofErr w:type="spellEnd"/>
      <w:r>
        <w:t xml:space="preserve"> heliisolatsiooni</w:t>
      </w:r>
      <w:r w:rsidR="00332739">
        <w:t>- ja müranõuete</w:t>
      </w:r>
      <w:r w:rsidR="006A1283">
        <w:t xml:space="preserve"> täitmine</w:t>
      </w:r>
      <w:r>
        <w:t xml:space="preserve">. </w:t>
      </w:r>
    </w:p>
    <w:p w14:paraId="54C62FCB" w14:textId="77777777" w:rsidR="00C756F9" w:rsidRDefault="00C756F9" w:rsidP="00DC0817">
      <w:pPr>
        <w:jc w:val="both"/>
      </w:pPr>
    </w:p>
    <w:p w14:paraId="3789E378" w14:textId="15E1B539" w:rsidR="00C756F9" w:rsidRDefault="00C756F9" w:rsidP="00DC0817">
      <w:pPr>
        <w:jc w:val="both"/>
      </w:pPr>
      <w:r w:rsidRPr="00C756F9">
        <w:t>(</w:t>
      </w:r>
      <w:r>
        <w:t>3</w:t>
      </w:r>
      <w:r w:rsidRPr="00C756F9">
        <w:t>) Olmemüra on siseruumides tavapärasest inimtegevusest lähtuv müra, mis ei ole seotud liikluse, tehnoseadmete ja -süsteemide ega muude müratekitavate seadmete tööga.</w:t>
      </w:r>
    </w:p>
    <w:p w14:paraId="1A8A2768" w14:textId="77777777" w:rsidR="00DC0817" w:rsidRDefault="00DC0817" w:rsidP="00DC0817"/>
    <w:p w14:paraId="4116718F" w14:textId="51C6D047" w:rsidR="00DC0817" w:rsidRDefault="00DC0817" w:rsidP="00DC0817">
      <w:pPr>
        <w:rPr>
          <w:b/>
          <w:bCs/>
        </w:rPr>
      </w:pPr>
      <w:r w:rsidRPr="00D41239">
        <w:rPr>
          <w:b/>
          <w:bCs/>
        </w:rPr>
        <w:t xml:space="preserve">§ </w:t>
      </w:r>
      <w:r w:rsidR="0075710E">
        <w:rPr>
          <w:b/>
          <w:bCs/>
        </w:rPr>
        <w:t>5</w:t>
      </w:r>
      <w:r w:rsidRPr="00D41239">
        <w:rPr>
          <w:b/>
          <w:bCs/>
        </w:rPr>
        <w:t xml:space="preserve">. Ultra- ja </w:t>
      </w:r>
      <w:proofErr w:type="spellStart"/>
      <w:r w:rsidRPr="00D41239">
        <w:rPr>
          <w:b/>
          <w:bCs/>
        </w:rPr>
        <w:t>infraheli</w:t>
      </w:r>
      <w:proofErr w:type="spellEnd"/>
    </w:p>
    <w:p w14:paraId="150F5E4F" w14:textId="77777777" w:rsidR="00DC0817" w:rsidRDefault="00DC0817" w:rsidP="00DC0817">
      <w:pPr>
        <w:rPr>
          <w:b/>
          <w:bCs/>
        </w:rPr>
      </w:pPr>
    </w:p>
    <w:p w14:paraId="09A1AAA2" w14:textId="77777777" w:rsidR="00DC0817" w:rsidRPr="00830967" w:rsidRDefault="00DC0817" w:rsidP="00DC0817">
      <w:r>
        <w:t>(</w:t>
      </w:r>
      <w:r w:rsidRPr="00830967">
        <w:t xml:space="preserve">1) </w:t>
      </w:r>
      <w:r>
        <w:t>U</w:t>
      </w:r>
      <w:r w:rsidRPr="00830967">
        <w:t xml:space="preserve">ltraheli </w:t>
      </w:r>
      <w:r>
        <w:t>on</w:t>
      </w:r>
      <w:r w:rsidRPr="00830967">
        <w:t xml:space="preserve"> õhus leviv heli sagedusega üle 20 kHz</w:t>
      </w:r>
      <w:r>
        <w:t>.</w:t>
      </w:r>
    </w:p>
    <w:p w14:paraId="1A1BC998" w14:textId="77777777" w:rsidR="00DC0817" w:rsidRDefault="00DC0817" w:rsidP="00DC0817"/>
    <w:p w14:paraId="37117D4C" w14:textId="77777777" w:rsidR="00DC0817" w:rsidRPr="00830967" w:rsidRDefault="00DC0817" w:rsidP="00DC0817">
      <w:r>
        <w:t>(</w:t>
      </w:r>
      <w:r w:rsidRPr="00830967">
        <w:t xml:space="preserve">2) </w:t>
      </w:r>
      <w:r>
        <w:t>I</w:t>
      </w:r>
      <w:r w:rsidRPr="00830967">
        <w:t>nfraheli</w:t>
      </w:r>
      <w:r>
        <w:t xml:space="preserve"> on</w:t>
      </w:r>
      <w:r w:rsidRPr="00830967">
        <w:t xml:space="preserve"> õhus leviv heli sagedusega alla 20 Hz</w:t>
      </w:r>
      <w:r>
        <w:t>.</w:t>
      </w:r>
    </w:p>
    <w:p w14:paraId="3500A57A" w14:textId="77777777" w:rsidR="00DC0817" w:rsidRDefault="00DC0817" w:rsidP="00DC0817"/>
    <w:p w14:paraId="754227D5" w14:textId="7AD2E28F" w:rsidR="00686027" w:rsidRDefault="00686027" w:rsidP="00686027">
      <w:pPr>
        <w:jc w:val="both"/>
      </w:pPr>
      <w:bookmarkStart w:id="1" w:name="_Hlk209081437"/>
      <w:r>
        <w:t>(</w:t>
      </w:r>
      <w:r w:rsidR="00E73734">
        <w:t>3</w:t>
      </w:r>
      <w:r>
        <w:t xml:space="preserve">) </w:t>
      </w:r>
      <w:r w:rsidRPr="00686027">
        <w:t xml:space="preserve">Ultra- ja </w:t>
      </w:r>
      <w:proofErr w:type="spellStart"/>
      <w:r w:rsidRPr="00686027">
        <w:t>infraheli</w:t>
      </w:r>
      <w:proofErr w:type="spellEnd"/>
      <w:r w:rsidRPr="00686027">
        <w:t xml:space="preserve"> tekitavad seadmed, masinad ning muud ultra- ja </w:t>
      </w:r>
      <w:proofErr w:type="spellStart"/>
      <w:r w:rsidRPr="00686027">
        <w:t>infraheliallikad</w:t>
      </w:r>
      <w:proofErr w:type="spellEnd"/>
      <w:r w:rsidR="009050C2">
        <w:t xml:space="preserve"> </w:t>
      </w:r>
      <w:r w:rsidR="009050C2" w:rsidRPr="00686027">
        <w:t>tuleb</w:t>
      </w:r>
      <w:r w:rsidRPr="00686027">
        <w:t xml:space="preserve"> olenemata nende asukohast paigaldada </w:t>
      </w:r>
      <w:r w:rsidR="009050C2">
        <w:t>ja</w:t>
      </w:r>
      <w:r w:rsidRPr="00686027">
        <w:t xml:space="preserve"> neid hooldada või kasutada sellisel viisil, et nende tekitatud ultra- või </w:t>
      </w:r>
      <w:proofErr w:type="spellStart"/>
      <w:r w:rsidRPr="00686027">
        <w:t>infraheli</w:t>
      </w:r>
      <w:proofErr w:type="spellEnd"/>
      <w:r w:rsidRPr="00686027">
        <w:t xml:space="preserve"> tase ruumis, kus pidevalt viibitakse, ei ületa piirtasemeid. </w:t>
      </w:r>
      <w:r w:rsidR="00B34F60">
        <w:t>Eelnimetatut</w:t>
      </w:r>
      <w:r w:rsidRPr="00686027">
        <w:t xml:space="preserve"> tuleb arvestada</w:t>
      </w:r>
      <w:r w:rsidR="00B34F60">
        <w:t xml:space="preserve"> ka</w:t>
      </w:r>
      <w:r w:rsidRPr="00686027">
        <w:t xml:space="preserve"> ehitusprojektide koostamisel.</w:t>
      </w:r>
    </w:p>
    <w:bookmarkEnd w:id="1"/>
    <w:p w14:paraId="50F9582B" w14:textId="77777777" w:rsidR="00686027" w:rsidRDefault="00686027" w:rsidP="00DC0817"/>
    <w:p w14:paraId="4B234136" w14:textId="166ED434" w:rsidR="00DC0817" w:rsidRDefault="00DC0817" w:rsidP="00DC0817">
      <w:pPr>
        <w:jc w:val="both"/>
      </w:pPr>
      <w:r>
        <w:t xml:space="preserve">(4) Püsiva tasemega ultraheli helirõhutaseme Lp või muutuva ultraheli ekvivalentse helirõhutaseme </w:t>
      </w:r>
      <w:proofErr w:type="spellStart"/>
      <w:r>
        <w:t>Lp,eq,T</w:t>
      </w:r>
      <w:proofErr w:type="spellEnd"/>
      <w:r>
        <w:t xml:space="preserve"> piirtase 1/3-oktaavriba </w:t>
      </w:r>
      <w:proofErr w:type="spellStart"/>
      <w:r>
        <w:t>kesksagedusel</w:t>
      </w:r>
      <w:proofErr w:type="spellEnd"/>
      <w:r>
        <w:t xml:space="preserve"> 20–25 kHz on 70 </w:t>
      </w:r>
      <w:proofErr w:type="spellStart"/>
      <w:r>
        <w:t>dB</w:t>
      </w:r>
      <w:proofErr w:type="spellEnd"/>
      <w:r>
        <w:t xml:space="preserve"> ja </w:t>
      </w:r>
      <w:proofErr w:type="spellStart"/>
      <w:r>
        <w:t>kesksagedusel</w:t>
      </w:r>
      <w:proofErr w:type="spellEnd"/>
      <w:r>
        <w:t xml:space="preserve"> üle 25 kHz on 100 </w:t>
      </w:r>
      <w:proofErr w:type="spellStart"/>
      <w:r>
        <w:t>dB</w:t>
      </w:r>
      <w:proofErr w:type="spellEnd"/>
      <w:r>
        <w:t xml:space="preserve">. </w:t>
      </w:r>
    </w:p>
    <w:p w14:paraId="228987CA" w14:textId="77777777" w:rsidR="00DC0817" w:rsidRDefault="00DC0817" w:rsidP="00DC0817">
      <w:pPr>
        <w:jc w:val="both"/>
      </w:pPr>
    </w:p>
    <w:p w14:paraId="112B1BB0" w14:textId="5CFAE8A2" w:rsidR="00DC0817" w:rsidRDefault="00DC0817" w:rsidP="00DC0817">
      <w:pPr>
        <w:jc w:val="both"/>
      </w:pPr>
      <w:r>
        <w:t xml:space="preserve">(5) Püsiva tasemega </w:t>
      </w:r>
      <w:proofErr w:type="spellStart"/>
      <w:r>
        <w:t>infraheli</w:t>
      </w:r>
      <w:proofErr w:type="spellEnd"/>
      <w:r>
        <w:t xml:space="preserve"> G-korrigeeritud helirõhutaseme </w:t>
      </w:r>
      <w:proofErr w:type="spellStart"/>
      <w:r>
        <w:t>LpG</w:t>
      </w:r>
      <w:proofErr w:type="spellEnd"/>
      <w:r>
        <w:t xml:space="preserve"> või muutuva tasemega </w:t>
      </w:r>
      <w:proofErr w:type="spellStart"/>
      <w:r>
        <w:t>infraheli</w:t>
      </w:r>
      <w:proofErr w:type="spellEnd"/>
      <w:r>
        <w:t xml:space="preserve"> G-korrigeeritud ekvivalentse helirõhutaseme </w:t>
      </w:r>
      <w:proofErr w:type="spellStart"/>
      <w:r>
        <w:t>LpG,eq,T</w:t>
      </w:r>
      <w:proofErr w:type="spellEnd"/>
      <w:r>
        <w:t xml:space="preserve"> piirtase on 85 </w:t>
      </w:r>
      <w:proofErr w:type="spellStart"/>
      <w:r>
        <w:t>dB</w:t>
      </w:r>
      <w:proofErr w:type="spellEnd"/>
      <w:r>
        <w:t xml:space="preserve">. Eeldatakse, et </w:t>
      </w:r>
      <w:r w:rsidR="004D55DF">
        <w:t>käesoleva määruse</w:t>
      </w:r>
      <w:r>
        <w:t xml:space="preserve"> nõuded on täidetud, kui mõõdetud heli sageduskorrektsioon toimub vastavalt standardi EVS-ISO 7196 nõuetele.</w:t>
      </w:r>
    </w:p>
    <w:p w14:paraId="3DD1F778" w14:textId="77777777" w:rsidR="00DC0817" w:rsidRDefault="00DC0817" w:rsidP="00DC0817"/>
    <w:p w14:paraId="3B0F89D7" w14:textId="77777777" w:rsidR="00DC0817" w:rsidRDefault="00DC0817" w:rsidP="00DC0817">
      <w:pPr>
        <w:jc w:val="both"/>
      </w:pPr>
      <w:r>
        <w:t>(6) Käesolevas paragrahvis sätestatud nõuded ei käsitle:</w:t>
      </w:r>
    </w:p>
    <w:p w14:paraId="5E27CF60" w14:textId="77777777" w:rsidR="00DC0817" w:rsidRDefault="00DC0817" w:rsidP="00DC0817">
      <w:pPr>
        <w:jc w:val="both"/>
      </w:pPr>
      <w:r>
        <w:t>1) ultraheli, mis levib kõvakeha kaudu;</w:t>
      </w:r>
    </w:p>
    <w:p w14:paraId="384B80A6" w14:textId="77777777" w:rsidR="00DC0817" w:rsidRDefault="00DC0817" w:rsidP="00DC0817">
      <w:pPr>
        <w:jc w:val="both"/>
      </w:pPr>
      <w:r>
        <w:t>2) ultraheli, mis mõjub inimesele raviprotseduuri ajal;</w:t>
      </w:r>
    </w:p>
    <w:p w14:paraId="439333ED" w14:textId="77777777" w:rsidR="00DC0817" w:rsidRDefault="00DC0817" w:rsidP="00DC0817">
      <w:pPr>
        <w:jc w:val="both"/>
      </w:pPr>
      <w:r>
        <w:t xml:space="preserve">3) looduslikku </w:t>
      </w:r>
      <w:proofErr w:type="spellStart"/>
      <w:r>
        <w:t>infraheli</w:t>
      </w:r>
      <w:proofErr w:type="spellEnd"/>
      <w:r>
        <w:t>.</w:t>
      </w:r>
    </w:p>
    <w:p w14:paraId="013BD9DA" w14:textId="77777777" w:rsidR="00DC0817" w:rsidRDefault="00DC0817" w:rsidP="00DC0817"/>
    <w:p w14:paraId="70212FFF" w14:textId="2FBD9076" w:rsidR="00DC0817" w:rsidRPr="00D41239" w:rsidRDefault="00DC0817" w:rsidP="00DC0817">
      <w:pPr>
        <w:rPr>
          <w:b/>
          <w:bCs/>
        </w:rPr>
      </w:pPr>
      <w:r w:rsidRPr="00D41239">
        <w:rPr>
          <w:b/>
          <w:bCs/>
        </w:rPr>
        <w:t xml:space="preserve">§ </w:t>
      </w:r>
      <w:r w:rsidR="0075710E">
        <w:rPr>
          <w:b/>
          <w:bCs/>
        </w:rPr>
        <w:t>6</w:t>
      </w:r>
      <w:r w:rsidRPr="00D41239">
        <w:rPr>
          <w:b/>
          <w:bCs/>
        </w:rPr>
        <w:t>. Helirõhutaseme mõõtmise ja hindamise kord</w:t>
      </w:r>
    </w:p>
    <w:p w14:paraId="443B457F" w14:textId="77777777" w:rsidR="00DC0817" w:rsidRDefault="00DC0817" w:rsidP="00DC0817"/>
    <w:p w14:paraId="30E5E1E5" w14:textId="77777777" w:rsidR="00DC0817" w:rsidRDefault="00DC0817" w:rsidP="00DC0817">
      <w:pPr>
        <w:jc w:val="both"/>
      </w:pPr>
      <w:r>
        <w:t xml:space="preserve">(1) Määruses käsitletud müra hinnatakse ja parameetreid mõõdetakse vastavalt lisades 2 ja 3 sätestatud mõõtemeetoditele ja nõuetele. </w:t>
      </w:r>
    </w:p>
    <w:p w14:paraId="7E17CFFA" w14:textId="77777777" w:rsidR="00DC0817" w:rsidRDefault="00DC0817" w:rsidP="00DC0817">
      <w:pPr>
        <w:jc w:val="both"/>
      </w:pPr>
    </w:p>
    <w:p w14:paraId="72929617" w14:textId="77777777" w:rsidR="00DC0817" w:rsidRDefault="00DC0817" w:rsidP="00DC0817">
      <w:pPr>
        <w:jc w:val="both"/>
      </w:pPr>
      <w:r>
        <w:t>(2) Mõõtmise teostajal peab olema akrediteerimisasutuse poolt mõõteseaduse § 5 lõike 5 alusel välja antud erialast kompetentsust kinnitav tunnistus või akrediteerimistunnistus, kui see on tehniliselt teostatav.</w:t>
      </w:r>
    </w:p>
    <w:p w14:paraId="7C94DC53" w14:textId="77777777" w:rsidR="00DC0817" w:rsidRDefault="00DC0817" w:rsidP="00DC0817">
      <w:pPr>
        <w:jc w:val="both"/>
      </w:pPr>
    </w:p>
    <w:p w14:paraId="75D5529C" w14:textId="77777777" w:rsidR="00DC0817" w:rsidRDefault="00DC0817" w:rsidP="00DC0817">
      <w:pPr>
        <w:jc w:val="both"/>
      </w:pPr>
      <w:r>
        <w:t>(3) Kui müra piirtase on ületatud, tuleb rakendada meetmeid müra vähendamiseks.</w:t>
      </w:r>
    </w:p>
    <w:p w14:paraId="13CF319F" w14:textId="77777777" w:rsidR="00DC0817" w:rsidRDefault="00DC0817" w:rsidP="00DC0817">
      <w:pPr>
        <w:jc w:val="both"/>
      </w:pPr>
    </w:p>
    <w:p w14:paraId="1047B86F" w14:textId="40E60262" w:rsidR="007352AA" w:rsidRDefault="00DC0817" w:rsidP="0026544A">
      <w:pPr>
        <w:jc w:val="both"/>
        <w:rPr>
          <w:rFonts w:cs="Arial"/>
        </w:rPr>
      </w:pPr>
      <w:r>
        <w:lastRenderedPageBreak/>
        <w:t>(4) Madalsagedusliku müra piirtaseme ületamisel</w:t>
      </w:r>
      <w:r w:rsidR="00C756F9">
        <w:t xml:space="preserve"> tuleb</w:t>
      </w:r>
      <w:r>
        <w:t xml:space="preserve"> </w:t>
      </w:r>
      <w:r w:rsidR="00C756F9" w:rsidRPr="00C756F9">
        <w:t>põhjendatud juhtudel rakendada müra vähendamise meetmeid</w:t>
      </w:r>
      <w:r w:rsidR="00332739">
        <w:t>,</w:t>
      </w:r>
      <w:r w:rsidR="00C756F9" w:rsidRPr="00C756F9">
        <w:t xml:space="preserve"> </w:t>
      </w:r>
      <w:r w:rsidR="00C756F9">
        <w:t xml:space="preserve">arvestades </w:t>
      </w:r>
      <w:r>
        <w:t>lisas 3 sätestatud nõu</w:t>
      </w:r>
      <w:r w:rsidR="00C756F9">
        <w:t>deid</w:t>
      </w:r>
      <w:r>
        <w:t>.</w:t>
      </w:r>
    </w:p>
    <w:p w14:paraId="2A7B26FC" w14:textId="77777777" w:rsidR="00CC5B01" w:rsidRDefault="00CC5B01" w:rsidP="00094BF0">
      <w:pPr>
        <w:rPr>
          <w:rFonts w:cs="Arial"/>
        </w:rPr>
      </w:pPr>
    </w:p>
    <w:p w14:paraId="51934EEA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1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B4737C8" w14:textId="77777777" w:rsidR="00CC5B01" w:rsidRDefault="00CC5B01" w:rsidP="00094BF0">
      <w:pPr>
        <w:rPr>
          <w:rFonts w:cs="Arial"/>
        </w:rPr>
      </w:pPr>
    </w:p>
    <w:p w14:paraId="1633C628" w14:textId="77777777" w:rsidR="00CC5B01" w:rsidRDefault="00CC5B01" w:rsidP="00094BF0">
      <w:pPr>
        <w:rPr>
          <w:rFonts w:cs="Arial"/>
        </w:rPr>
      </w:pPr>
    </w:p>
    <w:p w14:paraId="4E31C335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661ABA38" w14:textId="76F16D88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B1FA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EB1FAF">
        <w:rPr>
          <w:rFonts w:cs="Arial"/>
        </w:rPr>
        <w:t xml:space="preserve">Karmen </w:t>
      </w:r>
      <w:proofErr w:type="spellStart"/>
      <w:r w:rsidR="00EB1FAF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A66DAC0" w14:textId="5B032ED6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B1FA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EB1FAF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6E2BA83" w14:textId="77777777" w:rsidR="007B2940" w:rsidRDefault="007B2940" w:rsidP="00B066FE">
      <w:pPr>
        <w:rPr>
          <w:rFonts w:cs="Arial"/>
        </w:rPr>
      </w:pPr>
    </w:p>
    <w:p w14:paraId="031A075D" w14:textId="0A66CA14" w:rsidR="00E52553" w:rsidRDefault="007B2940" w:rsidP="00B066FE">
      <w:r>
        <w:rPr>
          <w:rFonts w:cs="Arial"/>
        </w:rPr>
        <w:t>(allkirjastatud digitaalselt)</w:t>
      </w:r>
    </w:p>
    <w:p w14:paraId="1899311C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7FDCD19" w14:textId="1DB8A57C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B1FA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EB1FAF">
        <w:rPr>
          <w:rFonts w:cs="Arial"/>
        </w:rPr>
        <w:t>Maarjo</w:t>
      </w:r>
      <w:proofErr w:type="spellEnd"/>
      <w:r w:rsidR="00EB1FA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EB22553" w14:textId="0D4AD1FF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B1FA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EB1FAF">
        <w:rPr>
          <w:rFonts w:cs="Arial"/>
        </w:rPr>
        <w:t>kantsler</w:t>
      </w:r>
      <w:r>
        <w:rPr>
          <w:rFonts w:cs="Arial"/>
        </w:rPr>
        <w:fldChar w:fldCharType="end"/>
      </w:r>
    </w:p>
    <w:p w14:paraId="434EDAE9" w14:textId="77777777" w:rsidR="00E52553" w:rsidRDefault="00E52553" w:rsidP="00B066FE"/>
    <w:p w14:paraId="199D04C8" w14:textId="77777777" w:rsidR="00CF07B0" w:rsidRDefault="00CF07B0" w:rsidP="00CF07B0">
      <w:r>
        <w:t>Lisa 1. Liiklus- ja tehnoseadmete ja -süsteemide müra piirtasemed</w:t>
      </w:r>
    </w:p>
    <w:p w14:paraId="37CD1CFC" w14:textId="77777777" w:rsidR="00CF07B0" w:rsidRDefault="00CF07B0" w:rsidP="00CF07B0">
      <w:r>
        <w:t>Lisa 2. Helirõhutaseme mõõtmise ja hindamise meetodid</w:t>
      </w:r>
    </w:p>
    <w:p w14:paraId="52DDCF74" w14:textId="77777777" w:rsidR="00CF07B0" w:rsidRDefault="00CF07B0" w:rsidP="00CF07B0">
      <w:r>
        <w:t>Lisa 3. Madalsagedusliku müra hindamine</w:t>
      </w:r>
    </w:p>
    <w:p w14:paraId="55F4563B" w14:textId="77777777" w:rsidR="00CF07B0" w:rsidRPr="00805BB9" w:rsidRDefault="00CF07B0" w:rsidP="00B066FE"/>
    <w:sectPr w:rsidR="00CF07B0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393B6" w14:textId="77777777" w:rsidR="00997B28" w:rsidRDefault="00997B28" w:rsidP="00E52553">
      <w:r>
        <w:separator/>
      </w:r>
    </w:p>
  </w:endnote>
  <w:endnote w:type="continuationSeparator" w:id="0">
    <w:p w14:paraId="55491EC4" w14:textId="77777777" w:rsidR="00997B28" w:rsidRDefault="00997B28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E5ADA" w14:textId="77777777" w:rsidR="00997B28" w:rsidRDefault="00997B28" w:rsidP="00E52553">
      <w:r>
        <w:separator/>
      </w:r>
    </w:p>
  </w:footnote>
  <w:footnote w:type="continuationSeparator" w:id="0">
    <w:p w14:paraId="3D0CDC8F" w14:textId="77777777" w:rsidR="00997B28" w:rsidRDefault="00997B28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EB1FAF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70153"/>
    <w:rsid w:val="00070454"/>
    <w:rsid w:val="000725E2"/>
    <w:rsid w:val="0009319A"/>
    <w:rsid w:val="00094BF0"/>
    <w:rsid w:val="0009558E"/>
    <w:rsid w:val="000C365E"/>
    <w:rsid w:val="000C6B61"/>
    <w:rsid w:val="000D0B25"/>
    <w:rsid w:val="000D7732"/>
    <w:rsid w:val="000E125F"/>
    <w:rsid w:val="000E7648"/>
    <w:rsid w:val="00100F1A"/>
    <w:rsid w:val="00107209"/>
    <w:rsid w:val="00113F1F"/>
    <w:rsid w:val="00144C39"/>
    <w:rsid w:val="001604DB"/>
    <w:rsid w:val="001D53AE"/>
    <w:rsid w:val="001D5A7B"/>
    <w:rsid w:val="00202D28"/>
    <w:rsid w:val="00222719"/>
    <w:rsid w:val="002534CF"/>
    <w:rsid w:val="0026544A"/>
    <w:rsid w:val="00290BB3"/>
    <w:rsid w:val="00293ECF"/>
    <w:rsid w:val="002D2B74"/>
    <w:rsid w:val="002F1DC1"/>
    <w:rsid w:val="00311234"/>
    <w:rsid w:val="00316FC7"/>
    <w:rsid w:val="00332739"/>
    <w:rsid w:val="003411AA"/>
    <w:rsid w:val="003925B0"/>
    <w:rsid w:val="003B3CE2"/>
    <w:rsid w:val="003C0CFA"/>
    <w:rsid w:val="00433613"/>
    <w:rsid w:val="00436532"/>
    <w:rsid w:val="00437173"/>
    <w:rsid w:val="00447A02"/>
    <w:rsid w:val="0046052A"/>
    <w:rsid w:val="0048061D"/>
    <w:rsid w:val="00486590"/>
    <w:rsid w:val="00492545"/>
    <w:rsid w:val="004C6631"/>
    <w:rsid w:val="004D55DF"/>
    <w:rsid w:val="00526417"/>
    <w:rsid w:val="005463AE"/>
    <w:rsid w:val="00567685"/>
    <w:rsid w:val="00587F56"/>
    <w:rsid w:val="005B6FF3"/>
    <w:rsid w:val="005D6C2F"/>
    <w:rsid w:val="00604C04"/>
    <w:rsid w:val="00610A9F"/>
    <w:rsid w:val="006305F8"/>
    <w:rsid w:val="00686027"/>
    <w:rsid w:val="00686D77"/>
    <w:rsid w:val="006A1283"/>
    <w:rsid w:val="00707F99"/>
    <w:rsid w:val="007135C5"/>
    <w:rsid w:val="007325C5"/>
    <w:rsid w:val="007352AA"/>
    <w:rsid w:val="00746300"/>
    <w:rsid w:val="0075710E"/>
    <w:rsid w:val="007B2940"/>
    <w:rsid w:val="007C0F7C"/>
    <w:rsid w:val="007E0264"/>
    <w:rsid w:val="007F3FDB"/>
    <w:rsid w:val="00804EFE"/>
    <w:rsid w:val="00805127"/>
    <w:rsid w:val="00805BB9"/>
    <w:rsid w:val="00807C85"/>
    <w:rsid w:val="00812D03"/>
    <w:rsid w:val="008476E5"/>
    <w:rsid w:val="0086293A"/>
    <w:rsid w:val="0087276F"/>
    <w:rsid w:val="00883C39"/>
    <w:rsid w:val="00890213"/>
    <w:rsid w:val="008A19A7"/>
    <w:rsid w:val="008B1F70"/>
    <w:rsid w:val="0090045E"/>
    <w:rsid w:val="00902E38"/>
    <w:rsid w:val="009050C2"/>
    <w:rsid w:val="009835FB"/>
    <w:rsid w:val="00997B28"/>
    <w:rsid w:val="009F6F33"/>
    <w:rsid w:val="00A07444"/>
    <w:rsid w:val="00A31525"/>
    <w:rsid w:val="00A35FC6"/>
    <w:rsid w:val="00A42D4B"/>
    <w:rsid w:val="00A45E1E"/>
    <w:rsid w:val="00A6212E"/>
    <w:rsid w:val="00A92036"/>
    <w:rsid w:val="00AA6C33"/>
    <w:rsid w:val="00AB14BF"/>
    <w:rsid w:val="00AE4CD5"/>
    <w:rsid w:val="00B066FE"/>
    <w:rsid w:val="00B17269"/>
    <w:rsid w:val="00B25BF0"/>
    <w:rsid w:val="00B34D93"/>
    <w:rsid w:val="00B34F60"/>
    <w:rsid w:val="00B45145"/>
    <w:rsid w:val="00B55121"/>
    <w:rsid w:val="00B700E6"/>
    <w:rsid w:val="00B81116"/>
    <w:rsid w:val="00BD3D1A"/>
    <w:rsid w:val="00BE049C"/>
    <w:rsid w:val="00BE3B61"/>
    <w:rsid w:val="00C16907"/>
    <w:rsid w:val="00C21D9A"/>
    <w:rsid w:val="00C55F57"/>
    <w:rsid w:val="00C6556C"/>
    <w:rsid w:val="00C756F9"/>
    <w:rsid w:val="00CA5CEE"/>
    <w:rsid w:val="00CB2D81"/>
    <w:rsid w:val="00CC2624"/>
    <w:rsid w:val="00CC5B01"/>
    <w:rsid w:val="00CF07B0"/>
    <w:rsid w:val="00D321B8"/>
    <w:rsid w:val="00D35360"/>
    <w:rsid w:val="00D44C5C"/>
    <w:rsid w:val="00D85F55"/>
    <w:rsid w:val="00D90D65"/>
    <w:rsid w:val="00DA3FAA"/>
    <w:rsid w:val="00DC0817"/>
    <w:rsid w:val="00E210BE"/>
    <w:rsid w:val="00E52553"/>
    <w:rsid w:val="00E57228"/>
    <w:rsid w:val="00E73734"/>
    <w:rsid w:val="00EA42AE"/>
    <w:rsid w:val="00EB023C"/>
    <w:rsid w:val="00EB07A4"/>
    <w:rsid w:val="00EB1FAF"/>
    <w:rsid w:val="00EB3664"/>
    <w:rsid w:val="00EC175B"/>
    <w:rsid w:val="00EF0205"/>
    <w:rsid w:val="00F63083"/>
    <w:rsid w:val="00F7203E"/>
    <w:rsid w:val="00FB7A35"/>
    <w:rsid w:val="00FC4883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8A01"/>
  <w15:chartTrackingRefBased/>
  <w15:docId w15:val="{B3A24BF6-26BE-4C43-8BD3-428C8648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09558E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0955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955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9558E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955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9558E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HXU5DPSK444F-672997682-107</_dlc_DocId>
    <_dlc_DocIdUrl xmlns="aff8a95a-bdca-4bd1-9f28-df5ebd643b89">
      <Url>https://kontor.rik.ee/sm/_layouts/15/DocIdRedir.aspx?ID=HXU5DPSK444F-672997682-107</Url>
      <Description>HXU5DPSK444F-672997682-107</Description>
    </_dlc_DocIdUrl>
    <Protsess xmlns="a1615f33-f632-4eec-a0a5-d242560869fe">Õigusloome</Protsess>
    <Link_x0020_protsessiga xmlns="a1615f33-f632-4eec-a0a5-d242560869fe">
      <Url xsi:nil="true"/>
      <Description xsi:nil="true"/>
    </Link_x0020_protsessig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2" ma:contentTypeDescription="Loo uus dokument" ma:contentTypeScope="" ma:versionID="f74563219bf30aaf02a07461b0dc4cf5">
  <xsd:schema xmlns:xsd="http://www.w3.org/2001/XMLSchema" xmlns:xs="http://www.w3.org/2001/XMLSchema" xmlns:p="http://schemas.microsoft.com/office/2006/metadata/properties" xmlns:ns2="aff8a95a-bdca-4bd1-9f28-df5ebd643b89" xmlns:ns3="a1615f33-f632-4eec-a0a5-d242560869fe" targetNamespace="http://schemas.microsoft.com/office/2006/metadata/properties" ma:root="true" ma:fieldsID="42c0a8675242482b39eca8bf3197cf07" ns2:_="" ns3:_="">
    <xsd:import namespace="aff8a95a-bdca-4bd1-9f28-df5ebd643b89"/>
    <xsd:import namespace="a1615f33-f632-4eec-a0a5-d242560869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ss" minOccurs="0"/>
                <xsd:element ref="ns3:Link_x0020_protsessig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15f33-f632-4eec-a0a5-d242560869fe" elementFormDefault="qualified">
    <xsd:import namespace="http://schemas.microsoft.com/office/2006/documentManagement/types"/>
    <xsd:import namespace="http://schemas.microsoft.com/office/infopath/2007/PartnerControls"/>
    <xsd:element name="Protsess" ma:index="11" nillable="true" ma:displayName="Protsess" ma:internalName="Protsess">
      <xsd:simpleType>
        <xsd:restriction base="dms:Choice">
          <xsd:enumeration value="Finants"/>
          <xsd:enumeration value="Hanked ja lepingud"/>
          <xsd:enumeration value="IKT"/>
          <xsd:enumeration value="Info- ja teabehaldus"/>
          <xsd:enumeration value="Juhtimine"/>
          <xsd:enumeration value="Kommunikatsioon"/>
          <xsd:enumeration value="Personal"/>
          <xsd:enumeration value="Varahaldus"/>
          <xsd:enumeration value="Õigusloome"/>
        </xsd:restriction>
      </xsd:simpleType>
    </xsd:element>
    <xsd:element name="Link_x0020_protsessiga" ma:index="12" nillable="true" ma:displayName="Link protsessiga" ma:format="Hyperlink" ma:internalName="Link_x0020_protsessig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FAA24F-F802-4DC6-A93F-F83B1662D1FF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1615f33-f632-4eec-a0a5-d242560869fe"/>
  </ds:schemaRefs>
</ds:datastoreItem>
</file>

<file path=customXml/itemProps2.xml><?xml version="1.0" encoding="utf-8"?>
<ds:datastoreItem xmlns:ds="http://schemas.openxmlformats.org/officeDocument/2006/customXml" ds:itemID="{FB78927D-362A-4D42-8187-965D2C5E1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1615f33-f632-4eec-a0a5-d24256086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278F1D-C232-46BA-8B9D-89EA2DC651A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1</TotalTime>
  <Pages>3</Pages>
  <Words>776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 - RAM</cp:lastModifiedBy>
  <cp:revision>3</cp:revision>
  <cp:lastPrinted>2016-11-25T14:21:00Z</cp:lastPrinted>
  <dcterms:created xsi:type="dcterms:W3CDTF">2025-11-12T13:33:00Z</dcterms:created>
  <dcterms:modified xsi:type="dcterms:W3CDTF">2025-11-12T13:34:00Z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a5f6448e-c248-4e74-8f44-84a24a27638f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2025-09-11T06:56:54Z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435fb339-fdc6-4214-932e-0c41875c4d24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