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7A9E3F2C"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2F5FEE">
        <w:rPr>
          <w:noProof/>
          <w:color w:val="000000"/>
          <w:szCs w:val="24"/>
        </w:rPr>
        <w:t>2022/301</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402"/>
        <w:gridCol w:w="3006"/>
      </w:tblGrid>
      <w:tr w:rsidR="001A6691" w:rsidRPr="001A6691" w14:paraId="17B8927F" w14:textId="77777777" w:rsidTr="00727C3A">
        <w:tc>
          <w:tcPr>
            <w:tcW w:w="3544" w:type="dxa"/>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3402" w:type="dxa"/>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3006" w:type="dxa"/>
          </w:tcPr>
          <w:p w14:paraId="609B354E" w14:textId="77777777" w:rsidR="001A6691" w:rsidRPr="00DF353B" w:rsidRDefault="001A6691" w:rsidP="001A6691">
            <w:pPr>
              <w:rPr>
                <w:bCs/>
                <w:szCs w:val="24"/>
              </w:rPr>
            </w:pPr>
            <w:r w:rsidRPr="00DF353B">
              <w:rPr>
                <w:bCs/>
                <w:szCs w:val="24"/>
              </w:rPr>
              <w:t>Tel 676 7500</w:t>
            </w:r>
          </w:p>
          <w:p w14:paraId="3D58EE3E" w14:textId="77777777"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Pr="00DF353B">
              <w:rPr>
                <w:bCs/>
                <w:szCs w:val="24"/>
              </w:rPr>
              <w:t xml:space="preserve"> </w:t>
            </w:r>
          </w:p>
        </w:tc>
      </w:tr>
      <w:tr w:rsidR="001A6691" w:rsidRPr="001A6691" w14:paraId="3AE3C364" w14:textId="77777777" w:rsidTr="00727C3A">
        <w:trPr>
          <w:trHeight w:val="684"/>
        </w:trPr>
        <w:tc>
          <w:tcPr>
            <w:tcW w:w="3544" w:type="dxa"/>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3402" w:type="dxa"/>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3006" w:type="dxa"/>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613101"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727C3A">
        <w:trPr>
          <w:cantSplit/>
          <w:trHeight w:val="548"/>
        </w:trPr>
        <w:tc>
          <w:tcPr>
            <w:tcW w:w="9952" w:type="dxa"/>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3201"/>
        <w:gridCol w:w="2902"/>
      </w:tblGrid>
      <w:tr w:rsidR="00F02336" w:rsidRPr="001A6691" w14:paraId="0FCE6165" w14:textId="77777777" w:rsidTr="00F02336">
        <w:tc>
          <w:tcPr>
            <w:tcW w:w="3700" w:type="dxa"/>
          </w:tcPr>
          <w:p w14:paraId="1B29CEBF" w14:textId="728A6C77" w:rsidR="00F02336" w:rsidRPr="00F02336" w:rsidRDefault="00F02336" w:rsidP="00F02336">
            <w:pPr>
              <w:rPr>
                <w:szCs w:val="24"/>
              </w:rPr>
            </w:pPr>
            <w:r w:rsidRPr="00F02336">
              <w:rPr>
                <w:szCs w:val="24"/>
              </w:rPr>
              <w:t>Viiratsi Saeveski</w:t>
            </w:r>
            <w:r w:rsidR="0081658F" w:rsidRPr="00F02336">
              <w:rPr>
                <w:szCs w:val="24"/>
              </w:rPr>
              <w:t xml:space="preserve"> </w:t>
            </w:r>
            <w:r w:rsidR="0081658F" w:rsidRPr="00F02336">
              <w:rPr>
                <w:szCs w:val="24"/>
              </w:rPr>
              <w:t>AS</w:t>
            </w:r>
          </w:p>
          <w:p w14:paraId="252A3CE6" w14:textId="7F55D719" w:rsidR="00F02336" w:rsidRPr="00DF353B" w:rsidRDefault="00F02336" w:rsidP="00F02336">
            <w:pPr>
              <w:rPr>
                <w:szCs w:val="24"/>
              </w:rPr>
            </w:pPr>
          </w:p>
        </w:tc>
        <w:tc>
          <w:tcPr>
            <w:tcW w:w="3201" w:type="dxa"/>
          </w:tcPr>
          <w:p w14:paraId="02F701E7" w14:textId="77777777" w:rsidR="00F02336" w:rsidRPr="00F02336" w:rsidRDefault="00F02336" w:rsidP="00F02336">
            <w:pPr>
              <w:rPr>
                <w:szCs w:val="24"/>
              </w:rPr>
            </w:pPr>
            <w:r w:rsidRPr="00F02336">
              <w:rPr>
                <w:szCs w:val="24"/>
              </w:rPr>
              <w:t>Registrikood 10868739</w:t>
            </w:r>
          </w:p>
          <w:p w14:paraId="1C2D1DE6" w14:textId="5910B1B0" w:rsidR="00F02336" w:rsidRPr="001A6691" w:rsidRDefault="00F02336" w:rsidP="00F02336">
            <w:pPr>
              <w:rPr>
                <w:szCs w:val="24"/>
              </w:rPr>
            </w:pPr>
            <w:r w:rsidRPr="00F02336">
              <w:rPr>
                <w:szCs w:val="24"/>
              </w:rPr>
              <w:t>Vana-Võidu k, Viiratsi v, 70101 Viljandimaa</w:t>
            </w:r>
          </w:p>
        </w:tc>
        <w:tc>
          <w:tcPr>
            <w:tcW w:w="2902" w:type="dxa"/>
          </w:tcPr>
          <w:p w14:paraId="707DA4AC" w14:textId="77777777" w:rsidR="00F02336" w:rsidRPr="00F02336" w:rsidRDefault="00F02336" w:rsidP="00F02336">
            <w:pPr>
              <w:rPr>
                <w:szCs w:val="24"/>
              </w:rPr>
            </w:pPr>
            <w:r w:rsidRPr="00F02336">
              <w:rPr>
                <w:szCs w:val="24"/>
              </w:rPr>
              <w:t>Tel  513 8978</w:t>
            </w:r>
          </w:p>
          <w:p w14:paraId="09E0CABD" w14:textId="65FDAC1A" w:rsidR="00F02336" w:rsidRPr="001A6691" w:rsidRDefault="00F02336" w:rsidP="00F02336">
            <w:pPr>
              <w:rPr>
                <w:szCs w:val="24"/>
              </w:rPr>
            </w:pPr>
          </w:p>
        </w:tc>
      </w:tr>
      <w:tr w:rsidR="001A6691" w:rsidRPr="001A6691" w14:paraId="1D1490F0" w14:textId="77777777" w:rsidTr="00F02336">
        <w:tc>
          <w:tcPr>
            <w:tcW w:w="3700" w:type="dxa"/>
          </w:tcPr>
          <w:p w14:paraId="7623972D" w14:textId="77777777" w:rsidR="00BB24A6" w:rsidRPr="00BB24A6" w:rsidRDefault="00BB24A6" w:rsidP="00BB24A6">
            <w:pPr>
              <w:rPr>
                <w:szCs w:val="24"/>
              </w:rPr>
            </w:pPr>
            <w:r w:rsidRPr="00BB24A6">
              <w:rPr>
                <w:szCs w:val="24"/>
              </w:rPr>
              <w:t>Aivo Kalmet</w:t>
            </w:r>
          </w:p>
          <w:p w14:paraId="7B7B2406" w14:textId="4E6B93C8" w:rsidR="001A6691" w:rsidRPr="001A6691" w:rsidRDefault="00BB24A6" w:rsidP="00BB24A6">
            <w:pPr>
              <w:rPr>
                <w:szCs w:val="24"/>
              </w:rPr>
            </w:pPr>
            <w:r w:rsidRPr="00BB24A6">
              <w:rPr>
                <w:szCs w:val="24"/>
              </w:rPr>
              <w:t>Varumisosakonna juhataja</w:t>
            </w:r>
          </w:p>
        </w:tc>
        <w:tc>
          <w:tcPr>
            <w:tcW w:w="3201" w:type="dxa"/>
          </w:tcPr>
          <w:p w14:paraId="3E21ED32" w14:textId="15ABFDAC" w:rsidR="001A6691" w:rsidRPr="00DF353B" w:rsidRDefault="00F16363" w:rsidP="001A6691">
            <w:pPr>
              <w:rPr>
                <w:szCs w:val="24"/>
              </w:rPr>
            </w:pPr>
            <w:r>
              <w:rPr>
                <w:szCs w:val="24"/>
              </w:rPr>
              <w:t>38210290278</w:t>
            </w:r>
          </w:p>
        </w:tc>
        <w:tc>
          <w:tcPr>
            <w:tcW w:w="2902" w:type="dxa"/>
          </w:tcPr>
          <w:p w14:paraId="36956A1C" w14:textId="6BA4BB95" w:rsidR="001A6691" w:rsidRPr="00DF353B" w:rsidRDefault="00613101" w:rsidP="00DF353B">
            <w:pPr>
              <w:rPr>
                <w:szCs w:val="24"/>
              </w:rPr>
            </w:pPr>
            <w:hyperlink r:id="rId14" w:history="1">
              <w:r w:rsidR="00F16363" w:rsidRPr="007910E9">
                <w:rPr>
                  <w:rStyle w:val="Hyperlink"/>
                  <w:szCs w:val="24"/>
                </w:rPr>
                <w:t>aivo.kalmet@nordwood.ee</w:t>
              </w:r>
            </w:hyperlink>
          </w:p>
        </w:tc>
      </w:tr>
      <w:tr w:rsidR="001A6691" w:rsidRPr="001A6691" w14:paraId="27C765F8" w14:textId="77777777" w:rsidTr="00DF353B">
        <w:tblPrEx>
          <w:tblLook w:val="0000" w:firstRow="0" w:lastRow="0" w:firstColumn="0" w:lastColumn="0" w:noHBand="0" w:noVBand="0"/>
        </w:tblPrEx>
        <w:tc>
          <w:tcPr>
            <w:tcW w:w="9803" w:type="dxa"/>
            <w:gridSpan w:val="3"/>
          </w:tcPr>
          <w:p w14:paraId="3908F5B8" w14:textId="547C23B2" w:rsidR="001A6691" w:rsidRPr="00DF353B" w:rsidRDefault="001A6691" w:rsidP="001A6691">
            <w:pPr>
              <w:rPr>
                <w:szCs w:val="24"/>
              </w:rPr>
            </w:pPr>
            <w:r w:rsidRPr="00DF353B">
              <w:rPr>
                <w:szCs w:val="24"/>
              </w:rPr>
              <w:t xml:space="preserve">Esindusõigus tuleneb (volitamise alus): </w:t>
            </w:r>
            <w:r w:rsidR="00DF353B" w:rsidRPr="00DF353B">
              <w:rPr>
                <w:szCs w:val="24"/>
              </w:rPr>
              <w:t>juhatuse liikme poolt kinnitatud volikiri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599FE767" w:rsidR="009E2AD7" w:rsidRDefault="009E2AD7" w:rsidP="0081658F">
      <w:pPr>
        <w:pStyle w:val="ListParagraph"/>
        <w:numPr>
          <w:ilvl w:val="0"/>
          <w:numId w:val="18"/>
        </w:numPr>
        <w:jc w:val="both"/>
        <w:rPr>
          <w:szCs w:val="24"/>
        </w:rPr>
      </w:pPr>
      <w:r w:rsidRPr="00C63431">
        <w:rPr>
          <w:szCs w:val="24"/>
        </w:rPr>
        <w:t xml:space="preserve">Vastates RMK poolt avaldatud läbirääkimiste teatele, esitas </w:t>
      </w:r>
      <w:r w:rsidR="0081658F" w:rsidRPr="0081658F">
        <w:rPr>
          <w:bCs/>
          <w:szCs w:val="24"/>
        </w:rPr>
        <w:t>Viiratsi Saeveski AS</w:t>
      </w:r>
      <w:r w:rsidR="0081658F">
        <w:rPr>
          <w:bCs/>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81658F" w:rsidRPr="0081658F">
        <w:rPr>
          <w:bCs/>
          <w:szCs w:val="24"/>
        </w:rPr>
        <w:t>Viiratsi Saeveski AS</w:t>
      </w:r>
      <w:r w:rsidR="0081658F">
        <w:rPr>
          <w:bCs/>
          <w:szCs w:val="24"/>
        </w:rPr>
        <w:t xml:space="preserve">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lastRenderedPageBreak/>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6438A324"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E6568A">
        <w:rPr>
          <w:noProof/>
          <w:color w:val="000000"/>
        </w:rPr>
        <w:t>Vana-Võidu (Viiratsi</w:t>
      </w:r>
      <w:r w:rsidR="007B2242">
        <w:rPr>
          <w:noProof/>
          <w:color w:val="000000"/>
        </w:rPr>
        <w:t>)</w:t>
      </w:r>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 xml:space="preserve">Tarnitud metsamaterjali kvaliteedi hindamise teostab ostja </w:t>
      </w:r>
      <w:r w:rsidR="00B128B6" w:rsidRPr="00073EA0">
        <w:rPr>
          <w:szCs w:val="24"/>
        </w:rPr>
        <w:lastRenderedPageBreak/>
        <w:t>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46F8AAD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A565D0">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lastRenderedPageBreak/>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üleantava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177BF52A" w:rsidR="006E0604" w:rsidRPr="00DF353B" w:rsidRDefault="00707176" w:rsidP="00F16363">
            <w:pPr>
              <w:shd w:val="clear" w:color="auto" w:fill="FFFFFF" w:themeFill="background1"/>
            </w:pPr>
            <w:r>
              <w:t>1</w:t>
            </w:r>
            <w:r w:rsidR="00F16363">
              <w:t>4</w:t>
            </w:r>
            <w:r>
              <w:t xml:space="preserve"> (neliteist</w:t>
            </w:r>
            <w:r w:rsidR="00F16363">
              <w:t>)</w:t>
            </w:r>
            <w:r w:rsidR="00DF353B" w:rsidRPr="00DF353B">
              <w:t xml:space="preserve">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20F51554" w:rsidR="006E0604" w:rsidRPr="00DA56B1" w:rsidRDefault="006E0604" w:rsidP="004811F1">
      <w:pPr>
        <w:shd w:val="clear" w:color="auto" w:fill="FFFFFF" w:themeFill="background1"/>
        <w:jc w:val="both"/>
        <w:rPr>
          <w:szCs w:val="24"/>
        </w:rPr>
      </w:pPr>
      <w:r w:rsidRPr="001A6691">
        <w:rPr>
          <w:b/>
          <w:szCs w:val="24"/>
        </w:rPr>
        <w:lastRenderedPageBreak/>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4C7A6C" w:rsidRPr="007F27F7">
          <w:rPr>
            <w:rStyle w:val="Hyperlink"/>
            <w:sz w:val="20"/>
          </w:rPr>
          <w:t>eneli.johanson@nordwood.ee</w:t>
        </w:r>
      </w:hyperlink>
      <w:r w:rsidR="004C7A6C">
        <w:rPr>
          <w:rStyle w:val="Hyperlink"/>
          <w:sz w:val="20"/>
        </w:rPr>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199D8D71" w14:textId="77777777" w:rsidR="006E0604" w:rsidRPr="00DA56B1" w:rsidRDefault="006E0604" w:rsidP="004811F1">
      <w:pPr>
        <w:shd w:val="clear" w:color="auto" w:fill="FFFFFF" w:themeFill="background1"/>
        <w:jc w:val="both"/>
        <w:rPr>
          <w:szCs w:val="24"/>
        </w:rPr>
      </w:pPr>
      <w:r w:rsidRPr="001A6691">
        <w:rPr>
          <w:b/>
          <w:szCs w:val="24"/>
        </w:rPr>
        <w:t>8.5.</w:t>
      </w:r>
      <w:r w:rsidRPr="001A6691">
        <w:rPr>
          <w:szCs w:val="24"/>
        </w:rPr>
        <w:tab/>
      </w:r>
      <w:r w:rsidR="00674200" w:rsidRPr="00DA56B1">
        <w:rPr>
          <w:szCs w:val="24"/>
        </w:rPr>
        <w:t>O</w:t>
      </w:r>
      <w:r w:rsidR="003D515B" w:rsidRPr="00DA56B1">
        <w:rPr>
          <w:szCs w:val="24"/>
        </w:rPr>
        <w:t>stja</w:t>
      </w:r>
      <w:r w:rsidRPr="00DA56B1">
        <w:rPr>
          <w:szCs w:val="24"/>
        </w:rPr>
        <w:t xml:space="preserve"> esitab arvestatud krediidilimiidi summale </w:t>
      </w:r>
      <w:r w:rsidR="008C44DB" w:rsidRPr="00DA56B1">
        <w:rPr>
          <w:szCs w:val="24"/>
        </w:rPr>
        <w:t xml:space="preserve">vastava krediidiasutuse </w:t>
      </w:r>
      <w:r w:rsidRPr="00DA56B1">
        <w:rPr>
          <w:szCs w:val="24"/>
        </w:rPr>
        <w:t xml:space="preserve">garantiikirja, millel on sätestatud kehtivuse lõpp (hilisem kuupäev, millal peab </w:t>
      </w:r>
      <w:r w:rsidR="003D515B" w:rsidRPr="00DA56B1">
        <w:rPr>
          <w:szCs w:val="24"/>
        </w:rPr>
        <w:t>müüja</w:t>
      </w:r>
      <w:r w:rsidR="00674200" w:rsidRPr="00DA56B1">
        <w:rPr>
          <w:szCs w:val="24"/>
        </w:rPr>
        <w:t xml:space="preserve"> nõue olema g</w:t>
      </w:r>
      <w:r w:rsidRPr="00DA56B1">
        <w:rPr>
          <w:szCs w:val="24"/>
        </w:rPr>
        <w:t xml:space="preserve">arandi poolt kätte saadud). Krediidilimiit </w:t>
      </w:r>
      <w:r w:rsidR="00CB08DF" w:rsidRPr="00DA56B1">
        <w:rPr>
          <w:szCs w:val="24"/>
        </w:rPr>
        <w:t xml:space="preserve">on </w:t>
      </w:r>
      <w:r w:rsidR="00744F69" w:rsidRPr="00DA56B1">
        <w:rPr>
          <w:szCs w:val="24"/>
        </w:rPr>
        <w:t>maksetähtaja</w:t>
      </w:r>
      <w:r w:rsidR="00512176" w:rsidRPr="00DA56B1">
        <w:rPr>
          <w:szCs w:val="24"/>
        </w:rPr>
        <w:t xml:space="preserve">le vastava </w:t>
      </w:r>
      <w:r w:rsidR="003D515B" w:rsidRPr="00DA56B1">
        <w:rPr>
          <w:szCs w:val="24"/>
        </w:rPr>
        <w:t>metsamaterjali</w:t>
      </w:r>
      <w:r w:rsidR="00CB08DF" w:rsidRPr="00DA56B1">
        <w:rPr>
          <w:szCs w:val="24"/>
        </w:rPr>
        <w:t xml:space="preserve"> koguse maksumus koos käibemaksuga, millele on </w:t>
      </w:r>
      <w:r w:rsidR="00446705" w:rsidRPr="00DA56B1">
        <w:rPr>
          <w:szCs w:val="24"/>
        </w:rPr>
        <w:t>lisa</w:t>
      </w:r>
      <w:r w:rsidR="00CB08DF" w:rsidRPr="00DA56B1">
        <w:rPr>
          <w:szCs w:val="24"/>
        </w:rPr>
        <w:t>tud 0</w:t>
      </w:r>
      <w:r w:rsidRPr="00DA56B1">
        <w:rPr>
          <w:szCs w:val="24"/>
        </w:rPr>
        <w:t xml:space="preserve">,5 kordne </w:t>
      </w:r>
      <w:r w:rsidR="00CB08DF" w:rsidRPr="00DA56B1">
        <w:rPr>
          <w:szCs w:val="24"/>
        </w:rPr>
        <w:t xml:space="preserve">ühe kuu </w:t>
      </w:r>
      <w:r w:rsidR="003D515B" w:rsidRPr="00DA56B1">
        <w:rPr>
          <w:szCs w:val="24"/>
        </w:rPr>
        <w:t>metsamaterjali</w:t>
      </w:r>
      <w:r w:rsidR="00CB08DF" w:rsidRPr="00DA56B1">
        <w:rPr>
          <w:szCs w:val="24"/>
        </w:rPr>
        <w:t xml:space="preserve"> koguse maksumus</w:t>
      </w:r>
      <w:r w:rsidRPr="00DA56B1">
        <w:rPr>
          <w:szCs w:val="24"/>
        </w:rPr>
        <w:t xml:space="preserve"> koos käibemaksuga.</w:t>
      </w:r>
      <w:r w:rsidR="008C44DB" w:rsidRPr="00DA56B1">
        <w:rPr>
          <w:szCs w:val="24"/>
        </w:rPr>
        <w:t xml:space="preserve"> Krediidiasutuse garantii kehtivus peab ületama </w:t>
      </w:r>
      <w:r w:rsidR="00927F52" w:rsidRPr="00DA56B1">
        <w:rPr>
          <w:szCs w:val="24"/>
        </w:rPr>
        <w:t>lepingu</w:t>
      </w:r>
      <w:r w:rsidR="00F519D6" w:rsidRPr="00DA56B1">
        <w:rPr>
          <w:szCs w:val="24"/>
        </w:rPr>
        <w:t xml:space="preserve"> </w:t>
      </w:r>
      <w:r w:rsidR="00674200" w:rsidRPr="00DA56B1">
        <w:rPr>
          <w:szCs w:val="24"/>
        </w:rPr>
        <w:t>kehtivuse tähtaega m</w:t>
      </w:r>
      <w:r w:rsidR="008C44DB" w:rsidRPr="00DA56B1">
        <w:rPr>
          <w:szCs w:val="24"/>
        </w:rPr>
        <w:t xml:space="preserve">aksetähtaja ja sellele </w:t>
      </w:r>
      <w:r w:rsidR="00446705" w:rsidRPr="00DA56B1">
        <w:rPr>
          <w:szCs w:val="24"/>
        </w:rPr>
        <w:t>lisa</w:t>
      </w:r>
      <w:r w:rsidR="008C44DB" w:rsidRPr="00DA56B1">
        <w:rPr>
          <w:szCs w:val="24"/>
        </w:rPr>
        <w:t>tud 7 (seitsme</w:t>
      </w:r>
      <w:r w:rsidR="00674200" w:rsidRPr="00DA56B1">
        <w:rPr>
          <w:szCs w:val="24"/>
        </w:rPr>
        <w:t>) p</w:t>
      </w:r>
      <w:r w:rsidR="008C44DB" w:rsidRPr="00DA56B1">
        <w:rPr>
          <w:szCs w:val="24"/>
        </w:rPr>
        <w:t>äeva võrra.</w:t>
      </w:r>
    </w:p>
    <w:p w14:paraId="4C47F1C8" w14:textId="77777777" w:rsidR="00C43A0E" w:rsidRPr="00DA56B1" w:rsidRDefault="00C43A0E" w:rsidP="004811F1">
      <w:pPr>
        <w:shd w:val="clear" w:color="auto" w:fill="FFFFFF" w:themeFill="background1"/>
        <w:jc w:val="both"/>
        <w:rPr>
          <w:b/>
          <w:szCs w:val="24"/>
        </w:rPr>
      </w:pPr>
    </w:p>
    <w:p w14:paraId="7F13554D" w14:textId="3A4AC91D" w:rsidR="00C43A0E" w:rsidRPr="00DA56B1" w:rsidRDefault="00C43A0E" w:rsidP="004811F1">
      <w:pPr>
        <w:shd w:val="clear" w:color="auto" w:fill="FFFFFF" w:themeFill="background1"/>
        <w:jc w:val="both"/>
        <w:rPr>
          <w:szCs w:val="24"/>
        </w:rPr>
      </w:pPr>
      <w:r w:rsidRPr="00DA56B1">
        <w:rPr>
          <w:b/>
          <w:szCs w:val="24"/>
        </w:rPr>
        <w:t>8.6.</w:t>
      </w:r>
      <w:r w:rsidR="00D77E88">
        <w:rPr>
          <w:szCs w:val="24"/>
        </w:rPr>
        <w:tab/>
      </w:r>
      <w:r w:rsidR="00674200" w:rsidRPr="00DA56B1">
        <w:rPr>
          <w:szCs w:val="24"/>
        </w:rPr>
        <w:t>L</w:t>
      </w:r>
      <w:r w:rsidR="003D515B" w:rsidRPr="00DA56B1">
        <w:rPr>
          <w:szCs w:val="24"/>
        </w:rPr>
        <w:t>epingu</w:t>
      </w:r>
      <w:r w:rsidRPr="00DA56B1">
        <w:rPr>
          <w:szCs w:val="24"/>
        </w:rPr>
        <w:t xml:space="preserve"> punktis 8.5. nimetatud garantiikirja kehtivuse tähtajast lühema kehtivusega garantiikirja esitamisel, kohustub </w:t>
      </w:r>
      <w:r w:rsidR="003D515B" w:rsidRPr="00DA56B1">
        <w:rPr>
          <w:szCs w:val="24"/>
        </w:rPr>
        <w:t>ostja</w:t>
      </w:r>
      <w:r w:rsidR="00674200" w:rsidRPr="00DA56B1">
        <w:rPr>
          <w:szCs w:val="24"/>
        </w:rPr>
        <w:t xml:space="preserve"> igakordselt 30 (kolmkümmend) p</w:t>
      </w:r>
      <w:r w:rsidRPr="00DA56B1">
        <w:rPr>
          <w:szCs w:val="24"/>
        </w:rPr>
        <w:t xml:space="preserve">äeva enne garantiikirja kehtivuse lõppemist esitama </w:t>
      </w:r>
      <w:r w:rsidR="003D515B" w:rsidRPr="00DA56B1">
        <w:rPr>
          <w:szCs w:val="24"/>
        </w:rPr>
        <w:t>müüjale</w:t>
      </w:r>
      <w:r w:rsidRPr="00DA56B1">
        <w:rPr>
          <w:szCs w:val="24"/>
        </w:rPr>
        <w:t xml:space="preserve"> uue, </w:t>
      </w:r>
      <w:r w:rsidR="003D515B" w:rsidRPr="00DA56B1">
        <w:rPr>
          <w:szCs w:val="24"/>
        </w:rPr>
        <w:t>tarnegraafikus</w:t>
      </w:r>
      <w:r w:rsidRPr="00DA56B1">
        <w:rPr>
          <w:szCs w:val="24"/>
        </w:rPr>
        <w:t xml:space="preserve"> kokkulepitud </w:t>
      </w:r>
      <w:r w:rsidR="003D515B" w:rsidRPr="00DA56B1">
        <w:rPr>
          <w:szCs w:val="24"/>
        </w:rPr>
        <w:t>tarneperioodi</w:t>
      </w:r>
      <w:r w:rsidR="00674200" w:rsidRPr="00DA56B1">
        <w:rPr>
          <w:szCs w:val="24"/>
        </w:rPr>
        <w:t xml:space="preserve"> vähemalt 30 (kolmkümmend) p</w:t>
      </w:r>
      <w:r w:rsidRPr="00DA56B1">
        <w:rPr>
          <w:szCs w:val="24"/>
        </w:rPr>
        <w:t xml:space="preserve">äeva ületava kehtivusega garantiikirja. </w:t>
      </w:r>
    </w:p>
    <w:p w14:paraId="23BC6E66" w14:textId="77777777" w:rsidR="00C43A0E" w:rsidRPr="00DA56B1" w:rsidRDefault="00C43A0E" w:rsidP="00A81AF8">
      <w:pPr>
        <w:shd w:val="clear" w:color="auto" w:fill="FFFFFF" w:themeFill="background1"/>
        <w:jc w:val="both"/>
        <w:rPr>
          <w:b/>
          <w:szCs w:val="24"/>
          <w:lang w:eastAsia="et-EE"/>
        </w:rPr>
      </w:pPr>
    </w:p>
    <w:p w14:paraId="0EE4099D" w14:textId="70EE8384" w:rsidR="006E0604" w:rsidRPr="00DA56B1" w:rsidRDefault="00C43A0E">
      <w:pPr>
        <w:shd w:val="clear" w:color="auto" w:fill="FFFFFF" w:themeFill="background1"/>
        <w:jc w:val="both"/>
        <w:rPr>
          <w:szCs w:val="24"/>
          <w:lang w:eastAsia="et-EE"/>
        </w:rPr>
      </w:pPr>
      <w:r w:rsidRPr="00DA56B1">
        <w:rPr>
          <w:b/>
          <w:szCs w:val="24"/>
          <w:lang w:eastAsia="et-EE"/>
        </w:rPr>
        <w:t>8.7.</w:t>
      </w:r>
      <w:r w:rsidR="00D77E88">
        <w:rPr>
          <w:szCs w:val="24"/>
          <w:lang w:eastAsia="et-EE"/>
        </w:rPr>
        <w:tab/>
      </w:r>
      <w:r w:rsidRPr="00DA56B1">
        <w:rPr>
          <w:szCs w:val="24"/>
          <w:lang w:eastAsia="et-EE"/>
        </w:rPr>
        <w:t xml:space="preserve">Juhul kui </w:t>
      </w:r>
      <w:r w:rsidR="003D515B" w:rsidRPr="00DA56B1">
        <w:rPr>
          <w:szCs w:val="24"/>
          <w:lang w:eastAsia="et-EE"/>
        </w:rPr>
        <w:t>ostja</w:t>
      </w:r>
      <w:r w:rsidRPr="00DA56B1">
        <w:rPr>
          <w:szCs w:val="24"/>
          <w:lang w:eastAsia="et-EE"/>
        </w:rPr>
        <w:t xml:space="preserve"> on </w:t>
      </w:r>
      <w:r w:rsidR="003D515B" w:rsidRPr="00DA56B1">
        <w:rPr>
          <w:szCs w:val="24"/>
          <w:lang w:eastAsia="et-EE"/>
        </w:rPr>
        <w:t>lepingu</w:t>
      </w:r>
      <w:r w:rsidRPr="00DA56B1">
        <w:rPr>
          <w:szCs w:val="24"/>
          <w:lang w:eastAsia="et-EE"/>
        </w:rPr>
        <w:t xml:space="preserve"> punktis 8.5. ja 8.6. nimetatud garantiikirja esitamisega viivitan</w:t>
      </w:r>
      <w:r w:rsidR="00674200" w:rsidRPr="00DA56B1">
        <w:rPr>
          <w:szCs w:val="24"/>
          <w:lang w:eastAsia="et-EE"/>
        </w:rPr>
        <w:t xml:space="preserve">ud rohkem kui </w:t>
      </w:r>
      <w:r w:rsidR="0008640C" w:rsidRPr="00DA56B1">
        <w:rPr>
          <w:szCs w:val="24"/>
          <w:lang w:eastAsia="et-EE"/>
        </w:rPr>
        <w:t xml:space="preserve">14 </w:t>
      </w:r>
      <w:r w:rsidR="00674200" w:rsidRPr="00DA56B1">
        <w:rPr>
          <w:szCs w:val="24"/>
          <w:lang w:eastAsia="et-EE"/>
        </w:rPr>
        <w:t>(</w:t>
      </w:r>
      <w:r w:rsidR="0008640C" w:rsidRPr="00DA56B1">
        <w:rPr>
          <w:szCs w:val="24"/>
          <w:lang w:eastAsia="et-EE"/>
        </w:rPr>
        <w:t>neliteist</w:t>
      </w:r>
      <w:r w:rsidR="00674200" w:rsidRPr="00DA56B1">
        <w:rPr>
          <w:szCs w:val="24"/>
          <w:lang w:eastAsia="et-EE"/>
        </w:rPr>
        <w:t>) p</w:t>
      </w:r>
      <w:r w:rsidRPr="00DA56B1">
        <w:rPr>
          <w:szCs w:val="24"/>
          <w:lang w:eastAsia="et-EE"/>
        </w:rPr>
        <w:t xml:space="preserve">äeva, on </w:t>
      </w:r>
      <w:r w:rsidR="00674200" w:rsidRPr="00DA56B1">
        <w:rPr>
          <w:szCs w:val="24"/>
          <w:lang w:eastAsia="et-EE"/>
        </w:rPr>
        <w:t>m</w:t>
      </w:r>
      <w:r w:rsidRPr="00DA56B1">
        <w:rPr>
          <w:szCs w:val="24"/>
          <w:lang w:eastAsia="et-EE"/>
        </w:rPr>
        <w:t xml:space="preserve">üüjal õigus ühepoolselt </w:t>
      </w:r>
      <w:r w:rsidR="003D515B" w:rsidRPr="00DA56B1">
        <w:rPr>
          <w:szCs w:val="24"/>
          <w:lang w:eastAsia="et-EE"/>
        </w:rPr>
        <w:t>lepingu</w:t>
      </w:r>
      <w:r w:rsidRPr="00DA56B1">
        <w:rPr>
          <w:szCs w:val="24"/>
          <w:lang w:eastAsia="et-EE"/>
        </w:rPr>
        <w:t xml:space="preserve">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F16363"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707176" w:rsidRPr="00F16363" w14:paraId="57537315" w14:textId="77777777" w:rsidTr="005F6CA8">
        <w:tc>
          <w:tcPr>
            <w:tcW w:w="1388" w:type="pct"/>
            <w:shd w:val="clear" w:color="auto" w:fill="auto"/>
          </w:tcPr>
          <w:p w14:paraId="7C157E14" w14:textId="178FB8C6" w:rsidR="00707176" w:rsidRPr="00F16363" w:rsidRDefault="00707176" w:rsidP="00707176">
            <w:pPr>
              <w:shd w:val="clear" w:color="auto" w:fill="FFFFFF" w:themeFill="background1"/>
              <w:jc w:val="both"/>
              <w:rPr>
                <w:bCs/>
                <w:szCs w:val="24"/>
              </w:rPr>
            </w:pPr>
            <w:r w:rsidRPr="00707176">
              <w:rPr>
                <w:bCs/>
                <w:szCs w:val="24"/>
              </w:rPr>
              <w:t>Esta Kaljussaar</w:t>
            </w:r>
          </w:p>
        </w:tc>
        <w:tc>
          <w:tcPr>
            <w:tcW w:w="1845" w:type="pct"/>
            <w:shd w:val="clear" w:color="auto" w:fill="auto"/>
          </w:tcPr>
          <w:p w14:paraId="5F92CC36" w14:textId="26AC1E0F" w:rsidR="00707176" w:rsidRPr="00F16363" w:rsidRDefault="00707176" w:rsidP="00707176">
            <w:pPr>
              <w:shd w:val="clear" w:color="auto" w:fill="FFFFFF" w:themeFill="background1"/>
              <w:jc w:val="both"/>
              <w:rPr>
                <w:bCs/>
                <w:szCs w:val="24"/>
              </w:rPr>
            </w:pPr>
            <w:r w:rsidRPr="00707176">
              <w:rPr>
                <w:bCs/>
                <w:szCs w:val="24"/>
              </w:rPr>
              <w:t>504 4669</w:t>
            </w:r>
          </w:p>
        </w:tc>
        <w:tc>
          <w:tcPr>
            <w:tcW w:w="1767" w:type="pct"/>
            <w:shd w:val="clear" w:color="auto" w:fill="auto"/>
          </w:tcPr>
          <w:p w14:paraId="1DB112B4" w14:textId="1F86B266" w:rsidR="00707176" w:rsidRPr="00F16363" w:rsidRDefault="00707176" w:rsidP="00707176">
            <w:pPr>
              <w:shd w:val="clear" w:color="auto" w:fill="FFFFFF" w:themeFill="background1"/>
              <w:jc w:val="both"/>
              <w:rPr>
                <w:bCs/>
                <w:szCs w:val="24"/>
              </w:rPr>
            </w:pPr>
            <w:hyperlink r:id="rId19" w:history="1">
              <w:r w:rsidRPr="007F27F7">
                <w:rPr>
                  <w:rStyle w:val="Hyperlink"/>
                  <w:bCs/>
                  <w:szCs w:val="24"/>
                </w:rPr>
                <w:t>aktid.edela@rmk.ee</w:t>
              </w:r>
            </w:hyperlink>
          </w:p>
        </w:tc>
      </w:tr>
    </w:tbl>
    <w:p w14:paraId="3772D514" w14:textId="71E667EC" w:rsidR="00F604E0" w:rsidRPr="00F16363" w:rsidRDefault="00F604E0" w:rsidP="004811F1">
      <w:pPr>
        <w:shd w:val="clear" w:color="auto" w:fill="FFFFFF" w:themeFill="background1"/>
        <w:jc w:val="both"/>
        <w:rPr>
          <w:bCs/>
          <w:szCs w:val="24"/>
        </w:rPr>
      </w:pPr>
      <w:r w:rsidRPr="00F16363">
        <w:rPr>
          <w:bCs/>
          <w:szCs w:val="24"/>
        </w:rPr>
        <w:t>10.2.</w:t>
      </w:r>
      <w:r w:rsidR="00D77E88" w:rsidRPr="00F16363">
        <w:rPr>
          <w:bCs/>
          <w:szCs w:val="24"/>
        </w:rPr>
        <w:tab/>
      </w:r>
      <w:r w:rsidR="00674200" w:rsidRPr="00F16363">
        <w:rPr>
          <w:bCs/>
          <w:szCs w:val="24"/>
        </w:rPr>
        <w:t>O</w:t>
      </w:r>
      <w:r w:rsidR="003D515B" w:rsidRPr="00F16363">
        <w:rPr>
          <w:bCs/>
          <w:szCs w:val="24"/>
        </w:rPr>
        <w:t>stja</w:t>
      </w:r>
      <w:r w:rsidRPr="00DA56B1">
        <w:rPr>
          <w:bCs/>
          <w:szCs w:val="24"/>
        </w:rPr>
        <w:t xml:space="preserve"> poolne </w:t>
      </w:r>
      <w:r w:rsidR="003D515B" w:rsidRPr="00DA56B1">
        <w:rPr>
          <w:bCs/>
          <w:szCs w:val="24"/>
        </w:rPr>
        <w:t>metsamaterjali</w:t>
      </w:r>
      <w:r w:rsidR="005F6CA8">
        <w:rPr>
          <w:bCs/>
          <w:szCs w:val="24"/>
        </w:rPr>
        <w:t xml:space="preserve"> </w:t>
      </w:r>
      <w:r w:rsidR="00674200" w:rsidRPr="00F16363">
        <w:rPr>
          <w:bCs/>
          <w:szCs w:val="24"/>
        </w:rPr>
        <w:t>m</w:t>
      </w:r>
      <w:r w:rsidRPr="00F16363">
        <w:rPr>
          <w:bCs/>
          <w:szCs w:val="24"/>
        </w:rPr>
        <w:t xml:space="preserve">õõtmisraportite </w:t>
      </w:r>
      <w:proofErr w:type="spellStart"/>
      <w:r w:rsidRPr="00F16363">
        <w:rPr>
          <w:bCs/>
          <w:szCs w:val="24"/>
        </w:rPr>
        <w:t>edastaja</w:t>
      </w:r>
      <w:proofErr w:type="spellEnd"/>
      <w:r w:rsidRPr="00F16363">
        <w:rPr>
          <w:bCs/>
          <w:szCs w:val="24"/>
        </w:rPr>
        <w:t xml:space="preserve"> </w:t>
      </w:r>
      <w:r w:rsidR="005F6CA8" w:rsidRPr="00F16363">
        <w:rPr>
          <w:bCs/>
          <w:szCs w:val="24"/>
        </w:rPr>
        <w:t xml:space="preserve">ja </w:t>
      </w:r>
      <w:r w:rsidR="005F6CA8" w:rsidRPr="00DA56B1">
        <w:rPr>
          <w:bCs/>
          <w:szCs w:val="24"/>
        </w:rPr>
        <w:t>üleandmise-vastuvõtmise vormistaja</w:t>
      </w:r>
      <w:r w:rsidR="005F6CA8" w:rsidRPr="00F16363">
        <w:rPr>
          <w:bCs/>
          <w:szCs w:val="24"/>
        </w:rPr>
        <w:t xml:space="preserve"> </w:t>
      </w:r>
      <w:r w:rsidRPr="00F16363">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F16363" w14:paraId="7FD2C8DA" w14:textId="77777777" w:rsidTr="005F6CA8">
        <w:tc>
          <w:tcPr>
            <w:tcW w:w="1364" w:type="pct"/>
            <w:shd w:val="clear" w:color="auto" w:fill="auto"/>
          </w:tcPr>
          <w:p w14:paraId="4B65420C" w14:textId="20C29571" w:rsidR="005F6CA8" w:rsidRPr="00F16363" w:rsidRDefault="005F6CA8" w:rsidP="005F6CA8">
            <w:pPr>
              <w:shd w:val="clear" w:color="auto" w:fill="FFFFFF" w:themeFill="background1"/>
              <w:jc w:val="both"/>
              <w:rPr>
                <w:bCs/>
                <w:szCs w:val="24"/>
              </w:rPr>
            </w:pPr>
            <w:r w:rsidRPr="00F16363">
              <w:rPr>
                <w:bCs/>
                <w:szCs w:val="24"/>
              </w:rPr>
              <w:t>Nimi</w:t>
            </w:r>
          </w:p>
        </w:tc>
        <w:tc>
          <w:tcPr>
            <w:tcW w:w="1900" w:type="pct"/>
            <w:shd w:val="clear" w:color="auto" w:fill="auto"/>
          </w:tcPr>
          <w:p w14:paraId="06A3A1C7" w14:textId="6B872C5C" w:rsidR="005F6CA8" w:rsidRPr="00F16363" w:rsidRDefault="005F6CA8" w:rsidP="005F6CA8">
            <w:pPr>
              <w:shd w:val="clear" w:color="auto" w:fill="FFFFFF" w:themeFill="background1"/>
              <w:jc w:val="both"/>
              <w:rPr>
                <w:bCs/>
                <w:szCs w:val="24"/>
              </w:rPr>
            </w:pPr>
            <w:r w:rsidRPr="00F16363">
              <w:rPr>
                <w:bCs/>
                <w:szCs w:val="24"/>
              </w:rPr>
              <w:t>Telefon</w:t>
            </w:r>
          </w:p>
        </w:tc>
        <w:tc>
          <w:tcPr>
            <w:tcW w:w="1736" w:type="pct"/>
            <w:shd w:val="clear" w:color="auto" w:fill="auto"/>
          </w:tcPr>
          <w:p w14:paraId="4E81F37C" w14:textId="7A649C18" w:rsidR="005F6CA8" w:rsidRPr="00F16363" w:rsidRDefault="005F6CA8" w:rsidP="005F6CA8">
            <w:pPr>
              <w:shd w:val="clear" w:color="auto" w:fill="FFFFFF" w:themeFill="background1"/>
              <w:jc w:val="both"/>
              <w:rPr>
                <w:bCs/>
                <w:szCs w:val="24"/>
              </w:rPr>
            </w:pPr>
            <w:r w:rsidRPr="00F16363">
              <w:rPr>
                <w:bCs/>
                <w:szCs w:val="24"/>
              </w:rPr>
              <w:t>e-post</w:t>
            </w:r>
          </w:p>
        </w:tc>
      </w:tr>
      <w:tr w:rsidR="004C7A6C" w:rsidRPr="00F16363" w14:paraId="087D25FF" w14:textId="77777777" w:rsidTr="005F6CA8">
        <w:tc>
          <w:tcPr>
            <w:tcW w:w="1364" w:type="pct"/>
            <w:shd w:val="clear" w:color="auto" w:fill="auto"/>
          </w:tcPr>
          <w:p w14:paraId="54704815" w14:textId="73E14E8C" w:rsidR="004C7A6C" w:rsidRPr="00F16363" w:rsidRDefault="004C7A6C" w:rsidP="004C7A6C">
            <w:pPr>
              <w:shd w:val="clear" w:color="auto" w:fill="FFFFFF" w:themeFill="background1"/>
              <w:jc w:val="both"/>
              <w:rPr>
                <w:bCs/>
                <w:szCs w:val="24"/>
              </w:rPr>
            </w:pPr>
            <w:r w:rsidRPr="004C7A6C">
              <w:rPr>
                <w:bCs/>
                <w:szCs w:val="24"/>
              </w:rPr>
              <w:t>Eneli Johanson</w:t>
            </w:r>
          </w:p>
        </w:tc>
        <w:tc>
          <w:tcPr>
            <w:tcW w:w="1900" w:type="pct"/>
            <w:shd w:val="clear" w:color="auto" w:fill="auto"/>
          </w:tcPr>
          <w:p w14:paraId="728A3541" w14:textId="258F47D9" w:rsidR="004C7A6C" w:rsidRPr="00F16363" w:rsidRDefault="004C7A6C" w:rsidP="004C7A6C">
            <w:pPr>
              <w:shd w:val="clear" w:color="auto" w:fill="FFFFFF" w:themeFill="background1"/>
              <w:jc w:val="both"/>
              <w:rPr>
                <w:bCs/>
                <w:szCs w:val="24"/>
              </w:rPr>
            </w:pPr>
          </w:p>
        </w:tc>
        <w:tc>
          <w:tcPr>
            <w:tcW w:w="1736" w:type="pct"/>
            <w:shd w:val="clear" w:color="auto" w:fill="auto"/>
          </w:tcPr>
          <w:p w14:paraId="3B29E078" w14:textId="0059C60E" w:rsidR="004C7A6C" w:rsidRPr="00F16363" w:rsidRDefault="004C7A6C" w:rsidP="004C7A6C">
            <w:pPr>
              <w:shd w:val="clear" w:color="auto" w:fill="FFFFFF" w:themeFill="background1"/>
              <w:jc w:val="both"/>
              <w:rPr>
                <w:bCs/>
                <w:szCs w:val="24"/>
              </w:rPr>
            </w:pPr>
            <w:hyperlink r:id="rId20" w:history="1">
              <w:r w:rsidRPr="007F27F7">
                <w:rPr>
                  <w:rStyle w:val="Hyperlink"/>
                  <w:bCs/>
                  <w:szCs w:val="24"/>
                </w:rPr>
                <w:t>eneli.johanson@nordwood.ee</w:t>
              </w:r>
            </w:hyperlink>
          </w:p>
        </w:tc>
      </w:tr>
    </w:tbl>
    <w:p w14:paraId="1D99C775" w14:textId="28075038" w:rsidR="00F604E0" w:rsidRPr="00DA56B1" w:rsidRDefault="005F6CA8"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F604E0" w:rsidRPr="001A6691" w14:paraId="69C066B6" w14:textId="77777777" w:rsidTr="005F6CA8">
        <w:tc>
          <w:tcPr>
            <w:tcW w:w="1314" w:type="pct"/>
            <w:shd w:val="clear" w:color="auto" w:fill="auto"/>
          </w:tcPr>
          <w:p w14:paraId="72F4BBEE" w14:textId="0DB2C8DB" w:rsidR="00F604E0" w:rsidRPr="001A6691" w:rsidRDefault="004C7A6C" w:rsidP="00A81AF8">
            <w:pPr>
              <w:shd w:val="clear" w:color="auto" w:fill="FFFFFF" w:themeFill="background1"/>
              <w:jc w:val="both"/>
              <w:rPr>
                <w:szCs w:val="24"/>
              </w:rPr>
            </w:pPr>
            <w:r>
              <w:rPr>
                <w:spacing w:val="0"/>
                <w:szCs w:val="24"/>
                <w:lang w:val="en-AU"/>
              </w:rPr>
              <w:t>Romet Jürgenson</w:t>
            </w:r>
          </w:p>
        </w:tc>
        <w:tc>
          <w:tcPr>
            <w:tcW w:w="1461" w:type="pct"/>
            <w:shd w:val="clear" w:color="auto" w:fill="auto"/>
          </w:tcPr>
          <w:p w14:paraId="31DA8DAD" w14:textId="21A37CE9" w:rsidR="00F604E0" w:rsidRPr="001A6691" w:rsidRDefault="004C7A6C">
            <w:pPr>
              <w:shd w:val="clear" w:color="auto" w:fill="FFFFFF" w:themeFill="background1"/>
              <w:jc w:val="both"/>
              <w:rPr>
                <w:szCs w:val="24"/>
              </w:rPr>
            </w:pPr>
            <w:r>
              <w:t>5074094</w:t>
            </w:r>
          </w:p>
        </w:tc>
        <w:tc>
          <w:tcPr>
            <w:tcW w:w="2225" w:type="pct"/>
            <w:shd w:val="clear" w:color="auto" w:fill="auto"/>
          </w:tcPr>
          <w:p w14:paraId="2879F533" w14:textId="14042EB3" w:rsidR="00F604E0" w:rsidRPr="001A6691" w:rsidRDefault="00D04F51">
            <w:pPr>
              <w:shd w:val="clear" w:color="auto" w:fill="FFFFFF" w:themeFill="background1"/>
              <w:jc w:val="both"/>
              <w:rPr>
                <w:color w:val="0000FF"/>
                <w:szCs w:val="24"/>
              </w:rPr>
            </w:pPr>
            <w:hyperlink r:id="rId21" w:history="1">
              <w:r w:rsidRPr="007F27F7">
                <w:rPr>
                  <w:rStyle w:val="Hyperlink"/>
                  <w:spacing w:val="0"/>
                  <w:szCs w:val="24"/>
                  <w:lang w:val="en-AU"/>
                </w:rPr>
                <w:t>romet.jurgenson@rmk.ee</w:t>
              </w:r>
            </w:hyperlink>
            <w:r w:rsidR="005F6CA8">
              <w:rPr>
                <w:spacing w:val="0"/>
                <w:szCs w:val="24"/>
                <w:lang w:val="en-AU"/>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1C82761C" w:rsidR="006E0604" w:rsidRPr="00DA56B1" w:rsidRDefault="00F604E0" w:rsidP="00A81AF8">
      <w:pPr>
        <w:shd w:val="clear" w:color="auto" w:fill="FFFFFF" w:themeFill="background1"/>
        <w:jc w:val="both"/>
        <w:rPr>
          <w:bCs/>
          <w:szCs w:val="24"/>
        </w:rPr>
      </w:pPr>
      <w:r w:rsidRPr="001A6691">
        <w:rPr>
          <w:b/>
          <w:bCs/>
          <w:szCs w:val="24"/>
        </w:rPr>
        <w:t>10.5.</w:t>
      </w:r>
      <w:r w:rsidRPr="001A6691">
        <w:rPr>
          <w:bCs/>
          <w:szCs w:val="24"/>
        </w:rPr>
        <w:tab/>
      </w:r>
      <w:r w:rsidR="00674200" w:rsidRPr="00DA56B1">
        <w:rPr>
          <w:bCs/>
          <w:szCs w:val="24"/>
        </w:rPr>
        <w:t>L</w:t>
      </w:r>
      <w:r w:rsidR="003D515B" w:rsidRPr="00DA56B1">
        <w:rPr>
          <w:bCs/>
          <w:szCs w:val="24"/>
        </w:rPr>
        <w:t>epingu</w:t>
      </w:r>
      <w:r w:rsidRPr="00DA56B1">
        <w:rPr>
          <w:bCs/>
          <w:szCs w:val="24"/>
        </w:rPr>
        <w:t xml:space="preserve"> punktis 10.1-10.</w:t>
      </w:r>
      <w:r w:rsidR="005F6CA8">
        <w:rPr>
          <w:bCs/>
          <w:szCs w:val="24"/>
        </w:rPr>
        <w:t>3</w:t>
      </w:r>
      <w:r w:rsidRPr="00DA56B1">
        <w:rPr>
          <w:bCs/>
          <w:szCs w:val="24"/>
        </w:rPr>
        <w:t xml:space="preserve"> toodud </w:t>
      </w:r>
      <w:r w:rsidR="003D515B" w:rsidRPr="00DA56B1">
        <w:rPr>
          <w:bCs/>
          <w:szCs w:val="24"/>
        </w:rPr>
        <w:t>poolte</w:t>
      </w:r>
      <w:r w:rsidRPr="00DA56B1">
        <w:rPr>
          <w:bCs/>
          <w:szCs w:val="24"/>
        </w:rPr>
        <w:t xml:space="preserve"> kontaktandmete muutumisel on  vastav </w:t>
      </w:r>
      <w:r w:rsidR="003D515B" w:rsidRPr="00DA56B1">
        <w:rPr>
          <w:bCs/>
          <w:szCs w:val="24"/>
        </w:rPr>
        <w:t>pool</w:t>
      </w:r>
      <w:r w:rsidRPr="00DA56B1">
        <w:rPr>
          <w:bCs/>
          <w:szCs w:val="24"/>
        </w:rPr>
        <w:t xml:space="preserve"> kohustatud teavitama teist </w:t>
      </w:r>
      <w:r w:rsidR="00674200" w:rsidRPr="00DA56B1">
        <w:rPr>
          <w:bCs/>
          <w:szCs w:val="24"/>
        </w:rPr>
        <w:t>p</w:t>
      </w:r>
      <w:r w:rsidRPr="00DA56B1">
        <w:rPr>
          <w:bCs/>
          <w:szCs w:val="24"/>
        </w:rPr>
        <w:t>oolt</w:t>
      </w:r>
      <w:r w:rsidR="006E0604" w:rsidRPr="00DA56B1">
        <w:rPr>
          <w:bCs/>
          <w:szCs w:val="24"/>
        </w:rPr>
        <w:t>.</w:t>
      </w:r>
      <w:bookmarkStart w:id="9" w:name="_GoBack"/>
      <w:bookmarkEnd w:id="9"/>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lastRenderedPageBreak/>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613101"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613101"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4C4D0A3D" w:rsidR="00DA56B1" w:rsidRPr="00366BEF" w:rsidRDefault="007B2242" w:rsidP="006F5ABD">
            <w:pPr>
              <w:tabs>
                <w:tab w:val="left" w:pos="4320"/>
              </w:tabs>
              <w:rPr>
                <w:spacing w:val="0"/>
                <w:szCs w:val="24"/>
              </w:rPr>
            </w:pPr>
            <w:r>
              <w:rPr>
                <w:spacing w:val="0"/>
                <w:szCs w:val="24"/>
                <w:lang w:val="en-AU"/>
              </w:rPr>
              <w:t>Aivo Kalmet</w:t>
            </w:r>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ACBE1" w14:textId="77777777" w:rsidR="00613101" w:rsidRDefault="00613101">
      <w:r>
        <w:separator/>
      </w:r>
    </w:p>
  </w:endnote>
  <w:endnote w:type="continuationSeparator" w:id="0">
    <w:p w14:paraId="5084838A" w14:textId="77777777" w:rsidR="00613101" w:rsidRDefault="00613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FCF3B" w14:textId="77777777" w:rsidR="00613101" w:rsidRDefault="00613101">
      <w:r>
        <w:separator/>
      </w:r>
    </w:p>
  </w:footnote>
  <w:footnote w:type="continuationSeparator" w:id="0">
    <w:p w14:paraId="3B70308D" w14:textId="77777777" w:rsidR="00613101" w:rsidRDefault="00613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6B91"/>
    <w:rsid w:val="001A1BF0"/>
    <w:rsid w:val="001A3C7E"/>
    <w:rsid w:val="001A650B"/>
    <w:rsid w:val="001A6691"/>
    <w:rsid w:val="001B25B0"/>
    <w:rsid w:val="001B6FB4"/>
    <w:rsid w:val="001C22B8"/>
    <w:rsid w:val="001C351E"/>
    <w:rsid w:val="001C46C8"/>
    <w:rsid w:val="001C7E1E"/>
    <w:rsid w:val="001D26A8"/>
    <w:rsid w:val="001D43FA"/>
    <w:rsid w:val="001D58B0"/>
    <w:rsid w:val="001E29F4"/>
    <w:rsid w:val="001E3B59"/>
    <w:rsid w:val="001E5038"/>
    <w:rsid w:val="001E5B98"/>
    <w:rsid w:val="001E6213"/>
    <w:rsid w:val="001E72FB"/>
    <w:rsid w:val="001F0383"/>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6A5C"/>
    <w:rsid w:val="002E6E5F"/>
    <w:rsid w:val="002E7865"/>
    <w:rsid w:val="002F002D"/>
    <w:rsid w:val="002F23FC"/>
    <w:rsid w:val="002F4E47"/>
    <w:rsid w:val="002F5FEE"/>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7F91"/>
    <w:rsid w:val="0042109D"/>
    <w:rsid w:val="00423AC7"/>
    <w:rsid w:val="00427260"/>
    <w:rsid w:val="0042766D"/>
    <w:rsid w:val="00430A6C"/>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4E28"/>
    <w:rsid w:val="004B5707"/>
    <w:rsid w:val="004B6527"/>
    <w:rsid w:val="004C081A"/>
    <w:rsid w:val="004C1433"/>
    <w:rsid w:val="004C3A6D"/>
    <w:rsid w:val="004C42CD"/>
    <w:rsid w:val="004C43D4"/>
    <w:rsid w:val="004C4437"/>
    <w:rsid w:val="004C5563"/>
    <w:rsid w:val="004C7553"/>
    <w:rsid w:val="004C7A6C"/>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3B76"/>
    <w:rsid w:val="00611899"/>
    <w:rsid w:val="00613101"/>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4AFD"/>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07176"/>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1658F"/>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565D0"/>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56C6"/>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19A8"/>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4F51"/>
    <w:rsid w:val="00D06F8A"/>
    <w:rsid w:val="00D07402"/>
    <w:rsid w:val="00D10D0E"/>
    <w:rsid w:val="00D136D7"/>
    <w:rsid w:val="00D15DF8"/>
    <w:rsid w:val="00D1703E"/>
    <w:rsid w:val="00D205C6"/>
    <w:rsid w:val="00D20B0F"/>
    <w:rsid w:val="00D21AE4"/>
    <w:rsid w:val="00D250A7"/>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49BD"/>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568A"/>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F0709"/>
    <w:rsid w:val="00EF1A49"/>
    <w:rsid w:val="00EF1DB3"/>
    <w:rsid w:val="00EF468F"/>
    <w:rsid w:val="00EF4804"/>
    <w:rsid w:val="00EF6F51"/>
    <w:rsid w:val="00F02336"/>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eneli.johanson@nordwood.ee" TargetMode="External"/><Relationship Id="rId3" Type="http://schemas.openxmlformats.org/officeDocument/2006/relationships/styles" Target="styles.xml"/><Relationship Id="rId21" Type="http://schemas.openxmlformats.org/officeDocument/2006/relationships/hyperlink" Target="mailto:romet.jurgenson@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eneli.johanson@nordwood.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edela@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ivo.kalmet@nordwood.ee"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06603B"/>
    <w:rsid w:val="00307BA3"/>
    <w:rsid w:val="00333087"/>
    <w:rsid w:val="0036038D"/>
    <w:rsid w:val="00393548"/>
    <w:rsid w:val="00486F70"/>
    <w:rsid w:val="006C072F"/>
    <w:rsid w:val="006E4E02"/>
    <w:rsid w:val="008219C4"/>
    <w:rsid w:val="00826E11"/>
    <w:rsid w:val="00854DC1"/>
    <w:rsid w:val="008D54C9"/>
    <w:rsid w:val="0098388C"/>
    <w:rsid w:val="00A16B09"/>
    <w:rsid w:val="00A207BA"/>
    <w:rsid w:val="00A74CC1"/>
    <w:rsid w:val="00AE19AC"/>
    <w:rsid w:val="00B54238"/>
    <w:rsid w:val="00B73AC6"/>
    <w:rsid w:val="00DA1630"/>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E5341-A073-4AFF-8F59-04A67DA9F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6</TotalTime>
  <Pages>6</Pages>
  <Words>2192</Words>
  <Characters>12717</Characters>
  <Application>Microsoft Office Word</Application>
  <DocSecurity>0</DocSecurity>
  <Lines>105</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9</cp:revision>
  <cp:lastPrinted>2008-07-14T13:18:00Z</cp:lastPrinted>
  <dcterms:created xsi:type="dcterms:W3CDTF">2023-01-04T13:43:00Z</dcterms:created>
  <dcterms:modified xsi:type="dcterms:W3CDTF">2023-01-04T13:51:00Z</dcterms:modified>
  <cp:contentStatus/>
</cp:coreProperties>
</file>