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62081" w14:textId="77777777" w:rsidR="000151CA" w:rsidRDefault="000151CA" w:rsidP="000151CA">
      <w:pPr>
        <w:rPr>
          <w:rFonts w:ascii="GT Walsheim Pro" w:hAnsi="GT Walsheim Pro"/>
          <w:sz w:val="20"/>
          <w:szCs w:val="20"/>
        </w:rPr>
      </w:pPr>
      <w:r>
        <w:rPr>
          <w:rFonts w:ascii="GT Walsheim Pro" w:hAnsi="GT Walsheim Pro"/>
          <w:sz w:val="20"/>
          <w:szCs w:val="20"/>
        </w:rPr>
        <w:t xml:space="preserve">Laevade järelevalve osakond </w:t>
      </w:r>
    </w:p>
    <w:p w14:paraId="5439DE5D" w14:textId="77777777" w:rsidR="000151CA" w:rsidRDefault="000151CA" w:rsidP="000151CA">
      <w:pPr>
        <w:rPr>
          <w:rFonts w:ascii="GT Walsheim Pro" w:hAnsi="GT Walsheim Pro"/>
          <w:sz w:val="20"/>
          <w:szCs w:val="20"/>
        </w:rPr>
      </w:pPr>
      <w:r>
        <w:rPr>
          <w:rFonts w:ascii="GT Walsheim Pro" w:hAnsi="GT Walsheim Pro"/>
          <w:sz w:val="20"/>
          <w:szCs w:val="20"/>
        </w:rPr>
        <w:t>Merenduse- ja veeteede teenistus</w:t>
      </w:r>
    </w:p>
    <w:p w14:paraId="4B146608" w14:textId="77777777" w:rsidR="000151CA" w:rsidRDefault="000151CA" w:rsidP="000151CA">
      <w:pPr>
        <w:rPr>
          <w:rFonts w:ascii="GT Walsheim Pro" w:hAnsi="GT Walsheim Pro"/>
          <w:sz w:val="20"/>
          <w:szCs w:val="20"/>
        </w:rPr>
      </w:pPr>
      <w:r>
        <w:rPr>
          <w:rFonts w:ascii="GT Walsheim Pro" w:hAnsi="GT Walsheim Pro"/>
          <w:sz w:val="20"/>
          <w:szCs w:val="20"/>
        </w:rPr>
        <w:t>Transpordiamet</w:t>
      </w:r>
    </w:p>
    <w:p w14:paraId="689B2F59" w14:textId="77777777" w:rsidR="000151CA" w:rsidRDefault="000151CA" w:rsidP="000151CA">
      <w:pPr>
        <w:rPr>
          <w:rFonts w:ascii="GT Walsheim Pro" w:hAnsi="GT Walsheim Pro"/>
          <w:sz w:val="20"/>
          <w:szCs w:val="20"/>
        </w:rPr>
      </w:pPr>
      <w:r>
        <w:rPr>
          <w:rFonts w:ascii="GT Walsheim Pro" w:hAnsi="GT Walsheim Pro"/>
          <w:sz w:val="20"/>
          <w:szCs w:val="20"/>
        </w:rPr>
        <w:t>Lume 9</w:t>
      </w:r>
    </w:p>
    <w:p w14:paraId="24745F7F" w14:textId="77777777" w:rsidR="000151CA" w:rsidRDefault="000151CA" w:rsidP="000151CA">
      <w:pPr>
        <w:rPr>
          <w:rFonts w:ascii="GT Walsheim Pro" w:hAnsi="GT Walsheim Pro"/>
          <w:sz w:val="20"/>
          <w:szCs w:val="20"/>
        </w:rPr>
      </w:pPr>
      <w:r>
        <w:rPr>
          <w:rFonts w:ascii="GT Walsheim Pro" w:hAnsi="GT Walsheim Pro"/>
          <w:sz w:val="20"/>
          <w:szCs w:val="20"/>
        </w:rPr>
        <w:t>10416 Tallinn</w:t>
      </w:r>
    </w:p>
    <w:p w14:paraId="1F804FC6" w14:textId="77777777" w:rsidR="000151CA" w:rsidRDefault="000151CA" w:rsidP="000151CA">
      <w:pPr>
        <w:rPr>
          <w:rFonts w:ascii="GT Walsheim Pro" w:hAnsi="GT Walsheim Pro"/>
          <w:sz w:val="20"/>
          <w:szCs w:val="20"/>
        </w:rPr>
      </w:pPr>
      <w:r>
        <w:rPr>
          <w:rFonts w:ascii="GT Walsheim Pro" w:hAnsi="GT Walsheim Pro"/>
          <w:sz w:val="20"/>
          <w:szCs w:val="20"/>
        </w:rPr>
        <w:t>Eesti</w:t>
      </w:r>
    </w:p>
    <w:p w14:paraId="5EA0687A" w14:textId="77777777" w:rsidR="00DE7AF9" w:rsidRPr="00DE7AF9" w:rsidRDefault="00DE7AF9" w:rsidP="00DE7AF9">
      <w:pPr>
        <w:rPr>
          <w:rFonts w:ascii="GT Walsheim Pro" w:hAnsi="GT Walsheim Pro"/>
          <w:sz w:val="20"/>
          <w:szCs w:val="20"/>
        </w:rPr>
      </w:pPr>
    </w:p>
    <w:p w14:paraId="4AD4EB95" w14:textId="77777777" w:rsidR="00DE7AF9" w:rsidRPr="00DE7AF9" w:rsidRDefault="00DE7AF9" w:rsidP="00DE7AF9">
      <w:pPr>
        <w:rPr>
          <w:rFonts w:ascii="GT Walsheim Pro" w:hAnsi="GT Walsheim Pro"/>
          <w:sz w:val="20"/>
          <w:szCs w:val="20"/>
        </w:rPr>
      </w:pPr>
    </w:p>
    <w:p w14:paraId="655E961B" w14:textId="2E733B7B" w:rsidR="00DE7AF9" w:rsidRPr="00DE7AF9" w:rsidRDefault="006448FB" w:rsidP="00DE7AF9">
      <w:pPr>
        <w:jc w:val="right"/>
        <w:rPr>
          <w:rFonts w:ascii="GT Walsheim Pro" w:hAnsi="GT Walsheim Pro"/>
          <w:sz w:val="20"/>
          <w:szCs w:val="20"/>
        </w:rPr>
      </w:pPr>
      <w:r>
        <w:rPr>
          <w:rFonts w:ascii="GT Walsheim Pro" w:hAnsi="GT Walsheim Pro"/>
          <w:sz w:val="20"/>
          <w:szCs w:val="20"/>
        </w:rPr>
        <w:t>0</w:t>
      </w:r>
      <w:r w:rsidR="00596C5C">
        <w:rPr>
          <w:rFonts w:ascii="GT Walsheim Pro" w:hAnsi="GT Walsheim Pro"/>
          <w:sz w:val="20"/>
          <w:szCs w:val="20"/>
        </w:rPr>
        <w:t>5</w:t>
      </w:r>
      <w:r w:rsidR="00DE7AF9" w:rsidRPr="00DE7AF9">
        <w:rPr>
          <w:rFonts w:ascii="GT Walsheim Pro" w:hAnsi="GT Walsheim Pro"/>
          <w:sz w:val="20"/>
          <w:szCs w:val="20"/>
        </w:rPr>
        <w:t>.0</w:t>
      </w:r>
      <w:r w:rsidR="000151CA">
        <w:rPr>
          <w:rFonts w:ascii="GT Walsheim Pro" w:hAnsi="GT Walsheim Pro"/>
          <w:sz w:val="20"/>
          <w:szCs w:val="20"/>
        </w:rPr>
        <w:t>3</w:t>
      </w:r>
      <w:r w:rsidR="00DE7AF9" w:rsidRPr="00DE7AF9">
        <w:rPr>
          <w:rFonts w:ascii="GT Walsheim Pro" w:hAnsi="GT Walsheim Pro"/>
          <w:sz w:val="20"/>
          <w:szCs w:val="20"/>
        </w:rPr>
        <w:t>.20</w:t>
      </w:r>
      <w:r w:rsidR="00DE7AF9">
        <w:rPr>
          <w:rFonts w:ascii="GT Walsheim Pro" w:hAnsi="GT Walsheim Pro"/>
          <w:sz w:val="20"/>
          <w:szCs w:val="20"/>
        </w:rPr>
        <w:t>2</w:t>
      </w:r>
      <w:r>
        <w:rPr>
          <w:rFonts w:ascii="GT Walsheim Pro" w:hAnsi="GT Walsheim Pro"/>
          <w:sz w:val="20"/>
          <w:szCs w:val="20"/>
        </w:rPr>
        <w:t>4</w:t>
      </w:r>
      <w:r w:rsidR="00C64180">
        <w:rPr>
          <w:rFonts w:ascii="GT Walsheim Pro" w:hAnsi="GT Walsheim Pro"/>
          <w:sz w:val="20"/>
          <w:szCs w:val="20"/>
        </w:rPr>
        <w:t xml:space="preserve"> nr F-4.1/45</w:t>
      </w:r>
      <w:r w:rsidR="00DE7AF9">
        <w:rPr>
          <w:rFonts w:ascii="GT Walsheim Pro" w:hAnsi="GT Walsheim Pro"/>
          <w:sz w:val="20"/>
          <w:szCs w:val="20"/>
        </w:rPr>
        <w:tab/>
      </w:r>
      <w:r w:rsidR="00DE7AF9">
        <w:rPr>
          <w:rFonts w:ascii="GT Walsheim Pro" w:hAnsi="GT Walsheim Pro"/>
          <w:sz w:val="20"/>
          <w:szCs w:val="20"/>
        </w:rPr>
        <w:tab/>
      </w:r>
      <w:r w:rsidR="00DE7AF9" w:rsidRPr="00DE7AF9">
        <w:rPr>
          <w:rFonts w:ascii="GT Walsheim Pro" w:hAnsi="GT Walsheim Pro"/>
          <w:sz w:val="20"/>
          <w:szCs w:val="20"/>
        </w:rPr>
        <w:t xml:space="preserve">                    </w:t>
      </w:r>
    </w:p>
    <w:p w14:paraId="78B187FC" w14:textId="77777777" w:rsidR="00DE7AF9" w:rsidRPr="00DE7AF9" w:rsidRDefault="00DE7AF9" w:rsidP="00DE7AF9">
      <w:pPr>
        <w:rPr>
          <w:rFonts w:ascii="GT Walsheim Pro" w:hAnsi="GT Walsheim Pro"/>
          <w:sz w:val="20"/>
          <w:szCs w:val="20"/>
        </w:rPr>
      </w:pPr>
    </w:p>
    <w:p w14:paraId="4DBACA41" w14:textId="77777777" w:rsidR="00DE7AF9" w:rsidRPr="00DE7AF9" w:rsidRDefault="00DE7AF9" w:rsidP="00DE7AF9">
      <w:pPr>
        <w:rPr>
          <w:rFonts w:ascii="GT Walsheim Pro" w:hAnsi="GT Walsheim Pro"/>
          <w:sz w:val="20"/>
          <w:szCs w:val="20"/>
        </w:rPr>
      </w:pPr>
    </w:p>
    <w:p w14:paraId="11EDF542" w14:textId="77777777" w:rsidR="00DE7AF9" w:rsidRPr="00DE7AF9" w:rsidRDefault="00DE7AF9" w:rsidP="00DE7AF9">
      <w:pPr>
        <w:rPr>
          <w:rFonts w:ascii="GT Walsheim Pro" w:hAnsi="GT Walsheim Pro"/>
          <w:sz w:val="20"/>
          <w:szCs w:val="20"/>
        </w:rPr>
      </w:pPr>
      <w:r w:rsidRPr="00DE7AF9">
        <w:rPr>
          <w:rFonts w:ascii="GT Walsheim Pro" w:hAnsi="GT Walsheim Pro"/>
          <w:sz w:val="20"/>
          <w:szCs w:val="20"/>
        </w:rPr>
        <w:t>TAOTLUS</w:t>
      </w:r>
    </w:p>
    <w:p w14:paraId="70E6B00D" w14:textId="77777777" w:rsidR="00DE7AF9" w:rsidRPr="00DE7AF9" w:rsidRDefault="00DE7AF9" w:rsidP="00DE7AF9">
      <w:pPr>
        <w:rPr>
          <w:rFonts w:ascii="GT Walsheim Pro" w:hAnsi="GT Walsheim Pro"/>
          <w:sz w:val="20"/>
          <w:szCs w:val="20"/>
        </w:rPr>
      </w:pPr>
    </w:p>
    <w:p w14:paraId="5CFCE313" w14:textId="77777777" w:rsidR="00DE7AF9" w:rsidRPr="00DE7AF9" w:rsidRDefault="00DE7AF9" w:rsidP="00DE7AF9">
      <w:pPr>
        <w:rPr>
          <w:rFonts w:ascii="GT Walsheim Pro" w:hAnsi="GT Walsheim Pro"/>
          <w:sz w:val="20"/>
          <w:szCs w:val="20"/>
        </w:rPr>
      </w:pPr>
    </w:p>
    <w:p w14:paraId="6CA02F95" w14:textId="77777777" w:rsidR="00DE7AF9" w:rsidRPr="00DE7AF9" w:rsidRDefault="00DE7AF9" w:rsidP="00DE7AF9">
      <w:pPr>
        <w:rPr>
          <w:rFonts w:ascii="GT Walsheim Pro" w:hAnsi="GT Walsheim Pro"/>
          <w:sz w:val="20"/>
          <w:szCs w:val="20"/>
        </w:rPr>
      </w:pPr>
    </w:p>
    <w:p w14:paraId="584E659B" w14:textId="77777777" w:rsidR="00DE7AF9" w:rsidRPr="00DE7AF9" w:rsidRDefault="00DE7AF9" w:rsidP="00DE7AF9">
      <w:pPr>
        <w:rPr>
          <w:rFonts w:ascii="GT Walsheim Pro" w:hAnsi="GT Walsheim Pro"/>
          <w:sz w:val="20"/>
          <w:szCs w:val="20"/>
        </w:rPr>
      </w:pPr>
    </w:p>
    <w:p w14:paraId="488058F8" w14:textId="43061914" w:rsidR="000151CA" w:rsidRPr="008C0F7E" w:rsidRDefault="00DE7AF9" w:rsidP="000151CA">
      <w:pPr>
        <w:jc w:val="both"/>
        <w:rPr>
          <w:rFonts w:ascii="GT Walsheim Pro" w:hAnsi="GT Walsheim Pro"/>
          <w:sz w:val="20"/>
          <w:szCs w:val="20"/>
        </w:rPr>
      </w:pPr>
      <w:r w:rsidRPr="00DE7AF9">
        <w:rPr>
          <w:rFonts w:ascii="GT Walsheim Pro" w:hAnsi="GT Walsheim Pro"/>
          <w:sz w:val="20"/>
          <w:szCs w:val="20"/>
        </w:rPr>
        <w:t xml:space="preserve">Seoses </w:t>
      </w:r>
      <w:r>
        <w:rPr>
          <w:rFonts w:ascii="GT Walsheim Pro" w:hAnsi="GT Walsheim Pro"/>
          <w:sz w:val="20"/>
          <w:szCs w:val="20"/>
        </w:rPr>
        <w:t xml:space="preserve">reisilaeva </w:t>
      </w:r>
      <w:r w:rsidRPr="00DE7AF9">
        <w:rPr>
          <w:rFonts w:ascii="GT Walsheim Pro" w:hAnsi="GT Walsheim Pro"/>
          <w:sz w:val="20"/>
          <w:szCs w:val="20"/>
        </w:rPr>
        <w:t xml:space="preserve">BALTIC QUEEN, IMO nr 9443255, ajutise liputunnistuse kehtivuse lõppemisega </w:t>
      </w:r>
      <w:r w:rsidR="006448FB">
        <w:rPr>
          <w:rFonts w:ascii="GT Walsheim Pro" w:hAnsi="GT Walsheim Pro"/>
          <w:sz w:val="20"/>
          <w:szCs w:val="20"/>
        </w:rPr>
        <w:t>15</w:t>
      </w:r>
      <w:r w:rsidRPr="00DE7AF9">
        <w:rPr>
          <w:rFonts w:ascii="GT Walsheim Pro" w:hAnsi="GT Walsheim Pro"/>
          <w:sz w:val="20"/>
          <w:szCs w:val="20"/>
        </w:rPr>
        <w:t>.04.20</w:t>
      </w:r>
      <w:r>
        <w:rPr>
          <w:rFonts w:ascii="GT Walsheim Pro" w:hAnsi="GT Walsheim Pro"/>
          <w:sz w:val="20"/>
          <w:szCs w:val="20"/>
        </w:rPr>
        <w:t>2</w:t>
      </w:r>
      <w:r w:rsidR="006448FB">
        <w:rPr>
          <w:rFonts w:ascii="GT Walsheim Pro" w:hAnsi="GT Walsheim Pro"/>
          <w:sz w:val="20"/>
          <w:szCs w:val="20"/>
        </w:rPr>
        <w:t>4</w:t>
      </w:r>
      <w:r w:rsidRPr="00DE7AF9">
        <w:rPr>
          <w:rFonts w:ascii="GT Walsheim Pro" w:hAnsi="GT Walsheim Pro"/>
          <w:sz w:val="20"/>
          <w:szCs w:val="20"/>
        </w:rPr>
        <w:t>, palu</w:t>
      </w:r>
      <w:r>
        <w:rPr>
          <w:rFonts w:ascii="GT Walsheim Pro" w:hAnsi="GT Walsheim Pro"/>
          <w:sz w:val="20"/>
          <w:szCs w:val="20"/>
        </w:rPr>
        <w:t>n</w:t>
      </w:r>
      <w:r w:rsidRPr="00DE7AF9">
        <w:rPr>
          <w:rFonts w:ascii="GT Walsheim Pro" w:hAnsi="GT Walsheim Pro"/>
          <w:sz w:val="20"/>
          <w:szCs w:val="20"/>
        </w:rPr>
        <w:t xml:space="preserve"> laevale BALTIC QUEEN </w:t>
      </w:r>
      <w:r>
        <w:rPr>
          <w:rFonts w:ascii="GT Walsheim Pro" w:hAnsi="GT Walsheim Pro"/>
          <w:sz w:val="20"/>
          <w:szCs w:val="20"/>
        </w:rPr>
        <w:t xml:space="preserve">väljastada </w:t>
      </w:r>
      <w:r w:rsidRPr="00DE7AF9">
        <w:rPr>
          <w:rFonts w:ascii="GT Walsheim Pro" w:hAnsi="GT Walsheim Pro"/>
          <w:sz w:val="20"/>
          <w:szCs w:val="20"/>
        </w:rPr>
        <w:t xml:space="preserve">uus </w:t>
      </w:r>
      <w:r w:rsidR="000151CA">
        <w:rPr>
          <w:rFonts w:ascii="GT Walsheim Pro" w:hAnsi="GT Walsheim Pro"/>
          <w:sz w:val="20"/>
          <w:szCs w:val="20"/>
        </w:rPr>
        <w:t>laevapereta prahitud laeva liputunnistus</w:t>
      </w:r>
      <w:r w:rsidR="000151CA" w:rsidRPr="008C0F7E">
        <w:rPr>
          <w:rFonts w:ascii="GT Walsheim Pro" w:hAnsi="GT Walsheim Pro"/>
          <w:sz w:val="20"/>
          <w:szCs w:val="20"/>
        </w:rPr>
        <w:t>.</w:t>
      </w:r>
    </w:p>
    <w:p w14:paraId="66C4EC20" w14:textId="7EE1F2CA" w:rsidR="00DE7AF9" w:rsidRPr="00DE7AF9" w:rsidRDefault="00DE7AF9" w:rsidP="000151CA">
      <w:pPr>
        <w:jc w:val="both"/>
        <w:rPr>
          <w:rFonts w:ascii="GT Walsheim Pro" w:hAnsi="GT Walsheim Pro"/>
          <w:sz w:val="20"/>
          <w:szCs w:val="20"/>
        </w:rPr>
      </w:pPr>
    </w:p>
    <w:p w14:paraId="2BA37399" w14:textId="77777777" w:rsidR="00DE7AF9" w:rsidRPr="00DE7AF9" w:rsidRDefault="00DE7AF9" w:rsidP="00DE7AF9">
      <w:pPr>
        <w:rPr>
          <w:rFonts w:ascii="GT Walsheim Pro" w:hAnsi="GT Walsheim Pro"/>
          <w:sz w:val="20"/>
          <w:szCs w:val="20"/>
        </w:rPr>
      </w:pPr>
    </w:p>
    <w:p w14:paraId="3896849B" w14:textId="77777777" w:rsidR="00DE7AF9" w:rsidRPr="00DE7AF9" w:rsidRDefault="00DE7AF9" w:rsidP="00DE7AF9">
      <w:pPr>
        <w:rPr>
          <w:rFonts w:ascii="GT Walsheim Pro" w:hAnsi="GT Walsheim Pro"/>
          <w:sz w:val="20"/>
          <w:szCs w:val="20"/>
        </w:rPr>
      </w:pPr>
    </w:p>
    <w:p w14:paraId="016A07DA" w14:textId="77777777" w:rsidR="00DE7AF9" w:rsidRPr="00DE7AF9" w:rsidRDefault="00DE7AF9" w:rsidP="00DE7AF9">
      <w:pPr>
        <w:rPr>
          <w:rFonts w:ascii="GT Walsheim Pro" w:hAnsi="GT Walsheim Pro"/>
          <w:sz w:val="20"/>
          <w:szCs w:val="20"/>
        </w:rPr>
      </w:pPr>
    </w:p>
    <w:p w14:paraId="5BBBEBFE" w14:textId="77777777" w:rsidR="00DE7AF9" w:rsidRPr="00DE7AF9" w:rsidRDefault="00DE7AF9" w:rsidP="00DE7AF9">
      <w:pPr>
        <w:rPr>
          <w:rFonts w:ascii="GT Walsheim Pro" w:hAnsi="GT Walsheim Pro"/>
          <w:sz w:val="20"/>
          <w:szCs w:val="20"/>
        </w:rPr>
      </w:pPr>
    </w:p>
    <w:p w14:paraId="53595926" w14:textId="77777777" w:rsidR="00DE7AF9" w:rsidRPr="00DE7AF9" w:rsidRDefault="00DE7AF9" w:rsidP="00DE7AF9">
      <w:pPr>
        <w:rPr>
          <w:rFonts w:ascii="GT Walsheim Pro" w:hAnsi="GT Walsheim Pro"/>
          <w:sz w:val="20"/>
          <w:szCs w:val="20"/>
        </w:rPr>
      </w:pPr>
      <w:r w:rsidRPr="00DE7AF9">
        <w:rPr>
          <w:rFonts w:ascii="GT Walsheim Pro" w:hAnsi="GT Walsheim Pro"/>
          <w:sz w:val="20"/>
          <w:szCs w:val="20"/>
        </w:rPr>
        <w:t>Lugupidamisega,</w:t>
      </w:r>
    </w:p>
    <w:p w14:paraId="25BDDEFF" w14:textId="77777777" w:rsidR="00DE7AF9" w:rsidRPr="00DE7AF9" w:rsidRDefault="00DE7AF9" w:rsidP="00DE7AF9">
      <w:pPr>
        <w:rPr>
          <w:rFonts w:ascii="GT Walsheim Pro" w:hAnsi="GT Walsheim Pro"/>
          <w:sz w:val="20"/>
          <w:szCs w:val="20"/>
        </w:rPr>
      </w:pPr>
    </w:p>
    <w:p w14:paraId="0020AE76" w14:textId="77777777" w:rsidR="00DE7AF9" w:rsidRPr="00DE7AF9" w:rsidRDefault="00DE7AF9" w:rsidP="00DE7AF9">
      <w:pPr>
        <w:rPr>
          <w:rFonts w:ascii="GT Walsheim Pro" w:hAnsi="GT Walsheim Pro"/>
          <w:sz w:val="20"/>
          <w:szCs w:val="20"/>
        </w:rPr>
      </w:pPr>
    </w:p>
    <w:p w14:paraId="086C7969" w14:textId="77777777" w:rsidR="001C4998" w:rsidRDefault="001C4998" w:rsidP="00DB1C5E">
      <w:pPr>
        <w:rPr>
          <w:rFonts w:ascii="GT Walsheim Pro" w:hAnsi="GT Walsheim Pro"/>
          <w:sz w:val="20"/>
          <w:szCs w:val="20"/>
        </w:rPr>
      </w:pPr>
    </w:p>
    <w:p w14:paraId="447A678B" w14:textId="77777777" w:rsidR="001C4998" w:rsidRDefault="001C4998" w:rsidP="00DB1C5E">
      <w:pPr>
        <w:rPr>
          <w:rFonts w:ascii="GT Walsheim Pro" w:hAnsi="GT Walsheim Pro"/>
          <w:sz w:val="20"/>
          <w:szCs w:val="20"/>
        </w:rPr>
      </w:pPr>
    </w:p>
    <w:p w14:paraId="26E31464" w14:textId="77777777" w:rsidR="001C4998" w:rsidRDefault="001C4998" w:rsidP="00DB1C5E">
      <w:pPr>
        <w:rPr>
          <w:rFonts w:ascii="GT Walsheim Pro" w:hAnsi="GT Walsheim Pro"/>
          <w:sz w:val="20"/>
          <w:szCs w:val="20"/>
        </w:rPr>
      </w:pPr>
      <w:r>
        <w:rPr>
          <w:rFonts w:ascii="GT Walsheim Pro" w:hAnsi="GT Walsheim Pro"/>
          <w:sz w:val="20"/>
          <w:szCs w:val="20"/>
        </w:rPr>
        <w:t>Kadri Land,</w:t>
      </w:r>
    </w:p>
    <w:p w14:paraId="70921272" w14:textId="77777777" w:rsidR="001C4998" w:rsidRDefault="001C4998" w:rsidP="00DB1C5E">
      <w:pPr>
        <w:rPr>
          <w:rFonts w:ascii="GT Walsheim Pro" w:hAnsi="GT Walsheim Pro"/>
          <w:sz w:val="20"/>
          <w:szCs w:val="20"/>
        </w:rPr>
      </w:pPr>
      <w:r>
        <w:rPr>
          <w:rFonts w:ascii="GT Walsheim Pro" w:hAnsi="GT Walsheim Pro"/>
          <w:sz w:val="20"/>
          <w:szCs w:val="20"/>
        </w:rPr>
        <w:t xml:space="preserve">Juhatuse liige. </w:t>
      </w:r>
    </w:p>
    <w:p w14:paraId="2EDAA29D" w14:textId="77777777" w:rsidR="001C4998" w:rsidRPr="00DB1C5E" w:rsidRDefault="001C4998" w:rsidP="00DB1C5E"/>
    <w:sectPr w:rsidR="001C4998" w:rsidRPr="00DB1C5E">
      <w:headerReference w:type="even" r:id="rId6"/>
      <w:headerReference w:type="default" r:id="rId7"/>
      <w:footerReference w:type="default" r:id="rId8"/>
      <w:headerReference w:type="first" r:id="rId9"/>
      <w:pgSz w:w="11900" w:h="16840"/>
      <w:pgMar w:top="3119" w:right="1694" w:bottom="2269" w:left="1701" w:header="11" w:footer="2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76D04" w14:textId="77777777" w:rsidR="003D726B" w:rsidRDefault="003D726B">
      <w:r>
        <w:separator/>
      </w:r>
    </w:p>
  </w:endnote>
  <w:endnote w:type="continuationSeparator" w:id="0">
    <w:p w14:paraId="430F84AC" w14:textId="77777777" w:rsidR="003D726B" w:rsidRDefault="003D7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GT Walsheim Pro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8A147" w14:textId="77777777" w:rsidR="00224568" w:rsidRDefault="0022456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1A249" w14:textId="77777777" w:rsidR="003D726B" w:rsidRDefault="003D726B">
      <w:r>
        <w:separator/>
      </w:r>
    </w:p>
  </w:footnote>
  <w:footnote w:type="continuationSeparator" w:id="0">
    <w:p w14:paraId="5F3A4912" w14:textId="77777777" w:rsidR="003D726B" w:rsidRDefault="003D7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65832" w14:textId="77777777" w:rsidR="00224568" w:rsidRDefault="00EB556D">
    <w:pPr>
      <w:pStyle w:val="Header"/>
    </w:pPr>
    <w:r>
      <w:rPr>
        <w:noProof/>
        <w:lang w:val="et-EE" w:eastAsia="et-EE"/>
      </w:rPr>
      <w:drawing>
        <wp:anchor distT="0" distB="0" distL="114300" distR="114300" simplePos="0" relativeHeight="251657728" behindDoc="1" locked="0" layoutInCell="1" allowOverlap="1" wp14:anchorId="4DF9911B" wp14:editId="7A409A9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671945" cy="9911715"/>
          <wp:effectExtent l="0" t="0" r="0" b="0"/>
          <wp:wrapNone/>
          <wp:docPr id="1" name="Picture 1" descr="TS_letterhead_2012_A4_tau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S_letterhead_2012_A4_tausta"/>
                  <pic:cNvPicPr>
                    <a:picLocks noChangeAspect="1" noChangeArrowheads="1"/>
                  </pic:cNvPicPr>
                </pic:nvPicPr>
                <pic:blipFill>
                  <a:blip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71945" cy="9911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t-EE" w:eastAsia="et-EE"/>
      </w:rPr>
      <w:drawing>
        <wp:anchor distT="0" distB="0" distL="114300" distR="114300" simplePos="0" relativeHeight="251655680" behindDoc="1" locked="0" layoutInCell="1" allowOverlap="1" wp14:anchorId="1B776E45" wp14:editId="4FCE179F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114925" cy="7599045"/>
          <wp:effectExtent l="0" t="0" r="9525" b="1905"/>
          <wp:wrapNone/>
          <wp:docPr id="2" name="WordPictureWatermark2" descr="TS_letterhead_2012_A4_tau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2" descr="TS_letterhead_2012_A4_tausta"/>
                  <pic:cNvPicPr>
                    <a:picLocks noChangeAspect="1" noChangeArrowheads="1"/>
                  </pic:cNvPicPr>
                </pic:nvPicPr>
                <pic:blipFill>
                  <a:blip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7599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1E6C1" w14:textId="77777777" w:rsidR="00224568" w:rsidRDefault="00C012B9">
    <w:pPr>
      <w:pStyle w:val="Header"/>
      <w:ind w:left="284" w:right="-701"/>
      <w:jc w:val="center"/>
    </w:pPr>
    <w:r>
      <w:rPr>
        <w:noProof/>
        <w:lang w:val="et-EE" w:eastAsia="et-EE"/>
      </w:rPr>
      <w:drawing>
        <wp:anchor distT="0" distB="0" distL="114300" distR="114300" simplePos="0" relativeHeight="251659776" behindDoc="1" locked="0" layoutInCell="1" allowOverlap="1" wp14:anchorId="306CFE56" wp14:editId="6065FF55">
          <wp:simplePos x="0" y="0"/>
          <wp:positionH relativeFrom="page">
            <wp:align>right</wp:align>
          </wp:positionH>
          <wp:positionV relativeFrom="paragraph">
            <wp:posOffset>-6986</wp:posOffset>
          </wp:positionV>
          <wp:extent cx="7543800" cy="10670899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AS_TALLINK_GRUPP_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06708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2004F" w14:textId="77777777" w:rsidR="00224568" w:rsidRDefault="00EB556D">
    <w:pPr>
      <w:pStyle w:val="Header"/>
    </w:pPr>
    <w:r>
      <w:rPr>
        <w:noProof/>
        <w:lang w:val="et-EE" w:eastAsia="et-EE"/>
      </w:rPr>
      <w:drawing>
        <wp:anchor distT="0" distB="0" distL="114300" distR="114300" simplePos="0" relativeHeight="251658752" behindDoc="1" locked="0" layoutInCell="1" allowOverlap="1" wp14:anchorId="440154C4" wp14:editId="021DCAD5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671945" cy="9911715"/>
          <wp:effectExtent l="0" t="0" r="0" b="0"/>
          <wp:wrapNone/>
          <wp:docPr id="4" name="Picture 4" descr="TS_letterhead_2012_A4_tau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S_letterhead_2012_A4_tausta"/>
                  <pic:cNvPicPr>
                    <a:picLocks noChangeAspect="1" noChangeArrowheads="1"/>
                  </pic:cNvPicPr>
                </pic:nvPicPr>
                <pic:blipFill>
                  <a:blip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71945" cy="9911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t-EE" w:eastAsia="et-EE"/>
      </w:rPr>
      <w:drawing>
        <wp:anchor distT="0" distB="0" distL="114300" distR="114300" simplePos="0" relativeHeight="251656704" behindDoc="1" locked="0" layoutInCell="1" allowOverlap="1" wp14:anchorId="4BFB08DF" wp14:editId="7890356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114925" cy="7599045"/>
          <wp:effectExtent l="0" t="0" r="9525" b="1905"/>
          <wp:wrapNone/>
          <wp:docPr id="5" name="WordPictureWatermark3" descr="TS_letterhead_2012_A4_tau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" descr="TS_letterhead_2012_A4_tausta"/>
                  <pic:cNvPicPr>
                    <a:picLocks noChangeAspect="1" noChangeArrowheads="1"/>
                  </pic:cNvPicPr>
                </pic:nvPicPr>
                <pic:blipFill>
                  <a:blip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7599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SortMethod w:val="00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936"/>
    <w:rsid w:val="000151CA"/>
    <w:rsid w:val="001C4998"/>
    <w:rsid w:val="00224568"/>
    <w:rsid w:val="003D726B"/>
    <w:rsid w:val="003F518C"/>
    <w:rsid w:val="00413521"/>
    <w:rsid w:val="00596C5C"/>
    <w:rsid w:val="006448FB"/>
    <w:rsid w:val="009C554A"/>
    <w:rsid w:val="00AF3A4E"/>
    <w:rsid w:val="00AF73A9"/>
    <w:rsid w:val="00B66624"/>
    <w:rsid w:val="00B72410"/>
    <w:rsid w:val="00BA10A4"/>
    <w:rsid w:val="00BA692E"/>
    <w:rsid w:val="00C012B9"/>
    <w:rsid w:val="00C64180"/>
    <w:rsid w:val="00DA709A"/>
    <w:rsid w:val="00DB1C5E"/>
    <w:rsid w:val="00DE07BB"/>
    <w:rsid w:val="00DE7AF9"/>
    <w:rsid w:val="00EB556D"/>
    <w:rsid w:val="00F1193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79855F2"/>
  <w15:chartTrackingRefBased/>
  <w15:docId w15:val="{DBB7F10B-25D6-4D5F-923C-813020383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i-F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eastAsiaTheme="minorEastAsia"/>
      <w:lang w:val="et-EE" w:eastAsia="et-EE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Pr>
      <w:sz w:val="24"/>
      <w:szCs w:val="24"/>
      <w:lang w:val="fi-FI" w:eastAsia="en-US"/>
    </w:rPr>
  </w:style>
  <w:style w:type="paragraph" w:styleId="Footer">
    <w:name w:val="footer"/>
    <w:basedOn w:val="Normal"/>
    <w:link w:val="FooterChar"/>
    <w:semiHidden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Pr>
      <w:sz w:val="24"/>
      <w:szCs w:val="24"/>
      <w:lang w:val="fi-FI" w:eastAsia="en-US"/>
    </w:rPr>
  </w:style>
  <w:style w:type="paragraph" w:styleId="BalloonText">
    <w:name w:val="Balloon Text"/>
    <w:basedOn w:val="Normal"/>
    <w:link w:val="BalloonTextChar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locked/>
    <w:rPr>
      <w:rFonts w:ascii="Segoe UI" w:hAnsi="Segoe UI" w:cs="Segoe UI" w:hint="default"/>
      <w:sz w:val="18"/>
      <w:szCs w:val="18"/>
      <w:lang w:val="fi-FI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no\Documents\Tallink%20Silja%20kirjelomak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Tallink Silja kirjelomake</Template>
  <TotalTime>4</TotalTime>
  <Pages>1</Pages>
  <Words>60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Tallink Finland Oy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sariwi</dc:creator>
  <cp:keywords/>
  <dc:description/>
  <cp:lastModifiedBy>Madis Lembit</cp:lastModifiedBy>
  <cp:revision>6</cp:revision>
  <cp:lastPrinted>2017-10-27T10:12:00Z</cp:lastPrinted>
  <dcterms:created xsi:type="dcterms:W3CDTF">2020-02-27T14:18:00Z</dcterms:created>
  <dcterms:modified xsi:type="dcterms:W3CDTF">2024-03-05T13:17:00Z</dcterms:modified>
</cp:coreProperties>
</file>