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2"/>
        <w:tblW w:w="20979" w:type="dxa"/>
        <w:tblLayout w:type="fixed"/>
        <w:tblLook w:val="04A0" w:firstRow="1" w:lastRow="0" w:firstColumn="1" w:lastColumn="0" w:noHBand="0" w:noVBand="1"/>
      </w:tblPr>
      <w:tblGrid>
        <w:gridCol w:w="10489"/>
        <w:gridCol w:w="10490"/>
      </w:tblGrid>
      <w:tr w:rsidR="002B5311" w:rsidRPr="002B4FB9" w14:paraId="0927E460" w14:textId="77777777" w:rsidTr="00C55F36">
        <w:trPr>
          <w:trHeight w:val="8098"/>
        </w:trPr>
        <w:tc>
          <w:tcPr>
            <w:tcW w:w="10489" w:type="dxa"/>
            <w:tcBorders>
              <w:top w:val="nil"/>
              <w:left w:val="nil"/>
              <w:bottom w:val="nil"/>
              <w:right w:val="nil"/>
            </w:tcBorders>
          </w:tcPr>
          <w:p w14:paraId="25C41A40" w14:textId="5DC82264" w:rsidR="002B5311" w:rsidRPr="002B4FB9" w:rsidRDefault="002B5311" w:rsidP="00D57F11">
            <w:pPr>
              <w:pStyle w:val="Title"/>
              <w:spacing w:line="360" w:lineRule="auto"/>
              <w:ind w:right="309"/>
              <w:rPr>
                <w:sz w:val="40"/>
                <w:szCs w:val="144"/>
                <w:lang w:val="et-EE" w:eastAsia="fi-FI" w:bidi="fi-FI"/>
              </w:rPr>
            </w:pPr>
          </w:p>
          <w:p w14:paraId="61DC47EB" w14:textId="77777777" w:rsidR="00C55F36" w:rsidRPr="002B4FB9" w:rsidRDefault="00C55F36" w:rsidP="00D57F11">
            <w:pPr>
              <w:spacing w:line="360" w:lineRule="auto"/>
              <w:rPr>
                <w:lang w:eastAsia="fi-FI" w:bidi="fi-FI"/>
              </w:rPr>
            </w:pPr>
          </w:p>
          <w:p w14:paraId="6F2FDF7D" w14:textId="77777777" w:rsidR="002B5311" w:rsidRPr="002B4FB9" w:rsidRDefault="002B5311" w:rsidP="00D57F11">
            <w:pPr>
              <w:pStyle w:val="Title"/>
              <w:spacing w:line="360" w:lineRule="auto"/>
              <w:ind w:right="309"/>
              <w:jc w:val="right"/>
              <w:rPr>
                <w:sz w:val="40"/>
                <w:szCs w:val="144"/>
                <w:lang w:val="et-EE" w:eastAsia="fi-FI" w:bidi="fi-FI"/>
              </w:rPr>
            </w:pPr>
          </w:p>
          <w:p w14:paraId="1A9DC13D" w14:textId="53B60D10" w:rsidR="002B5311" w:rsidRPr="002B4FB9" w:rsidRDefault="006E6172" w:rsidP="00D57F11">
            <w:pPr>
              <w:pStyle w:val="Title"/>
              <w:spacing w:line="360" w:lineRule="auto"/>
              <w:ind w:right="309"/>
              <w:jc w:val="right"/>
              <w:rPr>
                <w:sz w:val="52"/>
                <w:szCs w:val="52"/>
                <w:lang w:val="et-EE"/>
              </w:rPr>
            </w:pPr>
            <w:r w:rsidRPr="002B4FB9">
              <w:rPr>
                <w:sz w:val="52"/>
                <w:szCs w:val="52"/>
                <w:lang w:val="et-EE"/>
              </w:rPr>
              <w:t>TÖÖPROJEKT</w:t>
            </w:r>
          </w:p>
          <w:p w14:paraId="0D325910" w14:textId="40D26C1D" w:rsidR="002B5311" w:rsidRDefault="00BD5899" w:rsidP="00D57F11">
            <w:pPr>
              <w:pStyle w:val="Title"/>
              <w:spacing w:line="360" w:lineRule="auto"/>
              <w:ind w:right="309"/>
              <w:jc w:val="right"/>
              <w:rPr>
                <w:sz w:val="40"/>
                <w:szCs w:val="144"/>
                <w:lang w:val="et-EE" w:eastAsia="fi-FI" w:bidi="fi-FI"/>
              </w:rPr>
            </w:pPr>
            <w:r>
              <w:rPr>
                <w:sz w:val="40"/>
                <w:szCs w:val="144"/>
                <w:lang w:val="et-EE" w:eastAsia="fi-FI" w:bidi="fi-FI"/>
              </w:rPr>
              <w:t>ou0470</w:t>
            </w:r>
            <w:r w:rsidR="00C60483">
              <w:rPr>
                <w:sz w:val="40"/>
                <w:szCs w:val="144"/>
                <w:lang w:val="et-EE" w:eastAsia="fi-FI" w:bidi="fi-FI"/>
              </w:rPr>
              <w:t>.</w:t>
            </w:r>
            <w:r>
              <w:rPr>
                <w:sz w:val="40"/>
                <w:szCs w:val="144"/>
                <w:lang w:val="et-EE" w:eastAsia="fi-FI" w:bidi="fi-FI"/>
              </w:rPr>
              <w:t xml:space="preserve"> gaasivarustuse, ou0450</w:t>
            </w:r>
            <w:r w:rsidR="00C60483">
              <w:rPr>
                <w:sz w:val="40"/>
                <w:szCs w:val="144"/>
                <w:lang w:val="et-EE" w:eastAsia="fi-FI" w:bidi="fi-FI"/>
              </w:rPr>
              <w:t>.</w:t>
            </w:r>
            <w:r>
              <w:rPr>
                <w:sz w:val="40"/>
                <w:szCs w:val="144"/>
                <w:lang w:val="et-EE" w:eastAsia="fi-FI" w:bidi="fi-FI"/>
              </w:rPr>
              <w:t xml:space="preserve"> Veevarustuse ja kanalisatsiooni </w:t>
            </w:r>
            <w:r w:rsidR="00C60483">
              <w:rPr>
                <w:sz w:val="40"/>
                <w:szCs w:val="144"/>
                <w:lang w:val="et-EE" w:eastAsia="fi-FI" w:bidi="fi-FI"/>
              </w:rPr>
              <w:t>–</w:t>
            </w:r>
            <w:r>
              <w:rPr>
                <w:sz w:val="40"/>
                <w:szCs w:val="144"/>
                <w:lang w:val="et-EE" w:eastAsia="fi-FI" w:bidi="fi-FI"/>
              </w:rPr>
              <w:t xml:space="preserve"> Kattetaastus</w:t>
            </w:r>
          </w:p>
          <w:p w14:paraId="638167E7" w14:textId="77777777" w:rsidR="002B5311" w:rsidRPr="002B4FB9" w:rsidRDefault="002B5311" w:rsidP="00D57F11">
            <w:pPr>
              <w:pStyle w:val="Title"/>
              <w:spacing w:line="360" w:lineRule="auto"/>
              <w:ind w:right="309"/>
              <w:rPr>
                <w:sz w:val="40"/>
                <w:szCs w:val="144"/>
                <w:lang w:val="et-EE" w:eastAsia="fi-FI" w:bidi="fi-FI"/>
              </w:rPr>
            </w:pPr>
          </w:p>
          <w:p w14:paraId="767BE201" w14:textId="3F9CF89A" w:rsidR="002B5311" w:rsidRPr="002B4FB9" w:rsidRDefault="00C60483" w:rsidP="00D57F11">
            <w:pPr>
              <w:pStyle w:val="Title"/>
              <w:spacing w:line="360" w:lineRule="auto"/>
              <w:ind w:right="309"/>
              <w:jc w:val="right"/>
              <w:rPr>
                <w:sz w:val="40"/>
                <w:szCs w:val="144"/>
                <w:lang w:val="et-EE" w:eastAsia="fi-FI" w:bidi="fi-FI"/>
              </w:rPr>
            </w:pPr>
            <w:r w:rsidRPr="002B4FB9">
              <w:rPr>
                <w:noProof/>
                <w:lang w:val="et-EE" w:eastAsia="et-EE"/>
              </w:rPr>
              <w:drawing>
                <wp:inline distT="0" distB="0" distL="0" distR="0" wp14:anchorId="03F9FB39" wp14:editId="282773EE">
                  <wp:extent cx="2797478" cy="540000"/>
                  <wp:effectExtent l="0" t="0" r="3175" b="0"/>
                  <wp:docPr id="366101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797478" cy="540000"/>
                          </a:xfrm>
                          <a:prstGeom prst="rect">
                            <a:avLst/>
                          </a:prstGeom>
                          <a:noFill/>
                          <a:ln>
                            <a:noFill/>
                          </a:ln>
                          <a:extLst>
                            <a:ext uri="{53640926-AAD7-44D8-BBD7-CCE9431645EC}">
                              <a14:shadowObscured xmlns:a14="http://schemas.microsoft.com/office/drawing/2010/main"/>
                            </a:ext>
                          </a:extLst>
                        </pic:spPr>
                      </pic:pic>
                    </a:graphicData>
                  </a:graphic>
                </wp:inline>
              </w:drawing>
            </w:r>
          </w:p>
          <w:p w14:paraId="6A3B175F" w14:textId="77777777" w:rsidR="00C60483" w:rsidRDefault="00C60483" w:rsidP="00C60483">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left"/>
              <w:rPr>
                <w:lang w:val="et-EE" w:eastAsia="et-EE"/>
              </w:rPr>
            </w:pPr>
          </w:p>
          <w:p w14:paraId="2B8110C4" w14:textId="77777777" w:rsidR="00C60483" w:rsidRPr="002B4FB9" w:rsidRDefault="00C60483" w:rsidP="00D57F11">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noProof w:val="0"/>
                <w:lang w:val="et-EE" w:bidi="et-EE"/>
              </w:rPr>
            </w:pPr>
          </w:p>
          <w:p w14:paraId="7D80AE49" w14:textId="77777777" w:rsidR="002B5311" w:rsidRPr="002B4FB9" w:rsidRDefault="002B5311" w:rsidP="00D57F11">
            <w:pPr>
              <w:pStyle w:val="RBminitext"/>
              <w:spacing w:line="360" w:lineRule="auto"/>
              <w:rPr>
                <w:noProof w:val="0"/>
                <w:color w:val="10069F"/>
                <w:lang w:val="et-EE" w:bidi="et-EE"/>
              </w:rPr>
            </w:pPr>
            <w:r w:rsidRPr="002B4FB9">
              <w:rPr>
                <w:noProof w:val="0"/>
                <w:color w:val="10069F"/>
                <w:lang w:val="et-EE" w:bidi="et-EE"/>
              </w:rPr>
              <w:t>Ainuvastutus käesoleva väljaande eest lasub autoril.</w:t>
            </w:r>
          </w:p>
          <w:p w14:paraId="72C3B934" w14:textId="7D4CA16E" w:rsidR="00BD5899" w:rsidRDefault="002B5311" w:rsidP="00C60483">
            <w:pPr>
              <w:pStyle w:val="RBminitext"/>
              <w:spacing w:line="360" w:lineRule="auto"/>
              <w:rPr>
                <w:noProof w:val="0"/>
                <w:color w:val="10069F"/>
                <w:lang w:val="et-EE" w:bidi="et-EE"/>
              </w:rPr>
            </w:pPr>
            <w:r w:rsidRPr="002B4FB9">
              <w:rPr>
                <w:noProof w:val="0"/>
                <w:color w:val="10069F"/>
                <w:lang w:val="et-EE" w:bidi="et-EE"/>
              </w:rPr>
              <w:t>Euroopa Liit ei vastuta selles sisalduva teabe mistahes kasutamise eest.</w:t>
            </w:r>
          </w:p>
          <w:p w14:paraId="27D9834C" w14:textId="77777777" w:rsidR="00BD5899" w:rsidRDefault="00BD5899" w:rsidP="00D57F11">
            <w:pPr>
              <w:pStyle w:val="RBminitext"/>
              <w:spacing w:line="360" w:lineRule="auto"/>
              <w:rPr>
                <w:noProof w:val="0"/>
                <w:color w:val="10069F"/>
                <w:lang w:val="et-EE" w:bidi="et-EE"/>
              </w:rPr>
            </w:pPr>
          </w:p>
          <w:p w14:paraId="7EBB067E" w14:textId="77777777" w:rsidR="00C60483" w:rsidRDefault="00C60483" w:rsidP="00D57F11">
            <w:pPr>
              <w:pStyle w:val="RBminitext"/>
              <w:spacing w:line="360" w:lineRule="auto"/>
              <w:rPr>
                <w:noProof w:val="0"/>
                <w:color w:val="10069F"/>
                <w:lang w:val="et-EE" w:bidi="et-EE"/>
              </w:rPr>
            </w:pPr>
          </w:p>
          <w:p w14:paraId="3E7B86B1" w14:textId="77777777" w:rsidR="00C60483" w:rsidRDefault="00C60483" w:rsidP="00D57F11">
            <w:pPr>
              <w:pStyle w:val="RBminitext"/>
              <w:spacing w:line="360" w:lineRule="auto"/>
              <w:rPr>
                <w:noProof w:val="0"/>
                <w:color w:val="10069F"/>
                <w:lang w:val="et-EE" w:bidi="et-EE"/>
              </w:rPr>
            </w:pPr>
          </w:p>
          <w:p w14:paraId="082353F0" w14:textId="77777777" w:rsidR="00C60483" w:rsidRDefault="00C60483" w:rsidP="00D57F11">
            <w:pPr>
              <w:pStyle w:val="RBminitext"/>
              <w:spacing w:line="360" w:lineRule="auto"/>
              <w:rPr>
                <w:noProof w:val="0"/>
                <w:color w:val="10069F"/>
                <w:lang w:val="et-EE" w:bidi="et-EE"/>
              </w:rPr>
            </w:pPr>
          </w:p>
          <w:p w14:paraId="1D29B4DE" w14:textId="77777777" w:rsidR="00C60483" w:rsidRDefault="00C60483" w:rsidP="00D57F11">
            <w:pPr>
              <w:pStyle w:val="RBminitext"/>
              <w:spacing w:line="360" w:lineRule="auto"/>
              <w:rPr>
                <w:noProof w:val="0"/>
                <w:color w:val="10069F"/>
                <w:lang w:val="et-EE" w:bidi="et-EE"/>
              </w:rPr>
            </w:pPr>
          </w:p>
          <w:p w14:paraId="1E256969" w14:textId="77777777" w:rsidR="00C60483" w:rsidRDefault="00C60483" w:rsidP="00C60483">
            <w:pPr>
              <w:pStyle w:val="Title"/>
              <w:spacing w:line="360" w:lineRule="auto"/>
              <w:ind w:right="309"/>
              <w:rPr>
                <w:sz w:val="52"/>
                <w:szCs w:val="52"/>
                <w:lang w:val="et-EE"/>
              </w:rPr>
            </w:pPr>
          </w:p>
          <w:p w14:paraId="0113082B" w14:textId="77777777" w:rsidR="00C831F0" w:rsidRDefault="00C831F0" w:rsidP="00C60483"/>
          <w:p w14:paraId="1CD034FE" w14:textId="77777777" w:rsidR="00C60483" w:rsidRPr="00C60483" w:rsidRDefault="00C60483" w:rsidP="00C60483"/>
          <w:p w14:paraId="76E8B2D2" w14:textId="1404FB32" w:rsidR="00BD5899" w:rsidRPr="002B4FB9" w:rsidRDefault="00BD5899" w:rsidP="00BD5899">
            <w:pPr>
              <w:pStyle w:val="Title"/>
              <w:spacing w:line="360" w:lineRule="auto"/>
              <w:ind w:right="309"/>
              <w:jc w:val="right"/>
              <w:rPr>
                <w:sz w:val="52"/>
                <w:szCs w:val="52"/>
                <w:lang w:val="et-EE"/>
              </w:rPr>
            </w:pPr>
            <w:r>
              <w:rPr>
                <w:sz w:val="52"/>
                <w:szCs w:val="52"/>
                <w:lang w:val="et-EE"/>
              </w:rPr>
              <w:t>detailed technical design</w:t>
            </w:r>
          </w:p>
          <w:p w14:paraId="28839DA8" w14:textId="77777777" w:rsidR="00C60483" w:rsidRDefault="00BD5899" w:rsidP="00C60483">
            <w:pPr>
              <w:pStyle w:val="Title"/>
              <w:spacing w:line="360" w:lineRule="auto"/>
              <w:ind w:right="309"/>
              <w:jc w:val="right"/>
              <w:rPr>
                <w:sz w:val="40"/>
                <w:szCs w:val="144"/>
                <w:lang w:val="et-EE" w:eastAsia="fi-FI" w:bidi="fi-FI"/>
              </w:rPr>
            </w:pPr>
            <w:r>
              <w:rPr>
                <w:sz w:val="40"/>
                <w:szCs w:val="144"/>
                <w:lang w:val="et-EE" w:eastAsia="fi-FI" w:bidi="fi-FI"/>
              </w:rPr>
              <w:t>ou0470. gas lines, ou0450. water and sewerage- resurfacing</w:t>
            </w:r>
          </w:p>
          <w:p w14:paraId="5C43F63E" w14:textId="77777777" w:rsidR="00C60483" w:rsidRDefault="00C60483" w:rsidP="00C60483">
            <w:pPr>
              <w:pStyle w:val="Title"/>
              <w:spacing w:line="360" w:lineRule="auto"/>
              <w:ind w:right="309"/>
              <w:rPr>
                <w:sz w:val="40"/>
                <w:szCs w:val="144"/>
                <w:lang w:val="et-EE" w:eastAsia="fi-FI" w:bidi="fi-FI"/>
              </w:rPr>
            </w:pPr>
          </w:p>
          <w:p w14:paraId="52C8F7C7" w14:textId="77777777" w:rsidR="00C60483" w:rsidRDefault="00C60483" w:rsidP="00C60483">
            <w:pPr>
              <w:rPr>
                <w:lang w:eastAsia="fi-FI" w:bidi="fi-FI"/>
              </w:rPr>
            </w:pPr>
          </w:p>
          <w:p w14:paraId="7625762F" w14:textId="77777777" w:rsidR="00C60483" w:rsidRDefault="00C60483" w:rsidP="00C60483">
            <w:pPr>
              <w:rPr>
                <w:lang w:eastAsia="fi-FI" w:bidi="fi-FI"/>
              </w:rPr>
            </w:pPr>
          </w:p>
          <w:p w14:paraId="60471484" w14:textId="77777777" w:rsidR="00C60483" w:rsidRPr="00C60483" w:rsidRDefault="00C60483" w:rsidP="00C60483">
            <w:pPr>
              <w:rPr>
                <w:lang w:eastAsia="fi-FI" w:bidi="fi-FI"/>
              </w:rPr>
            </w:pPr>
          </w:p>
          <w:p w14:paraId="364A9BEA" w14:textId="77777777" w:rsidR="00C60483" w:rsidRPr="002B4FB9" w:rsidRDefault="00C60483" w:rsidP="00C60483">
            <w:pPr>
              <w:pStyle w:val="Title"/>
              <w:spacing w:line="360" w:lineRule="auto"/>
              <w:ind w:right="309"/>
              <w:jc w:val="right"/>
              <w:rPr>
                <w:sz w:val="40"/>
                <w:szCs w:val="144"/>
                <w:lang w:val="et-EE" w:eastAsia="fi-FI" w:bidi="fi-FI"/>
              </w:rPr>
            </w:pPr>
            <w:r w:rsidRPr="002B4FB9">
              <w:rPr>
                <w:noProof/>
                <w:lang w:val="et-EE" w:eastAsia="et-EE"/>
              </w:rPr>
              <w:drawing>
                <wp:inline distT="0" distB="0" distL="0" distR="0" wp14:anchorId="73FB0886" wp14:editId="0082F013">
                  <wp:extent cx="2797478" cy="540000"/>
                  <wp:effectExtent l="0" t="0" r="3175" b="0"/>
                  <wp:docPr id="124511897"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797478" cy="540000"/>
                          </a:xfrm>
                          <a:prstGeom prst="rect">
                            <a:avLst/>
                          </a:prstGeom>
                          <a:noFill/>
                          <a:ln>
                            <a:noFill/>
                          </a:ln>
                          <a:extLst>
                            <a:ext uri="{53640926-AAD7-44D8-BBD7-CCE9431645EC}">
                              <a14:shadowObscured xmlns:a14="http://schemas.microsoft.com/office/drawing/2010/main"/>
                            </a:ext>
                          </a:extLst>
                        </pic:spPr>
                      </pic:pic>
                    </a:graphicData>
                  </a:graphic>
                </wp:inline>
              </w:drawing>
            </w:r>
          </w:p>
          <w:p w14:paraId="674C2F5B" w14:textId="77777777" w:rsidR="00C60483" w:rsidRDefault="00C60483" w:rsidP="00C60483">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left"/>
              <w:rPr>
                <w:lang w:val="et-EE" w:eastAsia="et-EE"/>
              </w:rPr>
            </w:pPr>
          </w:p>
          <w:p w14:paraId="70C19D9B" w14:textId="77777777" w:rsidR="00C60483" w:rsidRPr="002B4FB9" w:rsidRDefault="00C60483" w:rsidP="00C60483">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noProof w:val="0"/>
                <w:lang w:val="et-EE" w:bidi="et-EE"/>
              </w:rPr>
            </w:pPr>
          </w:p>
          <w:p w14:paraId="55A5A55C" w14:textId="77777777" w:rsidR="00C60483" w:rsidRPr="00C60483" w:rsidRDefault="00C60483" w:rsidP="00C60483">
            <w:pPr>
              <w:pStyle w:val="RBminitext"/>
              <w:spacing w:line="360" w:lineRule="auto"/>
              <w:rPr>
                <w:color w:val="10069F"/>
                <w:lang w:bidi="et-EE"/>
              </w:rPr>
            </w:pPr>
            <w:r w:rsidRPr="00C60483">
              <w:rPr>
                <w:color w:val="10069F"/>
                <w:lang w:bidi="et-EE"/>
              </w:rPr>
              <w:t>The sole responsibility of this publication lies with the author.</w:t>
            </w:r>
          </w:p>
          <w:p w14:paraId="4CAB175C" w14:textId="4EC5ACD7" w:rsidR="00C60483" w:rsidRPr="00C60483" w:rsidRDefault="00C60483" w:rsidP="00C60483">
            <w:pPr>
              <w:jc w:val="center"/>
              <w:rPr>
                <w:lang w:eastAsia="fi-FI" w:bidi="fi-FI"/>
              </w:rPr>
            </w:pPr>
            <w:r w:rsidRPr="00C60483">
              <w:rPr>
                <w:rFonts w:ascii="Myriad Pro" w:eastAsia="Myriad Pro" w:hAnsi="Myriad Pro" w:cs="Myriad Pro"/>
                <w:i/>
                <w:iCs/>
                <w:color w:val="10069F"/>
                <w:sz w:val="16"/>
                <w:szCs w:val="16"/>
                <w:bdr w:val="nil"/>
                <w:shd w:val="clear" w:color="auto" w:fill="FFFFFF"/>
                <w:lang w:val="en-GB" w:bidi="et-EE"/>
              </w:rPr>
              <w:t>The European Union is not responsible for any use that may be made of the information contained therein.</w:t>
            </w:r>
          </w:p>
        </w:tc>
        <w:tc>
          <w:tcPr>
            <w:tcW w:w="10490" w:type="dxa"/>
            <w:tcBorders>
              <w:top w:val="nil"/>
              <w:left w:val="nil"/>
              <w:bottom w:val="nil"/>
              <w:right w:val="nil"/>
            </w:tcBorders>
          </w:tcPr>
          <w:p w14:paraId="5AAC138A" w14:textId="77777777" w:rsidR="002B5311" w:rsidRPr="002B4FB9" w:rsidRDefault="002B5311" w:rsidP="00D57F11">
            <w:pPr>
              <w:pStyle w:val="Title"/>
              <w:spacing w:line="360" w:lineRule="auto"/>
              <w:ind w:right="309"/>
              <w:jc w:val="right"/>
              <w:rPr>
                <w:sz w:val="40"/>
                <w:szCs w:val="144"/>
                <w:lang w:val="et-EE" w:eastAsia="fi-FI" w:bidi="fi-FI"/>
              </w:rPr>
            </w:pPr>
          </w:p>
          <w:p w14:paraId="16767D49" w14:textId="77777777" w:rsidR="002B5311" w:rsidRPr="002B4FB9" w:rsidRDefault="002B5311" w:rsidP="00D57F11">
            <w:pPr>
              <w:pStyle w:val="Title"/>
              <w:spacing w:line="360" w:lineRule="auto"/>
              <w:ind w:right="309"/>
              <w:jc w:val="right"/>
              <w:rPr>
                <w:sz w:val="40"/>
                <w:szCs w:val="144"/>
                <w:lang w:val="et-EE" w:eastAsia="fi-FI" w:bidi="fi-FI"/>
              </w:rPr>
            </w:pPr>
          </w:p>
          <w:p w14:paraId="434BC676" w14:textId="77777777" w:rsidR="002B5311" w:rsidRPr="002B4FB9" w:rsidRDefault="002B5311" w:rsidP="00D57F11">
            <w:pPr>
              <w:pStyle w:val="Title"/>
              <w:spacing w:line="360" w:lineRule="auto"/>
              <w:ind w:right="309"/>
              <w:rPr>
                <w:sz w:val="40"/>
                <w:szCs w:val="144"/>
                <w:lang w:val="et-EE" w:eastAsia="fi-FI" w:bidi="fi-FI"/>
              </w:rPr>
            </w:pPr>
          </w:p>
          <w:p w14:paraId="4D0978A7" w14:textId="5ABFEA4C" w:rsidR="002B5311" w:rsidRPr="002B4FB9" w:rsidRDefault="002B5311" w:rsidP="00D57F11">
            <w:pPr>
              <w:pStyle w:val="Title"/>
              <w:spacing w:line="360" w:lineRule="auto"/>
              <w:ind w:right="309"/>
              <w:jc w:val="right"/>
              <w:rPr>
                <w:sz w:val="40"/>
                <w:szCs w:val="144"/>
                <w:lang w:val="et-EE" w:eastAsia="fi-FI" w:bidi="fi-FI"/>
              </w:rPr>
            </w:pPr>
          </w:p>
          <w:p w14:paraId="0F8C3CFB" w14:textId="120C14B8" w:rsidR="00C55F36" w:rsidRPr="002B4FB9" w:rsidRDefault="00C55F36" w:rsidP="00D57F11">
            <w:pPr>
              <w:spacing w:line="360" w:lineRule="auto"/>
              <w:rPr>
                <w:lang w:eastAsia="fi-FI" w:bidi="fi-FI"/>
              </w:rPr>
            </w:pPr>
          </w:p>
          <w:p w14:paraId="74839EC6" w14:textId="77777777" w:rsidR="00C55F36" w:rsidRPr="002B4FB9" w:rsidRDefault="00C55F36" w:rsidP="00D57F11">
            <w:pPr>
              <w:spacing w:line="360" w:lineRule="auto"/>
              <w:rPr>
                <w:lang w:eastAsia="fi-FI" w:bidi="fi-FI"/>
              </w:rPr>
            </w:pPr>
          </w:p>
          <w:p w14:paraId="30076BED" w14:textId="77777777" w:rsidR="00291BFA" w:rsidRPr="002B4FB9" w:rsidRDefault="00291BFA" w:rsidP="00D57F11">
            <w:pPr>
              <w:spacing w:line="360" w:lineRule="auto"/>
              <w:rPr>
                <w:lang w:eastAsia="fi-FI" w:bidi="fi-FI"/>
              </w:rPr>
            </w:pPr>
          </w:p>
          <w:p w14:paraId="4EE9BDE8" w14:textId="77777777" w:rsidR="002B5311" w:rsidRPr="002B4FB9" w:rsidRDefault="002B5311" w:rsidP="00D57F11">
            <w:pPr>
              <w:pStyle w:val="Title"/>
              <w:spacing w:line="360" w:lineRule="auto"/>
              <w:ind w:right="309"/>
              <w:jc w:val="right"/>
              <w:rPr>
                <w:sz w:val="40"/>
                <w:szCs w:val="144"/>
                <w:lang w:val="et-EE" w:eastAsia="fi-FI" w:bidi="fi-FI"/>
              </w:rPr>
            </w:pPr>
          </w:p>
          <w:p w14:paraId="78274791" w14:textId="5A5A4771" w:rsidR="002B5311" w:rsidRPr="002B4FB9" w:rsidRDefault="002B5311" w:rsidP="00D57F11">
            <w:pPr>
              <w:pStyle w:val="Title"/>
              <w:spacing w:line="360" w:lineRule="auto"/>
              <w:ind w:right="309"/>
              <w:jc w:val="right"/>
              <w:rPr>
                <w:sz w:val="40"/>
                <w:szCs w:val="144"/>
                <w:lang w:val="et-EE" w:eastAsia="fi-FI" w:bidi="fi-FI"/>
              </w:rPr>
            </w:pPr>
          </w:p>
          <w:p w14:paraId="547396D0" w14:textId="716D9575" w:rsidR="00C55F36" w:rsidRPr="002B4FB9" w:rsidRDefault="00C55F36" w:rsidP="00D57F11">
            <w:pPr>
              <w:spacing w:line="360" w:lineRule="auto"/>
              <w:rPr>
                <w:lang w:eastAsia="fi-FI" w:bidi="fi-FI"/>
              </w:rPr>
            </w:pPr>
          </w:p>
          <w:p w14:paraId="140B98ED" w14:textId="77777777" w:rsidR="00C55F36" w:rsidRPr="002B4FB9" w:rsidRDefault="00C55F36" w:rsidP="00D57F11">
            <w:pPr>
              <w:spacing w:line="360" w:lineRule="auto"/>
              <w:rPr>
                <w:lang w:eastAsia="fi-FI" w:bidi="fi-FI"/>
              </w:rPr>
            </w:pPr>
          </w:p>
          <w:p w14:paraId="15F18129" w14:textId="21EAF54E" w:rsidR="002B5311" w:rsidRPr="002B4FB9" w:rsidRDefault="002B5311" w:rsidP="00D57F11">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noProof w:val="0"/>
                <w:lang w:val="et-EE"/>
              </w:rPr>
            </w:pPr>
          </w:p>
          <w:p w14:paraId="04D8B86D" w14:textId="47FB0931" w:rsidR="002B5311" w:rsidRPr="002B4FB9" w:rsidRDefault="002B5311" w:rsidP="00D57F11">
            <w:pPr>
              <w:pStyle w:val="RBminitext"/>
              <w:spacing w:line="360" w:lineRule="auto"/>
              <w:rPr>
                <w:rFonts w:eastAsia="Times New Roman"/>
                <w:noProof w:val="0"/>
                <w:color w:val="000000"/>
                <w:highlight w:val="yellow"/>
                <w:lang w:val="et-EE"/>
              </w:rPr>
            </w:pPr>
          </w:p>
        </w:tc>
      </w:tr>
    </w:tbl>
    <w:p w14:paraId="0251DC58" w14:textId="0C4A3D8B" w:rsidR="00F11D70" w:rsidRPr="002B4FB9" w:rsidRDefault="00F11D70" w:rsidP="00D57F11">
      <w:pPr>
        <w:spacing w:after="100" w:afterAutospacing="1" w:line="360" w:lineRule="auto"/>
        <w:sectPr w:rsidR="00F11D70" w:rsidRPr="002B4FB9" w:rsidSect="005879F5">
          <w:headerReference w:type="default" r:id="rId12"/>
          <w:footerReference w:type="default" r:id="rId13"/>
          <w:headerReference w:type="first" r:id="rId14"/>
          <w:footerReference w:type="first" r:id="rId15"/>
          <w:pgSz w:w="23808" w:h="16840" w:orient="landscape" w:code="8"/>
          <w:pgMar w:top="1276" w:right="1418" w:bottom="1276" w:left="1418" w:header="709" w:footer="0" w:gutter="0"/>
          <w:cols w:num="2" w:space="708"/>
          <w:docGrid w:linePitch="360"/>
        </w:sectPr>
      </w:pPr>
    </w:p>
    <w:p w14:paraId="42720C6A" w14:textId="77777777" w:rsidR="00C204E1" w:rsidRPr="002B4FB9" w:rsidRDefault="00C204E1" w:rsidP="00D57F11">
      <w:pPr>
        <w:spacing w:line="360" w:lineRule="auto"/>
        <w:rPr>
          <w:lang w:bidi="et-EE"/>
        </w:rPr>
      </w:pPr>
      <w:r w:rsidRPr="002B4FB9">
        <w:rPr>
          <w:b/>
          <w:bCs/>
        </w:rPr>
        <w:lastRenderedPageBreak/>
        <w:t>Projekti nimi:</w:t>
      </w:r>
      <w:r w:rsidRPr="002B4FB9">
        <w:t xml:space="preserve"> </w:t>
      </w:r>
      <w:r w:rsidRPr="002B4FB9">
        <w:rPr>
          <w:lang w:bidi="et-EE"/>
        </w:rPr>
        <w:t>Rail Baltica Harjumaa põhitrassi raudteetaristu I etapi ehitustööd</w:t>
      </w:r>
    </w:p>
    <w:p w14:paraId="2C531367" w14:textId="77777777" w:rsidR="00C204E1" w:rsidRPr="002B4FB9" w:rsidRDefault="00C204E1" w:rsidP="00D57F11">
      <w:pPr>
        <w:spacing w:line="360" w:lineRule="auto"/>
        <w:rPr>
          <w:lang w:bidi="et-EE"/>
        </w:rPr>
      </w:pPr>
    </w:p>
    <w:p w14:paraId="0A1C288B" w14:textId="45BDCD37" w:rsidR="00C204E1" w:rsidRPr="002B4FB9" w:rsidRDefault="00C204E1" w:rsidP="00D57F11">
      <w:pPr>
        <w:spacing w:line="360" w:lineRule="auto"/>
      </w:pPr>
      <w:r w:rsidRPr="002B4FB9">
        <w:rPr>
          <w:b/>
          <w:bCs/>
        </w:rPr>
        <w:t>Projekteerimisteenused:</w:t>
      </w:r>
      <w:r w:rsidRPr="002B4FB9">
        <w:t xml:space="preserve"> Tööprojekt.</w:t>
      </w:r>
      <w:r w:rsidR="00C60483">
        <w:t xml:space="preserve"> OU0470. Gaasivarustuse, OU0450. Veevarustuse ja kanalisatsiooni - Kattetaastus</w:t>
      </w:r>
    </w:p>
    <w:p w14:paraId="754C12F7" w14:textId="77777777" w:rsidR="00C204E1" w:rsidRPr="002B4FB9" w:rsidRDefault="00C204E1" w:rsidP="00D57F11">
      <w:pPr>
        <w:spacing w:line="360" w:lineRule="auto"/>
      </w:pPr>
    </w:p>
    <w:p w14:paraId="1179563A" w14:textId="7EF86BF8" w:rsidR="00C204E1" w:rsidRPr="002B4FB9" w:rsidRDefault="00C204E1" w:rsidP="00D57F11">
      <w:pPr>
        <w:tabs>
          <w:tab w:val="left" w:pos="2127"/>
        </w:tabs>
        <w:spacing w:after="120" w:line="360" w:lineRule="auto"/>
        <w:rPr>
          <w:bCs/>
          <w:color w:val="000000" w:themeColor="text1"/>
        </w:rPr>
      </w:pPr>
      <w:r w:rsidRPr="002B4FB9">
        <w:rPr>
          <w:b/>
          <w:bCs/>
        </w:rPr>
        <w:t xml:space="preserve">Dokumendi pealkiri: </w:t>
      </w:r>
      <w:r w:rsidRPr="002B4FB9">
        <w:rPr>
          <w:bCs/>
          <w:color w:val="000000" w:themeColor="text1"/>
        </w:rPr>
        <w:t>RBDTD-EE-DS2-DPS1_TRE_OU0470-ZZ_ZZZZ_RP_</w:t>
      </w:r>
      <w:r w:rsidR="004505FF" w:rsidRPr="002B4FB9">
        <w:rPr>
          <w:bCs/>
          <w:color w:val="000000" w:themeColor="text1"/>
        </w:rPr>
        <w:t>EG</w:t>
      </w:r>
      <w:r w:rsidRPr="002B4FB9">
        <w:rPr>
          <w:bCs/>
          <w:color w:val="000000" w:themeColor="text1"/>
        </w:rPr>
        <w:t>-</w:t>
      </w:r>
      <w:r w:rsidR="004505FF" w:rsidRPr="002B4FB9">
        <w:rPr>
          <w:bCs/>
          <w:color w:val="000000" w:themeColor="text1"/>
        </w:rPr>
        <w:t>GV</w:t>
      </w:r>
      <w:r w:rsidRPr="002B4FB9">
        <w:rPr>
          <w:bCs/>
          <w:color w:val="000000" w:themeColor="text1"/>
        </w:rPr>
        <w:t>_DTD_000101</w:t>
      </w:r>
    </w:p>
    <w:tbl>
      <w:tblPr>
        <w:tblpPr w:leftFromText="180" w:rightFromText="180" w:vertAnchor="text" w:horzAnchor="margin" w:tblpY="6086"/>
        <w:tblW w:w="53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1315"/>
        <w:gridCol w:w="1311"/>
        <w:gridCol w:w="1313"/>
        <w:gridCol w:w="1385"/>
        <w:gridCol w:w="1235"/>
        <w:gridCol w:w="1465"/>
        <w:gridCol w:w="1153"/>
      </w:tblGrid>
      <w:tr w:rsidR="00D57F11" w:rsidRPr="002B4FB9" w14:paraId="25940C16" w14:textId="77777777" w:rsidTr="00D57F11">
        <w:trPr>
          <w:cantSplit/>
          <w:trHeight w:val="453"/>
        </w:trPr>
        <w:tc>
          <w:tcPr>
            <w:tcW w:w="296" w:type="pct"/>
            <w:tcMar>
              <w:left w:w="28" w:type="dxa"/>
              <w:right w:w="28" w:type="dxa"/>
            </w:tcMar>
            <w:vAlign w:val="center"/>
          </w:tcPr>
          <w:p w14:paraId="516F0265"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Rev.</w:t>
            </w:r>
          </w:p>
        </w:tc>
        <w:tc>
          <w:tcPr>
            <w:tcW w:w="674" w:type="pct"/>
            <w:tcMar>
              <w:left w:w="28" w:type="dxa"/>
              <w:right w:w="28" w:type="dxa"/>
            </w:tcMar>
            <w:vAlign w:val="center"/>
          </w:tcPr>
          <w:p w14:paraId="2ABBB46F"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Kuupäev</w:t>
            </w:r>
          </w:p>
        </w:tc>
        <w:tc>
          <w:tcPr>
            <w:tcW w:w="672" w:type="pct"/>
            <w:vAlign w:val="center"/>
          </w:tcPr>
          <w:p w14:paraId="7E05D4B2"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Dokumendi staatus</w:t>
            </w:r>
          </w:p>
        </w:tc>
        <w:tc>
          <w:tcPr>
            <w:tcW w:w="673" w:type="pct"/>
            <w:tcMar>
              <w:left w:w="28" w:type="dxa"/>
              <w:right w:w="28" w:type="dxa"/>
            </w:tcMar>
            <w:vAlign w:val="center"/>
          </w:tcPr>
          <w:p w14:paraId="40BDB0B8"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Koostanud</w:t>
            </w:r>
          </w:p>
        </w:tc>
        <w:tc>
          <w:tcPr>
            <w:tcW w:w="710" w:type="pct"/>
            <w:vAlign w:val="center"/>
          </w:tcPr>
          <w:p w14:paraId="483146A7"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Kontrollinud</w:t>
            </w:r>
          </w:p>
        </w:tc>
        <w:tc>
          <w:tcPr>
            <w:tcW w:w="633" w:type="pct"/>
            <w:tcMar>
              <w:left w:w="28" w:type="dxa"/>
              <w:right w:w="28" w:type="dxa"/>
            </w:tcMar>
            <w:vAlign w:val="center"/>
          </w:tcPr>
          <w:p w14:paraId="25705D45"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Kontrollinud</w:t>
            </w:r>
          </w:p>
        </w:tc>
        <w:tc>
          <w:tcPr>
            <w:tcW w:w="751" w:type="pct"/>
            <w:vAlign w:val="center"/>
          </w:tcPr>
          <w:p w14:paraId="62B6E96B"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Heaks kiitnud</w:t>
            </w:r>
          </w:p>
        </w:tc>
        <w:tc>
          <w:tcPr>
            <w:tcW w:w="591" w:type="pct"/>
            <w:tcMar>
              <w:left w:w="28" w:type="dxa"/>
              <w:right w:w="28" w:type="dxa"/>
            </w:tcMar>
            <w:vAlign w:val="center"/>
          </w:tcPr>
          <w:p w14:paraId="1E25A768"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Vastu võtnud</w:t>
            </w:r>
          </w:p>
        </w:tc>
      </w:tr>
      <w:tr w:rsidR="00D57F11" w:rsidRPr="002B4FB9" w14:paraId="4DC787D3" w14:textId="77777777" w:rsidTr="00D57F11">
        <w:trPr>
          <w:cantSplit/>
          <w:trHeight w:val="453"/>
        </w:trPr>
        <w:tc>
          <w:tcPr>
            <w:tcW w:w="296" w:type="pct"/>
            <w:shd w:val="clear" w:color="auto" w:fill="auto"/>
            <w:tcMar>
              <w:left w:w="28" w:type="dxa"/>
              <w:right w:w="28" w:type="dxa"/>
            </w:tcMar>
            <w:vAlign w:val="center"/>
          </w:tcPr>
          <w:p w14:paraId="3BA07086"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001</w:t>
            </w:r>
          </w:p>
        </w:tc>
        <w:tc>
          <w:tcPr>
            <w:tcW w:w="674" w:type="pct"/>
            <w:shd w:val="clear" w:color="auto" w:fill="auto"/>
            <w:tcMar>
              <w:left w:w="28" w:type="dxa"/>
              <w:right w:w="28" w:type="dxa"/>
            </w:tcMar>
            <w:vAlign w:val="center"/>
          </w:tcPr>
          <w:p w14:paraId="150997EE" w14:textId="09017B6B" w:rsidR="00D57F11" w:rsidRPr="002B4FB9" w:rsidRDefault="0084743A" w:rsidP="00D57F11">
            <w:pPr>
              <w:pStyle w:val="RBbody"/>
              <w:spacing w:after="0"/>
              <w:jc w:val="center"/>
              <w:rPr>
                <w:rFonts w:ascii="Arial" w:hAnsi="Arial" w:cs="Arial"/>
                <w:lang w:val="et-EE"/>
              </w:rPr>
            </w:pPr>
            <w:r>
              <w:rPr>
                <w:rFonts w:ascii="Arial" w:hAnsi="Arial" w:cs="Arial"/>
                <w:lang w:val="et-EE"/>
              </w:rPr>
              <w:t>26</w:t>
            </w:r>
            <w:r w:rsidR="00D57F11" w:rsidRPr="002B4FB9">
              <w:rPr>
                <w:rFonts w:ascii="Arial" w:hAnsi="Arial" w:cs="Arial"/>
                <w:lang w:val="et-EE"/>
              </w:rPr>
              <w:t>.0</w:t>
            </w:r>
            <w:r>
              <w:rPr>
                <w:rFonts w:ascii="Arial" w:hAnsi="Arial" w:cs="Arial"/>
                <w:lang w:val="et-EE"/>
              </w:rPr>
              <w:t>7</w:t>
            </w:r>
            <w:r w:rsidR="00D57F11" w:rsidRPr="002B4FB9">
              <w:rPr>
                <w:rFonts w:ascii="Arial" w:hAnsi="Arial" w:cs="Arial"/>
                <w:lang w:val="et-EE"/>
              </w:rPr>
              <w:t>.2024</w:t>
            </w:r>
          </w:p>
        </w:tc>
        <w:tc>
          <w:tcPr>
            <w:tcW w:w="672" w:type="pct"/>
            <w:shd w:val="clear" w:color="auto" w:fill="auto"/>
            <w:vAlign w:val="center"/>
          </w:tcPr>
          <w:p w14:paraId="2C16315F"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Esitatud</w:t>
            </w:r>
          </w:p>
        </w:tc>
        <w:tc>
          <w:tcPr>
            <w:tcW w:w="673" w:type="pct"/>
            <w:shd w:val="clear" w:color="auto" w:fill="auto"/>
            <w:tcMar>
              <w:left w:w="28" w:type="dxa"/>
              <w:right w:w="28" w:type="dxa"/>
            </w:tcMar>
            <w:vAlign w:val="center"/>
          </w:tcPr>
          <w:p w14:paraId="6A70CDEB" w14:textId="0A849EE7" w:rsidR="00D57F11" w:rsidRPr="002B4FB9" w:rsidRDefault="0084743A" w:rsidP="00D57F11">
            <w:pPr>
              <w:pStyle w:val="RBbody"/>
              <w:spacing w:after="0"/>
              <w:jc w:val="center"/>
              <w:rPr>
                <w:rFonts w:ascii="Arial" w:hAnsi="Arial" w:cs="Arial"/>
                <w:lang w:val="et-EE"/>
              </w:rPr>
            </w:pPr>
            <w:r>
              <w:rPr>
                <w:rFonts w:ascii="Arial" w:hAnsi="Arial" w:cs="Arial"/>
                <w:lang w:val="et-EE"/>
              </w:rPr>
              <w:t>Aleks Bõstrov</w:t>
            </w:r>
          </w:p>
        </w:tc>
        <w:tc>
          <w:tcPr>
            <w:tcW w:w="710" w:type="pct"/>
            <w:vAlign w:val="center"/>
          </w:tcPr>
          <w:p w14:paraId="0498AA5C" w14:textId="273BB844" w:rsidR="00D57F11" w:rsidRPr="002B4FB9" w:rsidRDefault="00D57F11" w:rsidP="00D57F11">
            <w:pPr>
              <w:pStyle w:val="RBbody"/>
              <w:spacing w:after="0"/>
              <w:jc w:val="center"/>
              <w:rPr>
                <w:rFonts w:ascii="Arial" w:hAnsi="Arial" w:cs="Arial"/>
                <w:lang w:val="et-EE"/>
              </w:rPr>
            </w:pPr>
          </w:p>
        </w:tc>
        <w:tc>
          <w:tcPr>
            <w:tcW w:w="633" w:type="pct"/>
            <w:shd w:val="clear" w:color="auto" w:fill="auto"/>
            <w:tcMar>
              <w:left w:w="28" w:type="dxa"/>
              <w:right w:w="28" w:type="dxa"/>
            </w:tcMar>
            <w:vAlign w:val="center"/>
          </w:tcPr>
          <w:p w14:paraId="6FCC33CE" w14:textId="77777777" w:rsidR="00D57F11" w:rsidRPr="002B4FB9" w:rsidRDefault="00D57F11" w:rsidP="00D57F11">
            <w:pPr>
              <w:pStyle w:val="RBbody"/>
              <w:spacing w:after="0"/>
              <w:jc w:val="center"/>
              <w:rPr>
                <w:rFonts w:ascii="Arial" w:hAnsi="Arial" w:cs="Arial"/>
                <w:lang w:val="et-EE"/>
              </w:rPr>
            </w:pPr>
          </w:p>
        </w:tc>
        <w:tc>
          <w:tcPr>
            <w:tcW w:w="751" w:type="pct"/>
            <w:shd w:val="clear" w:color="auto" w:fill="auto"/>
            <w:vAlign w:val="center"/>
          </w:tcPr>
          <w:p w14:paraId="07EC625F" w14:textId="77777777" w:rsidR="00D57F11" w:rsidRPr="002B4FB9" w:rsidRDefault="00D57F11" w:rsidP="00D57F11">
            <w:pPr>
              <w:pStyle w:val="RBbody"/>
              <w:spacing w:after="0"/>
              <w:jc w:val="center"/>
              <w:rPr>
                <w:rFonts w:ascii="Arial" w:hAnsi="Arial" w:cs="Arial"/>
                <w:lang w:val="et-EE"/>
              </w:rPr>
            </w:pPr>
          </w:p>
        </w:tc>
        <w:tc>
          <w:tcPr>
            <w:tcW w:w="591" w:type="pct"/>
            <w:shd w:val="clear" w:color="auto" w:fill="auto"/>
            <w:tcMar>
              <w:left w:w="28" w:type="dxa"/>
              <w:right w:w="28" w:type="dxa"/>
            </w:tcMar>
            <w:vAlign w:val="center"/>
          </w:tcPr>
          <w:p w14:paraId="128685CB" w14:textId="77777777" w:rsidR="00D57F11" w:rsidRPr="002B4FB9" w:rsidRDefault="00D57F11" w:rsidP="00D57F11">
            <w:pPr>
              <w:pStyle w:val="RBbody"/>
              <w:spacing w:after="0"/>
              <w:jc w:val="center"/>
              <w:rPr>
                <w:rFonts w:ascii="Arial" w:hAnsi="Arial" w:cs="Arial"/>
                <w:lang w:val="et-EE"/>
              </w:rPr>
            </w:pPr>
          </w:p>
        </w:tc>
      </w:tr>
      <w:tr w:rsidR="00D57F11" w:rsidRPr="002B4FB9" w14:paraId="1F404E70" w14:textId="77777777" w:rsidTr="00D57F11">
        <w:trPr>
          <w:cantSplit/>
          <w:trHeight w:val="453"/>
        </w:trPr>
        <w:tc>
          <w:tcPr>
            <w:tcW w:w="296" w:type="pct"/>
            <w:tcMar>
              <w:left w:w="28" w:type="dxa"/>
              <w:right w:w="28" w:type="dxa"/>
            </w:tcMar>
            <w:vAlign w:val="center"/>
          </w:tcPr>
          <w:p w14:paraId="7AB283A3"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002</w:t>
            </w:r>
          </w:p>
        </w:tc>
        <w:tc>
          <w:tcPr>
            <w:tcW w:w="674" w:type="pct"/>
            <w:tcMar>
              <w:left w:w="28" w:type="dxa"/>
              <w:right w:w="28" w:type="dxa"/>
            </w:tcMar>
            <w:vAlign w:val="center"/>
          </w:tcPr>
          <w:p w14:paraId="2D710A30" w14:textId="1235722F" w:rsidR="00D57F11" w:rsidRPr="002B4FB9" w:rsidRDefault="000C51AF" w:rsidP="00D57F11">
            <w:pPr>
              <w:pStyle w:val="RBbody"/>
              <w:spacing w:after="0"/>
              <w:jc w:val="center"/>
              <w:rPr>
                <w:rFonts w:ascii="Arial" w:hAnsi="Arial" w:cs="Arial"/>
                <w:lang w:val="et-EE"/>
              </w:rPr>
            </w:pPr>
            <w:r>
              <w:rPr>
                <w:rFonts w:ascii="Arial" w:hAnsi="Arial" w:cs="Arial"/>
                <w:lang w:val="et-EE"/>
              </w:rPr>
              <w:t>15.04.2025</w:t>
            </w:r>
          </w:p>
        </w:tc>
        <w:tc>
          <w:tcPr>
            <w:tcW w:w="672" w:type="pct"/>
            <w:vAlign w:val="center"/>
          </w:tcPr>
          <w:p w14:paraId="64A0A495" w14:textId="0680F90C" w:rsidR="00D57F11" w:rsidRPr="002B4FB9" w:rsidRDefault="000C51AF" w:rsidP="00D57F11">
            <w:pPr>
              <w:pStyle w:val="RBbody"/>
              <w:spacing w:after="0"/>
              <w:jc w:val="center"/>
              <w:rPr>
                <w:rFonts w:ascii="Arial" w:hAnsi="Arial" w:cs="Arial"/>
                <w:lang w:val="et-EE"/>
              </w:rPr>
            </w:pPr>
            <w:r w:rsidRPr="002B4FB9">
              <w:rPr>
                <w:rFonts w:ascii="Arial" w:hAnsi="Arial" w:cs="Arial"/>
                <w:lang w:val="et-EE"/>
              </w:rPr>
              <w:t>Esitatud</w:t>
            </w:r>
          </w:p>
        </w:tc>
        <w:tc>
          <w:tcPr>
            <w:tcW w:w="673" w:type="pct"/>
            <w:tcMar>
              <w:left w:w="28" w:type="dxa"/>
              <w:right w:w="28" w:type="dxa"/>
            </w:tcMar>
            <w:vAlign w:val="center"/>
          </w:tcPr>
          <w:p w14:paraId="01D6DD79" w14:textId="30558DF8" w:rsidR="00D57F11" w:rsidRPr="002B4FB9" w:rsidRDefault="000C51AF" w:rsidP="00D57F11">
            <w:pPr>
              <w:pStyle w:val="RBbody"/>
              <w:spacing w:after="0"/>
              <w:jc w:val="center"/>
              <w:rPr>
                <w:rFonts w:ascii="Arial" w:hAnsi="Arial" w:cs="Arial"/>
                <w:lang w:val="et-EE"/>
              </w:rPr>
            </w:pPr>
            <w:r>
              <w:rPr>
                <w:rFonts w:ascii="Arial" w:hAnsi="Arial" w:cs="Arial"/>
                <w:lang w:val="et-EE"/>
              </w:rPr>
              <w:t>Andrei Mintsenkov</w:t>
            </w:r>
          </w:p>
        </w:tc>
        <w:tc>
          <w:tcPr>
            <w:tcW w:w="710" w:type="pct"/>
            <w:vAlign w:val="center"/>
          </w:tcPr>
          <w:p w14:paraId="2AFB094E" w14:textId="77777777" w:rsidR="00D57F11" w:rsidRPr="002B4FB9" w:rsidRDefault="00D57F11" w:rsidP="00D57F11">
            <w:pPr>
              <w:pStyle w:val="RBbody"/>
              <w:spacing w:after="0"/>
              <w:jc w:val="center"/>
              <w:rPr>
                <w:rFonts w:ascii="Arial" w:hAnsi="Arial" w:cs="Arial"/>
                <w:lang w:val="et-EE"/>
              </w:rPr>
            </w:pPr>
          </w:p>
        </w:tc>
        <w:tc>
          <w:tcPr>
            <w:tcW w:w="633" w:type="pct"/>
            <w:tcMar>
              <w:left w:w="28" w:type="dxa"/>
              <w:right w:w="28" w:type="dxa"/>
            </w:tcMar>
            <w:vAlign w:val="center"/>
          </w:tcPr>
          <w:p w14:paraId="7BA0BE77" w14:textId="77777777" w:rsidR="00D57F11" w:rsidRPr="002B4FB9" w:rsidRDefault="00D57F11" w:rsidP="00D57F11">
            <w:pPr>
              <w:pStyle w:val="RBbody"/>
              <w:spacing w:after="0"/>
              <w:jc w:val="center"/>
              <w:rPr>
                <w:rFonts w:ascii="Arial" w:hAnsi="Arial" w:cs="Arial"/>
                <w:lang w:val="et-EE"/>
              </w:rPr>
            </w:pPr>
          </w:p>
        </w:tc>
        <w:tc>
          <w:tcPr>
            <w:tcW w:w="751" w:type="pct"/>
            <w:vAlign w:val="center"/>
          </w:tcPr>
          <w:p w14:paraId="60B7D6DC" w14:textId="77777777" w:rsidR="00D57F11" w:rsidRPr="002B4FB9" w:rsidRDefault="00D57F11" w:rsidP="00D57F11">
            <w:pPr>
              <w:pStyle w:val="RBbody"/>
              <w:spacing w:after="0"/>
              <w:jc w:val="center"/>
              <w:rPr>
                <w:rFonts w:ascii="Arial" w:hAnsi="Arial" w:cs="Arial"/>
                <w:bCs/>
                <w:lang w:val="et-EE"/>
              </w:rPr>
            </w:pPr>
          </w:p>
        </w:tc>
        <w:tc>
          <w:tcPr>
            <w:tcW w:w="591" w:type="pct"/>
            <w:tcMar>
              <w:left w:w="28" w:type="dxa"/>
              <w:right w:w="28" w:type="dxa"/>
            </w:tcMar>
            <w:vAlign w:val="center"/>
          </w:tcPr>
          <w:p w14:paraId="07BAAB0A" w14:textId="77777777" w:rsidR="00D57F11" w:rsidRPr="002B4FB9" w:rsidRDefault="00D57F11" w:rsidP="00D57F11">
            <w:pPr>
              <w:pStyle w:val="RBbody"/>
              <w:spacing w:after="0"/>
              <w:jc w:val="center"/>
              <w:rPr>
                <w:rFonts w:ascii="Arial" w:hAnsi="Arial" w:cs="Arial"/>
                <w:lang w:val="et-EE"/>
              </w:rPr>
            </w:pPr>
          </w:p>
        </w:tc>
      </w:tr>
      <w:tr w:rsidR="00D57F11" w:rsidRPr="002B4FB9" w14:paraId="05BA0732" w14:textId="77777777" w:rsidTr="00D57F11">
        <w:trPr>
          <w:cantSplit/>
          <w:trHeight w:val="453"/>
        </w:trPr>
        <w:tc>
          <w:tcPr>
            <w:tcW w:w="296" w:type="pct"/>
            <w:tcMar>
              <w:left w:w="28" w:type="dxa"/>
              <w:right w:w="28" w:type="dxa"/>
            </w:tcMar>
            <w:vAlign w:val="center"/>
          </w:tcPr>
          <w:p w14:paraId="010DF42F"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003</w:t>
            </w:r>
          </w:p>
        </w:tc>
        <w:tc>
          <w:tcPr>
            <w:tcW w:w="674" w:type="pct"/>
            <w:tcMar>
              <w:left w:w="28" w:type="dxa"/>
              <w:right w:w="28" w:type="dxa"/>
            </w:tcMar>
            <w:vAlign w:val="center"/>
          </w:tcPr>
          <w:p w14:paraId="0F5D6C38" w14:textId="77777777" w:rsidR="00D57F11" w:rsidRPr="002B4FB9" w:rsidRDefault="00D57F11" w:rsidP="00D57F11">
            <w:pPr>
              <w:pStyle w:val="RBbody"/>
              <w:spacing w:after="0"/>
              <w:jc w:val="center"/>
              <w:rPr>
                <w:rFonts w:ascii="Arial" w:hAnsi="Arial" w:cs="Arial"/>
                <w:lang w:val="et-EE"/>
              </w:rPr>
            </w:pPr>
          </w:p>
        </w:tc>
        <w:tc>
          <w:tcPr>
            <w:tcW w:w="672" w:type="pct"/>
            <w:vAlign w:val="center"/>
          </w:tcPr>
          <w:p w14:paraId="0E0D5C37" w14:textId="77777777" w:rsidR="00D57F11" w:rsidRPr="002B4FB9" w:rsidRDefault="00D57F11" w:rsidP="00D57F11">
            <w:pPr>
              <w:pStyle w:val="RBbody"/>
              <w:spacing w:after="0"/>
              <w:jc w:val="center"/>
              <w:rPr>
                <w:rFonts w:ascii="Arial" w:hAnsi="Arial" w:cs="Arial"/>
                <w:lang w:val="et-EE"/>
              </w:rPr>
            </w:pPr>
          </w:p>
        </w:tc>
        <w:tc>
          <w:tcPr>
            <w:tcW w:w="673" w:type="pct"/>
            <w:tcMar>
              <w:left w:w="28" w:type="dxa"/>
              <w:right w:w="28" w:type="dxa"/>
            </w:tcMar>
            <w:vAlign w:val="center"/>
          </w:tcPr>
          <w:p w14:paraId="31976DFB" w14:textId="77777777" w:rsidR="00D57F11" w:rsidRPr="002B4FB9" w:rsidRDefault="00D57F11" w:rsidP="00D57F11">
            <w:pPr>
              <w:pStyle w:val="RBbody"/>
              <w:spacing w:after="0"/>
              <w:jc w:val="center"/>
              <w:rPr>
                <w:rFonts w:ascii="Arial" w:hAnsi="Arial" w:cs="Arial"/>
                <w:lang w:val="et-EE"/>
              </w:rPr>
            </w:pPr>
          </w:p>
        </w:tc>
        <w:tc>
          <w:tcPr>
            <w:tcW w:w="710" w:type="pct"/>
          </w:tcPr>
          <w:p w14:paraId="1962F6A9" w14:textId="77777777" w:rsidR="00D57F11" w:rsidRPr="002B4FB9" w:rsidRDefault="00D57F11" w:rsidP="00D57F11">
            <w:pPr>
              <w:pStyle w:val="RBbody"/>
              <w:spacing w:after="0"/>
              <w:jc w:val="center"/>
              <w:rPr>
                <w:rFonts w:ascii="Arial" w:hAnsi="Arial" w:cs="Arial"/>
                <w:lang w:val="et-EE"/>
              </w:rPr>
            </w:pPr>
          </w:p>
        </w:tc>
        <w:tc>
          <w:tcPr>
            <w:tcW w:w="633" w:type="pct"/>
            <w:tcMar>
              <w:left w:w="28" w:type="dxa"/>
              <w:right w:w="28" w:type="dxa"/>
            </w:tcMar>
            <w:vAlign w:val="center"/>
          </w:tcPr>
          <w:p w14:paraId="049D83A2" w14:textId="77777777" w:rsidR="00D57F11" w:rsidRPr="002B4FB9" w:rsidRDefault="00D57F11" w:rsidP="00D57F11">
            <w:pPr>
              <w:pStyle w:val="RBbody"/>
              <w:spacing w:after="0"/>
              <w:jc w:val="center"/>
              <w:rPr>
                <w:rFonts w:ascii="Arial" w:hAnsi="Arial" w:cs="Arial"/>
                <w:lang w:val="et-EE"/>
              </w:rPr>
            </w:pPr>
          </w:p>
        </w:tc>
        <w:tc>
          <w:tcPr>
            <w:tcW w:w="751" w:type="pct"/>
            <w:vAlign w:val="center"/>
          </w:tcPr>
          <w:p w14:paraId="29CF8B99" w14:textId="77777777" w:rsidR="00D57F11" w:rsidRPr="002B4FB9" w:rsidRDefault="00D57F11" w:rsidP="00D57F11">
            <w:pPr>
              <w:pStyle w:val="RBbody"/>
              <w:spacing w:after="0"/>
              <w:jc w:val="center"/>
              <w:rPr>
                <w:rFonts w:ascii="Arial" w:hAnsi="Arial" w:cs="Arial"/>
                <w:bCs/>
                <w:lang w:val="et-EE"/>
              </w:rPr>
            </w:pPr>
          </w:p>
        </w:tc>
        <w:tc>
          <w:tcPr>
            <w:tcW w:w="591" w:type="pct"/>
            <w:tcMar>
              <w:left w:w="28" w:type="dxa"/>
              <w:right w:w="28" w:type="dxa"/>
            </w:tcMar>
            <w:vAlign w:val="center"/>
          </w:tcPr>
          <w:p w14:paraId="1A2B2F15" w14:textId="77777777" w:rsidR="00D57F11" w:rsidRPr="002B4FB9" w:rsidRDefault="00D57F11" w:rsidP="00D57F11">
            <w:pPr>
              <w:pStyle w:val="RBbody"/>
              <w:spacing w:after="0"/>
              <w:jc w:val="center"/>
              <w:rPr>
                <w:rFonts w:ascii="Arial" w:hAnsi="Arial" w:cs="Arial"/>
                <w:lang w:val="et-EE"/>
              </w:rPr>
            </w:pPr>
          </w:p>
        </w:tc>
      </w:tr>
      <w:tr w:rsidR="00D57F11" w:rsidRPr="002B4FB9" w14:paraId="1E18EEF3" w14:textId="77777777" w:rsidTr="00D57F11">
        <w:trPr>
          <w:cantSplit/>
          <w:trHeight w:val="1046"/>
        </w:trPr>
        <w:tc>
          <w:tcPr>
            <w:tcW w:w="296" w:type="pct"/>
            <w:tcMar>
              <w:left w:w="28" w:type="dxa"/>
              <w:right w:w="28" w:type="dxa"/>
            </w:tcMar>
            <w:vAlign w:val="center"/>
          </w:tcPr>
          <w:p w14:paraId="4CB2BABB" w14:textId="77777777" w:rsidR="00D57F11" w:rsidRPr="002B4FB9" w:rsidRDefault="00D57F11" w:rsidP="00D57F11">
            <w:pPr>
              <w:pStyle w:val="RBbody"/>
              <w:spacing w:after="0"/>
              <w:jc w:val="center"/>
              <w:rPr>
                <w:rFonts w:ascii="Arial" w:hAnsi="Arial" w:cs="Arial"/>
                <w:lang w:val="et-EE"/>
              </w:rPr>
            </w:pPr>
          </w:p>
        </w:tc>
        <w:tc>
          <w:tcPr>
            <w:tcW w:w="674" w:type="pct"/>
            <w:tcMar>
              <w:left w:w="28" w:type="dxa"/>
              <w:right w:w="28" w:type="dxa"/>
            </w:tcMar>
            <w:vAlign w:val="center"/>
          </w:tcPr>
          <w:p w14:paraId="7FB2648B"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Allkirjad</w:t>
            </w:r>
          </w:p>
        </w:tc>
        <w:tc>
          <w:tcPr>
            <w:tcW w:w="672" w:type="pct"/>
            <w:vAlign w:val="center"/>
          </w:tcPr>
          <w:p w14:paraId="79C83176" w14:textId="77777777" w:rsidR="00D57F11" w:rsidRPr="002B4FB9" w:rsidRDefault="00D57F11" w:rsidP="00D57F11">
            <w:pPr>
              <w:pStyle w:val="RBbody"/>
              <w:spacing w:after="0"/>
              <w:jc w:val="center"/>
              <w:rPr>
                <w:rFonts w:ascii="Arial" w:hAnsi="Arial" w:cs="Arial"/>
                <w:lang w:val="et-EE"/>
              </w:rPr>
            </w:pPr>
          </w:p>
        </w:tc>
        <w:tc>
          <w:tcPr>
            <w:tcW w:w="673" w:type="pct"/>
            <w:tcMar>
              <w:left w:w="28" w:type="dxa"/>
              <w:right w:w="28" w:type="dxa"/>
            </w:tcMar>
            <w:vAlign w:val="center"/>
          </w:tcPr>
          <w:p w14:paraId="101E7D92" w14:textId="77777777" w:rsidR="00D57F11" w:rsidRPr="002B4FB9" w:rsidRDefault="00D57F11" w:rsidP="00D57F11">
            <w:pPr>
              <w:pStyle w:val="RBbody"/>
              <w:spacing w:after="0"/>
              <w:jc w:val="center"/>
              <w:rPr>
                <w:rFonts w:ascii="Arial" w:hAnsi="Arial" w:cs="Arial"/>
                <w:lang w:val="et-EE"/>
              </w:rPr>
            </w:pPr>
          </w:p>
        </w:tc>
        <w:tc>
          <w:tcPr>
            <w:tcW w:w="710" w:type="pct"/>
            <w:vAlign w:val="center"/>
          </w:tcPr>
          <w:p w14:paraId="7CC40DB2" w14:textId="77777777" w:rsidR="00D57F11" w:rsidRPr="002B4FB9" w:rsidRDefault="00D57F11" w:rsidP="00D57F11">
            <w:pPr>
              <w:pStyle w:val="RBbody"/>
              <w:spacing w:after="0"/>
              <w:jc w:val="center"/>
              <w:rPr>
                <w:rFonts w:ascii="Arial" w:hAnsi="Arial" w:cs="Arial"/>
                <w:lang w:val="et-EE"/>
              </w:rPr>
            </w:pPr>
          </w:p>
        </w:tc>
        <w:tc>
          <w:tcPr>
            <w:tcW w:w="633" w:type="pct"/>
            <w:tcMar>
              <w:left w:w="28" w:type="dxa"/>
              <w:right w:w="28" w:type="dxa"/>
            </w:tcMar>
            <w:vAlign w:val="center"/>
          </w:tcPr>
          <w:p w14:paraId="084E66B2" w14:textId="77777777" w:rsidR="00D57F11" w:rsidRPr="002B4FB9" w:rsidRDefault="00D57F11" w:rsidP="00D57F11">
            <w:pPr>
              <w:pStyle w:val="RBbody"/>
              <w:spacing w:after="0"/>
              <w:jc w:val="center"/>
              <w:rPr>
                <w:rFonts w:ascii="Arial" w:hAnsi="Arial" w:cs="Arial"/>
                <w:lang w:val="et-EE"/>
              </w:rPr>
            </w:pPr>
          </w:p>
        </w:tc>
        <w:tc>
          <w:tcPr>
            <w:tcW w:w="751" w:type="pct"/>
            <w:vAlign w:val="center"/>
          </w:tcPr>
          <w:p w14:paraId="42C6660C" w14:textId="77777777" w:rsidR="00D57F11" w:rsidRPr="002B4FB9" w:rsidRDefault="00D57F11" w:rsidP="00D57F11">
            <w:pPr>
              <w:pStyle w:val="RBbody"/>
              <w:spacing w:after="0"/>
              <w:jc w:val="center"/>
              <w:rPr>
                <w:rFonts w:ascii="Arial" w:hAnsi="Arial" w:cs="Arial"/>
                <w:lang w:val="et-EE"/>
              </w:rPr>
            </w:pPr>
          </w:p>
        </w:tc>
        <w:tc>
          <w:tcPr>
            <w:tcW w:w="591" w:type="pct"/>
            <w:tcMar>
              <w:left w:w="28" w:type="dxa"/>
              <w:right w:w="28" w:type="dxa"/>
            </w:tcMar>
            <w:vAlign w:val="center"/>
          </w:tcPr>
          <w:p w14:paraId="5045BAB7" w14:textId="77777777" w:rsidR="00D57F11" w:rsidRPr="002B4FB9" w:rsidRDefault="00D57F11" w:rsidP="00D57F11">
            <w:pPr>
              <w:pStyle w:val="RBbody"/>
              <w:spacing w:after="0"/>
              <w:jc w:val="center"/>
              <w:rPr>
                <w:rFonts w:ascii="Arial" w:hAnsi="Arial" w:cs="Arial"/>
                <w:lang w:val="et-EE"/>
              </w:rPr>
            </w:pPr>
          </w:p>
        </w:tc>
      </w:tr>
    </w:tbl>
    <w:p w14:paraId="1B260910" w14:textId="66815CF8" w:rsidR="00C204E1" w:rsidRPr="002B4FB9" w:rsidRDefault="00C204E1" w:rsidP="00D57F11">
      <w:pPr>
        <w:spacing w:line="360" w:lineRule="auto"/>
      </w:pPr>
    </w:p>
    <w:p w14:paraId="72C83F41" w14:textId="777A213F" w:rsidR="00D57F11" w:rsidRPr="002B4FB9" w:rsidRDefault="00D57F11">
      <w:r w:rsidRPr="002B4FB9">
        <w:br w:type="page"/>
      </w:r>
    </w:p>
    <w:p w14:paraId="341C950C" w14:textId="77777777" w:rsidR="004505FF" w:rsidRPr="002B4FB9" w:rsidRDefault="004505FF" w:rsidP="00176439">
      <w:pPr>
        <w:pStyle w:val="TOCHeading"/>
        <w:spacing w:after="100" w:afterAutospacing="1" w:line="360" w:lineRule="auto"/>
        <w:rPr>
          <w:rFonts w:ascii="Arial" w:eastAsiaTheme="minorHAnsi" w:hAnsi="Arial" w:cs="Arial"/>
          <w:color w:val="auto"/>
          <w:sz w:val="22"/>
          <w:szCs w:val="22"/>
          <w:lang w:val="et-EE" w:eastAsia="en-US"/>
        </w:rPr>
        <w:sectPr w:rsidR="004505FF" w:rsidRPr="002B4FB9" w:rsidSect="005879F5">
          <w:headerReference w:type="default" r:id="rId16"/>
          <w:footerReference w:type="default" r:id="rId17"/>
          <w:headerReference w:type="first" r:id="rId18"/>
          <w:pgSz w:w="11907" w:h="16840" w:code="9"/>
          <w:pgMar w:top="1418" w:right="1418" w:bottom="1418" w:left="1418" w:header="709" w:footer="564" w:gutter="0"/>
          <w:cols w:space="394"/>
          <w:docGrid w:linePitch="360"/>
        </w:sectPr>
      </w:pPr>
    </w:p>
    <w:tbl>
      <w:tblPr>
        <w:tblStyle w:val="TableGrid2"/>
        <w:tblW w:w="9640" w:type="dxa"/>
        <w:tblInd w:w="-142" w:type="dxa"/>
        <w:tblLayout w:type="fixed"/>
        <w:tblLook w:val="04A0" w:firstRow="1" w:lastRow="0" w:firstColumn="1" w:lastColumn="0" w:noHBand="0" w:noVBand="1"/>
      </w:tblPr>
      <w:tblGrid>
        <w:gridCol w:w="9640"/>
      </w:tblGrid>
      <w:tr w:rsidR="00143A2D" w:rsidRPr="002B4FB9" w14:paraId="722F27B7" w14:textId="77777777" w:rsidTr="002448D9">
        <w:trPr>
          <w:trHeight w:val="12796"/>
        </w:trPr>
        <w:tc>
          <w:tcPr>
            <w:tcW w:w="9640" w:type="dxa"/>
            <w:tcBorders>
              <w:top w:val="nil"/>
              <w:left w:val="nil"/>
              <w:bottom w:val="nil"/>
              <w:right w:val="nil"/>
            </w:tcBorders>
          </w:tcPr>
          <w:sdt>
            <w:sdtPr>
              <w:rPr>
                <w:rFonts w:ascii="Arial" w:eastAsiaTheme="minorHAnsi" w:hAnsi="Arial" w:cs="Arial"/>
                <w:color w:val="auto"/>
                <w:sz w:val="22"/>
                <w:szCs w:val="22"/>
                <w:lang w:val="et-EE" w:eastAsia="en-US"/>
              </w:rPr>
              <w:id w:val="666746073"/>
              <w:docPartObj>
                <w:docPartGallery w:val="Table of Contents"/>
                <w:docPartUnique/>
              </w:docPartObj>
            </w:sdtPr>
            <w:sdtEndPr>
              <w:rPr>
                <w:rFonts w:eastAsia="Times New Roman"/>
                <w:sz w:val="20"/>
                <w:szCs w:val="20"/>
                <w:lang w:eastAsia="lv-LV"/>
              </w:rPr>
            </w:sdtEndPr>
            <w:sdtContent>
              <w:p w14:paraId="0ED88CE5" w14:textId="79D1F9E4" w:rsidR="00143A2D" w:rsidRPr="002B4FB9" w:rsidRDefault="00143A2D" w:rsidP="000C43E4">
                <w:pPr>
                  <w:pStyle w:val="TOCHeading"/>
                  <w:spacing w:after="100" w:afterAutospacing="1" w:line="360" w:lineRule="auto"/>
                  <w:rPr>
                    <w:rFonts w:ascii="Arial" w:eastAsiaTheme="minorHAnsi" w:hAnsi="Arial" w:cs="Arial"/>
                    <w:color w:val="auto"/>
                    <w:sz w:val="22"/>
                    <w:szCs w:val="22"/>
                    <w:lang w:val="et-EE" w:eastAsia="en-US"/>
                  </w:rPr>
                </w:pPr>
                <w:r w:rsidRPr="002B4FB9">
                  <w:rPr>
                    <w:rStyle w:val="Heading1Char"/>
                    <w:lang w:val="et-EE"/>
                  </w:rPr>
                  <w:t>SISUKORD</w:t>
                </w:r>
              </w:p>
              <w:p w14:paraId="498274CB" w14:textId="481BD093" w:rsidR="000C51AF" w:rsidRDefault="00143A2D">
                <w:pPr>
                  <w:pStyle w:val="TOC2"/>
                  <w:tabs>
                    <w:tab w:val="left" w:pos="660"/>
                    <w:tab w:val="right" w:leader="dot" w:pos="9061"/>
                  </w:tabs>
                  <w:rPr>
                    <w:rFonts w:asciiTheme="minorHAnsi" w:eastAsiaTheme="minorEastAsia" w:hAnsiTheme="minorHAnsi" w:cstheme="minorBidi"/>
                    <w:noProof/>
                    <w:kern w:val="2"/>
                    <w:sz w:val="24"/>
                    <w:szCs w:val="24"/>
                    <w:lang w:val="en-GB" w:eastAsia="en-GB"/>
                    <w14:ligatures w14:val="standardContextual"/>
                  </w:rPr>
                </w:pPr>
                <w:r w:rsidRPr="002B4FB9">
                  <w:rPr>
                    <w:b/>
                    <w:bCs/>
                  </w:rPr>
                  <w:fldChar w:fldCharType="begin"/>
                </w:r>
                <w:r w:rsidRPr="002B4FB9">
                  <w:rPr>
                    <w:b/>
                    <w:bCs/>
                  </w:rPr>
                  <w:instrText xml:space="preserve"> TOC \o "1-3" \h \z \u </w:instrText>
                </w:r>
                <w:r w:rsidRPr="002B4FB9">
                  <w:rPr>
                    <w:b/>
                    <w:bCs/>
                  </w:rPr>
                  <w:fldChar w:fldCharType="separate"/>
                </w:r>
                <w:hyperlink w:anchor="_Toc195618060" w:history="1">
                  <w:r w:rsidR="000C51AF" w:rsidRPr="00B921DA">
                    <w:rPr>
                      <w:rStyle w:val="Hyperlink"/>
                      <w:noProof/>
                    </w:rPr>
                    <w:t>1.</w:t>
                  </w:r>
                  <w:r w:rsidR="000C51AF">
                    <w:rPr>
                      <w:rFonts w:asciiTheme="minorHAnsi" w:eastAsiaTheme="minorEastAsia" w:hAnsiTheme="minorHAnsi" w:cstheme="minorBidi"/>
                      <w:noProof/>
                      <w:kern w:val="2"/>
                      <w:sz w:val="24"/>
                      <w:szCs w:val="24"/>
                      <w:lang w:val="en-GB" w:eastAsia="en-GB"/>
                      <w14:ligatures w14:val="standardContextual"/>
                    </w:rPr>
                    <w:tab/>
                  </w:r>
                  <w:r w:rsidR="000C51AF" w:rsidRPr="00B921DA">
                    <w:rPr>
                      <w:rStyle w:val="Hyperlink"/>
                      <w:noProof/>
                    </w:rPr>
                    <w:t>Katete taastamine torustiku rajamisel – üldist</w:t>
                  </w:r>
                  <w:r w:rsidR="000C51AF">
                    <w:rPr>
                      <w:noProof/>
                      <w:webHidden/>
                    </w:rPr>
                    <w:tab/>
                  </w:r>
                  <w:r w:rsidR="000C51AF">
                    <w:rPr>
                      <w:noProof/>
                      <w:webHidden/>
                    </w:rPr>
                    <w:fldChar w:fldCharType="begin"/>
                  </w:r>
                  <w:r w:rsidR="000C51AF">
                    <w:rPr>
                      <w:noProof/>
                      <w:webHidden/>
                    </w:rPr>
                    <w:instrText xml:space="preserve"> PAGEREF _Toc195618060 \h </w:instrText>
                  </w:r>
                  <w:r w:rsidR="000C51AF">
                    <w:rPr>
                      <w:noProof/>
                      <w:webHidden/>
                    </w:rPr>
                  </w:r>
                  <w:r w:rsidR="000C51AF">
                    <w:rPr>
                      <w:noProof/>
                      <w:webHidden/>
                    </w:rPr>
                    <w:fldChar w:fldCharType="separate"/>
                  </w:r>
                  <w:r w:rsidR="00A560E4">
                    <w:rPr>
                      <w:noProof/>
                      <w:webHidden/>
                    </w:rPr>
                    <w:t>4</w:t>
                  </w:r>
                  <w:r w:rsidR="000C51AF">
                    <w:rPr>
                      <w:noProof/>
                      <w:webHidden/>
                    </w:rPr>
                    <w:fldChar w:fldCharType="end"/>
                  </w:r>
                </w:hyperlink>
              </w:p>
              <w:p w14:paraId="2CC77D5E" w14:textId="1099B40E" w:rsidR="000C51AF" w:rsidRDefault="000C51AF">
                <w:pPr>
                  <w:pStyle w:val="TOC2"/>
                  <w:tabs>
                    <w:tab w:val="left" w:pos="66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1" w:history="1">
                  <w:r w:rsidRPr="00B921DA">
                    <w:rPr>
                      <w:rStyle w:val="Hyperlink"/>
                      <w:noProof/>
                    </w:rPr>
                    <w:t>2.</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Kasutatud standardid, juhendid ning kriteeriumid</w:t>
                  </w:r>
                  <w:r>
                    <w:rPr>
                      <w:noProof/>
                      <w:webHidden/>
                    </w:rPr>
                    <w:tab/>
                  </w:r>
                  <w:r>
                    <w:rPr>
                      <w:noProof/>
                      <w:webHidden/>
                    </w:rPr>
                    <w:fldChar w:fldCharType="begin"/>
                  </w:r>
                  <w:r>
                    <w:rPr>
                      <w:noProof/>
                      <w:webHidden/>
                    </w:rPr>
                    <w:instrText xml:space="preserve"> PAGEREF _Toc195618061 \h </w:instrText>
                  </w:r>
                  <w:r>
                    <w:rPr>
                      <w:noProof/>
                      <w:webHidden/>
                    </w:rPr>
                  </w:r>
                  <w:r>
                    <w:rPr>
                      <w:noProof/>
                      <w:webHidden/>
                    </w:rPr>
                    <w:fldChar w:fldCharType="separate"/>
                  </w:r>
                  <w:r w:rsidR="00A560E4">
                    <w:rPr>
                      <w:noProof/>
                      <w:webHidden/>
                    </w:rPr>
                    <w:t>4</w:t>
                  </w:r>
                  <w:r>
                    <w:rPr>
                      <w:noProof/>
                      <w:webHidden/>
                    </w:rPr>
                    <w:fldChar w:fldCharType="end"/>
                  </w:r>
                </w:hyperlink>
              </w:p>
              <w:p w14:paraId="7C214F05" w14:textId="729BBC1E" w:rsidR="000C51AF" w:rsidRDefault="000C51AF">
                <w:pPr>
                  <w:pStyle w:val="TOC2"/>
                  <w:tabs>
                    <w:tab w:val="left" w:pos="66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2" w:history="1">
                  <w:r w:rsidRPr="00B921DA">
                    <w:rPr>
                      <w:rStyle w:val="Hyperlink"/>
                      <w:noProof/>
                    </w:rPr>
                    <w:t>3.</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Katete eemaldamine – üldist</w:t>
                  </w:r>
                  <w:r>
                    <w:rPr>
                      <w:noProof/>
                      <w:webHidden/>
                    </w:rPr>
                    <w:tab/>
                  </w:r>
                  <w:r>
                    <w:rPr>
                      <w:noProof/>
                      <w:webHidden/>
                    </w:rPr>
                    <w:fldChar w:fldCharType="begin"/>
                  </w:r>
                  <w:r>
                    <w:rPr>
                      <w:noProof/>
                      <w:webHidden/>
                    </w:rPr>
                    <w:instrText xml:space="preserve"> PAGEREF _Toc195618062 \h </w:instrText>
                  </w:r>
                  <w:r>
                    <w:rPr>
                      <w:noProof/>
                      <w:webHidden/>
                    </w:rPr>
                  </w:r>
                  <w:r>
                    <w:rPr>
                      <w:noProof/>
                      <w:webHidden/>
                    </w:rPr>
                    <w:fldChar w:fldCharType="separate"/>
                  </w:r>
                  <w:r w:rsidR="00A560E4">
                    <w:rPr>
                      <w:noProof/>
                      <w:webHidden/>
                    </w:rPr>
                    <w:t>4</w:t>
                  </w:r>
                  <w:r>
                    <w:rPr>
                      <w:noProof/>
                      <w:webHidden/>
                    </w:rPr>
                    <w:fldChar w:fldCharType="end"/>
                  </w:r>
                </w:hyperlink>
              </w:p>
              <w:p w14:paraId="24E164C9" w14:textId="408416C8" w:rsidR="000C51AF" w:rsidRDefault="000C51AF">
                <w:pPr>
                  <w:pStyle w:val="TOC3"/>
                  <w:tabs>
                    <w:tab w:val="left" w:pos="110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3" w:history="1">
                  <w:r w:rsidRPr="00B921DA">
                    <w:rPr>
                      <w:rStyle w:val="Hyperlink"/>
                      <w:noProof/>
                      <w14:scene3d>
                        <w14:camera w14:prst="orthographicFront"/>
                        <w14:lightRig w14:rig="threePt" w14:dir="t">
                          <w14:rot w14:lat="0" w14:lon="0" w14:rev="0"/>
                        </w14:lightRig>
                      </w14:scene3d>
                    </w:rPr>
                    <w:t>3.1</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Asfaltkatte ning haljastuse eemaldamine</w:t>
                  </w:r>
                  <w:r>
                    <w:rPr>
                      <w:noProof/>
                      <w:webHidden/>
                    </w:rPr>
                    <w:tab/>
                  </w:r>
                  <w:r>
                    <w:rPr>
                      <w:noProof/>
                      <w:webHidden/>
                    </w:rPr>
                    <w:fldChar w:fldCharType="begin"/>
                  </w:r>
                  <w:r>
                    <w:rPr>
                      <w:noProof/>
                      <w:webHidden/>
                    </w:rPr>
                    <w:instrText xml:space="preserve"> PAGEREF _Toc195618063 \h </w:instrText>
                  </w:r>
                  <w:r>
                    <w:rPr>
                      <w:noProof/>
                      <w:webHidden/>
                    </w:rPr>
                  </w:r>
                  <w:r>
                    <w:rPr>
                      <w:noProof/>
                      <w:webHidden/>
                    </w:rPr>
                    <w:fldChar w:fldCharType="separate"/>
                  </w:r>
                  <w:r w:rsidR="00A560E4">
                    <w:rPr>
                      <w:noProof/>
                      <w:webHidden/>
                    </w:rPr>
                    <w:t>5</w:t>
                  </w:r>
                  <w:r>
                    <w:rPr>
                      <w:noProof/>
                      <w:webHidden/>
                    </w:rPr>
                    <w:fldChar w:fldCharType="end"/>
                  </w:r>
                </w:hyperlink>
              </w:p>
              <w:p w14:paraId="75E43122" w14:textId="6C2EF9E6" w:rsidR="000C51AF" w:rsidRDefault="000C51AF">
                <w:pPr>
                  <w:pStyle w:val="TOC2"/>
                  <w:tabs>
                    <w:tab w:val="left" w:pos="66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4" w:history="1">
                  <w:r w:rsidRPr="00B921DA">
                    <w:rPr>
                      <w:rStyle w:val="Hyperlink"/>
                      <w:noProof/>
                    </w:rPr>
                    <w:t>4.</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Keskkonnanõuded tööde läbiviimisel</w:t>
                  </w:r>
                  <w:r>
                    <w:rPr>
                      <w:noProof/>
                      <w:webHidden/>
                    </w:rPr>
                    <w:tab/>
                  </w:r>
                  <w:r>
                    <w:rPr>
                      <w:noProof/>
                      <w:webHidden/>
                    </w:rPr>
                    <w:fldChar w:fldCharType="begin"/>
                  </w:r>
                  <w:r>
                    <w:rPr>
                      <w:noProof/>
                      <w:webHidden/>
                    </w:rPr>
                    <w:instrText xml:space="preserve"> PAGEREF _Toc195618064 \h </w:instrText>
                  </w:r>
                  <w:r>
                    <w:rPr>
                      <w:noProof/>
                      <w:webHidden/>
                    </w:rPr>
                  </w:r>
                  <w:r>
                    <w:rPr>
                      <w:noProof/>
                      <w:webHidden/>
                    </w:rPr>
                    <w:fldChar w:fldCharType="separate"/>
                  </w:r>
                  <w:r w:rsidR="00A560E4">
                    <w:rPr>
                      <w:noProof/>
                      <w:webHidden/>
                    </w:rPr>
                    <w:t>6</w:t>
                  </w:r>
                  <w:r>
                    <w:rPr>
                      <w:noProof/>
                      <w:webHidden/>
                    </w:rPr>
                    <w:fldChar w:fldCharType="end"/>
                  </w:r>
                </w:hyperlink>
              </w:p>
              <w:p w14:paraId="4E3DD572" w14:textId="6B7E0F05" w:rsidR="000C51AF" w:rsidRDefault="000C51AF">
                <w:pPr>
                  <w:pStyle w:val="TOC2"/>
                  <w:tabs>
                    <w:tab w:val="left" w:pos="66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5" w:history="1">
                  <w:r w:rsidRPr="00B921DA">
                    <w:rPr>
                      <w:rStyle w:val="Hyperlink"/>
                      <w:noProof/>
                    </w:rPr>
                    <w:t>5.</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Katendid konstruktsioonid</w:t>
                  </w:r>
                  <w:r>
                    <w:rPr>
                      <w:noProof/>
                      <w:webHidden/>
                    </w:rPr>
                    <w:tab/>
                  </w:r>
                  <w:r>
                    <w:rPr>
                      <w:noProof/>
                      <w:webHidden/>
                    </w:rPr>
                    <w:fldChar w:fldCharType="begin"/>
                  </w:r>
                  <w:r>
                    <w:rPr>
                      <w:noProof/>
                      <w:webHidden/>
                    </w:rPr>
                    <w:instrText xml:space="preserve"> PAGEREF _Toc195618065 \h </w:instrText>
                  </w:r>
                  <w:r>
                    <w:rPr>
                      <w:noProof/>
                      <w:webHidden/>
                    </w:rPr>
                  </w:r>
                  <w:r>
                    <w:rPr>
                      <w:noProof/>
                      <w:webHidden/>
                    </w:rPr>
                    <w:fldChar w:fldCharType="separate"/>
                  </w:r>
                  <w:r w:rsidR="00A560E4">
                    <w:rPr>
                      <w:noProof/>
                      <w:webHidden/>
                    </w:rPr>
                    <w:t>6</w:t>
                  </w:r>
                  <w:r>
                    <w:rPr>
                      <w:noProof/>
                      <w:webHidden/>
                    </w:rPr>
                    <w:fldChar w:fldCharType="end"/>
                  </w:r>
                </w:hyperlink>
              </w:p>
              <w:p w14:paraId="35324610" w14:textId="1DD06439" w:rsidR="000C51AF" w:rsidRDefault="000C51AF">
                <w:pPr>
                  <w:pStyle w:val="TOC3"/>
                  <w:tabs>
                    <w:tab w:val="left" w:pos="110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6" w:history="1">
                  <w:r w:rsidRPr="00B921DA">
                    <w:rPr>
                      <w:rStyle w:val="Hyperlink"/>
                      <w:noProof/>
                      <w14:scene3d>
                        <w14:camera w14:prst="orthographicFront"/>
                        <w14:lightRig w14:rig="threePt" w14:dir="t">
                          <w14:rot w14:lat="0" w14:lon="0" w14:rev="0"/>
                        </w14:lightRig>
                      </w14:scene3d>
                    </w:rPr>
                    <w:t>5.1</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Asfaltsegud ja killustikalus</w:t>
                  </w:r>
                  <w:r>
                    <w:rPr>
                      <w:noProof/>
                      <w:webHidden/>
                    </w:rPr>
                    <w:tab/>
                  </w:r>
                  <w:r>
                    <w:rPr>
                      <w:noProof/>
                      <w:webHidden/>
                    </w:rPr>
                    <w:fldChar w:fldCharType="begin"/>
                  </w:r>
                  <w:r>
                    <w:rPr>
                      <w:noProof/>
                      <w:webHidden/>
                    </w:rPr>
                    <w:instrText xml:space="preserve"> PAGEREF _Toc195618066 \h </w:instrText>
                  </w:r>
                  <w:r>
                    <w:rPr>
                      <w:noProof/>
                      <w:webHidden/>
                    </w:rPr>
                  </w:r>
                  <w:r>
                    <w:rPr>
                      <w:noProof/>
                      <w:webHidden/>
                    </w:rPr>
                    <w:fldChar w:fldCharType="separate"/>
                  </w:r>
                  <w:r w:rsidR="00A560E4">
                    <w:rPr>
                      <w:noProof/>
                      <w:webHidden/>
                    </w:rPr>
                    <w:t>8</w:t>
                  </w:r>
                  <w:r>
                    <w:rPr>
                      <w:noProof/>
                      <w:webHidden/>
                    </w:rPr>
                    <w:fldChar w:fldCharType="end"/>
                  </w:r>
                </w:hyperlink>
              </w:p>
              <w:p w14:paraId="64B6B0DF" w14:textId="7A9F6225" w:rsidR="000C51AF" w:rsidRDefault="000C51AF">
                <w:pPr>
                  <w:pStyle w:val="TOC3"/>
                  <w:tabs>
                    <w:tab w:val="left" w:pos="110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7" w:history="1">
                  <w:r w:rsidRPr="00B921DA">
                    <w:rPr>
                      <w:rStyle w:val="Hyperlink"/>
                      <w:noProof/>
                      <w14:scene3d>
                        <w14:camera w14:prst="orthographicFront"/>
                        <w14:lightRig w14:rig="threePt" w14:dir="t">
                          <w14:rot w14:lat="0" w14:lon="0" w14:rev="0"/>
                        </w14:lightRig>
                      </w14:scene3d>
                    </w:rPr>
                    <w:t>5.2</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Täide karjääri materjalist</w:t>
                  </w:r>
                  <w:r>
                    <w:rPr>
                      <w:noProof/>
                      <w:webHidden/>
                    </w:rPr>
                    <w:tab/>
                  </w:r>
                  <w:r>
                    <w:rPr>
                      <w:noProof/>
                      <w:webHidden/>
                    </w:rPr>
                    <w:fldChar w:fldCharType="begin"/>
                  </w:r>
                  <w:r>
                    <w:rPr>
                      <w:noProof/>
                      <w:webHidden/>
                    </w:rPr>
                    <w:instrText xml:space="preserve"> PAGEREF _Toc195618067 \h </w:instrText>
                  </w:r>
                  <w:r>
                    <w:rPr>
                      <w:noProof/>
                      <w:webHidden/>
                    </w:rPr>
                  </w:r>
                  <w:r>
                    <w:rPr>
                      <w:noProof/>
                      <w:webHidden/>
                    </w:rPr>
                    <w:fldChar w:fldCharType="separate"/>
                  </w:r>
                  <w:r w:rsidR="00A560E4">
                    <w:rPr>
                      <w:noProof/>
                      <w:webHidden/>
                    </w:rPr>
                    <w:t>8</w:t>
                  </w:r>
                  <w:r>
                    <w:rPr>
                      <w:noProof/>
                      <w:webHidden/>
                    </w:rPr>
                    <w:fldChar w:fldCharType="end"/>
                  </w:r>
                </w:hyperlink>
              </w:p>
              <w:p w14:paraId="4FAC4BC7" w14:textId="3FA377E7" w:rsidR="000C51AF" w:rsidRDefault="000C51AF">
                <w:pPr>
                  <w:pStyle w:val="TOC3"/>
                  <w:tabs>
                    <w:tab w:val="left" w:pos="110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8" w:history="1">
                  <w:r w:rsidRPr="00B921DA">
                    <w:rPr>
                      <w:rStyle w:val="Hyperlink"/>
                      <w:noProof/>
                      <w14:scene3d>
                        <w14:camera w14:prst="orthographicFront"/>
                        <w14:lightRig w14:rig="threePt" w14:dir="t">
                          <w14:rot w14:lat="0" w14:lon="0" w14:rev="0"/>
                        </w14:lightRig>
                      </w14:scene3d>
                    </w:rPr>
                    <w:t>5.3</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Kruuskate</w:t>
                  </w:r>
                  <w:r>
                    <w:rPr>
                      <w:noProof/>
                      <w:webHidden/>
                    </w:rPr>
                    <w:tab/>
                  </w:r>
                  <w:r>
                    <w:rPr>
                      <w:noProof/>
                      <w:webHidden/>
                    </w:rPr>
                    <w:fldChar w:fldCharType="begin"/>
                  </w:r>
                  <w:r>
                    <w:rPr>
                      <w:noProof/>
                      <w:webHidden/>
                    </w:rPr>
                    <w:instrText xml:space="preserve"> PAGEREF _Toc195618068 \h </w:instrText>
                  </w:r>
                  <w:r>
                    <w:rPr>
                      <w:noProof/>
                      <w:webHidden/>
                    </w:rPr>
                  </w:r>
                  <w:r>
                    <w:rPr>
                      <w:noProof/>
                      <w:webHidden/>
                    </w:rPr>
                    <w:fldChar w:fldCharType="separate"/>
                  </w:r>
                  <w:r w:rsidR="00A560E4">
                    <w:rPr>
                      <w:noProof/>
                      <w:webHidden/>
                    </w:rPr>
                    <w:t>9</w:t>
                  </w:r>
                  <w:r>
                    <w:rPr>
                      <w:noProof/>
                      <w:webHidden/>
                    </w:rPr>
                    <w:fldChar w:fldCharType="end"/>
                  </w:r>
                </w:hyperlink>
              </w:p>
              <w:p w14:paraId="1FE3F94C" w14:textId="7448C509" w:rsidR="000C51AF" w:rsidRDefault="000C51AF">
                <w:pPr>
                  <w:pStyle w:val="TOC3"/>
                  <w:tabs>
                    <w:tab w:val="left" w:pos="110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69" w:history="1">
                  <w:r w:rsidRPr="00B921DA">
                    <w:rPr>
                      <w:rStyle w:val="Hyperlink"/>
                      <w:noProof/>
                      <w14:scene3d>
                        <w14:camera w14:prst="orthographicFront"/>
                        <w14:lightRig w14:rig="threePt" w14:dir="t">
                          <w14:rot w14:lat="0" w14:lon="0" w14:rev="0"/>
                        </w14:lightRig>
                      </w14:scene3d>
                    </w:rPr>
                    <w:t>5.4</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Projekteeritud nõlv ja kraav</w:t>
                  </w:r>
                  <w:r>
                    <w:rPr>
                      <w:noProof/>
                      <w:webHidden/>
                    </w:rPr>
                    <w:tab/>
                  </w:r>
                  <w:r>
                    <w:rPr>
                      <w:noProof/>
                      <w:webHidden/>
                    </w:rPr>
                    <w:fldChar w:fldCharType="begin"/>
                  </w:r>
                  <w:r>
                    <w:rPr>
                      <w:noProof/>
                      <w:webHidden/>
                    </w:rPr>
                    <w:instrText xml:space="preserve"> PAGEREF _Toc195618069 \h </w:instrText>
                  </w:r>
                  <w:r>
                    <w:rPr>
                      <w:noProof/>
                      <w:webHidden/>
                    </w:rPr>
                  </w:r>
                  <w:r>
                    <w:rPr>
                      <w:noProof/>
                      <w:webHidden/>
                    </w:rPr>
                    <w:fldChar w:fldCharType="separate"/>
                  </w:r>
                  <w:r w:rsidR="00A560E4">
                    <w:rPr>
                      <w:noProof/>
                      <w:webHidden/>
                    </w:rPr>
                    <w:t>9</w:t>
                  </w:r>
                  <w:r>
                    <w:rPr>
                      <w:noProof/>
                      <w:webHidden/>
                    </w:rPr>
                    <w:fldChar w:fldCharType="end"/>
                  </w:r>
                </w:hyperlink>
              </w:p>
              <w:p w14:paraId="07DF9096" w14:textId="1224B573" w:rsidR="000C51AF" w:rsidRDefault="000C51AF">
                <w:pPr>
                  <w:pStyle w:val="TOC2"/>
                  <w:tabs>
                    <w:tab w:val="left" w:pos="66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70" w:history="1">
                  <w:r w:rsidRPr="00B921DA">
                    <w:rPr>
                      <w:rStyle w:val="Hyperlink"/>
                      <w:noProof/>
                    </w:rPr>
                    <w:t>6.</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Kattetaastus - üldist</w:t>
                  </w:r>
                  <w:r>
                    <w:rPr>
                      <w:noProof/>
                      <w:webHidden/>
                    </w:rPr>
                    <w:tab/>
                  </w:r>
                  <w:r>
                    <w:rPr>
                      <w:noProof/>
                      <w:webHidden/>
                    </w:rPr>
                    <w:fldChar w:fldCharType="begin"/>
                  </w:r>
                  <w:r>
                    <w:rPr>
                      <w:noProof/>
                      <w:webHidden/>
                    </w:rPr>
                    <w:instrText xml:space="preserve"> PAGEREF _Toc195618070 \h </w:instrText>
                  </w:r>
                  <w:r>
                    <w:rPr>
                      <w:noProof/>
                      <w:webHidden/>
                    </w:rPr>
                  </w:r>
                  <w:r>
                    <w:rPr>
                      <w:noProof/>
                      <w:webHidden/>
                    </w:rPr>
                    <w:fldChar w:fldCharType="separate"/>
                  </w:r>
                  <w:r w:rsidR="00A560E4">
                    <w:rPr>
                      <w:noProof/>
                      <w:webHidden/>
                    </w:rPr>
                    <w:t>10</w:t>
                  </w:r>
                  <w:r>
                    <w:rPr>
                      <w:noProof/>
                      <w:webHidden/>
                    </w:rPr>
                    <w:fldChar w:fldCharType="end"/>
                  </w:r>
                </w:hyperlink>
              </w:p>
              <w:p w14:paraId="26BA71E8" w14:textId="49A16242" w:rsidR="000C51AF" w:rsidRDefault="000C51AF">
                <w:pPr>
                  <w:pStyle w:val="TOC3"/>
                  <w:tabs>
                    <w:tab w:val="left" w:pos="110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71" w:history="1">
                  <w:r w:rsidRPr="00B921DA">
                    <w:rPr>
                      <w:rStyle w:val="Hyperlink"/>
                      <w:noProof/>
                      <w:lang w:bidi="et-EE"/>
                      <w14:scene3d>
                        <w14:camera w14:prst="orthographicFront"/>
                        <w14:lightRig w14:rig="threePt" w14:dir="t">
                          <w14:rot w14:lat="0" w14:lon="0" w14:rev="0"/>
                        </w14:lightRig>
                      </w14:scene3d>
                    </w:rPr>
                    <w:t>6.1</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Asfaltkatte taastamine</w:t>
                  </w:r>
                  <w:r>
                    <w:rPr>
                      <w:noProof/>
                      <w:webHidden/>
                    </w:rPr>
                    <w:tab/>
                  </w:r>
                  <w:r>
                    <w:rPr>
                      <w:noProof/>
                      <w:webHidden/>
                    </w:rPr>
                    <w:fldChar w:fldCharType="begin"/>
                  </w:r>
                  <w:r>
                    <w:rPr>
                      <w:noProof/>
                      <w:webHidden/>
                    </w:rPr>
                    <w:instrText xml:space="preserve"> PAGEREF _Toc195618071 \h </w:instrText>
                  </w:r>
                  <w:r>
                    <w:rPr>
                      <w:noProof/>
                      <w:webHidden/>
                    </w:rPr>
                  </w:r>
                  <w:r>
                    <w:rPr>
                      <w:noProof/>
                      <w:webHidden/>
                    </w:rPr>
                    <w:fldChar w:fldCharType="separate"/>
                  </w:r>
                  <w:r w:rsidR="00A560E4">
                    <w:rPr>
                      <w:noProof/>
                      <w:webHidden/>
                    </w:rPr>
                    <w:t>11</w:t>
                  </w:r>
                  <w:r>
                    <w:rPr>
                      <w:noProof/>
                      <w:webHidden/>
                    </w:rPr>
                    <w:fldChar w:fldCharType="end"/>
                  </w:r>
                </w:hyperlink>
              </w:p>
              <w:p w14:paraId="59B09996" w14:textId="68304034" w:rsidR="000C51AF" w:rsidRDefault="000C51AF">
                <w:pPr>
                  <w:pStyle w:val="TOC3"/>
                  <w:tabs>
                    <w:tab w:val="left" w:pos="1100"/>
                    <w:tab w:val="right" w:leader="dot" w:pos="9061"/>
                  </w:tabs>
                  <w:rPr>
                    <w:rFonts w:asciiTheme="minorHAnsi" w:eastAsiaTheme="minorEastAsia" w:hAnsiTheme="minorHAnsi" w:cstheme="minorBidi"/>
                    <w:noProof/>
                    <w:kern w:val="2"/>
                    <w:sz w:val="24"/>
                    <w:szCs w:val="24"/>
                    <w:lang w:val="en-GB" w:eastAsia="en-GB"/>
                    <w14:ligatures w14:val="standardContextual"/>
                  </w:rPr>
                </w:pPr>
                <w:hyperlink w:anchor="_Toc195618072" w:history="1">
                  <w:r w:rsidRPr="00B921DA">
                    <w:rPr>
                      <w:rStyle w:val="Hyperlink"/>
                      <w:noProof/>
                      <w14:scene3d>
                        <w14:camera w14:prst="orthographicFront"/>
                        <w14:lightRig w14:rig="threePt" w14:dir="t">
                          <w14:rot w14:lat="0" w14:lon="0" w14:rev="0"/>
                        </w14:lightRig>
                      </w14:scene3d>
                    </w:rPr>
                    <w:t>6.2</w:t>
                  </w:r>
                  <w:r>
                    <w:rPr>
                      <w:rFonts w:asciiTheme="minorHAnsi" w:eastAsiaTheme="minorEastAsia" w:hAnsiTheme="minorHAnsi" w:cstheme="minorBidi"/>
                      <w:noProof/>
                      <w:kern w:val="2"/>
                      <w:sz w:val="24"/>
                      <w:szCs w:val="24"/>
                      <w:lang w:val="en-GB" w:eastAsia="en-GB"/>
                      <w14:ligatures w14:val="standardContextual"/>
                    </w:rPr>
                    <w:tab/>
                  </w:r>
                  <w:r w:rsidRPr="00B921DA">
                    <w:rPr>
                      <w:rStyle w:val="Hyperlink"/>
                      <w:noProof/>
                    </w:rPr>
                    <w:t>Haljastuse taastamine</w:t>
                  </w:r>
                  <w:r>
                    <w:rPr>
                      <w:noProof/>
                      <w:webHidden/>
                    </w:rPr>
                    <w:tab/>
                  </w:r>
                  <w:r>
                    <w:rPr>
                      <w:noProof/>
                      <w:webHidden/>
                    </w:rPr>
                    <w:fldChar w:fldCharType="begin"/>
                  </w:r>
                  <w:r>
                    <w:rPr>
                      <w:noProof/>
                      <w:webHidden/>
                    </w:rPr>
                    <w:instrText xml:space="preserve"> PAGEREF _Toc195618072 \h </w:instrText>
                  </w:r>
                  <w:r>
                    <w:rPr>
                      <w:noProof/>
                      <w:webHidden/>
                    </w:rPr>
                  </w:r>
                  <w:r>
                    <w:rPr>
                      <w:noProof/>
                      <w:webHidden/>
                    </w:rPr>
                    <w:fldChar w:fldCharType="separate"/>
                  </w:r>
                  <w:r w:rsidR="00A560E4">
                    <w:rPr>
                      <w:noProof/>
                      <w:webHidden/>
                    </w:rPr>
                    <w:t>11</w:t>
                  </w:r>
                  <w:r>
                    <w:rPr>
                      <w:noProof/>
                      <w:webHidden/>
                    </w:rPr>
                    <w:fldChar w:fldCharType="end"/>
                  </w:r>
                </w:hyperlink>
              </w:p>
              <w:p w14:paraId="1A520CD3" w14:textId="6700F432" w:rsidR="00143A2D" w:rsidRPr="002B4FB9" w:rsidRDefault="00143A2D" w:rsidP="00D57F11">
                <w:pPr>
                  <w:pStyle w:val="TOC2"/>
                  <w:tabs>
                    <w:tab w:val="left" w:pos="660"/>
                    <w:tab w:val="right" w:leader="dot" w:pos="20201"/>
                  </w:tabs>
                  <w:spacing w:line="360" w:lineRule="auto"/>
                  <w:ind w:left="0"/>
                  <w:rPr>
                    <w:rFonts w:asciiTheme="minorHAnsi" w:eastAsiaTheme="minorEastAsia" w:hAnsiTheme="minorHAnsi" w:cstheme="minorBidi"/>
                    <w:kern w:val="2"/>
                    <w:lang w:eastAsia="et-EE"/>
                    <w14:ligatures w14:val="standardContextual"/>
                  </w:rPr>
                </w:pPr>
                <w:r w:rsidRPr="002B4FB9">
                  <w:fldChar w:fldCharType="end"/>
                </w:r>
              </w:p>
              <w:p w14:paraId="58C2B1A6" w14:textId="77777777" w:rsidR="00143A2D" w:rsidRPr="002B4FB9" w:rsidRDefault="00B539C2" w:rsidP="00D57F11">
                <w:pPr>
                  <w:pStyle w:val="TOC2"/>
                  <w:tabs>
                    <w:tab w:val="left" w:pos="660"/>
                    <w:tab w:val="right" w:leader="dot" w:pos="20201"/>
                  </w:tabs>
                  <w:spacing w:line="360" w:lineRule="auto"/>
                  <w:rPr>
                    <w:rFonts w:asciiTheme="minorHAnsi" w:eastAsiaTheme="minorEastAsia" w:hAnsiTheme="minorHAnsi" w:cstheme="minorBidi"/>
                  </w:rPr>
                </w:pPr>
              </w:p>
            </w:sdtContent>
          </w:sdt>
          <w:p w14:paraId="7925129F" w14:textId="77777777" w:rsidR="00226C59" w:rsidRDefault="00226C59" w:rsidP="00226C59">
            <w:bookmarkStart w:id="2" w:name="_Toc395806546"/>
            <w:bookmarkStart w:id="3" w:name="_Toc41315054"/>
            <w:bookmarkStart w:id="4" w:name="_Toc42698849"/>
            <w:bookmarkStart w:id="5" w:name="_Toc42859463"/>
            <w:bookmarkStart w:id="6" w:name="_Toc43066465"/>
            <w:bookmarkStart w:id="7" w:name="_Toc43068759"/>
            <w:bookmarkStart w:id="8" w:name="_Toc43126847"/>
            <w:bookmarkStart w:id="9" w:name="_Toc53660615"/>
            <w:bookmarkStart w:id="10" w:name="_Toc54813773"/>
            <w:bookmarkStart w:id="11" w:name="_Toc56072074"/>
            <w:bookmarkStart w:id="12" w:name="_Toc83220935"/>
            <w:bookmarkStart w:id="13" w:name="_Toc87444914"/>
            <w:bookmarkStart w:id="14" w:name="_Toc160557671"/>
            <w:bookmarkStart w:id="15" w:name="_Toc432759659"/>
            <w:bookmarkStart w:id="16" w:name="_Toc31373412"/>
            <w:bookmarkStart w:id="17" w:name="_Toc36410325"/>
            <w:bookmarkStart w:id="18" w:name="_Toc36418668"/>
            <w:bookmarkStart w:id="19" w:name="_Toc36418944"/>
            <w:bookmarkStart w:id="20" w:name="_Toc36538694"/>
            <w:bookmarkStart w:id="21" w:name="_Toc36890832"/>
          </w:p>
          <w:p w14:paraId="3483377E" w14:textId="77777777" w:rsidR="000C51AF" w:rsidRDefault="000C51AF" w:rsidP="00226C59"/>
          <w:p w14:paraId="4F4AD3FE" w14:textId="77777777" w:rsidR="000C51AF" w:rsidRDefault="000C51AF" w:rsidP="00226C59"/>
          <w:p w14:paraId="764908EC" w14:textId="77777777" w:rsidR="000C51AF" w:rsidRDefault="000C51AF" w:rsidP="00226C59"/>
          <w:p w14:paraId="6A1DCD63" w14:textId="77777777" w:rsidR="000C51AF" w:rsidRDefault="000C51AF" w:rsidP="00226C59"/>
          <w:p w14:paraId="5629AA8A" w14:textId="77777777" w:rsidR="000C51AF" w:rsidRDefault="000C51AF" w:rsidP="00226C59"/>
          <w:p w14:paraId="5A4C52D6" w14:textId="77777777" w:rsidR="00226C59" w:rsidRDefault="00226C59" w:rsidP="00226C59"/>
          <w:p w14:paraId="14AFA591" w14:textId="77777777" w:rsidR="00226C59" w:rsidRDefault="00226C59" w:rsidP="00226C59"/>
          <w:p w14:paraId="1AD2B3A0" w14:textId="77777777" w:rsidR="00226C59" w:rsidRDefault="00226C59" w:rsidP="00226C59"/>
          <w:p w14:paraId="13F6A6E8" w14:textId="77777777" w:rsidR="00226C59" w:rsidRDefault="00226C59" w:rsidP="00226C59"/>
          <w:p w14:paraId="24BEA6DE" w14:textId="77777777" w:rsidR="00226C59" w:rsidRDefault="00226C59" w:rsidP="00226C59"/>
          <w:p w14:paraId="45E39C7B" w14:textId="77777777" w:rsidR="00226C59" w:rsidRDefault="00226C59" w:rsidP="00226C59"/>
          <w:p w14:paraId="68A503A0" w14:textId="77777777" w:rsidR="00226C59" w:rsidRDefault="00226C59" w:rsidP="00226C59"/>
          <w:p w14:paraId="2AFAFCC3" w14:textId="77777777" w:rsidR="00226C59" w:rsidRDefault="00226C59" w:rsidP="00226C59"/>
          <w:p w14:paraId="46685432" w14:textId="77777777" w:rsidR="00226C59" w:rsidRDefault="00226C59" w:rsidP="00226C59"/>
          <w:p w14:paraId="6EDC7623" w14:textId="77777777" w:rsidR="00226C59" w:rsidRDefault="00226C59" w:rsidP="00226C59"/>
          <w:p w14:paraId="7E63734E" w14:textId="77777777" w:rsidR="00226C59" w:rsidRPr="00226C59" w:rsidRDefault="00226C59" w:rsidP="00226C59"/>
          <w:p w14:paraId="10A2145B" w14:textId="77777777" w:rsidR="00143A2D" w:rsidRPr="002B4FB9" w:rsidRDefault="00143A2D" w:rsidP="00D57F11">
            <w:pPr>
              <w:spacing w:line="360" w:lineRule="auto"/>
            </w:pPr>
          </w:p>
          <w:p w14:paraId="0430E0C5" w14:textId="77777777" w:rsidR="00143A2D" w:rsidRPr="002B4FB9" w:rsidRDefault="00143A2D" w:rsidP="00D57F11">
            <w:pPr>
              <w:spacing w:line="360" w:lineRule="auto"/>
            </w:pPr>
          </w:p>
          <w:p w14:paraId="604520BA" w14:textId="6AB271A4" w:rsidR="00143A2D" w:rsidRDefault="004F3167" w:rsidP="00176439">
            <w:pPr>
              <w:pStyle w:val="Heading2"/>
              <w:tabs>
                <w:tab w:val="num" w:pos="993"/>
              </w:tabs>
              <w:spacing w:after="100" w:afterAutospacing="1" w:line="360" w:lineRule="auto"/>
            </w:pPr>
            <w:bookmarkStart w:id="22" w:name="_Toc195618060"/>
            <w:bookmarkEnd w:id="2"/>
            <w:bookmarkEnd w:id="3"/>
            <w:bookmarkEnd w:id="4"/>
            <w:bookmarkEnd w:id="5"/>
            <w:bookmarkEnd w:id="6"/>
            <w:bookmarkEnd w:id="7"/>
            <w:bookmarkEnd w:id="8"/>
            <w:bookmarkEnd w:id="9"/>
            <w:bookmarkEnd w:id="10"/>
            <w:bookmarkEnd w:id="11"/>
            <w:bookmarkEnd w:id="12"/>
            <w:bookmarkEnd w:id="13"/>
            <w:bookmarkEnd w:id="14"/>
            <w:r>
              <w:lastRenderedPageBreak/>
              <w:t>Katete taastamine torustiku rajamisel – üldist</w:t>
            </w:r>
            <w:bookmarkEnd w:id="22"/>
          </w:p>
          <w:p w14:paraId="25EE4C30" w14:textId="57FF819A" w:rsidR="000C43E4" w:rsidRPr="002B4FB9" w:rsidRDefault="004F3167" w:rsidP="004F3167">
            <w:pPr>
              <w:spacing w:line="360" w:lineRule="auto"/>
              <w:jc w:val="both"/>
            </w:pPr>
            <w:r>
              <w:t>Käesolev katete taastamise lahendus on koostatud OÜ Keskkonnaprojekt töö nr Rail Baltica Harjumaa põhitrassi raudteetaristu I etappi ehitustööd. Lahendusega on antud juhised ning nõuded torustike rajamisega rikutud ja/või lõhutud katendite taastamiseks.</w:t>
            </w:r>
          </w:p>
          <w:p w14:paraId="6A047B6E" w14:textId="77777777" w:rsidR="00D57F11" w:rsidRPr="002B4FB9" w:rsidRDefault="00D57F11" w:rsidP="00D57F11">
            <w:pPr>
              <w:pStyle w:val="Heading2"/>
              <w:spacing w:line="360" w:lineRule="auto"/>
            </w:pPr>
            <w:bookmarkStart w:id="23" w:name="_Toc167805806"/>
            <w:bookmarkStart w:id="24" w:name="_Toc195618061"/>
            <w:r w:rsidRPr="002B4FB9">
              <w:t>Kasutatud standardid, juhendid ning kriteeriumid</w:t>
            </w:r>
            <w:bookmarkEnd w:id="23"/>
            <w:bookmarkEnd w:id="24"/>
          </w:p>
          <w:p w14:paraId="0F854EAA" w14:textId="77777777" w:rsidR="004F3167" w:rsidRDefault="004F3167" w:rsidP="004F3167">
            <w:pPr>
              <w:pStyle w:val="ListParagraph"/>
              <w:numPr>
                <w:ilvl w:val="0"/>
                <w:numId w:val="28"/>
              </w:numPr>
              <w:spacing w:before="240" w:after="240" w:line="360" w:lineRule="auto"/>
              <w:jc w:val="both"/>
            </w:pPr>
            <w:r>
              <w:t>Tee projekteerimise normid (MJT 10.08.2015 määrus nr RT I, 07.08.2015,14)</w:t>
            </w:r>
          </w:p>
          <w:p w14:paraId="08278EED" w14:textId="77777777" w:rsidR="004F3167" w:rsidRDefault="004F3167" w:rsidP="004F3167">
            <w:pPr>
              <w:pStyle w:val="ListParagraph"/>
              <w:numPr>
                <w:ilvl w:val="0"/>
                <w:numId w:val="28"/>
              </w:numPr>
              <w:spacing w:before="240" w:after="240" w:line="360" w:lineRule="auto"/>
              <w:jc w:val="both"/>
            </w:pPr>
            <w:r>
              <w:t>Tee ehitamise kvaliteedi nõuded. (MJT 11.04.2016 määrus nr RT I, 08.04.2016, 4)</w:t>
            </w:r>
          </w:p>
          <w:p w14:paraId="70A2D24B" w14:textId="77777777" w:rsidR="004F3167" w:rsidRDefault="004F3167" w:rsidP="004F3167">
            <w:pPr>
              <w:pStyle w:val="ListParagraph"/>
              <w:numPr>
                <w:ilvl w:val="0"/>
                <w:numId w:val="28"/>
              </w:numPr>
              <w:spacing w:before="240" w:after="240" w:line="360" w:lineRule="auto"/>
              <w:jc w:val="both"/>
            </w:pPr>
            <w:r>
              <w:t>Asfaldist katendikihtide ehitamise juhend. (MNT 23.12.2015 käskkiri nr 0314)</w:t>
            </w:r>
          </w:p>
          <w:p w14:paraId="316A69EE" w14:textId="77777777" w:rsidR="004F3167" w:rsidRDefault="004F3167" w:rsidP="004F3167">
            <w:pPr>
              <w:pStyle w:val="ListParagraph"/>
              <w:numPr>
                <w:ilvl w:val="0"/>
                <w:numId w:val="28"/>
              </w:numPr>
              <w:spacing w:before="240" w:after="240" w:line="360" w:lineRule="auto"/>
              <w:jc w:val="both"/>
            </w:pPr>
            <w:r>
              <w:t>Killustikust katendikihtide ehitamise juhis. (MA 2016-012)</w:t>
            </w:r>
          </w:p>
          <w:p w14:paraId="5A6E8B7A" w14:textId="77777777" w:rsidR="004F3167" w:rsidRDefault="004F3167" w:rsidP="004F3167">
            <w:pPr>
              <w:pStyle w:val="ListParagraph"/>
              <w:numPr>
                <w:ilvl w:val="0"/>
                <w:numId w:val="28"/>
              </w:numPr>
              <w:spacing w:before="240" w:after="240" w:line="360" w:lineRule="auto"/>
              <w:jc w:val="both"/>
            </w:pPr>
            <w:r>
              <w:t>Muldkeha ja dreenkihi projekteerimise, ehitamise ja remondi juhis. (MNT 05.01.2016. käskkiri nr 0001)</w:t>
            </w:r>
          </w:p>
          <w:p w14:paraId="5DE9B41D" w14:textId="77777777" w:rsidR="004F3167" w:rsidRPr="003676CF" w:rsidRDefault="004F3167" w:rsidP="004F3167">
            <w:pPr>
              <w:pStyle w:val="ListParagraph"/>
              <w:numPr>
                <w:ilvl w:val="0"/>
                <w:numId w:val="28"/>
              </w:numPr>
              <w:spacing w:before="240" w:after="240" w:line="360" w:lineRule="auto"/>
              <w:jc w:val="both"/>
            </w:pPr>
            <w:r>
              <w:t>Rae valla k</w:t>
            </w:r>
            <w:r w:rsidRPr="003676CF">
              <w:t>aevetööde eeskiri (</w:t>
            </w:r>
            <w:r>
              <w:t>RT IV</w:t>
            </w:r>
            <w:r w:rsidRPr="003676CF">
              <w:t>,</w:t>
            </w:r>
            <w:r>
              <w:t xml:space="preserve"> 08.05.2014,</w:t>
            </w:r>
            <w:r w:rsidRPr="003676CF">
              <w:t xml:space="preserve"> </w:t>
            </w:r>
            <w:r>
              <w:t>68</w:t>
            </w:r>
            <w:r w:rsidRPr="003676CF">
              <w:t>)</w:t>
            </w:r>
          </w:p>
          <w:p w14:paraId="4932E608" w14:textId="77418911" w:rsidR="00D57F11" w:rsidRDefault="004F3167" w:rsidP="004505FF">
            <w:pPr>
              <w:pStyle w:val="Heading2"/>
              <w:keepNext w:val="0"/>
              <w:keepLines w:val="0"/>
              <w:suppressAutoHyphens/>
              <w:spacing w:line="360" w:lineRule="auto"/>
              <w:ind w:left="357" w:hanging="357"/>
            </w:pPr>
            <w:bookmarkStart w:id="25" w:name="_Toc195618062"/>
            <w:r>
              <w:t>Katete eemaldamine – üldist</w:t>
            </w:r>
            <w:bookmarkEnd w:id="25"/>
          </w:p>
          <w:p w14:paraId="634C520E" w14:textId="77777777" w:rsidR="004F3167" w:rsidRDefault="004F3167" w:rsidP="004F3167">
            <w:pPr>
              <w:spacing w:before="120" w:line="360" w:lineRule="auto"/>
              <w:jc w:val="both"/>
            </w:pPr>
            <w:r w:rsidRPr="004B3BD5">
              <w:t>Enne kaevetöid ning katete eemaldamist fikseerib</w:t>
            </w:r>
            <w:r>
              <w:t xml:space="preserve"> (fotod)</w:t>
            </w:r>
            <w:r w:rsidRPr="004B3BD5">
              <w:t xml:space="preserve"> Töövõtja trassikoridori pinnakatted</w:t>
            </w:r>
            <w:r>
              <w:t>. Fotosid tuleb teha piisaval hulgal, et anda ülevaade kogu ehitusala ja seda ümbritsevate hoonete, rajatiste, haljastuse jne olukorrast. Erilist tähelepanu tuleb pöörata järgmiste objektide fotografeerimisele:</w:t>
            </w:r>
          </w:p>
          <w:p w14:paraId="01F4E098" w14:textId="77777777" w:rsidR="004F3167" w:rsidRDefault="004F3167" w:rsidP="004F3167">
            <w:pPr>
              <w:spacing w:before="120" w:line="360" w:lineRule="auto"/>
              <w:jc w:val="both"/>
            </w:pPr>
            <w:r>
              <w:t xml:space="preserve">- teekatted, </w:t>
            </w:r>
          </w:p>
          <w:p w14:paraId="2A58E436" w14:textId="77777777" w:rsidR="004F3167" w:rsidRDefault="004F3167" w:rsidP="004F3167">
            <w:pPr>
              <w:spacing w:line="360" w:lineRule="auto"/>
              <w:jc w:val="both"/>
            </w:pPr>
            <w:r>
              <w:t xml:space="preserve">- tehnovõrkude maapealsed osad, </w:t>
            </w:r>
          </w:p>
          <w:p w14:paraId="2F37BFEA" w14:textId="77777777" w:rsidR="004F3167" w:rsidRDefault="004F3167" w:rsidP="004F3167">
            <w:pPr>
              <w:spacing w:line="360" w:lineRule="auto"/>
              <w:jc w:val="both"/>
            </w:pPr>
            <w:r>
              <w:t xml:space="preserve">- kraavid ja truubid, </w:t>
            </w:r>
          </w:p>
          <w:p w14:paraId="08CA4BC1" w14:textId="77777777" w:rsidR="004F3167" w:rsidRDefault="004F3167" w:rsidP="004F3167">
            <w:pPr>
              <w:spacing w:line="360" w:lineRule="auto"/>
              <w:jc w:val="both"/>
            </w:pPr>
            <w:r>
              <w:t xml:space="preserve">- piirdeaiad, </w:t>
            </w:r>
          </w:p>
          <w:p w14:paraId="53C8D320" w14:textId="77777777" w:rsidR="004F3167" w:rsidRDefault="004F3167" w:rsidP="004F3167">
            <w:pPr>
              <w:spacing w:line="360" w:lineRule="auto"/>
              <w:jc w:val="both"/>
            </w:pPr>
            <w:r>
              <w:t>- väravad ja hekid,</w:t>
            </w:r>
          </w:p>
          <w:p w14:paraId="5A584C50" w14:textId="77777777" w:rsidR="004F3167" w:rsidRDefault="004F3167" w:rsidP="004F3167">
            <w:pPr>
              <w:spacing w:line="360" w:lineRule="auto"/>
              <w:jc w:val="both"/>
            </w:pPr>
            <w:r>
              <w:t xml:space="preserve">- liikluskorraldusvahendid, </w:t>
            </w:r>
          </w:p>
          <w:p w14:paraId="0874832A" w14:textId="77777777" w:rsidR="004F3167" w:rsidRDefault="004F3167" w:rsidP="004F3167">
            <w:pPr>
              <w:spacing w:line="360" w:lineRule="auto"/>
              <w:jc w:val="both"/>
            </w:pPr>
            <w:r>
              <w:t xml:space="preserve">- kõrghaljastus. </w:t>
            </w:r>
          </w:p>
          <w:p w14:paraId="78D89D86" w14:textId="0FAAE400" w:rsidR="004F3167" w:rsidRDefault="004F3167" w:rsidP="000C51AF">
            <w:pPr>
              <w:autoSpaceDE w:val="0"/>
              <w:autoSpaceDN w:val="0"/>
              <w:adjustRightInd w:val="0"/>
              <w:spacing w:before="120" w:line="360" w:lineRule="auto"/>
              <w:jc w:val="both"/>
            </w:pPr>
            <w:r>
              <w:lastRenderedPageBreak/>
              <w:t xml:space="preserve">Fotod esitatakse Insenerile digitaalselt, Inseneriga kokkulepitaval andmekandjal. Fotod tuleb teha vahetult enne tööde alustamist, et fikseerida võimalikult täpselt ehituseelne olukord. Juhul kui mingis töölõigus planeeritakse tööde alustamist talvel, tuleb fotod teha enne lumekatte tekkimist. Lisaks fotode tegemisele tuleb kinnispunktide (õhuliinide postid, aiapostid, puud) suhtes markeerida </w:t>
            </w:r>
            <w:r w:rsidRPr="004B3BD5">
              <w:t>erinevate katete piirid viisil</w:t>
            </w:r>
            <w:r>
              <w:t xml:space="preserve"> (nt skeemil) </w:t>
            </w:r>
            <w:r w:rsidRPr="004B3BD5">
              <w:t>mis tagab võimalused hilisemalt olemasoleva olukorra taastamiseks.</w:t>
            </w:r>
          </w:p>
          <w:p w14:paraId="0406BCD4" w14:textId="29201185" w:rsidR="004F3167" w:rsidRPr="004F3167" w:rsidRDefault="004F3167" w:rsidP="000C51AF">
            <w:pPr>
              <w:autoSpaceDE w:val="0"/>
              <w:autoSpaceDN w:val="0"/>
              <w:adjustRightInd w:val="0"/>
              <w:spacing w:before="120" w:line="360" w:lineRule="auto"/>
              <w:jc w:val="both"/>
            </w:pPr>
            <w:r w:rsidRPr="0012237E">
              <w:t>Tähelepanu! Ehitamisega kaasnevate veoste vedamisel ja muude sõidukite liiklemisel peab kindlustama ehitusobjektilt väljuvate sõidukite rehvide puhtuse ja vältima ehitusprahi, pinnase, tolmu ning vee kandumise väljapoole ehitusobjekti piire. Selleks tuleb rajada ehitusobjektile või selle vahetusse lähedusse rehvide puhastamiseks sobiv hooldusala ning korraldada vajadusel teehooldetööd. Juhul kui hooldusala asub väljaspool ehitusobjekti tuleb kavandada ja tagada ka selle ala ehitusjärgne heakorrastamine</w:t>
            </w:r>
            <w:r w:rsidRPr="000C51AF">
              <w:t>.</w:t>
            </w:r>
          </w:p>
          <w:p w14:paraId="51442C71" w14:textId="53DA8540" w:rsidR="00D57F11" w:rsidRPr="002B4FB9" w:rsidRDefault="004F3167" w:rsidP="00D57F11">
            <w:pPr>
              <w:pStyle w:val="Heading3"/>
              <w:spacing w:line="360" w:lineRule="auto"/>
            </w:pPr>
            <w:bookmarkStart w:id="26" w:name="_Toc195618063"/>
            <w:r>
              <w:t>Asfaltkatte ning haljastuse eemaldamine</w:t>
            </w:r>
            <w:bookmarkEnd w:id="26"/>
          </w:p>
          <w:p w14:paraId="44765247" w14:textId="77777777" w:rsidR="00F443EB" w:rsidRDefault="00F443EB" w:rsidP="000C51AF">
            <w:pPr>
              <w:autoSpaceDE w:val="0"/>
              <w:autoSpaceDN w:val="0"/>
              <w:adjustRightInd w:val="0"/>
              <w:spacing w:before="120" w:line="360" w:lineRule="auto"/>
              <w:jc w:val="both"/>
            </w:pPr>
            <w:r w:rsidRPr="004B3BD5">
              <w:t>Asfaltkat</w:t>
            </w:r>
            <w:r>
              <w:t>t</w:t>
            </w:r>
            <w:r w:rsidRPr="004B3BD5">
              <w:t>e</w:t>
            </w:r>
            <w:r>
              <w:t>d</w:t>
            </w:r>
            <w:r w:rsidRPr="004B3BD5">
              <w:t xml:space="preserve"> tuleb eemaldada freesimise teel, kasutades selleks ettenähtud tehnikat. Eemaldatava asflatkatte minimaalse laiuse määrab rajatava kaeviku pealtlaius, misjuures tuleb asfaltkate eemaldada vähemalt 0,</w:t>
            </w:r>
            <w:r>
              <w:t>5</w:t>
            </w:r>
            <w:r w:rsidRPr="004B3BD5">
              <w:t xml:space="preserve"> m kaugusel kaeviku servast.</w:t>
            </w:r>
            <w:r>
              <w:t xml:space="preserve"> Lisaks kattetaastuse asendiplaanil viidatud asfaldi taastamisele on</w:t>
            </w:r>
            <w:r w:rsidRPr="004B3BD5">
              <w:t xml:space="preserve"> Töövõtja</w:t>
            </w:r>
            <w:r>
              <w:t xml:space="preserve"> </w:t>
            </w:r>
            <w:r w:rsidRPr="004B3BD5">
              <w:t>kohustatud eemaldama ning hiljem taastama ka selle asfaltkatte</w:t>
            </w:r>
            <w:r>
              <w:t>,</w:t>
            </w:r>
            <w:r w:rsidRPr="004B3BD5">
              <w:t xml:space="preserve"> mis saab Töövõtja tegevuste tõttu kahjustada (praod, vajunud alad jne)</w:t>
            </w:r>
            <w:r>
              <w:t xml:space="preserve">. </w:t>
            </w:r>
            <w:r w:rsidRPr="004B3BD5">
              <w:t xml:space="preserve">Freeslõigete servad peavad olema võimalikult sirged. Katendi osalisel eemaldamisel (parklates või teedel) on lubatud kasutada ainult 90°, 45° ja 0° lõikeid, parkla piiride või tee telgjoone suhtes. </w:t>
            </w:r>
          </w:p>
          <w:p w14:paraId="3B1E8755" w14:textId="5FFE4E06" w:rsidR="00F443EB" w:rsidRPr="00F26D01" w:rsidRDefault="00F443EB" w:rsidP="000C51AF">
            <w:pPr>
              <w:autoSpaceDE w:val="0"/>
              <w:autoSpaceDN w:val="0"/>
              <w:adjustRightInd w:val="0"/>
              <w:spacing w:before="120" w:line="360" w:lineRule="auto"/>
              <w:jc w:val="both"/>
            </w:pPr>
            <w:r w:rsidRPr="004B3BD5">
              <w:t>Kaeve- ning ehitustöid segavad ääre ja tänavakivid tuleb eemaldada viisil</w:t>
            </w:r>
            <w:r>
              <w:t>,</w:t>
            </w:r>
            <w:r w:rsidRPr="004B3BD5">
              <w:t xml:space="preserve"> mis väldib nende vigastamist ning võimaldab nende hilisemat taaskasutust. Eemaldamise või ehitustööde käigus kahjustunud ja purunenud äärekivid tuleb kasutusest kõrvaldada ning asendada uutega.</w:t>
            </w:r>
          </w:p>
          <w:p w14:paraId="10062E36" w14:textId="1B62A319" w:rsidR="00F443EB" w:rsidRPr="002B4FB9" w:rsidRDefault="00F443EB" w:rsidP="000C51AF">
            <w:pPr>
              <w:autoSpaceDE w:val="0"/>
              <w:autoSpaceDN w:val="0"/>
              <w:adjustRightInd w:val="0"/>
              <w:spacing w:before="120" w:line="360" w:lineRule="auto"/>
              <w:jc w:val="both"/>
            </w:pPr>
            <w:r w:rsidRPr="004B3BD5">
              <w:t>Haljastuse kasvupinnase kiht eemaldatakse selle kogu paksuses ning ulatuses kõikjalt</w:t>
            </w:r>
            <w:r>
              <w:t>,</w:t>
            </w:r>
            <w:r w:rsidRPr="004B3BD5">
              <w:t xml:space="preserve"> kus see on olemas ning eemaldamine on vajalik, et tagada sobivad tingimused projektlahenduse realiseerimiseks. Kui eemaldatud kasvupinnast kasutatakse hilisemal tagasitäitel haljastuse taastamiseks</w:t>
            </w:r>
            <w:r>
              <w:t>,</w:t>
            </w:r>
            <w:r w:rsidRPr="004B3BD5">
              <w:t xml:space="preserve"> tuleb see ladustada eraldi muust väljakaevatud pinnasest. Ajutiseks vaheladustamiseks vajalikud kohad tuleb leida ning kooskõlastada Töövõtjal.</w:t>
            </w:r>
          </w:p>
          <w:p w14:paraId="16DDBD09" w14:textId="5CD8272F" w:rsidR="00D57F11" w:rsidRPr="002B4FB9" w:rsidRDefault="00F443EB" w:rsidP="00D57F11">
            <w:pPr>
              <w:pStyle w:val="Heading2"/>
              <w:spacing w:line="360" w:lineRule="auto"/>
            </w:pPr>
            <w:bookmarkStart w:id="27" w:name="_Toc195618064"/>
            <w:bookmarkStart w:id="28" w:name="_Toc19288690"/>
            <w:r>
              <w:lastRenderedPageBreak/>
              <w:t>Keskkonnanõuded tööde läbiviimisel</w:t>
            </w:r>
            <w:bookmarkEnd w:id="27"/>
          </w:p>
          <w:bookmarkEnd w:id="28"/>
          <w:p w14:paraId="4E6EF03C" w14:textId="77777777" w:rsidR="00F443EB" w:rsidRPr="00F26D01" w:rsidRDefault="00F443EB" w:rsidP="00F443EB">
            <w:pPr>
              <w:autoSpaceDE w:val="0"/>
              <w:autoSpaceDN w:val="0"/>
              <w:adjustRightInd w:val="0"/>
              <w:spacing w:before="120" w:line="360" w:lineRule="auto"/>
              <w:jc w:val="both"/>
            </w:pPr>
            <w:r>
              <w:t>Töövõtja peab oma tegevuses lähtuma headest ehitustavadest ning ei tohi kahjustada keskkonda.</w:t>
            </w:r>
          </w:p>
          <w:p w14:paraId="11031052" w14:textId="77777777" w:rsidR="00F443EB" w:rsidRDefault="00F443EB" w:rsidP="00F443EB">
            <w:pPr>
              <w:autoSpaceDE w:val="0"/>
              <w:autoSpaceDN w:val="0"/>
              <w:adjustRightInd w:val="0"/>
              <w:spacing w:before="120" w:line="360" w:lineRule="auto"/>
              <w:jc w:val="both"/>
            </w:pPr>
            <w:r>
              <w:t>Töövõtja peab oma tegevuses lähtuma headest ehitustavadest ning ei tohi kahjustada keskkonda. Käesolevas projektis tuleb juhinduda Jäätmeseadusest ja projekti ala valdade jäätmekäitlus eeskirjadest. Kaevetöödel kaevandatavad pinnased tuleb vedada ajutisele ladestus platsile või eemaldada objektilt. Ajutiste ladestusplatside asukohad objektil ja ära veetava pinnase ladestuskohad valib töövõtja kooskõlastades need Transpordiameti ja kohaliku omavalitsusega. Kõik ehitustööde ajal ajutiselt hõivatud tööpiirkonnad tuleb lepingu lõppedes taastada nende endises seisukorras.</w:t>
            </w:r>
          </w:p>
          <w:p w14:paraId="509D6F64" w14:textId="1E7288E7" w:rsidR="00D57F11" w:rsidRPr="002B4FB9" w:rsidRDefault="00F443EB" w:rsidP="00F443EB">
            <w:pPr>
              <w:autoSpaceDE w:val="0"/>
              <w:autoSpaceDN w:val="0"/>
              <w:adjustRightInd w:val="0"/>
              <w:spacing w:before="120" w:line="360" w:lineRule="auto"/>
              <w:jc w:val="both"/>
            </w:pPr>
            <w:r>
              <w:t>Ehituse Töövõtja vastutab ehitusperioodil keskkonnakaitse eest ehitusplatsil ja sellega vahetult piirnevail aladel vastavalt Eesti Vabariigis kehtivaile seadustele ja nõuetele ning Tellija poolt esitatud juhistele. Tähelepanu tuleb pöörata ehitustöödel tekkivate jäätmete käitlusele. Ohtlikud jäätmed  tuleb koguda muudest jäätmetest eraldi ning üle anda ohtlike jäätmete käitlemise litsentsi omavatele ettevõtetele.</w:t>
            </w:r>
          </w:p>
          <w:p w14:paraId="42C72C64" w14:textId="7A439365" w:rsidR="00D57F11" w:rsidRDefault="00D57F11" w:rsidP="00D57F11">
            <w:pPr>
              <w:pStyle w:val="Heading2"/>
              <w:spacing w:line="360" w:lineRule="auto"/>
            </w:pPr>
            <w:bookmarkStart w:id="29" w:name="_Toc19288691"/>
            <w:bookmarkStart w:id="30" w:name="_Toc103950973"/>
            <w:bookmarkStart w:id="31" w:name="_Toc167805819"/>
            <w:bookmarkStart w:id="32" w:name="_Toc195618065"/>
            <w:r w:rsidRPr="002B4FB9">
              <w:t>Ka</w:t>
            </w:r>
            <w:bookmarkEnd w:id="29"/>
            <w:bookmarkEnd w:id="30"/>
            <w:bookmarkEnd w:id="31"/>
            <w:r w:rsidR="00F443EB">
              <w:t>tendid konstruktsioonid</w:t>
            </w:r>
            <w:bookmarkEnd w:id="32"/>
          </w:p>
          <w:p w14:paraId="30AEA1BC" w14:textId="77777777" w:rsidR="00F443EB" w:rsidRDefault="00F443EB" w:rsidP="00F443EB">
            <w:pPr>
              <w:rPr>
                <w:b/>
              </w:rPr>
            </w:pPr>
            <w:r>
              <w:rPr>
                <w:b/>
              </w:rPr>
              <w:t>Tüüp 1.1</w:t>
            </w:r>
            <w:r w:rsidRPr="000913B0">
              <w:rPr>
                <w:b/>
              </w:rPr>
              <w:t xml:space="preserve">: </w:t>
            </w:r>
            <w:r>
              <w:rPr>
                <w:b/>
              </w:rPr>
              <w:t>Projekteeritud kolmekihiline s</w:t>
            </w:r>
            <w:r w:rsidRPr="000913B0">
              <w:rPr>
                <w:b/>
              </w:rPr>
              <w:t>õidutee asfaltbetoon katend</w:t>
            </w:r>
          </w:p>
          <w:p w14:paraId="1ACB31B6" w14:textId="77777777" w:rsidR="00F443EB" w:rsidRPr="00B02EE0" w:rsidRDefault="00F443EB" w:rsidP="00F443EB">
            <w:pPr>
              <w:rPr>
                <w:rFonts w:asciiTheme="minorHAnsi" w:hAnsiTheme="minorHAnsi"/>
                <w:b/>
                <w:lang w:val="en-G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0"/>
              <w:gridCol w:w="1778"/>
            </w:tblGrid>
            <w:tr w:rsidR="00F443EB" w:rsidRPr="00C5784A" w14:paraId="1D481124" w14:textId="77777777" w:rsidTr="008443BA">
              <w:trPr>
                <w:trHeight w:val="237"/>
              </w:trPr>
              <w:tc>
                <w:tcPr>
                  <w:tcW w:w="6610" w:type="dxa"/>
                </w:tcPr>
                <w:p w14:paraId="367F6730"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778" w:type="dxa"/>
                </w:tcPr>
                <w:p w14:paraId="50A677A0"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7D809473" w14:textId="77777777" w:rsidTr="008443BA">
              <w:trPr>
                <w:trHeight w:val="237"/>
              </w:trPr>
              <w:tc>
                <w:tcPr>
                  <w:tcW w:w="6610" w:type="dxa"/>
                </w:tcPr>
                <w:p w14:paraId="70C647A6" w14:textId="7A42C463" w:rsidR="00F443EB" w:rsidRPr="00C5784A" w:rsidRDefault="007E137C" w:rsidP="00F443EB">
                  <w:pPr>
                    <w:spacing w:after="0"/>
                    <w:rPr>
                      <w:rFonts w:eastAsia="Times New Roman" w:cs="Times New Roman"/>
                      <w:szCs w:val="20"/>
                    </w:rPr>
                  </w:pPr>
                  <w:r>
                    <w:rPr>
                      <w:rFonts w:eastAsia="Times New Roman" w:cs="Times New Roman"/>
                      <w:szCs w:val="20"/>
                    </w:rPr>
                    <w:t>tihe asfaltbetoon AC 16 surf (70/100)</w:t>
                  </w:r>
                </w:p>
              </w:tc>
              <w:tc>
                <w:tcPr>
                  <w:tcW w:w="1778" w:type="dxa"/>
                </w:tcPr>
                <w:p w14:paraId="01B7A6A4"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 xml:space="preserve">h= </w:t>
                  </w:r>
                  <w:r>
                    <w:rPr>
                      <w:rFonts w:eastAsia="Times New Roman" w:cs="Times New Roman"/>
                      <w:szCs w:val="20"/>
                    </w:rPr>
                    <w:t>3+1</w:t>
                  </w:r>
                  <w:r w:rsidRPr="00C5784A">
                    <w:rPr>
                      <w:rFonts w:eastAsia="Times New Roman" w:cs="Times New Roman"/>
                      <w:szCs w:val="20"/>
                    </w:rPr>
                    <w:t xml:space="preserve"> cm</w:t>
                  </w:r>
                </w:p>
              </w:tc>
            </w:tr>
            <w:tr w:rsidR="00F443EB" w:rsidRPr="00C5784A" w14:paraId="29BFEB6C" w14:textId="77777777" w:rsidTr="008443BA">
              <w:tc>
                <w:tcPr>
                  <w:tcW w:w="6610" w:type="dxa"/>
                </w:tcPr>
                <w:p w14:paraId="48CC0CCB" w14:textId="77777777" w:rsidR="00F443EB" w:rsidRPr="00C5784A" w:rsidRDefault="00F443EB" w:rsidP="00F443EB">
                  <w:pPr>
                    <w:spacing w:after="0"/>
                    <w:rPr>
                      <w:rFonts w:eastAsia="Times New Roman" w:cs="Times New Roman"/>
                      <w:szCs w:val="20"/>
                    </w:rPr>
                  </w:pPr>
                  <w:r>
                    <w:rPr>
                      <w:rFonts w:eastAsia="Times New Roman" w:cs="Times New Roman"/>
                      <w:szCs w:val="20"/>
                    </w:rPr>
                    <w:t>tihe asfaltbetoon AC 20 bin (70/100)</w:t>
                  </w:r>
                </w:p>
              </w:tc>
              <w:tc>
                <w:tcPr>
                  <w:tcW w:w="1778" w:type="dxa"/>
                </w:tcPr>
                <w:p w14:paraId="5713B2D1" w14:textId="77777777" w:rsidR="00F443EB" w:rsidRPr="00C5784A" w:rsidRDefault="00F443EB" w:rsidP="00F443EB">
                  <w:pPr>
                    <w:spacing w:after="0"/>
                    <w:rPr>
                      <w:rFonts w:eastAsia="Times New Roman" w:cs="Times New Roman"/>
                      <w:szCs w:val="20"/>
                    </w:rPr>
                  </w:pPr>
                  <w:r>
                    <w:rPr>
                      <w:rFonts w:eastAsia="Times New Roman" w:cs="Times New Roman"/>
                      <w:szCs w:val="20"/>
                    </w:rPr>
                    <w:t>h= 6 cm</w:t>
                  </w:r>
                </w:p>
              </w:tc>
            </w:tr>
            <w:tr w:rsidR="00F443EB" w:rsidRPr="00C5784A" w14:paraId="1FA01308" w14:textId="77777777" w:rsidTr="008443BA">
              <w:tc>
                <w:tcPr>
                  <w:tcW w:w="6610" w:type="dxa"/>
                </w:tcPr>
                <w:p w14:paraId="42B74C80" w14:textId="77777777" w:rsidR="00F443EB" w:rsidRPr="00C5784A" w:rsidRDefault="00F443EB" w:rsidP="00F443EB">
                  <w:pPr>
                    <w:spacing w:after="0"/>
                    <w:rPr>
                      <w:rFonts w:eastAsia="Times New Roman" w:cs="Times New Roman"/>
                      <w:szCs w:val="20"/>
                    </w:rPr>
                  </w:pPr>
                  <w:r>
                    <w:rPr>
                      <w:rFonts w:eastAsia="Times New Roman" w:cs="Times New Roman"/>
                      <w:szCs w:val="20"/>
                    </w:rPr>
                    <w:t>poorne asfaltbetoon AC 32 base (70/100)</w:t>
                  </w:r>
                </w:p>
              </w:tc>
              <w:tc>
                <w:tcPr>
                  <w:tcW w:w="1778" w:type="dxa"/>
                </w:tcPr>
                <w:p w14:paraId="0CFEA22B" w14:textId="77777777" w:rsidR="00F443EB" w:rsidRPr="00C5784A" w:rsidRDefault="00F443EB" w:rsidP="00F443EB">
                  <w:pPr>
                    <w:spacing w:after="0"/>
                    <w:rPr>
                      <w:rFonts w:eastAsia="Times New Roman" w:cs="Times New Roman"/>
                      <w:color w:val="FF0000"/>
                      <w:szCs w:val="20"/>
                    </w:rPr>
                  </w:pPr>
                  <w:r w:rsidRPr="00AF5B93">
                    <w:rPr>
                      <w:rFonts w:eastAsia="Times New Roman" w:cs="Times New Roman"/>
                      <w:szCs w:val="20"/>
                    </w:rPr>
                    <w:t xml:space="preserve">h= 10 cm </w:t>
                  </w:r>
                </w:p>
              </w:tc>
            </w:tr>
            <w:tr w:rsidR="00F443EB" w:rsidRPr="00C5784A" w14:paraId="4E7F1506" w14:textId="77777777" w:rsidTr="008443BA">
              <w:tc>
                <w:tcPr>
                  <w:tcW w:w="6610" w:type="dxa"/>
                </w:tcPr>
                <w:p w14:paraId="5B06D15A" w14:textId="77777777" w:rsidR="00F443EB" w:rsidRPr="00C5784A" w:rsidRDefault="00F443EB" w:rsidP="00F443EB">
                  <w:pPr>
                    <w:spacing w:after="0"/>
                    <w:rPr>
                      <w:rFonts w:eastAsia="Times New Roman" w:cs="Times New Roman"/>
                      <w:szCs w:val="20"/>
                    </w:rPr>
                  </w:pPr>
                  <w:r>
                    <w:rPr>
                      <w:rFonts w:eastAsia="Times New Roman" w:cs="Times New Roman"/>
                      <w:szCs w:val="20"/>
                    </w:rPr>
                    <w:t xml:space="preserve">tardkivimikillustikust alus fr 0/32 </w:t>
                  </w:r>
                </w:p>
              </w:tc>
              <w:tc>
                <w:tcPr>
                  <w:tcW w:w="1778" w:type="dxa"/>
                </w:tcPr>
                <w:p w14:paraId="2F9A536C" w14:textId="77777777" w:rsidR="00F443EB" w:rsidRPr="00C5784A" w:rsidRDefault="00F443EB" w:rsidP="00F443EB">
                  <w:pPr>
                    <w:spacing w:after="0"/>
                    <w:rPr>
                      <w:rFonts w:eastAsia="Times New Roman" w:cs="Times New Roman"/>
                      <w:color w:val="FF0000"/>
                      <w:szCs w:val="20"/>
                    </w:rPr>
                  </w:pPr>
                  <w:r w:rsidRPr="00AF5B93">
                    <w:rPr>
                      <w:rFonts w:eastAsia="Times New Roman" w:cs="Times New Roman"/>
                      <w:szCs w:val="20"/>
                    </w:rPr>
                    <w:t>h= 12 cm</w:t>
                  </w:r>
                </w:p>
              </w:tc>
            </w:tr>
            <w:tr w:rsidR="00F443EB" w:rsidRPr="00C5784A" w14:paraId="1943EAC6" w14:textId="77777777" w:rsidTr="008443BA">
              <w:tc>
                <w:tcPr>
                  <w:tcW w:w="6610" w:type="dxa"/>
                </w:tcPr>
                <w:p w14:paraId="7C566942" w14:textId="77777777" w:rsidR="00F443EB" w:rsidRPr="00C5784A" w:rsidRDefault="00F443EB" w:rsidP="00F443EB">
                  <w:pPr>
                    <w:spacing w:after="0"/>
                    <w:rPr>
                      <w:rFonts w:eastAsia="Times New Roman" w:cs="Times New Roman"/>
                      <w:szCs w:val="20"/>
                    </w:rPr>
                  </w:pPr>
                  <w:r>
                    <w:rPr>
                      <w:rFonts w:eastAsia="Times New Roman" w:cs="Times New Roman"/>
                      <w:szCs w:val="20"/>
                    </w:rPr>
                    <w:t>kiilutud killustiklikust alus fr 32/63</w:t>
                  </w:r>
                </w:p>
              </w:tc>
              <w:tc>
                <w:tcPr>
                  <w:tcW w:w="1778" w:type="dxa"/>
                </w:tcPr>
                <w:p w14:paraId="1A110044" w14:textId="77777777" w:rsidR="00F443EB" w:rsidRPr="00C5784A" w:rsidRDefault="00F443EB" w:rsidP="00F443EB">
                  <w:pPr>
                    <w:spacing w:after="0"/>
                    <w:rPr>
                      <w:rFonts w:eastAsia="Times New Roman" w:cs="Times New Roman"/>
                      <w:color w:val="FF0000"/>
                      <w:szCs w:val="20"/>
                    </w:rPr>
                  </w:pPr>
                  <w:r w:rsidRPr="00AF5B93">
                    <w:rPr>
                      <w:rFonts w:eastAsia="Times New Roman" w:cs="Times New Roman"/>
                      <w:szCs w:val="20"/>
                    </w:rPr>
                    <w:t>h= 23 cm</w:t>
                  </w:r>
                </w:p>
              </w:tc>
            </w:tr>
            <w:tr w:rsidR="00F443EB" w:rsidRPr="00C5784A" w14:paraId="3AEA3258" w14:textId="77777777" w:rsidTr="008443BA">
              <w:tc>
                <w:tcPr>
                  <w:tcW w:w="6610" w:type="dxa"/>
                </w:tcPr>
                <w:p w14:paraId="5D927F00" w14:textId="77777777" w:rsidR="00F443EB" w:rsidRDefault="00F443EB" w:rsidP="00F443EB">
                  <w:pPr>
                    <w:spacing w:after="0"/>
                    <w:rPr>
                      <w:rFonts w:eastAsia="Times New Roman" w:cs="Times New Roman"/>
                      <w:bCs/>
                      <w:color w:val="000000" w:themeColor="text1"/>
                      <w:szCs w:val="20"/>
                    </w:rPr>
                  </w:pPr>
                  <w:r>
                    <w:rPr>
                      <w:rFonts w:eastAsia="Times New Roman" w:cs="Times New Roman"/>
                      <w:bCs/>
                      <w:color w:val="000000" w:themeColor="text1"/>
                      <w:szCs w:val="20"/>
                    </w:rPr>
                    <w:t>Eraldav geotekstiil, profiil NGS III</w:t>
                  </w:r>
                </w:p>
              </w:tc>
              <w:tc>
                <w:tcPr>
                  <w:tcW w:w="1778" w:type="dxa"/>
                </w:tcPr>
                <w:p w14:paraId="581F115E" w14:textId="77777777" w:rsidR="00F443EB" w:rsidRPr="00AF5B93" w:rsidRDefault="00F443EB" w:rsidP="00F443EB">
                  <w:pPr>
                    <w:spacing w:after="0"/>
                    <w:rPr>
                      <w:rFonts w:eastAsia="Times New Roman" w:cs="Times New Roman"/>
                      <w:szCs w:val="20"/>
                    </w:rPr>
                  </w:pPr>
                  <w:r w:rsidRPr="00AF5B93">
                    <w:rPr>
                      <w:rFonts w:eastAsia="Times New Roman" w:cs="Times New Roman"/>
                      <w:szCs w:val="20"/>
                    </w:rPr>
                    <w:t>NorgeoSpec III</w:t>
                  </w:r>
                </w:p>
              </w:tc>
            </w:tr>
            <w:tr w:rsidR="00F443EB" w:rsidRPr="00C5784A" w14:paraId="4FE1BE54" w14:textId="77777777" w:rsidTr="008443BA">
              <w:tc>
                <w:tcPr>
                  <w:tcW w:w="6610" w:type="dxa"/>
                </w:tcPr>
                <w:p w14:paraId="459A22B9" w14:textId="77777777" w:rsidR="00F443EB" w:rsidRDefault="00F443EB" w:rsidP="00F443EB">
                  <w:pPr>
                    <w:spacing w:after="0"/>
                    <w:rPr>
                      <w:rFonts w:eastAsia="Times New Roman" w:cs="Times New Roman"/>
                      <w:bCs/>
                      <w:color w:val="000000" w:themeColor="text1"/>
                      <w:szCs w:val="20"/>
                    </w:rPr>
                  </w:pPr>
                  <w:r>
                    <w:rPr>
                      <w:rFonts w:eastAsia="Times New Roman" w:cs="Times New Roman"/>
                      <w:bCs/>
                      <w:color w:val="000000" w:themeColor="text1"/>
                      <w:szCs w:val="20"/>
                    </w:rPr>
                    <w:t>täitepinnas (kf&gt;0,5 m/24h, Tm_105)</w:t>
                  </w:r>
                </w:p>
              </w:tc>
              <w:tc>
                <w:tcPr>
                  <w:tcW w:w="1778" w:type="dxa"/>
                </w:tcPr>
                <w:p w14:paraId="4532FB5B" w14:textId="77777777" w:rsidR="00F443EB" w:rsidRPr="00AF5B93" w:rsidRDefault="00F443EB" w:rsidP="00F443EB">
                  <w:pPr>
                    <w:spacing w:after="0"/>
                    <w:rPr>
                      <w:rFonts w:eastAsia="Times New Roman" w:cs="Times New Roman"/>
                      <w:szCs w:val="20"/>
                    </w:rPr>
                  </w:pPr>
                  <w:r>
                    <w:rPr>
                      <w:rFonts w:eastAsia="Times New Roman" w:cs="Times New Roman"/>
                      <w:szCs w:val="20"/>
                    </w:rPr>
                    <w:t>hmin= 45 cm</w:t>
                  </w:r>
                </w:p>
              </w:tc>
            </w:tr>
            <w:tr w:rsidR="00F443EB" w:rsidRPr="00C5784A" w14:paraId="55C858F9" w14:textId="77777777" w:rsidTr="008443BA">
              <w:tc>
                <w:tcPr>
                  <w:tcW w:w="6610" w:type="dxa"/>
                </w:tcPr>
                <w:p w14:paraId="224F886A" w14:textId="77777777" w:rsidR="00F443EB" w:rsidRDefault="00F443EB" w:rsidP="00F443EB">
                  <w:pPr>
                    <w:spacing w:after="0"/>
                    <w:rPr>
                      <w:rFonts w:eastAsia="Times New Roman" w:cs="Times New Roman"/>
                      <w:bCs/>
                      <w:color w:val="000000" w:themeColor="text1"/>
                      <w:szCs w:val="20"/>
                    </w:rPr>
                  </w:pPr>
                  <w:r>
                    <w:rPr>
                      <w:rFonts w:eastAsia="Times New Roman" w:cs="Times New Roman"/>
                      <w:bCs/>
                      <w:color w:val="000000" w:themeColor="text1"/>
                      <w:szCs w:val="20"/>
                    </w:rPr>
                    <w:t>täitepinnas (kf&gt;0,2 m/24h, Tm_90)</w:t>
                  </w:r>
                </w:p>
              </w:tc>
              <w:tc>
                <w:tcPr>
                  <w:tcW w:w="1778" w:type="dxa"/>
                </w:tcPr>
                <w:p w14:paraId="60311390" w14:textId="77777777" w:rsidR="00F443EB" w:rsidRPr="00AF5B93" w:rsidRDefault="00F443EB" w:rsidP="00F443EB">
                  <w:pPr>
                    <w:spacing w:after="0"/>
                    <w:rPr>
                      <w:rFonts w:eastAsia="Times New Roman" w:cs="Times New Roman"/>
                      <w:szCs w:val="20"/>
                    </w:rPr>
                  </w:pPr>
                  <w:r>
                    <w:rPr>
                      <w:rFonts w:eastAsia="Times New Roman" w:cs="Times New Roman"/>
                      <w:szCs w:val="20"/>
                    </w:rPr>
                    <w:t>vajadusel</w:t>
                  </w:r>
                </w:p>
              </w:tc>
            </w:tr>
            <w:tr w:rsidR="00F443EB" w:rsidRPr="00C5784A" w14:paraId="30F657B5" w14:textId="77777777" w:rsidTr="008443BA">
              <w:tc>
                <w:tcPr>
                  <w:tcW w:w="6610" w:type="dxa"/>
                </w:tcPr>
                <w:p w14:paraId="020A2440" w14:textId="77777777" w:rsidR="00F443EB" w:rsidRDefault="00F443EB" w:rsidP="00F443EB">
                  <w:pPr>
                    <w:spacing w:after="0"/>
                    <w:rPr>
                      <w:rFonts w:eastAsia="Times New Roman" w:cs="Times New Roman"/>
                      <w:bCs/>
                      <w:color w:val="000000" w:themeColor="text1"/>
                      <w:szCs w:val="20"/>
                    </w:rPr>
                  </w:pPr>
                  <w:r w:rsidRPr="00C5784A">
                    <w:rPr>
                      <w:rFonts w:eastAsia="Times New Roman" w:cs="Times New Roman"/>
                      <w:bCs/>
                      <w:color w:val="000000" w:themeColor="text1"/>
                      <w:szCs w:val="20"/>
                    </w:rPr>
                    <w:t>olemasolev sobilik aluspinnas</w:t>
                  </w:r>
                  <w:r>
                    <w:rPr>
                      <w:rFonts w:eastAsia="Times New Roman" w:cs="Times New Roman"/>
                      <w:bCs/>
                      <w:color w:val="000000" w:themeColor="text1"/>
                      <w:szCs w:val="20"/>
                    </w:rPr>
                    <w:t xml:space="preserve"> </w:t>
                  </w:r>
                  <w:r w:rsidRPr="00667C60">
                    <w:rPr>
                      <w:rFonts w:eastAsia="Times New Roman" w:cs="Times New Roman"/>
                      <w:szCs w:val="20"/>
                    </w:rPr>
                    <w:t>Kt≥0,95</w:t>
                  </w:r>
                </w:p>
              </w:tc>
              <w:tc>
                <w:tcPr>
                  <w:tcW w:w="1778" w:type="dxa"/>
                </w:tcPr>
                <w:p w14:paraId="5A1D4BEB" w14:textId="77777777" w:rsidR="00F443EB" w:rsidRPr="00AF5B93" w:rsidRDefault="00F443EB" w:rsidP="00F443EB">
                  <w:pPr>
                    <w:spacing w:after="0"/>
                    <w:rPr>
                      <w:rFonts w:eastAsia="Times New Roman" w:cs="Times New Roman"/>
                      <w:szCs w:val="20"/>
                    </w:rPr>
                  </w:pPr>
                </w:p>
              </w:tc>
            </w:tr>
          </w:tbl>
          <w:p w14:paraId="41244537" w14:textId="77777777" w:rsidR="008443BA" w:rsidRDefault="008443BA" w:rsidP="00F443EB">
            <w:pPr>
              <w:rPr>
                <w:b/>
              </w:rPr>
            </w:pPr>
          </w:p>
          <w:p w14:paraId="625DC5A6" w14:textId="77777777" w:rsidR="0027661F" w:rsidRDefault="0027661F" w:rsidP="00F443EB">
            <w:pPr>
              <w:rPr>
                <w:b/>
              </w:rPr>
            </w:pPr>
          </w:p>
          <w:p w14:paraId="0519FD99" w14:textId="77777777" w:rsidR="0027661F" w:rsidRDefault="0027661F" w:rsidP="00F443EB">
            <w:pPr>
              <w:rPr>
                <w:b/>
              </w:rPr>
            </w:pPr>
          </w:p>
          <w:p w14:paraId="33008B2D" w14:textId="77777777" w:rsidR="0027661F" w:rsidRDefault="0027661F" w:rsidP="00F443EB">
            <w:pPr>
              <w:rPr>
                <w:b/>
              </w:rPr>
            </w:pPr>
          </w:p>
          <w:p w14:paraId="00A0602F" w14:textId="77777777" w:rsidR="0027661F" w:rsidRDefault="0027661F" w:rsidP="00F443EB">
            <w:pPr>
              <w:rPr>
                <w:b/>
              </w:rPr>
            </w:pPr>
          </w:p>
          <w:p w14:paraId="629E2C4B" w14:textId="77777777" w:rsidR="0027661F" w:rsidRDefault="0027661F" w:rsidP="00F443EB">
            <w:pPr>
              <w:rPr>
                <w:b/>
              </w:rPr>
            </w:pPr>
          </w:p>
          <w:p w14:paraId="1135BA21" w14:textId="77777777" w:rsidR="0027661F" w:rsidRDefault="0027661F" w:rsidP="00F443EB">
            <w:pPr>
              <w:rPr>
                <w:b/>
              </w:rPr>
            </w:pPr>
          </w:p>
          <w:p w14:paraId="758F835B" w14:textId="1587BC9F" w:rsidR="00F443EB" w:rsidRDefault="00F443EB" w:rsidP="00F443EB">
            <w:pPr>
              <w:rPr>
                <w:b/>
              </w:rPr>
            </w:pPr>
            <w:r>
              <w:rPr>
                <w:b/>
              </w:rPr>
              <w:lastRenderedPageBreak/>
              <w:t>Tüüp 1.2</w:t>
            </w:r>
            <w:r w:rsidRPr="00C5784A">
              <w:rPr>
                <w:b/>
              </w:rPr>
              <w:t xml:space="preserve">: </w:t>
            </w:r>
            <w:r>
              <w:rPr>
                <w:b/>
              </w:rPr>
              <w:t>Projekteeritud ühekihiline</w:t>
            </w:r>
            <w:r w:rsidRPr="00C5784A">
              <w:rPr>
                <w:b/>
              </w:rPr>
              <w:t xml:space="preserve"> asfaltbetoon katend         </w:t>
            </w:r>
          </w:p>
          <w:p w14:paraId="4C53BFF5" w14:textId="77777777" w:rsidR="00F443EB" w:rsidRPr="00C5784A" w:rsidRDefault="00F443EB" w:rsidP="00F443EB">
            <w:pPr>
              <w:rPr>
                <w:rFonts w:eastAsiaTheme="minorEastAsia"/>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70C9D3EE" w14:textId="77777777" w:rsidTr="006A3A20">
              <w:trPr>
                <w:trHeight w:val="237"/>
              </w:trPr>
              <w:tc>
                <w:tcPr>
                  <w:tcW w:w="6768" w:type="dxa"/>
                </w:tcPr>
                <w:p w14:paraId="1DAF3AA3"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66694D5D"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0DEA4770" w14:textId="77777777" w:rsidTr="006A3A20">
              <w:trPr>
                <w:trHeight w:val="237"/>
              </w:trPr>
              <w:tc>
                <w:tcPr>
                  <w:tcW w:w="6768" w:type="dxa"/>
                </w:tcPr>
                <w:p w14:paraId="09D447ED" w14:textId="77777777" w:rsidR="00F443EB" w:rsidRPr="00C5784A" w:rsidRDefault="00F443EB" w:rsidP="00F443EB">
                  <w:pPr>
                    <w:spacing w:after="0"/>
                    <w:rPr>
                      <w:rFonts w:eastAsia="Times New Roman" w:cs="Times New Roman"/>
                      <w:szCs w:val="20"/>
                    </w:rPr>
                  </w:pPr>
                  <w:r>
                    <w:rPr>
                      <w:rFonts w:eastAsia="Times New Roman" w:cs="Times New Roman"/>
                      <w:szCs w:val="20"/>
                    </w:rPr>
                    <w:t>AC 16 surf (70/100)</w:t>
                  </w:r>
                </w:p>
              </w:tc>
              <w:tc>
                <w:tcPr>
                  <w:tcW w:w="1620" w:type="dxa"/>
                </w:tcPr>
                <w:p w14:paraId="2FD80951"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h= 5 cm</w:t>
                  </w:r>
                </w:p>
              </w:tc>
            </w:tr>
            <w:tr w:rsidR="00F443EB" w:rsidRPr="00C5784A" w14:paraId="51234511" w14:textId="77777777" w:rsidTr="006A3A20">
              <w:tc>
                <w:tcPr>
                  <w:tcW w:w="6768" w:type="dxa"/>
                </w:tcPr>
                <w:p w14:paraId="6FC35373" w14:textId="77777777" w:rsidR="00F443EB" w:rsidRPr="00C5784A" w:rsidRDefault="00F443EB" w:rsidP="00F443EB">
                  <w:pPr>
                    <w:spacing w:after="0"/>
                    <w:rPr>
                      <w:rFonts w:eastAsia="Times New Roman" w:cs="Times New Roman"/>
                      <w:szCs w:val="20"/>
                    </w:rPr>
                  </w:pPr>
                  <w:r>
                    <w:rPr>
                      <w:rFonts w:eastAsia="Times New Roman" w:cs="Trebuchet MS"/>
                      <w:color w:val="000000"/>
                      <w:szCs w:val="20"/>
                      <w:lang w:eastAsia="et-EE"/>
                    </w:rPr>
                    <w:t>kiilutud killustikust alus fr 32/63</w:t>
                  </w:r>
                </w:p>
              </w:tc>
              <w:tc>
                <w:tcPr>
                  <w:tcW w:w="1620" w:type="dxa"/>
                </w:tcPr>
                <w:p w14:paraId="336552B9"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h</w:t>
                  </w:r>
                  <w:r w:rsidRPr="00C5784A">
                    <w:rPr>
                      <w:rFonts w:eastAsia="Times New Roman" w:cs="Trebuchet MS"/>
                      <w:color w:val="000000"/>
                      <w:szCs w:val="20"/>
                      <w:lang w:eastAsia="et-EE"/>
                    </w:rPr>
                    <w:t xml:space="preserve">= </w:t>
                  </w:r>
                  <w:r w:rsidRPr="00C5784A">
                    <w:rPr>
                      <w:rFonts w:eastAsia="Times New Roman" w:cs="Times New Roman"/>
                      <w:szCs w:val="20"/>
                    </w:rPr>
                    <w:t>2</w:t>
                  </w:r>
                  <w:r>
                    <w:rPr>
                      <w:rFonts w:eastAsia="Times New Roman" w:cs="Times New Roman"/>
                      <w:szCs w:val="20"/>
                    </w:rPr>
                    <w:t>5</w:t>
                  </w:r>
                  <w:r w:rsidRPr="00C5784A">
                    <w:rPr>
                      <w:rFonts w:eastAsia="Times New Roman" w:cs="Times New Roman"/>
                      <w:szCs w:val="20"/>
                    </w:rPr>
                    <w:t xml:space="preserve"> cm</w:t>
                  </w:r>
                </w:p>
              </w:tc>
            </w:tr>
            <w:tr w:rsidR="00F443EB" w:rsidRPr="00C5784A" w14:paraId="2E0F2BF3" w14:textId="77777777" w:rsidTr="006A3A20">
              <w:tc>
                <w:tcPr>
                  <w:tcW w:w="6768" w:type="dxa"/>
                </w:tcPr>
                <w:p w14:paraId="511D906A"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(kf&gt;0,5 m/24h, Tm_105)</w:t>
                  </w:r>
                </w:p>
              </w:tc>
              <w:tc>
                <w:tcPr>
                  <w:tcW w:w="1620" w:type="dxa"/>
                </w:tcPr>
                <w:p w14:paraId="763A1A48" w14:textId="77777777" w:rsidR="00F443EB" w:rsidRPr="00C5784A" w:rsidRDefault="00F443EB" w:rsidP="00F443EB">
                  <w:pPr>
                    <w:spacing w:after="0"/>
                    <w:rPr>
                      <w:rFonts w:eastAsia="Times New Roman" w:cs="Times New Roman"/>
                      <w:color w:val="FF0000"/>
                      <w:szCs w:val="20"/>
                    </w:rPr>
                  </w:pPr>
                  <w:r>
                    <w:rPr>
                      <w:rFonts w:eastAsia="Times New Roman" w:cs="Trebuchet MS"/>
                      <w:color w:val="000000"/>
                      <w:szCs w:val="20"/>
                      <w:lang w:eastAsia="et-EE"/>
                    </w:rPr>
                    <w:t>h=</w:t>
                  </w:r>
                  <w:r w:rsidRPr="00C5784A">
                    <w:rPr>
                      <w:rFonts w:eastAsia="Times New Roman" w:cs="Trebuchet MS"/>
                      <w:color w:val="000000"/>
                      <w:szCs w:val="20"/>
                      <w:lang w:eastAsia="et-EE"/>
                    </w:rPr>
                    <w:t xml:space="preserve"> </w:t>
                  </w:r>
                  <w:r>
                    <w:rPr>
                      <w:rFonts w:eastAsia="Times New Roman" w:cs="Trebuchet MS"/>
                      <w:color w:val="000000"/>
                      <w:szCs w:val="20"/>
                      <w:lang w:eastAsia="et-EE"/>
                    </w:rPr>
                    <w:t>3</w:t>
                  </w:r>
                  <w:r w:rsidRPr="00C5784A">
                    <w:rPr>
                      <w:rFonts w:eastAsia="Times New Roman" w:cs="Times New Roman"/>
                      <w:szCs w:val="20"/>
                    </w:rPr>
                    <w:t xml:space="preserve">0 cm </w:t>
                  </w:r>
                </w:p>
              </w:tc>
            </w:tr>
            <w:tr w:rsidR="00F443EB" w:rsidRPr="00C5784A" w14:paraId="612CACFD" w14:textId="77777777" w:rsidTr="006A3A20">
              <w:tc>
                <w:tcPr>
                  <w:tcW w:w="6768" w:type="dxa"/>
                </w:tcPr>
                <w:p w14:paraId="1715E36B"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3DC2470E" w14:textId="77777777" w:rsidR="00F443EB" w:rsidRPr="00C5784A" w:rsidRDefault="00F443EB" w:rsidP="00F443EB">
                  <w:pPr>
                    <w:spacing w:after="0"/>
                    <w:rPr>
                      <w:rFonts w:eastAsia="Times New Roman" w:cs="Times New Roman"/>
                      <w:color w:val="FF0000"/>
                      <w:szCs w:val="20"/>
                    </w:rPr>
                  </w:pPr>
                  <w:r w:rsidRPr="00C5784A">
                    <w:rPr>
                      <w:rFonts w:eastAsia="Times New Roman" w:cs="Times New Roman"/>
                      <w:szCs w:val="20"/>
                    </w:rPr>
                    <w:t>vajadusel</w:t>
                  </w:r>
                </w:p>
              </w:tc>
            </w:tr>
            <w:tr w:rsidR="00F443EB" w:rsidRPr="00C5784A" w14:paraId="6D664B67" w14:textId="77777777" w:rsidTr="006A3A20">
              <w:tc>
                <w:tcPr>
                  <w:tcW w:w="6768" w:type="dxa"/>
                </w:tcPr>
                <w:p w14:paraId="09F55C00" w14:textId="77777777" w:rsidR="00F443EB" w:rsidRPr="00C5784A" w:rsidRDefault="00F443EB" w:rsidP="00F443EB">
                  <w:pPr>
                    <w:spacing w:after="0"/>
                    <w:rPr>
                      <w:rFonts w:eastAsia="Times New Roman" w:cs="Times New Roman"/>
                      <w:szCs w:val="20"/>
                    </w:rPr>
                  </w:pPr>
                  <w:r w:rsidRPr="00C5784A">
                    <w:rPr>
                      <w:rFonts w:eastAsia="Times New Roman" w:cs="Times New Roman"/>
                      <w:bCs/>
                      <w:color w:val="000000" w:themeColor="text1"/>
                      <w:szCs w:val="20"/>
                    </w:rPr>
                    <w:t>olemasolev sobilik aluspinnas</w:t>
                  </w:r>
                  <w:r>
                    <w:rPr>
                      <w:rFonts w:eastAsia="Times New Roman" w:cs="Times New Roman"/>
                      <w:bCs/>
                      <w:color w:val="000000" w:themeColor="text1"/>
                      <w:szCs w:val="20"/>
                    </w:rPr>
                    <w:t xml:space="preserve"> </w:t>
                  </w:r>
                  <w:r w:rsidRPr="00667C60">
                    <w:rPr>
                      <w:rFonts w:eastAsia="Times New Roman" w:cs="Times New Roman"/>
                      <w:szCs w:val="20"/>
                    </w:rPr>
                    <w:t>Kt≥0,95</w:t>
                  </w:r>
                </w:p>
              </w:tc>
              <w:tc>
                <w:tcPr>
                  <w:tcW w:w="1620" w:type="dxa"/>
                </w:tcPr>
                <w:p w14:paraId="24D729AB" w14:textId="77777777" w:rsidR="00F443EB" w:rsidRPr="00C5784A" w:rsidRDefault="00F443EB" w:rsidP="00F443EB">
                  <w:pPr>
                    <w:spacing w:after="0"/>
                    <w:rPr>
                      <w:rFonts w:eastAsia="Times New Roman" w:cs="Times New Roman"/>
                      <w:color w:val="FF0000"/>
                      <w:szCs w:val="20"/>
                    </w:rPr>
                  </w:pPr>
                </w:p>
              </w:tc>
            </w:tr>
          </w:tbl>
          <w:p w14:paraId="449F63F2" w14:textId="77777777" w:rsidR="00F443EB" w:rsidRDefault="00F443EB" w:rsidP="00F443EB">
            <w:pPr>
              <w:rPr>
                <w:b/>
              </w:rPr>
            </w:pPr>
          </w:p>
          <w:p w14:paraId="2E9C9808" w14:textId="77777777" w:rsidR="00F443EB" w:rsidRDefault="00F443EB" w:rsidP="00F443EB">
            <w:pPr>
              <w:rPr>
                <w:b/>
              </w:rPr>
            </w:pPr>
            <w:r>
              <w:rPr>
                <w:b/>
              </w:rPr>
              <w:t>Tüüp 1.3</w:t>
            </w:r>
            <w:r w:rsidRPr="00C5784A">
              <w:rPr>
                <w:b/>
              </w:rPr>
              <w:t xml:space="preserve">: </w:t>
            </w:r>
            <w:r>
              <w:rPr>
                <w:b/>
              </w:rPr>
              <w:t>Projekteeritud kruus</w:t>
            </w:r>
            <w:r w:rsidRPr="00C5784A">
              <w:rPr>
                <w:b/>
              </w:rPr>
              <w:t xml:space="preserve">kate      </w:t>
            </w:r>
          </w:p>
          <w:p w14:paraId="086796CC" w14:textId="31CA07DE" w:rsidR="00F443EB" w:rsidRPr="00C5784A" w:rsidRDefault="00F443EB" w:rsidP="00F443EB">
            <w:pPr>
              <w:rPr>
                <w:rFonts w:eastAsiaTheme="minorEastAsia"/>
                <w:b/>
              </w:rPr>
            </w:pPr>
            <w:r w:rsidRPr="00C5784A">
              <w:rPr>
                <w:b/>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3727A61E" w14:textId="77777777" w:rsidTr="006A3A20">
              <w:trPr>
                <w:trHeight w:val="237"/>
              </w:trPr>
              <w:tc>
                <w:tcPr>
                  <w:tcW w:w="6768" w:type="dxa"/>
                </w:tcPr>
                <w:p w14:paraId="0910C4A3"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6354615A"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0D0ED791" w14:textId="77777777" w:rsidTr="006A3A20">
              <w:trPr>
                <w:trHeight w:val="237"/>
              </w:trPr>
              <w:tc>
                <w:tcPr>
                  <w:tcW w:w="6768" w:type="dxa"/>
                </w:tcPr>
                <w:p w14:paraId="071CA05F" w14:textId="77777777" w:rsidR="00F443EB" w:rsidRPr="00C5784A" w:rsidRDefault="00F443EB" w:rsidP="00F443EB">
                  <w:pPr>
                    <w:spacing w:after="0"/>
                    <w:rPr>
                      <w:rFonts w:eastAsia="Times New Roman" w:cs="Times New Roman"/>
                      <w:szCs w:val="20"/>
                    </w:rPr>
                  </w:pPr>
                  <w:r>
                    <w:rPr>
                      <w:rFonts w:eastAsia="Times New Roman" w:cs="Times New Roman"/>
                      <w:szCs w:val="20"/>
                    </w:rPr>
                    <w:t>kruusakte, segu nr 6</w:t>
                  </w:r>
                </w:p>
              </w:tc>
              <w:tc>
                <w:tcPr>
                  <w:tcW w:w="1620" w:type="dxa"/>
                </w:tcPr>
                <w:p w14:paraId="70411D52" w14:textId="77777777" w:rsidR="00F443EB" w:rsidRPr="00C5784A" w:rsidRDefault="00F443EB" w:rsidP="00F443EB">
                  <w:pPr>
                    <w:spacing w:after="0"/>
                    <w:rPr>
                      <w:rFonts w:eastAsia="Times New Roman" w:cs="Times New Roman"/>
                      <w:szCs w:val="20"/>
                    </w:rPr>
                  </w:pPr>
                  <w:r>
                    <w:rPr>
                      <w:rFonts w:eastAsia="Times New Roman" w:cs="Times New Roman"/>
                      <w:szCs w:val="20"/>
                    </w:rPr>
                    <w:t>h= 12 cm</w:t>
                  </w:r>
                </w:p>
              </w:tc>
            </w:tr>
            <w:tr w:rsidR="00F443EB" w:rsidRPr="00C5784A" w14:paraId="44D6E6EE" w14:textId="77777777" w:rsidTr="006A3A20">
              <w:tc>
                <w:tcPr>
                  <w:tcW w:w="6768" w:type="dxa"/>
                </w:tcPr>
                <w:p w14:paraId="0D70840F" w14:textId="77777777" w:rsidR="00F443EB" w:rsidRPr="00C5784A" w:rsidRDefault="00F443EB" w:rsidP="00F443EB">
                  <w:pPr>
                    <w:spacing w:after="0"/>
                    <w:rPr>
                      <w:rFonts w:eastAsia="Times New Roman" w:cs="Times New Roman"/>
                      <w:szCs w:val="20"/>
                    </w:rPr>
                  </w:pPr>
                  <w:r>
                    <w:rPr>
                      <w:rFonts w:eastAsia="Times New Roman" w:cs="Times New Roman"/>
                      <w:szCs w:val="20"/>
                    </w:rPr>
                    <w:t>purustatud kruusast alus, Tm_150</w:t>
                  </w:r>
                </w:p>
              </w:tc>
              <w:tc>
                <w:tcPr>
                  <w:tcW w:w="1620" w:type="dxa"/>
                </w:tcPr>
                <w:p w14:paraId="3086F7A3" w14:textId="77777777" w:rsidR="00F443EB" w:rsidRPr="0051205A" w:rsidRDefault="00F443EB" w:rsidP="00F443EB">
                  <w:pPr>
                    <w:spacing w:after="0"/>
                    <w:rPr>
                      <w:rFonts w:eastAsia="Times New Roman" w:cs="Times New Roman"/>
                      <w:szCs w:val="20"/>
                    </w:rPr>
                  </w:pPr>
                  <w:r>
                    <w:rPr>
                      <w:rFonts w:eastAsia="Times New Roman" w:cs="Times New Roman"/>
                      <w:szCs w:val="20"/>
                    </w:rPr>
                    <w:t>h= 20 cm</w:t>
                  </w:r>
                </w:p>
              </w:tc>
            </w:tr>
            <w:tr w:rsidR="00F443EB" w:rsidRPr="00C5784A" w14:paraId="579BCC79" w14:textId="77777777" w:rsidTr="006A3A20">
              <w:tc>
                <w:tcPr>
                  <w:tcW w:w="6768" w:type="dxa"/>
                </w:tcPr>
                <w:p w14:paraId="03661394"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7E09C371" w14:textId="77777777" w:rsidR="00F443EB" w:rsidRPr="007A174B" w:rsidRDefault="00F443EB" w:rsidP="00F443EB">
                  <w:pPr>
                    <w:spacing w:after="0"/>
                    <w:rPr>
                      <w:rFonts w:eastAsia="Times New Roman" w:cs="Times New Roman"/>
                      <w:szCs w:val="20"/>
                    </w:rPr>
                  </w:pPr>
                  <w:r w:rsidRPr="00C5784A">
                    <w:rPr>
                      <w:rFonts w:eastAsia="Times New Roman" w:cs="Times New Roman"/>
                      <w:szCs w:val="20"/>
                    </w:rPr>
                    <w:t>vajadusel</w:t>
                  </w:r>
                </w:p>
              </w:tc>
            </w:tr>
            <w:tr w:rsidR="00F443EB" w:rsidRPr="00C5784A" w14:paraId="20F8B77C" w14:textId="77777777" w:rsidTr="006A3A20">
              <w:tc>
                <w:tcPr>
                  <w:tcW w:w="6768" w:type="dxa"/>
                </w:tcPr>
                <w:p w14:paraId="0F0012B4" w14:textId="77777777" w:rsidR="00F443EB" w:rsidRDefault="00F443EB" w:rsidP="00F443EB">
                  <w:pPr>
                    <w:spacing w:after="0"/>
                    <w:rPr>
                      <w:rFonts w:eastAsia="Times New Roman" w:cs="Times New Roman"/>
                      <w:bCs/>
                      <w:color w:val="000000" w:themeColor="text1"/>
                      <w:szCs w:val="20"/>
                    </w:rPr>
                  </w:pPr>
                  <w:r w:rsidRPr="00667C60">
                    <w:rPr>
                      <w:rFonts w:eastAsia="Times New Roman" w:cs="Times New Roman"/>
                      <w:szCs w:val="20"/>
                    </w:rPr>
                    <w:t>olemasolev sobilik aluspinnas Kt≥0,95</w:t>
                  </w:r>
                </w:p>
              </w:tc>
              <w:tc>
                <w:tcPr>
                  <w:tcW w:w="1620" w:type="dxa"/>
                </w:tcPr>
                <w:p w14:paraId="10DA4794" w14:textId="77777777" w:rsidR="00F443EB" w:rsidRPr="00C5784A" w:rsidRDefault="00F443EB" w:rsidP="00F443EB">
                  <w:pPr>
                    <w:spacing w:after="0"/>
                    <w:rPr>
                      <w:rFonts w:eastAsia="Times New Roman" w:cs="Times New Roman"/>
                      <w:szCs w:val="20"/>
                    </w:rPr>
                  </w:pPr>
                </w:p>
              </w:tc>
            </w:tr>
          </w:tbl>
          <w:p w14:paraId="00A3C4CD" w14:textId="77777777" w:rsidR="00F443EB" w:rsidRDefault="00F443EB" w:rsidP="00F443EB">
            <w:pPr>
              <w:rPr>
                <w:b/>
              </w:rPr>
            </w:pPr>
          </w:p>
          <w:p w14:paraId="0F6A073B" w14:textId="11028087" w:rsidR="00F443EB" w:rsidRDefault="00F443EB" w:rsidP="00F443EB">
            <w:pPr>
              <w:rPr>
                <w:b/>
              </w:rPr>
            </w:pPr>
            <w:r>
              <w:rPr>
                <w:b/>
              </w:rPr>
              <w:t>Tüüp 2.1</w:t>
            </w:r>
            <w:r w:rsidRPr="00C5784A">
              <w:rPr>
                <w:b/>
              </w:rPr>
              <w:t>:</w:t>
            </w:r>
            <w:r w:rsidR="00BD7091">
              <w:rPr>
                <w:b/>
              </w:rPr>
              <w:t xml:space="preserve"> Projekteeritud</w:t>
            </w:r>
            <w:r w:rsidRPr="00C5784A">
              <w:rPr>
                <w:b/>
              </w:rPr>
              <w:t xml:space="preserve"> </w:t>
            </w:r>
            <w:r w:rsidR="00BD7091">
              <w:rPr>
                <w:b/>
              </w:rPr>
              <w:t>k</w:t>
            </w:r>
            <w:r w:rsidR="00EA36F4">
              <w:rPr>
                <w:b/>
              </w:rPr>
              <w:t>õnnitee</w:t>
            </w:r>
            <w:r w:rsidRPr="00C5784A">
              <w:rPr>
                <w:b/>
              </w:rPr>
              <w:t xml:space="preserve">    </w:t>
            </w:r>
          </w:p>
          <w:p w14:paraId="1F23887F" w14:textId="77777777" w:rsidR="00F443EB" w:rsidRPr="00C5784A" w:rsidRDefault="00F443EB" w:rsidP="00F443EB">
            <w:pPr>
              <w:rPr>
                <w:rFonts w:eastAsiaTheme="minorEastAsia"/>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11A54FBA" w14:textId="77777777" w:rsidTr="006A3A20">
              <w:trPr>
                <w:trHeight w:val="237"/>
              </w:trPr>
              <w:tc>
                <w:tcPr>
                  <w:tcW w:w="6768" w:type="dxa"/>
                </w:tcPr>
                <w:p w14:paraId="71A41C2A"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3FD96285"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7EBA547F" w14:textId="77777777" w:rsidTr="006A3A20">
              <w:trPr>
                <w:trHeight w:val="237"/>
              </w:trPr>
              <w:tc>
                <w:tcPr>
                  <w:tcW w:w="6768" w:type="dxa"/>
                </w:tcPr>
                <w:p w14:paraId="0DF04A05" w14:textId="77777777" w:rsidR="00F443EB" w:rsidRPr="00C5784A" w:rsidRDefault="00F443EB" w:rsidP="00F443EB">
                  <w:pPr>
                    <w:spacing w:after="0"/>
                    <w:rPr>
                      <w:rFonts w:eastAsia="Times New Roman" w:cs="Times New Roman"/>
                      <w:szCs w:val="20"/>
                    </w:rPr>
                  </w:pPr>
                  <w:r>
                    <w:rPr>
                      <w:rFonts w:eastAsia="Times New Roman" w:cs="Times New Roman"/>
                      <w:szCs w:val="20"/>
                    </w:rPr>
                    <w:t>AC 8 surf 70/100</w:t>
                  </w:r>
                </w:p>
              </w:tc>
              <w:tc>
                <w:tcPr>
                  <w:tcW w:w="1620" w:type="dxa"/>
                </w:tcPr>
                <w:p w14:paraId="5654652D" w14:textId="77777777" w:rsidR="00F443EB" w:rsidRPr="00C5784A" w:rsidRDefault="00F443EB" w:rsidP="00F443EB">
                  <w:pPr>
                    <w:spacing w:after="0"/>
                    <w:rPr>
                      <w:rFonts w:eastAsia="Times New Roman" w:cs="Times New Roman"/>
                      <w:szCs w:val="20"/>
                    </w:rPr>
                  </w:pPr>
                  <w:r>
                    <w:rPr>
                      <w:rFonts w:eastAsia="Times New Roman" w:cs="Times New Roman"/>
                      <w:szCs w:val="20"/>
                    </w:rPr>
                    <w:t>h= 5 cm</w:t>
                  </w:r>
                </w:p>
              </w:tc>
            </w:tr>
            <w:tr w:rsidR="00F443EB" w:rsidRPr="00C5784A" w14:paraId="5D945806" w14:textId="77777777" w:rsidTr="006A3A20">
              <w:tc>
                <w:tcPr>
                  <w:tcW w:w="6768" w:type="dxa"/>
                </w:tcPr>
                <w:p w14:paraId="4D489495" w14:textId="77777777" w:rsidR="00F443EB" w:rsidRPr="00C5784A" w:rsidRDefault="00F443EB" w:rsidP="00F443EB">
                  <w:pPr>
                    <w:spacing w:after="0"/>
                    <w:rPr>
                      <w:rFonts w:eastAsia="Times New Roman" w:cs="Times New Roman"/>
                      <w:szCs w:val="20"/>
                    </w:rPr>
                  </w:pPr>
                  <w:r>
                    <w:rPr>
                      <w:rFonts w:eastAsia="Times New Roman" w:cs="Trebuchet MS"/>
                      <w:color w:val="000000"/>
                      <w:szCs w:val="20"/>
                      <w:lang w:eastAsia="et-EE"/>
                    </w:rPr>
                    <w:t>kiilutud killustikust alus fr 32/63</w:t>
                  </w:r>
                </w:p>
              </w:tc>
              <w:tc>
                <w:tcPr>
                  <w:tcW w:w="1620" w:type="dxa"/>
                </w:tcPr>
                <w:p w14:paraId="7478E920" w14:textId="77777777" w:rsidR="00F443EB" w:rsidRPr="0051205A" w:rsidRDefault="00F443EB" w:rsidP="00F443EB">
                  <w:pPr>
                    <w:spacing w:after="0"/>
                    <w:rPr>
                      <w:rFonts w:eastAsia="Times New Roman" w:cs="Times New Roman"/>
                      <w:szCs w:val="20"/>
                    </w:rPr>
                  </w:pPr>
                  <w:r>
                    <w:rPr>
                      <w:rFonts w:eastAsia="Times New Roman" w:cs="Times New Roman"/>
                      <w:szCs w:val="20"/>
                    </w:rPr>
                    <w:t>h= 20 cm</w:t>
                  </w:r>
                </w:p>
              </w:tc>
            </w:tr>
            <w:tr w:rsidR="00F443EB" w:rsidRPr="00C5784A" w14:paraId="4D495CA0" w14:textId="77777777" w:rsidTr="006A3A20">
              <w:tc>
                <w:tcPr>
                  <w:tcW w:w="6768" w:type="dxa"/>
                </w:tcPr>
                <w:p w14:paraId="1F01D17F" w14:textId="77777777" w:rsidR="00F443EB" w:rsidRDefault="00F443EB" w:rsidP="00F443EB">
                  <w:pPr>
                    <w:spacing w:after="0"/>
                    <w:rPr>
                      <w:rFonts w:eastAsia="Times New Roman" w:cs="Trebuchet MS"/>
                      <w:color w:val="000000"/>
                      <w:szCs w:val="20"/>
                      <w:lang w:eastAsia="et-EE"/>
                    </w:rPr>
                  </w:pPr>
                  <w:r>
                    <w:rPr>
                      <w:rFonts w:eastAsia="Times New Roman" w:cs="Times New Roman"/>
                      <w:bCs/>
                      <w:color w:val="000000" w:themeColor="text1"/>
                      <w:szCs w:val="20"/>
                    </w:rPr>
                    <w:t>täitepinnas (kf&gt;0,5 m/24h, Tm_105)</w:t>
                  </w:r>
                </w:p>
              </w:tc>
              <w:tc>
                <w:tcPr>
                  <w:tcW w:w="1620" w:type="dxa"/>
                </w:tcPr>
                <w:p w14:paraId="23CEBD85" w14:textId="77777777" w:rsidR="00F443EB" w:rsidRDefault="00F443EB" w:rsidP="00F443EB">
                  <w:pPr>
                    <w:spacing w:after="0"/>
                    <w:rPr>
                      <w:rFonts w:eastAsia="Times New Roman" w:cs="Times New Roman"/>
                      <w:szCs w:val="20"/>
                    </w:rPr>
                  </w:pPr>
                  <w:r>
                    <w:rPr>
                      <w:rFonts w:eastAsia="Times New Roman" w:cs="Times New Roman"/>
                      <w:szCs w:val="20"/>
                    </w:rPr>
                    <w:t>h= 20 cm</w:t>
                  </w:r>
                </w:p>
              </w:tc>
            </w:tr>
            <w:tr w:rsidR="00F443EB" w:rsidRPr="00C5784A" w14:paraId="554DD9D3" w14:textId="77777777" w:rsidTr="006A3A20">
              <w:tc>
                <w:tcPr>
                  <w:tcW w:w="6768" w:type="dxa"/>
                </w:tcPr>
                <w:p w14:paraId="127340A4"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6A83973C" w14:textId="77777777" w:rsidR="00F443EB" w:rsidRPr="007A174B" w:rsidRDefault="00F443EB" w:rsidP="00F443EB">
                  <w:pPr>
                    <w:spacing w:after="0"/>
                    <w:rPr>
                      <w:rFonts w:eastAsia="Times New Roman" w:cs="Times New Roman"/>
                      <w:szCs w:val="20"/>
                    </w:rPr>
                  </w:pPr>
                  <w:r w:rsidRPr="00C5784A">
                    <w:rPr>
                      <w:rFonts w:eastAsia="Times New Roman" w:cs="Times New Roman"/>
                      <w:szCs w:val="20"/>
                    </w:rPr>
                    <w:t>vajadusel</w:t>
                  </w:r>
                </w:p>
              </w:tc>
            </w:tr>
            <w:tr w:rsidR="00F443EB" w:rsidRPr="00C5784A" w14:paraId="5181EAD4" w14:textId="77777777" w:rsidTr="006A3A20">
              <w:tc>
                <w:tcPr>
                  <w:tcW w:w="6768" w:type="dxa"/>
                </w:tcPr>
                <w:p w14:paraId="26AA4540" w14:textId="77777777" w:rsidR="00F443EB" w:rsidRDefault="00F443EB" w:rsidP="00F443EB">
                  <w:pPr>
                    <w:spacing w:after="0"/>
                    <w:rPr>
                      <w:rFonts w:eastAsia="Times New Roman" w:cs="Times New Roman"/>
                      <w:bCs/>
                      <w:color w:val="000000" w:themeColor="text1"/>
                      <w:szCs w:val="20"/>
                    </w:rPr>
                  </w:pPr>
                  <w:r w:rsidRPr="00667C60">
                    <w:rPr>
                      <w:rFonts w:eastAsia="Times New Roman" w:cs="Times New Roman"/>
                      <w:szCs w:val="20"/>
                    </w:rPr>
                    <w:t>olemasolev sobilik aluspinnas Kt≥0,95</w:t>
                  </w:r>
                </w:p>
              </w:tc>
              <w:tc>
                <w:tcPr>
                  <w:tcW w:w="1620" w:type="dxa"/>
                </w:tcPr>
                <w:p w14:paraId="6D2F7AAB" w14:textId="77777777" w:rsidR="00F443EB" w:rsidRPr="00C5784A" w:rsidRDefault="00F443EB" w:rsidP="00F443EB">
                  <w:pPr>
                    <w:spacing w:after="0"/>
                    <w:rPr>
                      <w:rFonts w:eastAsia="Times New Roman" w:cs="Times New Roman"/>
                      <w:szCs w:val="20"/>
                    </w:rPr>
                  </w:pPr>
                </w:p>
              </w:tc>
            </w:tr>
          </w:tbl>
          <w:p w14:paraId="5427F3C6" w14:textId="77777777" w:rsidR="00F443EB" w:rsidRDefault="00F443EB" w:rsidP="00F443EB">
            <w:pPr>
              <w:rPr>
                <w:b/>
              </w:rPr>
            </w:pPr>
          </w:p>
          <w:p w14:paraId="001AB8D6" w14:textId="2824813B" w:rsidR="00F443EB" w:rsidRDefault="00BD7091" w:rsidP="00F443EB">
            <w:pPr>
              <w:rPr>
                <w:b/>
              </w:rPr>
            </w:pPr>
            <w:r>
              <w:rPr>
                <w:b/>
              </w:rPr>
              <w:t>Tüüp 3.1: Projekteeritud haljastusala</w:t>
            </w:r>
          </w:p>
          <w:p w14:paraId="26E34177" w14:textId="77777777" w:rsidR="00F443EB" w:rsidRPr="00C5784A" w:rsidRDefault="00F443EB" w:rsidP="00F443EB">
            <w:pPr>
              <w:rPr>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1C42C727" w14:textId="77777777" w:rsidTr="006A3A20">
              <w:trPr>
                <w:trHeight w:val="237"/>
              </w:trPr>
              <w:tc>
                <w:tcPr>
                  <w:tcW w:w="6768" w:type="dxa"/>
                </w:tcPr>
                <w:p w14:paraId="1C3199D9"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35E7E4D6"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3A1205FE" w14:textId="77777777" w:rsidTr="006A3A20">
              <w:trPr>
                <w:trHeight w:val="237"/>
              </w:trPr>
              <w:tc>
                <w:tcPr>
                  <w:tcW w:w="6768" w:type="dxa"/>
                </w:tcPr>
                <w:p w14:paraId="48DEDBBD"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muru</w:t>
                  </w:r>
                </w:p>
              </w:tc>
              <w:tc>
                <w:tcPr>
                  <w:tcW w:w="1620" w:type="dxa"/>
                </w:tcPr>
                <w:p w14:paraId="28A0C0D2"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 xml:space="preserve"> </w:t>
                  </w:r>
                </w:p>
              </w:tc>
            </w:tr>
            <w:tr w:rsidR="00F443EB" w:rsidRPr="00C5784A" w14:paraId="7D999D65" w14:textId="77777777" w:rsidTr="006A3A20">
              <w:trPr>
                <w:trHeight w:val="237"/>
              </w:trPr>
              <w:tc>
                <w:tcPr>
                  <w:tcW w:w="6768" w:type="dxa"/>
                </w:tcPr>
                <w:p w14:paraId="607CA29C"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 xml:space="preserve">kasvumuld </w:t>
                  </w:r>
                </w:p>
              </w:tc>
              <w:tc>
                <w:tcPr>
                  <w:tcW w:w="1620" w:type="dxa"/>
                </w:tcPr>
                <w:p w14:paraId="28772380"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 xml:space="preserve">h= 15 cm   </w:t>
                  </w:r>
                </w:p>
              </w:tc>
            </w:tr>
            <w:tr w:rsidR="00F443EB" w:rsidRPr="00C5784A" w14:paraId="5A57E451" w14:textId="77777777" w:rsidTr="006A3A20">
              <w:tc>
                <w:tcPr>
                  <w:tcW w:w="6768" w:type="dxa"/>
                </w:tcPr>
                <w:p w14:paraId="093818DE"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481EA2C9" w14:textId="77777777" w:rsidR="00F443EB" w:rsidRPr="00C5784A" w:rsidRDefault="00F443EB" w:rsidP="00F443EB">
                  <w:pPr>
                    <w:spacing w:after="0"/>
                    <w:rPr>
                      <w:rFonts w:eastAsia="Times New Roman" w:cs="Times New Roman"/>
                      <w:color w:val="FF0000"/>
                      <w:szCs w:val="20"/>
                      <w:highlight w:val="yellow"/>
                    </w:rPr>
                  </w:pPr>
                </w:p>
              </w:tc>
            </w:tr>
          </w:tbl>
          <w:p w14:paraId="706F34B4" w14:textId="77777777" w:rsidR="00F443EB" w:rsidRDefault="00F443EB" w:rsidP="00F443EB">
            <w:pPr>
              <w:rPr>
                <w:b/>
              </w:rPr>
            </w:pPr>
          </w:p>
          <w:p w14:paraId="78DED575" w14:textId="1D103A2C" w:rsidR="00F443EB" w:rsidRDefault="00F443EB" w:rsidP="00F443EB">
            <w:pPr>
              <w:rPr>
                <w:b/>
              </w:rPr>
            </w:pPr>
            <w:r>
              <w:rPr>
                <w:b/>
              </w:rPr>
              <w:t>K</w:t>
            </w:r>
            <w:r w:rsidR="00EA36F4">
              <w:rPr>
                <w:b/>
              </w:rPr>
              <w:t>ruus</w:t>
            </w:r>
            <w:r>
              <w:rPr>
                <w:b/>
              </w:rPr>
              <w:t>kate taastami</w:t>
            </w:r>
            <w:r w:rsidR="002D4886">
              <w:rPr>
                <w:b/>
              </w:rPr>
              <w:t>se katend</w:t>
            </w:r>
          </w:p>
          <w:p w14:paraId="3C4D4E22" w14:textId="77777777" w:rsidR="00F443EB" w:rsidRPr="00F443EB" w:rsidRDefault="00F443EB" w:rsidP="00F443EB">
            <w:pPr>
              <w:rPr>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29C7BD07" w14:textId="77777777" w:rsidTr="006A3A20">
              <w:trPr>
                <w:trHeight w:val="237"/>
              </w:trPr>
              <w:tc>
                <w:tcPr>
                  <w:tcW w:w="6768" w:type="dxa"/>
                </w:tcPr>
                <w:p w14:paraId="17AFE823"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5269394A"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65BC6F46" w14:textId="77777777" w:rsidTr="006A3A20">
              <w:trPr>
                <w:trHeight w:val="237"/>
              </w:trPr>
              <w:tc>
                <w:tcPr>
                  <w:tcW w:w="6768" w:type="dxa"/>
                </w:tcPr>
                <w:p w14:paraId="6EAB73A8" w14:textId="4AE618FE" w:rsidR="00F443EB" w:rsidRPr="00C5784A" w:rsidRDefault="0028094F" w:rsidP="00F443EB">
                  <w:pPr>
                    <w:spacing w:after="0"/>
                    <w:rPr>
                      <w:rFonts w:eastAsia="Times New Roman" w:cs="Times New Roman"/>
                      <w:szCs w:val="20"/>
                    </w:rPr>
                  </w:pPr>
                  <w:r>
                    <w:rPr>
                      <w:rFonts w:eastAsia="Times New Roman" w:cs="Times New Roman"/>
                      <w:szCs w:val="20"/>
                    </w:rPr>
                    <w:t>kruusakte, segu nr 6</w:t>
                  </w:r>
                </w:p>
              </w:tc>
              <w:tc>
                <w:tcPr>
                  <w:tcW w:w="1620" w:type="dxa"/>
                </w:tcPr>
                <w:p w14:paraId="4280E420" w14:textId="5B127C79" w:rsidR="00F443EB" w:rsidRPr="00C5784A" w:rsidRDefault="00F443EB" w:rsidP="00F443EB">
                  <w:pPr>
                    <w:spacing w:after="0"/>
                    <w:rPr>
                      <w:rFonts w:eastAsia="Times New Roman" w:cs="Times New Roman"/>
                      <w:szCs w:val="20"/>
                    </w:rPr>
                  </w:pPr>
                  <w:r>
                    <w:rPr>
                      <w:rFonts w:eastAsia="Times New Roman" w:cs="Times New Roman"/>
                      <w:szCs w:val="20"/>
                    </w:rPr>
                    <w:t xml:space="preserve">h= </w:t>
                  </w:r>
                  <w:r w:rsidR="0028094F">
                    <w:rPr>
                      <w:rFonts w:eastAsia="Times New Roman" w:cs="Times New Roman"/>
                      <w:szCs w:val="20"/>
                    </w:rPr>
                    <w:t>10</w:t>
                  </w:r>
                  <w:r>
                    <w:rPr>
                      <w:rFonts w:eastAsia="Times New Roman" w:cs="Times New Roman"/>
                      <w:szCs w:val="20"/>
                    </w:rPr>
                    <w:t xml:space="preserve"> cm</w:t>
                  </w:r>
                </w:p>
              </w:tc>
            </w:tr>
            <w:tr w:rsidR="00F443EB" w:rsidRPr="00C5784A" w14:paraId="024AF75A" w14:textId="77777777" w:rsidTr="006A3A20">
              <w:tc>
                <w:tcPr>
                  <w:tcW w:w="6768" w:type="dxa"/>
                </w:tcPr>
                <w:p w14:paraId="0905AD7F" w14:textId="68032091" w:rsidR="00F443EB" w:rsidRPr="00C5784A" w:rsidRDefault="0028094F" w:rsidP="00F443EB">
                  <w:pPr>
                    <w:spacing w:after="0"/>
                    <w:rPr>
                      <w:rFonts w:eastAsia="Times New Roman" w:cs="Times New Roman"/>
                      <w:szCs w:val="20"/>
                    </w:rPr>
                  </w:pPr>
                  <w:r>
                    <w:rPr>
                      <w:rFonts w:eastAsia="Times New Roman" w:cs="Times New Roman"/>
                      <w:szCs w:val="20"/>
                    </w:rPr>
                    <w:t>purustatud kruusast alus, Tm_150</w:t>
                  </w:r>
                </w:p>
              </w:tc>
              <w:tc>
                <w:tcPr>
                  <w:tcW w:w="1620" w:type="dxa"/>
                </w:tcPr>
                <w:p w14:paraId="39DD852E" w14:textId="77777777" w:rsidR="00F443EB" w:rsidRPr="0051205A" w:rsidRDefault="00F443EB" w:rsidP="00F443EB">
                  <w:pPr>
                    <w:spacing w:after="0"/>
                    <w:rPr>
                      <w:rFonts w:eastAsia="Times New Roman" w:cs="Times New Roman"/>
                      <w:szCs w:val="20"/>
                    </w:rPr>
                  </w:pPr>
                  <w:r>
                    <w:rPr>
                      <w:rFonts w:eastAsia="Times New Roman" w:cs="Times New Roman"/>
                      <w:szCs w:val="20"/>
                    </w:rPr>
                    <w:t>h= 20 cm</w:t>
                  </w:r>
                </w:p>
              </w:tc>
            </w:tr>
            <w:tr w:rsidR="00F443EB" w:rsidRPr="00C5784A" w14:paraId="7B60D95F" w14:textId="77777777" w:rsidTr="006A3A20">
              <w:tc>
                <w:tcPr>
                  <w:tcW w:w="6768" w:type="dxa"/>
                </w:tcPr>
                <w:p w14:paraId="498077EC"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60857831" w14:textId="77777777" w:rsidR="00F443EB" w:rsidRPr="007A174B" w:rsidRDefault="00F443EB" w:rsidP="00F443EB">
                  <w:pPr>
                    <w:spacing w:after="0"/>
                    <w:rPr>
                      <w:rFonts w:eastAsia="Times New Roman" w:cs="Times New Roman"/>
                      <w:szCs w:val="20"/>
                    </w:rPr>
                  </w:pPr>
                  <w:r w:rsidRPr="00C5784A">
                    <w:rPr>
                      <w:rFonts w:eastAsia="Times New Roman" w:cs="Times New Roman"/>
                      <w:szCs w:val="20"/>
                    </w:rPr>
                    <w:t>vajadusel</w:t>
                  </w:r>
                </w:p>
              </w:tc>
            </w:tr>
            <w:tr w:rsidR="00F443EB" w:rsidRPr="00C5784A" w14:paraId="735F1662" w14:textId="77777777" w:rsidTr="006A3A20">
              <w:tc>
                <w:tcPr>
                  <w:tcW w:w="6768" w:type="dxa"/>
                </w:tcPr>
                <w:p w14:paraId="4D800F17" w14:textId="77777777" w:rsidR="00F443EB" w:rsidRDefault="00F443EB" w:rsidP="00F443EB">
                  <w:pPr>
                    <w:spacing w:after="0"/>
                    <w:rPr>
                      <w:rFonts w:eastAsia="Times New Roman" w:cs="Times New Roman"/>
                      <w:bCs/>
                      <w:color w:val="000000" w:themeColor="text1"/>
                      <w:szCs w:val="20"/>
                    </w:rPr>
                  </w:pPr>
                  <w:r w:rsidRPr="00667C60">
                    <w:rPr>
                      <w:rFonts w:eastAsia="Times New Roman" w:cs="Times New Roman"/>
                      <w:szCs w:val="20"/>
                    </w:rPr>
                    <w:t>olemasolev sobilik aluspinnas Kt≥0,95</w:t>
                  </w:r>
                </w:p>
              </w:tc>
              <w:tc>
                <w:tcPr>
                  <w:tcW w:w="1620" w:type="dxa"/>
                </w:tcPr>
                <w:p w14:paraId="44CFCFAE" w14:textId="77777777" w:rsidR="00F443EB" w:rsidRPr="00C5784A" w:rsidRDefault="00F443EB" w:rsidP="00F443EB">
                  <w:pPr>
                    <w:spacing w:after="0"/>
                    <w:rPr>
                      <w:rFonts w:eastAsia="Times New Roman" w:cs="Times New Roman"/>
                      <w:szCs w:val="20"/>
                    </w:rPr>
                  </w:pPr>
                </w:p>
              </w:tc>
            </w:tr>
          </w:tbl>
          <w:p w14:paraId="3BD2A35F" w14:textId="77777777" w:rsidR="00F443EB" w:rsidRDefault="00F443EB" w:rsidP="00D57F11">
            <w:pPr>
              <w:spacing w:line="360" w:lineRule="auto"/>
            </w:pPr>
          </w:p>
          <w:p w14:paraId="028C61A6" w14:textId="77777777" w:rsidR="0027661F" w:rsidRDefault="0027661F" w:rsidP="00D57F11">
            <w:pPr>
              <w:spacing w:line="360" w:lineRule="auto"/>
            </w:pPr>
          </w:p>
          <w:p w14:paraId="0D2AE956" w14:textId="77777777" w:rsidR="0027661F" w:rsidRDefault="0027661F" w:rsidP="00D57F11">
            <w:pPr>
              <w:spacing w:line="360" w:lineRule="auto"/>
            </w:pPr>
          </w:p>
          <w:p w14:paraId="36672024" w14:textId="77777777" w:rsidR="0027661F" w:rsidRDefault="0027661F" w:rsidP="00D57F11">
            <w:pPr>
              <w:spacing w:line="360" w:lineRule="auto"/>
            </w:pPr>
          </w:p>
          <w:p w14:paraId="113DB568" w14:textId="77777777" w:rsidR="0027661F" w:rsidRPr="002B4FB9" w:rsidRDefault="0027661F" w:rsidP="00D57F11">
            <w:pPr>
              <w:spacing w:line="360" w:lineRule="auto"/>
            </w:pPr>
          </w:p>
          <w:p w14:paraId="3F98649E" w14:textId="3E969921" w:rsidR="00D57F11" w:rsidRDefault="00F443EB" w:rsidP="00F443EB">
            <w:pPr>
              <w:pStyle w:val="Heading3"/>
            </w:pPr>
            <w:bookmarkStart w:id="33" w:name="_Toc19288692"/>
            <w:bookmarkStart w:id="34" w:name="_Toc195618066"/>
            <w:r>
              <w:lastRenderedPageBreak/>
              <w:t>Asfaltsegud ja killustikalus</w:t>
            </w:r>
            <w:bookmarkEnd w:id="34"/>
          </w:p>
          <w:p w14:paraId="6669D48E" w14:textId="050C4B31" w:rsidR="00F443EB" w:rsidRPr="000C51AF" w:rsidRDefault="00F443EB" w:rsidP="000C51AF">
            <w:pPr>
              <w:pStyle w:val="Body"/>
              <w:spacing w:line="360" w:lineRule="auto"/>
              <w:ind w:left="0"/>
              <w:rPr>
                <w:rFonts w:ascii="Arial" w:hAnsi="Arial" w:cs="Arial"/>
                <w:sz w:val="22"/>
                <w:szCs w:val="22"/>
              </w:rPr>
            </w:pPr>
            <w:r w:rsidRPr="000C51AF">
              <w:rPr>
                <w:rFonts w:ascii="Arial" w:hAnsi="Arial" w:cs="Arial"/>
                <w:sz w:val="22"/>
                <w:szCs w:val="22"/>
              </w:rPr>
              <w:t>Asfaltsegude jämetäitematerjalide nõuded on määratud standardis: „EVS 901-3:2021“. Jõusutnud EVS Teataja 2021. aasta veebruarikuu numbris.</w:t>
            </w:r>
          </w:p>
          <w:p w14:paraId="4694709C" w14:textId="547F0966" w:rsidR="00F443EB" w:rsidRPr="000C51AF" w:rsidRDefault="00F443EB" w:rsidP="000C51AF">
            <w:pPr>
              <w:pStyle w:val="Body"/>
              <w:spacing w:line="360" w:lineRule="auto"/>
              <w:ind w:left="0"/>
              <w:rPr>
                <w:rFonts w:ascii="Arial" w:hAnsi="Arial" w:cs="Arial"/>
                <w:sz w:val="22"/>
                <w:szCs w:val="22"/>
              </w:rPr>
            </w:pPr>
            <w:r w:rsidRPr="000C51AF">
              <w:rPr>
                <w:rFonts w:ascii="Arial" w:hAnsi="Arial" w:cs="Arial"/>
                <w:sz w:val="22"/>
                <w:szCs w:val="22"/>
              </w:rPr>
              <w:t xml:space="preserve">Killustikalustes kasutatavate materjalide omadused ja paigaldus peavad vastama alljärgnevale juhisele ja selles viidatud standarditele, arvestades projektis toodud nõudeid: Killustikust katendikihtide ehitamise juhis MA 2016-012.  Kinnitatud Transpordi ameti peadirektori  22.11.2016 käskkirjaga nr. 0215. Kivimaterjali kvaliteedinõuded ja killustikaluse elastsusmoodul tihendatud aluse pinnal mõõdetuna </w:t>
            </w:r>
            <w:r w:rsidR="000C51AF" w:rsidRPr="000C51AF">
              <w:rPr>
                <w:rFonts w:ascii="Arial" w:hAnsi="Arial" w:cs="Arial"/>
                <w:sz w:val="22"/>
                <w:szCs w:val="22"/>
              </w:rPr>
              <w:t xml:space="preserve">taadeldud ja kehtivat kontrolli omava </w:t>
            </w:r>
            <w:r w:rsidRPr="000C51AF">
              <w:rPr>
                <w:rFonts w:ascii="Arial" w:hAnsi="Arial" w:cs="Arial"/>
                <w:sz w:val="22"/>
                <w:szCs w:val="22"/>
              </w:rPr>
              <w:t>INSPECTOR või LOADMAN seadmetega:</w:t>
            </w:r>
          </w:p>
          <w:p w14:paraId="54990ACF" w14:textId="47901484" w:rsidR="00F443EB" w:rsidRPr="000C51AF" w:rsidRDefault="00F443EB" w:rsidP="000C51AF">
            <w:pPr>
              <w:pStyle w:val="Body"/>
              <w:spacing w:line="360" w:lineRule="auto"/>
              <w:ind w:left="0"/>
              <w:rPr>
                <w:rFonts w:ascii="Arial" w:hAnsi="Arial" w:cs="Arial"/>
                <w:sz w:val="22"/>
                <w:szCs w:val="22"/>
              </w:rPr>
            </w:pPr>
            <w:r w:rsidRPr="000C51AF">
              <w:rPr>
                <w:rFonts w:ascii="Arial" w:hAnsi="Arial" w:cs="Arial"/>
                <w:sz w:val="22"/>
                <w:szCs w:val="22"/>
              </w:rPr>
              <w:t>Tüüp 1.1 asfaltkatte kihtide ehitamisel lähtuda EVS 901-3 Tabel 7, Tabel 8 ja Tabel 9. veerust</w:t>
            </w:r>
            <w:r w:rsidRPr="000C51AF">
              <w:rPr>
                <w:rFonts w:ascii="Arial" w:hAnsi="Arial" w:cs="Arial"/>
                <w:sz w:val="22"/>
                <w:szCs w:val="22"/>
              </w:rPr>
              <w:br/>
              <w:t>AKÖL 20 &gt;12000 a/ööp ja raskeliiklus &gt;10% nõuetest ning killustikaluse ehitamisel KKEJ Tabel 1 veerg 2 (AKÖL 20 &gt;6 000 a/ööp). Fraktsioneeritud killustikust ulukit tuleb ehitada kiilumismeetodil, juhindudes kiilumiskillustiku kulunormist. Fraktsioneeritud killustiku fr 32/63 mm korral – kiilumiskillustik fr 8/16 mm või fr 12/16 mm, kulunormiga 25 kg/m2, või fr 16/32 mm, kulunormiga 35 kg/m2, mis omakorda kiilutakse kiilumiskillustikuga fr 8/12 mm, fr 4/16 mm või fr 8/16 mm, kulunormiga 15 kg/m2</w:t>
            </w:r>
          </w:p>
          <w:p w14:paraId="5A447E15" w14:textId="2583ACFC" w:rsidR="00F443EB" w:rsidRPr="000C51AF" w:rsidRDefault="00F443EB" w:rsidP="000C51AF">
            <w:pPr>
              <w:pStyle w:val="Body"/>
              <w:spacing w:line="360" w:lineRule="auto"/>
              <w:ind w:left="0"/>
              <w:rPr>
                <w:rFonts w:ascii="Arial" w:hAnsi="Arial" w:cs="Arial"/>
                <w:sz w:val="22"/>
                <w:szCs w:val="22"/>
              </w:rPr>
            </w:pPr>
            <w:r w:rsidRPr="000C51AF">
              <w:rPr>
                <w:rFonts w:ascii="Arial" w:hAnsi="Arial" w:cs="Arial"/>
                <w:sz w:val="22"/>
                <w:szCs w:val="22"/>
              </w:rPr>
              <w:t>Tüüp 1.2 asfaltkatte ehitamisel lähtuda EVS 901-3 Tabel 7 ja Tabel 9. veerust AKÖL 20  900&lt;AKÖL 20&lt;1500 a/ööp ja raskeliiklus &gt;10% nõuetest ja killustikaluse ehitamisel mahasõitudel ja eraldussaartel KKEJ Tabel 1 veerg 7 (AKÖL 20 &lt;500 a/ööp) nõuetest.</w:t>
            </w:r>
          </w:p>
          <w:p w14:paraId="74B49512" w14:textId="1AD96847" w:rsidR="00F443EB" w:rsidRPr="000C51AF" w:rsidRDefault="00F443EB" w:rsidP="000C51AF">
            <w:pPr>
              <w:pStyle w:val="Body"/>
              <w:spacing w:line="360" w:lineRule="auto"/>
              <w:ind w:left="0"/>
              <w:rPr>
                <w:rFonts w:ascii="Arial" w:hAnsi="Arial" w:cs="Arial"/>
                <w:sz w:val="22"/>
                <w:szCs w:val="22"/>
              </w:rPr>
            </w:pPr>
            <w:r w:rsidRPr="000C51AF">
              <w:rPr>
                <w:rFonts w:ascii="Arial" w:hAnsi="Arial" w:cs="Arial"/>
                <w:sz w:val="22"/>
                <w:szCs w:val="22"/>
              </w:rPr>
              <w:t>Tüüp 2.1 asfaltkatte ehitamisel lähtuda EVS 901-3 Tabel 7, veerg AKÖL 20 &lt;900</w:t>
            </w:r>
            <w:r w:rsidRPr="000C51AF">
              <w:rPr>
                <w:rFonts w:ascii="Arial" w:hAnsi="Arial" w:cs="Arial"/>
                <w:sz w:val="22"/>
                <w:szCs w:val="22"/>
              </w:rPr>
              <w:br/>
              <w:t>a/ööp. Segus kasutada vähemalt 45% tardkivimikillustikku Killustikaluse ehitamisel lähtuda (KKEJ Tabel 1 veerg 7) AKÖL 20 &lt;500 a/ööp.</w:t>
            </w:r>
          </w:p>
          <w:p w14:paraId="0EA67AAF" w14:textId="76E60979" w:rsidR="00F443EB" w:rsidRDefault="00F443EB" w:rsidP="00F443EB">
            <w:pPr>
              <w:pStyle w:val="Heading3"/>
            </w:pPr>
            <w:bookmarkStart w:id="35" w:name="_Toc195618067"/>
            <w:bookmarkEnd w:id="33"/>
            <w:r>
              <w:t>Täide karjääri materjalist</w:t>
            </w:r>
            <w:bookmarkEnd w:id="35"/>
          </w:p>
          <w:p w14:paraId="21FAB875" w14:textId="77777777" w:rsidR="00F443EB" w:rsidRPr="003608C6" w:rsidRDefault="00F443EB" w:rsidP="00F443EB">
            <w:pPr>
              <w:pStyle w:val="Body"/>
              <w:spacing w:line="360" w:lineRule="auto"/>
              <w:ind w:left="0"/>
              <w:rPr>
                <w:rFonts w:ascii="Arial" w:hAnsi="Arial" w:cs="Arial"/>
                <w:sz w:val="22"/>
                <w:szCs w:val="22"/>
              </w:rPr>
            </w:pPr>
            <w:r w:rsidRPr="003608C6">
              <w:rPr>
                <w:rFonts w:ascii="Arial" w:hAnsi="Arial" w:cs="Arial"/>
                <w:sz w:val="22"/>
                <w:szCs w:val="22"/>
              </w:rPr>
              <w:t xml:space="preserve">Projektlahendi kohased täited ja muldkehad ehitatakse välja materjalidest, mis vastavad mulde  materjalidele püstitatud nõuetele. </w:t>
            </w:r>
          </w:p>
          <w:p w14:paraId="2A832571" w14:textId="77777777" w:rsidR="00F443EB" w:rsidRPr="003608C6" w:rsidRDefault="00F443EB" w:rsidP="00F443EB">
            <w:pPr>
              <w:pStyle w:val="Body"/>
              <w:spacing w:line="360" w:lineRule="auto"/>
              <w:ind w:left="0"/>
              <w:rPr>
                <w:rFonts w:ascii="Arial" w:eastAsia="MS Mincho" w:hAnsi="Arial" w:cs="Arial"/>
                <w:color w:val="000000"/>
                <w:sz w:val="22"/>
                <w:szCs w:val="22"/>
              </w:rPr>
            </w:pPr>
            <w:r w:rsidRPr="003608C6">
              <w:rPr>
                <w:rFonts w:ascii="Arial" w:eastAsia="MS Mincho" w:hAnsi="Arial" w:cs="Arial"/>
                <w:color w:val="000000"/>
                <w:sz w:val="22"/>
                <w:szCs w:val="22"/>
              </w:rPr>
              <w:t>Rajatavates mulletes on ette nähtud kasutada järgmisi materjale: killustiku all on ette nähtud kasutada minimaalselt 45 cm paksuselt täitepinnast Tm_105 ja sealt allpool täitepinnast Tm_90.</w:t>
            </w:r>
          </w:p>
          <w:p w14:paraId="044017BA" w14:textId="77777777" w:rsidR="00F443EB" w:rsidRPr="003608C6" w:rsidRDefault="00F443EB" w:rsidP="00F443EB">
            <w:pPr>
              <w:pStyle w:val="Body"/>
              <w:spacing w:line="360" w:lineRule="auto"/>
              <w:ind w:left="0"/>
              <w:rPr>
                <w:rFonts w:ascii="Arial" w:eastAsia="MS Mincho" w:hAnsi="Arial" w:cs="Arial"/>
                <w:color w:val="000000"/>
                <w:sz w:val="22"/>
                <w:szCs w:val="22"/>
              </w:rPr>
            </w:pPr>
            <w:r w:rsidRPr="003608C6">
              <w:rPr>
                <w:rFonts w:ascii="Arial" w:eastAsia="MS Mincho" w:hAnsi="Arial" w:cs="Arial"/>
                <w:color w:val="000000"/>
                <w:sz w:val="22"/>
                <w:szCs w:val="22"/>
              </w:rPr>
              <w:t>Kuni 1 m sügavusel katte pinnast on ette nähtud kasutada täitepinnast, mille minimaalne filtratsioonimoodul on 0,5 m/ööp (EVS 901-20 järgi)</w:t>
            </w:r>
            <w:r w:rsidRPr="003608C6">
              <w:rPr>
                <w:rFonts w:ascii="Arial" w:hAnsi="Arial" w:cs="Arial"/>
                <w:sz w:val="22"/>
                <w:szCs w:val="22"/>
              </w:rPr>
              <w:t xml:space="preserve"> ning</w:t>
            </w:r>
            <w:r w:rsidRPr="003608C6">
              <w:rPr>
                <w:rFonts w:ascii="Arial" w:eastAsia="MS Mincho" w:hAnsi="Arial" w:cs="Arial"/>
                <w:color w:val="000000"/>
                <w:sz w:val="22"/>
                <w:szCs w:val="22"/>
              </w:rPr>
              <w:t xml:space="preserve"> kattest 1m allpool täitepinnast filtratsioonimooduliga 0,2 m/ööp (EVS 901-20 järgi).</w:t>
            </w:r>
          </w:p>
          <w:p w14:paraId="4EAEB6BF" w14:textId="2D1A2B5D" w:rsidR="00F443EB" w:rsidRPr="000C51AF" w:rsidRDefault="00F443EB" w:rsidP="00F443EB">
            <w:pPr>
              <w:pStyle w:val="Body"/>
              <w:spacing w:line="360" w:lineRule="auto"/>
              <w:ind w:left="0"/>
              <w:rPr>
                <w:rFonts w:ascii="Arial" w:eastAsia="MS Mincho" w:hAnsi="Arial" w:cs="Arial"/>
                <w:color w:val="000000"/>
                <w:sz w:val="22"/>
                <w:szCs w:val="22"/>
              </w:rPr>
            </w:pPr>
            <w:r w:rsidRPr="003608C6">
              <w:rPr>
                <w:rFonts w:ascii="Arial" w:eastAsia="MS Mincho" w:hAnsi="Arial" w:cs="Arial"/>
                <w:color w:val="000000"/>
                <w:sz w:val="22"/>
                <w:szCs w:val="22"/>
              </w:rPr>
              <w:lastRenderedPageBreak/>
              <w:t>Projektis toodud materjalide (Tm_x) asemel võib kasutada ka teisi materjale millel on E, f ja c</w:t>
            </w:r>
            <w:r w:rsidRPr="003608C6">
              <w:rPr>
                <w:rFonts w:ascii="Arial" w:eastAsia="MS Mincho" w:hAnsi="Arial" w:cs="Arial"/>
                <w:color w:val="000000"/>
                <w:sz w:val="22"/>
                <w:szCs w:val="22"/>
              </w:rPr>
              <w:br/>
              <w:t>kõik suurema väärusega KAP L2.T3 järgselt.</w:t>
            </w:r>
          </w:p>
          <w:p w14:paraId="1FA5A098" w14:textId="77777777" w:rsidR="00F443EB" w:rsidRPr="003608C6" w:rsidRDefault="00F443EB" w:rsidP="00F443EB">
            <w:pPr>
              <w:pStyle w:val="Body"/>
              <w:spacing w:line="360" w:lineRule="auto"/>
              <w:ind w:left="0"/>
              <w:rPr>
                <w:rFonts w:ascii="Arial" w:hAnsi="Arial" w:cs="Arial"/>
                <w:sz w:val="22"/>
                <w:szCs w:val="22"/>
              </w:rPr>
            </w:pPr>
            <w:r w:rsidRPr="003608C6">
              <w:rPr>
                <w:rFonts w:ascii="Arial" w:hAnsi="Arial" w:cs="Arial"/>
                <w:noProof/>
                <w:sz w:val="22"/>
                <w:szCs w:val="22"/>
              </w:rPr>
              <w:drawing>
                <wp:inline distT="0" distB="0" distL="0" distR="0" wp14:anchorId="3E25CFBF" wp14:editId="4B9FA914">
                  <wp:extent cx="5759450" cy="1200150"/>
                  <wp:effectExtent l="0" t="0" r="0" b="0"/>
                  <wp:docPr id="167450866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1200150"/>
                          </a:xfrm>
                          <a:prstGeom prst="rect">
                            <a:avLst/>
                          </a:prstGeom>
                          <a:noFill/>
                          <a:ln>
                            <a:noFill/>
                          </a:ln>
                        </pic:spPr>
                      </pic:pic>
                    </a:graphicData>
                  </a:graphic>
                </wp:inline>
              </w:drawing>
            </w:r>
          </w:p>
          <w:p w14:paraId="74728A92" w14:textId="4B873154" w:rsidR="00D57F11" w:rsidRDefault="00F443EB" w:rsidP="003608C6">
            <w:pPr>
              <w:spacing w:line="360" w:lineRule="auto"/>
              <w:jc w:val="both"/>
            </w:pPr>
            <w:r w:rsidRPr="003608C6">
              <w:t xml:space="preserve">Tihendatud muldkeha täitematerjali pealmise kihi pealt tuleb plaatkoormuskatsega saavutada kandevõime Ev2&gt;45MPa. </w:t>
            </w:r>
          </w:p>
          <w:p w14:paraId="4A474922" w14:textId="1BC428A1" w:rsidR="003608C6" w:rsidRDefault="003608C6" w:rsidP="003608C6">
            <w:pPr>
              <w:pStyle w:val="Heading3"/>
            </w:pPr>
            <w:bookmarkStart w:id="36" w:name="_Toc195618068"/>
            <w:r>
              <w:t>Kruuskate</w:t>
            </w:r>
            <w:bookmarkEnd w:id="36"/>
          </w:p>
          <w:p w14:paraId="47B6EF71" w14:textId="77777777" w:rsidR="003608C6" w:rsidRPr="003608C6" w:rsidRDefault="003608C6" w:rsidP="003608C6">
            <w:pPr>
              <w:pStyle w:val="Body"/>
              <w:spacing w:line="360" w:lineRule="auto"/>
              <w:ind w:left="0"/>
              <w:rPr>
                <w:rFonts w:ascii="Arial" w:eastAsia="Calibri" w:hAnsi="Arial" w:cs="Arial"/>
                <w:sz w:val="22"/>
                <w:szCs w:val="22"/>
              </w:rPr>
            </w:pPr>
            <w:r w:rsidRPr="003608C6">
              <w:rPr>
                <w:rFonts w:ascii="Arial" w:eastAsia="Calibri" w:hAnsi="Arial" w:cs="Arial"/>
                <w:sz w:val="22"/>
                <w:szCs w:val="22"/>
              </w:rPr>
              <w:t>Kruuskate: Terastikuline koostis – „Tee ja teetööde kvaliteedinõuded“, Lisa 10, Positsioon 6.  Kvaliteedi minimaalsed nõuded – EVS-EN 13242:2006+A1:2008, – LA35; FI35; F4</w:t>
            </w:r>
          </w:p>
          <w:p w14:paraId="500C9F1C" w14:textId="77777777" w:rsidR="003608C6" w:rsidRPr="003608C6" w:rsidRDefault="003608C6" w:rsidP="003608C6">
            <w:pPr>
              <w:pStyle w:val="Body"/>
              <w:spacing w:line="360" w:lineRule="auto"/>
              <w:ind w:left="0"/>
              <w:rPr>
                <w:rFonts w:ascii="Arial" w:eastAsia="Calibri" w:hAnsi="Arial" w:cs="Arial"/>
                <w:sz w:val="22"/>
                <w:szCs w:val="22"/>
              </w:rPr>
            </w:pPr>
            <w:r w:rsidRPr="003608C6">
              <w:rPr>
                <w:rFonts w:ascii="Arial" w:eastAsia="Calibri" w:hAnsi="Arial" w:cs="Arial"/>
                <w:sz w:val="22"/>
                <w:szCs w:val="22"/>
              </w:rPr>
              <w:t>Tugipeenar: katta kruuskillustikust seguga fr 0/31,5mm(Tee ehitamise kvaliteedi nõuded Lisa 10 segu nr 6), üle 4mm teri &gt;50%, peenosise sisaldus 8-15%, LA 35 ning C90/3. Asfalteerimise järgselt tuleb peenrad täita põhiteel, ristmikel ja mahasõitudel kuni asfaltbetoonikihi ülemise pinnani põikkaldega 4.0%</w:t>
            </w:r>
          </w:p>
          <w:p w14:paraId="46D17E96" w14:textId="1CC95818" w:rsidR="003608C6" w:rsidRDefault="003608C6" w:rsidP="003608C6">
            <w:pPr>
              <w:spacing w:line="360" w:lineRule="auto"/>
              <w:jc w:val="both"/>
              <w:rPr>
                <w:rFonts w:eastAsia="Calibri"/>
              </w:rPr>
            </w:pPr>
            <w:r w:rsidRPr="003608C6">
              <w:rPr>
                <w:rFonts w:eastAsia="Calibri"/>
              </w:rPr>
              <w:t>Tugipeenra ja kruuskate elastsusmoodul mõõdetuna</w:t>
            </w:r>
            <w:r w:rsidR="000C51AF">
              <w:rPr>
                <w:rFonts w:eastAsia="Calibri"/>
              </w:rPr>
              <w:t xml:space="preserve"> </w:t>
            </w:r>
            <w:r w:rsidR="000C51AF" w:rsidRPr="000C51AF">
              <w:rPr>
                <w:rFonts w:eastAsia="Calibri"/>
              </w:rPr>
              <w:t>taadeldud ja kehtivat kontrolli omava</w:t>
            </w:r>
            <w:r w:rsidRPr="003608C6">
              <w:rPr>
                <w:rFonts w:eastAsia="Calibri"/>
              </w:rPr>
              <w:t xml:space="preserve"> LOADMAN- või INSPECTOR-tüüpi seadmega kruuskate või tugipeenra keskelt peab olema Emin≥ 130 MPa</w:t>
            </w:r>
          </w:p>
          <w:p w14:paraId="18ABCBC7" w14:textId="68DD0C79" w:rsidR="003608C6" w:rsidRDefault="003608C6" w:rsidP="003608C6">
            <w:pPr>
              <w:pStyle w:val="Heading3"/>
            </w:pPr>
            <w:bookmarkStart w:id="37" w:name="_Toc195618069"/>
            <w:r>
              <w:t>Projekteeritud nõlv ja kraav</w:t>
            </w:r>
            <w:bookmarkEnd w:id="37"/>
          </w:p>
          <w:p w14:paraId="7CB0C062" w14:textId="1884FDAA" w:rsidR="00056974" w:rsidRPr="000C51AF"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Peale mullatööde lõppemist tuleb nõlvad sh kraavide välisnõlvad, planeerida vastavalt Tüüplõigetel toodud nõlvustele ning tihendada. Projektis on arvestatud, et kõik nõlvad tuleb katta 5-7 cm paksuse kasvumulla kihiga ning külvata muruseeme 20-25 g/m² (muruklass III).</w:t>
            </w:r>
          </w:p>
          <w:p w14:paraId="1D37D822" w14:textId="41709EB3" w:rsidR="003608C6" w:rsidRPr="000C51AF"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Kõlblik kasvumuld tuleb ladustada teemaa-alal ja kasutada hiljem nõlvade ja kraavide kindlustamisel ning teemaa haljastamisel. Haljastustöödeks kõlbmatut kasvumulda saab võimalusel kasutada rekultiveeritavate ja haljasalade täiteks. Ülejäävat haljastustöödeks kõlbmatut kasvupinnast peab töövõtja utiliseerima vastavalt Jäätmeseaduses (RT I. 21.12.2019. 6) ja Maapõueseaduses (RT I. 21.12.2019. 11) toodule.</w:t>
            </w:r>
          </w:p>
          <w:p w14:paraId="6A63332C" w14:textId="5147901E" w:rsidR="003608C6" w:rsidRPr="000C51AF"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 xml:space="preserve">Nõlvadel. mille kõrgus ületab 2,5 m, tuleb nõlvad kindlustada erosioonitõkkematiga (kookoskiudmatiga). Paigaldatavad erosioonitõkkematid tuleb lõigata 10-20% nõlva pikkusest </w:t>
            </w:r>
            <w:r w:rsidRPr="000C51AF">
              <w:rPr>
                <w:rFonts w:ascii="Arial" w:eastAsia="Calibri" w:hAnsi="Arial" w:cs="Arial"/>
                <w:sz w:val="22"/>
                <w:szCs w:val="22"/>
              </w:rPr>
              <w:lastRenderedPageBreak/>
              <w:t>pikemad. Esmalt tuleb kinnitada matt nõlva ülemisse äärde ankurduskraavi (ankurduskraavi tagasitäite pinnas tuleb tihendada) ning seejärel rullida see ülevalt allapoole. Paralleelsete mattide küljed peavad olema kinnitatud ca 10-20 cm ülekattega. Juhul kui ülevalt alla peab kasutama mitut matti, on vajalik ülekate 20-30 cm (laastkatuse stiilis), pikemad tükid peavad jääma nõlva ülemisse külge. Ülekate peab olema pärituult. arvestades põhilisi tuule suundi. Ülekatte koht peab olema hästi kinnitatud. Erosioonitõkkematid tuleb kinnitada puuvaiadega (ristlõikes min 2x2 cm. pikkus min 30 cm) selliselt, et kogu mati pind toetuks pinnasele. Kinnitamist tuleb alustada nõlva jalamilt liikudes ülespoole.</w:t>
            </w:r>
          </w:p>
          <w:p w14:paraId="00A0C567" w14:textId="3309C3C1" w:rsidR="003608C6" w:rsidRPr="000C51AF"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Projekteeritavad kraavid tuleb rajada vastavalt projektlahenduses toodud asukohale ja pikikalletele. Uute kraavide kaevamise käigus väljakaevatavat materjali võib võimalusel planeerida tee külgkraavide taha. Planeeritav pinnas ei tohi seejuures katta kasvumulda ega takistada pinnavete äravoolu kraavi kõrval asuvatelt aladelt</w:t>
            </w:r>
          </w:p>
          <w:p w14:paraId="693B057D" w14:textId="46CD68D0" w:rsidR="00D57F11" w:rsidRPr="002B4FB9" w:rsidRDefault="003608C6" w:rsidP="00D57F11">
            <w:pPr>
              <w:pStyle w:val="Heading2"/>
              <w:spacing w:line="360" w:lineRule="auto"/>
            </w:pPr>
            <w:bookmarkStart w:id="38" w:name="_Toc195618070"/>
            <w:bookmarkStart w:id="39" w:name="_Toc19288694"/>
            <w:r>
              <w:t>Kattetaastus - üldist</w:t>
            </w:r>
            <w:bookmarkEnd w:id="38"/>
          </w:p>
          <w:bookmarkEnd w:id="39"/>
          <w:p w14:paraId="3EF877C1" w14:textId="1B54E68B" w:rsidR="003608C6" w:rsidRPr="000C51AF"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Peale tööde lõpetamist tuleb taastada ehitustööde käigus rikutud või eemaldatud katted (kruus, muru,  asfalt, kraavid jne) enne ehitustööde alustamist pindalaliselt olemas olnud mahus. Tööpiirkond tuleb puhastada ehitusprahist, materjalidest, väljakaevatud pinnasest jms taastades piirkonna endise välisilme ja kvaliteedi. Taastada tuleb ka tööde käigus rikutud või likvideeritud tänava markeeringud (nt ülekäikude või parkimiskohtade joonimised jms). Tööde käigus teisaldatud liikluskorraldusvahendid tuleb paigaldada nende algsetesse asukohtadesse.</w:t>
            </w:r>
          </w:p>
          <w:p w14:paraId="14202BF8" w14:textId="231D3512" w:rsidR="00D57F11"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Üldjuhul taastatakse kate ehituseelse kattega samatüübilisena, lähtudes seda tüüpi uue katte rajamise tingimustest ja kvaliteedinõuetest. Kaevetöödele eelnenud pinnakatte liik ja paksus fikseeritakse kaevetööde käigus Inseneri poolt. Katete taastamisel tuleb jälgida, et taastatud katete kalded oleks suunatud hoonetest eemale, et oleks välistatud vee voolamine ja kogunemine hoone vundamendi ja sokli lähedusse.</w:t>
            </w:r>
          </w:p>
          <w:p w14:paraId="4AB9EF2D" w14:textId="7BD11044" w:rsidR="0027661F" w:rsidRDefault="0027661F" w:rsidP="0027661F">
            <w:pPr>
              <w:spacing w:line="360" w:lineRule="auto"/>
            </w:pPr>
            <w:r w:rsidRPr="00653C90">
              <w:t xml:space="preserve">Ehitustööde käigus </w:t>
            </w:r>
            <w:r w:rsidRPr="00CB0F74">
              <w:t>kaevatakse truubid kogu ulatuses välja</w:t>
            </w:r>
            <w:r w:rsidRPr="00653C90">
              <w:t>. Pärast torustikutööde lõpetamist paigaldatakse truubid tagasi nende algsetele kõrguspositsioonidele. Seejärel teostatakse truu</w:t>
            </w:r>
            <w:r>
              <w:t>p</w:t>
            </w:r>
            <w:r w:rsidRPr="00653C90">
              <w:t>ide asukohtades vajalikud taastamistööd vastavalt varasemale olukorrale, sh pinnase, haljastuse ja/või teekatte taastamine.</w:t>
            </w:r>
          </w:p>
          <w:p w14:paraId="4721F8C4" w14:textId="77777777" w:rsidR="0027661F" w:rsidRPr="0027661F" w:rsidRDefault="0027661F" w:rsidP="0027661F">
            <w:pPr>
              <w:spacing w:line="360" w:lineRule="auto"/>
            </w:pPr>
          </w:p>
          <w:p w14:paraId="314380D7" w14:textId="4B441702" w:rsidR="00D57F11" w:rsidRPr="002B4FB9" w:rsidRDefault="003608C6" w:rsidP="00D57F11">
            <w:pPr>
              <w:pStyle w:val="Heading3"/>
              <w:spacing w:line="360" w:lineRule="auto"/>
              <w:rPr>
                <w:lang w:bidi="et-EE"/>
              </w:rPr>
            </w:pPr>
            <w:bookmarkStart w:id="40" w:name="_Toc195618071"/>
            <w:r>
              <w:lastRenderedPageBreak/>
              <w:t>Asfaltkatte taastamine</w:t>
            </w:r>
            <w:bookmarkEnd w:id="40"/>
          </w:p>
          <w:p w14:paraId="1455936A" w14:textId="77777777" w:rsidR="003608C6" w:rsidRPr="000C51AF"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Asfaltkatte taastamisel tuleb lähtuda seadusandluses tulenevatest ja/või Transpordiameti ning kohaliku omavalitsuse poolt kinnitatud normidest ja nõuetest. Asfaltkate laotamist tuleb teostada kuumvuukidega.</w:t>
            </w:r>
          </w:p>
          <w:p w14:paraId="2D6279DE" w14:textId="2416D778" w:rsidR="008443BA" w:rsidRPr="000C51AF" w:rsidRDefault="008443BA"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 xml:space="preserve">Maantee kihtide </w:t>
            </w:r>
            <w:r w:rsidR="000C51AF" w:rsidRPr="000C51AF">
              <w:rPr>
                <w:rFonts w:ascii="Arial" w:eastAsia="Calibri" w:hAnsi="Arial" w:cs="Arial"/>
                <w:sz w:val="22"/>
                <w:szCs w:val="22"/>
              </w:rPr>
              <w:t xml:space="preserve">taastamine teostatakse asmeliselt ning </w:t>
            </w:r>
            <w:r w:rsidRPr="000C51AF">
              <w:rPr>
                <w:rFonts w:ascii="Arial" w:eastAsia="Calibri" w:hAnsi="Arial" w:cs="Arial"/>
                <w:sz w:val="22"/>
                <w:szCs w:val="22"/>
              </w:rPr>
              <w:t>asfalteer</w:t>
            </w:r>
            <w:r w:rsidR="000C51AF" w:rsidRPr="000C51AF">
              <w:rPr>
                <w:rFonts w:ascii="Arial" w:eastAsia="Calibri" w:hAnsi="Arial" w:cs="Arial"/>
                <w:sz w:val="22"/>
                <w:szCs w:val="22"/>
              </w:rPr>
              <w:t>imistöid</w:t>
            </w:r>
            <w:r w:rsidRPr="000C51AF">
              <w:rPr>
                <w:rFonts w:ascii="Arial" w:eastAsia="Calibri" w:hAnsi="Arial" w:cs="Arial"/>
                <w:sz w:val="22"/>
                <w:szCs w:val="22"/>
              </w:rPr>
              <w:t xml:space="preserve"> teostatakse ülekattega, vastavalt </w:t>
            </w:r>
            <w:r w:rsidR="000C51AF" w:rsidRPr="000C51AF">
              <w:rPr>
                <w:rFonts w:ascii="Arial" w:eastAsia="Calibri" w:hAnsi="Arial" w:cs="Arial"/>
                <w:sz w:val="22"/>
                <w:szCs w:val="22"/>
              </w:rPr>
              <w:t>„Tee ehituse kvaliteedi nõuded“ määruse § 26.</w:t>
            </w:r>
          </w:p>
          <w:p w14:paraId="32050407" w14:textId="77777777" w:rsidR="003608C6" w:rsidRPr="000C51AF"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 xml:space="preserve">Enne asfaltkatte taastamist tuleb olemasoleva asfaltkatte servad ning katte pind puhastada tolmust ja porist ning kuivatada enne bituumenemulsiooniga katmist. Kõik olemasoleva asfaltkatte servad tuleb ühtlaselt katta bituumenemulsiooniga. Asfaltkatte töövuukide arv peab olema minimaalne. Väikesed asfalteeritavad alad (kuni 20 m²) tuleb tingimata asfalteerida ilma töövuukideta. Töövuugid ja vana ning uue asfaldi liited tuleb katta bituumenemulsiooniga ja peeneteralise graniitkillustikuga. Kaevuluugid tuleb asfalteerimisel paigaldada teepinnaga samale tasapinnale ning sama kaldega. Taastatava asfaltkatte ebatasasus ei tohi ületada 3 mm/3 m risti tänavat ja 4 mm/3 m piki tänavat. Olemasolevate kanalisatsioonikaevude ümber taastada asfaltkate vähemalt 50 cm kauguselt kaevukaanest. </w:t>
            </w:r>
          </w:p>
          <w:p w14:paraId="440876B9" w14:textId="2124C8CA" w:rsidR="00D57F11" w:rsidRPr="000C51AF" w:rsidRDefault="003608C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Keelatud on asfalteerimistööde teostamine kui valitsevad ilmastikutingimused (nt vihm, temperatuur) tingivad ebakvaliteetse tulemi.</w:t>
            </w:r>
          </w:p>
          <w:p w14:paraId="2AFCBCE7" w14:textId="35499973" w:rsidR="00B551E6" w:rsidRDefault="00B551E6" w:rsidP="00B551E6">
            <w:pPr>
              <w:pStyle w:val="Heading3"/>
            </w:pPr>
            <w:bookmarkStart w:id="41" w:name="_Toc195618072"/>
            <w:r>
              <w:t>Haljastuse taastamine</w:t>
            </w:r>
            <w:bookmarkEnd w:id="41"/>
          </w:p>
          <w:p w14:paraId="5FDA359C" w14:textId="35B96C7C" w:rsidR="000C51AF" w:rsidRPr="000C51AF" w:rsidRDefault="00B551E6" w:rsidP="000C51AF">
            <w:pPr>
              <w:pStyle w:val="Body"/>
              <w:spacing w:line="360" w:lineRule="auto"/>
              <w:ind w:left="0"/>
              <w:rPr>
                <w:rFonts w:ascii="Arial" w:eastAsia="Calibri" w:hAnsi="Arial" w:cs="Arial"/>
                <w:sz w:val="22"/>
                <w:szCs w:val="22"/>
              </w:rPr>
            </w:pPr>
            <w:r w:rsidRPr="000C51AF">
              <w:rPr>
                <w:rFonts w:ascii="Arial" w:eastAsia="Calibri" w:hAnsi="Arial" w:cs="Arial"/>
                <w:sz w:val="22"/>
                <w:szCs w:val="22"/>
              </w:rPr>
              <w:t>Enne kaevetöid eemaldatud või juurde hangitud kasvupinnas tuleb paigaldada haljastatavale alale viisil ning paksuses, mis pärast pinna mururulliga tihendamist tagab kasvupinnase minimaalse kihipaksuse 0,15 m. Kasvupinnas ei tohi sisaldada kive või muid võõrkehi suurusega üle 20 mm. Pärast tihenemist peab taastatud ala jääma ümbritseva maapinnaga samale tasapinnale ning olema piisavalt tasane käsimuruniitjaga niitmiseks. Haljasalal asuvad kaevuluugi tuleb paigaldada ümbritsevast maapinnast 50 mm kõrgemale. Maapind tuleb planeerida kaevuluukidest ja kapedest eemale kaldega 1:20, et tagada haljasala niidetavus ning vältida pinnavee sissevoolu kaevudesse.</w:t>
            </w:r>
          </w:p>
          <w:p w14:paraId="0FACC5DB" w14:textId="41165559" w:rsidR="00143A2D" w:rsidRPr="002B4FB9" w:rsidRDefault="00B551E6" w:rsidP="000C51AF">
            <w:pPr>
              <w:pStyle w:val="Body"/>
              <w:spacing w:line="360" w:lineRule="auto"/>
              <w:ind w:left="0"/>
            </w:pPr>
            <w:r w:rsidRPr="000C51AF">
              <w:rPr>
                <w:rFonts w:ascii="Arial" w:eastAsia="Calibri" w:hAnsi="Arial" w:cs="Arial"/>
                <w:sz w:val="22"/>
                <w:szCs w:val="22"/>
              </w:rPr>
              <w:t xml:space="preserve">Haljasalal kasvanud muru taastamiseks tuleb alale külvata omavalitsuse heakorraspetsialisti või kinnistuomaniku poolt heakskiidetud muruseeme, külvinormiga 20...30 g/m2. Muruseemne külvamiseks sobilikuks ajavahemikuks loetakse perioodi 1. maist 1. septembrini. Kokkuleppel kohaliku Transpordiameti, omavalitsuse või kinnistuomanikuga võib muru taastamiseks kasutada </w:t>
            </w:r>
            <w:r w:rsidRPr="000C51AF">
              <w:rPr>
                <w:rFonts w:ascii="Arial" w:eastAsia="Calibri" w:hAnsi="Arial" w:cs="Arial"/>
                <w:sz w:val="22"/>
                <w:szCs w:val="22"/>
              </w:rPr>
              <w:lastRenderedPageBreak/>
              <w:t>ka mätastust. Haljastatud pindade taastamise juurde kuulub ka muru hooldamine kuni selle täieliku tärkamiseni kogu haljastatud ala ulatuses. Esimese muru niitmise teostab Töövõtja.</w:t>
            </w:r>
            <w:bookmarkEnd w:id="15"/>
            <w:bookmarkEnd w:id="16"/>
            <w:bookmarkEnd w:id="17"/>
            <w:bookmarkEnd w:id="18"/>
            <w:bookmarkEnd w:id="19"/>
            <w:bookmarkEnd w:id="20"/>
            <w:bookmarkEnd w:id="21"/>
          </w:p>
        </w:tc>
      </w:tr>
    </w:tbl>
    <w:p w14:paraId="7C6F976F" w14:textId="77777777" w:rsidR="00C204E1" w:rsidRPr="009F22C6" w:rsidRDefault="00C204E1" w:rsidP="00B551E6">
      <w:pPr>
        <w:spacing w:line="360" w:lineRule="auto"/>
      </w:pPr>
    </w:p>
    <w:sectPr w:rsidR="00C204E1" w:rsidRPr="009F22C6" w:rsidSect="000C43E4">
      <w:pgSz w:w="11907" w:h="16840" w:code="9"/>
      <w:pgMar w:top="1418" w:right="1418" w:bottom="1418" w:left="1418" w:header="709" w:footer="561" w:gutter="0"/>
      <w:cols w:space="39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78DE5" w14:textId="77777777" w:rsidR="001E03A1" w:rsidRPr="002B4FB9" w:rsidRDefault="001E03A1" w:rsidP="00B04B85">
      <w:r w:rsidRPr="002B4FB9">
        <w:separator/>
      </w:r>
    </w:p>
  </w:endnote>
  <w:endnote w:type="continuationSeparator" w:id="0">
    <w:p w14:paraId="2AE65DC1" w14:textId="77777777" w:rsidR="001E03A1" w:rsidRPr="002B4FB9" w:rsidRDefault="001E03A1" w:rsidP="00B04B85">
      <w:r w:rsidRPr="002B4FB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jc w:val="center"/>
      <w:tblCellMar>
        <w:left w:w="57" w:type="dxa"/>
        <w:right w:w="57" w:type="dxa"/>
      </w:tblCellMar>
      <w:tblLook w:val="04A0" w:firstRow="1" w:lastRow="0" w:firstColumn="1" w:lastColumn="0" w:noHBand="0" w:noVBand="1"/>
    </w:tblPr>
    <w:tblGrid>
      <w:gridCol w:w="4202"/>
      <w:gridCol w:w="1941"/>
      <w:gridCol w:w="1941"/>
      <w:gridCol w:w="981"/>
      <w:gridCol w:w="729"/>
      <w:gridCol w:w="172"/>
      <w:gridCol w:w="922"/>
      <w:gridCol w:w="1073"/>
      <w:gridCol w:w="1119"/>
      <w:gridCol w:w="1124"/>
      <w:gridCol w:w="1119"/>
      <w:gridCol w:w="1119"/>
      <w:gridCol w:w="1170"/>
      <w:gridCol w:w="1119"/>
      <w:gridCol w:w="1124"/>
      <w:gridCol w:w="1107"/>
    </w:tblGrid>
    <w:tr w:rsidR="00B03D0A" w:rsidRPr="002B4FB9" w14:paraId="189499A1" w14:textId="77777777" w:rsidTr="00B04B22">
      <w:trPr>
        <w:trHeight w:val="340"/>
        <w:jc w:val="center"/>
      </w:trPr>
      <w:tc>
        <w:tcPr>
          <w:tcW w:w="1002" w:type="pct"/>
          <w:vMerge w:val="restart"/>
          <w:vAlign w:val="center"/>
        </w:tcPr>
        <w:p w14:paraId="0BCA9F0D" w14:textId="03E7E2D3" w:rsidR="00B03D0A" w:rsidRPr="002B4FB9" w:rsidRDefault="00B03D0A" w:rsidP="00C55F36">
          <w:pPr>
            <w:tabs>
              <w:tab w:val="left" w:pos="2849"/>
            </w:tabs>
            <w:autoSpaceDE w:val="0"/>
            <w:autoSpaceDN w:val="0"/>
            <w:adjustRightInd w:val="0"/>
            <w:snapToGrid w:val="0"/>
            <w:jc w:val="center"/>
            <w:rPr>
              <w:rFonts w:eastAsia="Times New Roman"/>
              <w:sz w:val="16"/>
              <w:szCs w:val="16"/>
            </w:rPr>
          </w:pPr>
          <w:bookmarkStart w:id="1" w:name="_Hlk55223042"/>
          <w:r w:rsidRPr="002B4FB9">
            <w:rPr>
              <w:rFonts w:eastAsia="Times New Roman"/>
              <w:sz w:val="16"/>
              <w:szCs w:val="16"/>
            </w:rPr>
            <w:t>LEPING Nr. / CONTRACT No.</w:t>
          </w:r>
          <w:r w:rsidRPr="002B4FB9">
            <w:rPr>
              <w:sz w:val="16"/>
              <w:szCs w:val="16"/>
            </w:rPr>
            <w:t xml:space="preserve"> </w:t>
          </w:r>
          <w:r w:rsidR="00C60483">
            <w:rPr>
              <w:sz w:val="16"/>
              <w:szCs w:val="16"/>
            </w:rPr>
            <w:t>2024-K003</w:t>
          </w:r>
        </w:p>
        <w:p w14:paraId="774479E8" w14:textId="402BF251" w:rsidR="00B03D0A" w:rsidRPr="002B4FB9" w:rsidRDefault="00B03D0A" w:rsidP="00C55F36">
          <w:pPr>
            <w:tabs>
              <w:tab w:val="left" w:pos="2849"/>
            </w:tabs>
            <w:autoSpaceDE w:val="0"/>
            <w:autoSpaceDN w:val="0"/>
            <w:adjustRightInd w:val="0"/>
            <w:snapToGrid w:val="0"/>
            <w:spacing w:after="120"/>
            <w:jc w:val="center"/>
            <w:rPr>
              <w:rFonts w:eastAsia="Times New Roman"/>
              <w:sz w:val="16"/>
              <w:szCs w:val="16"/>
            </w:rPr>
          </w:pPr>
          <w:r w:rsidRPr="002B4FB9">
            <w:rPr>
              <w:rFonts w:eastAsia="Times New Roman"/>
              <w:sz w:val="16"/>
              <w:szCs w:val="16"/>
            </w:rPr>
            <w:t>PROJEKTI Nr. / PROJECT No. RBDTDEEDS2DPS1</w:t>
          </w:r>
        </w:p>
        <w:p w14:paraId="19059E5D" w14:textId="77777777" w:rsidR="00B03D0A" w:rsidRPr="002B4FB9" w:rsidRDefault="00B03D0A" w:rsidP="00C55F36">
          <w:pPr>
            <w:autoSpaceDE w:val="0"/>
            <w:autoSpaceDN w:val="0"/>
            <w:adjustRightInd w:val="0"/>
            <w:snapToGrid w:val="0"/>
            <w:spacing w:after="120"/>
            <w:jc w:val="center"/>
            <w:rPr>
              <w:rFonts w:eastAsia="Times New Roman"/>
              <w:sz w:val="14"/>
              <w:szCs w:val="14"/>
            </w:rPr>
          </w:pPr>
          <w:r w:rsidRPr="002B4FB9">
            <w:rPr>
              <w:rFonts w:eastAsia="Times New Roman"/>
              <w:noProof/>
              <w:sz w:val="14"/>
              <w:szCs w:val="14"/>
              <w:lang w:eastAsia="et-EE"/>
            </w:rPr>
            <w:drawing>
              <wp:inline distT="0" distB="0" distL="0" distR="0" wp14:anchorId="5FBABA77" wp14:editId="1990415F">
                <wp:extent cx="2509411" cy="711200"/>
                <wp:effectExtent l="0" t="0" r="5715" b="0"/>
                <wp:docPr id="1294031228" name="Imagen 17" descr="IMAGEN LOGO RAIL BÁL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N LOGO RAIL BÁLTIC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1915" cy="711910"/>
                        </a:xfrm>
                        <a:prstGeom prst="rect">
                          <a:avLst/>
                        </a:prstGeom>
                        <a:noFill/>
                        <a:ln>
                          <a:noFill/>
                        </a:ln>
                      </pic:spPr>
                    </pic:pic>
                  </a:graphicData>
                </a:graphic>
              </wp:inline>
            </w:drawing>
          </w:r>
        </w:p>
        <w:p w14:paraId="07990A9D" w14:textId="77777777" w:rsidR="00B03D0A" w:rsidRPr="002B4FB9" w:rsidRDefault="00B03D0A" w:rsidP="00C55F36">
          <w:pPr>
            <w:pStyle w:val="Footer"/>
            <w:spacing w:after="120"/>
            <w:jc w:val="center"/>
            <w:rPr>
              <w:sz w:val="14"/>
              <w:szCs w:val="14"/>
            </w:rPr>
          </w:pPr>
          <w:r w:rsidRPr="002B4FB9">
            <w:rPr>
              <w:sz w:val="14"/>
              <w:szCs w:val="14"/>
            </w:rPr>
            <w:t>KUJUNDUSE NIMI / DESIGN NAME</w:t>
          </w:r>
        </w:p>
        <w:p w14:paraId="1538DEB0" w14:textId="3E2BFB6A" w:rsidR="00B03D0A" w:rsidRPr="002B4FB9" w:rsidRDefault="00B03D0A" w:rsidP="00C55F36">
          <w:pPr>
            <w:autoSpaceDE w:val="0"/>
            <w:autoSpaceDN w:val="0"/>
            <w:adjustRightInd w:val="0"/>
            <w:snapToGrid w:val="0"/>
            <w:spacing w:after="120"/>
            <w:jc w:val="center"/>
            <w:rPr>
              <w:rFonts w:eastAsia="Times New Roman"/>
              <w:sz w:val="16"/>
              <w:szCs w:val="16"/>
            </w:rPr>
          </w:pPr>
          <w:r w:rsidRPr="002B4FB9">
            <w:rPr>
              <w:rFonts w:eastAsia="Times New Roman"/>
              <w:sz w:val="16"/>
              <w:szCs w:val="16"/>
            </w:rPr>
            <w:t>RAIL BALTICA HARJUMAA PÕHITRASSI RAUDTEETARISTU I ETAPI EHITUSTÖÖD</w:t>
          </w:r>
        </w:p>
        <w:p w14:paraId="09526185" w14:textId="597BC7EE" w:rsidR="00B03D0A" w:rsidRPr="002B4FB9" w:rsidRDefault="00B03D0A" w:rsidP="00C55F36">
          <w:pPr>
            <w:autoSpaceDE w:val="0"/>
            <w:autoSpaceDN w:val="0"/>
            <w:adjustRightInd w:val="0"/>
            <w:snapToGrid w:val="0"/>
            <w:spacing w:after="120"/>
            <w:jc w:val="center"/>
            <w:rPr>
              <w:rFonts w:eastAsia="Times New Roman"/>
              <w:sz w:val="16"/>
              <w:szCs w:val="16"/>
            </w:rPr>
          </w:pPr>
          <w:r w:rsidRPr="002B4FB9">
            <w:rPr>
              <w:rFonts w:eastAsia="Times New Roman"/>
              <w:sz w:val="16"/>
              <w:szCs w:val="16"/>
            </w:rPr>
            <w:t>RAIL BALTICA HARJUMAA MAIN ROUTE RAILWAY I STAGE CONSTRUCTION WORKS</w:t>
          </w:r>
        </w:p>
        <w:p w14:paraId="0CFD6590" w14:textId="77777777" w:rsidR="00B03D0A" w:rsidRPr="002B4FB9" w:rsidRDefault="00B03D0A" w:rsidP="00C55F36">
          <w:pPr>
            <w:autoSpaceDE w:val="0"/>
            <w:autoSpaceDN w:val="0"/>
            <w:adjustRightInd w:val="0"/>
            <w:snapToGrid w:val="0"/>
            <w:jc w:val="center"/>
            <w:rPr>
              <w:rFonts w:eastAsia="Times New Roman"/>
              <w:sz w:val="16"/>
              <w:szCs w:val="16"/>
              <w:highlight w:val="yellow"/>
            </w:rPr>
          </w:pPr>
        </w:p>
        <w:p w14:paraId="702DF809" w14:textId="585D6374" w:rsidR="00B03D0A" w:rsidRPr="002B4FB9" w:rsidRDefault="00B03D0A" w:rsidP="00C55F36">
          <w:pPr>
            <w:autoSpaceDE w:val="0"/>
            <w:autoSpaceDN w:val="0"/>
            <w:adjustRightInd w:val="0"/>
            <w:snapToGrid w:val="0"/>
            <w:jc w:val="center"/>
            <w:rPr>
              <w:sz w:val="14"/>
              <w:szCs w:val="14"/>
              <w:highlight w:val="yellow"/>
            </w:rPr>
          </w:pPr>
          <w:r w:rsidRPr="002B4FB9">
            <w:rPr>
              <w:rFonts w:eastAsia="Times New Roman"/>
              <w:sz w:val="16"/>
              <w:szCs w:val="16"/>
            </w:rPr>
            <w:t>ARHIIV Nr. / ARCHIVE No. XXXXX</w:t>
          </w:r>
        </w:p>
      </w:tc>
      <w:tc>
        <w:tcPr>
          <w:tcW w:w="463" w:type="pct"/>
          <w:vAlign w:val="center"/>
        </w:tcPr>
        <w:p w14:paraId="2E917059" w14:textId="77777777" w:rsidR="00B03D0A" w:rsidRPr="002B4FB9" w:rsidRDefault="00B03D0A" w:rsidP="00C55F36">
          <w:pPr>
            <w:pStyle w:val="Footer"/>
            <w:jc w:val="center"/>
            <w:rPr>
              <w:rFonts w:eastAsia="Times New Roman"/>
              <w:sz w:val="14"/>
              <w:szCs w:val="14"/>
            </w:rPr>
          </w:pPr>
          <w:r w:rsidRPr="002B4FB9">
            <w:rPr>
              <w:rFonts w:eastAsia="Times New Roman"/>
              <w:sz w:val="14"/>
              <w:szCs w:val="14"/>
            </w:rPr>
            <w:t xml:space="preserve">TELLIJA / </w:t>
          </w:r>
        </w:p>
        <w:p w14:paraId="1C8FE292" w14:textId="77777777" w:rsidR="00B03D0A" w:rsidRPr="002B4FB9" w:rsidRDefault="00B03D0A" w:rsidP="00C55F36">
          <w:pPr>
            <w:pStyle w:val="Footer"/>
            <w:jc w:val="center"/>
            <w:rPr>
              <w:sz w:val="14"/>
              <w:szCs w:val="14"/>
            </w:rPr>
          </w:pPr>
          <w:r w:rsidRPr="002B4FB9">
            <w:rPr>
              <w:rFonts w:eastAsia="Times New Roman"/>
              <w:sz w:val="14"/>
              <w:szCs w:val="14"/>
            </w:rPr>
            <w:t>CLIENT</w:t>
          </w:r>
        </w:p>
      </w:tc>
      <w:tc>
        <w:tcPr>
          <w:tcW w:w="463" w:type="pct"/>
          <w:vAlign w:val="center"/>
        </w:tcPr>
        <w:p w14:paraId="56F3C584" w14:textId="430C3D03" w:rsidR="00B03D0A" w:rsidRPr="002B4FB9" w:rsidRDefault="00B03D0A" w:rsidP="00C55F36">
          <w:pPr>
            <w:pStyle w:val="Footer"/>
            <w:jc w:val="center"/>
            <w:rPr>
              <w:rFonts w:eastAsia="Arial"/>
              <w:sz w:val="14"/>
              <w:szCs w:val="14"/>
            </w:rPr>
          </w:pPr>
          <w:r w:rsidRPr="002B4FB9">
            <w:rPr>
              <w:rFonts w:eastAsia="Arial"/>
              <w:sz w:val="14"/>
              <w:szCs w:val="14"/>
            </w:rPr>
            <w:t xml:space="preserve">PEATÖÖVÕTJA / </w:t>
          </w:r>
        </w:p>
        <w:p w14:paraId="60ED47EC" w14:textId="290DF8A6" w:rsidR="00B03D0A" w:rsidRPr="002B4FB9" w:rsidRDefault="00B03D0A" w:rsidP="00C55F36">
          <w:pPr>
            <w:pStyle w:val="Footer"/>
            <w:jc w:val="center"/>
            <w:rPr>
              <w:sz w:val="14"/>
              <w:szCs w:val="14"/>
            </w:rPr>
          </w:pPr>
          <w:r w:rsidRPr="002B4FB9">
            <w:rPr>
              <w:rFonts w:eastAsia="Arial"/>
              <w:sz w:val="14"/>
              <w:szCs w:val="14"/>
            </w:rPr>
            <w:t>MAIN CONTRACTOR</w:t>
          </w:r>
        </w:p>
      </w:tc>
      <w:tc>
        <w:tcPr>
          <w:tcW w:w="408" w:type="pct"/>
          <w:gridSpan w:val="2"/>
          <w:vAlign w:val="center"/>
        </w:tcPr>
        <w:p w14:paraId="09ED02F4" w14:textId="77777777" w:rsidR="00B03D0A" w:rsidRPr="002B4FB9" w:rsidRDefault="00B03D0A" w:rsidP="00C55F36">
          <w:pPr>
            <w:jc w:val="center"/>
            <w:textAlignment w:val="baseline"/>
            <w:rPr>
              <w:rFonts w:eastAsia="Arial"/>
              <w:sz w:val="14"/>
              <w:szCs w:val="14"/>
            </w:rPr>
          </w:pPr>
          <w:r w:rsidRPr="002B4FB9">
            <w:rPr>
              <w:rFonts w:eastAsia="Arial"/>
              <w:sz w:val="14"/>
              <w:szCs w:val="14"/>
            </w:rPr>
            <w:t xml:space="preserve">DATA / </w:t>
          </w:r>
        </w:p>
        <w:p w14:paraId="6496F26D" w14:textId="77777777" w:rsidR="00B03D0A" w:rsidRPr="002B4FB9" w:rsidRDefault="00B03D0A" w:rsidP="00C55F36">
          <w:pPr>
            <w:jc w:val="center"/>
            <w:textAlignment w:val="baseline"/>
            <w:rPr>
              <w:rFonts w:eastAsia="Arial"/>
              <w:sz w:val="14"/>
              <w:szCs w:val="14"/>
            </w:rPr>
          </w:pPr>
          <w:r w:rsidRPr="002B4FB9">
            <w:rPr>
              <w:rFonts w:eastAsia="Arial"/>
              <w:sz w:val="14"/>
              <w:szCs w:val="14"/>
            </w:rPr>
            <w:t>DATE</w:t>
          </w:r>
        </w:p>
      </w:tc>
      <w:tc>
        <w:tcPr>
          <w:tcW w:w="261" w:type="pct"/>
          <w:gridSpan w:val="2"/>
          <w:vAlign w:val="center"/>
        </w:tcPr>
        <w:p w14:paraId="0DDF2AC0" w14:textId="7122F885" w:rsidR="00B03D0A" w:rsidRPr="002B4FB9" w:rsidRDefault="00B03D0A" w:rsidP="00C55F36">
          <w:pPr>
            <w:pStyle w:val="Footer"/>
            <w:jc w:val="center"/>
            <w:rPr>
              <w:sz w:val="16"/>
              <w:szCs w:val="16"/>
            </w:rPr>
          </w:pPr>
          <w:r w:rsidRPr="002B4FB9">
            <w:rPr>
              <w:rFonts w:eastAsia="Arial"/>
              <w:sz w:val="14"/>
              <w:szCs w:val="14"/>
            </w:rPr>
            <w:t>2024-</w:t>
          </w:r>
          <w:r w:rsidR="00647306" w:rsidRPr="002B4FB9">
            <w:rPr>
              <w:rFonts w:eastAsia="Arial"/>
              <w:sz w:val="14"/>
              <w:szCs w:val="14"/>
            </w:rPr>
            <w:t>0</w:t>
          </w:r>
          <w:r w:rsidR="00780672">
            <w:rPr>
              <w:rFonts w:eastAsia="Arial"/>
              <w:sz w:val="14"/>
              <w:szCs w:val="14"/>
            </w:rPr>
            <w:t>7</w:t>
          </w:r>
        </w:p>
      </w:tc>
      <w:tc>
        <w:tcPr>
          <w:tcW w:w="2403" w:type="pct"/>
          <w:gridSpan w:val="9"/>
          <w:vMerge w:val="restart"/>
          <w:vAlign w:val="center"/>
        </w:tcPr>
        <w:p w14:paraId="21E10892" w14:textId="77777777" w:rsidR="00B03D0A" w:rsidRPr="002B4FB9" w:rsidRDefault="00B03D0A" w:rsidP="00857B1B">
          <w:pPr>
            <w:tabs>
              <w:tab w:val="center" w:pos="4252"/>
              <w:tab w:val="right" w:pos="8504"/>
            </w:tabs>
            <w:spacing w:after="120"/>
            <w:jc w:val="center"/>
            <w:rPr>
              <w:sz w:val="16"/>
              <w:szCs w:val="16"/>
            </w:rPr>
          </w:pPr>
          <w:r w:rsidRPr="002B4FB9">
            <w:rPr>
              <w:sz w:val="16"/>
              <w:szCs w:val="16"/>
            </w:rPr>
            <w:t xml:space="preserve">DOKUMENDI NIMI / DOCUMENT </w:t>
          </w:r>
        </w:p>
        <w:p w14:paraId="744ED248" w14:textId="7EDC8026" w:rsidR="00B03D0A" w:rsidRPr="002B4FB9" w:rsidRDefault="00C45D01" w:rsidP="00857B1B">
          <w:pPr>
            <w:tabs>
              <w:tab w:val="center" w:pos="4252"/>
              <w:tab w:val="right" w:pos="8504"/>
            </w:tabs>
            <w:spacing w:after="120"/>
            <w:jc w:val="center"/>
            <w:rPr>
              <w:sz w:val="20"/>
              <w:szCs w:val="20"/>
            </w:rPr>
          </w:pPr>
          <w:r w:rsidRPr="002B4FB9">
            <w:rPr>
              <w:sz w:val="20"/>
              <w:szCs w:val="20"/>
            </w:rPr>
            <w:t>OU0470</w:t>
          </w:r>
          <w:r w:rsidR="00B03D0A" w:rsidRPr="002B4FB9">
            <w:rPr>
              <w:sz w:val="20"/>
              <w:szCs w:val="20"/>
            </w:rPr>
            <w:t xml:space="preserve">. </w:t>
          </w:r>
          <w:r w:rsidR="00C60483">
            <w:rPr>
              <w:sz w:val="20"/>
              <w:szCs w:val="20"/>
            </w:rPr>
            <w:t>GAASIVARUSTUSE, OU0450. VEEVARUSTUSE JA KANALISATSIOONI-KATTETAASTUS. SELETUSKIRI</w:t>
          </w:r>
        </w:p>
        <w:p w14:paraId="1BE0C28F" w14:textId="36F06DF0" w:rsidR="00B03D0A" w:rsidRPr="002B4FB9" w:rsidRDefault="00C45D01" w:rsidP="00647306">
          <w:pPr>
            <w:tabs>
              <w:tab w:val="center" w:pos="4252"/>
              <w:tab w:val="right" w:pos="8504"/>
            </w:tabs>
            <w:spacing w:after="120"/>
            <w:jc w:val="center"/>
            <w:rPr>
              <w:sz w:val="16"/>
              <w:szCs w:val="16"/>
            </w:rPr>
          </w:pPr>
          <w:r w:rsidRPr="002B4FB9">
            <w:rPr>
              <w:sz w:val="20"/>
              <w:szCs w:val="20"/>
            </w:rPr>
            <w:t>OU0470</w:t>
          </w:r>
          <w:r w:rsidR="00B03D0A" w:rsidRPr="002B4FB9">
            <w:rPr>
              <w:sz w:val="20"/>
              <w:szCs w:val="20"/>
            </w:rPr>
            <w:t>.</w:t>
          </w:r>
          <w:r w:rsidR="00C60483">
            <w:rPr>
              <w:sz w:val="20"/>
              <w:szCs w:val="20"/>
            </w:rPr>
            <w:t xml:space="preserve"> GAS LINES, OU0450. WATER AND SEWERAGE-RESURFACING.                              </w:t>
          </w:r>
          <w:r w:rsidR="00B03D0A" w:rsidRPr="002B4FB9">
            <w:rPr>
              <w:sz w:val="20"/>
              <w:szCs w:val="20"/>
            </w:rPr>
            <w:t xml:space="preserve"> EXPLANATORY LETTER</w:t>
          </w:r>
        </w:p>
      </w:tc>
    </w:tr>
    <w:tr w:rsidR="00B03D0A" w:rsidRPr="002B4FB9" w14:paraId="12CFF1EE" w14:textId="77777777" w:rsidTr="00B04B22">
      <w:trPr>
        <w:trHeight w:val="1484"/>
        <w:jc w:val="center"/>
      </w:trPr>
      <w:tc>
        <w:tcPr>
          <w:tcW w:w="1002" w:type="pct"/>
          <w:vMerge/>
          <w:vAlign w:val="center"/>
        </w:tcPr>
        <w:p w14:paraId="17D67960" w14:textId="77777777" w:rsidR="00B03D0A" w:rsidRPr="002B4FB9" w:rsidRDefault="00B03D0A" w:rsidP="00C55F36">
          <w:pPr>
            <w:pStyle w:val="Footer"/>
            <w:jc w:val="center"/>
            <w:rPr>
              <w:sz w:val="14"/>
              <w:szCs w:val="14"/>
              <w:highlight w:val="yellow"/>
            </w:rPr>
          </w:pPr>
        </w:p>
      </w:tc>
      <w:tc>
        <w:tcPr>
          <w:tcW w:w="463" w:type="pct"/>
          <w:vMerge w:val="restart"/>
          <w:vAlign w:val="center"/>
        </w:tcPr>
        <w:p w14:paraId="19FB2115" w14:textId="6BE4C9AE" w:rsidR="00B03D0A" w:rsidRPr="002B4FB9" w:rsidRDefault="00B03D0A" w:rsidP="00C55F36">
          <w:pPr>
            <w:textAlignment w:val="baseline"/>
            <w:rPr>
              <w:rFonts w:eastAsia="Arial"/>
              <w:sz w:val="16"/>
              <w:szCs w:val="16"/>
            </w:rPr>
          </w:pPr>
          <w:r w:rsidRPr="002B4FB9">
            <w:rPr>
              <w:rFonts w:eastAsia="Arial"/>
              <w:sz w:val="16"/>
              <w:szCs w:val="16"/>
            </w:rPr>
            <w:t>Rail Baltic Estonia OÜ</w:t>
          </w:r>
        </w:p>
        <w:p w14:paraId="579916CE" w14:textId="4885E71D" w:rsidR="00B03D0A" w:rsidRPr="002B4FB9" w:rsidRDefault="00B03D0A" w:rsidP="00293802">
          <w:pPr>
            <w:textAlignment w:val="baseline"/>
            <w:rPr>
              <w:rFonts w:eastAsia="Arial"/>
              <w:sz w:val="16"/>
              <w:szCs w:val="16"/>
            </w:rPr>
          </w:pPr>
          <w:r w:rsidRPr="002B4FB9">
            <w:rPr>
              <w:rFonts w:eastAsia="Arial"/>
              <w:sz w:val="16"/>
              <w:szCs w:val="16"/>
            </w:rPr>
            <w:t xml:space="preserve">Veskiposti 2/1, </w:t>
          </w:r>
        </w:p>
        <w:p w14:paraId="5230E7DD" w14:textId="64958B60" w:rsidR="00B03D0A" w:rsidRPr="002B4FB9" w:rsidRDefault="00B03D0A" w:rsidP="00293802">
          <w:pPr>
            <w:textAlignment w:val="baseline"/>
            <w:rPr>
              <w:rFonts w:eastAsia="Arial"/>
              <w:sz w:val="16"/>
              <w:szCs w:val="16"/>
            </w:rPr>
          </w:pPr>
          <w:r w:rsidRPr="002B4FB9">
            <w:rPr>
              <w:rFonts w:eastAsia="Arial"/>
              <w:sz w:val="16"/>
              <w:szCs w:val="16"/>
            </w:rPr>
            <w:t>Tallinn Eesti</w:t>
          </w:r>
        </w:p>
        <w:p w14:paraId="5810CBF9" w14:textId="741C6087" w:rsidR="00B03D0A" w:rsidRPr="002B4FB9" w:rsidRDefault="00B03D0A" w:rsidP="00293802">
          <w:pPr>
            <w:textAlignment w:val="baseline"/>
            <w:rPr>
              <w:rFonts w:eastAsia="Arial"/>
              <w:sz w:val="16"/>
              <w:szCs w:val="16"/>
            </w:rPr>
          </w:pPr>
          <w:r w:rsidRPr="002B4FB9">
            <w:rPr>
              <w:rFonts w:eastAsia="Arial"/>
              <w:sz w:val="16"/>
              <w:szCs w:val="16"/>
            </w:rPr>
            <w:t>10138</w:t>
          </w:r>
        </w:p>
        <w:p w14:paraId="393BDCD5" w14:textId="7CAD6F11" w:rsidR="00B03D0A" w:rsidRPr="002B4FB9" w:rsidRDefault="00B03D0A" w:rsidP="00C55F36">
          <w:pPr>
            <w:textAlignment w:val="baseline"/>
            <w:rPr>
              <w:rFonts w:eastAsia="Arial"/>
              <w:sz w:val="16"/>
              <w:szCs w:val="16"/>
            </w:rPr>
          </w:pPr>
          <w:r w:rsidRPr="002B4FB9">
            <w:rPr>
              <w:rFonts w:eastAsia="Arial"/>
              <w:sz w:val="16"/>
              <w:szCs w:val="16"/>
            </w:rPr>
            <w:t>Reg. Nr. 12734109</w:t>
          </w:r>
        </w:p>
        <w:p w14:paraId="5C1F5A31" w14:textId="03B2B2BA" w:rsidR="00B03D0A" w:rsidRPr="002B4FB9" w:rsidRDefault="00B03D0A" w:rsidP="0026660B">
          <w:pPr>
            <w:textAlignment w:val="baseline"/>
            <w:rPr>
              <w:rFonts w:eastAsia="Arial"/>
              <w:sz w:val="16"/>
              <w:szCs w:val="16"/>
            </w:rPr>
          </w:pPr>
        </w:p>
      </w:tc>
      <w:tc>
        <w:tcPr>
          <w:tcW w:w="463" w:type="pct"/>
          <w:vMerge w:val="restart"/>
          <w:vAlign w:val="center"/>
        </w:tcPr>
        <w:p w14:paraId="6BFB5473" w14:textId="78DB6DA1" w:rsidR="00B03D0A" w:rsidRPr="002B4FB9" w:rsidRDefault="00B03D0A" w:rsidP="0026660B">
          <w:pPr>
            <w:textAlignment w:val="baseline"/>
            <w:rPr>
              <w:rFonts w:eastAsia="Arial"/>
              <w:sz w:val="14"/>
              <w:szCs w:val="14"/>
            </w:rPr>
          </w:pPr>
          <w:r w:rsidRPr="002B4FB9">
            <w:rPr>
              <w:rFonts w:eastAsia="Arial"/>
              <w:sz w:val="14"/>
              <w:szCs w:val="14"/>
            </w:rPr>
            <w:t>Trev-2 Grupp AS</w:t>
          </w:r>
        </w:p>
        <w:p w14:paraId="3C8CE33D" w14:textId="77777777" w:rsidR="00B03D0A" w:rsidRPr="002B4FB9" w:rsidRDefault="00B03D0A" w:rsidP="0026660B">
          <w:pPr>
            <w:textAlignment w:val="baseline"/>
            <w:rPr>
              <w:rFonts w:eastAsia="Arial"/>
              <w:sz w:val="14"/>
              <w:szCs w:val="14"/>
            </w:rPr>
          </w:pPr>
          <w:r w:rsidRPr="002B4FB9">
            <w:rPr>
              <w:rFonts w:eastAsia="Arial"/>
              <w:sz w:val="14"/>
              <w:szCs w:val="14"/>
            </w:rPr>
            <w:t>Teemeistri 2</w:t>
          </w:r>
        </w:p>
        <w:p w14:paraId="2D72322E" w14:textId="77777777" w:rsidR="00B03D0A" w:rsidRPr="002B4FB9" w:rsidRDefault="00B03D0A" w:rsidP="0026660B">
          <w:pPr>
            <w:textAlignment w:val="baseline"/>
            <w:rPr>
              <w:rFonts w:eastAsia="Arial"/>
              <w:sz w:val="14"/>
              <w:szCs w:val="14"/>
            </w:rPr>
          </w:pPr>
          <w:r w:rsidRPr="002B4FB9">
            <w:rPr>
              <w:rFonts w:eastAsia="Arial"/>
              <w:sz w:val="14"/>
              <w:szCs w:val="14"/>
            </w:rPr>
            <w:t>Tallinn</w:t>
          </w:r>
        </w:p>
        <w:p w14:paraId="1EE525EB" w14:textId="77777777" w:rsidR="00B03D0A" w:rsidRPr="002B4FB9" w:rsidRDefault="00B03D0A" w:rsidP="0026660B">
          <w:pPr>
            <w:textAlignment w:val="baseline"/>
            <w:rPr>
              <w:rFonts w:eastAsia="Arial"/>
              <w:sz w:val="14"/>
              <w:szCs w:val="14"/>
            </w:rPr>
          </w:pPr>
          <w:r w:rsidRPr="002B4FB9">
            <w:rPr>
              <w:rFonts w:eastAsia="Arial"/>
              <w:sz w:val="14"/>
              <w:szCs w:val="14"/>
            </w:rPr>
            <w:t>Estonia</w:t>
          </w:r>
        </w:p>
        <w:p w14:paraId="380D70DC" w14:textId="77777777" w:rsidR="00B03D0A" w:rsidRPr="002B4FB9" w:rsidRDefault="00B03D0A" w:rsidP="0026660B">
          <w:pPr>
            <w:textAlignment w:val="baseline"/>
            <w:rPr>
              <w:rFonts w:eastAsia="Arial"/>
              <w:sz w:val="14"/>
              <w:szCs w:val="14"/>
            </w:rPr>
          </w:pPr>
          <w:r w:rsidRPr="002B4FB9">
            <w:rPr>
              <w:rFonts w:eastAsia="Arial"/>
              <w:sz w:val="14"/>
              <w:szCs w:val="14"/>
            </w:rPr>
            <w:t>Reg.NO : 10047382</w:t>
          </w:r>
        </w:p>
        <w:p w14:paraId="06D5F3CB" w14:textId="70887973" w:rsidR="00B03D0A" w:rsidRPr="002B4FB9" w:rsidRDefault="00B03D0A" w:rsidP="00C55F36">
          <w:pPr>
            <w:spacing w:after="60"/>
            <w:textAlignment w:val="baseline"/>
          </w:pPr>
          <w:r w:rsidRPr="002B4FB9">
            <w:rPr>
              <w:noProof/>
              <w:lang w:eastAsia="et-EE"/>
            </w:rPr>
            <w:drawing>
              <wp:inline distT="0" distB="0" distL="0" distR="0" wp14:anchorId="50D6A482" wp14:editId="0167F243">
                <wp:extent cx="1075267" cy="234096"/>
                <wp:effectExtent l="0" t="0" r="0" b="0"/>
                <wp:docPr id="4694471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2"/>
                        <a:stretch>
                          <a:fillRect/>
                        </a:stretch>
                      </pic:blipFill>
                      <pic:spPr>
                        <a:xfrm>
                          <a:off x="0" y="0"/>
                          <a:ext cx="1146047" cy="249505"/>
                        </a:xfrm>
                        <a:prstGeom prst="rect">
                          <a:avLst/>
                        </a:prstGeom>
                      </pic:spPr>
                    </pic:pic>
                  </a:graphicData>
                </a:graphic>
              </wp:inline>
            </w:drawing>
          </w:r>
        </w:p>
        <w:p w14:paraId="4A7EEE11" w14:textId="6B3E15A4" w:rsidR="00B03D0A" w:rsidRPr="002B4FB9" w:rsidRDefault="00B03D0A" w:rsidP="0026660B">
          <w:pPr>
            <w:textAlignment w:val="baseline"/>
            <w:rPr>
              <w:rFonts w:eastAsia="Arial"/>
              <w:sz w:val="14"/>
              <w:szCs w:val="14"/>
            </w:rPr>
          </w:pPr>
          <w:r w:rsidRPr="002B4FB9">
            <w:rPr>
              <w:rFonts w:eastAsia="Arial"/>
              <w:sz w:val="14"/>
              <w:szCs w:val="14"/>
            </w:rPr>
            <w:t>AllSpark OÜ</w:t>
          </w:r>
        </w:p>
        <w:p w14:paraId="027FCF48" w14:textId="3186AA2B" w:rsidR="00B03D0A" w:rsidRPr="002B4FB9" w:rsidRDefault="00B03D0A" w:rsidP="0026660B">
          <w:pPr>
            <w:textAlignment w:val="baseline"/>
            <w:rPr>
              <w:rFonts w:eastAsia="Arial"/>
              <w:sz w:val="14"/>
              <w:szCs w:val="14"/>
            </w:rPr>
          </w:pPr>
          <w:r w:rsidRPr="002B4FB9">
            <w:rPr>
              <w:rFonts w:eastAsia="Arial"/>
              <w:sz w:val="14"/>
              <w:szCs w:val="14"/>
            </w:rPr>
            <w:t>Suur-Sõjamäe 50a</w:t>
          </w:r>
        </w:p>
        <w:p w14:paraId="7C3FAD1B" w14:textId="77777777" w:rsidR="00B03D0A" w:rsidRPr="002B4FB9" w:rsidRDefault="00B03D0A" w:rsidP="0026660B">
          <w:pPr>
            <w:textAlignment w:val="baseline"/>
            <w:rPr>
              <w:rFonts w:eastAsia="Arial"/>
              <w:sz w:val="14"/>
              <w:szCs w:val="14"/>
            </w:rPr>
          </w:pPr>
          <w:r w:rsidRPr="002B4FB9">
            <w:rPr>
              <w:rFonts w:eastAsia="Arial"/>
              <w:sz w:val="14"/>
              <w:szCs w:val="14"/>
            </w:rPr>
            <w:t>Tallinn</w:t>
          </w:r>
        </w:p>
        <w:p w14:paraId="31E0EE9B" w14:textId="77777777" w:rsidR="00B03D0A" w:rsidRPr="002B4FB9" w:rsidRDefault="00B03D0A" w:rsidP="0026660B">
          <w:pPr>
            <w:textAlignment w:val="baseline"/>
            <w:rPr>
              <w:rFonts w:eastAsia="Arial"/>
              <w:sz w:val="14"/>
              <w:szCs w:val="14"/>
            </w:rPr>
          </w:pPr>
          <w:r w:rsidRPr="002B4FB9">
            <w:rPr>
              <w:rFonts w:eastAsia="Arial"/>
              <w:sz w:val="14"/>
              <w:szCs w:val="14"/>
            </w:rPr>
            <w:t>Estonia</w:t>
          </w:r>
        </w:p>
        <w:p w14:paraId="10CC0D43" w14:textId="25CA1BD7" w:rsidR="00B03D0A" w:rsidRPr="002B4FB9" w:rsidRDefault="00B03D0A" w:rsidP="0026660B">
          <w:pPr>
            <w:textAlignment w:val="baseline"/>
            <w:rPr>
              <w:rFonts w:eastAsia="Arial"/>
              <w:sz w:val="14"/>
              <w:szCs w:val="14"/>
            </w:rPr>
          </w:pPr>
          <w:r w:rsidRPr="002B4FB9">
            <w:rPr>
              <w:rFonts w:eastAsia="Arial"/>
              <w:sz w:val="14"/>
              <w:szCs w:val="14"/>
            </w:rPr>
            <w:t>Reg.NO : 12989482</w:t>
          </w:r>
        </w:p>
        <w:p w14:paraId="2C585854" w14:textId="18FA1B8B" w:rsidR="00B03D0A" w:rsidRPr="002B4FB9" w:rsidRDefault="00B03D0A" w:rsidP="00C55F36">
          <w:pPr>
            <w:spacing w:after="60"/>
            <w:textAlignment w:val="baseline"/>
            <w:rPr>
              <w:rFonts w:eastAsia="Arial"/>
              <w:sz w:val="14"/>
              <w:szCs w:val="14"/>
              <w:highlight w:val="yellow"/>
            </w:rPr>
          </w:pPr>
          <w:r w:rsidRPr="002B4FB9">
            <w:rPr>
              <w:rFonts w:eastAsia="Arial"/>
              <w:noProof/>
              <w:sz w:val="14"/>
              <w:szCs w:val="14"/>
              <w:lang w:eastAsia="et-EE"/>
            </w:rPr>
            <w:drawing>
              <wp:inline distT="0" distB="0" distL="0" distR="0" wp14:anchorId="4DFF5B51" wp14:editId="3A6EE0F6">
                <wp:extent cx="1092200" cy="257710"/>
                <wp:effectExtent l="0" t="0" r="0" b="9525"/>
                <wp:docPr id="570275328" name="Picture 394430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114161" cy="262892"/>
                        </a:xfrm>
                        <a:prstGeom prst="rect">
                          <a:avLst/>
                        </a:prstGeom>
                      </pic:spPr>
                    </pic:pic>
                  </a:graphicData>
                </a:graphic>
              </wp:inline>
            </w:drawing>
          </w:r>
        </w:p>
      </w:tc>
      <w:tc>
        <w:tcPr>
          <w:tcW w:w="669" w:type="pct"/>
          <w:gridSpan w:val="4"/>
          <w:vAlign w:val="center"/>
        </w:tcPr>
        <w:p w14:paraId="54414AFB" w14:textId="77777777" w:rsidR="00B03D0A" w:rsidRPr="002B4FB9" w:rsidRDefault="00B03D0A" w:rsidP="00C55F36">
          <w:pPr>
            <w:jc w:val="center"/>
            <w:textAlignment w:val="baseline"/>
            <w:rPr>
              <w:rFonts w:eastAsia="Arial"/>
              <w:sz w:val="14"/>
              <w:szCs w:val="14"/>
            </w:rPr>
          </w:pPr>
          <w:r w:rsidRPr="002B4FB9">
            <w:rPr>
              <w:sz w:val="14"/>
              <w:szCs w:val="14"/>
            </w:rPr>
            <w:t xml:space="preserve">DOKUMENDI STATUS </w:t>
          </w:r>
          <w:r w:rsidRPr="002B4FB9">
            <w:rPr>
              <w:rFonts w:eastAsia="Arial"/>
              <w:sz w:val="14"/>
              <w:szCs w:val="14"/>
            </w:rPr>
            <w:t xml:space="preserve">/ </w:t>
          </w:r>
        </w:p>
        <w:p w14:paraId="67E66F6D" w14:textId="77777777" w:rsidR="00B03D0A" w:rsidRPr="002B4FB9" w:rsidRDefault="00B03D0A" w:rsidP="00C55F36">
          <w:pPr>
            <w:spacing w:after="60"/>
            <w:jc w:val="center"/>
            <w:textAlignment w:val="baseline"/>
            <w:rPr>
              <w:rFonts w:eastAsia="Arial"/>
              <w:sz w:val="14"/>
              <w:szCs w:val="14"/>
            </w:rPr>
          </w:pPr>
          <w:r w:rsidRPr="002B4FB9">
            <w:rPr>
              <w:sz w:val="14"/>
              <w:szCs w:val="14"/>
            </w:rPr>
            <w:t>DOCUMENT</w:t>
          </w:r>
          <w:r w:rsidRPr="002B4FB9">
            <w:rPr>
              <w:rFonts w:eastAsia="Arial"/>
              <w:sz w:val="14"/>
              <w:szCs w:val="14"/>
            </w:rPr>
            <w:t xml:space="preserve"> STATUS</w:t>
          </w:r>
        </w:p>
        <w:p w14:paraId="0E4D8630" w14:textId="77777777" w:rsidR="00B03D0A" w:rsidRPr="002B4FB9" w:rsidRDefault="00B03D0A" w:rsidP="00C55F36">
          <w:pPr>
            <w:pStyle w:val="Footer"/>
            <w:jc w:val="center"/>
            <w:rPr>
              <w:rFonts w:eastAsia="Arial"/>
              <w:sz w:val="16"/>
              <w:szCs w:val="16"/>
            </w:rPr>
          </w:pPr>
          <w:r w:rsidRPr="002B4FB9">
            <w:rPr>
              <w:rFonts w:eastAsia="Arial"/>
              <w:sz w:val="16"/>
              <w:szCs w:val="16"/>
            </w:rPr>
            <w:t xml:space="preserve">ESITATUD KINNITAMISEKS / </w:t>
          </w:r>
        </w:p>
        <w:p w14:paraId="4F218DE4" w14:textId="77777777" w:rsidR="00B03D0A" w:rsidRPr="002B4FB9" w:rsidRDefault="00B03D0A" w:rsidP="00C55F36">
          <w:pPr>
            <w:pStyle w:val="Footer"/>
            <w:jc w:val="center"/>
            <w:rPr>
              <w:sz w:val="14"/>
              <w:szCs w:val="14"/>
              <w:highlight w:val="yellow"/>
            </w:rPr>
          </w:pPr>
          <w:r w:rsidRPr="002B4FB9">
            <w:rPr>
              <w:rFonts w:eastAsia="Arial"/>
              <w:sz w:val="16"/>
              <w:szCs w:val="16"/>
            </w:rPr>
            <w:t>ISSUED FOR APPROVAL</w:t>
          </w:r>
        </w:p>
      </w:tc>
      <w:tc>
        <w:tcPr>
          <w:tcW w:w="2403" w:type="pct"/>
          <w:gridSpan w:val="9"/>
          <w:vMerge/>
          <w:vAlign w:val="center"/>
        </w:tcPr>
        <w:p w14:paraId="554D5558" w14:textId="77777777" w:rsidR="00B03D0A" w:rsidRPr="002B4FB9" w:rsidRDefault="00B03D0A" w:rsidP="00C55F36">
          <w:pPr>
            <w:jc w:val="center"/>
            <w:textAlignment w:val="baseline"/>
            <w:rPr>
              <w:rFonts w:eastAsia="Arial"/>
              <w:sz w:val="14"/>
              <w:szCs w:val="14"/>
              <w:highlight w:val="yellow"/>
            </w:rPr>
          </w:pPr>
        </w:p>
      </w:tc>
    </w:tr>
    <w:tr w:rsidR="00B03D0A" w:rsidRPr="002B4FB9" w14:paraId="3551345B" w14:textId="77777777" w:rsidTr="00B04B22">
      <w:trPr>
        <w:trHeight w:val="1134"/>
        <w:jc w:val="center"/>
      </w:trPr>
      <w:tc>
        <w:tcPr>
          <w:tcW w:w="1002" w:type="pct"/>
          <w:vMerge/>
          <w:vAlign w:val="center"/>
        </w:tcPr>
        <w:p w14:paraId="4E80EC96" w14:textId="77777777" w:rsidR="00B03D0A" w:rsidRPr="002B4FB9" w:rsidRDefault="00B03D0A" w:rsidP="00C55F36">
          <w:pPr>
            <w:pStyle w:val="Footer"/>
            <w:jc w:val="center"/>
            <w:rPr>
              <w:sz w:val="14"/>
              <w:szCs w:val="14"/>
              <w:highlight w:val="yellow"/>
            </w:rPr>
          </w:pPr>
        </w:p>
      </w:tc>
      <w:tc>
        <w:tcPr>
          <w:tcW w:w="463" w:type="pct"/>
          <w:vMerge/>
          <w:vAlign w:val="center"/>
        </w:tcPr>
        <w:p w14:paraId="43010804" w14:textId="77777777" w:rsidR="00B03D0A" w:rsidRPr="002B4FB9" w:rsidRDefault="00B03D0A" w:rsidP="00C55F36">
          <w:pPr>
            <w:pStyle w:val="Footer"/>
            <w:jc w:val="center"/>
            <w:rPr>
              <w:sz w:val="14"/>
              <w:szCs w:val="14"/>
              <w:highlight w:val="yellow"/>
            </w:rPr>
          </w:pPr>
        </w:p>
      </w:tc>
      <w:tc>
        <w:tcPr>
          <w:tcW w:w="463" w:type="pct"/>
          <w:vMerge/>
          <w:tcBorders>
            <w:bottom w:val="single" w:sz="4" w:space="0" w:color="auto"/>
          </w:tcBorders>
          <w:vAlign w:val="center"/>
        </w:tcPr>
        <w:p w14:paraId="199D4CE9" w14:textId="77777777" w:rsidR="00B03D0A" w:rsidRPr="002B4FB9" w:rsidRDefault="00B03D0A" w:rsidP="00C55F36">
          <w:pPr>
            <w:pStyle w:val="Footer"/>
            <w:jc w:val="center"/>
            <w:rPr>
              <w:sz w:val="14"/>
              <w:szCs w:val="14"/>
              <w:highlight w:val="yellow"/>
            </w:rPr>
          </w:pPr>
        </w:p>
      </w:tc>
      <w:tc>
        <w:tcPr>
          <w:tcW w:w="234" w:type="pct"/>
          <w:tcBorders>
            <w:bottom w:val="single" w:sz="4" w:space="0" w:color="auto"/>
          </w:tcBorders>
          <w:vAlign w:val="center"/>
        </w:tcPr>
        <w:p w14:paraId="429C36C0" w14:textId="77777777" w:rsidR="00B03D0A" w:rsidRPr="002B4FB9" w:rsidRDefault="00B03D0A" w:rsidP="00C55F36">
          <w:pPr>
            <w:pStyle w:val="Footer"/>
            <w:jc w:val="center"/>
            <w:rPr>
              <w:sz w:val="14"/>
              <w:szCs w:val="14"/>
            </w:rPr>
          </w:pPr>
          <w:r w:rsidRPr="002B4FB9">
            <w:rPr>
              <w:sz w:val="14"/>
              <w:szCs w:val="14"/>
            </w:rPr>
            <w:t>KUTSE. / QUALIF.</w:t>
          </w:r>
        </w:p>
      </w:tc>
      <w:tc>
        <w:tcPr>
          <w:tcW w:w="215" w:type="pct"/>
          <w:gridSpan w:val="2"/>
          <w:tcBorders>
            <w:bottom w:val="single" w:sz="4" w:space="0" w:color="auto"/>
          </w:tcBorders>
          <w:vAlign w:val="center"/>
        </w:tcPr>
        <w:p w14:paraId="7DED2EC0" w14:textId="77777777" w:rsidR="00B03D0A" w:rsidRPr="002B4FB9" w:rsidRDefault="00B03D0A" w:rsidP="00C55F36">
          <w:pPr>
            <w:pStyle w:val="Footer"/>
            <w:jc w:val="center"/>
            <w:rPr>
              <w:rFonts w:eastAsia="Arial"/>
              <w:sz w:val="14"/>
              <w:szCs w:val="14"/>
            </w:rPr>
          </w:pPr>
          <w:r w:rsidRPr="002B4FB9">
            <w:rPr>
              <w:rFonts w:eastAsia="Arial"/>
              <w:sz w:val="14"/>
              <w:szCs w:val="14"/>
            </w:rPr>
            <w:t xml:space="preserve">NIMI / </w:t>
          </w:r>
        </w:p>
        <w:p w14:paraId="0F277523" w14:textId="77777777" w:rsidR="00B03D0A" w:rsidRPr="002B4FB9" w:rsidRDefault="00B03D0A" w:rsidP="00C55F36">
          <w:pPr>
            <w:pStyle w:val="Footer"/>
            <w:jc w:val="center"/>
            <w:rPr>
              <w:sz w:val="14"/>
              <w:szCs w:val="14"/>
            </w:rPr>
          </w:pPr>
          <w:r w:rsidRPr="002B4FB9">
            <w:rPr>
              <w:rFonts w:eastAsia="Arial"/>
              <w:sz w:val="14"/>
              <w:szCs w:val="14"/>
            </w:rPr>
            <w:t>NAME</w:t>
          </w:r>
        </w:p>
      </w:tc>
      <w:tc>
        <w:tcPr>
          <w:tcW w:w="220" w:type="pct"/>
          <w:tcBorders>
            <w:bottom w:val="single" w:sz="4" w:space="0" w:color="auto"/>
          </w:tcBorders>
          <w:vAlign w:val="center"/>
        </w:tcPr>
        <w:p w14:paraId="77C57D14" w14:textId="77777777" w:rsidR="00B03D0A" w:rsidRPr="002B4FB9" w:rsidRDefault="00B03D0A" w:rsidP="00C55F36">
          <w:pPr>
            <w:pStyle w:val="Footer"/>
            <w:jc w:val="center"/>
            <w:rPr>
              <w:sz w:val="14"/>
              <w:szCs w:val="14"/>
            </w:rPr>
          </w:pPr>
          <w:r w:rsidRPr="002B4FB9">
            <w:rPr>
              <w:rFonts w:eastAsia="Arial"/>
              <w:sz w:val="14"/>
              <w:szCs w:val="14"/>
            </w:rPr>
            <w:t>ALLKIRI / SIGN.</w:t>
          </w:r>
        </w:p>
      </w:tc>
      <w:tc>
        <w:tcPr>
          <w:tcW w:w="791" w:type="pct"/>
          <w:gridSpan w:val="3"/>
          <w:tcBorders>
            <w:bottom w:val="single" w:sz="4" w:space="0" w:color="auto"/>
          </w:tcBorders>
          <w:vAlign w:val="center"/>
        </w:tcPr>
        <w:p w14:paraId="6E5C5F66" w14:textId="77777777" w:rsidR="00B03D0A" w:rsidRPr="002B4FB9" w:rsidRDefault="00B03D0A" w:rsidP="00C55F36">
          <w:pPr>
            <w:pStyle w:val="Footer"/>
            <w:jc w:val="center"/>
            <w:rPr>
              <w:sz w:val="14"/>
              <w:szCs w:val="14"/>
            </w:rPr>
          </w:pPr>
          <w:r w:rsidRPr="002B4FB9">
            <w:rPr>
              <w:sz w:val="14"/>
              <w:szCs w:val="14"/>
            </w:rPr>
            <w:t xml:space="preserve">PROJEKTI KOOD / </w:t>
          </w:r>
        </w:p>
        <w:p w14:paraId="68C4C510" w14:textId="77777777" w:rsidR="00B03D0A" w:rsidRPr="002B4FB9" w:rsidRDefault="00B03D0A" w:rsidP="00C55F36">
          <w:pPr>
            <w:pStyle w:val="Footer"/>
            <w:jc w:val="center"/>
            <w:rPr>
              <w:rFonts w:eastAsia="Arial"/>
              <w:sz w:val="14"/>
              <w:szCs w:val="14"/>
              <w:highlight w:val="yellow"/>
            </w:rPr>
          </w:pPr>
          <w:r w:rsidRPr="002B4FB9">
            <w:rPr>
              <w:sz w:val="14"/>
              <w:szCs w:val="14"/>
            </w:rPr>
            <w:t>PROJECT CODE</w:t>
          </w:r>
        </w:p>
      </w:tc>
      <w:tc>
        <w:tcPr>
          <w:tcW w:w="813" w:type="pct"/>
          <w:gridSpan w:val="3"/>
          <w:tcBorders>
            <w:bottom w:val="single" w:sz="4" w:space="0" w:color="auto"/>
          </w:tcBorders>
          <w:vAlign w:val="center"/>
        </w:tcPr>
        <w:p w14:paraId="5FC8DE23" w14:textId="77777777" w:rsidR="00B03D0A" w:rsidRPr="002B4FB9" w:rsidRDefault="00B03D0A" w:rsidP="00C55F36">
          <w:pPr>
            <w:pStyle w:val="Footer"/>
            <w:jc w:val="center"/>
            <w:rPr>
              <w:sz w:val="14"/>
              <w:szCs w:val="14"/>
            </w:rPr>
          </w:pPr>
          <w:r w:rsidRPr="002B4FB9">
            <w:rPr>
              <w:sz w:val="14"/>
              <w:szCs w:val="14"/>
            </w:rPr>
            <w:t xml:space="preserve">ASUKOHT / </w:t>
          </w:r>
        </w:p>
        <w:p w14:paraId="37FED110" w14:textId="77777777" w:rsidR="00B03D0A" w:rsidRPr="002B4FB9" w:rsidRDefault="00B03D0A" w:rsidP="00C55F36">
          <w:pPr>
            <w:pStyle w:val="Footer"/>
            <w:jc w:val="center"/>
            <w:rPr>
              <w:sz w:val="14"/>
              <w:szCs w:val="14"/>
            </w:rPr>
          </w:pPr>
          <w:r w:rsidRPr="002B4FB9">
            <w:rPr>
              <w:sz w:val="14"/>
              <w:szCs w:val="14"/>
            </w:rPr>
            <w:t>LOCATION</w:t>
          </w:r>
        </w:p>
      </w:tc>
      <w:tc>
        <w:tcPr>
          <w:tcW w:w="535" w:type="pct"/>
          <w:gridSpan w:val="2"/>
          <w:tcBorders>
            <w:bottom w:val="single" w:sz="4" w:space="0" w:color="auto"/>
          </w:tcBorders>
          <w:vAlign w:val="center"/>
        </w:tcPr>
        <w:p w14:paraId="45A71F50" w14:textId="77777777" w:rsidR="00B03D0A" w:rsidRPr="002B4FB9" w:rsidRDefault="00B03D0A" w:rsidP="00C55F36">
          <w:pPr>
            <w:autoSpaceDE w:val="0"/>
            <w:autoSpaceDN w:val="0"/>
            <w:adjustRightInd w:val="0"/>
            <w:jc w:val="center"/>
            <w:rPr>
              <w:sz w:val="14"/>
              <w:szCs w:val="14"/>
            </w:rPr>
          </w:pPr>
          <w:r w:rsidRPr="002B4FB9">
            <w:rPr>
              <w:sz w:val="14"/>
              <w:szCs w:val="14"/>
            </w:rPr>
            <w:t xml:space="preserve">DISTSIPLIINI KOOD / </w:t>
          </w:r>
        </w:p>
        <w:p w14:paraId="37692B5C" w14:textId="77777777" w:rsidR="00B03D0A" w:rsidRPr="002B4FB9" w:rsidRDefault="00B03D0A" w:rsidP="00C55F36">
          <w:pPr>
            <w:pStyle w:val="Footer"/>
            <w:jc w:val="center"/>
            <w:rPr>
              <w:rFonts w:eastAsia="Arial"/>
              <w:sz w:val="14"/>
              <w:szCs w:val="14"/>
              <w:highlight w:val="yellow"/>
            </w:rPr>
          </w:pPr>
          <w:r w:rsidRPr="002B4FB9">
            <w:rPr>
              <w:sz w:val="14"/>
              <w:szCs w:val="14"/>
            </w:rPr>
            <w:t>DISCIPLINE CODE</w:t>
          </w:r>
        </w:p>
      </w:tc>
      <w:tc>
        <w:tcPr>
          <w:tcW w:w="264" w:type="pct"/>
          <w:vAlign w:val="center"/>
        </w:tcPr>
        <w:p w14:paraId="58B14675" w14:textId="77777777" w:rsidR="00B03D0A" w:rsidRPr="002B4FB9" w:rsidRDefault="00B03D0A" w:rsidP="00C55F36">
          <w:pPr>
            <w:pStyle w:val="Footer"/>
            <w:jc w:val="center"/>
            <w:rPr>
              <w:rFonts w:eastAsia="Arial"/>
              <w:sz w:val="14"/>
              <w:szCs w:val="14"/>
            </w:rPr>
          </w:pPr>
          <w:r w:rsidRPr="002B4FB9">
            <w:rPr>
              <w:rFonts w:eastAsia="Arial"/>
              <w:sz w:val="14"/>
              <w:szCs w:val="14"/>
            </w:rPr>
            <w:t xml:space="preserve">EST / </w:t>
          </w:r>
        </w:p>
        <w:p w14:paraId="23E8CEC5" w14:textId="77777777" w:rsidR="00B03D0A" w:rsidRPr="002B4FB9" w:rsidRDefault="00B03D0A" w:rsidP="00C55F36">
          <w:pPr>
            <w:pStyle w:val="Footer"/>
            <w:jc w:val="center"/>
            <w:rPr>
              <w:rFonts w:eastAsia="Arial"/>
              <w:sz w:val="14"/>
              <w:szCs w:val="14"/>
              <w:highlight w:val="yellow"/>
            </w:rPr>
          </w:pPr>
          <w:r w:rsidRPr="002B4FB9">
            <w:rPr>
              <w:rFonts w:eastAsia="Arial"/>
              <w:sz w:val="14"/>
              <w:szCs w:val="14"/>
            </w:rPr>
            <w:t>ENG</w:t>
          </w:r>
        </w:p>
      </w:tc>
    </w:tr>
    <w:tr w:rsidR="00C45D01" w:rsidRPr="002B4FB9" w14:paraId="707E4BBD" w14:textId="77777777" w:rsidTr="00B04B22">
      <w:trPr>
        <w:trHeight w:val="96"/>
        <w:jc w:val="center"/>
      </w:trPr>
      <w:tc>
        <w:tcPr>
          <w:tcW w:w="1002" w:type="pct"/>
          <w:vMerge/>
          <w:vAlign w:val="center"/>
        </w:tcPr>
        <w:p w14:paraId="07526A44" w14:textId="77777777" w:rsidR="00B03D0A" w:rsidRPr="002B4FB9" w:rsidRDefault="00B03D0A" w:rsidP="00C55F36">
          <w:pPr>
            <w:pStyle w:val="Footer"/>
            <w:jc w:val="center"/>
            <w:rPr>
              <w:sz w:val="14"/>
              <w:szCs w:val="14"/>
              <w:highlight w:val="yellow"/>
            </w:rPr>
          </w:pPr>
        </w:p>
      </w:tc>
      <w:tc>
        <w:tcPr>
          <w:tcW w:w="463" w:type="pct"/>
          <w:vMerge/>
          <w:vAlign w:val="center"/>
        </w:tcPr>
        <w:p w14:paraId="7FC3790F" w14:textId="77777777" w:rsidR="00B03D0A" w:rsidRPr="002B4FB9" w:rsidRDefault="00B03D0A" w:rsidP="00C55F36">
          <w:pPr>
            <w:pStyle w:val="Footer"/>
            <w:rPr>
              <w:sz w:val="14"/>
              <w:szCs w:val="14"/>
              <w:highlight w:val="yellow"/>
            </w:rPr>
          </w:pPr>
        </w:p>
      </w:tc>
      <w:tc>
        <w:tcPr>
          <w:tcW w:w="463" w:type="pct"/>
          <w:vMerge w:val="restart"/>
          <w:vAlign w:val="center"/>
        </w:tcPr>
        <w:p w14:paraId="090823CC" w14:textId="77777777" w:rsidR="00B03D0A" w:rsidRPr="002B4FB9" w:rsidRDefault="00B03D0A" w:rsidP="00C55F36">
          <w:pPr>
            <w:pStyle w:val="Footer"/>
            <w:jc w:val="center"/>
            <w:rPr>
              <w:rFonts w:eastAsia="Arial"/>
              <w:sz w:val="14"/>
              <w:szCs w:val="14"/>
            </w:rPr>
          </w:pPr>
          <w:r w:rsidRPr="002B4FB9">
            <w:rPr>
              <w:rFonts w:eastAsia="Arial"/>
              <w:sz w:val="14"/>
              <w:szCs w:val="14"/>
            </w:rPr>
            <w:t xml:space="preserve">ALLTÖÖVÕTJA / </w:t>
          </w:r>
        </w:p>
        <w:p w14:paraId="1851F997" w14:textId="77777777" w:rsidR="00B03D0A" w:rsidRPr="002B4FB9" w:rsidRDefault="00B03D0A" w:rsidP="00C55F36">
          <w:pPr>
            <w:pStyle w:val="Footer"/>
            <w:jc w:val="center"/>
            <w:rPr>
              <w:sz w:val="14"/>
              <w:szCs w:val="14"/>
            </w:rPr>
          </w:pPr>
          <w:r w:rsidRPr="002B4FB9">
            <w:rPr>
              <w:rFonts w:eastAsia="Arial"/>
              <w:sz w:val="14"/>
              <w:szCs w:val="14"/>
            </w:rPr>
            <w:t>SUB-CONTRACTOR</w:t>
          </w:r>
        </w:p>
      </w:tc>
      <w:tc>
        <w:tcPr>
          <w:tcW w:w="234" w:type="pct"/>
          <w:vAlign w:val="center"/>
        </w:tcPr>
        <w:p w14:paraId="1BE0DD57" w14:textId="77777777" w:rsidR="00B03D0A" w:rsidRPr="002B4FB9" w:rsidRDefault="00B03D0A" w:rsidP="00C55F36">
          <w:pPr>
            <w:pStyle w:val="Footer"/>
            <w:jc w:val="center"/>
            <w:rPr>
              <w:rFonts w:eastAsia="Arial"/>
              <w:sz w:val="10"/>
              <w:szCs w:val="10"/>
            </w:rPr>
          </w:pPr>
          <w:r w:rsidRPr="002B4FB9">
            <w:rPr>
              <w:rFonts w:eastAsia="Arial"/>
              <w:sz w:val="10"/>
              <w:szCs w:val="10"/>
            </w:rPr>
            <w:t>KOOSTAJA</w:t>
          </w:r>
        </w:p>
        <w:p w14:paraId="1C981106" w14:textId="77777777" w:rsidR="00B03D0A" w:rsidRPr="002B4FB9" w:rsidRDefault="00B03D0A" w:rsidP="00C55F36">
          <w:pPr>
            <w:pStyle w:val="Footer"/>
            <w:jc w:val="center"/>
            <w:rPr>
              <w:sz w:val="6"/>
              <w:szCs w:val="6"/>
            </w:rPr>
          </w:pPr>
          <w:r w:rsidRPr="002B4FB9">
            <w:rPr>
              <w:rFonts w:eastAsia="Arial"/>
              <w:sz w:val="10"/>
              <w:szCs w:val="10"/>
            </w:rPr>
            <w:t>ORIGINATOR</w:t>
          </w:r>
        </w:p>
      </w:tc>
      <w:tc>
        <w:tcPr>
          <w:tcW w:w="215" w:type="pct"/>
          <w:gridSpan w:val="2"/>
          <w:vAlign w:val="center"/>
        </w:tcPr>
        <w:p w14:paraId="10D1D26C" w14:textId="554E974C" w:rsidR="00B03D0A" w:rsidRPr="002B4FB9" w:rsidRDefault="00C45D01" w:rsidP="00BD5899">
          <w:pPr>
            <w:pStyle w:val="Footer"/>
            <w:rPr>
              <w:sz w:val="12"/>
              <w:szCs w:val="12"/>
            </w:rPr>
          </w:pPr>
          <w:r w:rsidRPr="002B4FB9">
            <w:rPr>
              <w:sz w:val="12"/>
              <w:szCs w:val="12"/>
            </w:rPr>
            <w:t>A.</w:t>
          </w:r>
          <w:r w:rsidR="00BD5899">
            <w:rPr>
              <w:sz w:val="12"/>
              <w:szCs w:val="12"/>
            </w:rPr>
            <w:t xml:space="preserve"> Bõstrov</w:t>
          </w:r>
        </w:p>
      </w:tc>
      <w:tc>
        <w:tcPr>
          <w:tcW w:w="220" w:type="pct"/>
          <w:vMerge w:val="restart"/>
          <w:vAlign w:val="center"/>
        </w:tcPr>
        <w:p w14:paraId="5C823866" w14:textId="2213D2B6" w:rsidR="00B03D0A" w:rsidRPr="002B4FB9" w:rsidRDefault="00B03D0A" w:rsidP="00C55F36">
          <w:pPr>
            <w:pStyle w:val="Footer"/>
            <w:jc w:val="center"/>
            <w:rPr>
              <w:sz w:val="14"/>
              <w:szCs w:val="14"/>
            </w:rPr>
          </w:pPr>
        </w:p>
      </w:tc>
      <w:tc>
        <w:tcPr>
          <w:tcW w:w="256" w:type="pct"/>
          <w:vMerge w:val="restart"/>
          <w:vAlign w:val="center"/>
        </w:tcPr>
        <w:p w14:paraId="0ABA7F9E"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PROJEKT ID</w:t>
          </w:r>
        </w:p>
        <w:p w14:paraId="2FBE8CB8"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 xml:space="preserve"> PROJECT ID</w:t>
          </w:r>
        </w:p>
      </w:tc>
      <w:tc>
        <w:tcPr>
          <w:tcW w:w="267" w:type="pct"/>
          <w:vMerge w:val="restart"/>
          <w:vAlign w:val="center"/>
        </w:tcPr>
        <w:p w14:paraId="3C292AC9"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LÕIGU ID</w:t>
          </w:r>
        </w:p>
        <w:p w14:paraId="125B46DA"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SECTION ID</w:t>
          </w:r>
        </w:p>
      </w:tc>
      <w:tc>
        <w:tcPr>
          <w:tcW w:w="268" w:type="pct"/>
          <w:vMerge w:val="restart"/>
          <w:vAlign w:val="center"/>
        </w:tcPr>
        <w:p w14:paraId="52B9C6E7"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ALALÕIGU ID</w:t>
          </w:r>
        </w:p>
        <w:p w14:paraId="3C105E1D"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SUB-SECT. ID</w:t>
          </w:r>
        </w:p>
      </w:tc>
      <w:tc>
        <w:tcPr>
          <w:tcW w:w="267" w:type="pct"/>
          <w:vMerge w:val="restart"/>
          <w:vAlign w:val="center"/>
        </w:tcPr>
        <w:p w14:paraId="5AF76257"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OSA SÜSTEEM</w:t>
          </w:r>
        </w:p>
        <w:p w14:paraId="5F847B58"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VOL. SYST.</w:t>
          </w:r>
        </w:p>
      </w:tc>
      <w:tc>
        <w:tcPr>
          <w:tcW w:w="267" w:type="pct"/>
          <w:vMerge w:val="restart"/>
          <w:vAlign w:val="center"/>
        </w:tcPr>
        <w:p w14:paraId="787CD3B4"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TSOON</w:t>
          </w:r>
        </w:p>
        <w:p w14:paraId="67D2A071"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ZONE</w:t>
          </w:r>
        </w:p>
      </w:tc>
      <w:tc>
        <w:tcPr>
          <w:tcW w:w="279" w:type="pct"/>
          <w:vMerge w:val="restart"/>
          <w:vAlign w:val="center"/>
        </w:tcPr>
        <w:p w14:paraId="1661F93A"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ASUKOHT</w:t>
          </w:r>
        </w:p>
        <w:p w14:paraId="47A2E84F" w14:textId="77777777" w:rsidR="00B03D0A" w:rsidRPr="002B4FB9" w:rsidRDefault="00B03D0A" w:rsidP="00C55F36">
          <w:pPr>
            <w:pStyle w:val="Footer"/>
            <w:jc w:val="center"/>
            <w:rPr>
              <w:sz w:val="14"/>
              <w:szCs w:val="14"/>
              <w:lang w:eastAsia="es-ES"/>
            </w:rPr>
          </w:pPr>
          <w:r w:rsidRPr="002B4FB9">
            <w:rPr>
              <w:sz w:val="14"/>
              <w:szCs w:val="14"/>
            </w:rPr>
            <w:t>LOCATION</w:t>
          </w:r>
        </w:p>
      </w:tc>
      <w:tc>
        <w:tcPr>
          <w:tcW w:w="267" w:type="pct"/>
          <w:vMerge w:val="restart"/>
          <w:vAlign w:val="center"/>
        </w:tcPr>
        <w:p w14:paraId="4FB6E80E"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RBR KOOD</w:t>
          </w:r>
        </w:p>
        <w:p w14:paraId="36F13442" w14:textId="77777777" w:rsidR="00B03D0A" w:rsidRPr="002B4FB9" w:rsidRDefault="00B03D0A" w:rsidP="00C55F36">
          <w:pPr>
            <w:pStyle w:val="Footer"/>
            <w:jc w:val="center"/>
            <w:rPr>
              <w:sz w:val="14"/>
              <w:szCs w:val="14"/>
              <w:lang w:eastAsia="es-ES"/>
            </w:rPr>
          </w:pPr>
          <w:r w:rsidRPr="002B4FB9">
            <w:rPr>
              <w:sz w:val="14"/>
              <w:szCs w:val="14"/>
            </w:rPr>
            <w:t>RBR CODE</w:t>
          </w:r>
        </w:p>
      </w:tc>
      <w:tc>
        <w:tcPr>
          <w:tcW w:w="268" w:type="pct"/>
          <w:vMerge w:val="restart"/>
          <w:vAlign w:val="center"/>
        </w:tcPr>
        <w:p w14:paraId="5E6E9347"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KOHALIK KOOD</w:t>
          </w:r>
        </w:p>
        <w:p w14:paraId="5314F9B0" w14:textId="77777777" w:rsidR="00B03D0A" w:rsidRPr="002B4FB9" w:rsidRDefault="00B03D0A" w:rsidP="00C55F36">
          <w:pPr>
            <w:pStyle w:val="Footer"/>
            <w:jc w:val="center"/>
            <w:rPr>
              <w:sz w:val="14"/>
              <w:szCs w:val="14"/>
              <w:lang w:eastAsia="es-ES"/>
            </w:rPr>
          </w:pPr>
          <w:r w:rsidRPr="002B4FB9">
            <w:rPr>
              <w:sz w:val="14"/>
              <w:szCs w:val="14"/>
            </w:rPr>
            <w:t>LOCAL CODE</w:t>
          </w:r>
        </w:p>
      </w:tc>
      <w:tc>
        <w:tcPr>
          <w:tcW w:w="264" w:type="pct"/>
          <w:vMerge w:val="restart"/>
          <w:vAlign w:val="center"/>
        </w:tcPr>
        <w:p w14:paraId="66BBA82E" w14:textId="77777777" w:rsidR="00B03D0A" w:rsidRPr="002B4FB9" w:rsidRDefault="00B03D0A" w:rsidP="00C55F36">
          <w:pPr>
            <w:pStyle w:val="Footer"/>
            <w:spacing w:after="40"/>
            <w:jc w:val="center"/>
            <w:rPr>
              <w:sz w:val="14"/>
              <w:szCs w:val="14"/>
            </w:rPr>
          </w:pPr>
          <w:r w:rsidRPr="002B4FB9">
            <w:rPr>
              <w:sz w:val="14"/>
              <w:szCs w:val="14"/>
            </w:rPr>
            <w:t>PROJEKTI ETAPP</w:t>
          </w:r>
        </w:p>
        <w:p w14:paraId="482FE558" w14:textId="77777777" w:rsidR="00B03D0A" w:rsidRPr="002B4FB9" w:rsidRDefault="00B03D0A" w:rsidP="00C55F36">
          <w:pPr>
            <w:pStyle w:val="Footer"/>
            <w:jc w:val="center"/>
            <w:rPr>
              <w:sz w:val="14"/>
              <w:szCs w:val="14"/>
            </w:rPr>
          </w:pPr>
          <w:r w:rsidRPr="002B4FB9">
            <w:rPr>
              <w:sz w:val="14"/>
              <w:szCs w:val="14"/>
            </w:rPr>
            <w:t>PROJECT STAGE</w:t>
          </w:r>
        </w:p>
      </w:tc>
    </w:tr>
    <w:tr w:rsidR="00C45D01" w:rsidRPr="002B4FB9" w14:paraId="6EC6EF0D" w14:textId="77777777" w:rsidTr="00B04B22">
      <w:trPr>
        <w:trHeight w:val="95"/>
        <w:jc w:val="center"/>
      </w:trPr>
      <w:tc>
        <w:tcPr>
          <w:tcW w:w="1002" w:type="pct"/>
          <w:vMerge/>
          <w:vAlign w:val="center"/>
        </w:tcPr>
        <w:p w14:paraId="382C8BA5" w14:textId="77777777" w:rsidR="00B03D0A" w:rsidRPr="002B4FB9" w:rsidRDefault="00B03D0A" w:rsidP="00C55F36">
          <w:pPr>
            <w:pStyle w:val="Footer"/>
            <w:jc w:val="center"/>
            <w:rPr>
              <w:sz w:val="14"/>
              <w:szCs w:val="14"/>
              <w:highlight w:val="yellow"/>
            </w:rPr>
          </w:pPr>
        </w:p>
      </w:tc>
      <w:tc>
        <w:tcPr>
          <w:tcW w:w="463" w:type="pct"/>
          <w:vMerge/>
          <w:vAlign w:val="center"/>
        </w:tcPr>
        <w:p w14:paraId="1FF607B1" w14:textId="77777777" w:rsidR="00B03D0A" w:rsidRPr="002B4FB9" w:rsidRDefault="00B03D0A" w:rsidP="00C55F36">
          <w:pPr>
            <w:pStyle w:val="Footer"/>
            <w:rPr>
              <w:sz w:val="14"/>
              <w:szCs w:val="14"/>
              <w:highlight w:val="yellow"/>
            </w:rPr>
          </w:pPr>
        </w:p>
      </w:tc>
      <w:tc>
        <w:tcPr>
          <w:tcW w:w="463" w:type="pct"/>
          <w:vMerge/>
          <w:vAlign w:val="center"/>
        </w:tcPr>
        <w:p w14:paraId="3C91E778" w14:textId="77777777" w:rsidR="00B03D0A" w:rsidRPr="002B4FB9" w:rsidRDefault="00B03D0A" w:rsidP="00C55F36">
          <w:pPr>
            <w:pStyle w:val="Footer"/>
            <w:jc w:val="center"/>
            <w:rPr>
              <w:rFonts w:eastAsia="Arial"/>
              <w:sz w:val="14"/>
              <w:szCs w:val="14"/>
              <w:highlight w:val="yellow"/>
            </w:rPr>
          </w:pPr>
        </w:p>
      </w:tc>
      <w:tc>
        <w:tcPr>
          <w:tcW w:w="449" w:type="pct"/>
          <w:gridSpan w:val="3"/>
          <w:vAlign w:val="center"/>
        </w:tcPr>
        <w:p w14:paraId="27617B80" w14:textId="3A9192CB" w:rsidR="00B03D0A" w:rsidRPr="002B4FB9" w:rsidRDefault="00B03D0A" w:rsidP="00F93C9F">
          <w:pPr>
            <w:pStyle w:val="Footer"/>
            <w:jc w:val="center"/>
            <w:rPr>
              <w:rFonts w:eastAsia="Arial"/>
              <w:sz w:val="10"/>
              <w:szCs w:val="10"/>
            </w:rPr>
          </w:pPr>
        </w:p>
      </w:tc>
      <w:tc>
        <w:tcPr>
          <w:tcW w:w="220" w:type="pct"/>
          <w:vMerge/>
          <w:vAlign w:val="center"/>
        </w:tcPr>
        <w:p w14:paraId="61CB995E" w14:textId="77777777" w:rsidR="00B03D0A" w:rsidRPr="002B4FB9" w:rsidRDefault="00B03D0A" w:rsidP="00C55F36">
          <w:pPr>
            <w:pStyle w:val="Footer"/>
            <w:jc w:val="center"/>
          </w:pPr>
        </w:p>
      </w:tc>
      <w:tc>
        <w:tcPr>
          <w:tcW w:w="256" w:type="pct"/>
          <w:vMerge/>
          <w:vAlign w:val="center"/>
        </w:tcPr>
        <w:p w14:paraId="5AC78A02" w14:textId="77777777" w:rsidR="00B03D0A" w:rsidRPr="002B4FB9" w:rsidRDefault="00B03D0A" w:rsidP="00C55F36">
          <w:pPr>
            <w:autoSpaceDE w:val="0"/>
            <w:autoSpaceDN w:val="0"/>
            <w:adjustRightInd w:val="0"/>
            <w:spacing w:after="40"/>
            <w:jc w:val="center"/>
            <w:rPr>
              <w:sz w:val="14"/>
              <w:szCs w:val="14"/>
            </w:rPr>
          </w:pPr>
        </w:p>
      </w:tc>
      <w:tc>
        <w:tcPr>
          <w:tcW w:w="267" w:type="pct"/>
          <w:vMerge/>
          <w:vAlign w:val="center"/>
        </w:tcPr>
        <w:p w14:paraId="340646EB" w14:textId="77777777" w:rsidR="00B03D0A" w:rsidRPr="002B4FB9" w:rsidRDefault="00B03D0A" w:rsidP="00C55F36">
          <w:pPr>
            <w:autoSpaceDE w:val="0"/>
            <w:autoSpaceDN w:val="0"/>
            <w:adjustRightInd w:val="0"/>
            <w:spacing w:after="40"/>
            <w:jc w:val="center"/>
            <w:rPr>
              <w:sz w:val="14"/>
              <w:szCs w:val="14"/>
            </w:rPr>
          </w:pPr>
        </w:p>
      </w:tc>
      <w:tc>
        <w:tcPr>
          <w:tcW w:w="268" w:type="pct"/>
          <w:vMerge/>
          <w:vAlign w:val="center"/>
        </w:tcPr>
        <w:p w14:paraId="6FDB7731" w14:textId="77777777" w:rsidR="00B03D0A" w:rsidRPr="002B4FB9" w:rsidRDefault="00B03D0A" w:rsidP="00C55F36">
          <w:pPr>
            <w:autoSpaceDE w:val="0"/>
            <w:autoSpaceDN w:val="0"/>
            <w:adjustRightInd w:val="0"/>
            <w:spacing w:after="40"/>
            <w:jc w:val="center"/>
            <w:rPr>
              <w:sz w:val="14"/>
              <w:szCs w:val="14"/>
            </w:rPr>
          </w:pPr>
        </w:p>
      </w:tc>
      <w:tc>
        <w:tcPr>
          <w:tcW w:w="267" w:type="pct"/>
          <w:vMerge/>
          <w:vAlign w:val="center"/>
        </w:tcPr>
        <w:p w14:paraId="51787A20" w14:textId="77777777" w:rsidR="00B03D0A" w:rsidRPr="002B4FB9" w:rsidRDefault="00B03D0A" w:rsidP="00C55F36">
          <w:pPr>
            <w:autoSpaceDE w:val="0"/>
            <w:autoSpaceDN w:val="0"/>
            <w:adjustRightInd w:val="0"/>
            <w:spacing w:after="40"/>
            <w:jc w:val="center"/>
            <w:rPr>
              <w:sz w:val="14"/>
              <w:szCs w:val="14"/>
            </w:rPr>
          </w:pPr>
        </w:p>
      </w:tc>
      <w:tc>
        <w:tcPr>
          <w:tcW w:w="267" w:type="pct"/>
          <w:vMerge/>
          <w:vAlign w:val="center"/>
        </w:tcPr>
        <w:p w14:paraId="15F20A0D" w14:textId="77777777" w:rsidR="00B03D0A" w:rsidRPr="002B4FB9" w:rsidRDefault="00B03D0A" w:rsidP="00C55F36">
          <w:pPr>
            <w:autoSpaceDE w:val="0"/>
            <w:autoSpaceDN w:val="0"/>
            <w:adjustRightInd w:val="0"/>
            <w:spacing w:after="40"/>
            <w:jc w:val="center"/>
            <w:rPr>
              <w:sz w:val="14"/>
              <w:szCs w:val="14"/>
            </w:rPr>
          </w:pPr>
        </w:p>
      </w:tc>
      <w:tc>
        <w:tcPr>
          <w:tcW w:w="279" w:type="pct"/>
          <w:vMerge/>
          <w:vAlign w:val="center"/>
        </w:tcPr>
        <w:p w14:paraId="017841D5" w14:textId="77777777" w:rsidR="00B03D0A" w:rsidRPr="002B4FB9" w:rsidRDefault="00B03D0A" w:rsidP="00C55F36">
          <w:pPr>
            <w:autoSpaceDE w:val="0"/>
            <w:autoSpaceDN w:val="0"/>
            <w:adjustRightInd w:val="0"/>
            <w:spacing w:after="40"/>
            <w:jc w:val="center"/>
            <w:rPr>
              <w:sz w:val="14"/>
              <w:szCs w:val="14"/>
            </w:rPr>
          </w:pPr>
        </w:p>
      </w:tc>
      <w:tc>
        <w:tcPr>
          <w:tcW w:w="267" w:type="pct"/>
          <w:vMerge/>
          <w:vAlign w:val="center"/>
        </w:tcPr>
        <w:p w14:paraId="7D824930" w14:textId="77777777" w:rsidR="00B03D0A" w:rsidRPr="002B4FB9" w:rsidRDefault="00B03D0A" w:rsidP="00C55F36">
          <w:pPr>
            <w:autoSpaceDE w:val="0"/>
            <w:autoSpaceDN w:val="0"/>
            <w:adjustRightInd w:val="0"/>
            <w:spacing w:after="40"/>
            <w:jc w:val="center"/>
            <w:rPr>
              <w:sz w:val="14"/>
              <w:szCs w:val="14"/>
            </w:rPr>
          </w:pPr>
        </w:p>
      </w:tc>
      <w:tc>
        <w:tcPr>
          <w:tcW w:w="268" w:type="pct"/>
          <w:vMerge/>
          <w:vAlign w:val="center"/>
        </w:tcPr>
        <w:p w14:paraId="0A3EBB37" w14:textId="77777777" w:rsidR="00B03D0A" w:rsidRPr="002B4FB9" w:rsidRDefault="00B03D0A" w:rsidP="00C55F36">
          <w:pPr>
            <w:autoSpaceDE w:val="0"/>
            <w:autoSpaceDN w:val="0"/>
            <w:adjustRightInd w:val="0"/>
            <w:spacing w:after="40"/>
            <w:jc w:val="center"/>
            <w:rPr>
              <w:sz w:val="14"/>
              <w:szCs w:val="14"/>
            </w:rPr>
          </w:pPr>
        </w:p>
      </w:tc>
      <w:tc>
        <w:tcPr>
          <w:tcW w:w="264" w:type="pct"/>
          <w:vMerge/>
          <w:vAlign w:val="center"/>
        </w:tcPr>
        <w:p w14:paraId="23A0E6E7" w14:textId="77777777" w:rsidR="00B03D0A" w:rsidRPr="002B4FB9" w:rsidRDefault="00B03D0A" w:rsidP="00C55F36">
          <w:pPr>
            <w:pStyle w:val="Footer"/>
            <w:spacing w:after="40"/>
            <w:jc w:val="center"/>
            <w:rPr>
              <w:sz w:val="14"/>
              <w:szCs w:val="14"/>
            </w:rPr>
          </w:pPr>
        </w:p>
      </w:tc>
    </w:tr>
    <w:tr w:rsidR="00C45D01" w:rsidRPr="002B4FB9" w14:paraId="0F9CA52D" w14:textId="77777777" w:rsidTr="00B04B22">
      <w:trPr>
        <w:trHeight w:val="96"/>
        <w:jc w:val="center"/>
      </w:trPr>
      <w:tc>
        <w:tcPr>
          <w:tcW w:w="1002" w:type="pct"/>
          <w:vMerge/>
          <w:vAlign w:val="center"/>
        </w:tcPr>
        <w:p w14:paraId="60CDBC55" w14:textId="77777777" w:rsidR="00B03D0A" w:rsidRPr="002B4FB9" w:rsidRDefault="00B03D0A" w:rsidP="00C55F36">
          <w:pPr>
            <w:pStyle w:val="Footer"/>
            <w:jc w:val="center"/>
            <w:rPr>
              <w:sz w:val="14"/>
              <w:szCs w:val="14"/>
              <w:highlight w:val="yellow"/>
            </w:rPr>
          </w:pPr>
        </w:p>
      </w:tc>
      <w:tc>
        <w:tcPr>
          <w:tcW w:w="463" w:type="pct"/>
          <w:vMerge/>
          <w:vAlign w:val="center"/>
        </w:tcPr>
        <w:p w14:paraId="4FBEF766" w14:textId="77777777" w:rsidR="00B03D0A" w:rsidRPr="002B4FB9" w:rsidRDefault="00B03D0A" w:rsidP="00C55F36">
          <w:pPr>
            <w:pStyle w:val="Footer"/>
            <w:jc w:val="center"/>
            <w:rPr>
              <w:sz w:val="14"/>
              <w:szCs w:val="14"/>
              <w:highlight w:val="yellow"/>
            </w:rPr>
          </w:pPr>
        </w:p>
      </w:tc>
      <w:tc>
        <w:tcPr>
          <w:tcW w:w="463" w:type="pct"/>
          <w:vMerge w:val="restart"/>
          <w:vAlign w:val="center"/>
        </w:tcPr>
        <w:p w14:paraId="6C25DAD2" w14:textId="652AC071" w:rsidR="00B03D0A" w:rsidRPr="002B4FB9" w:rsidRDefault="00B03D0A" w:rsidP="00C55F36">
          <w:pPr>
            <w:jc w:val="center"/>
            <w:textAlignment w:val="baseline"/>
            <w:rPr>
              <w:rFonts w:eastAsia="Arial"/>
              <w:color w:val="000000"/>
              <w:sz w:val="16"/>
              <w:szCs w:val="16"/>
              <w:highlight w:val="yellow"/>
            </w:rPr>
          </w:pPr>
          <w:r w:rsidRPr="002B4FB9">
            <w:rPr>
              <w:noProof/>
              <w:lang w:eastAsia="et-EE"/>
            </w:rPr>
            <w:drawing>
              <wp:inline distT="0" distB="0" distL="0" distR="0" wp14:anchorId="3425A3CA" wp14:editId="0D1EB29B">
                <wp:extent cx="772524" cy="755374"/>
                <wp:effectExtent l="0" t="0" r="8890" b="6985"/>
                <wp:docPr id="93682517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2524" cy="755374"/>
                        </a:xfrm>
                        <a:prstGeom prst="rect">
                          <a:avLst/>
                        </a:prstGeom>
                        <a:noFill/>
                        <a:ln>
                          <a:noFill/>
                        </a:ln>
                      </pic:spPr>
                    </pic:pic>
                  </a:graphicData>
                </a:graphic>
              </wp:inline>
            </w:drawing>
          </w:r>
        </w:p>
        <w:p w14:paraId="0348912B" w14:textId="7A2342B6" w:rsidR="00B03D0A" w:rsidRPr="002B4FB9" w:rsidRDefault="00B03D0A" w:rsidP="00C55F36">
          <w:pPr>
            <w:textAlignment w:val="baseline"/>
            <w:rPr>
              <w:rFonts w:eastAsia="Arial"/>
              <w:color w:val="000000"/>
              <w:sz w:val="16"/>
              <w:szCs w:val="16"/>
            </w:rPr>
          </w:pPr>
          <w:r w:rsidRPr="002B4FB9">
            <w:rPr>
              <w:rFonts w:eastAsia="Arial"/>
              <w:color w:val="000000"/>
              <w:sz w:val="16"/>
              <w:szCs w:val="16"/>
            </w:rPr>
            <w:t>Keskkonnaprojekt OÜ</w:t>
          </w:r>
        </w:p>
        <w:p w14:paraId="11F5E13C" w14:textId="49235041" w:rsidR="00B03D0A" w:rsidRPr="002B4FB9" w:rsidRDefault="00B03D0A" w:rsidP="00C55F36">
          <w:pPr>
            <w:textAlignment w:val="baseline"/>
            <w:rPr>
              <w:rFonts w:eastAsia="Arial"/>
              <w:color w:val="000000"/>
              <w:sz w:val="16"/>
              <w:szCs w:val="16"/>
            </w:rPr>
          </w:pPr>
          <w:r w:rsidRPr="002B4FB9">
            <w:rPr>
              <w:rFonts w:eastAsia="Arial"/>
              <w:color w:val="000000"/>
              <w:sz w:val="16"/>
              <w:szCs w:val="16"/>
            </w:rPr>
            <w:t>Ringtee 12</w:t>
          </w:r>
        </w:p>
        <w:p w14:paraId="20CE80A2" w14:textId="56BB903E" w:rsidR="00B03D0A" w:rsidRPr="002B4FB9" w:rsidRDefault="00B03D0A" w:rsidP="00C55F36">
          <w:pPr>
            <w:textAlignment w:val="baseline"/>
            <w:rPr>
              <w:rFonts w:eastAsia="Arial"/>
              <w:color w:val="000000"/>
              <w:sz w:val="16"/>
              <w:szCs w:val="16"/>
            </w:rPr>
          </w:pPr>
          <w:r w:rsidRPr="002B4FB9">
            <w:rPr>
              <w:rFonts w:eastAsia="Arial"/>
              <w:color w:val="000000"/>
              <w:sz w:val="16"/>
              <w:szCs w:val="16"/>
            </w:rPr>
            <w:t>51013 Tartu Estonia</w:t>
          </w:r>
        </w:p>
        <w:p w14:paraId="2D299C6C" w14:textId="7AF1579C" w:rsidR="00B03D0A" w:rsidRPr="002B4FB9" w:rsidRDefault="00B03D0A" w:rsidP="00C55F36">
          <w:pPr>
            <w:spacing w:after="60"/>
            <w:textAlignment w:val="baseline"/>
            <w:rPr>
              <w:sz w:val="14"/>
              <w:szCs w:val="14"/>
              <w:highlight w:val="yellow"/>
            </w:rPr>
          </w:pPr>
          <w:r w:rsidRPr="002B4FB9">
            <w:rPr>
              <w:rFonts w:eastAsia="Arial"/>
              <w:color w:val="000000"/>
              <w:sz w:val="16"/>
              <w:szCs w:val="16"/>
            </w:rPr>
            <w:t>Register code:  10769210</w:t>
          </w:r>
        </w:p>
      </w:tc>
      <w:tc>
        <w:tcPr>
          <w:tcW w:w="234" w:type="pct"/>
          <w:vAlign w:val="center"/>
        </w:tcPr>
        <w:p w14:paraId="30629F58" w14:textId="77777777" w:rsidR="00B03D0A" w:rsidRPr="002B4FB9" w:rsidRDefault="00B03D0A" w:rsidP="00C55F36">
          <w:pPr>
            <w:pStyle w:val="Footer"/>
            <w:jc w:val="center"/>
            <w:rPr>
              <w:rFonts w:eastAsia="Arial"/>
              <w:sz w:val="10"/>
              <w:szCs w:val="10"/>
            </w:rPr>
          </w:pPr>
          <w:r w:rsidRPr="002B4FB9">
            <w:rPr>
              <w:rFonts w:eastAsia="Arial"/>
              <w:sz w:val="10"/>
              <w:szCs w:val="10"/>
            </w:rPr>
            <w:t>KONTROLLIJA</w:t>
          </w:r>
        </w:p>
        <w:p w14:paraId="5287D114" w14:textId="77777777" w:rsidR="00B03D0A" w:rsidRPr="002B4FB9" w:rsidRDefault="00B03D0A" w:rsidP="00C55F36">
          <w:pPr>
            <w:pStyle w:val="Footer"/>
            <w:jc w:val="center"/>
            <w:rPr>
              <w:sz w:val="6"/>
              <w:szCs w:val="6"/>
            </w:rPr>
          </w:pPr>
          <w:r w:rsidRPr="002B4FB9">
            <w:rPr>
              <w:rFonts w:eastAsia="Arial"/>
              <w:sz w:val="10"/>
              <w:szCs w:val="10"/>
            </w:rPr>
            <w:t>CHECKER</w:t>
          </w:r>
        </w:p>
      </w:tc>
      <w:tc>
        <w:tcPr>
          <w:tcW w:w="215" w:type="pct"/>
          <w:gridSpan w:val="2"/>
          <w:vAlign w:val="center"/>
        </w:tcPr>
        <w:p w14:paraId="3F6CCB80" w14:textId="0EEAB036" w:rsidR="00B03D0A" w:rsidRPr="002B4FB9" w:rsidRDefault="00BD5899" w:rsidP="00C45D01">
          <w:pPr>
            <w:pStyle w:val="Footer"/>
            <w:jc w:val="both"/>
            <w:rPr>
              <w:sz w:val="12"/>
              <w:szCs w:val="12"/>
            </w:rPr>
          </w:pPr>
          <w:r>
            <w:rPr>
              <w:sz w:val="12"/>
              <w:szCs w:val="12"/>
            </w:rPr>
            <w:t>V. Mahkats</w:t>
          </w:r>
        </w:p>
      </w:tc>
      <w:tc>
        <w:tcPr>
          <w:tcW w:w="220" w:type="pct"/>
          <w:vMerge w:val="restart"/>
          <w:vAlign w:val="center"/>
        </w:tcPr>
        <w:p w14:paraId="4BC7C22B" w14:textId="64DB72FD" w:rsidR="00B03D0A" w:rsidRPr="002B4FB9" w:rsidRDefault="00B03D0A" w:rsidP="00C55F36">
          <w:pPr>
            <w:pStyle w:val="Footer"/>
            <w:jc w:val="center"/>
            <w:rPr>
              <w:sz w:val="14"/>
              <w:szCs w:val="14"/>
            </w:rPr>
          </w:pPr>
        </w:p>
      </w:tc>
      <w:tc>
        <w:tcPr>
          <w:tcW w:w="256" w:type="pct"/>
          <w:vMerge/>
          <w:vAlign w:val="center"/>
        </w:tcPr>
        <w:p w14:paraId="4970CF33"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07C9C0BB" w14:textId="77777777" w:rsidR="00B03D0A" w:rsidRPr="002B4FB9" w:rsidRDefault="00B03D0A" w:rsidP="00C55F36">
          <w:pPr>
            <w:autoSpaceDE w:val="0"/>
            <w:autoSpaceDN w:val="0"/>
            <w:adjustRightInd w:val="0"/>
            <w:jc w:val="center"/>
            <w:rPr>
              <w:sz w:val="14"/>
              <w:szCs w:val="14"/>
            </w:rPr>
          </w:pPr>
        </w:p>
      </w:tc>
      <w:tc>
        <w:tcPr>
          <w:tcW w:w="268" w:type="pct"/>
          <w:vMerge/>
          <w:vAlign w:val="center"/>
        </w:tcPr>
        <w:p w14:paraId="61F37A4F"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54A80143"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4C455C01" w14:textId="77777777" w:rsidR="00B03D0A" w:rsidRPr="002B4FB9" w:rsidRDefault="00B03D0A" w:rsidP="00C55F36">
          <w:pPr>
            <w:autoSpaceDE w:val="0"/>
            <w:autoSpaceDN w:val="0"/>
            <w:adjustRightInd w:val="0"/>
            <w:jc w:val="center"/>
            <w:rPr>
              <w:sz w:val="14"/>
              <w:szCs w:val="14"/>
            </w:rPr>
          </w:pPr>
        </w:p>
      </w:tc>
      <w:tc>
        <w:tcPr>
          <w:tcW w:w="279" w:type="pct"/>
          <w:vMerge/>
          <w:vAlign w:val="center"/>
        </w:tcPr>
        <w:p w14:paraId="1BE76516" w14:textId="77777777" w:rsidR="00B03D0A" w:rsidRPr="002B4FB9" w:rsidRDefault="00B03D0A" w:rsidP="00C55F36">
          <w:pPr>
            <w:pStyle w:val="Footer"/>
            <w:jc w:val="center"/>
            <w:rPr>
              <w:sz w:val="14"/>
              <w:szCs w:val="14"/>
            </w:rPr>
          </w:pPr>
        </w:p>
      </w:tc>
      <w:tc>
        <w:tcPr>
          <w:tcW w:w="267" w:type="pct"/>
          <w:vMerge/>
          <w:vAlign w:val="center"/>
        </w:tcPr>
        <w:p w14:paraId="171DC4DA" w14:textId="77777777" w:rsidR="00B03D0A" w:rsidRPr="002B4FB9" w:rsidRDefault="00B03D0A" w:rsidP="00C55F36">
          <w:pPr>
            <w:pStyle w:val="Footer"/>
            <w:jc w:val="center"/>
            <w:rPr>
              <w:sz w:val="14"/>
              <w:szCs w:val="14"/>
            </w:rPr>
          </w:pPr>
        </w:p>
      </w:tc>
      <w:tc>
        <w:tcPr>
          <w:tcW w:w="268" w:type="pct"/>
          <w:vMerge/>
          <w:vAlign w:val="center"/>
        </w:tcPr>
        <w:p w14:paraId="6C159A16" w14:textId="77777777" w:rsidR="00B03D0A" w:rsidRPr="002B4FB9" w:rsidRDefault="00B03D0A" w:rsidP="00C55F36">
          <w:pPr>
            <w:pStyle w:val="Footer"/>
            <w:jc w:val="center"/>
            <w:rPr>
              <w:sz w:val="14"/>
              <w:szCs w:val="14"/>
            </w:rPr>
          </w:pPr>
        </w:p>
      </w:tc>
      <w:tc>
        <w:tcPr>
          <w:tcW w:w="264" w:type="pct"/>
          <w:vMerge/>
          <w:vAlign w:val="center"/>
        </w:tcPr>
        <w:p w14:paraId="13C5355B" w14:textId="77777777" w:rsidR="00B03D0A" w:rsidRPr="002B4FB9" w:rsidRDefault="00B03D0A" w:rsidP="00C55F36">
          <w:pPr>
            <w:pStyle w:val="Footer"/>
            <w:jc w:val="center"/>
            <w:rPr>
              <w:sz w:val="14"/>
              <w:szCs w:val="14"/>
            </w:rPr>
          </w:pPr>
        </w:p>
      </w:tc>
    </w:tr>
    <w:tr w:rsidR="00C45D01" w:rsidRPr="002B4FB9" w14:paraId="3C1D8211" w14:textId="77777777" w:rsidTr="00B04B22">
      <w:trPr>
        <w:trHeight w:val="95"/>
        <w:jc w:val="center"/>
      </w:trPr>
      <w:tc>
        <w:tcPr>
          <w:tcW w:w="1002" w:type="pct"/>
          <w:vMerge/>
          <w:vAlign w:val="center"/>
        </w:tcPr>
        <w:p w14:paraId="07795CE8" w14:textId="77777777" w:rsidR="00B03D0A" w:rsidRPr="002B4FB9" w:rsidRDefault="00B03D0A" w:rsidP="00C55F36">
          <w:pPr>
            <w:pStyle w:val="Footer"/>
            <w:jc w:val="center"/>
            <w:rPr>
              <w:sz w:val="14"/>
              <w:szCs w:val="14"/>
              <w:highlight w:val="yellow"/>
            </w:rPr>
          </w:pPr>
        </w:p>
      </w:tc>
      <w:tc>
        <w:tcPr>
          <w:tcW w:w="463" w:type="pct"/>
          <w:vMerge/>
          <w:vAlign w:val="center"/>
        </w:tcPr>
        <w:p w14:paraId="55EDF48A" w14:textId="77777777" w:rsidR="00B03D0A" w:rsidRPr="002B4FB9" w:rsidRDefault="00B03D0A" w:rsidP="00C55F36">
          <w:pPr>
            <w:pStyle w:val="Footer"/>
            <w:jc w:val="center"/>
            <w:rPr>
              <w:sz w:val="14"/>
              <w:szCs w:val="14"/>
              <w:highlight w:val="yellow"/>
            </w:rPr>
          </w:pPr>
        </w:p>
      </w:tc>
      <w:tc>
        <w:tcPr>
          <w:tcW w:w="463" w:type="pct"/>
          <w:vMerge/>
          <w:vAlign w:val="center"/>
        </w:tcPr>
        <w:p w14:paraId="24CB3E2E" w14:textId="77777777" w:rsidR="00B03D0A" w:rsidRPr="002B4FB9" w:rsidRDefault="00B03D0A" w:rsidP="00C55F36">
          <w:pPr>
            <w:jc w:val="center"/>
            <w:textAlignment w:val="baseline"/>
            <w:rPr>
              <w:highlight w:val="yellow"/>
              <w:lang w:eastAsia="sv-SE"/>
            </w:rPr>
          </w:pPr>
        </w:p>
      </w:tc>
      <w:tc>
        <w:tcPr>
          <w:tcW w:w="449" w:type="pct"/>
          <w:gridSpan w:val="3"/>
          <w:vAlign w:val="center"/>
        </w:tcPr>
        <w:p w14:paraId="116E6BD0" w14:textId="08F30C3D" w:rsidR="00B03D0A" w:rsidRPr="002B4FB9" w:rsidRDefault="00B03D0A" w:rsidP="00B04B22">
          <w:pPr>
            <w:pStyle w:val="Footer"/>
            <w:jc w:val="center"/>
            <w:rPr>
              <w:rFonts w:eastAsia="Arial"/>
              <w:sz w:val="10"/>
              <w:szCs w:val="10"/>
            </w:rPr>
          </w:pPr>
        </w:p>
      </w:tc>
      <w:tc>
        <w:tcPr>
          <w:tcW w:w="220" w:type="pct"/>
          <w:vMerge/>
          <w:vAlign w:val="center"/>
        </w:tcPr>
        <w:p w14:paraId="542AC0BC" w14:textId="77777777" w:rsidR="00B03D0A" w:rsidRPr="002B4FB9" w:rsidRDefault="00B03D0A" w:rsidP="00C55F36">
          <w:pPr>
            <w:pStyle w:val="Footer"/>
            <w:jc w:val="center"/>
          </w:pPr>
        </w:p>
      </w:tc>
      <w:tc>
        <w:tcPr>
          <w:tcW w:w="256" w:type="pct"/>
          <w:vMerge/>
          <w:vAlign w:val="center"/>
        </w:tcPr>
        <w:p w14:paraId="0730D2A7"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770E08C9" w14:textId="77777777" w:rsidR="00B03D0A" w:rsidRPr="002B4FB9" w:rsidRDefault="00B03D0A" w:rsidP="00C55F36">
          <w:pPr>
            <w:autoSpaceDE w:val="0"/>
            <w:autoSpaceDN w:val="0"/>
            <w:adjustRightInd w:val="0"/>
            <w:jc w:val="center"/>
            <w:rPr>
              <w:sz w:val="14"/>
              <w:szCs w:val="14"/>
            </w:rPr>
          </w:pPr>
        </w:p>
      </w:tc>
      <w:tc>
        <w:tcPr>
          <w:tcW w:w="268" w:type="pct"/>
          <w:vMerge/>
          <w:vAlign w:val="center"/>
        </w:tcPr>
        <w:p w14:paraId="70740918"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2E8DC426"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0FAAA4F9" w14:textId="77777777" w:rsidR="00B03D0A" w:rsidRPr="002B4FB9" w:rsidRDefault="00B03D0A" w:rsidP="00C55F36">
          <w:pPr>
            <w:autoSpaceDE w:val="0"/>
            <w:autoSpaceDN w:val="0"/>
            <w:adjustRightInd w:val="0"/>
            <w:jc w:val="center"/>
            <w:rPr>
              <w:sz w:val="14"/>
              <w:szCs w:val="14"/>
            </w:rPr>
          </w:pPr>
        </w:p>
      </w:tc>
      <w:tc>
        <w:tcPr>
          <w:tcW w:w="279" w:type="pct"/>
          <w:vMerge/>
          <w:vAlign w:val="center"/>
        </w:tcPr>
        <w:p w14:paraId="20879CA8" w14:textId="77777777" w:rsidR="00B03D0A" w:rsidRPr="002B4FB9" w:rsidRDefault="00B03D0A" w:rsidP="00C55F36">
          <w:pPr>
            <w:pStyle w:val="Footer"/>
            <w:jc w:val="center"/>
            <w:rPr>
              <w:sz w:val="14"/>
              <w:szCs w:val="14"/>
            </w:rPr>
          </w:pPr>
        </w:p>
      </w:tc>
      <w:tc>
        <w:tcPr>
          <w:tcW w:w="267" w:type="pct"/>
          <w:vMerge/>
          <w:vAlign w:val="center"/>
        </w:tcPr>
        <w:p w14:paraId="0D91955A" w14:textId="77777777" w:rsidR="00B03D0A" w:rsidRPr="002B4FB9" w:rsidRDefault="00B03D0A" w:rsidP="00C55F36">
          <w:pPr>
            <w:pStyle w:val="Footer"/>
            <w:jc w:val="center"/>
            <w:rPr>
              <w:sz w:val="14"/>
              <w:szCs w:val="14"/>
            </w:rPr>
          </w:pPr>
        </w:p>
      </w:tc>
      <w:tc>
        <w:tcPr>
          <w:tcW w:w="268" w:type="pct"/>
          <w:vMerge/>
          <w:vAlign w:val="center"/>
        </w:tcPr>
        <w:p w14:paraId="251B59A4" w14:textId="77777777" w:rsidR="00B03D0A" w:rsidRPr="002B4FB9" w:rsidRDefault="00B03D0A" w:rsidP="00C55F36">
          <w:pPr>
            <w:pStyle w:val="Footer"/>
            <w:jc w:val="center"/>
            <w:rPr>
              <w:sz w:val="14"/>
              <w:szCs w:val="14"/>
            </w:rPr>
          </w:pPr>
        </w:p>
      </w:tc>
      <w:tc>
        <w:tcPr>
          <w:tcW w:w="264" w:type="pct"/>
          <w:vMerge/>
          <w:vAlign w:val="center"/>
        </w:tcPr>
        <w:p w14:paraId="254AA80B" w14:textId="77777777" w:rsidR="00B03D0A" w:rsidRPr="002B4FB9" w:rsidRDefault="00B03D0A" w:rsidP="00C55F36">
          <w:pPr>
            <w:pStyle w:val="Footer"/>
            <w:jc w:val="center"/>
            <w:rPr>
              <w:sz w:val="14"/>
              <w:szCs w:val="14"/>
            </w:rPr>
          </w:pPr>
        </w:p>
      </w:tc>
    </w:tr>
    <w:tr w:rsidR="00C45D01" w:rsidRPr="002B4FB9" w14:paraId="362615C5" w14:textId="77777777" w:rsidTr="00B04B22">
      <w:trPr>
        <w:trHeight w:val="96"/>
        <w:jc w:val="center"/>
      </w:trPr>
      <w:tc>
        <w:tcPr>
          <w:tcW w:w="1002" w:type="pct"/>
          <w:vMerge/>
          <w:vAlign w:val="center"/>
        </w:tcPr>
        <w:p w14:paraId="5313985F" w14:textId="77777777" w:rsidR="00B03D0A" w:rsidRPr="002B4FB9" w:rsidRDefault="00B03D0A" w:rsidP="00C55F36">
          <w:pPr>
            <w:pStyle w:val="Footer"/>
            <w:jc w:val="center"/>
            <w:rPr>
              <w:sz w:val="14"/>
              <w:szCs w:val="14"/>
              <w:highlight w:val="yellow"/>
            </w:rPr>
          </w:pPr>
        </w:p>
      </w:tc>
      <w:tc>
        <w:tcPr>
          <w:tcW w:w="463" w:type="pct"/>
          <w:vMerge/>
          <w:vAlign w:val="center"/>
        </w:tcPr>
        <w:p w14:paraId="31C95851" w14:textId="77777777" w:rsidR="00B03D0A" w:rsidRPr="002B4FB9" w:rsidRDefault="00B03D0A" w:rsidP="00C55F36">
          <w:pPr>
            <w:pStyle w:val="Footer"/>
            <w:jc w:val="center"/>
            <w:rPr>
              <w:sz w:val="14"/>
              <w:szCs w:val="14"/>
              <w:highlight w:val="yellow"/>
            </w:rPr>
          </w:pPr>
        </w:p>
      </w:tc>
      <w:tc>
        <w:tcPr>
          <w:tcW w:w="463" w:type="pct"/>
          <w:vMerge/>
          <w:vAlign w:val="center"/>
        </w:tcPr>
        <w:p w14:paraId="144DF32B" w14:textId="77777777" w:rsidR="00B03D0A" w:rsidRPr="002B4FB9" w:rsidRDefault="00B03D0A" w:rsidP="00C55F36">
          <w:pPr>
            <w:pStyle w:val="Footer"/>
            <w:jc w:val="center"/>
            <w:rPr>
              <w:sz w:val="14"/>
              <w:szCs w:val="14"/>
              <w:highlight w:val="yellow"/>
            </w:rPr>
          </w:pPr>
        </w:p>
      </w:tc>
      <w:tc>
        <w:tcPr>
          <w:tcW w:w="234" w:type="pct"/>
          <w:vAlign w:val="center"/>
        </w:tcPr>
        <w:p w14:paraId="0D768700" w14:textId="77777777" w:rsidR="00B03D0A" w:rsidRPr="002B4FB9" w:rsidRDefault="00B03D0A" w:rsidP="00C55F36">
          <w:pPr>
            <w:pStyle w:val="Footer"/>
            <w:jc w:val="center"/>
            <w:rPr>
              <w:sz w:val="10"/>
              <w:szCs w:val="10"/>
            </w:rPr>
          </w:pPr>
          <w:r w:rsidRPr="002B4FB9">
            <w:rPr>
              <w:rFonts w:eastAsia="Arial"/>
              <w:sz w:val="10"/>
              <w:szCs w:val="10"/>
            </w:rPr>
            <w:t>ÜLEVAATAJA REVIEWER</w:t>
          </w:r>
        </w:p>
      </w:tc>
      <w:tc>
        <w:tcPr>
          <w:tcW w:w="215" w:type="pct"/>
          <w:gridSpan w:val="2"/>
          <w:vAlign w:val="center"/>
        </w:tcPr>
        <w:p w14:paraId="1725BE54" w14:textId="65C2CB69" w:rsidR="00B03D0A" w:rsidRPr="002B4FB9" w:rsidRDefault="00BD5899" w:rsidP="00BD5899">
          <w:pPr>
            <w:pStyle w:val="Footer"/>
            <w:rPr>
              <w:sz w:val="12"/>
              <w:szCs w:val="12"/>
            </w:rPr>
          </w:pPr>
          <w:r>
            <w:rPr>
              <w:sz w:val="12"/>
              <w:szCs w:val="12"/>
            </w:rPr>
            <w:t>A. Bogdanov</w:t>
          </w:r>
        </w:p>
      </w:tc>
      <w:tc>
        <w:tcPr>
          <w:tcW w:w="220" w:type="pct"/>
          <w:vMerge w:val="restart"/>
          <w:vAlign w:val="center"/>
        </w:tcPr>
        <w:p w14:paraId="1E036041" w14:textId="5498A88B" w:rsidR="00B03D0A" w:rsidRPr="002B4FB9" w:rsidRDefault="00B03D0A" w:rsidP="00C55F36">
          <w:pPr>
            <w:pStyle w:val="Footer"/>
            <w:jc w:val="center"/>
            <w:rPr>
              <w:sz w:val="14"/>
              <w:szCs w:val="14"/>
            </w:rPr>
          </w:pPr>
        </w:p>
      </w:tc>
      <w:tc>
        <w:tcPr>
          <w:tcW w:w="256" w:type="pct"/>
          <w:vMerge w:val="restart"/>
          <w:vAlign w:val="center"/>
        </w:tcPr>
        <w:p w14:paraId="029058E3" w14:textId="77777777" w:rsidR="00B03D0A" w:rsidRPr="002B4FB9" w:rsidRDefault="00B03D0A" w:rsidP="00C55F36">
          <w:pPr>
            <w:pStyle w:val="Footer"/>
            <w:jc w:val="center"/>
            <w:rPr>
              <w:sz w:val="16"/>
              <w:szCs w:val="16"/>
              <w:lang w:eastAsia="es-ES"/>
            </w:rPr>
          </w:pPr>
          <w:r w:rsidRPr="002B4FB9">
            <w:rPr>
              <w:sz w:val="16"/>
              <w:szCs w:val="16"/>
            </w:rPr>
            <w:t>RBDTD-EE</w:t>
          </w:r>
        </w:p>
      </w:tc>
      <w:tc>
        <w:tcPr>
          <w:tcW w:w="267" w:type="pct"/>
          <w:vMerge w:val="restart"/>
          <w:vAlign w:val="center"/>
        </w:tcPr>
        <w:p w14:paraId="76AEA393" w14:textId="56B61F97" w:rsidR="00B03D0A" w:rsidRPr="002B4FB9" w:rsidRDefault="00B03D0A" w:rsidP="00C55F36">
          <w:pPr>
            <w:pStyle w:val="Footer"/>
            <w:jc w:val="center"/>
            <w:rPr>
              <w:sz w:val="16"/>
              <w:szCs w:val="16"/>
              <w:lang w:eastAsia="es-ES"/>
            </w:rPr>
          </w:pPr>
          <w:r w:rsidRPr="002B4FB9">
            <w:rPr>
              <w:sz w:val="16"/>
              <w:szCs w:val="16"/>
            </w:rPr>
            <w:t>DS2</w:t>
          </w:r>
        </w:p>
      </w:tc>
      <w:tc>
        <w:tcPr>
          <w:tcW w:w="268" w:type="pct"/>
          <w:vMerge w:val="restart"/>
          <w:vAlign w:val="center"/>
        </w:tcPr>
        <w:p w14:paraId="24C63791" w14:textId="395611A7" w:rsidR="00B03D0A" w:rsidRPr="002B4FB9" w:rsidRDefault="00B03D0A" w:rsidP="00C55F36">
          <w:pPr>
            <w:pStyle w:val="Footer"/>
            <w:jc w:val="center"/>
            <w:rPr>
              <w:sz w:val="16"/>
              <w:szCs w:val="16"/>
              <w:lang w:eastAsia="es-ES"/>
            </w:rPr>
          </w:pPr>
          <w:r w:rsidRPr="002B4FB9">
            <w:rPr>
              <w:sz w:val="16"/>
              <w:szCs w:val="16"/>
            </w:rPr>
            <w:t>DPS1</w:t>
          </w:r>
        </w:p>
      </w:tc>
      <w:tc>
        <w:tcPr>
          <w:tcW w:w="267" w:type="pct"/>
          <w:vMerge w:val="restart"/>
          <w:vAlign w:val="center"/>
        </w:tcPr>
        <w:p w14:paraId="634E7523" w14:textId="5F746277" w:rsidR="00B03D0A" w:rsidRPr="002B4FB9" w:rsidRDefault="00BD5899" w:rsidP="00C55F36">
          <w:pPr>
            <w:pStyle w:val="Footer"/>
            <w:jc w:val="center"/>
            <w:rPr>
              <w:sz w:val="16"/>
              <w:szCs w:val="16"/>
              <w:lang w:eastAsia="es-ES"/>
            </w:rPr>
          </w:pPr>
          <w:r>
            <w:rPr>
              <w:sz w:val="16"/>
              <w:szCs w:val="16"/>
              <w:lang w:eastAsia="es-ES"/>
            </w:rPr>
            <w:t>BR0070</w:t>
          </w:r>
        </w:p>
      </w:tc>
      <w:tc>
        <w:tcPr>
          <w:tcW w:w="267" w:type="pct"/>
          <w:vMerge w:val="restart"/>
          <w:vAlign w:val="center"/>
        </w:tcPr>
        <w:p w14:paraId="53F0BA26" w14:textId="331B6988" w:rsidR="00B03D0A" w:rsidRPr="002B4FB9" w:rsidRDefault="00B03D0A" w:rsidP="00C55F36">
          <w:pPr>
            <w:pStyle w:val="Footer"/>
            <w:jc w:val="center"/>
            <w:rPr>
              <w:sz w:val="16"/>
              <w:szCs w:val="16"/>
              <w:lang w:eastAsia="es-ES"/>
            </w:rPr>
          </w:pPr>
          <w:r w:rsidRPr="002B4FB9">
            <w:rPr>
              <w:sz w:val="16"/>
              <w:szCs w:val="16"/>
              <w:lang w:eastAsia="es-ES"/>
            </w:rPr>
            <w:t>ZZ</w:t>
          </w:r>
        </w:p>
      </w:tc>
      <w:tc>
        <w:tcPr>
          <w:tcW w:w="279" w:type="pct"/>
          <w:vMerge w:val="restart"/>
          <w:vAlign w:val="center"/>
        </w:tcPr>
        <w:p w14:paraId="55221600" w14:textId="58B5A2D5" w:rsidR="00B03D0A" w:rsidRPr="002B4FB9" w:rsidRDefault="00B03D0A" w:rsidP="00C55F36">
          <w:pPr>
            <w:pStyle w:val="Footer"/>
            <w:jc w:val="center"/>
            <w:rPr>
              <w:sz w:val="16"/>
              <w:szCs w:val="16"/>
              <w:lang w:eastAsia="es-ES"/>
            </w:rPr>
          </w:pPr>
          <w:r w:rsidRPr="002B4FB9">
            <w:rPr>
              <w:sz w:val="16"/>
              <w:szCs w:val="16"/>
              <w:lang w:eastAsia="es-ES"/>
            </w:rPr>
            <w:t>ZZZZ</w:t>
          </w:r>
        </w:p>
      </w:tc>
      <w:tc>
        <w:tcPr>
          <w:tcW w:w="267" w:type="pct"/>
          <w:vMerge w:val="restart"/>
          <w:vAlign w:val="center"/>
        </w:tcPr>
        <w:p w14:paraId="17B2E1CF" w14:textId="458C8F10" w:rsidR="00B03D0A" w:rsidRPr="002B4FB9" w:rsidRDefault="00C60483" w:rsidP="00C55F36">
          <w:pPr>
            <w:pStyle w:val="Footer"/>
            <w:jc w:val="center"/>
            <w:rPr>
              <w:sz w:val="16"/>
              <w:szCs w:val="16"/>
              <w:lang w:eastAsia="es-ES"/>
            </w:rPr>
          </w:pPr>
          <w:r>
            <w:rPr>
              <w:sz w:val="16"/>
              <w:szCs w:val="16"/>
              <w:lang w:eastAsia="es-ES"/>
            </w:rPr>
            <w:t>RO</w:t>
          </w:r>
        </w:p>
      </w:tc>
      <w:tc>
        <w:tcPr>
          <w:tcW w:w="268" w:type="pct"/>
          <w:vMerge w:val="restart"/>
          <w:vAlign w:val="center"/>
        </w:tcPr>
        <w:p w14:paraId="448D7394" w14:textId="6735CC26" w:rsidR="00B03D0A" w:rsidRPr="002B4FB9" w:rsidRDefault="00C60483" w:rsidP="00C55F36">
          <w:pPr>
            <w:pStyle w:val="Footer"/>
            <w:jc w:val="center"/>
            <w:rPr>
              <w:sz w:val="16"/>
              <w:szCs w:val="16"/>
              <w:lang w:eastAsia="es-ES"/>
            </w:rPr>
          </w:pPr>
          <w:r>
            <w:rPr>
              <w:sz w:val="16"/>
              <w:szCs w:val="16"/>
              <w:lang w:eastAsia="es-ES"/>
            </w:rPr>
            <w:t>TL</w:t>
          </w:r>
        </w:p>
      </w:tc>
      <w:tc>
        <w:tcPr>
          <w:tcW w:w="264" w:type="pct"/>
          <w:vMerge w:val="restart"/>
          <w:vAlign w:val="center"/>
        </w:tcPr>
        <w:p w14:paraId="0197C325" w14:textId="337EEB0E" w:rsidR="00B03D0A" w:rsidRPr="002B4FB9" w:rsidRDefault="00B03D0A" w:rsidP="00C55F36">
          <w:pPr>
            <w:pStyle w:val="Footer"/>
            <w:jc w:val="center"/>
            <w:rPr>
              <w:sz w:val="16"/>
              <w:szCs w:val="16"/>
              <w:lang w:eastAsia="es-ES"/>
            </w:rPr>
          </w:pPr>
          <w:r w:rsidRPr="002B4FB9">
            <w:rPr>
              <w:sz w:val="16"/>
              <w:szCs w:val="16"/>
            </w:rPr>
            <w:t>DTD</w:t>
          </w:r>
        </w:p>
      </w:tc>
    </w:tr>
    <w:tr w:rsidR="00C45D01" w:rsidRPr="002B4FB9" w14:paraId="68D9F822" w14:textId="77777777" w:rsidTr="00B04B22">
      <w:trPr>
        <w:trHeight w:val="95"/>
        <w:jc w:val="center"/>
      </w:trPr>
      <w:tc>
        <w:tcPr>
          <w:tcW w:w="1002" w:type="pct"/>
          <w:vMerge/>
          <w:vAlign w:val="center"/>
        </w:tcPr>
        <w:p w14:paraId="6E1DEA4D" w14:textId="77777777" w:rsidR="00B03D0A" w:rsidRPr="002B4FB9" w:rsidRDefault="00B03D0A" w:rsidP="00B04B22">
          <w:pPr>
            <w:pStyle w:val="Footer"/>
            <w:jc w:val="center"/>
            <w:rPr>
              <w:sz w:val="14"/>
              <w:szCs w:val="14"/>
              <w:highlight w:val="yellow"/>
            </w:rPr>
          </w:pPr>
        </w:p>
      </w:tc>
      <w:tc>
        <w:tcPr>
          <w:tcW w:w="463" w:type="pct"/>
          <w:vMerge/>
          <w:vAlign w:val="center"/>
        </w:tcPr>
        <w:p w14:paraId="0CB27912" w14:textId="77777777" w:rsidR="00B03D0A" w:rsidRPr="002B4FB9" w:rsidRDefault="00B03D0A" w:rsidP="00B04B22">
          <w:pPr>
            <w:pStyle w:val="Footer"/>
            <w:jc w:val="center"/>
            <w:rPr>
              <w:sz w:val="14"/>
              <w:szCs w:val="14"/>
              <w:highlight w:val="yellow"/>
            </w:rPr>
          </w:pPr>
        </w:p>
      </w:tc>
      <w:tc>
        <w:tcPr>
          <w:tcW w:w="463" w:type="pct"/>
          <w:vMerge/>
          <w:vAlign w:val="center"/>
        </w:tcPr>
        <w:p w14:paraId="35DB6D00" w14:textId="77777777" w:rsidR="00B03D0A" w:rsidRPr="002B4FB9" w:rsidRDefault="00B03D0A" w:rsidP="00B04B22">
          <w:pPr>
            <w:pStyle w:val="Footer"/>
            <w:jc w:val="center"/>
            <w:rPr>
              <w:sz w:val="14"/>
              <w:szCs w:val="14"/>
              <w:highlight w:val="yellow"/>
            </w:rPr>
          </w:pPr>
        </w:p>
      </w:tc>
      <w:tc>
        <w:tcPr>
          <w:tcW w:w="449" w:type="pct"/>
          <w:gridSpan w:val="3"/>
          <w:vAlign w:val="center"/>
        </w:tcPr>
        <w:p w14:paraId="6F403CC5" w14:textId="6D1286A1" w:rsidR="00B03D0A" w:rsidRPr="002B4FB9" w:rsidRDefault="00B03D0A" w:rsidP="00B04B22">
          <w:pPr>
            <w:pStyle w:val="Footer"/>
            <w:jc w:val="center"/>
            <w:rPr>
              <w:rFonts w:eastAsia="Arial"/>
              <w:sz w:val="12"/>
              <w:szCs w:val="12"/>
            </w:rPr>
          </w:pPr>
        </w:p>
      </w:tc>
      <w:tc>
        <w:tcPr>
          <w:tcW w:w="220" w:type="pct"/>
          <w:vMerge/>
          <w:vAlign w:val="center"/>
        </w:tcPr>
        <w:p w14:paraId="0E685358" w14:textId="77777777" w:rsidR="00B03D0A" w:rsidRPr="002B4FB9" w:rsidRDefault="00B03D0A" w:rsidP="00B04B22">
          <w:pPr>
            <w:pStyle w:val="Footer"/>
            <w:jc w:val="center"/>
          </w:pPr>
        </w:p>
      </w:tc>
      <w:tc>
        <w:tcPr>
          <w:tcW w:w="256" w:type="pct"/>
          <w:vMerge/>
          <w:vAlign w:val="center"/>
        </w:tcPr>
        <w:p w14:paraId="53522186" w14:textId="77777777" w:rsidR="00B03D0A" w:rsidRPr="002B4FB9" w:rsidRDefault="00B03D0A" w:rsidP="00B04B22">
          <w:pPr>
            <w:pStyle w:val="Footer"/>
            <w:jc w:val="center"/>
            <w:rPr>
              <w:sz w:val="16"/>
              <w:szCs w:val="16"/>
            </w:rPr>
          </w:pPr>
        </w:p>
      </w:tc>
      <w:tc>
        <w:tcPr>
          <w:tcW w:w="267" w:type="pct"/>
          <w:vMerge/>
          <w:vAlign w:val="center"/>
        </w:tcPr>
        <w:p w14:paraId="10DCE142" w14:textId="77777777" w:rsidR="00B03D0A" w:rsidRPr="002B4FB9" w:rsidRDefault="00B03D0A" w:rsidP="00B04B22">
          <w:pPr>
            <w:pStyle w:val="Footer"/>
            <w:jc w:val="center"/>
            <w:rPr>
              <w:sz w:val="16"/>
              <w:szCs w:val="16"/>
            </w:rPr>
          </w:pPr>
        </w:p>
      </w:tc>
      <w:tc>
        <w:tcPr>
          <w:tcW w:w="268" w:type="pct"/>
          <w:vMerge/>
          <w:vAlign w:val="center"/>
        </w:tcPr>
        <w:p w14:paraId="04BA50B6" w14:textId="77777777" w:rsidR="00B03D0A" w:rsidRPr="002B4FB9" w:rsidRDefault="00B03D0A" w:rsidP="00B04B22">
          <w:pPr>
            <w:pStyle w:val="Footer"/>
            <w:jc w:val="center"/>
            <w:rPr>
              <w:sz w:val="16"/>
              <w:szCs w:val="16"/>
            </w:rPr>
          </w:pPr>
        </w:p>
      </w:tc>
      <w:tc>
        <w:tcPr>
          <w:tcW w:w="267" w:type="pct"/>
          <w:vMerge/>
          <w:vAlign w:val="center"/>
        </w:tcPr>
        <w:p w14:paraId="7AB6FE47" w14:textId="77777777" w:rsidR="00B03D0A" w:rsidRPr="002B4FB9" w:rsidRDefault="00B03D0A" w:rsidP="00B04B22">
          <w:pPr>
            <w:pStyle w:val="Footer"/>
            <w:jc w:val="center"/>
            <w:rPr>
              <w:sz w:val="16"/>
              <w:szCs w:val="16"/>
            </w:rPr>
          </w:pPr>
        </w:p>
      </w:tc>
      <w:tc>
        <w:tcPr>
          <w:tcW w:w="267" w:type="pct"/>
          <w:vMerge/>
          <w:vAlign w:val="center"/>
        </w:tcPr>
        <w:p w14:paraId="5945D16B" w14:textId="77777777" w:rsidR="00B03D0A" w:rsidRPr="002B4FB9" w:rsidRDefault="00B03D0A" w:rsidP="00B04B22">
          <w:pPr>
            <w:pStyle w:val="Footer"/>
            <w:jc w:val="center"/>
            <w:rPr>
              <w:sz w:val="16"/>
              <w:szCs w:val="16"/>
            </w:rPr>
          </w:pPr>
        </w:p>
      </w:tc>
      <w:tc>
        <w:tcPr>
          <w:tcW w:w="279" w:type="pct"/>
          <w:vMerge/>
          <w:vAlign w:val="center"/>
        </w:tcPr>
        <w:p w14:paraId="667FD7CD" w14:textId="77777777" w:rsidR="00B03D0A" w:rsidRPr="002B4FB9" w:rsidRDefault="00B03D0A" w:rsidP="00B04B22">
          <w:pPr>
            <w:pStyle w:val="Footer"/>
            <w:jc w:val="center"/>
            <w:rPr>
              <w:sz w:val="16"/>
              <w:szCs w:val="16"/>
            </w:rPr>
          </w:pPr>
        </w:p>
      </w:tc>
      <w:tc>
        <w:tcPr>
          <w:tcW w:w="267" w:type="pct"/>
          <w:vMerge/>
          <w:vAlign w:val="center"/>
        </w:tcPr>
        <w:p w14:paraId="5186BCD2" w14:textId="77777777" w:rsidR="00B03D0A" w:rsidRPr="002B4FB9" w:rsidRDefault="00B03D0A" w:rsidP="00B04B22">
          <w:pPr>
            <w:pStyle w:val="Footer"/>
            <w:jc w:val="center"/>
            <w:rPr>
              <w:sz w:val="16"/>
              <w:szCs w:val="16"/>
            </w:rPr>
          </w:pPr>
        </w:p>
      </w:tc>
      <w:tc>
        <w:tcPr>
          <w:tcW w:w="268" w:type="pct"/>
          <w:vMerge/>
          <w:vAlign w:val="center"/>
        </w:tcPr>
        <w:p w14:paraId="3906ACF7" w14:textId="77777777" w:rsidR="00B03D0A" w:rsidRPr="002B4FB9" w:rsidRDefault="00B03D0A" w:rsidP="00B04B22">
          <w:pPr>
            <w:pStyle w:val="Footer"/>
            <w:jc w:val="center"/>
            <w:rPr>
              <w:sz w:val="16"/>
              <w:szCs w:val="16"/>
            </w:rPr>
          </w:pPr>
        </w:p>
      </w:tc>
      <w:tc>
        <w:tcPr>
          <w:tcW w:w="264" w:type="pct"/>
          <w:vMerge/>
          <w:vAlign w:val="center"/>
        </w:tcPr>
        <w:p w14:paraId="5026500E" w14:textId="77777777" w:rsidR="00B03D0A" w:rsidRPr="002B4FB9" w:rsidRDefault="00B03D0A" w:rsidP="00B04B22">
          <w:pPr>
            <w:pStyle w:val="Footer"/>
            <w:jc w:val="center"/>
            <w:rPr>
              <w:sz w:val="16"/>
              <w:szCs w:val="16"/>
              <w:highlight w:val="yellow"/>
            </w:rPr>
          </w:pPr>
        </w:p>
      </w:tc>
    </w:tr>
    <w:tr w:rsidR="00B03D0A" w:rsidRPr="002B4FB9" w14:paraId="3CF7A565" w14:textId="77777777" w:rsidTr="00B04B22">
      <w:trPr>
        <w:trHeight w:val="129"/>
        <w:jc w:val="center"/>
      </w:trPr>
      <w:tc>
        <w:tcPr>
          <w:tcW w:w="1002" w:type="pct"/>
          <w:vMerge/>
          <w:vAlign w:val="center"/>
        </w:tcPr>
        <w:p w14:paraId="0D112265" w14:textId="77777777" w:rsidR="00B03D0A" w:rsidRPr="002B4FB9" w:rsidRDefault="00B03D0A" w:rsidP="00C55F36">
          <w:pPr>
            <w:pStyle w:val="Footer"/>
            <w:jc w:val="center"/>
            <w:rPr>
              <w:sz w:val="14"/>
              <w:szCs w:val="14"/>
              <w:highlight w:val="yellow"/>
            </w:rPr>
          </w:pPr>
        </w:p>
      </w:tc>
      <w:tc>
        <w:tcPr>
          <w:tcW w:w="463" w:type="pct"/>
          <w:vMerge/>
          <w:vAlign w:val="center"/>
        </w:tcPr>
        <w:p w14:paraId="656141B3" w14:textId="77777777" w:rsidR="00B03D0A" w:rsidRPr="002B4FB9" w:rsidRDefault="00B03D0A" w:rsidP="00C55F36">
          <w:pPr>
            <w:pStyle w:val="Footer"/>
            <w:jc w:val="center"/>
            <w:rPr>
              <w:sz w:val="14"/>
              <w:szCs w:val="14"/>
              <w:highlight w:val="yellow"/>
            </w:rPr>
          </w:pPr>
        </w:p>
      </w:tc>
      <w:tc>
        <w:tcPr>
          <w:tcW w:w="463" w:type="pct"/>
          <w:vMerge/>
          <w:vAlign w:val="center"/>
        </w:tcPr>
        <w:p w14:paraId="5F225507" w14:textId="77777777" w:rsidR="00B03D0A" w:rsidRPr="002B4FB9" w:rsidRDefault="00B03D0A" w:rsidP="00C55F36">
          <w:pPr>
            <w:pStyle w:val="Footer"/>
            <w:jc w:val="center"/>
            <w:rPr>
              <w:sz w:val="14"/>
              <w:szCs w:val="14"/>
              <w:highlight w:val="yellow"/>
            </w:rPr>
          </w:pPr>
        </w:p>
      </w:tc>
      <w:tc>
        <w:tcPr>
          <w:tcW w:w="234" w:type="pct"/>
          <w:vAlign w:val="center"/>
        </w:tcPr>
        <w:p w14:paraId="4324E80D" w14:textId="77777777" w:rsidR="00B03D0A" w:rsidRPr="002B4FB9" w:rsidRDefault="00B03D0A" w:rsidP="00C55F36">
          <w:pPr>
            <w:pStyle w:val="Footer"/>
            <w:jc w:val="center"/>
            <w:rPr>
              <w:rFonts w:eastAsia="Arial"/>
              <w:sz w:val="10"/>
              <w:szCs w:val="10"/>
            </w:rPr>
          </w:pPr>
          <w:r w:rsidRPr="002B4FB9">
            <w:rPr>
              <w:rFonts w:eastAsia="Arial"/>
              <w:sz w:val="10"/>
              <w:szCs w:val="10"/>
            </w:rPr>
            <w:t>KOOSKÕLASTAJA</w:t>
          </w:r>
        </w:p>
        <w:p w14:paraId="79E713E2" w14:textId="77777777" w:rsidR="00B03D0A" w:rsidRPr="002B4FB9" w:rsidRDefault="00B03D0A" w:rsidP="00C55F36">
          <w:pPr>
            <w:pStyle w:val="Footer"/>
            <w:jc w:val="center"/>
            <w:rPr>
              <w:sz w:val="6"/>
              <w:szCs w:val="6"/>
            </w:rPr>
          </w:pPr>
          <w:r w:rsidRPr="002B4FB9">
            <w:rPr>
              <w:rFonts w:eastAsia="Arial"/>
              <w:sz w:val="10"/>
              <w:szCs w:val="10"/>
            </w:rPr>
            <w:t>APPROVER</w:t>
          </w:r>
        </w:p>
      </w:tc>
      <w:tc>
        <w:tcPr>
          <w:tcW w:w="215" w:type="pct"/>
          <w:gridSpan w:val="2"/>
          <w:vAlign w:val="center"/>
        </w:tcPr>
        <w:p w14:paraId="30F2CB26" w14:textId="65C91F6F" w:rsidR="00B03D0A" w:rsidRPr="002B4FB9" w:rsidRDefault="00BD5899" w:rsidP="00BD5899">
          <w:pPr>
            <w:pStyle w:val="Footer"/>
            <w:rPr>
              <w:sz w:val="12"/>
              <w:szCs w:val="12"/>
            </w:rPr>
          </w:pPr>
          <w:r>
            <w:rPr>
              <w:sz w:val="12"/>
              <w:szCs w:val="12"/>
            </w:rPr>
            <w:t>V. Mahkats</w:t>
          </w:r>
        </w:p>
      </w:tc>
      <w:tc>
        <w:tcPr>
          <w:tcW w:w="220" w:type="pct"/>
          <w:vMerge w:val="restart"/>
          <w:vAlign w:val="center"/>
        </w:tcPr>
        <w:p w14:paraId="6D6848FE" w14:textId="1E35D526" w:rsidR="00B03D0A" w:rsidRPr="002B4FB9" w:rsidRDefault="00B03D0A" w:rsidP="00C55F36">
          <w:pPr>
            <w:pStyle w:val="Footer"/>
            <w:jc w:val="center"/>
            <w:rPr>
              <w:sz w:val="14"/>
              <w:szCs w:val="14"/>
            </w:rPr>
          </w:pPr>
        </w:p>
      </w:tc>
      <w:tc>
        <w:tcPr>
          <w:tcW w:w="1604" w:type="pct"/>
          <w:gridSpan w:val="6"/>
          <w:vMerge w:val="restart"/>
          <w:vAlign w:val="center"/>
        </w:tcPr>
        <w:p w14:paraId="54C53075" w14:textId="77777777" w:rsidR="00B03D0A" w:rsidRPr="002B4FB9" w:rsidRDefault="00B03D0A" w:rsidP="00C55F36">
          <w:pPr>
            <w:pStyle w:val="Footer"/>
            <w:spacing w:after="120"/>
            <w:jc w:val="center"/>
            <w:rPr>
              <w:sz w:val="14"/>
              <w:szCs w:val="14"/>
            </w:rPr>
          </w:pPr>
          <w:r w:rsidRPr="002B4FB9">
            <w:rPr>
              <w:sz w:val="14"/>
              <w:szCs w:val="14"/>
            </w:rPr>
            <w:t>DOKUMENDI KOOD / DOCUMENT CODE</w:t>
          </w:r>
        </w:p>
        <w:p w14:paraId="2BE0DFD5" w14:textId="25772B44" w:rsidR="00B03D0A" w:rsidRPr="002B4FB9" w:rsidRDefault="00B03D0A" w:rsidP="00C55F36">
          <w:pPr>
            <w:pStyle w:val="Footer"/>
            <w:jc w:val="center"/>
            <w:rPr>
              <w:sz w:val="14"/>
              <w:szCs w:val="14"/>
            </w:rPr>
          </w:pPr>
          <w:r w:rsidRPr="002B4FB9">
            <w:rPr>
              <w:sz w:val="16"/>
              <w:szCs w:val="16"/>
            </w:rPr>
            <w:t>RBDTD-EE-DS2-DPS1_TRE_</w:t>
          </w:r>
          <w:r w:rsidR="00C60483">
            <w:rPr>
              <w:sz w:val="16"/>
              <w:szCs w:val="16"/>
            </w:rPr>
            <w:t>BR0700</w:t>
          </w:r>
          <w:r w:rsidRPr="002B4FB9">
            <w:rPr>
              <w:sz w:val="16"/>
              <w:szCs w:val="16"/>
            </w:rPr>
            <w:t>-ZZ_ZZZZ_</w:t>
          </w:r>
          <w:r w:rsidR="00C60483">
            <w:rPr>
              <w:sz w:val="16"/>
              <w:szCs w:val="16"/>
            </w:rPr>
            <w:t>D1</w:t>
          </w:r>
          <w:r w:rsidRPr="002B4FB9">
            <w:rPr>
              <w:sz w:val="16"/>
              <w:szCs w:val="16"/>
            </w:rPr>
            <w:t>_</w:t>
          </w:r>
          <w:r w:rsidR="00C60483">
            <w:rPr>
              <w:sz w:val="16"/>
              <w:szCs w:val="16"/>
            </w:rPr>
            <w:t>RO</w:t>
          </w:r>
          <w:r w:rsidRPr="002B4FB9">
            <w:rPr>
              <w:sz w:val="16"/>
              <w:szCs w:val="16"/>
            </w:rPr>
            <w:t>-</w:t>
          </w:r>
          <w:r w:rsidR="00C60483">
            <w:rPr>
              <w:sz w:val="16"/>
              <w:szCs w:val="16"/>
            </w:rPr>
            <w:t>TL</w:t>
          </w:r>
          <w:r w:rsidRPr="002B4FB9">
            <w:rPr>
              <w:sz w:val="16"/>
              <w:szCs w:val="16"/>
            </w:rPr>
            <w:t xml:space="preserve"> _DTD_00</w:t>
          </w:r>
          <w:r w:rsidR="00C60483">
            <w:rPr>
              <w:sz w:val="16"/>
              <w:szCs w:val="16"/>
            </w:rPr>
            <w:t>4</w:t>
          </w:r>
        </w:p>
      </w:tc>
      <w:tc>
        <w:tcPr>
          <w:tcW w:w="267" w:type="pct"/>
          <w:vAlign w:val="center"/>
        </w:tcPr>
        <w:p w14:paraId="6CF7B45C" w14:textId="77777777" w:rsidR="00B03D0A" w:rsidRPr="002B4FB9" w:rsidRDefault="00B03D0A" w:rsidP="00C55F36">
          <w:pPr>
            <w:jc w:val="center"/>
            <w:rPr>
              <w:sz w:val="14"/>
              <w:szCs w:val="14"/>
            </w:rPr>
          </w:pPr>
          <w:r w:rsidRPr="002B4FB9">
            <w:rPr>
              <w:sz w:val="14"/>
              <w:szCs w:val="14"/>
            </w:rPr>
            <w:t>LEHEKÜLG / PAGE</w:t>
          </w:r>
        </w:p>
      </w:tc>
      <w:tc>
        <w:tcPr>
          <w:tcW w:w="268" w:type="pct"/>
          <w:vAlign w:val="center"/>
        </w:tcPr>
        <w:p w14:paraId="75CF2049" w14:textId="77777777" w:rsidR="00B03D0A" w:rsidRPr="002B4FB9" w:rsidRDefault="00B03D0A" w:rsidP="00C55F36">
          <w:pPr>
            <w:pStyle w:val="Footer"/>
            <w:jc w:val="center"/>
            <w:rPr>
              <w:sz w:val="14"/>
              <w:szCs w:val="14"/>
            </w:rPr>
          </w:pPr>
          <w:r w:rsidRPr="002B4FB9">
            <w:rPr>
              <w:sz w:val="14"/>
              <w:szCs w:val="14"/>
            </w:rPr>
            <w:t xml:space="preserve">LEHED / </w:t>
          </w:r>
        </w:p>
        <w:p w14:paraId="26167BE5" w14:textId="77777777" w:rsidR="00B03D0A" w:rsidRPr="002B4FB9" w:rsidRDefault="00B03D0A" w:rsidP="00C55F36">
          <w:pPr>
            <w:jc w:val="center"/>
            <w:rPr>
              <w:sz w:val="14"/>
              <w:szCs w:val="14"/>
            </w:rPr>
          </w:pPr>
          <w:r w:rsidRPr="002B4FB9">
            <w:rPr>
              <w:sz w:val="14"/>
              <w:szCs w:val="14"/>
            </w:rPr>
            <w:t>PAGES</w:t>
          </w:r>
        </w:p>
      </w:tc>
      <w:tc>
        <w:tcPr>
          <w:tcW w:w="264" w:type="pct"/>
          <w:vAlign w:val="center"/>
        </w:tcPr>
        <w:p w14:paraId="479BBEE8" w14:textId="77777777" w:rsidR="00B03D0A" w:rsidRPr="002B4FB9" w:rsidRDefault="00B03D0A" w:rsidP="00C55F36">
          <w:pPr>
            <w:autoSpaceDE w:val="0"/>
            <w:autoSpaceDN w:val="0"/>
            <w:adjustRightInd w:val="0"/>
            <w:jc w:val="center"/>
            <w:rPr>
              <w:sz w:val="14"/>
              <w:szCs w:val="14"/>
            </w:rPr>
          </w:pPr>
          <w:r w:rsidRPr="002B4FB9">
            <w:rPr>
              <w:sz w:val="14"/>
              <w:szCs w:val="14"/>
            </w:rPr>
            <w:t>REVISIOON / REVISION</w:t>
          </w:r>
        </w:p>
      </w:tc>
    </w:tr>
    <w:tr w:rsidR="00B03D0A" w:rsidRPr="002B4FB9" w14:paraId="2775729D" w14:textId="77777777" w:rsidTr="00B03D0A">
      <w:trPr>
        <w:trHeight w:val="60"/>
        <w:jc w:val="center"/>
      </w:trPr>
      <w:tc>
        <w:tcPr>
          <w:tcW w:w="1002" w:type="pct"/>
          <w:vMerge/>
          <w:vAlign w:val="center"/>
        </w:tcPr>
        <w:p w14:paraId="0390E8BD" w14:textId="77777777" w:rsidR="00B03D0A" w:rsidRPr="002B4FB9" w:rsidRDefault="00B03D0A" w:rsidP="00B04B22">
          <w:pPr>
            <w:pStyle w:val="Footer"/>
            <w:jc w:val="center"/>
            <w:rPr>
              <w:sz w:val="14"/>
              <w:szCs w:val="14"/>
              <w:highlight w:val="yellow"/>
            </w:rPr>
          </w:pPr>
        </w:p>
      </w:tc>
      <w:tc>
        <w:tcPr>
          <w:tcW w:w="463" w:type="pct"/>
          <w:vMerge/>
          <w:vAlign w:val="center"/>
        </w:tcPr>
        <w:p w14:paraId="693D545A" w14:textId="77777777" w:rsidR="00B03D0A" w:rsidRPr="002B4FB9" w:rsidRDefault="00B03D0A" w:rsidP="00B04B22">
          <w:pPr>
            <w:pStyle w:val="Footer"/>
            <w:jc w:val="center"/>
            <w:rPr>
              <w:sz w:val="14"/>
              <w:szCs w:val="14"/>
              <w:highlight w:val="yellow"/>
            </w:rPr>
          </w:pPr>
        </w:p>
      </w:tc>
      <w:tc>
        <w:tcPr>
          <w:tcW w:w="463" w:type="pct"/>
          <w:vMerge/>
          <w:vAlign w:val="center"/>
        </w:tcPr>
        <w:p w14:paraId="70D9FBA6" w14:textId="77777777" w:rsidR="00B03D0A" w:rsidRPr="002B4FB9" w:rsidRDefault="00B03D0A" w:rsidP="00B04B22">
          <w:pPr>
            <w:pStyle w:val="Footer"/>
            <w:jc w:val="center"/>
            <w:rPr>
              <w:sz w:val="14"/>
              <w:szCs w:val="14"/>
              <w:highlight w:val="yellow"/>
            </w:rPr>
          </w:pPr>
        </w:p>
      </w:tc>
      <w:tc>
        <w:tcPr>
          <w:tcW w:w="449" w:type="pct"/>
          <w:gridSpan w:val="3"/>
          <w:vAlign w:val="center"/>
        </w:tcPr>
        <w:p w14:paraId="66021B1D" w14:textId="7611EA35" w:rsidR="00B03D0A" w:rsidRPr="002B4FB9" w:rsidRDefault="00B03D0A" w:rsidP="00B04B22">
          <w:pPr>
            <w:pStyle w:val="Footer"/>
            <w:jc w:val="center"/>
            <w:rPr>
              <w:rFonts w:eastAsia="Arial"/>
              <w:sz w:val="12"/>
              <w:szCs w:val="12"/>
            </w:rPr>
          </w:pPr>
        </w:p>
      </w:tc>
      <w:tc>
        <w:tcPr>
          <w:tcW w:w="220" w:type="pct"/>
          <w:vMerge/>
          <w:vAlign w:val="center"/>
        </w:tcPr>
        <w:p w14:paraId="79D701F8" w14:textId="77777777" w:rsidR="00B03D0A" w:rsidRPr="002B4FB9" w:rsidRDefault="00B03D0A" w:rsidP="00B04B22">
          <w:pPr>
            <w:pStyle w:val="Footer"/>
            <w:jc w:val="center"/>
          </w:pPr>
        </w:p>
      </w:tc>
      <w:tc>
        <w:tcPr>
          <w:tcW w:w="1604" w:type="pct"/>
          <w:gridSpan w:val="6"/>
          <w:vMerge/>
          <w:vAlign w:val="center"/>
        </w:tcPr>
        <w:p w14:paraId="48739083" w14:textId="77777777" w:rsidR="00B03D0A" w:rsidRPr="002B4FB9" w:rsidRDefault="00B03D0A" w:rsidP="00B04B22">
          <w:pPr>
            <w:pStyle w:val="Footer"/>
            <w:spacing w:after="120"/>
            <w:jc w:val="center"/>
            <w:rPr>
              <w:sz w:val="14"/>
              <w:szCs w:val="14"/>
            </w:rPr>
          </w:pPr>
        </w:p>
      </w:tc>
      <w:tc>
        <w:tcPr>
          <w:tcW w:w="267" w:type="pct"/>
          <w:vAlign w:val="center"/>
        </w:tcPr>
        <w:p w14:paraId="147BD087" w14:textId="5CD9DC52" w:rsidR="00B03D0A" w:rsidRPr="002B4FB9" w:rsidRDefault="00B03D0A" w:rsidP="00B04B22">
          <w:pPr>
            <w:jc w:val="center"/>
            <w:rPr>
              <w:sz w:val="14"/>
              <w:szCs w:val="14"/>
            </w:rPr>
          </w:pPr>
          <w:r w:rsidRPr="002B4FB9">
            <w:rPr>
              <w:sz w:val="16"/>
              <w:szCs w:val="16"/>
            </w:rPr>
            <w:fldChar w:fldCharType="begin"/>
          </w:r>
          <w:r w:rsidRPr="002B4FB9">
            <w:rPr>
              <w:sz w:val="16"/>
              <w:szCs w:val="16"/>
            </w:rPr>
            <w:instrText>PAGE   \* MERGEFORMAT</w:instrText>
          </w:r>
          <w:r w:rsidRPr="002B4FB9">
            <w:rPr>
              <w:sz w:val="16"/>
              <w:szCs w:val="16"/>
            </w:rPr>
            <w:fldChar w:fldCharType="separate"/>
          </w:r>
          <w:r w:rsidR="007C751C" w:rsidRPr="002B4FB9">
            <w:rPr>
              <w:sz w:val="16"/>
              <w:szCs w:val="16"/>
            </w:rPr>
            <w:t>1</w:t>
          </w:r>
          <w:r w:rsidRPr="002B4FB9">
            <w:rPr>
              <w:sz w:val="16"/>
              <w:szCs w:val="16"/>
            </w:rPr>
            <w:fldChar w:fldCharType="end"/>
          </w:r>
        </w:p>
      </w:tc>
      <w:tc>
        <w:tcPr>
          <w:tcW w:w="268" w:type="pct"/>
          <w:vAlign w:val="center"/>
        </w:tcPr>
        <w:p w14:paraId="6CFB83D6" w14:textId="51A804AF" w:rsidR="00B03D0A" w:rsidRPr="002B4FB9" w:rsidRDefault="00B551E6" w:rsidP="00B04B22">
          <w:pPr>
            <w:pStyle w:val="Footer"/>
            <w:jc w:val="center"/>
            <w:rPr>
              <w:sz w:val="14"/>
              <w:szCs w:val="14"/>
            </w:rPr>
          </w:pPr>
          <w:r>
            <w:rPr>
              <w:sz w:val="14"/>
              <w:szCs w:val="14"/>
            </w:rPr>
            <w:t>11</w:t>
          </w:r>
        </w:p>
      </w:tc>
      <w:tc>
        <w:tcPr>
          <w:tcW w:w="264" w:type="pct"/>
          <w:vAlign w:val="center"/>
        </w:tcPr>
        <w:p w14:paraId="07FD9CCF" w14:textId="1205D54D" w:rsidR="00B03D0A" w:rsidRPr="002B4FB9" w:rsidRDefault="00647306" w:rsidP="00B04B22">
          <w:pPr>
            <w:autoSpaceDE w:val="0"/>
            <w:autoSpaceDN w:val="0"/>
            <w:adjustRightInd w:val="0"/>
            <w:jc w:val="center"/>
            <w:rPr>
              <w:sz w:val="14"/>
              <w:szCs w:val="14"/>
            </w:rPr>
          </w:pPr>
          <w:r w:rsidRPr="002B4FB9">
            <w:rPr>
              <w:sz w:val="14"/>
              <w:szCs w:val="14"/>
            </w:rPr>
            <w:t>00</w:t>
          </w:r>
          <w:r w:rsidR="00C45D01" w:rsidRPr="002B4FB9">
            <w:rPr>
              <w:sz w:val="14"/>
              <w:szCs w:val="14"/>
            </w:rPr>
            <w:t>1</w:t>
          </w:r>
        </w:p>
      </w:tc>
    </w:tr>
    <w:bookmarkEnd w:id="1"/>
  </w:tbl>
  <w:p w14:paraId="546CB5C4" w14:textId="77777777" w:rsidR="00B03D0A" w:rsidRPr="002B4FB9" w:rsidRDefault="00B03D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right"/>
      <w:tblLayout w:type="fixed"/>
      <w:tblLook w:val="04A0" w:firstRow="1" w:lastRow="0" w:firstColumn="1" w:lastColumn="0" w:noHBand="0" w:noVBand="1"/>
    </w:tblPr>
    <w:tblGrid>
      <w:gridCol w:w="4673"/>
      <w:gridCol w:w="6170"/>
      <w:gridCol w:w="6690"/>
      <w:gridCol w:w="1134"/>
      <w:gridCol w:w="1134"/>
      <w:gridCol w:w="1134"/>
    </w:tblGrid>
    <w:tr w:rsidR="00B03D0A" w:rsidRPr="002B4FB9" w14:paraId="043D750D" w14:textId="77777777" w:rsidTr="003220D0">
      <w:trPr>
        <w:trHeight w:val="340"/>
        <w:jc w:val="right"/>
      </w:trPr>
      <w:tc>
        <w:tcPr>
          <w:tcW w:w="4673" w:type="dxa"/>
          <w:vMerge w:val="restart"/>
          <w:vAlign w:val="center"/>
        </w:tcPr>
        <w:p w14:paraId="66F512D5" w14:textId="6D17502E" w:rsidR="00B03D0A" w:rsidRPr="002B4FB9" w:rsidRDefault="00B03D0A" w:rsidP="00D55092">
          <w:pPr>
            <w:pStyle w:val="Footer"/>
            <w:spacing w:after="120"/>
            <w:rPr>
              <w:sz w:val="14"/>
              <w:szCs w:val="14"/>
              <w:highlight w:val="yellow"/>
            </w:rPr>
          </w:pPr>
          <w:r w:rsidRPr="002B4FB9">
            <w:rPr>
              <w:sz w:val="14"/>
              <w:szCs w:val="14"/>
            </w:rPr>
            <w:t>PROJEKTI Nr. / PROJECT No. RBDTDEEDS2DPS1</w:t>
          </w:r>
        </w:p>
        <w:p w14:paraId="62E06266" w14:textId="4B70E174" w:rsidR="00B03D0A" w:rsidRPr="002B4FB9" w:rsidRDefault="00B03D0A" w:rsidP="00D55092">
          <w:pPr>
            <w:rPr>
              <w:sz w:val="16"/>
              <w:szCs w:val="16"/>
            </w:rPr>
          </w:pPr>
          <w:r w:rsidRPr="002B4FB9">
            <w:rPr>
              <w:sz w:val="14"/>
              <w:szCs w:val="14"/>
            </w:rPr>
            <w:t>TÖÖPROJEKT / DETAILED TECNICAL DESIGN</w:t>
          </w:r>
        </w:p>
      </w:tc>
      <w:tc>
        <w:tcPr>
          <w:tcW w:w="6170" w:type="dxa"/>
          <w:vMerge w:val="restart"/>
          <w:tcBorders>
            <w:top w:val="single" w:sz="4" w:space="0" w:color="FFFFFF"/>
          </w:tcBorders>
        </w:tcPr>
        <w:p w14:paraId="552BC7E8" w14:textId="77777777" w:rsidR="00B03D0A" w:rsidRPr="002B4FB9" w:rsidRDefault="00B03D0A" w:rsidP="00D55092">
          <w:pPr>
            <w:pStyle w:val="Footer"/>
            <w:spacing w:after="120"/>
            <w:jc w:val="center"/>
            <w:rPr>
              <w:sz w:val="14"/>
              <w:szCs w:val="14"/>
              <w:highlight w:val="yellow"/>
            </w:rPr>
          </w:pPr>
        </w:p>
      </w:tc>
      <w:tc>
        <w:tcPr>
          <w:tcW w:w="6690" w:type="dxa"/>
          <w:vMerge w:val="restart"/>
          <w:vAlign w:val="center"/>
        </w:tcPr>
        <w:p w14:paraId="0BA0FBDB" w14:textId="77777777" w:rsidR="00B03D0A" w:rsidRPr="002B4FB9" w:rsidRDefault="00B03D0A" w:rsidP="00D55092">
          <w:pPr>
            <w:pStyle w:val="Footer"/>
            <w:spacing w:after="120"/>
            <w:jc w:val="center"/>
            <w:rPr>
              <w:sz w:val="14"/>
              <w:szCs w:val="14"/>
            </w:rPr>
          </w:pPr>
          <w:r w:rsidRPr="002B4FB9">
            <w:rPr>
              <w:sz w:val="14"/>
              <w:szCs w:val="14"/>
            </w:rPr>
            <w:t>DOKUMENDI KOOD / DOCUMENT CODE</w:t>
          </w:r>
        </w:p>
        <w:p w14:paraId="39EABB9A" w14:textId="181E91C5" w:rsidR="00B03D0A" w:rsidRPr="002B4FB9" w:rsidRDefault="00B03D0A" w:rsidP="00D55092">
          <w:pPr>
            <w:jc w:val="center"/>
            <w:rPr>
              <w:sz w:val="16"/>
              <w:szCs w:val="16"/>
            </w:rPr>
          </w:pPr>
          <w:r w:rsidRPr="002B4FB9">
            <w:rPr>
              <w:sz w:val="16"/>
              <w:szCs w:val="16"/>
            </w:rPr>
            <w:t>RBDTD-EE-DS2-DPS1_TRE_</w:t>
          </w:r>
          <w:r w:rsidR="00C204E1" w:rsidRPr="002B4FB9">
            <w:rPr>
              <w:sz w:val="16"/>
              <w:szCs w:val="16"/>
            </w:rPr>
            <w:t>OU0470</w:t>
          </w:r>
          <w:r w:rsidRPr="002B4FB9">
            <w:rPr>
              <w:sz w:val="16"/>
              <w:szCs w:val="16"/>
            </w:rPr>
            <w:t>-ZZ_ZZZZ_RP_</w:t>
          </w:r>
          <w:r w:rsidR="00C204E1" w:rsidRPr="002B4FB9">
            <w:rPr>
              <w:sz w:val="16"/>
              <w:szCs w:val="16"/>
            </w:rPr>
            <w:t>EG</w:t>
          </w:r>
          <w:r w:rsidRPr="002B4FB9">
            <w:rPr>
              <w:sz w:val="16"/>
              <w:szCs w:val="16"/>
            </w:rPr>
            <w:t>-</w:t>
          </w:r>
          <w:r w:rsidR="00C204E1" w:rsidRPr="002B4FB9">
            <w:rPr>
              <w:sz w:val="16"/>
              <w:szCs w:val="16"/>
            </w:rPr>
            <w:t>GV</w:t>
          </w:r>
          <w:r w:rsidRPr="002B4FB9">
            <w:rPr>
              <w:sz w:val="16"/>
              <w:szCs w:val="16"/>
            </w:rPr>
            <w:t>_DTD_000101</w:t>
          </w:r>
        </w:p>
      </w:tc>
      <w:tc>
        <w:tcPr>
          <w:tcW w:w="1134" w:type="dxa"/>
          <w:vAlign w:val="center"/>
        </w:tcPr>
        <w:p w14:paraId="7D2BE1E0" w14:textId="77777777" w:rsidR="00B03D0A" w:rsidRPr="002B4FB9" w:rsidRDefault="00B03D0A" w:rsidP="00D55092">
          <w:pPr>
            <w:jc w:val="center"/>
            <w:rPr>
              <w:sz w:val="14"/>
              <w:szCs w:val="14"/>
            </w:rPr>
          </w:pPr>
          <w:r w:rsidRPr="002B4FB9">
            <w:rPr>
              <w:sz w:val="14"/>
              <w:szCs w:val="14"/>
            </w:rPr>
            <w:t xml:space="preserve">LEHEKÜLG / </w:t>
          </w:r>
        </w:p>
        <w:p w14:paraId="178553E6" w14:textId="77777777" w:rsidR="00B03D0A" w:rsidRPr="002B4FB9" w:rsidRDefault="00B03D0A" w:rsidP="00D55092">
          <w:pPr>
            <w:jc w:val="center"/>
            <w:rPr>
              <w:sz w:val="14"/>
              <w:szCs w:val="14"/>
            </w:rPr>
          </w:pPr>
          <w:r w:rsidRPr="002B4FB9">
            <w:rPr>
              <w:sz w:val="14"/>
              <w:szCs w:val="14"/>
            </w:rPr>
            <w:t>PAGE</w:t>
          </w:r>
        </w:p>
      </w:tc>
      <w:tc>
        <w:tcPr>
          <w:tcW w:w="1134" w:type="dxa"/>
          <w:vAlign w:val="center"/>
        </w:tcPr>
        <w:p w14:paraId="70F06C67" w14:textId="77777777" w:rsidR="00B03D0A" w:rsidRPr="002B4FB9" w:rsidRDefault="00B03D0A" w:rsidP="00D55092">
          <w:pPr>
            <w:pStyle w:val="Footer"/>
            <w:jc w:val="center"/>
            <w:rPr>
              <w:sz w:val="14"/>
              <w:szCs w:val="14"/>
            </w:rPr>
          </w:pPr>
          <w:r w:rsidRPr="002B4FB9">
            <w:rPr>
              <w:sz w:val="14"/>
              <w:szCs w:val="14"/>
            </w:rPr>
            <w:t xml:space="preserve">LEHED / </w:t>
          </w:r>
        </w:p>
        <w:p w14:paraId="527BA10E" w14:textId="77777777" w:rsidR="00B03D0A" w:rsidRPr="002B4FB9" w:rsidRDefault="00B03D0A" w:rsidP="00D55092">
          <w:pPr>
            <w:pStyle w:val="Footer"/>
            <w:jc w:val="center"/>
            <w:rPr>
              <w:sz w:val="14"/>
              <w:szCs w:val="14"/>
            </w:rPr>
          </w:pPr>
          <w:r w:rsidRPr="002B4FB9">
            <w:rPr>
              <w:sz w:val="14"/>
              <w:szCs w:val="14"/>
            </w:rPr>
            <w:t>PAGES</w:t>
          </w:r>
        </w:p>
      </w:tc>
      <w:tc>
        <w:tcPr>
          <w:tcW w:w="1134" w:type="dxa"/>
          <w:vAlign w:val="center"/>
        </w:tcPr>
        <w:p w14:paraId="6BDE76D1" w14:textId="77777777" w:rsidR="00B03D0A" w:rsidRPr="002B4FB9" w:rsidRDefault="00B03D0A" w:rsidP="00D55092">
          <w:pPr>
            <w:autoSpaceDE w:val="0"/>
            <w:autoSpaceDN w:val="0"/>
            <w:adjustRightInd w:val="0"/>
            <w:jc w:val="center"/>
            <w:rPr>
              <w:sz w:val="14"/>
              <w:szCs w:val="14"/>
            </w:rPr>
          </w:pPr>
          <w:r w:rsidRPr="002B4FB9">
            <w:rPr>
              <w:sz w:val="14"/>
              <w:szCs w:val="14"/>
            </w:rPr>
            <w:t xml:space="preserve">REVISIOON / </w:t>
          </w:r>
        </w:p>
        <w:p w14:paraId="50811CDF" w14:textId="77777777" w:rsidR="00B03D0A" w:rsidRPr="002B4FB9" w:rsidRDefault="00B03D0A" w:rsidP="00D55092">
          <w:pPr>
            <w:autoSpaceDE w:val="0"/>
            <w:autoSpaceDN w:val="0"/>
            <w:adjustRightInd w:val="0"/>
            <w:jc w:val="center"/>
            <w:rPr>
              <w:sz w:val="14"/>
              <w:szCs w:val="14"/>
            </w:rPr>
          </w:pPr>
          <w:r w:rsidRPr="002B4FB9">
            <w:rPr>
              <w:sz w:val="14"/>
              <w:szCs w:val="14"/>
            </w:rPr>
            <w:t>REVISION</w:t>
          </w:r>
        </w:p>
      </w:tc>
    </w:tr>
    <w:tr w:rsidR="00B03D0A" w:rsidRPr="002B4FB9" w14:paraId="6B3B88FB" w14:textId="77777777" w:rsidTr="003220D0">
      <w:trPr>
        <w:trHeight w:val="340"/>
        <w:jc w:val="right"/>
      </w:trPr>
      <w:tc>
        <w:tcPr>
          <w:tcW w:w="4673" w:type="dxa"/>
          <w:vMerge/>
        </w:tcPr>
        <w:p w14:paraId="44C025A0" w14:textId="77777777" w:rsidR="00B03D0A" w:rsidRPr="002B4FB9" w:rsidRDefault="00B03D0A" w:rsidP="00D55092">
          <w:pPr>
            <w:jc w:val="center"/>
            <w:rPr>
              <w:sz w:val="16"/>
              <w:szCs w:val="16"/>
            </w:rPr>
          </w:pPr>
        </w:p>
      </w:tc>
      <w:tc>
        <w:tcPr>
          <w:tcW w:w="6170" w:type="dxa"/>
          <w:vMerge/>
          <w:tcBorders>
            <w:bottom w:val="single" w:sz="4" w:space="0" w:color="FFFFFF"/>
          </w:tcBorders>
        </w:tcPr>
        <w:p w14:paraId="1A7043EB" w14:textId="77777777" w:rsidR="00B03D0A" w:rsidRPr="002B4FB9" w:rsidRDefault="00B03D0A" w:rsidP="00D55092">
          <w:pPr>
            <w:jc w:val="center"/>
            <w:rPr>
              <w:sz w:val="16"/>
              <w:szCs w:val="16"/>
            </w:rPr>
          </w:pPr>
        </w:p>
      </w:tc>
      <w:tc>
        <w:tcPr>
          <w:tcW w:w="6690" w:type="dxa"/>
          <w:vMerge/>
          <w:vAlign w:val="center"/>
        </w:tcPr>
        <w:p w14:paraId="5FEA4B36" w14:textId="77777777" w:rsidR="00B03D0A" w:rsidRPr="002B4FB9" w:rsidRDefault="00B03D0A" w:rsidP="00D55092">
          <w:pPr>
            <w:jc w:val="center"/>
            <w:rPr>
              <w:sz w:val="16"/>
              <w:szCs w:val="16"/>
            </w:rPr>
          </w:pPr>
        </w:p>
      </w:tc>
      <w:tc>
        <w:tcPr>
          <w:tcW w:w="1134" w:type="dxa"/>
          <w:vAlign w:val="center"/>
        </w:tcPr>
        <w:p w14:paraId="3A544357" w14:textId="028D6219" w:rsidR="00B03D0A" w:rsidRPr="002B4FB9" w:rsidRDefault="00B03D0A" w:rsidP="00D55092">
          <w:pPr>
            <w:jc w:val="center"/>
            <w:rPr>
              <w:sz w:val="16"/>
              <w:szCs w:val="16"/>
            </w:rPr>
          </w:pPr>
          <w:r w:rsidRPr="002B4FB9">
            <w:rPr>
              <w:sz w:val="16"/>
              <w:szCs w:val="16"/>
            </w:rPr>
            <w:fldChar w:fldCharType="begin"/>
          </w:r>
          <w:r w:rsidRPr="002B4FB9">
            <w:rPr>
              <w:sz w:val="16"/>
              <w:szCs w:val="16"/>
            </w:rPr>
            <w:instrText>PAGE   \* MERGEFORMAT</w:instrText>
          </w:r>
          <w:r w:rsidRPr="002B4FB9">
            <w:rPr>
              <w:sz w:val="16"/>
              <w:szCs w:val="16"/>
            </w:rPr>
            <w:fldChar w:fldCharType="separate"/>
          </w:r>
          <w:r w:rsidR="007C751C" w:rsidRPr="002B4FB9">
            <w:rPr>
              <w:sz w:val="16"/>
              <w:szCs w:val="16"/>
            </w:rPr>
            <w:t>3</w:t>
          </w:r>
          <w:r w:rsidRPr="002B4FB9">
            <w:rPr>
              <w:sz w:val="16"/>
              <w:szCs w:val="16"/>
            </w:rPr>
            <w:fldChar w:fldCharType="end"/>
          </w:r>
        </w:p>
      </w:tc>
      <w:tc>
        <w:tcPr>
          <w:tcW w:w="1134" w:type="dxa"/>
          <w:vAlign w:val="center"/>
        </w:tcPr>
        <w:p w14:paraId="4DA82996" w14:textId="61411D2C" w:rsidR="00B03D0A" w:rsidRPr="002B4FB9" w:rsidRDefault="00B03D0A" w:rsidP="00D55092">
          <w:pPr>
            <w:jc w:val="center"/>
            <w:rPr>
              <w:sz w:val="16"/>
              <w:szCs w:val="16"/>
            </w:rPr>
          </w:pPr>
          <w:r w:rsidRPr="002B4FB9">
            <w:rPr>
              <w:sz w:val="16"/>
              <w:szCs w:val="16"/>
            </w:rPr>
            <w:fldChar w:fldCharType="begin"/>
          </w:r>
          <w:r w:rsidRPr="002B4FB9">
            <w:rPr>
              <w:sz w:val="16"/>
              <w:szCs w:val="16"/>
            </w:rPr>
            <w:instrText xml:space="preserve"> NUMPAGES   \* MERGEFORMAT </w:instrText>
          </w:r>
          <w:r w:rsidRPr="002B4FB9">
            <w:rPr>
              <w:sz w:val="16"/>
              <w:szCs w:val="16"/>
            </w:rPr>
            <w:fldChar w:fldCharType="separate"/>
          </w:r>
          <w:r w:rsidR="007C751C" w:rsidRPr="002B4FB9">
            <w:rPr>
              <w:sz w:val="16"/>
              <w:szCs w:val="16"/>
            </w:rPr>
            <w:t>28</w:t>
          </w:r>
          <w:r w:rsidRPr="002B4FB9">
            <w:rPr>
              <w:sz w:val="16"/>
              <w:szCs w:val="16"/>
            </w:rPr>
            <w:fldChar w:fldCharType="end"/>
          </w:r>
        </w:p>
      </w:tc>
      <w:tc>
        <w:tcPr>
          <w:tcW w:w="1134" w:type="dxa"/>
          <w:vAlign w:val="center"/>
        </w:tcPr>
        <w:p w14:paraId="4750362F" w14:textId="4D7FF054" w:rsidR="00B03D0A" w:rsidRPr="002B4FB9" w:rsidRDefault="00B03D0A" w:rsidP="00D55092">
          <w:pPr>
            <w:jc w:val="center"/>
            <w:rPr>
              <w:sz w:val="16"/>
              <w:szCs w:val="16"/>
            </w:rPr>
          </w:pPr>
          <w:r w:rsidRPr="002B4FB9">
            <w:rPr>
              <w:sz w:val="16"/>
              <w:szCs w:val="16"/>
            </w:rPr>
            <w:t>00</w:t>
          </w:r>
          <w:r w:rsidR="00C204E1" w:rsidRPr="002B4FB9">
            <w:rPr>
              <w:sz w:val="16"/>
              <w:szCs w:val="16"/>
            </w:rPr>
            <w:t>1</w:t>
          </w:r>
        </w:p>
      </w:tc>
    </w:tr>
  </w:tbl>
  <w:p w14:paraId="0918979E" w14:textId="5999AE7F" w:rsidR="00B03D0A" w:rsidRPr="002B4FB9" w:rsidRDefault="00B03D0A" w:rsidP="0045320D">
    <w:pPr>
      <w:pStyle w:val="Footer"/>
      <w:tabs>
        <w:tab w:val="clear" w:pos="4252"/>
        <w:tab w:val="clear" w:pos="8504"/>
        <w:tab w:val="left" w:pos="1473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right"/>
      <w:tblLayout w:type="fixed"/>
      <w:tblLook w:val="04A0" w:firstRow="1" w:lastRow="0" w:firstColumn="1" w:lastColumn="0" w:noHBand="0" w:noVBand="1"/>
    </w:tblPr>
    <w:tblGrid>
      <w:gridCol w:w="4673"/>
      <w:gridCol w:w="6170"/>
      <w:gridCol w:w="6690"/>
      <w:gridCol w:w="1134"/>
      <w:gridCol w:w="1134"/>
      <w:gridCol w:w="1134"/>
    </w:tblGrid>
    <w:tr w:rsidR="00B03D0A" w:rsidRPr="002B4FB9" w14:paraId="50BD1B93" w14:textId="77777777" w:rsidTr="003220D0">
      <w:trPr>
        <w:trHeight w:val="340"/>
        <w:jc w:val="right"/>
      </w:trPr>
      <w:tc>
        <w:tcPr>
          <w:tcW w:w="4673" w:type="dxa"/>
          <w:vMerge w:val="restart"/>
          <w:vAlign w:val="center"/>
        </w:tcPr>
        <w:p w14:paraId="13F5175D" w14:textId="77777777" w:rsidR="00B03D0A" w:rsidRPr="002B4FB9" w:rsidRDefault="00B03D0A" w:rsidP="00500A47">
          <w:pPr>
            <w:pStyle w:val="Footer"/>
            <w:spacing w:after="120"/>
            <w:rPr>
              <w:sz w:val="14"/>
              <w:szCs w:val="14"/>
              <w:highlight w:val="yellow"/>
            </w:rPr>
          </w:pPr>
          <w:r w:rsidRPr="002B4FB9">
            <w:rPr>
              <w:sz w:val="14"/>
              <w:szCs w:val="14"/>
            </w:rPr>
            <w:t>PROJEKTI Nr. / PROJECT No. RBDTDEEDS2DPS1</w:t>
          </w:r>
        </w:p>
        <w:p w14:paraId="3C8DF532" w14:textId="11E6D926" w:rsidR="00B03D0A" w:rsidRPr="002B4FB9" w:rsidRDefault="00B03D0A" w:rsidP="00500A47">
          <w:pPr>
            <w:rPr>
              <w:sz w:val="16"/>
              <w:szCs w:val="16"/>
            </w:rPr>
          </w:pPr>
          <w:r w:rsidRPr="002B4FB9">
            <w:rPr>
              <w:sz w:val="14"/>
              <w:szCs w:val="14"/>
            </w:rPr>
            <w:t>TÖÖPROJEKT / DETAILED TECHNICAL DESIGN</w:t>
          </w:r>
        </w:p>
      </w:tc>
      <w:tc>
        <w:tcPr>
          <w:tcW w:w="6170" w:type="dxa"/>
          <w:vMerge w:val="restart"/>
          <w:tcBorders>
            <w:top w:val="single" w:sz="4" w:space="0" w:color="FFFFFF"/>
          </w:tcBorders>
        </w:tcPr>
        <w:p w14:paraId="2D0451A9" w14:textId="77777777" w:rsidR="00B03D0A" w:rsidRPr="002B4FB9" w:rsidRDefault="00B03D0A" w:rsidP="00500A47">
          <w:pPr>
            <w:pStyle w:val="Footer"/>
            <w:spacing w:after="120"/>
            <w:jc w:val="center"/>
            <w:rPr>
              <w:sz w:val="14"/>
              <w:szCs w:val="14"/>
              <w:highlight w:val="yellow"/>
            </w:rPr>
          </w:pPr>
        </w:p>
      </w:tc>
      <w:tc>
        <w:tcPr>
          <w:tcW w:w="6690" w:type="dxa"/>
          <w:vMerge w:val="restart"/>
          <w:vAlign w:val="center"/>
        </w:tcPr>
        <w:p w14:paraId="19BD99B6" w14:textId="77777777" w:rsidR="00B03D0A" w:rsidRPr="002B4FB9" w:rsidRDefault="00B03D0A" w:rsidP="00500A47">
          <w:pPr>
            <w:pStyle w:val="Footer"/>
            <w:spacing w:after="120"/>
            <w:jc w:val="center"/>
            <w:rPr>
              <w:sz w:val="14"/>
              <w:szCs w:val="14"/>
            </w:rPr>
          </w:pPr>
          <w:r w:rsidRPr="002B4FB9">
            <w:rPr>
              <w:sz w:val="14"/>
              <w:szCs w:val="14"/>
            </w:rPr>
            <w:t>DOKUMENDI KOOD / DOCUMENT CODE</w:t>
          </w:r>
        </w:p>
        <w:p w14:paraId="19BEA260" w14:textId="537138F4" w:rsidR="00B03D0A" w:rsidRPr="002B4FB9" w:rsidRDefault="00B03D0A" w:rsidP="00500A47">
          <w:pPr>
            <w:jc w:val="center"/>
            <w:rPr>
              <w:sz w:val="16"/>
              <w:szCs w:val="16"/>
            </w:rPr>
          </w:pPr>
          <w:r w:rsidRPr="002B4FB9">
            <w:rPr>
              <w:sz w:val="16"/>
              <w:szCs w:val="16"/>
            </w:rPr>
            <w:t>RBDTD-EE-DS2-DPS1_TRE_</w:t>
          </w:r>
          <w:r w:rsidR="0084743A">
            <w:rPr>
              <w:sz w:val="16"/>
              <w:szCs w:val="16"/>
            </w:rPr>
            <w:t>BR0070</w:t>
          </w:r>
          <w:r w:rsidRPr="002B4FB9">
            <w:rPr>
              <w:sz w:val="16"/>
              <w:szCs w:val="16"/>
            </w:rPr>
            <w:t>-ZZ_ZZZZ</w:t>
          </w:r>
          <w:r w:rsidR="0084743A">
            <w:rPr>
              <w:sz w:val="16"/>
              <w:szCs w:val="16"/>
            </w:rPr>
            <w:t>_D1</w:t>
          </w:r>
          <w:r w:rsidRPr="002B4FB9">
            <w:rPr>
              <w:sz w:val="16"/>
              <w:szCs w:val="16"/>
            </w:rPr>
            <w:t>_</w:t>
          </w:r>
          <w:r w:rsidR="0084743A">
            <w:rPr>
              <w:sz w:val="16"/>
              <w:szCs w:val="16"/>
            </w:rPr>
            <w:t>RO</w:t>
          </w:r>
          <w:r w:rsidRPr="002B4FB9">
            <w:rPr>
              <w:sz w:val="16"/>
              <w:szCs w:val="16"/>
            </w:rPr>
            <w:t>-</w:t>
          </w:r>
          <w:r w:rsidR="0084743A">
            <w:rPr>
              <w:sz w:val="16"/>
              <w:szCs w:val="16"/>
            </w:rPr>
            <w:t>TL</w:t>
          </w:r>
          <w:r w:rsidRPr="002B4FB9">
            <w:rPr>
              <w:sz w:val="16"/>
              <w:szCs w:val="16"/>
            </w:rPr>
            <w:t>_DTD_000</w:t>
          </w:r>
          <w:r w:rsidR="003E70C9" w:rsidRPr="002B4FB9">
            <w:rPr>
              <w:sz w:val="16"/>
              <w:szCs w:val="16"/>
            </w:rPr>
            <w:t>101</w:t>
          </w:r>
        </w:p>
      </w:tc>
      <w:tc>
        <w:tcPr>
          <w:tcW w:w="1134" w:type="dxa"/>
          <w:vAlign w:val="center"/>
        </w:tcPr>
        <w:p w14:paraId="41680CC0" w14:textId="77777777" w:rsidR="00B03D0A" w:rsidRPr="002B4FB9" w:rsidRDefault="00B03D0A" w:rsidP="00500A47">
          <w:pPr>
            <w:jc w:val="center"/>
            <w:rPr>
              <w:sz w:val="14"/>
              <w:szCs w:val="14"/>
            </w:rPr>
          </w:pPr>
          <w:r w:rsidRPr="002B4FB9">
            <w:rPr>
              <w:sz w:val="14"/>
              <w:szCs w:val="14"/>
            </w:rPr>
            <w:t xml:space="preserve">LEHEKÜLG / </w:t>
          </w:r>
        </w:p>
        <w:p w14:paraId="4FBDED5A" w14:textId="77777777" w:rsidR="00B03D0A" w:rsidRPr="002B4FB9" w:rsidRDefault="00B03D0A" w:rsidP="00500A47">
          <w:pPr>
            <w:jc w:val="center"/>
            <w:rPr>
              <w:sz w:val="14"/>
              <w:szCs w:val="14"/>
            </w:rPr>
          </w:pPr>
          <w:r w:rsidRPr="002B4FB9">
            <w:rPr>
              <w:sz w:val="14"/>
              <w:szCs w:val="14"/>
            </w:rPr>
            <w:t>PAGE</w:t>
          </w:r>
        </w:p>
      </w:tc>
      <w:tc>
        <w:tcPr>
          <w:tcW w:w="1134" w:type="dxa"/>
          <w:vAlign w:val="center"/>
        </w:tcPr>
        <w:p w14:paraId="44477A19" w14:textId="77777777" w:rsidR="00B03D0A" w:rsidRPr="002B4FB9" w:rsidRDefault="00B03D0A" w:rsidP="00500A47">
          <w:pPr>
            <w:pStyle w:val="Footer"/>
            <w:jc w:val="center"/>
            <w:rPr>
              <w:sz w:val="14"/>
              <w:szCs w:val="14"/>
            </w:rPr>
          </w:pPr>
          <w:r w:rsidRPr="002B4FB9">
            <w:rPr>
              <w:sz w:val="14"/>
              <w:szCs w:val="14"/>
            </w:rPr>
            <w:t xml:space="preserve">LEHED / </w:t>
          </w:r>
        </w:p>
        <w:p w14:paraId="0523FA36" w14:textId="77777777" w:rsidR="00B03D0A" w:rsidRPr="002B4FB9" w:rsidRDefault="00B03D0A" w:rsidP="00500A47">
          <w:pPr>
            <w:pStyle w:val="Footer"/>
            <w:jc w:val="center"/>
            <w:rPr>
              <w:sz w:val="14"/>
              <w:szCs w:val="14"/>
            </w:rPr>
          </w:pPr>
          <w:r w:rsidRPr="002B4FB9">
            <w:rPr>
              <w:sz w:val="14"/>
              <w:szCs w:val="14"/>
            </w:rPr>
            <w:t>PAGES</w:t>
          </w:r>
        </w:p>
      </w:tc>
      <w:tc>
        <w:tcPr>
          <w:tcW w:w="1134" w:type="dxa"/>
          <w:vAlign w:val="center"/>
        </w:tcPr>
        <w:p w14:paraId="50429706" w14:textId="77777777" w:rsidR="00B03D0A" w:rsidRPr="002B4FB9" w:rsidRDefault="00B03D0A" w:rsidP="00500A47">
          <w:pPr>
            <w:autoSpaceDE w:val="0"/>
            <w:autoSpaceDN w:val="0"/>
            <w:adjustRightInd w:val="0"/>
            <w:jc w:val="center"/>
            <w:rPr>
              <w:sz w:val="14"/>
              <w:szCs w:val="14"/>
            </w:rPr>
          </w:pPr>
          <w:r w:rsidRPr="002B4FB9">
            <w:rPr>
              <w:sz w:val="14"/>
              <w:szCs w:val="14"/>
            </w:rPr>
            <w:t xml:space="preserve">REVISIOON / </w:t>
          </w:r>
        </w:p>
        <w:p w14:paraId="25A89DDE" w14:textId="77777777" w:rsidR="00B03D0A" w:rsidRPr="002B4FB9" w:rsidRDefault="00B03D0A" w:rsidP="00500A47">
          <w:pPr>
            <w:autoSpaceDE w:val="0"/>
            <w:autoSpaceDN w:val="0"/>
            <w:adjustRightInd w:val="0"/>
            <w:jc w:val="center"/>
            <w:rPr>
              <w:sz w:val="14"/>
              <w:szCs w:val="14"/>
            </w:rPr>
          </w:pPr>
          <w:r w:rsidRPr="002B4FB9">
            <w:rPr>
              <w:sz w:val="14"/>
              <w:szCs w:val="14"/>
            </w:rPr>
            <w:t>REVISION</w:t>
          </w:r>
        </w:p>
      </w:tc>
    </w:tr>
    <w:tr w:rsidR="00B03D0A" w:rsidRPr="002B4FB9" w14:paraId="71F184E0" w14:textId="77777777" w:rsidTr="003220D0">
      <w:trPr>
        <w:trHeight w:val="340"/>
        <w:jc w:val="right"/>
      </w:trPr>
      <w:tc>
        <w:tcPr>
          <w:tcW w:w="4673" w:type="dxa"/>
          <w:vMerge/>
        </w:tcPr>
        <w:p w14:paraId="01D7ACA6" w14:textId="77777777" w:rsidR="00B03D0A" w:rsidRPr="002B4FB9" w:rsidRDefault="00B03D0A" w:rsidP="00500A47">
          <w:pPr>
            <w:jc w:val="center"/>
            <w:rPr>
              <w:sz w:val="16"/>
              <w:szCs w:val="16"/>
            </w:rPr>
          </w:pPr>
        </w:p>
      </w:tc>
      <w:tc>
        <w:tcPr>
          <w:tcW w:w="6170" w:type="dxa"/>
          <w:vMerge/>
          <w:tcBorders>
            <w:bottom w:val="single" w:sz="4" w:space="0" w:color="FFFFFF"/>
          </w:tcBorders>
        </w:tcPr>
        <w:p w14:paraId="4A071267" w14:textId="77777777" w:rsidR="00B03D0A" w:rsidRPr="002B4FB9" w:rsidRDefault="00B03D0A" w:rsidP="00500A47">
          <w:pPr>
            <w:jc w:val="center"/>
            <w:rPr>
              <w:sz w:val="16"/>
              <w:szCs w:val="16"/>
            </w:rPr>
          </w:pPr>
        </w:p>
      </w:tc>
      <w:tc>
        <w:tcPr>
          <w:tcW w:w="6690" w:type="dxa"/>
          <w:vMerge/>
          <w:vAlign w:val="center"/>
        </w:tcPr>
        <w:p w14:paraId="0C59D8CF" w14:textId="77777777" w:rsidR="00B03D0A" w:rsidRPr="002B4FB9" w:rsidRDefault="00B03D0A" w:rsidP="00500A47">
          <w:pPr>
            <w:jc w:val="center"/>
            <w:rPr>
              <w:sz w:val="16"/>
              <w:szCs w:val="16"/>
            </w:rPr>
          </w:pPr>
        </w:p>
      </w:tc>
      <w:tc>
        <w:tcPr>
          <w:tcW w:w="1134" w:type="dxa"/>
          <w:vAlign w:val="center"/>
        </w:tcPr>
        <w:p w14:paraId="6DDF2A14" w14:textId="0D63AD4D" w:rsidR="00B03D0A" w:rsidRPr="002B4FB9" w:rsidRDefault="00B03D0A" w:rsidP="00500A47">
          <w:pPr>
            <w:jc w:val="center"/>
            <w:rPr>
              <w:sz w:val="16"/>
              <w:szCs w:val="16"/>
            </w:rPr>
          </w:pPr>
          <w:r w:rsidRPr="002B4FB9">
            <w:rPr>
              <w:sz w:val="16"/>
              <w:szCs w:val="16"/>
            </w:rPr>
            <w:fldChar w:fldCharType="begin"/>
          </w:r>
          <w:r w:rsidRPr="002B4FB9">
            <w:rPr>
              <w:sz w:val="16"/>
              <w:szCs w:val="16"/>
            </w:rPr>
            <w:instrText>PAGE   \* MERGEFORMAT</w:instrText>
          </w:r>
          <w:r w:rsidRPr="002B4FB9">
            <w:rPr>
              <w:sz w:val="16"/>
              <w:szCs w:val="16"/>
            </w:rPr>
            <w:fldChar w:fldCharType="separate"/>
          </w:r>
          <w:r w:rsidR="007C751C" w:rsidRPr="002B4FB9">
            <w:rPr>
              <w:sz w:val="16"/>
              <w:szCs w:val="16"/>
            </w:rPr>
            <w:t>7</w:t>
          </w:r>
          <w:r w:rsidRPr="002B4FB9">
            <w:rPr>
              <w:sz w:val="16"/>
              <w:szCs w:val="16"/>
            </w:rPr>
            <w:fldChar w:fldCharType="end"/>
          </w:r>
        </w:p>
      </w:tc>
      <w:tc>
        <w:tcPr>
          <w:tcW w:w="1134" w:type="dxa"/>
          <w:vAlign w:val="center"/>
        </w:tcPr>
        <w:p w14:paraId="255E39E7" w14:textId="7AF87407" w:rsidR="00B03D0A" w:rsidRPr="002B4FB9" w:rsidRDefault="00B551E6" w:rsidP="00500A47">
          <w:pPr>
            <w:jc w:val="center"/>
            <w:rPr>
              <w:sz w:val="16"/>
              <w:szCs w:val="16"/>
            </w:rPr>
          </w:pPr>
          <w:r>
            <w:rPr>
              <w:sz w:val="16"/>
              <w:szCs w:val="16"/>
            </w:rPr>
            <w:t>11</w:t>
          </w:r>
        </w:p>
      </w:tc>
      <w:tc>
        <w:tcPr>
          <w:tcW w:w="1134" w:type="dxa"/>
          <w:vAlign w:val="center"/>
        </w:tcPr>
        <w:p w14:paraId="2AE0177B" w14:textId="21DF5A79" w:rsidR="00B03D0A" w:rsidRPr="002B4FB9" w:rsidRDefault="00B03D0A" w:rsidP="006E3690">
          <w:pPr>
            <w:jc w:val="center"/>
            <w:rPr>
              <w:sz w:val="16"/>
              <w:szCs w:val="16"/>
            </w:rPr>
          </w:pPr>
          <w:r w:rsidRPr="002B4FB9">
            <w:rPr>
              <w:sz w:val="16"/>
              <w:szCs w:val="16"/>
            </w:rPr>
            <w:t>00</w:t>
          </w:r>
          <w:r w:rsidR="00C204E1" w:rsidRPr="002B4FB9">
            <w:rPr>
              <w:sz w:val="16"/>
              <w:szCs w:val="16"/>
            </w:rPr>
            <w:t>1</w:t>
          </w:r>
        </w:p>
      </w:tc>
    </w:tr>
  </w:tbl>
  <w:p w14:paraId="6C4F8CAD" w14:textId="51262B87" w:rsidR="00B03D0A" w:rsidRPr="002B4FB9" w:rsidRDefault="00B03D0A" w:rsidP="00500A47">
    <w:pPr>
      <w:pStyle w:val="Footer"/>
      <w:tabs>
        <w:tab w:val="clear" w:pos="4252"/>
        <w:tab w:val="clear" w:pos="8504"/>
        <w:tab w:val="left" w:pos="147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D5B10" w14:textId="77777777" w:rsidR="001E03A1" w:rsidRPr="002B4FB9" w:rsidRDefault="001E03A1" w:rsidP="00B04B85">
      <w:r w:rsidRPr="002B4FB9">
        <w:separator/>
      </w:r>
    </w:p>
  </w:footnote>
  <w:footnote w:type="continuationSeparator" w:id="0">
    <w:p w14:paraId="4106A37A" w14:textId="77777777" w:rsidR="001E03A1" w:rsidRPr="002B4FB9" w:rsidRDefault="001E03A1" w:rsidP="00B04B85">
      <w:r w:rsidRPr="002B4FB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7462" w:type="pct"/>
      <w:tblInd w:w="-141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6594"/>
      <w:gridCol w:w="4128"/>
    </w:tblGrid>
    <w:tr w:rsidR="00B03D0A" w:rsidRPr="002B4FB9" w14:paraId="000B4690" w14:textId="77777777" w:rsidTr="005879F5">
      <w:tc>
        <w:tcPr>
          <w:tcW w:w="246" w:type="pct"/>
        </w:tcPr>
        <w:p w14:paraId="1BF7DEAC" w14:textId="1C96B21A" w:rsidR="00B03D0A" w:rsidRPr="002B4FB9" w:rsidRDefault="00B03D0A" w:rsidP="005879F5">
          <w:pPr>
            <w:pStyle w:val="Header"/>
            <w:tabs>
              <w:tab w:val="clear" w:pos="8504"/>
            </w:tabs>
            <w:ind w:right="-473"/>
          </w:pPr>
          <w:bookmarkStart w:id="0" w:name="_Hlk55222959"/>
          <w:r w:rsidRPr="002B4FB9">
            <w:rPr>
              <w:noProof/>
              <w:lang w:eastAsia="et-EE"/>
            </w:rPr>
            <w:drawing>
              <wp:inline distT="0" distB="0" distL="0" distR="0" wp14:anchorId="204C939B" wp14:editId="34C75D67">
                <wp:extent cx="1369757" cy="468000"/>
                <wp:effectExtent l="0" t="0" r="1905" b="8255"/>
                <wp:docPr id="1885716139" name="Picture 881468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074" w:type="pct"/>
          <w:vAlign w:val="center"/>
        </w:tcPr>
        <w:p w14:paraId="0F262416" w14:textId="32259698" w:rsidR="00B03D0A" w:rsidRPr="002B4FB9" w:rsidRDefault="00B03D0A" w:rsidP="00C204E1">
          <w:pPr>
            <w:pStyle w:val="Header"/>
            <w:spacing w:after="120"/>
            <w:rPr>
              <w:sz w:val="18"/>
              <w:szCs w:val="18"/>
            </w:rPr>
          </w:pPr>
          <w:r w:rsidRPr="002B4FB9">
            <w:rPr>
              <w:sz w:val="18"/>
              <w:szCs w:val="18"/>
            </w:rPr>
            <w:t>RAIL BALTICA HARJUMAA PÕHITRASSI RAUDTEETARISTU I ETAPI EHITUSTÖÖD</w:t>
          </w:r>
          <w:r w:rsidR="00C204E1" w:rsidRPr="002B4FB9">
            <w:rPr>
              <w:sz w:val="18"/>
              <w:szCs w:val="18"/>
            </w:rPr>
            <w:t xml:space="preserve"> </w:t>
          </w:r>
        </w:p>
        <w:p w14:paraId="45430AED" w14:textId="0DA7B4D6" w:rsidR="00B03D0A" w:rsidRPr="002B4FB9" w:rsidRDefault="00B03D0A" w:rsidP="00C204E1">
          <w:pPr>
            <w:pStyle w:val="Header"/>
            <w:spacing w:after="120"/>
            <w:rPr>
              <w:sz w:val="20"/>
              <w:szCs w:val="20"/>
            </w:rPr>
          </w:pPr>
          <w:r w:rsidRPr="002B4FB9">
            <w:rPr>
              <w:sz w:val="18"/>
              <w:szCs w:val="18"/>
            </w:rPr>
            <w:t>RAIL BALTICA HARJUMAA MAIN ROUTE RAILWAY I STAGE CONSTRUCTION WORKS</w:t>
          </w:r>
        </w:p>
      </w:tc>
      <w:tc>
        <w:tcPr>
          <w:tcW w:w="716" w:type="pct"/>
          <w:vAlign w:val="center"/>
        </w:tcPr>
        <w:p w14:paraId="38070302" w14:textId="5252160E" w:rsidR="00B03D0A" w:rsidRPr="002B4FB9" w:rsidRDefault="00B03D0A" w:rsidP="004366AA">
          <w:pPr>
            <w:pStyle w:val="Header"/>
            <w:rPr>
              <w:b/>
              <w:bCs/>
              <w:sz w:val="16"/>
              <w:szCs w:val="16"/>
            </w:rPr>
          </w:pPr>
          <w:r w:rsidRPr="002B4FB9">
            <w:rPr>
              <w:b/>
              <w:bCs/>
              <w:noProof/>
              <w:sz w:val="16"/>
              <w:szCs w:val="16"/>
              <w:lang w:eastAsia="et-EE"/>
            </w:rPr>
            <w:drawing>
              <wp:anchor distT="0" distB="0" distL="114300" distR="114300" simplePos="0" relativeHeight="251659264" behindDoc="0" locked="0" layoutInCell="1" allowOverlap="1" wp14:anchorId="15680825" wp14:editId="1BBAB8BA">
                <wp:simplePos x="0" y="0"/>
                <wp:positionH relativeFrom="column">
                  <wp:posOffset>78740</wp:posOffset>
                </wp:positionH>
                <wp:positionV relativeFrom="paragraph">
                  <wp:posOffset>-292735</wp:posOffset>
                </wp:positionV>
                <wp:extent cx="1791970" cy="422910"/>
                <wp:effectExtent l="0" t="0" r="0" b="0"/>
                <wp:wrapNone/>
                <wp:docPr id="1650012692" name="Picture 170743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sidRPr="002B4FB9">
            <w:rPr>
              <w:b/>
              <w:bCs/>
              <w:sz w:val="16"/>
              <w:szCs w:val="16"/>
            </w:rPr>
            <w:t xml:space="preserve">            </w:t>
          </w:r>
        </w:p>
      </w:tc>
    </w:tr>
  </w:tbl>
  <w:bookmarkEnd w:id="0"/>
  <w:p w14:paraId="2ABEA8D2" w14:textId="5798F5C0" w:rsidR="00B03D0A" w:rsidRPr="002B4FB9" w:rsidRDefault="005879F5" w:rsidP="000B4889">
    <w:pPr>
      <w:pStyle w:val="Header"/>
    </w:pPr>
    <w:r w:rsidRPr="002B4FB9">
      <w:rPr>
        <w:noProof/>
        <w:sz w:val="18"/>
        <w:szCs w:val="18"/>
        <w:lang w:eastAsia="et-EE"/>
      </w:rPr>
      <w:drawing>
        <wp:anchor distT="0" distB="0" distL="114300" distR="114300" simplePos="0" relativeHeight="251667456" behindDoc="0" locked="0" layoutInCell="1" allowOverlap="1" wp14:anchorId="67EC89E1" wp14:editId="3DA6D78F">
          <wp:simplePos x="0" y="0"/>
          <wp:positionH relativeFrom="column">
            <wp:posOffset>4317530</wp:posOffset>
          </wp:positionH>
          <wp:positionV relativeFrom="paragraph">
            <wp:posOffset>-833727</wp:posOffset>
          </wp:positionV>
          <wp:extent cx="1417955" cy="334645"/>
          <wp:effectExtent l="0" t="0" r="0" b="8255"/>
          <wp:wrapNone/>
          <wp:docPr id="1466642457" name="Picture 1184531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7955" cy="334645"/>
                  </a:xfrm>
                  <a:prstGeom prst="rect">
                    <a:avLst/>
                  </a:prstGeom>
                </pic:spPr>
              </pic:pic>
            </a:graphicData>
          </a:graphic>
          <wp14:sizeRelH relativeFrom="margin">
            <wp14:pctWidth>0</wp14:pctWidth>
          </wp14:sizeRelH>
          <wp14:sizeRelV relativeFrom="margin">
            <wp14:pctHeight>0</wp14:pctHeight>
          </wp14:sizeRelV>
        </wp:anchor>
      </w:drawing>
    </w:r>
    <w:r w:rsidRPr="002B4FB9">
      <w:rPr>
        <w:noProof/>
        <w:sz w:val="20"/>
        <w:szCs w:val="20"/>
        <w:lang w:eastAsia="et-EE"/>
      </w:rPr>
      <w:drawing>
        <wp:anchor distT="0" distB="0" distL="114300" distR="114300" simplePos="0" relativeHeight="251666432" behindDoc="0" locked="0" layoutInCell="1" allowOverlap="1" wp14:anchorId="528D78A8" wp14:editId="460C813C">
          <wp:simplePos x="0" y="0"/>
          <wp:positionH relativeFrom="column">
            <wp:posOffset>2684090</wp:posOffset>
          </wp:positionH>
          <wp:positionV relativeFrom="paragraph">
            <wp:posOffset>-840077</wp:posOffset>
          </wp:positionV>
          <wp:extent cx="1534160" cy="334010"/>
          <wp:effectExtent l="0" t="0" r="8890" b="8890"/>
          <wp:wrapNone/>
          <wp:docPr id="5036897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4160" cy="33401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6174" w:type="pct"/>
      <w:tblInd w:w="-127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15077"/>
      <w:gridCol w:w="5573"/>
    </w:tblGrid>
    <w:tr w:rsidR="005879F5" w:rsidRPr="002B4FB9" w14:paraId="6C29BA32" w14:textId="77777777" w:rsidTr="005879F5">
      <w:trPr>
        <w:trHeight w:val="1114"/>
      </w:trPr>
      <w:tc>
        <w:tcPr>
          <w:tcW w:w="1013" w:type="pct"/>
        </w:tcPr>
        <w:p w14:paraId="6BECD1AE" w14:textId="77777777" w:rsidR="00B03D0A" w:rsidRPr="002B4FB9" w:rsidRDefault="00B03D0A" w:rsidP="00FD118C">
          <w:pPr>
            <w:pStyle w:val="Header"/>
          </w:pPr>
          <w:r w:rsidRPr="002B4FB9">
            <w:rPr>
              <w:noProof/>
              <w:lang w:eastAsia="et-EE"/>
            </w:rPr>
            <w:drawing>
              <wp:inline distT="0" distB="0" distL="0" distR="0" wp14:anchorId="79116909" wp14:editId="53ADF89C">
                <wp:extent cx="1232452" cy="421088"/>
                <wp:effectExtent l="0" t="0" r="6350" b="0"/>
                <wp:docPr id="1798365015" name="Picture 175134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253821" cy="4283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11" w:type="pct"/>
          <w:vAlign w:val="center"/>
        </w:tcPr>
        <w:p w14:paraId="22C475E0" w14:textId="4797A795" w:rsidR="00B03D0A" w:rsidRPr="002B4FB9" w:rsidRDefault="005879F5" w:rsidP="005879F5">
          <w:pPr>
            <w:pStyle w:val="Header"/>
            <w:spacing w:after="120"/>
            <w:ind w:left="-109" w:right="-404"/>
            <w:rPr>
              <w:sz w:val="18"/>
              <w:szCs w:val="18"/>
            </w:rPr>
          </w:pPr>
          <w:r w:rsidRPr="002B4FB9">
            <w:rPr>
              <w:noProof/>
              <w:lang w:eastAsia="et-EE"/>
            </w:rPr>
            <w:drawing>
              <wp:anchor distT="0" distB="0" distL="114300" distR="114300" simplePos="0" relativeHeight="251664384" behindDoc="0" locked="0" layoutInCell="1" allowOverlap="1" wp14:anchorId="48941DB8" wp14:editId="35C69E0E">
                <wp:simplePos x="0" y="0"/>
                <wp:positionH relativeFrom="column">
                  <wp:posOffset>4819650</wp:posOffset>
                </wp:positionH>
                <wp:positionV relativeFrom="paragraph">
                  <wp:posOffset>42545</wp:posOffset>
                </wp:positionV>
                <wp:extent cx="1417955" cy="334645"/>
                <wp:effectExtent l="0" t="0" r="0" b="8255"/>
                <wp:wrapNone/>
                <wp:docPr id="6180914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7955" cy="334645"/>
                        </a:xfrm>
                        <a:prstGeom prst="rect">
                          <a:avLst/>
                        </a:prstGeom>
                      </pic:spPr>
                    </pic:pic>
                  </a:graphicData>
                </a:graphic>
                <wp14:sizeRelH relativeFrom="margin">
                  <wp14:pctWidth>0</wp14:pctWidth>
                </wp14:sizeRelH>
                <wp14:sizeRelV relativeFrom="margin">
                  <wp14:pctHeight>0</wp14:pctHeight>
                </wp14:sizeRelV>
              </wp:anchor>
            </w:drawing>
          </w:r>
          <w:r w:rsidR="00B03D0A" w:rsidRPr="002B4FB9">
            <w:rPr>
              <w:sz w:val="18"/>
              <w:szCs w:val="18"/>
            </w:rPr>
            <w:t>RAIL BALTICA HARJUMAA PÕHITRASSI RAUDTEETARISTU I ETAPI EHITUSTÖÖD</w:t>
          </w:r>
        </w:p>
        <w:p w14:paraId="43F99B50" w14:textId="65EAD775" w:rsidR="00B03D0A" w:rsidRPr="002B4FB9" w:rsidRDefault="00B03D0A" w:rsidP="005879F5">
          <w:pPr>
            <w:pStyle w:val="Header"/>
            <w:tabs>
              <w:tab w:val="left" w:pos="6073"/>
            </w:tabs>
            <w:spacing w:after="120"/>
            <w:ind w:left="-109" w:right="651"/>
            <w:rPr>
              <w:sz w:val="20"/>
              <w:szCs w:val="20"/>
            </w:rPr>
          </w:pPr>
          <w:r w:rsidRPr="002B4FB9">
            <w:rPr>
              <w:sz w:val="18"/>
              <w:szCs w:val="18"/>
            </w:rPr>
            <w:t>RAIL BALTICA HARJUMAA MAIN ROUTE RAILWAY I STAGE CONSTRUCTION WORKS</w:t>
          </w:r>
        </w:p>
      </w:tc>
      <w:tc>
        <w:tcPr>
          <w:tcW w:w="1076" w:type="pct"/>
          <w:vAlign w:val="center"/>
        </w:tcPr>
        <w:p w14:paraId="59C81711" w14:textId="10A290BF" w:rsidR="00B03D0A" w:rsidRPr="002B4FB9" w:rsidRDefault="00B03D0A" w:rsidP="00FD118C">
          <w:pPr>
            <w:pStyle w:val="Header"/>
            <w:jc w:val="right"/>
            <w:rPr>
              <w:b/>
              <w:bCs/>
              <w:sz w:val="16"/>
              <w:szCs w:val="16"/>
            </w:rPr>
          </w:pPr>
        </w:p>
      </w:tc>
    </w:tr>
  </w:tbl>
  <w:p w14:paraId="0AA022A1" w14:textId="676D41FA" w:rsidR="00B03D0A" w:rsidRPr="002B4FB9" w:rsidRDefault="005879F5" w:rsidP="005879F5">
    <w:pPr>
      <w:pStyle w:val="Header"/>
      <w:ind w:right="-568"/>
    </w:pPr>
    <w:r w:rsidRPr="002B4FB9">
      <w:rPr>
        <w:noProof/>
        <w:sz w:val="20"/>
        <w:szCs w:val="20"/>
        <w:lang w:eastAsia="et-EE"/>
      </w:rPr>
      <w:drawing>
        <wp:anchor distT="0" distB="0" distL="114300" distR="114300" simplePos="0" relativeHeight="251661312" behindDoc="0" locked="0" layoutInCell="1" allowOverlap="1" wp14:anchorId="713EB54B" wp14:editId="275CE125">
          <wp:simplePos x="0" y="0"/>
          <wp:positionH relativeFrom="column">
            <wp:posOffset>7405922</wp:posOffset>
          </wp:positionH>
          <wp:positionV relativeFrom="paragraph">
            <wp:posOffset>-962191</wp:posOffset>
          </wp:positionV>
          <wp:extent cx="1534160" cy="334010"/>
          <wp:effectExtent l="0" t="0" r="8890" b="8890"/>
          <wp:wrapNone/>
          <wp:docPr id="10878672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4160" cy="3340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7462" w:type="pct"/>
      <w:tblInd w:w="-141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5404"/>
      <w:gridCol w:w="3900"/>
    </w:tblGrid>
    <w:tr w:rsidR="005879F5" w:rsidRPr="002B4FB9" w14:paraId="7216B21B" w14:textId="77777777" w:rsidTr="00E54D1D">
      <w:tc>
        <w:tcPr>
          <w:tcW w:w="246" w:type="pct"/>
        </w:tcPr>
        <w:p w14:paraId="67A5960D" w14:textId="77777777" w:rsidR="005879F5" w:rsidRPr="002B4FB9" w:rsidRDefault="005879F5" w:rsidP="005879F5">
          <w:pPr>
            <w:pStyle w:val="Header"/>
            <w:tabs>
              <w:tab w:val="clear" w:pos="8504"/>
            </w:tabs>
            <w:ind w:right="-473"/>
          </w:pPr>
          <w:r w:rsidRPr="002B4FB9">
            <w:rPr>
              <w:noProof/>
              <w:lang w:eastAsia="et-EE"/>
            </w:rPr>
            <w:drawing>
              <wp:inline distT="0" distB="0" distL="0" distR="0" wp14:anchorId="1AA16A15" wp14:editId="3D6F624C">
                <wp:extent cx="1369757" cy="468000"/>
                <wp:effectExtent l="0" t="0" r="1905" b="8255"/>
                <wp:docPr id="934116375" name="Picture 129903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074" w:type="pct"/>
          <w:vAlign w:val="center"/>
        </w:tcPr>
        <w:p w14:paraId="567A62D6" w14:textId="77777777" w:rsidR="005879F5" w:rsidRPr="002B4FB9" w:rsidRDefault="005879F5" w:rsidP="005879F5">
          <w:pPr>
            <w:pStyle w:val="Header"/>
            <w:spacing w:after="120"/>
            <w:rPr>
              <w:sz w:val="18"/>
              <w:szCs w:val="18"/>
            </w:rPr>
          </w:pPr>
          <w:r w:rsidRPr="002B4FB9">
            <w:rPr>
              <w:sz w:val="18"/>
              <w:szCs w:val="18"/>
            </w:rPr>
            <w:t xml:space="preserve">RAIL BALTICA HARJUMAA PÕHITRASSI RAUDTEETARISTU I ETAPI EHITUSTÖÖD </w:t>
          </w:r>
        </w:p>
        <w:p w14:paraId="302E9E16" w14:textId="77777777" w:rsidR="005879F5" w:rsidRPr="002B4FB9" w:rsidRDefault="005879F5" w:rsidP="005879F5">
          <w:pPr>
            <w:pStyle w:val="Header"/>
            <w:spacing w:after="120"/>
            <w:rPr>
              <w:sz w:val="20"/>
              <w:szCs w:val="20"/>
            </w:rPr>
          </w:pPr>
          <w:r w:rsidRPr="002B4FB9">
            <w:rPr>
              <w:sz w:val="18"/>
              <w:szCs w:val="18"/>
            </w:rPr>
            <w:t>RAIL BALTICA HARJUMAA MAIN ROUTE RAILWAY I STAGE CONSTRUCTION WORKS</w:t>
          </w:r>
        </w:p>
      </w:tc>
      <w:tc>
        <w:tcPr>
          <w:tcW w:w="716" w:type="pct"/>
          <w:vAlign w:val="center"/>
        </w:tcPr>
        <w:p w14:paraId="07736C84" w14:textId="77777777" w:rsidR="005879F5" w:rsidRPr="002B4FB9" w:rsidRDefault="005879F5" w:rsidP="005879F5">
          <w:pPr>
            <w:pStyle w:val="Header"/>
            <w:rPr>
              <w:b/>
              <w:bCs/>
              <w:sz w:val="16"/>
              <w:szCs w:val="16"/>
            </w:rPr>
          </w:pPr>
          <w:r w:rsidRPr="002B4FB9">
            <w:rPr>
              <w:b/>
              <w:bCs/>
              <w:noProof/>
              <w:sz w:val="16"/>
              <w:szCs w:val="16"/>
              <w:lang w:eastAsia="et-EE"/>
            </w:rPr>
            <w:drawing>
              <wp:anchor distT="0" distB="0" distL="114300" distR="114300" simplePos="0" relativeHeight="251677696" behindDoc="0" locked="0" layoutInCell="1" allowOverlap="1" wp14:anchorId="751AE010" wp14:editId="2312B994">
                <wp:simplePos x="0" y="0"/>
                <wp:positionH relativeFrom="column">
                  <wp:posOffset>78740</wp:posOffset>
                </wp:positionH>
                <wp:positionV relativeFrom="paragraph">
                  <wp:posOffset>-292735</wp:posOffset>
                </wp:positionV>
                <wp:extent cx="1791970" cy="422910"/>
                <wp:effectExtent l="0" t="0" r="0" b="0"/>
                <wp:wrapNone/>
                <wp:docPr id="1591231098" name="Picture 833363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sidRPr="002B4FB9">
            <w:rPr>
              <w:b/>
              <w:bCs/>
              <w:sz w:val="16"/>
              <w:szCs w:val="16"/>
            </w:rPr>
            <w:t xml:space="preserve">            </w:t>
          </w:r>
        </w:p>
      </w:tc>
    </w:tr>
  </w:tbl>
  <w:p w14:paraId="6BBBB1D0" w14:textId="77777777" w:rsidR="005879F5" w:rsidRPr="002B4FB9" w:rsidRDefault="005879F5" w:rsidP="005879F5">
    <w:pPr>
      <w:pStyle w:val="Header"/>
    </w:pPr>
    <w:r w:rsidRPr="002B4FB9">
      <w:rPr>
        <w:noProof/>
        <w:sz w:val="18"/>
        <w:szCs w:val="18"/>
        <w:lang w:eastAsia="et-EE"/>
      </w:rPr>
      <w:drawing>
        <wp:anchor distT="0" distB="0" distL="114300" distR="114300" simplePos="0" relativeHeight="251679744" behindDoc="0" locked="0" layoutInCell="1" allowOverlap="1" wp14:anchorId="20662EAC" wp14:editId="0B19300A">
          <wp:simplePos x="0" y="0"/>
          <wp:positionH relativeFrom="column">
            <wp:posOffset>4317530</wp:posOffset>
          </wp:positionH>
          <wp:positionV relativeFrom="paragraph">
            <wp:posOffset>-833727</wp:posOffset>
          </wp:positionV>
          <wp:extent cx="1417955" cy="334645"/>
          <wp:effectExtent l="0" t="0" r="0" b="8255"/>
          <wp:wrapNone/>
          <wp:docPr id="1108596188" name="Picture 201148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7955" cy="334645"/>
                  </a:xfrm>
                  <a:prstGeom prst="rect">
                    <a:avLst/>
                  </a:prstGeom>
                </pic:spPr>
              </pic:pic>
            </a:graphicData>
          </a:graphic>
          <wp14:sizeRelH relativeFrom="margin">
            <wp14:pctWidth>0</wp14:pctWidth>
          </wp14:sizeRelH>
          <wp14:sizeRelV relativeFrom="margin">
            <wp14:pctHeight>0</wp14:pctHeight>
          </wp14:sizeRelV>
        </wp:anchor>
      </w:drawing>
    </w:r>
    <w:r w:rsidRPr="002B4FB9">
      <w:rPr>
        <w:noProof/>
        <w:sz w:val="20"/>
        <w:szCs w:val="20"/>
        <w:lang w:eastAsia="et-EE"/>
      </w:rPr>
      <w:drawing>
        <wp:anchor distT="0" distB="0" distL="114300" distR="114300" simplePos="0" relativeHeight="251678720" behindDoc="0" locked="0" layoutInCell="1" allowOverlap="1" wp14:anchorId="6054A1E8" wp14:editId="29D43CEA">
          <wp:simplePos x="0" y="0"/>
          <wp:positionH relativeFrom="column">
            <wp:posOffset>2684090</wp:posOffset>
          </wp:positionH>
          <wp:positionV relativeFrom="paragraph">
            <wp:posOffset>-840077</wp:posOffset>
          </wp:positionV>
          <wp:extent cx="1534160" cy="334010"/>
          <wp:effectExtent l="0" t="0" r="8890" b="8890"/>
          <wp:wrapNone/>
          <wp:docPr id="1253809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4160" cy="334010"/>
                  </a:xfrm>
                  <a:prstGeom prst="rect">
                    <a:avLst/>
                  </a:prstGeom>
                </pic:spPr>
              </pic:pic>
            </a:graphicData>
          </a:graphic>
          <wp14:sizeRelH relativeFrom="margin">
            <wp14:pctWidth>0</wp14:pctWidth>
          </wp14:sizeRelH>
          <wp14:sizeRelV relativeFrom="margin">
            <wp14:pctHeight>0</wp14:pctHeight>
          </wp14:sizeRelV>
        </wp:anchor>
      </w:drawing>
    </w:r>
  </w:p>
  <w:p w14:paraId="004063E5" w14:textId="2686277C" w:rsidR="005879F5" w:rsidRPr="002B4FB9" w:rsidRDefault="005879F5" w:rsidP="005879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6251" w:type="pct"/>
      <w:tblInd w:w="-127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0"/>
      <w:gridCol w:w="6662"/>
      <w:gridCol w:w="2409"/>
    </w:tblGrid>
    <w:tr w:rsidR="005879F5" w:rsidRPr="002B4FB9" w14:paraId="171B016A" w14:textId="77777777" w:rsidTr="005879F5">
      <w:trPr>
        <w:trHeight w:val="1114"/>
      </w:trPr>
      <w:tc>
        <w:tcPr>
          <w:tcW w:w="1001" w:type="pct"/>
        </w:tcPr>
        <w:p w14:paraId="044AB276" w14:textId="77777777" w:rsidR="005879F5" w:rsidRPr="002B4FB9" w:rsidRDefault="005879F5" w:rsidP="00FD118C">
          <w:pPr>
            <w:pStyle w:val="Header"/>
          </w:pPr>
          <w:r w:rsidRPr="002B4FB9">
            <w:rPr>
              <w:noProof/>
              <w:lang w:eastAsia="et-EE"/>
            </w:rPr>
            <w:drawing>
              <wp:inline distT="0" distB="0" distL="0" distR="0" wp14:anchorId="06DCDCA1" wp14:editId="6208B2F7">
                <wp:extent cx="1232452" cy="421088"/>
                <wp:effectExtent l="0" t="0" r="6350" b="0"/>
                <wp:docPr id="1915785886" name="Picture 568786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253821" cy="4283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37" w:type="pct"/>
          <w:vAlign w:val="center"/>
        </w:tcPr>
        <w:p w14:paraId="40AD096C" w14:textId="77777777" w:rsidR="005879F5" w:rsidRPr="002B4FB9" w:rsidRDefault="005879F5" w:rsidP="005879F5">
          <w:pPr>
            <w:pStyle w:val="Header"/>
            <w:spacing w:after="120"/>
            <w:ind w:left="-109" w:right="-404"/>
            <w:rPr>
              <w:sz w:val="18"/>
              <w:szCs w:val="18"/>
            </w:rPr>
          </w:pPr>
          <w:r w:rsidRPr="002B4FB9">
            <w:rPr>
              <w:noProof/>
              <w:sz w:val="18"/>
              <w:szCs w:val="18"/>
              <w:lang w:eastAsia="et-EE"/>
            </w:rPr>
            <w:drawing>
              <wp:anchor distT="0" distB="0" distL="114300" distR="114300" simplePos="0" relativeHeight="251674624" behindDoc="0" locked="0" layoutInCell="1" allowOverlap="1" wp14:anchorId="02C695D7" wp14:editId="176EF91A">
                <wp:simplePos x="0" y="0"/>
                <wp:positionH relativeFrom="column">
                  <wp:posOffset>9290685</wp:posOffset>
                </wp:positionH>
                <wp:positionV relativeFrom="paragraph">
                  <wp:posOffset>-88265</wp:posOffset>
                </wp:positionV>
                <wp:extent cx="1791970" cy="422910"/>
                <wp:effectExtent l="0" t="0" r="0" b="0"/>
                <wp:wrapNone/>
                <wp:docPr id="1905367894" name="Picture 204609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sidRPr="002B4FB9">
            <w:rPr>
              <w:sz w:val="18"/>
              <w:szCs w:val="18"/>
            </w:rPr>
            <w:t>RAIL BALTICA HARJUMAA PÕHITRASSI RAUDTEETARISTU I ETAPI EHITUSTÖÖD</w:t>
          </w:r>
        </w:p>
        <w:p w14:paraId="494F42AF" w14:textId="77777777" w:rsidR="005879F5" w:rsidRPr="002B4FB9" w:rsidRDefault="005879F5" w:rsidP="005879F5">
          <w:pPr>
            <w:pStyle w:val="Header"/>
            <w:tabs>
              <w:tab w:val="left" w:pos="6073"/>
            </w:tabs>
            <w:spacing w:after="120"/>
            <w:ind w:left="-109" w:right="651"/>
            <w:rPr>
              <w:sz w:val="20"/>
              <w:szCs w:val="20"/>
            </w:rPr>
          </w:pPr>
          <w:r w:rsidRPr="002B4FB9">
            <w:rPr>
              <w:sz w:val="18"/>
              <w:szCs w:val="18"/>
            </w:rPr>
            <w:t>RAIL BALTICA HARJUMAA MAIN ROUTE RAILWAY I STAGE CONSTRUCTION WORKS</w:t>
          </w:r>
        </w:p>
      </w:tc>
      <w:tc>
        <w:tcPr>
          <w:tcW w:w="1063" w:type="pct"/>
          <w:vAlign w:val="center"/>
        </w:tcPr>
        <w:p w14:paraId="00BE143C" w14:textId="77777777" w:rsidR="005879F5" w:rsidRPr="002B4FB9" w:rsidRDefault="005879F5" w:rsidP="00FD118C">
          <w:pPr>
            <w:pStyle w:val="Header"/>
            <w:jc w:val="right"/>
            <w:rPr>
              <w:b/>
              <w:bCs/>
              <w:sz w:val="16"/>
              <w:szCs w:val="16"/>
            </w:rPr>
          </w:pPr>
          <w:r w:rsidRPr="002B4FB9">
            <w:rPr>
              <w:noProof/>
              <w:lang w:eastAsia="et-EE"/>
            </w:rPr>
            <w:drawing>
              <wp:anchor distT="0" distB="0" distL="114300" distR="114300" simplePos="0" relativeHeight="251675648" behindDoc="0" locked="0" layoutInCell="1" allowOverlap="1" wp14:anchorId="1757236E" wp14:editId="04F6FA4C">
                <wp:simplePos x="0" y="0"/>
                <wp:positionH relativeFrom="column">
                  <wp:posOffset>103505</wp:posOffset>
                </wp:positionH>
                <wp:positionV relativeFrom="paragraph">
                  <wp:posOffset>132715</wp:posOffset>
                </wp:positionV>
                <wp:extent cx="1417955" cy="334645"/>
                <wp:effectExtent l="0" t="0" r="0" b="8255"/>
                <wp:wrapNone/>
                <wp:docPr id="746993289" name="Picture 738646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7955" cy="334645"/>
                        </a:xfrm>
                        <a:prstGeom prst="rect">
                          <a:avLst/>
                        </a:prstGeom>
                      </pic:spPr>
                    </pic:pic>
                  </a:graphicData>
                </a:graphic>
                <wp14:sizeRelH relativeFrom="margin">
                  <wp14:pctWidth>0</wp14:pctWidth>
                </wp14:sizeRelH>
                <wp14:sizeRelV relativeFrom="margin">
                  <wp14:pctHeight>0</wp14:pctHeight>
                </wp14:sizeRelV>
              </wp:anchor>
            </w:drawing>
          </w:r>
        </w:p>
      </w:tc>
    </w:tr>
  </w:tbl>
  <w:p w14:paraId="0211FB28" w14:textId="77777777" w:rsidR="005879F5" w:rsidRPr="002B4FB9" w:rsidRDefault="005879F5" w:rsidP="005879F5">
    <w:pPr>
      <w:pStyle w:val="Header"/>
      <w:ind w:right="-568"/>
    </w:pPr>
    <w:r w:rsidRPr="002B4FB9">
      <w:rPr>
        <w:noProof/>
        <w:sz w:val="20"/>
        <w:szCs w:val="20"/>
        <w:lang w:eastAsia="et-EE"/>
      </w:rPr>
      <w:drawing>
        <wp:anchor distT="0" distB="0" distL="114300" distR="114300" simplePos="0" relativeHeight="251673600" behindDoc="0" locked="0" layoutInCell="1" allowOverlap="1" wp14:anchorId="11ECE617" wp14:editId="4843C7D6">
          <wp:simplePos x="0" y="0"/>
          <wp:positionH relativeFrom="column">
            <wp:posOffset>5076190</wp:posOffset>
          </wp:positionH>
          <wp:positionV relativeFrom="paragraph">
            <wp:posOffset>-866775</wp:posOffset>
          </wp:positionV>
          <wp:extent cx="1534160" cy="334010"/>
          <wp:effectExtent l="0" t="0" r="8890" b="8890"/>
          <wp:wrapNone/>
          <wp:docPr id="1079693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4160" cy="3340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2E6D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D00E64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91C14A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898C9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690912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9C1D5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4E714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6C905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0A6E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D8B7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E2D5EE6"/>
    <w:multiLevelType w:val="hybridMultilevel"/>
    <w:tmpl w:val="B0E607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24016FF3"/>
    <w:multiLevelType w:val="hybridMultilevel"/>
    <w:tmpl w:val="714AC59C"/>
    <w:lvl w:ilvl="0" w:tplc="A7F4DE82">
      <w:start w:val="1"/>
      <w:numFmt w:val="bullet"/>
      <w:pStyle w:val="Tppidega"/>
      <w:lvlText w:val=""/>
      <w:lvlJc w:val="left"/>
      <w:pPr>
        <w:tabs>
          <w:tab w:val="num" w:pos="284"/>
        </w:tabs>
        <w:ind w:left="284" w:hanging="284"/>
      </w:pPr>
      <w:rPr>
        <w:rFonts w:ascii="Symbol" w:hAnsi="Symbol" w:hint="default"/>
      </w:rPr>
    </w:lvl>
    <w:lvl w:ilvl="1" w:tplc="04250001">
      <w:start w:val="1"/>
      <w:numFmt w:val="bullet"/>
      <w:lvlText w:val=""/>
      <w:lvlJc w:val="left"/>
      <w:pPr>
        <w:tabs>
          <w:tab w:val="num" w:pos="1440"/>
        </w:tabs>
        <w:ind w:left="1440" w:hanging="360"/>
      </w:pPr>
      <w:rPr>
        <w:rFonts w:ascii="Symbol" w:hAnsi="Symbol"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5161C2"/>
    <w:multiLevelType w:val="multilevel"/>
    <w:tmpl w:val="7A5E06FC"/>
    <w:lvl w:ilvl="0">
      <w:start w:val="1"/>
      <w:numFmt w:val="bullet"/>
      <w:lvlText w:val=""/>
      <w:lvlJc w:val="left"/>
      <w:pPr>
        <w:ind w:left="340"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5637A1"/>
    <w:multiLevelType w:val="multilevel"/>
    <w:tmpl w:val="95DCACAC"/>
    <w:lvl w:ilvl="0">
      <w:start w:val="1"/>
      <w:numFmt w:val="decimal"/>
      <w:pStyle w:val="X"/>
      <w:lvlText w:val="%1."/>
      <w:lvlJc w:val="left"/>
      <w:pPr>
        <w:tabs>
          <w:tab w:val="num" w:pos="567"/>
        </w:tabs>
        <w:ind w:left="567" w:hanging="567"/>
      </w:pPr>
      <w:rPr>
        <w:rFonts w:ascii="Times New Roman Bold" w:hAnsi="Times New Roman Bold" w:hint="default"/>
        <w:b/>
        <w:i w:val="0"/>
        <w:color w:val="auto"/>
        <w:sz w:val="24"/>
        <w:u w:val="none"/>
      </w:rPr>
    </w:lvl>
    <w:lvl w:ilvl="1">
      <w:start w:val="1"/>
      <w:numFmt w:val="decimal"/>
      <w:pStyle w:val="XXu"/>
      <w:isLgl/>
      <w:lvlText w:val="%1.%2."/>
      <w:lvlJc w:val="left"/>
      <w:pPr>
        <w:tabs>
          <w:tab w:val="num" w:pos="567"/>
        </w:tabs>
        <w:ind w:left="567" w:hanging="567"/>
      </w:pPr>
      <w:rPr>
        <w:rFonts w:ascii="Times New Roman Bold" w:hAnsi="Times New Roman Bold" w:hint="default"/>
        <w:b/>
        <w:i w:val="0"/>
        <w:sz w:val="24"/>
      </w:rPr>
    </w:lvl>
    <w:lvl w:ilvl="2">
      <w:start w:val="1"/>
      <w:numFmt w:val="decimal"/>
      <w:pStyle w:val="XXX"/>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52934DA"/>
    <w:multiLevelType w:val="hybridMultilevel"/>
    <w:tmpl w:val="C728E1EC"/>
    <w:lvl w:ilvl="0" w:tplc="AD460AD0">
      <w:start w:val="1"/>
      <w:numFmt w:val="decimal"/>
      <w:pStyle w:val="Figure"/>
      <w:lvlText w:val="Figure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612084F"/>
    <w:multiLevelType w:val="multilevel"/>
    <w:tmpl w:val="18B2DD48"/>
    <w:lvl w:ilvl="0">
      <w:start w:val="1"/>
      <w:numFmt w:val="decimal"/>
      <w:pStyle w:val="Heading2"/>
      <w:lvlText w:val="%1."/>
      <w:lvlJc w:val="left"/>
      <w:pPr>
        <w:ind w:left="360" w:hanging="360"/>
      </w:pPr>
      <w:rPr>
        <w:rFonts w:ascii="Arial" w:hAnsi="Arial" w:hint="default"/>
        <w:b w:val="0"/>
        <w:i w:val="0"/>
        <w:color w:val="10069F"/>
      </w:rPr>
    </w:lvl>
    <w:lvl w:ilvl="1">
      <w:start w:val="1"/>
      <w:numFmt w:val="decimal"/>
      <w:pStyle w:val="Heading3"/>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rFonts w:hint="default"/>
      </w:rPr>
    </w:lvl>
    <w:lvl w:ilvl="3">
      <w:start w:val="1"/>
      <w:numFmt w:val="decimal"/>
      <w:pStyle w:val="Title4"/>
      <w:lvlText w:val="%1.%2.%3.%4"/>
      <w:lvlJc w:val="left"/>
      <w:pPr>
        <w:ind w:left="864" w:hanging="8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7560B20"/>
    <w:multiLevelType w:val="hybridMultilevel"/>
    <w:tmpl w:val="601457EE"/>
    <w:lvl w:ilvl="0" w:tplc="C9568874">
      <w:start w:val="1"/>
      <w:numFmt w:val="bullet"/>
      <w:pStyle w:val="Bullet"/>
      <w:lvlText w:val=""/>
      <w:lvlJc w:val="left"/>
      <w:pPr>
        <w:ind w:left="720" w:hanging="360"/>
      </w:pPr>
      <w:rPr>
        <w:rFonts w:ascii="Symbol" w:hAnsi="Symbol" w:hint="default"/>
      </w:rPr>
    </w:lvl>
    <w:lvl w:ilvl="1" w:tplc="0C0ED712">
      <w:numFmt w:val="bullet"/>
      <w:lvlText w:val="•"/>
      <w:lvlJc w:val="left"/>
      <w:pPr>
        <w:ind w:left="1788" w:hanging="708"/>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44C56F3"/>
    <w:multiLevelType w:val="multilevel"/>
    <w:tmpl w:val="AEE63368"/>
    <w:lvl w:ilvl="0">
      <w:start w:val="1"/>
      <w:numFmt w:val="decimal"/>
      <w:pStyle w:val="Title1en"/>
      <w:lvlText w:val="%1."/>
      <w:lvlJc w:val="left"/>
      <w:pPr>
        <w:ind w:left="360" w:hanging="360"/>
      </w:pPr>
      <w:rPr>
        <w:rFonts w:ascii="Arial" w:hAnsi="Arial" w:hint="default"/>
        <w:b w:val="0"/>
        <w:i w:val="0"/>
        <w:color w:val="10069F"/>
      </w:rPr>
    </w:lvl>
    <w:lvl w:ilvl="1">
      <w:start w:val="1"/>
      <w:numFmt w:val="decimal"/>
      <w:pStyle w:val="Title2en"/>
      <w:lvlText w:val="%1.%2"/>
      <w:lvlJc w:val="left"/>
      <w:pPr>
        <w:ind w:left="576" w:hanging="576"/>
      </w:pPr>
      <w:rPr>
        <w:rFonts w:hint="default"/>
      </w:rPr>
    </w:lvl>
    <w:lvl w:ilvl="2">
      <w:start w:val="1"/>
      <w:numFmt w:val="decimal"/>
      <w:pStyle w:val="Title3en"/>
      <w:lvlText w:val="%1.%2.%3"/>
      <w:lvlJc w:val="left"/>
      <w:pPr>
        <w:ind w:left="720" w:hanging="720"/>
      </w:pPr>
      <w:rPr>
        <w:rFonts w:hint="default"/>
      </w:rPr>
    </w:lvl>
    <w:lvl w:ilvl="3">
      <w:start w:val="1"/>
      <w:numFmt w:val="decimal"/>
      <w:pStyle w:val="Title4en"/>
      <w:lvlText w:val="%1.%2.%3.%4"/>
      <w:lvlJc w:val="left"/>
      <w:pPr>
        <w:ind w:left="864" w:hanging="864"/>
      </w:pPr>
      <w:rPr>
        <w:rFonts w:hint="default"/>
      </w:rPr>
    </w:lvl>
    <w:lvl w:ilvl="4">
      <w:start w:val="1"/>
      <w:numFmt w:val="decimal"/>
      <w:pStyle w:val="Title5en"/>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52F5FA3"/>
    <w:multiLevelType w:val="hybridMultilevel"/>
    <w:tmpl w:val="93324C0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15:restartNumberingAfterBreak="0">
    <w:nsid w:val="483C7686"/>
    <w:multiLevelType w:val="multilevel"/>
    <w:tmpl w:val="F83A6B0C"/>
    <w:styleLink w:val="SP-List"/>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Verdana" w:hAnsi="Verdana"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color w:val="auto"/>
      </w:rPr>
    </w:lvl>
    <w:lvl w:ilvl="5">
      <w:start w:val="1"/>
      <w:numFmt w:val="bullet"/>
      <w:lvlText w:val="‒"/>
      <w:lvlJc w:val="left"/>
      <w:pPr>
        <w:ind w:left="4320" w:hanging="360"/>
      </w:pPr>
      <w:rPr>
        <w:rFonts w:ascii="Verdana" w:hAnsi="Verdana" w:hint="default"/>
      </w:rPr>
    </w:lvl>
    <w:lvl w:ilvl="6">
      <w:start w:val="1"/>
      <w:numFmt w:val="bullet"/>
      <w:lvlText w:val="‒"/>
      <w:lvlJc w:val="left"/>
      <w:pPr>
        <w:ind w:left="5040" w:hanging="360"/>
      </w:pPr>
      <w:rPr>
        <w:rFonts w:ascii="Verdana" w:hAnsi="Verdana" w:hint="default"/>
      </w:rPr>
    </w:lvl>
    <w:lvl w:ilvl="7">
      <w:start w:val="1"/>
      <w:numFmt w:val="bullet"/>
      <w:lvlText w:val="‒"/>
      <w:lvlJc w:val="left"/>
      <w:pPr>
        <w:ind w:left="5760" w:hanging="360"/>
      </w:pPr>
      <w:rPr>
        <w:rFonts w:ascii="Verdana" w:hAnsi="Verdana" w:hint="default"/>
      </w:rPr>
    </w:lvl>
    <w:lvl w:ilvl="8">
      <w:start w:val="1"/>
      <w:numFmt w:val="bullet"/>
      <w:lvlText w:val="‒"/>
      <w:lvlJc w:val="left"/>
      <w:pPr>
        <w:ind w:left="6480" w:hanging="360"/>
      </w:pPr>
      <w:rPr>
        <w:rFonts w:ascii="Verdana" w:hAnsi="Verdana" w:hint="default"/>
      </w:rPr>
    </w:lvl>
  </w:abstractNum>
  <w:abstractNum w:abstractNumId="20" w15:restartNumberingAfterBreak="0">
    <w:nsid w:val="4BBB0C7E"/>
    <w:multiLevelType w:val="multilevel"/>
    <w:tmpl w:val="47B69DCA"/>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decimal"/>
      <w:lvlText w:val="%1.%2.%3.%4"/>
      <w:lvlJc w:val="right"/>
      <w:pPr>
        <w:tabs>
          <w:tab w:val="num" w:pos="1588"/>
        </w:tabs>
        <w:ind w:left="1588" w:hanging="51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FA23504"/>
    <w:multiLevelType w:val="multilevel"/>
    <w:tmpl w:val="1AD8488E"/>
    <w:lvl w:ilvl="0">
      <w:start w:val="1"/>
      <w:numFmt w:val="lowerRoman"/>
      <w:pStyle w:val="Para4roman"/>
      <w:lvlText w:val="%1."/>
      <w:lvlJc w:val="left"/>
      <w:pPr>
        <w:ind w:left="2126"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649069F"/>
    <w:multiLevelType w:val="multilevel"/>
    <w:tmpl w:val="F37C9E2A"/>
    <w:styleLink w:val="Estilo1"/>
    <w:lvl w:ilvl="0">
      <w:start w:val="1"/>
      <w:numFmt w:val="decimal"/>
      <w:lvlText w:val="%1."/>
      <w:lvlJc w:val="left"/>
      <w:pPr>
        <w:ind w:left="720" w:hanging="360"/>
      </w:pPr>
      <w:rPr>
        <w:rFonts w:ascii="Arial" w:hAnsi="Arial" w:hint="default"/>
        <w:b w:val="0"/>
        <w:i w:val="0"/>
        <w:color w:val="10069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072361E"/>
    <w:multiLevelType w:val="hybridMultilevel"/>
    <w:tmpl w:val="A07C43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1FF511B"/>
    <w:multiLevelType w:val="hybridMultilevel"/>
    <w:tmpl w:val="699AA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8393224"/>
    <w:multiLevelType w:val="hybridMultilevel"/>
    <w:tmpl w:val="A34AEE7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03764C"/>
    <w:multiLevelType w:val="hybridMultilevel"/>
    <w:tmpl w:val="11322DD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7E5E2551"/>
    <w:multiLevelType w:val="hybridMultilevel"/>
    <w:tmpl w:val="CB6452C0"/>
    <w:lvl w:ilvl="0" w:tplc="0B561E2E">
      <w:start w:val="1"/>
      <w:numFmt w:val="upperRoman"/>
      <w:pStyle w:val="AppendixRB"/>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83264320">
    <w:abstractNumId w:val="16"/>
  </w:num>
  <w:num w:numId="2" w16cid:durableId="332149337">
    <w:abstractNumId w:val="21"/>
  </w:num>
  <w:num w:numId="3" w16cid:durableId="1078942873">
    <w:abstractNumId w:val="15"/>
  </w:num>
  <w:num w:numId="4" w16cid:durableId="2064793941">
    <w:abstractNumId w:val="22"/>
  </w:num>
  <w:num w:numId="5" w16cid:durableId="833648171">
    <w:abstractNumId w:val="20"/>
  </w:num>
  <w:num w:numId="6" w16cid:durableId="556672453">
    <w:abstractNumId w:val="27"/>
  </w:num>
  <w:num w:numId="7" w16cid:durableId="148140183">
    <w:abstractNumId w:val="14"/>
  </w:num>
  <w:num w:numId="8" w16cid:durableId="681904394">
    <w:abstractNumId w:val="19"/>
  </w:num>
  <w:num w:numId="9" w16cid:durableId="1154102120">
    <w:abstractNumId w:val="8"/>
  </w:num>
  <w:num w:numId="10" w16cid:durableId="1930191684">
    <w:abstractNumId w:val="11"/>
  </w:num>
  <w:num w:numId="11" w16cid:durableId="714548332">
    <w:abstractNumId w:val="3"/>
  </w:num>
  <w:num w:numId="12" w16cid:durableId="1923568002">
    <w:abstractNumId w:val="2"/>
  </w:num>
  <w:num w:numId="13" w16cid:durableId="1665083515">
    <w:abstractNumId w:val="1"/>
  </w:num>
  <w:num w:numId="14" w16cid:durableId="1751267063">
    <w:abstractNumId w:val="0"/>
  </w:num>
  <w:num w:numId="15" w16cid:durableId="1703089991">
    <w:abstractNumId w:val="9"/>
  </w:num>
  <w:num w:numId="16" w16cid:durableId="338000787">
    <w:abstractNumId w:val="7"/>
  </w:num>
  <w:num w:numId="17" w16cid:durableId="2011252309">
    <w:abstractNumId w:val="6"/>
  </w:num>
  <w:num w:numId="18" w16cid:durableId="1027297332">
    <w:abstractNumId w:val="5"/>
  </w:num>
  <w:num w:numId="19" w16cid:durableId="252127318">
    <w:abstractNumId w:val="4"/>
  </w:num>
  <w:num w:numId="20" w16cid:durableId="258177531">
    <w:abstractNumId w:val="13"/>
  </w:num>
  <w:num w:numId="21" w16cid:durableId="1484929702">
    <w:abstractNumId w:val="17"/>
  </w:num>
  <w:num w:numId="22" w16cid:durableId="1491019174">
    <w:abstractNumId w:val="12"/>
  </w:num>
  <w:num w:numId="23" w16cid:durableId="1536967743">
    <w:abstractNumId w:val="23"/>
  </w:num>
  <w:num w:numId="24" w16cid:durableId="369262333">
    <w:abstractNumId w:val="26"/>
  </w:num>
  <w:num w:numId="25" w16cid:durableId="1235428735">
    <w:abstractNumId w:val="18"/>
  </w:num>
  <w:num w:numId="26" w16cid:durableId="99885818">
    <w:abstractNumId w:val="10"/>
  </w:num>
  <w:num w:numId="27" w16cid:durableId="744449990">
    <w:abstractNumId w:val="25"/>
  </w:num>
  <w:num w:numId="28" w16cid:durableId="1944527814">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440"/>
    <w:rsid w:val="0000314B"/>
    <w:rsid w:val="000038AF"/>
    <w:rsid w:val="00006528"/>
    <w:rsid w:val="000072AE"/>
    <w:rsid w:val="00010DB7"/>
    <w:rsid w:val="00010EFF"/>
    <w:rsid w:val="0001220B"/>
    <w:rsid w:val="0001437E"/>
    <w:rsid w:val="00017E58"/>
    <w:rsid w:val="000218D5"/>
    <w:rsid w:val="00021B13"/>
    <w:rsid w:val="0002306F"/>
    <w:rsid w:val="0002611F"/>
    <w:rsid w:val="00026A26"/>
    <w:rsid w:val="000272F9"/>
    <w:rsid w:val="0002737D"/>
    <w:rsid w:val="000278F6"/>
    <w:rsid w:val="00032D52"/>
    <w:rsid w:val="00035BF6"/>
    <w:rsid w:val="000365A0"/>
    <w:rsid w:val="00036853"/>
    <w:rsid w:val="00037585"/>
    <w:rsid w:val="000403BC"/>
    <w:rsid w:val="00040650"/>
    <w:rsid w:val="000419FF"/>
    <w:rsid w:val="0004216E"/>
    <w:rsid w:val="00045A81"/>
    <w:rsid w:val="000472AD"/>
    <w:rsid w:val="000507D2"/>
    <w:rsid w:val="00050E50"/>
    <w:rsid w:val="00051ADF"/>
    <w:rsid w:val="00052146"/>
    <w:rsid w:val="00055F8A"/>
    <w:rsid w:val="00056974"/>
    <w:rsid w:val="000605F7"/>
    <w:rsid w:val="000645FE"/>
    <w:rsid w:val="0007051F"/>
    <w:rsid w:val="000714B8"/>
    <w:rsid w:val="0007349F"/>
    <w:rsid w:val="00075931"/>
    <w:rsid w:val="00076815"/>
    <w:rsid w:val="0008416D"/>
    <w:rsid w:val="00084C48"/>
    <w:rsid w:val="0009165C"/>
    <w:rsid w:val="00092BE9"/>
    <w:rsid w:val="0009342F"/>
    <w:rsid w:val="00096BFE"/>
    <w:rsid w:val="0009782C"/>
    <w:rsid w:val="000A05ED"/>
    <w:rsid w:val="000A0C8D"/>
    <w:rsid w:val="000A0FA8"/>
    <w:rsid w:val="000A112A"/>
    <w:rsid w:val="000A46E2"/>
    <w:rsid w:val="000A67F0"/>
    <w:rsid w:val="000B0810"/>
    <w:rsid w:val="000B0BC3"/>
    <w:rsid w:val="000B1CFE"/>
    <w:rsid w:val="000B20D8"/>
    <w:rsid w:val="000B2BAC"/>
    <w:rsid w:val="000B44E7"/>
    <w:rsid w:val="000B4889"/>
    <w:rsid w:val="000B588C"/>
    <w:rsid w:val="000B725B"/>
    <w:rsid w:val="000C120E"/>
    <w:rsid w:val="000C205E"/>
    <w:rsid w:val="000C2284"/>
    <w:rsid w:val="000C3C69"/>
    <w:rsid w:val="000C43E4"/>
    <w:rsid w:val="000C51AF"/>
    <w:rsid w:val="000C5F28"/>
    <w:rsid w:val="000D073F"/>
    <w:rsid w:val="000D0B8E"/>
    <w:rsid w:val="000D2970"/>
    <w:rsid w:val="000D30D9"/>
    <w:rsid w:val="000D323A"/>
    <w:rsid w:val="000D3B89"/>
    <w:rsid w:val="000D3F6C"/>
    <w:rsid w:val="000D507B"/>
    <w:rsid w:val="000D6280"/>
    <w:rsid w:val="000D691F"/>
    <w:rsid w:val="000D7D28"/>
    <w:rsid w:val="000E06DB"/>
    <w:rsid w:val="000E4F46"/>
    <w:rsid w:val="000F0B62"/>
    <w:rsid w:val="000F1272"/>
    <w:rsid w:val="000F15A3"/>
    <w:rsid w:val="000F1886"/>
    <w:rsid w:val="000F1E80"/>
    <w:rsid w:val="000F7FC6"/>
    <w:rsid w:val="001021C0"/>
    <w:rsid w:val="00103D74"/>
    <w:rsid w:val="00104BEE"/>
    <w:rsid w:val="001058A1"/>
    <w:rsid w:val="00105AF4"/>
    <w:rsid w:val="00105E89"/>
    <w:rsid w:val="001060F8"/>
    <w:rsid w:val="0010772F"/>
    <w:rsid w:val="0011133D"/>
    <w:rsid w:val="001115BB"/>
    <w:rsid w:val="00111EAA"/>
    <w:rsid w:val="0011276B"/>
    <w:rsid w:val="00113369"/>
    <w:rsid w:val="00113F61"/>
    <w:rsid w:val="00114440"/>
    <w:rsid w:val="00115757"/>
    <w:rsid w:val="00115CD1"/>
    <w:rsid w:val="0011623A"/>
    <w:rsid w:val="001179DA"/>
    <w:rsid w:val="001204A7"/>
    <w:rsid w:val="0012105F"/>
    <w:rsid w:val="00122D2E"/>
    <w:rsid w:val="001241AB"/>
    <w:rsid w:val="001245DE"/>
    <w:rsid w:val="0012510D"/>
    <w:rsid w:val="00130775"/>
    <w:rsid w:val="00130D98"/>
    <w:rsid w:val="0013213C"/>
    <w:rsid w:val="0013247C"/>
    <w:rsid w:val="001348D7"/>
    <w:rsid w:val="001349F6"/>
    <w:rsid w:val="00134F7D"/>
    <w:rsid w:val="00135DCF"/>
    <w:rsid w:val="0013727C"/>
    <w:rsid w:val="0014017A"/>
    <w:rsid w:val="00141D6C"/>
    <w:rsid w:val="00142C6B"/>
    <w:rsid w:val="00143228"/>
    <w:rsid w:val="00143A2D"/>
    <w:rsid w:val="00144F31"/>
    <w:rsid w:val="00145E81"/>
    <w:rsid w:val="001468EE"/>
    <w:rsid w:val="00147284"/>
    <w:rsid w:val="001503F4"/>
    <w:rsid w:val="00150737"/>
    <w:rsid w:val="00151457"/>
    <w:rsid w:val="00153C8D"/>
    <w:rsid w:val="001546D5"/>
    <w:rsid w:val="00155216"/>
    <w:rsid w:val="00157DBA"/>
    <w:rsid w:val="00164FE4"/>
    <w:rsid w:val="00166E52"/>
    <w:rsid w:val="001671AD"/>
    <w:rsid w:val="00170468"/>
    <w:rsid w:val="001708DE"/>
    <w:rsid w:val="00171E17"/>
    <w:rsid w:val="001733C2"/>
    <w:rsid w:val="00174250"/>
    <w:rsid w:val="00176439"/>
    <w:rsid w:val="00177090"/>
    <w:rsid w:val="00177252"/>
    <w:rsid w:val="00177A4C"/>
    <w:rsid w:val="00177D7C"/>
    <w:rsid w:val="00177E10"/>
    <w:rsid w:val="00180E0A"/>
    <w:rsid w:val="00182509"/>
    <w:rsid w:val="00182556"/>
    <w:rsid w:val="0018388A"/>
    <w:rsid w:val="00183FF3"/>
    <w:rsid w:val="00184062"/>
    <w:rsid w:val="00185165"/>
    <w:rsid w:val="00185379"/>
    <w:rsid w:val="00185925"/>
    <w:rsid w:val="001861B3"/>
    <w:rsid w:val="0018681B"/>
    <w:rsid w:val="00186DE6"/>
    <w:rsid w:val="001872B6"/>
    <w:rsid w:val="001915FC"/>
    <w:rsid w:val="0019208E"/>
    <w:rsid w:val="00193653"/>
    <w:rsid w:val="00194A68"/>
    <w:rsid w:val="00194EED"/>
    <w:rsid w:val="0019562F"/>
    <w:rsid w:val="001958C0"/>
    <w:rsid w:val="00195AF3"/>
    <w:rsid w:val="00197EF1"/>
    <w:rsid w:val="001A106E"/>
    <w:rsid w:val="001A3EB0"/>
    <w:rsid w:val="001A4E84"/>
    <w:rsid w:val="001A566E"/>
    <w:rsid w:val="001A78FA"/>
    <w:rsid w:val="001B0533"/>
    <w:rsid w:val="001B1AAC"/>
    <w:rsid w:val="001B29F6"/>
    <w:rsid w:val="001B73E0"/>
    <w:rsid w:val="001C1B1D"/>
    <w:rsid w:val="001C23B3"/>
    <w:rsid w:val="001C2888"/>
    <w:rsid w:val="001C37A7"/>
    <w:rsid w:val="001C3A28"/>
    <w:rsid w:val="001C3C41"/>
    <w:rsid w:val="001C3D31"/>
    <w:rsid w:val="001C4D5C"/>
    <w:rsid w:val="001C6228"/>
    <w:rsid w:val="001C6C72"/>
    <w:rsid w:val="001C7806"/>
    <w:rsid w:val="001D02CA"/>
    <w:rsid w:val="001D056C"/>
    <w:rsid w:val="001D15CB"/>
    <w:rsid w:val="001D3BE7"/>
    <w:rsid w:val="001D48A9"/>
    <w:rsid w:val="001D59B6"/>
    <w:rsid w:val="001D5D80"/>
    <w:rsid w:val="001E02C4"/>
    <w:rsid w:val="001E03A1"/>
    <w:rsid w:val="001E2C26"/>
    <w:rsid w:val="001E521D"/>
    <w:rsid w:val="001E5C3C"/>
    <w:rsid w:val="001F2675"/>
    <w:rsid w:val="001F6327"/>
    <w:rsid w:val="00202252"/>
    <w:rsid w:val="00202FF9"/>
    <w:rsid w:val="0020429E"/>
    <w:rsid w:val="00205E52"/>
    <w:rsid w:val="002060D8"/>
    <w:rsid w:val="00206869"/>
    <w:rsid w:val="00210269"/>
    <w:rsid w:val="002133F9"/>
    <w:rsid w:val="00213458"/>
    <w:rsid w:val="002147C0"/>
    <w:rsid w:val="00216B5E"/>
    <w:rsid w:val="0022094D"/>
    <w:rsid w:val="002215D7"/>
    <w:rsid w:val="00221C5A"/>
    <w:rsid w:val="00221ECE"/>
    <w:rsid w:val="002228E2"/>
    <w:rsid w:val="0022332A"/>
    <w:rsid w:val="00225657"/>
    <w:rsid w:val="00226C59"/>
    <w:rsid w:val="00226DED"/>
    <w:rsid w:val="00230254"/>
    <w:rsid w:val="00230826"/>
    <w:rsid w:val="00230AB7"/>
    <w:rsid w:val="00231043"/>
    <w:rsid w:val="002339AB"/>
    <w:rsid w:val="00233A16"/>
    <w:rsid w:val="0023686E"/>
    <w:rsid w:val="00240F88"/>
    <w:rsid w:val="002425FA"/>
    <w:rsid w:val="002438D1"/>
    <w:rsid w:val="00244668"/>
    <w:rsid w:val="002448D9"/>
    <w:rsid w:val="00246086"/>
    <w:rsid w:val="0024702B"/>
    <w:rsid w:val="00250C0F"/>
    <w:rsid w:val="002520B2"/>
    <w:rsid w:val="00253CB9"/>
    <w:rsid w:val="002540F2"/>
    <w:rsid w:val="00254211"/>
    <w:rsid w:val="00255F37"/>
    <w:rsid w:val="002564F5"/>
    <w:rsid w:val="00266363"/>
    <w:rsid w:val="0026660B"/>
    <w:rsid w:val="00271115"/>
    <w:rsid w:val="002723B5"/>
    <w:rsid w:val="00273AC9"/>
    <w:rsid w:val="0027443F"/>
    <w:rsid w:val="0027600D"/>
    <w:rsid w:val="0027661F"/>
    <w:rsid w:val="0028017F"/>
    <w:rsid w:val="0028094F"/>
    <w:rsid w:val="00282859"/>
    <w:rsid w:val="00283F4C"/>
    <w:rsid w:val="00284DB0"/>
    <w:rsid w:val="0028572F"/>
    <w:rsid w:val="00285BD3"/>
    <w:rsid w:val="00286A5B"/>
    <w:rsid w:val="00291008"/>
    <w:rsid w:val="00291BFA"/>
    <w:rsid w:val="00291D31"/>
    <w:rsid w:val="0029221B"/>
    <w:rsid w:val="00293802"/>
    <w:rsid w:val="00293F13"/>
    <w:rsid w:val="002943DB"/>
    <w:rsid w:val="00294F41"/>
    <w:rsid w:val="00296EDA"/>
    <w:rsid w:val="00297255"/>
    <w:rsid w:val="002A2B80"/>
    <w:rsid w:val="002A2F44"/>
    <w:rsid w:val="002A36C1"/>
    <w:rsid w:val="002A56E1"/>
    <w:rsid w:val="002A5BBF"/>
    <w:rsid w:val="002A6B5F"/>
    <w:rsid w:val="002B3758"/>
    <w:rsid w:val="002B43D0"/>
    <w:rsid w:val="002B4FB9"/>
    <w:rsid w:val="002B5311"/>
    <w:rsid w:val="002C1CDC"/>
    <w:rsid w:val="002C419D"/>
    <w:rsid w:val="002C45C7"/>
    <w:rsid w:val="002C73DF"/>
    <w:rsid w:val="002C76EE"/>
    <w:rsid w:val="002D11B9"/>
    <w:rsid w:val="002D1807"/>
    <w:rsid w:val="002D2723"/>
    <w:rsid w:val="002D4415"/>
    <w:rsid w:val="002D4886"/>
    <w:rsid w:val="002D5323"/>
    <w:rsid w:val="002D6A4D"/>
    <w:rsid w:val="002E20BF"/>
    <w:rsid w:val="002E2A52"/>
    <w:rsid w:val="002E437E"/>
    <w:rsid w:val="002E53B3"/>
    <w:rsid w:val="002E5770"/>
    <w:rsid w:val="002E7CA9"/>
    <w:rsid w:val="002F04E2"/>
    <w:rsid w:val="002F1899"/>
    <w:rsid w:val="002F29AC"/>
    <w:rsid w:val="002F2E12"/>
    <w:rsid w:val="002F2E81"/>
    <w:rsid w:val="002F6283"/>
    <w:rsid w:val="002F6F59"/>
    <w:rsid w:val="002F7611"/>
    <w:rsid w:val="002F76EE"/>
    <w:rsid w:val="00300161"/>
    <w:rsid w:val="00301CB8"/>
    <w:rsid w:val="00304C31"/>
    <w:rsid w:val="00304F93"/>
    <w:rsid w:val="00305896"/>
    <w:rsid w:val="00307157"/>
    <w:rsid w:val="003076D8"/>
    <w:rsid w:val="00307E36"/>
    <w:rsid w:val="00310177"/>
    <w:rsid w:val="003109FF"/>
    <w:rsid w:val="003111C6"/>
    <w:rsid w:val="00313907"/>
    <w:rsid w:val="003214CA"/>
    <w:rsid w:val="00321F4D"/>
    <w:rsid w:val="003220D0"/>
    <w:rsid w:val="003223E4"/>
    <w:rsid w:val="003248BD"/>
    <w:rsid w:val="00324A6A"/>
    <w:rsid w:val="00324F53"/>
    <w:rsid w:val="00325C0A"/>
    <w:rsid w:val="0032710B"/>
    <w:rsid w:val="00327720"/>
    <w:rsid w:val="003304E7"/>
    <w:rsid w:val="003314C8"/>
    <w:rsid w:val="003324D2"/>
    <w:rsid w:val="00333EAB"/>
    <w:rsid w:val="00336A47"/>
    <w:rsid w:val="00337A11"/>
    <w:rsid w:val="00341991"/>
    <w:rsid w:val="00343F53"/>
    <w:rsid w:val="00344762"/>
    <w:rsid w:val="00345253"/>
    <w:rsid w:val="003501F5"/>
    <w:rsid w:val="00351156"/>
    <w:rsid w:val="00352929"/>
    <w:rsid w:val="00353748"/>
    <w:rsid w:val="00355499"/>
    <w:rsid w:val="0035643C"/>
    <w:rsid w:val="00356708"/>
    <w:rsid w:val="0035671F"/>
    <w:rsid w:val="00357166"/>
    <w:rsid w:val="003608C6"/>
    <w:rsid w:val="00360AD6"/>
    <w:rsid w:val="003638A8"/>
    <w:rsid w:val="00363FA7"/>
    <w:rsid w:val="00366484"/>
    <w:rsid w:val="00371362"/>
    <w:rsid w:val="00383171"/>
    <w:rsid w:val="00384DF4"/>
    <w:rsid w:val="003857B3"/>
    <w:rsid w:val="00386747"/>
    <w:rsid w:val="00386EAA"/>
    <w:rsid w:val="0038700C"/>
    <w:rsid w:val="00387942"/>
    <w:rsid w:val="00392EA4"/>
    <w:rsid w:val="003930AE"/>
    <w:rsid w:val="00395023"/>
    <w:rsid w:val="00395751"/>
    <w:rsid w:val="00396FBB"/>
    <w:rsid w:val="003A0A94"/>
    <w:rsid w:val="003A2C99"/>
    <w:rsid w:val="003A3A32"/>
    <w:rsid w:val="003A4458"/>
    <w:rsid w:val="003A5105"/>
    <w:rsid w:val="003A5415"/>
    <w:rsid w:val="003A756E"/>
    <w:rsid w:val="003B01C6"/>
    <w:rsid w:val="003B0683"/>
    <w:rsid w:val="003B0BDB"/>
    <w:rsid w:val="003B459F"/>
    <w:rsid w:val="003B4959"/>
    <w:rsid w:val="003B4E07"/>
    <w:rsid w:val="003B5B1F"/>
    <w:rsid w:val="003B5EDD"/>
    <w:rsid w:val="003B5F1E"/>
    <w:rsid w:val="003C370B"/>
    <w:rsid w:val="003C7D02"/>
    <w:rsid w:val="003D166A"/>
    <w:rsid w:val="003D2AD2"/>
    <w:rsid w:val="003D43E7"/>
    <w:rsid w:val="003D57E5"/>
    <w:rsid w:val="003E4900"/>
    <w:rsid w:val="003E565D"/>
    <w:rsid w:val="003E5787"/>
    <w:rsid w:val="003E70C9"/>
    <w:rsid w:val="003E790F"/>
    <w:rsid w:val="003F2B8F"/>
    <w:rsid w:val="003F3BE6"/>
    <w:rsid w:val="003F4957"/>
    <w:rsid w:val="003F6B4F"/>
    <w:rsid w:val="004010C1"/>
    <w:rsid w:val="0040141F"/>
    <w:rsid w:val="00401E77"/>
    <w:rsid w:val="00402149"/>
    <w:rsid w:val="00402F94"/>
    <w:rsid w:val="004031C3"/>
    <w:rsid w:val="004034FF"/>
    <w:rsid w:val="004046D8"/>
    <w:rsid w:val="00404C31"/>
    <w:rsid w:val="004066BE"/>
    <w:rsid w:val="004070E6"/>
    <w:rsid w:val="00407F3F"/>
    <w:rsid w:val="00410F54"/>
    <w:rsid w:val="0041181A"/>
    <w:rsid w:val="00412043"/>
    <w:rsid w:val="00412B7F"/>
    <w:rsid w:val="004134A2"/>
    <w:rsid w:val="00413D36"/>
    <w:rsid w:val="00414452"/>
    <w:rsid w:val="00416CB8"/>
    <w:rsid w:val="004175B4"/>
    <w:rsid w:val="00420C22"/>
    <w:rsid w:val="0042344C"/>
    <w:rsid w:val="0042426E"/>
    <w:rsid w:val="004245A8"/>
    <w:rsid w:val="00425F6B"/>
    <w:rsid w:val="00427784"/>
    <w:rsid w:val="004314F1"/>
    <w:rsid w:val="004366AA"/>
    <w:rsid w:val="00440646"/>
    <w:rsid w:val="00442239"/>
    <w:rsid w:val="0044229F"/>
    <w:rsid w:val="004427B5"/>
    <w:rsid w:val="00442E54"/>
    <w:rsid w:val="00444DE5"/>
    <w:rsid w:val="00445EBD"/>
    <w:rsid w:val="00446A0A"/>
    <w:rsid w:val="004505FF"/>
    <w:rsid w:val="00450600"/>
    <w:rsid w:val="00450A7F"/>
    <w:rsid w:val="0045320D"/>
    <w:rsid w:val="004539FF"/>
    <w:rsid w:val="00453BE4"/>
    <w:rsid w:val="004560D8"/>
    <w:rsid w:val="0045679F"/>
    <w:rsid w:val="00457F37"/>
    <w:rsid w:val="004603B2"/>
    <w:rsid w:val="00461109"/>
    <w:rsid w:val="00463A4F"/>
    <w:rsid w:val="00465954"/>
    <w:rsid w:val="00472865"/>
    <w:rsid w:val="004728BF"/>
    <w:rsid w:val="0047383A"/>
    <w:rsid w:val="00473B92"/>
    <w:rsid w:val="00473F58"/>
    <w:rsid w:val="00474974"/>
    <w:rsid w:val="00476B69"/>
    <w:rsid w:val="00476F91"/>
    <w:rsid w:val="00477849"/>
    <w:rsid w:val="00480847"/>
    <w:rsid w:val="0048094E"/>
    <w:rsid w:val="004819E7"/>
    <w:rsid w:val="0048326D"/>
    <w:rsid w:val="0048332E"/>
    <w:rsid w:val="004837E8"/>
    <w:rsid w:val="0048569A"/>
    <w:rsid w:val="00487B61"/>
    <w:rsid w:val="00490D3B"/>
    <w:rsid w:val="00491909"/>
    <w:rsid w:val="00491C48"/>
    <w:rsid w:val="004945F0"/>
    <w:rsid w:val="004A1107"/>
    <w:rsid w:val="004A23BB"/>
    <w:rsid w:val="004A332D"/>
    <w:rsid w:val="004A3578"/>
    <w:rsid w:val="004A5DB0"/>
    <w:rsid w:val="004A6246"/>
    <w:rsid w:val="004A7FC5"/>
    <w:rsid w:val="004B2742"/>
    <w:rsid w:val="004B298B"/>
    <w:rsid w:val="004B5EDE"/>
    <w:rsid w:val="004B6602"/>
    <w:rsid w:val="004B7CEB"/>
    <w:rsid w:val="004C0E07"/>
    <w:rsid w:val="004C10BA"/>
    <w:rsid w:val="004C19A2"/>
    <w:rsid w:val="004C3097"/>
    <w:rsid w:val="004C48D3"/>
    <w:rsid w:val="004C7347"/>
    <w:rsid w:val="004D007A"/>
    <w:rsid w:val="004D3B5E"/>
    <w:rsid w:val="004D4B24"/>
    <w:rsid w:val="004D6F25"/>
    <w:rsid w:val="004E146F"/>
    <w:rsid w:val="004E4655"/>
    <w:rsid w:val="004E4C4B"/>
    <w:rsid w:val="004E549F"/>
    <w:rsid w:val="004E7F27"/>
    <w:rsid w:val="004F0268"/>
    <w:rsid w:val="004F0E47"/>
    <w:rsid w:val="004F3167"/>
    <w:rsid w:val="004F4A12"/>
    <w:rsid w:val="004F62E9"/>
    <w:rsid w:val="004F724F"/>
    <w:rsid w:val="00500A47"/>
    <w:rsid w:val="00503CA0"/>
    <w:rsid w:val="0050584F"/>
    <w:rsid w:val="005058F8"/>
    <w:rsid w:val="00506813"/>
    <w:rsid w:val="005118E1"/>
    <w:rsid w:val="005154EE"/>
    <w:rsid w:val="00516AB6"/>
    <w:rsid w:val="00516C21"/>
    <w:rsid w:val="00516F91"/>
    <w:rsid w:val="0052045F"/>
    <w:rsid w:val="00520BF4"/>
    <w:rsid w:val="00520DE9"/>
    <w:rsid w:val="005238CE"/>
    <w:rsid w:val="00523D25"/>
    <w:rsid w:val="00524A81"/>
    <w:rsid w:val="00530360"/>
    <w:rsid w:val="0053221D"/>
    <w:rsid w:val="0053354C"/>
    <w:rsid w:val="00533B82"/>
    <w:rsid w:val="00535BD4"/>
    <w:rsid w:val="0053632A"/>
    <w:rsid w:val="00536AEE"/>
    <w:rsid w:val="00537079"/>
    <w:rsid w:val="005435F2"/>
    <w:rsid w:val="00551AD4"/>
    <w:rsid w:val="00551DEB"/>
    <w:rsid w:val="0055343E"/>
    <w:rsid w:val="00553D3A"/>
    <w:rsid w:val="00556CEA"/>
    <w:rsid w:val="00557389"/>
    <w:rsid w:val="00561181"/>
    <w:rsid w:val="00561913"/>
    <w:rsid w:val="005634D2"/>
    <w:rsid w:val="005660CD"/>
    <w:rsid w:val="005663BC"/>
    <w:rsid w:val="00570AC0"/>
    <w:rsid w:val="00570C6C"/>
    <w:rsid w:val="00572021"/>
    <w:rsid w:val="0057303C"/>
    <w:rsid w:val="005735B4"/>
    <w:rsid w:val="00573691"/>
    <w:rsid w:val="00575557"/>
    <w:rsid w:val="005763B7"/>
    <w:rsid w:val="00581915"/>
    <w:rsid w:val="005829B4"/>
    <w:rsid w:val="00582A7F"/>
    <w:rsid w:val="005861C6"/>
    <w:rsid w:val="005875FC"/>
    <w:rsid w:val="00587699"/>
    <w:rsid w:val="005879F5"/>
    <w:rsid w:val="005903CB"/>
    <w:rsid w:val="00591A8C"/>
    <w:rsid w:val="005934A5"/>
    <w:rsid w:val="005939B5"/>
    <w:rsid w:val="0059437C"/>
    <w:rsid w:val="00594460"/>
    <w:rsid w:val="00597FFA"/>
    <w:rsid w:val="005A3168"/>
    <w:rsid w:val="005A56EC"/>
    <w:rsid w:val="005A58F4"/>
    <w:rsid w:val="005A5F58"/>
    <w:rsid w:val="005B1697"/>
    <w:rsid w:val="005B1E36"/>
    <w:rsid w:val="005B215D"/>
    <w:rsid w:val="005B2870"/>
    <w:rsid w:val="005C0FE3"/>
    <w:rsid w:val="005C36F7"/>
    <w:rsid w:val="005C442A"/>
    <w:rsid w:val="005C4C06"/>
    <w:rsid w:val="005C5E42"/>
    <w:rsid w:val="005C66C8"/>
    <w:rsid w:val="005C75B7"/>
    <w:rsid w:val="005D7BDB"/>
    <w:rsid w:val="005D7DA8"/>
    <w:rsid w:val="005E0287"/>
    <w:rsid w:val="005E1B4F"/>
    <w:rsid w:val="005E4C19"/>
    <w:rsid w:val="005E4D4E"/>
    <w:rsid w:val="005E4F4E"/>
    <w:rsid w:val="005E60DD"/>
    <w:rsid w:val="005E726E"/>
    <w:rsid w:val="005E7C9F"/>
    <w:rsid w:val="005F13DD"/>
    <w:rsid w:val="005F1EB1"/>
    <w:rsid w:val="005F481C"/>
    <w:rsid w:val="005F5C7F"/>
    <w:rsid w:val="005F5DC0"/>
    <w:rsid w:val="005F5E7E"/>
    <w:rsid w:val="005F6F5B"/>
    <w:rsid w:val="006019CF"/>
    <w:rsid w:val="00605DF6"/>
    <w:rsid w:val="006074BD"/>
    <w:rsid w:val="00610D42"/>
    <w:rsid w:val="006128B7"/>
    <w:rsid w:val="00612E32"/>
    <w:rsid w:val="006144DA"/>
    <w:rsid w:val="00621B3E"/>
    <w:rsid w:val="00622C8B"/>
    <w:rsid w:val="0062318E"/>
    <w:rsid w:val="006232ED"/>
    <w:rsid w:val="006239A4"/>
    <w:rsid w:val="00625215"/>
    <w:rsid w:val="00625D03"/>
    <w:rsid w:val="006318B8"/>
    <w:rsid w:val="00633395"/>
    <w:rsid w:val="0063442D"/>
    <w:rsid w:val="006370C3"/>
    <w:rsid w:val="006406C4"/>
    <w:rsid w:val="006415BC"/>
    <w:rsid w:val="00643483"/>
    <w:rsid w:val="00644AE7"/>
    <w:rsid w:val="00645536"/>
    <w:rsid w:val="00645863"/>
    <w:rsid w:val="00647306"/>
    <w:rsid w:val="0065103A"/>
    <w:rsid w:val="00651338"/>
    <w:rsid w:val="00651783"/>
    <w:rsid w:val="00657E12"/>
    <w:rsid w:val="00660311"/>
    <w:rsid w:val="006616CB"/>
    <w:rsid w:val="00661BED"/>
    <w:rsid w:val="00664286"/>
    <w:rsid w:val="006668AF"/>
    <w:rsid w:val="00671822"/>
    <w:rsid w:val="00673D2F"/>
    <w:rsid w:val="006747D3"/>
    <w:rsid w:val="006748E9"/>
    <w:rsid w:val="00676117"/>
    <w:rsid w:val="00681156"/>
    <w:rsid w:val="00682529"/>
    <w:rsid w:val="00683FFD"/>
    <w:rsid w:val="00684BA1"/>
    <w:rsid w:val="00685570"/>
    <w:rsid w:val="00685F27"/>
    <w:rsid w:val="00686610"/>
    <w:rsid w:val="00686F08"/>
    <w:rsid w:val="0069041E"/>
    <w:rsid w:val="00692F8E"/>
    <w:rsid w:val="00694336"/>
    <w:rsid w:val="006952CF"/>
    <w:rsid w:val="006959C6"/>
    <w:rsid w:val="00695A1D"/>
    <w:rsid w:val="006A03C0"/>
    <w:rsid w:val="006A0529"/>
    <w:rsid w:val="006A0EBA"/>
    <w:rsid w:val="006A14FD"/>
    <w:rsid w:val="006A31B9"/>
    <w:rsid w:val="006A3333"/>
    <w:rsid w:val="006A3F65"/>
    <w:rsid w:val="006A4CA9"/>
    <w:rsid w:val="006A7AFA"/>
    <w:rsid w:val="006A7E8B"/>
    <w:rsid w:val="006B01B9"/>
    <w:rsid w:val="006B7902"/>
    <w:rsid w:val="006C1045"/>
    <w:rsid w:val="006C18FD"/>
    <w:rsid w:val="006C2713"/>
    <w:rsid w:val="006C523D"/>
    <w:rsid w:val="006C642E"/>
    <w:rsid w:val="006C68A3"/>
    <w:rsid w:val="006C7973"/>
    <w:rsid w:val="006C7DF1"/>
    <w:rsid w:val="006D0235"/>
    <w:rsid w:val="006D1F30"/>
    <w:rsid w:val="006D2E6B"/>
    <w:rsid w:val="006D4D70"/>
    <w:rsid w:val="006D6D90"/>
    <w:rsid w:val="006E19C4"/>
    <w:rsid w:val="006E361B"/>
    <w:rsid w:val="006E3690"/>
    <w:rsid w:val="006E43A5"/>
    <w:rsid w:val="006E6172"/>
    <w:rsid w:val="006F0D4A"/>
    <w:rsid w:val="006F0FA5"/>
    <w:rsid w:val="006F10AF"/>
    <w:rsid w:val="006F584A"/>
    <w:rsid w:val="006F5DEF"/>
    <w:rsid w:val="006F6268"/>
    <w:rsid w:val="006F7AC1"/>
    <w:rsid w:val="0070196C"/>
    <w:rsid w:val="007025B8"/>
    <w:rsid w:val="007049AD"/>
    <w:rsid w:val="00704E35"/>
    <w:rsid w:val="0070558F"/>
    <w:rsid w:val="00706438"/>
    <w:rsid w:val="00711B45"/>
    <w:rsid w:val="00714779"/>
    <w:rsid w:val="00716039"/>
    <w:rsid w:val="0071603E"/>
    <w:rsid w:val="00716A1B"/>
    <w:rsid w:val="007173B2"/>
    <w:rsid w:val="00723488"/>
    <w:rsid w:val="00723AD1"/>
    <w:rsid w:val="00727555"/>
    <w:rsid w:val="007278F6"/>
    <w:rsid w:val="0073279B"/>
    <w:rsid w:val="007327B0"/>
    <w:rsid w:val="00732858"/>
    <w:rsid w:val="00736385"/>
    <w:rsid w:val="007365F3"/>
    <w:rsid w:val="007368A4"/>
    <w:rsid w:val="0073772A"/>
    <w:rsid w:val="00741432"/>
    <w:rsid w:val="00741A69"/>
    <w:rsid w:val="00743772"/>
    <w:rsid w:val="00743AF8"/>
    <w:rsid w:val="00744685"/>
    <w:rsid w:val="007464B3"/>
    <w:rsid w:val="00746DF2"/>
    <w:rsid w:val="00747DB9"/>
    <w:rsid w:val="00750547"/>
    <w:rsid w:val="00751378"/>
    <w:rsid w:val="00751551"/>
    <w:rsid w:val="007537AD"/>
    <w:rsid w:val="007554E2"/>
    <w:rsid w:val="007600C2"/>
    <w:rsid w:val="007600CE"/>
    <w:rsid w:val="00761373"/>
    <w:rsid w:val="007623E2"/>
    <w:rsid w:val="00762C25"/>
    <w:rsid w:val="0076538B"/>
    <w:rsid w:val="0076667A"/>
    <w:rsid w:val="00772312"/>
    <w:rsid w:val="00772531"/>
    <w:rsid w:val="00775E32"/>
    <w:rsid w:val="00776A2C"/>
    <w:rsid w:val="007777EE"/>
    <w:rsid w:val="00777B94"/>
    <w:rsid w:val="00780672"/>
    <w:rsid w:val="0078086D"/>
    <w:rsid w:val="007812A1"/>
    <w:rsid w:val="007820D7"/>
    <w:rsid w:val="0078237D"/>
    <w:rsid w:val="00782525"/>
    <w:rsid w:val="007832C7"/>
    <w:rsid w:val="007852EE"/>
    <w:rsid w:val="007858A9"/>
    <w:rsid w:val="00786888"/>
    <w:rsid w:val="00787870"/>
    <w:rsid w:val="00790D8F"/>
    <w:rsid w:val="00790FE0"/>
    <w:rsid w:val="00794B8D"/>
    <w:rsid w:val="00794D55"/>
    <w:rsid w:val="0079527C"/>
    <w:rsid w:val="00797709"/>
    <w:rsid w:val="007A3128"/>
    <w:rsid w:val="007A3B1B"/>
    <w:rsid w:val="007A401C"/>
    <w:rsid w:val="007A7004"/>
    <w:rsid w:val="007B0894"/>
    <w:rsid w:val="007B24C9"/>
    <w:rsid w:val="007B3693"/>
    <w:rsid w:val="007B418D"/>
    <w:rsid w:val="007B6005"/>
    <w:rsid w:val="007B6DF5"/>
    <w:rsid w:val="007C06C4"/>
    <w:rsid w:val="007C2B16"/>
    <w:rsid w:val="007C4535"/>
    <w:rsid w:val="007C5B5F"/>
    <w:rsid w:val="007C751C"/>
    <w:rsid w:val="007D0DED"/>
    <w:rsid w:val="007D2EBB"/>
    <w:rsid w:val="007D331A"/>
    <w:rsid w:val="007D3BEF"/>
    <w:rsid w:val="007D5982"/>
    <w:rsid w:val="007D5AC9"/>
    <w:rsid w:val="007D5CB8"/>
    <w:rsid w:val="007D6F42"/>
    <w:rsid w:val="007D787D"/>
    <w:rsid w:val="007E137C"/>
    <w:rsid w:val="007E2BB9"/>
    <w:rsid w:val="007E3A87"/>
    <w:rsid w:val="007E4615"/>
    <w:rsid w:val="007E7D6F"/>
    <w:rsid w:val="007F056D"/>
    <w:rsid w:val="007F1584"/>
    <w:rsid w:val="007F4A53"/>
    <w:rsid w:val="007F5512"/>
    <w:rsid w:val="007F750A"/>
    <w:rsid w:val="007F7967"/>
    <w:rsid w:val="008022F8"/>
    <w:rsid w:val="0080623F"/>
    <w:rsid w:val="00811692"/>
    <w:rsid w:val="00812F3A"/>
    <w:rsid w:val="008131FA"/>
    <w:rsid w:val="00813BA4"/>
    <w:rsid w:val="0081622F"/>
    <w:rsid w:val="008168EB"/>
    <w:rsid w:val="00817034"/>
    <w:rsid w:val="00817C5E"/>
    <w:rsid w:val="00824DB0"/>
    <w:rsid w:val="00825CEB"/>
    <w:rsid w:val="008268ED"/>
    <w:rsid w:val="00827427"/>
    <w:rsid w:val="0082775B"/>
    <w:rsid w:val="00831968"/>
    <w:rsid w:val="00831D5D"/>
    <w:rsid w:val="00832375"/>
    <w:rsid w:val="0083264E"/>
    <w:rsid w:val="0083391D"/>
    <w:rsid w:val="00834F97"/>
    <w:rsid w:val="008350AB"/>
    <w:rsid w:val="00835B40"/>
    <w:rsid w:val="00837E40"/>
    <w:rsid w:val="0084015D"/>
    <w:rsid w:val="00840686"/>
    <w:rsid w:val="008443BA"/>
    <w:rsid w:val="008444E7"/>
    <w:rsid w:val="008445FD"/>
    <w:rsid w:val="00844EF7"/>
    <w:rsid w:val="008470B1"/>
    <w:rsid w:val="0084743A"/>
    <w:rsid w:val="0085055B"/>
    <w:rsid w:val="0085164B"/>
    <w:rsid w:val="00851792"/>
    <w:rsid w:val="00851A31"/>
    <w:rsid w:val="00852150"/>
    <w:rsid w:val="00852DAF"/>
    <w:rsid w:val="008534FC"/>
    <w:rsid w:val="008535AC"/>
    <w:rsid w:val="00857B1B"/>
    <w:rsid w:val="00860CAC"/>
    <w:rsid w:val="00860D54"/>
    <w:rsid w:val="00861481"/>
    <w:rsid w:val="0086189D"/>
    <w:rsid w:val="00861F05"/>
    <w:rsid w:val="00861F19"/>
    <w:rsid w:val="00862FF1"/>
    <w:rsid w:val="00863C71"/>
    <w:rsid w:val="00866EA3"/>
    <w:rsid w:val="0086716B"/>
    <w:rsid w:val="00871496"/>
    <w:rsid w:val="00873CE7"/>
    <w:rsid w:val="0087439B"/>
    <w:rsid w:val="0087489C"/>
    <w:rsid w:val="00874CA8"/>
    <w:rsid w:val="00877BF5"/>
    <w:rsid w:val="00880D79"/>
    <w:rsid w:val="00880F24"/>
    <w:rsid w:val="00883B1D"/>
    <w:rsid w:val="008843A9"/>
    <w:rsid w:val="00884616"/>
    <w:rsid w:val="008873B0"/>
    <w:rsid w:val="00887956"/>
    <w:rsid w:val="008905BE"/>
    <w:rsid w:val="00890A5B"/>
    <w:rsid w:val="008927F9"/>
    <w:rsid w:val="008A138F"/>
    <w:rsid w:val="008A1990"/>
    <w:rsid w:val="008A22A3"/>
    <w:rsid w:val="008A605E"/>
    <w:rsid w:val="008A78FD"/>
    <w:rsid w:val="008B1887"/>
    <w:rsid w:val="008B278A"/>
    <w:rsid w:val="008B30CF"/>
    <w:rsid w:val="008B438F"/>
    <w:rsid w:val="008B443A"/>
    <w:rsid w:val="008B670A"/>
    <w:rsid w:val="008B7C51"/>
    <w:rsid w:val="008C06DE"/>
    <w:rsid w:val="008C3600"/>
    <w:rsid w:val="008C4B55"/>
    <w:rsid w:val="008C61F1"/>
    <w:rsid w:val="008C7223"/>
    <w:rsid w:val="008D1ACA"/>
    <w:rsid w:val="008D2998"/>
    <w:rsid w:val="008D2B61"/>
    <w:rsid w:val="008D612C"/>
    <w:rsid w:val="008E0A09"/>
    <w:rsid w:val="008E1019"/>
    <w:rsid w:val="008E155B"/>
    <w:rsid w:val="008E1C26"/>
    <w:rsid w:val="008E4699"/>
    <w:rsid w:val="008E68CC"/>
    <w:rsid w:val="008E6CA3"/>
    <w:rsid w:val="008E7103"/>
    <w:rsid w:val="008E7186"/>
    <w:rsid w:val="008F0297"/>
    <w:rsid w:val="008F0B28"/>
    <w:rsid w:val="008F4F8F"/>
    <w:rsid w:val="008F5935"/>
    <w:rsid w:val="008F7A34"/>
    <w:rsid w:val="00901343"/>
    <w:rsid w:val="0090317B"/>
    <w:rsid w:val="00907F5D"/>
    <w:rsid w:val="00910404"/>
    <w:rsid w:val="00910EE9"/>
    <w:rsid w:val="0091415B"/>
    <w:rsid w:val="0091439C"/>
    <w:rsid w:val="0091481B"/>
    <w:rsid w:val="0091725B"/>
    <w:rsid w:val="00917472"/>
    <w:rsid w:val="00925067"/>
    <w:rsid w:val="009255E0"/>
    <w:rsid w:val="00934209"/>
    <w:rsid w:val="00934C6B"/>
    <w:rsid w:val="0094024D"/>
    <w:rsid w:val="009448B4"/>
    <w:rsid w:val="0094549A"/>
    <w:rsid w:val="009459CA"/>
    <w:rsid w:val="00946B2E"/>
    <w:rsid w:val="00947A81"/>
    <w:rsid w:val="00947D02"/>
    <w:rsid w:val="0095159B"/>
    <w:rsid w:val="00953892"/>
    <w:rsid w:val="00953E80"/>
    <w:rsid w:val="00960468"/>
    <w:rsid w:val="00960564"/>
    <w:rsid w:val="00960FFF"/>
    <w:rsid w:val="00962B6E"/>
    <w:rsid w:val="009634DF"/>
    <w:rsid w:val="00963C92"/>
    <w:rsid w:val="00964903"/>
    <w:rsid w:val="0097176D"/>
    <w:rsid w:val="00977449"/>
    <w:rsid w:val="00977577"/>
    <w:rsid w:val="00977BD7"/>
    <w:rsid w:val="00980B7C"/>
    <w:rsid w:val="0098179F"/>
    <w:rsid w:val="00982779"/>
    <w:rsid w:val="00983C59"/>
    <w:rsid w:val="00983EA3"/>
    <w:rsid w:val="00985327"/>
    <w:rsid w:val="00985C88"/>
    <w:rsid w:val="00987255"/>
    <w:rsid w:val="00991025"/>
    <w:rsid w:val="0099159D"/>
    <w:rsid w:val="00991862"/>
    <w:rsid w:val="00992FE9"/>
    <w:rsid w:val="0099400A"/>
    <w:rsid w:val="00995922"/>
    <w:rsid w:val="009979FC"/>
    <w:rsid w:val="009A224C"/>
    <w:rsid w:val="009A2A08"/>
    <w:rsid w:val="009A3A55"/>
    <w:rsid w:val="009B1023"/>
    <w:rsid w:val="009B3959"/>
    <w:rsid w:val="009B3C14"/>
    <w:rsid w:val="009B3DD0"/>
    <w:rsid w:val="009B6A0A"/>
    <w:rsid w:val="009B6D57"/>
    <w:rsid w:val="009B724E"/>
    <w:rsid w:val="009B733F"/>
    <w:rsid w:val="009C0AB3"/>
    <w:rsid w:val="009C1251"/>
    <w:rsid w:val="009C73D3"/>
    <w:rsid w:val="009D07A8"/>
    <w:rsid w:val="009D0F88"/>
    <w:rsid w:val="009D1E36"/>
    <w:rsid w:val="009D2C43"/>
    <w:rsid w:val="009D3F02"/>
    <w:rsid w:val="009D5470"/>
    <w:rsid w:val="009D6019"/>
    <w:rsid w:val="009D6B3F"/>
    <w:rsid w:val="009E17D6"/>
    <w:rsid w:val="009E17E2"/>
    <w:rsid w:val="009E51FC"/>
    <w:rsid w:val="009E5661"/>
    <w:rsid w:val="009E6A68"/>
    <w:rsid w:val="009E7CE3"/>
    <w:rsid w:val="009F14D8"/>
    <w:rsid w:val="009F16CA"/>
    <w:rsid w:val="009F1FA7"/>
    <w:rsid w:val="009F22C6"/>
    <w:rsid w:val="009F3A53"/>
    <w:rsid w:val="009F4762"/>
    <w:rsid w:val="009F5684"/>
    <w:rsid w:val="009F5C1B"/>
    <w:rsid w:val="009F6578"/>
    <w:rsid w:val="009F7FD1"/>
    <w:rsid w:val="00A0050E"/>
    <w:rsid w:val="00A00BDD"/>
    <w:rsid w:val="00A1021F"/>
    <w:rsid w:val="00A10EC9"/>
    <w:rsid w:val="00A129B4"/>
    <w:rsid w:val="00A14093"/>
    <w:rsid w:val="00A155FD"/>
    <w:rsid w:val="00A158E3"/>
    <w:rsid w:val="00A20438"/>
    <w:rsid w:val="00A21806"/>
    <w:rsid w:val="00A2187A"/>
    <w:rsid w:val="00A22A18"/>
    <w:rsid w:val="00A22AE8"/>
    <w:rsid w:val="00A25715"/>
    <w:rsid w:val="00A27083"/>
    <w:rsid w:val="00A301C2"/>
    <w:rsid w:val="00A319F3"/>
    <w:rsid w:val="00A32010"/>
    <w:rsid w:val="00A32F9A"/>
    <w:rsid w:val="00A34919"/>
    <w:rsid w:val="00A37057"/>
    <w:rsid w:val="00A3732D"/>
    <w:rsid w:val="00A374C7"/>
    <w:rsid w:val="00A438F7"/>
    <w:rsid w:val="00A4466C"/>
    <w:rsid w:val="00A44914"/>
    <w:rsid w:val="00A468B9"/>
    <w:rsid w:val="00A47740"/>
    <w:rsid w:val="00A51AAB"/>
    <w:rsid w:val="00A53753"/>
    <w:rsid w:val="00A53BDE"/>
    <w:rsid w:val="00A548D4"/>
    <w:rsid w:val="00A55408"/>
    <w:rsid w:val="00A560E4"/>
    <w:rsid w:val="00A608CD"/>
    <w:rsid w:val="00A60AA4"/>
    <w:rsid w:val="00A6259C"/>
    <w:rsid w:val="00A63B48"/>
    <w:rsid w:val="00A63BB5"/>
    <w:rsid w:val="00A65C0F"/>
    <w:rsid w:val="00A66CF5"/>
    <w:rsid w:val="00A73E1C"/>
    <w:rsid w:val="00A7429F"/>
    <w:rsid w:val="00A76FD9"/>
    <w:rsid w:val="00A7706D"/>
    <w:rsid w:val="00A7745D"/>
    <w:rsid w:val="00A77975"/>
    <w:rsid w:val="00A828BA"/>
    <w:rsid w:val="00A8473F"/>
    <w:rsid w:val="00A9022B"/>
    <w:rsid w:val="00A927A6"/>
    <w:rsid w:val="00A929FB"/>
    <w:rsid w:val="00A93738"/>
    <w:rsid w:val="00AA2794"/>
    <w:rsid w:val="00AA3126"/>
    <w:rsid w:val="00AA5CAB"/>
    <w:rsid w:val="00AA6391"/>
    <w:rsid w:val="00AA75A7"/>
    <w:rsid w:val="00AA75FC"/>
    <w:rsid w:val="00AB1BA6"/>
    <w:rsid w:val="00AB51B8"/>
    <w:rsid w:val="00AB5A9F"/>
    <w:rsid w:val="00AB5B45"/>
    <w:rsid w:val="00AC10BF"/>
    <w:rsid w:val="00AC1C18"/>
    <w:rsid w:val="00AC221B"/>
    <w:rsid w:val="00AC2C68"/>
    <w:rsid w:val="00AC34D0"/>
    <w:rsid w:val="00AC3585"/>
    <w:rsid w:val="00AC51A9"/>
    <w:rsid w:val="00AC77ED"/>
    <w:rsid w:val="00AD1A2B"/>
    <w:rsid w:val="00AD3FB6"/>
    <w:rsid w:val="00AD495E"/>
    <w:rsid w:val="00AD56A3"/>
    <w:rsid w:val="00AD5CC0"/>
    <w:rsid w:val="00AD5E13"/>
    <w:rsid w:val="00AD5EB5"/>
    <w:rsid w:val="00AD779F"/>
    <w:rsid w:val="00AE0131"/>
    <w:rsid w:val="00AE098D"/>
    <w:rsid w:val="00AE0E83"/>
    <w:rsid w:val="00AE1083"/>
    <w:rsid w:val="00AE3582"/>
    <w:rsid w:val="00AE4E59"/>
    <w:rsid w:val="00AE5A68"/>
    <w:rsid w:val="00AE6390"/>
    <w:rsid w:val="00AE64AB"/>
    <w:rsid w:val="00AE689F"/>
    <w:rsid w:val="00AE781D"/>
    <w:rsid w:val="00AF02DB"/>
    <w:rsid w:val="00AF05CF"/>
    <w:rsid w:val="00AF2A9F"/>
    <w:rsid w:val="00AF3D2E"/>
    <w:rsid w:val="00AF497A"/>
    <w:rsid w:val="00B00248"/>
    <w:rsid w:val="00B00D00"/>
    <w:rsid w:val="00B0220E"/>
    <w:rsid w:val="00B03D0A"/>
    <w:rsid w:val="00B0404E"/>
    <w:rsid w:val="00B041E6"/>
    <w:rsid w:val="00B044F0"/>
    <w:rsid w:val="00B04B22"/>
    <w:rsid w:val="00B04B85"/>
    <w:rsid w:val="00B06913"/>
    <w:rsid w:val="00B06A4D"/>
    <w:rsid w:val="00B07581"/>
    <w:rsid w:val="00B07ACE"/>
    <w:rsid w:val="00B10824"/>
    <w:rsid w:val="00B14BE5"/>
    <w:rsid w:val="00B15460"/>
    <w:rsid w:val="00B16031"/>
    <w:rsid w:val="00B16250"/>
    <w:rsid w:val="00B20FFD"/>
    <w:rsid w:val="00B212B9"/>
    <w:rsid w:val="00B224C1"/>
    <w:rsid w:val="00B2263C"/>
    <w:rsid w:val="00B2422E"/>
    <w:rsid w:val="00B246C7"/>
    <w:rsid w:val="00B24C40"/>
    <w:rsid w:val="00B27AFF"/>
    <w:rsid w:val="00B30B3B"/>
    <w:rsid w:val="00B3136E"/>
    <w:rsid w:val="00B32711"/>
    <w:rsid w:val="00B32805"/>
    <w:rsid w:val="00B3287C"/>
    <w:rsid w:val="00B34102"/>
    <w:rsid w:val="00B3527A"/>
    <w:rsid w:val="00B35A4E"/>
    <w:rsid w:val="00B37A2E"/>
    <w:rsid w:val="00B40CF1"/>
    <w:rsid w:val="00B41272"/>
    <w:rsid w:val="00B42F72"/>
    <w:rsid w:val="00B43117"/>
    <w:rsid w:val="00B4481D"/>
    <w:rsid w:val="00B4558A"/>
    <w:rsid w:val="00B47A42"/>
    <w:rsid w:val="00B501A2"/>
    <w:rsid w:val="00B5079C"/>
    <w:rsid w:val="00B52BDD"/>
    <w:rsid w:val="00B5327E"/>
    <w:rsid w:val="00B539C2"/>
    <w:rsid w:val="00B53C2E"/>
    <w:rsid w:val="00B551E6"/>
    <w:rsid w:val="00B56195"/>
    <w:rsid w:val="00B57D64"/>
    <w:rsid w:val="00B60993"/>
    <w:rsid w:val="00B60ECE"/>
    <w:rsid w:val="00B618FF"/>
    <w:rsid w:val="00B61BCE"/>
    <w:rsid w:val="00B627B1"/>
    <w:rsid w:val="00B666FE"/>
    <w:rsid w:val="00B66D2C"/>
    <w:rsid w:val="00B72691"/>
    <w:rsid w:val="00B73259"/>
    <w:rsid w:val="00B738E9"/>
    <w:rsid w:val="00B74DEE"/>
    <w:rsid w:val="00B7522A"/>
    <w:rsid w:val="00B77B31"/>
    <w:rsid w:val="00B80A80"/>
    <w:rsid w:val="00B81C9C"/>
    <w:rsid w:val="00B85D23"/>
    <w:rsid w:val="00B860B2"/>
    <w:rsid w:val="00B8632B"/>
    <w:rsid w:val="00B866DD"/>
    <w:rsid w:val="00B86D8B"/>
    <w:rsid w:val="00B91BAC"/>
    <w:rsid w:val="00B932A1"/>
    <w:rsid w:val="00B942EB"/>
    <w:rsid w:val="00B971D1"/>
    <w:rsid w:val="00B97E47"/>
    <w:rsid w:val="00BA1609"/>
    <w:rsid w:val="00BA21EC"/>
    <w:rsid w:val="00BA3182"/>
    <w:rsid w:val="00BA4625"/>
    <w:rsid w:val="00BA704A"/>
    <w:rsid w:val="00BA7744"/>
    <w:rsid w:val="00BB2D49"/>
    <w:rsid w:val="00BB3C37"/>
    <w:rsid w:val="00BB6927"/>
    <w:rsid w:val="00BC24E4"/>
    <w:rsid w:val="00BC269F"/>
    <w:rsid w:val="00BC2B23"/>
    <w:rsid w:val="00BC3C4F"/>
    <w:rsid w:val="00BC67AE"/>
    <w:rsid w:val="00BC757C"/>
    <w:rsid w:val="00BD3FFF"/>
    <w:rsid w:val="00BD496F"/>
    <w:rsid w:val="00BD4AB6"/>
    <w:rsid w:val="00BD5899"/>
    <w:rsid w:val="00BD6308"/>
    <w:rsid w:val="00BD6955"/>
    <w:rsid w:val="00BD6F2E"/>
    <w:rsid w:val="00BD7091"/>
    <w:rsid w:val="00BD70D3"/>
    <w:rsid w:val="00BD7574"/>
    <w:rsid w:val="00BE0330"/>
    <w:rsid w:val="00BE13EC"/>
    <w:rsid w:val="00BE48AF"/>
    <w:rsid w:val="00BE5CFE"/>
    <w:rsid w:val="00BE641F"/>
    <w:rsid w:val="00BE6EE0"/>
    <w:rsid w:val="00BF0488"/>
    <w:rsid w:val="00BF1489"/>
    <w:rsid w:val="00BF1CD8"/>
    <w:rsid w:val="00BF31B0"/>
    <w:rsid w:val="00BF49E0"/>
    <w:rsid w:val="00BF4ED9"/>
    <w:rsid w:val="00BF5959"/>
    <w:rsid w:val="00C0302C"/>
    <w:rsid w:val="00C035E3"/>
    <w:rsid w:val="00C03CA3"/>
    <w:rsid w:val="00C03F29"/>
    <w:rsid w:val="00C051EB"/>
    <w:rsid w:val="00C059C4"/>
    <w:rsid w:val="00C06005"/>
    <w:rsid w:val="00C0757E"/>
    <w:rsid w:val="00C07670"/>
    <w:rsid w:val="00C106AA"/>
    <w:rsid w:val="00C10A28"/>
    <w:rsid w:val="00C1133B"/>
    <w:rsid w:val="00C11B28"/>
    <w:rsid w:val="00C12D99"/>
    <w:rsid w:val="00C15405"/>
    <w:rsid w:val="00C161B8"/>
    <w:rsid w:val="00C16A91"/>
    <w:rsid w:val="00C179C2"/>
    <w:rsid w:val="00C201DE"/>
    <w:rsid w:val="00C20459"/>
    <w:rsid w:val="00C204E1"/>
    <w:rsid w:val="00C23C97"/>
    <w:rsid w:val="00C26774"/>
    <w:rsid w:val="00C30363"/>
    <w:rsid w:val="00C303CB"/>
    <w:rsid w:val="00C30A28"/>
    <w:rsid w:val="00C3787C"/>
    <w:rsid w:val="00C37C61"/>
    <w:rsid w:val="00C37F67"/>
    <w:rsid w:val="00C4000E"/>
    <w:rsid w:val="00C426E3"/>
    <w:rsid w:val="00C45D01"/>
    <w:rsid w:val="00C50AC0"/>
    <w:rsid w:val="00C52692"/>
    <w:rsid w:val="00C55E4D"/>
    <w:rsid w:val="00C55F36"/>
    <w:rsid w:val="00C57EB9"/>
    <w:rsid w:val="00C60483"/>
    <w:rsid w:val="00C61FC3"/>
    <w:rsid w:val="00C62897"/>
    <w:rsid w:val="00C63C2C"/>
    <w:rsid w:val="00C641A4"/>
    <w:rsid w:val="00C705D8"/>
    <w:rsid w:val="00C706C7"/>
    <w:rsid w:val="00C708BB"/>
    <w:rsid w:val="00C719B4"/>
    <w:rsid w:val="00C73F2B"/>
    <w:rsid w:val="00C742A0"/>
    <w:rsid w:val="00C7442A"/>
    <w:rsid w:val="00C75413"/>
    <w:rsid w:val="00C763A4"/>
    <w:rsid w:val="00C831F0"/>
    <w:rsid w:val="00C85940"/>
    <w:rsid w:val="00C86151"/>
    <w:rsid w:val="00C868D7"/>
    <w:rsid w:val="00C86E18"/>
    <w:rsid w:val="00C90EC3"/>
    <w:rsid w:val="00C912F5"/>
    <w:rsid w:val="00C93C7B"/>
    <w:rsid w:val="00C9656A"/>
    <w:rsid w:val="00C97C3E"/>
    <w:rsid w:val="00CA0AF8"/>
    <w:rsid w:val="00CA2F8C"/>
    <w:rsid w:val="00CA3966"/>
    <w:rsid w:val="00CA4089"/>
    <w:rsid w:val="00CA4BE8"/>
    <w:rsid w:val="00CA5B0D"/>
    <w:rsid w:val="00CB34BE"/>
    <w:rsid w:val="00CB4F31"/>
    <w:rsid w:val="00CB79E9"/>
    <w:rsid w:val="00CC0A7F"/>
    <w:rsid w:val="00CC2BE6"/>
    <w:rsid w:val="00CC6A94"/>
    <w:rsid w:val="00CD438C"/>
    <w:rsid w:val="00CD56D3"/>
    <w:rsid w:val="00CE577E"/>
    <w:rsid w:val="00CE57AF"/>
    <w:rsid w:val="00CE5B00"/>
    <w:rsid w:val="00CE71B8"/>
    <w:rsid w:val="00CE78A8"/>
    <w:rsid w:val="00CF3E17"/>
    <w:rsid w:val="00CF4BFC"/>
    <w:rsid w:val="00CF5938"/>
    <w:rsid w:val="00CF7590"/>
    <w:rsid w:val="00D001A7"/>
    <w:rsid w:val="00D02A02"/>
    <w:rsid w:val="00D03B62"/>
    <w:rsid w:val="00D0634E"/>
    <w:rsid w:val="00D06C05"/>
    <w:rsid w:val="00D07E61"/>
    <w:rsid w:val="00D106D0"/>
    <w:rsid w:val="00D121C6"/>
    <w:rsid w:val="00D13C27"/>
    <w:rsid w:val="00D15100"/>
    <w:rsid w:val="00D15ADF"/>
    <w:rsid w:val="00D15C37"/>
    <w:rsid w:val="00D17E85"/>
    <w:rsid w:val="00D2166E"/>
    <w:rsid w:val="00D22DDF"/>
    <w:rsid w:val="00D268DD"/>
    <w:rsid w:val="00D27051"/>
    <w:rsid w:val="00D2740C"/>
    <w:rsid w:val="00D27D32"/>
    <w:rsid w:val="00D314E4"/>
    <w:rsid w:val="00D32027"/>
    <w:rsid w:val="00D325DF"/>
    <w:rsid w:val="00D41560"/>
    <w:rsid w:val="00D4288D"/>
    <w:rsid w:val="00D42D77"/>
    <w:rsid w:val="00D44054"/>
    <w:rsid w:val="00D476B0"/>
    <w:rsid w:val="00D47DFC"/>
    <w:rsid w:val="00D51797"/>
    <w:rsid w:val="00D53250"/>
    <w:rsid w:val="00D53E0E"/>
    <w:rsid w:val="00D55092"/>
    <w:rsid w:val="00D551F0"/>
    <w:rsid w:val="00D56161"/>
    <w:rsid w:val="00D56ADF"/>
    <w:rsid w:val="00D57F11"/>
    <w:rsid w:val="00D6033A"/>
    <w:rsid w:val="00D603AF"/>
    <w:rsid w:val="00D708A7"/>
    <w:rsid w:val="00D70D5A"/>
    <w:rsid w:val="00D724A8"/>
    <w:rsid w:val="00D736CF"/>
    <w:rsid w:val="00D73BDD"/>
    <w:rsid w:val="00D73FA8"/>
    <w:rsid w:val="00D75BA3"/>
    <w:rsid w:val="00D76EB9"/>
    <w:rsid w:val="00D77BCC"/>
    <w:rsid w:val="00D81553"/>
    <w:rsid w:val="00D81A25"/>
    <w:rsid w:val="00D81F72"/>
    <w:rsid w:val="00D825CD"/>
    <w:rsid w:val="00D827DC"/>
    <w:rsid w:val="00D82D53"/>
    <w:rsid w:val="00D8387E"/>
    <w:rsid w:val="00D83B18"/>
    <w:rsid w:val="00D8638E"/>
    <w:rsid w:val="00D871DF"/>
    <w:rsid w:val="00D87ED4"/>
    <w:rsid w:val="00D903FA"/>
    <w:rsid w:val="00D916BE"/>
    <w:rsid w:val="00D95D62"/>
    <w:rsid w:val="00D97E28"/>
    <w:rsid w:val="00DA28C2"/>
    <w:rsid w:val="00DA7741"/>
    <w:rsid w:val="00DB1C09"/>
    <w:rsid w:val="00DB1FC0"/>
    <w:rsid w:val="00DB26E3"/>
    <w:rsid w:val="00DB404C"/>
    <w:rsid w:val="00DB7711"/>
    <w:rsid w:val="00DC0679"/>
    <w:rsid w:val="00DC46DF"/>
    <w:rsid w:val="00DC608A"/>
    <w:rsid w:val="00DC6E2A"/>
    <w:rsid w:val="00DC7A12"/>
    <w:rsid w:val="00DD187F"/>
    <w:rsid w:val="00DD2228"/>
    <w:rsid w:val="00DD3A24"/>
    <w:rsid w:val="00DD3D20"/>
    <w:rsid w:val="00DD41D5"/>
    <w:rsid w:val="00DD4C9E"/>
    <w:rsid w:val="00DD747B"/>
    <w:rsid w:val="00DD772E"/>
    <w:rsid w:val="00DE05AF"/>
    <w:rsid w:val="00DE140F"/>
    <w:rsid w:val="00DE155F"/>
    <w:rsid w:val="00DF313B"/>
    <w:rsid w:val="00DF46AD"/>
    <w:rsid w:val="00DF474C"/>
    <w:rsid w:val="00DF4CDD"/>
    <w:rsid w:val="00DF7655"/>
    <w:rsid w:val="00DF7D09"/>
    <w:rsid w:val="00DF7D56"/>
    <w:rsid w:val="00E00F22"/>
    <w:rsid w:val="00E019F9"/>
    <w:rsid w:val="00E01C89"/>
    <w:rsid w:val="00E02324"/>
    <w:rsid w:val="00E033F5"/>
    <w:rsid w:val="00E10063"/>
    <w:rsid w:val="00E11C4D"/>
    <w:rsid w:val="00E139F7"/>
    <w:rsid w:val="00E1640A"/>
    <w:rsid w:val="00E17D7E"/>
    <w:rsid w:val="00E21CDA"/>
    <w:rsid w:val="00E24DF3"/>
    <w:rsid w:val="00E3057B"/>
    <w:rsid w:val="00E326D7"/>
    <w:rsid w:val="00E336C5"/>
    <w:rsid w:val="00E3412C"/>
    <w:rsid w:val="00E35A9F"/>
    <w:rsid w:val="00E43DF0"/>
    <w:rsid w:val="00E44CEC"/>
    <w:rsid w:val="00E4756B"/>
    <w:rsid w:val="00E50AC5"/>
    <w:rsid w:val="00E51DC4"/>
    <w:rsid w:val="00E52BBB"/>
    <w:rsid w:val="00E52F3F"/>
    <w:rsid w:val="00E53799"/>
    <w:rsid w:val="00E54386"/>
    <w:rsid w:val="00E61A7B"/>
    <w:rsid w:val="00E641CB"/>
    <w:rsid w:val="00E65920"/>
    <w:rsid w:val="00E66B74"/>
    <w:rsid w:val="00E67846"/>
    <w:rsid w:val="00E7053C"/>
    <w:rsid w:val="00E71837"/>
    <w:rsid w:val="00E719D3"/>
    <w:rsid w:val="00E71C77"/>
    <w:rsid w:val="00E71F73"/>
    <w:rsid w:val="00E723BE"/>
    <w:rsid w:val="00E73607"/>
    <w:rsid w:val="00E7430D"/>
    <w:rsid w:val="00E75027"/>
    <w:rsid w:val="00E76C74"/>
    <w:rsid w:val="00E82FA0"/>
    <w:rsid w:val="00E83167"/>
    <w:rsid w:val="00E83FC7"/>
    <w:rsid w:val="00E843FD"/>
    <w:rsid w:val="00E85142"/>
    <w:rsid w:val="00E85F57"/>
    <w:rsid w:val="00E8670C"/>
    <w:rsid w:val="00E86810"/>
    <w:rsid w:val="00E90736"/>
    <w:rsid w:val="00E926DA"/>
    <w:rsid w:val="00E94C6A"/>
    <w:rsid w:val="00E95EBC"/>
    <w:rsid w:val="00E97418"/>
    <w:rsid w:val="00EA0643"/>
    <w:rsid w:val="00EA23AF"/>
    <w:rsid w:val="00EA24FB"/>
    <w:rsid w:val="00EA30C1"/>
    <w:rsid w:val="00EA3392"/>
    <w:rsid w:val="00EA36F4"/>
    <w:rsid w:val="00EA4475"/>
    <w:rsid w:val="00EA5C46"/>
    <w:rsid w:val="00EB0917"/>
    <w:rsid w:val="00EB21A2"/>
    <w:rsid w:val="00EB2872"/>
    <w:rsid w:val="00EB376A"/>
    <w:rsid w:val="00EB3DD7"/>
    <w:rsid w:val="00EB67AD"/>
    <w:rsid w:val="00EC0EAC"/>
    <w:rsid w:val="00EC108C"/>
    <w:rsid w:val="00EC2C94"/>
    <w:rsid w:val="00EC3778"/>
    <w:rsid w:val="00EC50F2"/>
    <w:rsid w:val="00EC654E"/>
    <w:rsid w:val="00EC7F5C"/>
    <w:rsid w:val="00ED0162"/>
    <w:rsid w:val="00ED12F8"/>
    <w:rsid w:val="00ED3C01"/>
    <w:rsid w:val="00ED7DA1"/>
    <w:rsid w:val="00EE0B28"/>
    <w:rsid w:val="00EE107D"/>
    <w:rsid w:val="00EE4A24"/>
    <w:rsid w:val="00EE52A4"/>
    <w:rsid w:val="00EE52FC"/>
    <w:rsid w:val="00EE5EC6"/>
    <w:rsid w:val="00EE62B8"/>
    <w:rsid w:val="00EE7366"/>
    <w:rsid w:val="00EE79DA"/>
    <w:rsid w:val="00EE7A92"/>
    <w:rsid w:val="00EE7E60"/>
    <w:rsid w:val="00EF17F2"/>
    <w:rsid w:val="00EF19D5"/>
    <w:rsid w:val="00EF3753"/>
    <w:rsid w:val="00EF5DA1"/>
    <w:rsid w:val="00F0027D"/>
    <w:rsid w:val="00F01D24"/>
    <w:rsid w:val="00F033D8"/>
    <w:rsid w:val="00F05E4A"/>
    <w:rsid w:val="00F060B1"/>
    <w:rsid w:val="00F071E6"/>
    <w:rsid w:val="00F11241"/>
    <w:rsid w:val="00F11C83"/>
    <w:rsid w:val="00F11D70"/>
    <w:rsid w:val="00F12221"/>
    <w:rsid w:val="00F1541C"/>
    <w:rsid w:val="00F15FBD"/>
    <w:rsid w:val="00F177F3"/>
    <w:rsid w:val="00F210B1"/>
    <w:rsid w:val="00F22FD0"/>
    <w:rsid w:val="00F233A2"/>
    <w:rsid w:val="00F2345B"/>
    <w:rsid w:val="00F248C8"/>
    <w:rsid w:val="00F25000"/>
    <w:rsid w:val="00F327B9"/>
    <w:rsid w:val="00F32DF9"/>
    <w:rsid w:val="00F339A2"/>
    <w:rsid w:val="00F358D1"/>
    <w:rsid w:val="00F35CA5"/>
    <w:rsid w:val="00F4143E"/>
    <w:rsid w:val="00F417F8"/>
    <w:rsid w:val="00F437E2"/>
    <w:rsid w:val="00F43A76"/>
    <w:rsid w:val="00F43E17"/>
    <w:rsid w:val="00F443EB"/>
    <w:rsid w:val="00F47816"/>
    <w:rsid w:val="00F55558"/>
    <w:rsid w:val="00F56DCF"/>
    <w:rsid w:val="00F61CE5"/>
    <w:rsid w:val="00F63694"/>
    <w:rsid w:val="00F66025"/>
    <w:rsid w:val="00F66560"/>
    <w:rsid w:val="00F66FEF"/>
    <w:rsid w:val="00F7197E"/>
    <w:rsid w:val="00F72E9B"/>
    <w:rsid w:val="00F74DF2"/>
    <w:rsid w:val="00F74E17"/>
    <w:rsid w:val="00F80046"/>
    <w:rsid w:val="00F800B1"/>
    <w:rsid w:val="00F82884"/>
    <w:rsid w:val="00F833D4"/>
    <w:rsid w:val="00F84EE1"/>
    <w:rsid w:val="00F86854"/>
    <w:rsid w:val="00F90146"/>
    <w:rsid w:val="00F929E4"/>
    <w:rsid w:val="00F9385F"/>
    <w:rsid w:val="00F93C9F"/>
    <w:rsid w:val="00F95739"/>
    <w:rsid w:val="00FA0F73"/>
    <w:rsid w:val="00FA15AE"/>
    <w:rsid w:val="00FA1F22"/>
    <w:rsid w:val="00FA2F9E"/>
    <w:rsid w:val="00FA4130"/>
    <w:rsid w:val="00FA6060"/>
    <w:rsid w:val="00FA68DA"/>
    <w:rsid w:val="00FA6DBB"/>
    <w:rsid w:val="00FA7201"/>
    <w:rsid w:val="00FB097F"/>
    <w:rsid w:val="00FB126F"/>
    <w:rsid w:val="00FB2DAB"/>
    <w:rsid w:val="00FB49E2"/>
    <w:rsid w:val="00FB546B"/>
    <w:rsid w:val="00FB659D"/>
    <w:rsid w:val="00FB66A1"/>
    <w:rsid w:val="00FC08B2"/>
    <w:rsid w:val="00FC2156"/>
    <w:rsid w:val="00FC585E"/>
    <w:rsid w:val="00FC5C72"/>
    <w:rsid w:val="00FC5FF4"/>
    <w:rsid w:val="00FC6299"/>
    <w:rsid w:val="00FD01F2"/>
    <w:rsid w:val="00FD118C"/>
    <w:rsid w:val="00FD1483"/>
    <w:rsid w:val="00FD2A96"/>
    <w:rsid w:val="00FD437D"/>
    <w:rsid w:val="00FD5B15"/>
    <w:rsid w:val="00FD5F3D"/>
    <w:rsid w:val="00FD718E"/>
    <w:rsid w:val="00FD7928"/>
    <w:rsid w:val="00FE103A"/>
    <w:rsid w:val="00FE2F3C"/>
    <w:rsid w:val="00FE3A0D"/>
    <w:rsid w:val="00FE3CDE"/>
    <w:rsid w:val="00FE4424"/>
    <w:rsid w:val="00FE5610"/>
    <w:rsid w:val="00FE7EE0"/>
    <w:rsid w:val="00FF241C"/>
    <w:rsid w:val="00FF40DB"/>
    <w:rsid w:val="00FF5B7B"/>
    <w:rsid w:val="00FF682D"/>
    <w:rsid w:val="00FF763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5B19A"/>
  <w15:chartTrackingRefBased/>
  <w15:docId w15:val="{737BF2CA-50C7-42C5-87DC-7400501C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43EB"/>
    <w:rPr>
      <w:rFonts w:ascii="Arial" w:hAnsi="Arial" w:cs="Arial"/>
      <w:lang w:val="et-EE"/>
    </w:rPr>
  </w:style>
  <w:style w:type="paragraph" w:styleId="Heading1">
    <w:name w:val="heading 1"/>
    <w:aliases w:val="Title_0,SP-Heading 1"/>
    <w:basedOn w:val="Normal"/>
    <w:next w:val="Normal"/>
    <w:link w:val="Heading1Char"/>
    <w:uiPriority w:val="1"/>
    <w:qFormat/>
    <w:rsid w:val="00307157"/>
    <w:pPr>
      <w:keepNext/>
      <w:keepLines/>
      <w:spacing w:before="240" w:after="0"/>
      <w:outlineLvl w:val="0"/>
    </w:pPr>
    <w:rPr>
      <w:rFonts w:asciiTheme="majorHAnsi" w:eastAsiaTheme="majorEastAsia" w:hAnsiTheme="majorHAnsi" w:cstheme="majorBidi"/>
      <w:b/>
      <w:color w:val="10069F"/>
      <w:sz w:val="44"/>
      <w:szCs w:val="32"/>
    </w:rPr>
  </w:style>
  <w:style w:type="paragraph" w:styleId="Heading2">
    <w:name w:val="heading 2"/>
    <w:aliases w:val="Title_1,SP-Heading 2"/>
    <w:basedOn w:val="Normal"/>
    <w:next w:val="Normal"/>
    <w:link w:val="Heading2Char"/>
    <w:uiPriority w:val="1"/>
    <w:unhideWhenUsed/>
    <w:qFormat/>
    <w:rsid w:val="002B4FB9"/>
    <w:pPr>
      <w:keepNext/>
      <w:keepLines/>
      <w:numPr>
        <w:numId w:val="3"/>
      </w:numPr>
      <w:spacing w:before="600" w:after="360"/>
      <w:outlineLvl w:val="1"/>
    </w:pPr>
    <w:rPr>
      <w:rFonts w:eastAsiaTheme="majorEastAsia"/>
      <w:color w:val="10069F"/>
      <w:sz w:val="32"/>
      <w:szCs w:val="26"/>
    </w:rPr>
  </w:style>
  <w:style w:type="paragraph" w:styleId="Heading3">
    <w:name w:val="heading 3"/>
    <w:aliases w:val="Title_2,SP-Heading 3"/>
    <w:basedOn w:val="Normal"/>
    <w:next w:val="Normal"/>
    <w:link w:val="Heading3Char"/>
    <w:uiPriority w:val="1"/>
    <w:unhideWhenUsed/>
    <w:qFormat/>
    <w:rsid w:val="001C7806"/>
    <w:pPr>
      <w:numPr>
        <w:ilvl w:val="1"/>
        <w:numId w:val="3"/>
      </w:numPr>
      <w:spacing w:before="360" w:after="240"/>
      <w:outlineLvl w:val="2"/>
    </w:pPr>
    <w:rPr>
      <w:caps/>
      <w:color w:val="56C2DE"/>
    </w:rPr>
  </w:style>
  <w:style w:type="paragraph" w:styleId="Heading4">
    <w:name w:val="heading 4"/>
    <w:aliases w:val="Title_3,SP-Heading 4"/>
    <w:basedOn w:val="Normal"/>
    <w:next w:val="Normal"/>
    <w:link w:val="Heading4Char"/>
    <w:unhideWhenUsed/>
    <w:qFormat/>
    <w:rsid w:val="00E02324"/>
    <w:pPr>
      <w:keepNext/>
      <w:keepLines/>
      <w:numPr>
        <w:ilvl w:val="2"/>
        <w:numId w:val="3"/>
      </w:numPr>
      <w:spacing w:before="360" w:after="240"/>
      <w:outlineLvl w:val="3"/>
    </w:pPr>
    <w:rPr>
      <w:rFonts w:eastAsiaTheme="majorEastAsia"/>
      <w:i/>
      <w:iCs/>
      <w:smallCaps/>
    </w:rPr>
  </w:style>
  <w:style w:type="paragraph" w:styleId="Heading5">
    <w:name w:val="heading 5"/>
    <w:aliases w:val="SP-Heading 5"/>
    <w:basedOn w:val="Normal"/>
    <w:next w:val="Normal"/>
    <w:link w:val="Heading5Char"/>
    <w:qFormat/>
    <w:rsid w:val="00B04B85"/>
    <w:pPr>
      <w:keepNext/>
      <w:keepLines/>
      <w:numPr>
        <w:ilvl w:val="4"/>
        <w:numId w:val="3"/>
      </w:numPr>
      <w:spacing w:before="240" w:after="120" w:line="240" w:lineRule="atLeast"/>
      <w:outlineLvl w:val="4"/>
    </w:pPr>
    <w:rPr>
      <w:rFonts w:eastAsiaTheme="majorEastAsia" w:cstheme="majorBidi"/>
      <w:b/>
      <w:sz w:val="20"/>
      <w:szCs w:val="24"/>
    </w:rPr>
  </w:style>
  <w:style w:type="paragraph" w:styleId="Heading6">
    <w:name w:val="heading 6"/>
    <w:aliases w:val="SP-Heading 6"/>
    <w:basedOn w:val="Normal"/>
    <w:next w:val="Normal"/>
    <w:link w:val="Heading6Char"/>
    <w:qFormat/>
    <w:rsid w:val="00B04B85"/>
    <w:pPr>
      <w:keepNext/>
      <w:keepLines/>
      <w:numPr>
        <w:ilvl w:val="5"/>
        <w:numId w:val="3"/>
      </w:numPr>
      <w:spacing w:before="240" w:after="120" w:line="240" w:lineRule="atLeast"/>
      <w:outlineLvl w:val="5"/>
    </w:pPr>
    <w:rPr>
      <w:rFonts w:eastAsiaTheme="majorEastAsia" w:cstheme="majorBidi"/>
      <w:b/>
      <w:iCs/>
      <w:sz w:val="20"/>
      <w:szCs w:val="24"/>
    </w:rPr>
  </w:style>
  <w:style w:type="paragraph" w:styleId="Heading7">
    <w:name w:val="heading 7"/>
    <w:aliases w:val="SP-Heading 7"/>
    <w:basedOn w:val="Normal"/>
    <w:next w:val="Normal"/>
    <w:link w:val="Heading7Char"/>
    <w:qFormat/>
    <w:rsid w:val="00B04B85"/>
    <w:pPr>
      <w:numPr>
        <w:ilvl w:val="6"/>
        <w:numId w:val="3"/>
      </w:numPr>
      <w:spacing w:before="240" w:after="120" w:line="360" w:lineRule="exact"/>
      <w:outlineLvl w:val="6"/>
    </w:pPr>
    <w:rPr>
      <w:rFonts w:eastAsiaTheme="minorEastAsia" w:cstheme="minorBidi"/>
      <w:b/>
      <w:color w:val="00338D"/>
      <w:sz w:val="20"/>
      <w:szCs w:val="24"/>
    </w:rPr>
  </w:style>
  <w:style w:type="paragraph" w:styleId="Heading8">
    <w:name w:val="heading 8"/>
    <w:aliases w:val="Títle_4,SP-Heading 8"/>
    <w:basedOn w:val="Normal"/>
    <w:next w:val="Normal"/>
    <w:link w:val="Heading8Char"/>
    <w:qFormat/>
    <w:rsid w:val="00B618FF"/>
    <w:pPr>
      <w:numPr>
        <w:ilvl w:val="7"/>
        <w:numId w:val="3"/>
      </w:numPr>
      <w:outlineLvl w:val="7"/>
    </w:pPr>
  </w:style>
  <w:style w:type="paragraph" w:styleId="Heading9">
    <w:name w:val="heading 9"/>
    <w:aliases w:val="Appendix,SP-Heading 9"/>
    <w:basedOn w:val="Normal"/>
    <w:next w:val="Normal"/>
    <w:link w:val="Heading9Char"/>
    <w:unhideWhenUsed/>
    <w:qFormat/>
    <w:rsid w:val="00A65C0F"/>
    <w:pPr>
      <w:keepNext/>
      <w:keepLines/>
      <w:spacing w:before="40" w:after="0"/>
      <w:ind w:left="1584" w:hanging="1584"/>
      <w:jc w:val="center"/>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Dariaus_ lent"/>
    <w:basedOn w:val="TableNormal"/>
    <w:uiPriority w:val="39"/>
    <w:rsid w:val="00C9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C93C7B"/>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aliases w:val="Normal bullet 2,Bullet list,List Paragraph1,SP-List Paragraph,başlık,Normal Text"/>
    <w:basedOn w:val="Normal"/>
    <w:link w:val="ListParagraphChar"/>
    <w:uiPriority w:val="34"/>
    <w:qFormat/>
    <w:rsid w:val="00551AD4"/>
    <w:pPr>
      <w:ind w:left="720"/>
      <w:contextualSpacing/>
    </w:pPr>
  </w:style>
  <w:style w:type="character" w:customStyle="1" w:styleId="Heading2Char">
    <w:name w:val="Heading 2 Char"/>
    <w:aliases w:val="Title_1 Char,SP-Heading 2 Char"/>
    <w:basedOn w:val="DefaultParagraphFont"/>
    <w:link w:val="Heading2"/>
    <w:uiPriority w:val="1"/>
    <w:rsid w:val="002B4FB9"/>
    <w:rPr>
      <w:rFonts w:ascii="Arial" w:eastAsiaTheme="majorEastAsia" w:hAnsi="Arial" w:cs="Arial"/>
      <w:color w:val="10069F"/>
      <w:sz w:val="32"/>
      <w:szCs w:val="26"/>
      <w:lang w:val="et-EE"/>
    </w:rPr>
  </w:style>
  <w:style w:type="character" w:customStyle="1" w:styleId="Heading3Char">
    <w:name w:val="Heading 3 Char"/>
    <w:aliases w:val="Title_2 Char,SP-Heading 3 Char"/>
    <w:basedOn w:val="DefaultParagraphFont"/>
    <w:link w:val="Heading3"/>
    <w:uiPriority w:val="1"/>
    <w:rsid w:val="001C7806"/>
    <w:rPr>
      <w:rFonts w:ascii="Arial" w:hAnsi="Arial" w:cs="Arial"/>
      <w:caps/>
      <w:color w:val="56C2DE"/>
      <w:lang w:val="et-EE"/>
    </w:rPr>
  </w:style>
  <w:style w:type="paragraph" w:customStyle="1" w:styleId="Bullet">
    <w:name w:val="Bullet"/>
    <w:basedOn w:val="Normal"/>
    <w:link w:val="BulletCar"/>
    <w:qFormat/>
    <w:rsid w:val="00C426E3"/>
    <w:pPr>
      <w:numPr>
        <w:numId w:val="1"/>
      </w:numPr>
      <w:ind w:left="426"/>
    </w:pPr>
  </w:style>
  <w:style w:type="character" w:customStyle="1" w:styleId="Heading1Char">
    <w:name w:val="Heading 1 Char"/>
    <w:aliases w:val="Title_0 Char,SP-Heading 1 Char"/>
    <w:basedOn w:val="DefaultParagraphFont"/>
    <w:link w:val="Heading1"/>
    <w:uiPriority w:val="1"/>
    <w:rsid w:val="00307157"/>
    <w:rPr>
      <w:rFonts w:asciiTheme="majorHAnsi" w:eastAsiaTheme="majorEastAsia" w:hAnsiTheme="majorHAnsi" w:cstheme="majorBidi"/>
      <w:b/>
      <w:color w:val="10069F"/>
      <w:sz w:val="44"/>
      <w:szCs w:val="32"/>
      <w:lang w:val="en-US"/>
    </w:rPr>
  </w:style>
  <w:style w:type="character" w:customStyle="1" w:styleId="BulletCar">
    <w:name w:val="Bullet Car"/>
    <w:basedOn w:val="DefaultParagraphFont"/>
    <w:link w:val="Bullet"/>
    <w:rsid w:val="00C426E3"/>
    <w:rPr>
      <w:rFonts w:ascii="Arial" w:hAnsi="Arial" w:cs="Arial"/>
      <w:lang w:val="et-EE"/>
    </w:rPr>
  </w:style>
  <w:style w:type="paragraph" w:styleId="TOCHeading">
    <w:name w:val="TOC Heading"/>
    <w:basedOn w:val="Heading1"/>
    <w:next w:val="Normal"/>
    <w:uiPriority w:val="39"/>
    <w:unhideWhenUsed/>
    <w:qFormat/>
    <w:rsid w:val="00B2263C"/>
    <w:pPr>
      <w:outlineLvl w:val="9"/>
    </w:pPr>
    <w:rPr>
      <w:b w:val="0"/>
      <w:color w:val="2E74B5" w:themeColor="accent1" w:themeShade="BF"/>
      <w:sz w:val="32"/>
      <w:lang w:val="es-ES" w:eastAsia="es-ES"/>
    </w:rPr>
  </w:style>
  <w:style w:type="paragraph" w:styleId="TOC1">
    <w:name w:val="toc 1"/>
    <w:basedOn w:val="Normal"/>
    <w:next w:val="Normal"/>
    <w:autoRedefine/>
    <w:uiPriority w:val="39"/>
    <w:unhideWhenUsed/>
    <w:qFormat/>
    <w:rsid w:val="00B2263C"/>
    <w:pPr>
      <w:spacing w:after="100"/>
    </w:pPr>
  </w:style>
  <w:style w:type="paragraph" w:styleId="TOC2">
    <w:name w:val="toc 2"/>
    <w:basedOn w:val="Normal"/>
    <w:next w:val="Normal"/>
    <w:autoRedefine/>
    <w:uiPriority w:val="39"/>
    <w:unhideWhenUsed/>
    <w:qFormat/>
    <w:rsid w:val="00B2263C"/>
    <w:pPr>
      <w:spacing w:after="100"/>
      <w:ind w:left="220"/>
    </w:pPr>
  </w:style>
  <w:style w:type="paragraph" w:styleId="TOC3">
    <w:name w:val="toc 3"/>
    <w:basedOn w:val="Normal"/>
    <w:next w:val="Normal"/>
    <w:autoRedefine/>
    <w:uiPriority w:val="39"/>
    <w:unhideWhenUsed/>
    <w:qFormat/>
    <w:rsid w:val="00B2263C"/>
    <w:pPr>
      <w:spacing w:after="100"/>
      <w:ind w:left="440"/>
    </w:pPr>
  </w:style>
  <w:style w:type="character" w:styleId="Hyperlink">
    <w:name w:val="Hyperlink"/>
    <w:basedOn w:val="DefaultParagraphFont"/>
    <w:uiPriority w:val="99"/>
    <w:unhideWhenUsed/>
    <w:rsid w:val="00B2263C"/>
    <w:rPr>
      <w:color w:val="0563C1" w:themeColor="hyperlink"/>
      <w:u w:val="single"/>
    </w:rPr>
  </w:style>
  <w:style w:type="paragraph" w:styleId="Header">
    <w:name w:val="header"/>
    <w:basedOn w:val="Normal"/>
    <w:link w:val="HeaderChar"/>
    <w:uiPriority w:val="99"/>
    <w:unhideWhenUsed/>
    <w:rsid w:val="00402F94"/>
    <w:pPr>
      <w:tabs>
        <w:tab w:val="center" w:pos="4252"/>
        <w:tab w:val="right" w:pos="8504"/>
      </w:tabs>
      <w:spacing w:after="0" w:line="240" w:lineRule="auto"/>
    </w:pPr>
  </w:style>
  <w:style w:type="character" w:customStyle="1" w:styleId="HeaderChar">
    <w:name w:val="Header Char"/>
    <w:basedOn w:val="DefaultParagraphFont"/>
    <w:link w:val="Header"/>
    <w:uiPriority w:val="99"/>
    <w:rsid w:val="00402F94"/>
    <w:rPr>
      <w:rFonts w:ascii="Arial" w:hAnsi="Arial" w:cs="Arial"/>
      <w:lang w:val="en-US"/>
    </w:rPr>
  </w:style>
  <w:style w:type="paragraph" w:styleId="Footer">
    <w:name w:val="footer"/>
    <w:basedOn w:val="Normal"/>
    <w:link w:val="FooterChar"/>
    <w:uiPriority w:val="99"/>
    <w:unhideWhenUsed/>
    <w:rsid w:val="00402F94"/>
    <w:pPr>
      <w:tabs>
        <w:tab w:val="center" w:pos="4252"/>
        <w:tab w:val="right" w:pos="8504"/>
      </w:tabs>
      <w:spacing w:after="0" w:line="240" w:lineRule="auto"/>
    </w:pPr>
  </w:style>
  <w:style w:type="character" w:customStyle="1" w:styleId="FooterChar">
    <w:name w:val="Footer Char"/>
    <w:basedOn w:val="DefaultParagraphFont"/>
    <w:link w:val="Footer"/>
    <w:uiPriority w:val="99"/>
    <w:rsid w:val="00402F94"/>
    <w:rPr>
      <w:rFonts w:ascii="Arial" w:hAnsi="Arial" w:cs="Arial"/>
      <w:lang w:val="en-US"/>
    </w:rPr>
  </w:style>
  <w:style w:type="character" w:styleId="CommentReference">
    <w:name w:val="annotation reference"/>
    <w:basedOn w:val="DefaultParagraphFont"/>
    <w:uiPriority w:val="99"/>
    <w:semiHidden/>
    <w:unhideWhenUsed/>
    <w:rsid w:val="00B04B85"/>
    <w:rPr>
      <w:sz w:val="16"/>
      <w:szCs w:val="16"/>
    </w:rPr>
  </w:style>
  <w:style w:type="paragraph" w:styleId="CommentText">
    <w:name w:val="annotation text"/>
    <w:basedOn w:val="Normal"/>
    <w:link w:val="CommentTextChar"/>
    <w:semiHidden/>
    <w:unhideWhenUsed/>
    <w:rsid w:val="00B04B85"/>
    <w:pPr>
      <w:spacing w:after="220" w:line="240" w:lineRule="auto"/>
    </w:pPr>
    <w:rPr>
      <w:rFonts w:eastAsiaTheme="minorEastAsia" w:cstheme="minorBidi"/>
      <w:sz w:val="20"/>
      <w:szCs w:val="20"/>
    </w:rPr>
  </w:style>
  <w:style w:type="character" w:customStyle="1" w:styleId="CommentTextChar">
    <w:name w:val="Comment Text Char"/>
    <w:basedOn w:val="DefaultParagraphFont"/>
    <w:link w:val="CommentText"/>
    <w:semiHidden/>
    <w:rsid w:val="00B04B85"/>
    <w:rPr>
      <w:rFonts w:ascii="Arial" w:eastAsiaTheme="minorEastAsia" w:hAnsi="Arial"/>
      <w:sz w:val="20"/>
      <w:szCs w:val="20"/>
      <w:lang w:val="en-GB"/>
    </w:rPr>
  </w:style>
  <w:style w:type="paragraph" w:styleId="BalloonText">
    <w:name w:val="Balloon Text"/>
    <w:basedOn w:val="Normal"/>
    <w:link w:val="BalloonTextChar"/>
    <w:semiHidden/>
    <w:unhideWhenUsed/>
    <w:rsid w:val="00B04B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B85"/>
    <w:rPr>
      <w:rFonts w:ascii="Segoe UI" w:hAnsi="Segoe UI" w:cs="Segoe UI"/>
      <w:sz w:val="18"/>
      <w:szCs w:val="18"/>
      <w:lang w:val="en-GB"/>
    </w:rPr>
  </w:style>
  <w:style w:type="character" w:customStyle="1" w:styleId="Heading4Char">
    <w:name w:val="Heading 4 Char"/>
    <w:aliases w:val="Title_3 Char,SP-Heading 4 Char"/>
    <w:basedOn w:val="DefaultParagraphFont"/>
    <w:link w:val="Heading4"/>
    <w:rsid w:val="00E02324"/>
    <w:rPr>
      <w:rFonts w:ascii="Arial" w:eastAsiaTheme="majorEastAsia" w:hAnsi="Arial" w:cs="Arial"/>
      <w:i/>
      <w:iCs/>
      <w:smallCaps/>
      <w:lang w:val="et-EE"/>
    </w:rPr>
  </w:style>
  <w:style w:type="character" w:customStyle="1" w:styleId="Heading5Char">
    <w:name w:val="Heading 5 Char"/>
    <w:aliases w:val="SP-Heading 5 Char"/>
    <w:basedOn w:val="DefaultParagraphFont"/>
    <w:link w:val="Heading5"/>
    <w:rsid w:val="00B04B85"/>
    <w:rPr>
      <w:rFonts w:ascii="Arial" w:eastAsiaTheme="majorEastAsia" w:hAnsi="Arial" w:cstheme="majorBidi"/>
      <w:b/>
      <w:sz w:val="20"/>
      <w:szCs w:val="24"/>
      <w:lang w:val="et-EE"/>
    </w:rPr>
  </w:style>
  <w:style w:type="character" w:customStyle="1" w:styleId="Heading6Char">
    <w:name w:val="Heading 6 Char"/>
    <w:aliases w:val="SP-Heading 6 Char"/>
    <w:basedOn w:val="DefaultParagraphFont"/>
    <w:link w:val="Heading6"/>
    <w:rsid w:val="00B04B85"/>
    <w:rPr>
      <w:rFonts w:ascii="Arial" w:eastAsiaTheme="majorEastAsia" w:hAnsi="Arial" w:cstheme="majorBidi"/>
      <w:b/>
      <w:iCs/>
      <w:sz w:val="20"/>
      <w:szCs w:val="24"/>
      <w:lang w:val="et-EE"/>
    </w:rPr>
  </w:style>
  <w:style w:type="character" w:customStyle="1" w:styleId="Heading7Char">
    <w:name w:val="Heading 7 Char"/>
    <w:aliases w:val="SP-Heading 7 Char"/>
    <w:basedOn w:val="DefaultParagraphFont"/>
    <w:link w:val="Heading7"/>
    <w:rsid w:val="00B04B85"/>
    <w:rPr>
      <w:rFonts w:ascii="Arial" w:eastAsiaTheme="minorEastAsia" w:hAnsi="Arial"/>
      <w:b/>
      <w:color w:val="00338D"/>
      <w:sz w:val="20"/>
      <w:szCs w:val="24"/>
      <w:lang w:val="et-EE"/>
    </w:rPr>
  </w:style>
  <w:style w:type="character" w:customStyle="1" w:styleId="Heading8Char">
    <w:name w:val="Heading 8 Char"/>
    <w:aliases w:val="Títle_4 Char,SP-Heading 8 Char"/>
    <w:basedOn w:val="DefaultParagraphFont"/>
    <w:link w:val="Heading8"/>
    <w:rsid w:val="00B618FF"/>
    <w:rPr>
      <w:rFonts w:ascii="Arial" w:hAnsi="Arial" w:cs="Arial"/>
      <w:lang w:val="et-EE"/>
    </w:rPr>
  </w:style>
  <w:style w:type="character" w:customStyle="1" w:styleId="Heading9Char">
    <w:name w:val="Heading 9 Char"/>
    <w:aliases w:val="Appendix Char,SP-Heading 9 Char"/>
    <w:basedOn w:val="DefaultParagraphFont"/>
    <w:link w:val="Heading9"/>
    <w:rsid w:val="00A65C0F"/>
    <w:rPr>
      <w:rFonts w:asciiTheme="majorHAnsi" w:eastAsiaTheme="majorEastAsia" w:hAnsiTheme="majorHAnsi" w:cstheme="majorBidi"/>
      <w:i/>
      <w:iCs/>
      <w:color w:val="272727" w:themeColor="text1" w:themeTint="D8"/>
      <w:sz w:val="21"/>
      <w:szCs w:val="21"/>
      <w:lang w:val="en-US"/>
    </w:rPr>
  </w:style>
  <w:style w:type="paragraph" w:customStyle="1" w:styleId="Para0">
    <w:name w:val="Para 0"/>
    <w:basedOn w:val="Normal"/>
    <w:link w:val="Para0Char"/>
    <w:uiPriority w:val="4"/>
    <w:qFormat/>
    <w:rsid w:val="00B04B85"/>
    <w:pPr>
      <w:spacing w:before="240" w:after="120" w:line="240" w:lineRule="atLeast"/>
    </w:pPr>
    <w:rPr>
      <w:rFonts w:eastAsiaTheme="minorEastAsia" w:cstheme="minorBidi"/>
      <w:sz w:val="20"/>
      <w:szCs w:val="24"/>
    </w:rPr>
  </w:style>
  <w:style w:type="paragraph" w:customStyle="1" w:styleId="Para4roman">
    <w:name w:val="Para 4 roman"/>
    <w:basedOn w:val="Normal"/>
    <w:uiPriority w:val="8"/>
    <w:rsid w:val="00B04B85"/>
    <w:pPr>
      <w:numPr>
        <w:numId w:val="2"/>
      </w:numPr>
      <w:spacing w:after="120" w:line="240" w:lineRule="atLeast"/>
    </w:pPr>
    <w:rPr>
      <w:rFonts w:eastAsiaTheme="minorEastAsia" w:cstheme="minorBidi"/>
      <w:sz w:val="20"/>
      <w:szCs w:val="24"/>
    </w:rPr>
  </w:style>
  <w:style w:type="character" w:customStyle="1" w:styleId="Para0Char">
    <w:name w:val="Para 0 Char"/>
    <w:basedOn w:val="DefaultParagraphFont"/>
    <w:link w:val="Para0"/>
    <w:uiPriority w:val="4"/>
    <w:rsid w:val="00B04B85"/>
    <w:rPr>
      <w:rFonts w:ascii="Arial" w:eastAsiaTheme="minorEastAsia" w:hAnsi="Arial"/>
      <w:sz w:val="20"/>
      <w:szCs w:val="24"/>
      <w:lang w:val="en-GB"/>
    </w:rPr>
  </w:style>
  <w:style w:type="numbering" w:customStyle="1" w:styleId="Estilo1">
    <w:name w:val="Estilo1"/>
    <w:uiPriority w:val="99"/>
    <w:rsid w:val="000419FF"/>
    <w:pPr>
      <w:numPr>
        <w:numId w:val="4"/>
      </w:numPr>
    </w:pPr>
  </w:style>
  <w:style w:type="paragraph" w:styleId="Title">
    <w:name w:val="Title"/>
    <w:basedOn w:val="Normal"/>
    <w:next w:val="Normal"/>
    <w:link w:val="TitleChar"/>
    <w:uiPriority w:val="10"/>
    <w:qFormat/>
    <w:rsid w:val="00D97E28"/>
    <w:pPr>
      <w:spacing w:after="0" w:line="240" w:lineRule="auto"/>
      <w:contextualSpacing/>
    </w:pPr>
    <w:rPr>
      <w:rFonts w:eastAsiaTheme="majorEastAsia"/>
      <w:b/>
      <w:caps/>
      <w:color w:val="10069F"/>
      <w:spacing w:val="-10"/>
      <w:kern w:val="28"/>
      <w:sz w:val="48"/>
      <w:szCs w:val="56"/>
      <w:lang w:val="en-US"/>
    </w:rPr>
  </w:style>
  <w:style w:type="character" w:customStyle="1" w:styleId="TitleChar">
    <w:name w:val="Title Char"/>
    <w:basedOn w:val="DefaultParagraphFont"/>
    <w:link w:val="Title"/>
    <w:uiPriority w:val="10"/>
    <w:rsid w:val="00D97E28"/>
    <w:rPr>
      <w:rFonts w:ascii="Arial" w:eastAsiaTheme="majorEastAsia" w:hAnsi="Arial" w:cs="Arial"/>
      <w:b/>
      <w:caps/>
      <w:color w:val="10069F"/>
      <w:spacing w:val="-10"/>
      <w:kern w:val="28"/>
      <w:sz w:val="48"/>
      <w:szCs w:val="56"/>
      <w:lang w:val="en-US"/>
    </w:rPr>
  </w:style>
  <w:style w:type="paragraph" w:customStyle="1" w:styleId="RBbody">
    <w:name w:val="RB_body"/>
    <w:link w:val="RBbodyChar"/>
    <w:qFormat/>
    <w:rsid w:val="002C76EE"/>
    <w:pPr>
      <w:spacing w:after="200" w:line="360" w:lineRule="auto"/>
    </w:pPr>
    <w:rPr>
      <w:rFonts w:ascii="Myriad Pro" w:eastAsia="Times New Roman" w:hAnsi="Myriad Pro" w:cs="Times New Roman"/>
      <w:color w:val="5D5D5D"/>
      <w:sz w:val="20"/>
      <w:szCs w:val="20"/>
      <w:shd w:val="clear" w:color="auto" w:fill="FFFFFF"/>
      <w:lang w:val="en-US"/>
    </w:rPr>
  </w:style>
  <w:style w:type="character" w:customStyle="1" w:styleId="RBbodyChar">
    <w:name w:val="RB_body Char"/>
    <w:basedOn w:val="DefaultParagraphFont"/>
    <w:link w:val="RBbody"/>
    <w:locked/>
    <w:rsid w:val="002C76EE"/>
    <w:rPr>
      <w:rFonts w:ascii="Myriad Pro" w:eastAsia="Times New Roman" w:hAnsi="Myriad Pro" w:cs="Times New Roman"/>
      <w:color w:val="5D5D5D"/>
      <w:sz w:val="20"/>
      <w:szCs w:val="20"/>
      <w:lang w:val="en-US"/>
    </w:rPr>
  </w:style>
  <w:style w:type="paragraph" w:styleId="CommentSubject">
    <w:name w:val="annotation subject"/>
    <w:basedOn w:val="CommentText"/>
    <w:next w:val="CommentText"/>
    <w:link w:val="CommentSubjectChar"/>
    <w:uiPriority w:val="99"/>
    <w:semiHidden/>
    <w:unhideWhenUsed/>
    <w:rsid w:val="00D476B0"/>
    <w:pPr>
      <w:spacing w:after="160"/>
      <w:jc w:val="both"/>
    </w:pPr>
    <w:rPr>
      <w:rFonts w:eastAsiaTheme="minorHAnsi" w:cs="Arial"/>
      <w:b/>
      <w:bCs/>
    </w:rPr>
  </w:style>
  <w:style w:type="character" w:customStyle="1" w:styleId="CommentSubjectChar">
    <w:name w:val="Comment Subject Char"/>
    <w:basedOn w:val="CommentTextChar"/>
    <w:link w:val="CommentSubject"/>
    <w:uiPriority w:val="99"/>
    <w:semiHidden/>
    <w:rsid w:val="00D476B0"/>
    <w:rPr>
      <w:rFonts w:ascii="Arial" w:eastAsiaTheme="minorEastAsia" w:hAnsi="Arial" w:cs="Arial"/>
      <w:b/>
      <w:bCs/>
      <w:sz w:val="20"/>
      <w:szCs w:val="20"/>
      <w:lang w:val="en-GB"/>
    </w:rPr>
  </w:style>
  <w:style w:type="paragraph" w:styleId="FootnoteText">
    <w:name w:val="footnote text"/>
    <w:basedOn w:val="Normal"/>
    <w:link w:val="FootnoteTextChar"/>
    <w:semiHidden/>
    <w:unhideWhenUsed/>
    <w:rsid w:val="00F84E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4EE1"/>
    <w:rPr>
      <w:rFonts w:ascii="Arial" w:hAnsi="Arial" w:cs="Arial"/>
      <w:sz w:val="20"/>
      <w:szCs w:val="20"/>
      <w:lang w:val="en-GB"/>
    </w:rPr>
  </w:style>
  <w:style w:type="character" w:styleId="FootnoteReference">
    <w:name w:val="footnote reference"/>
    <w:aliases w:val="Footnote sign,Style 4,Footnote Reference Number,fr,Footnote symbol"/>
    <w:basedOn w:val="DefaultParagraphFont"/>
    <w:uiPriority w:val="99"/>
    <w:rsid w:val="00F84EE1"/>
    <w:rPr>
      <w:rFonts w:cs="Times New Roman"/>
      <w:vertAlign w:val="superscript"/>
    </w:rPr>
  </w:style>
  <w:style w:type="table" w:customStyle="1" w:styleId="Tablaconcuadrcula1">
    <w:name w:val="Tabla con cuadrícula1"/>
    <w:basedOn w:val="TableNormal"/>
    <w:next w:val="TableGrid"/>
    <w:uiPriority w:val="3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5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stlevelheading">
    <w:name w:val="1st level (heading)"/>
    <w:next w:val="Normal"/>
    <w:uiPriority w:val="1"/>
    <w:rsid w:val="00F84EE1"/>
    <w:pPr>
      <w:keepNext/>
      <w:numPr>
        <w:numId w:val="5"/>
      </w:numPr>
      <w:spacing w:before="360" w:after="240" w:line="240" w:lineRule="auto"/>
      <w:jc w:val="both"/>
      <w:outlineLvl w:val="0"/>
    </w:pPr>
    <w:rPr>
      <w:rFonts w:ascii="Myriad Pro" w:eastAsia="Times New Roman" w:hAnsi="Myriad Pro" w:cs="Times New Roman"/>
      <w:b/>
      <w:caps/>
      <w:spacing w:val="25"/>
      <w:kern w:val="24"/>
      <w:szCs w:val="20"/>
      <w:lang w:val="en-GB"/>
    </w:rPr>
  </w:style>
  <w:style w:type="paragraph" w:customStyle="1" w:styleId="2ndlevelheading">
    <w:name w:val="2nd level (heading)"/>
    <w:basedOn w:val="Normal"/>
    <w:next w:val="Normal"/>
    <w:uiPriority w:val="1"/>
    <w:rsid w:val="00F84EE1"/>
    <w:pPr>
      <w:numPr>
        <w:ilvl w:val="1"/>
        <w:numId w:val="5"/>
      </w:numPr>
      <w:spacing w:before="240" w:after="240" w:line="240" w:lineRule="auto"/>
      <w:outlineLvl w:val="1"/>
    </w:pPr>
    <w:rPr>
      <w:rFonts w:ascii="Myriad Pro" w:eastAsia="Times New Roman" w:hAnsi="Myriad Pro" w:cs="Times New Roman"/>
      <w:b/>
      <w:kern w:val="24"/>
      <w:szCs w:val="20"/>
    </w:rPr>
  </w:style>
  <w:style w:type="paragraph" w:customStyle="1" w:styleId="3rdlevelheading">
    <w:name w:val="3rd level (heading)"/>
    <w:basedOn w:val="Normal"/>
    <w:next w:val="Normal"/>
    <w:uiPriority w:val="1"/>
    <w:rsid w:val="00F84EE1"/>
    <w:pPr>
      <w:numPr>
        <w:ilvl w:val="2"/>
        <w:numId w:val="5"/>
      </w:numPr>
      <w:spacing w:before="120" w:after="120" w:line="240" w:lineRule="auto"/>
      <w:outlineLvl w:val="2"/>
    </w:pPr>
    <w:rPr>
      <w:rFonts w:ascii="Myriad Pro" w:hAnsi="Myriad Pro" w:cstheme="minorBidi"/>
      <w:b/>
      <w:kern w:val="24"/>
      <w:sz w:val="20"/>
      <w:szCs w:val="20"/>
    </w:rPr>
  </w:style>
  <w:style w:type="paragraph" w:customStyle="1" w:styleId="Title4">
    <w:name w:val="Title_4"/>
    <w:basedOn w:val="Normal"/>
    <w:next w:val="Normal"/>
    <w:uiPriority w:val="1"/>
    <w:qFormat/>
    <w:rsid w:val="007C4535"/>
    <w:pPr>
      <w:numPr>
        <w:ilvl w:val="3"/>
        <w:numId w:val="3"/>
      </w:numPr>
      <w:tabs>
        <w:tab w:val="left" w:pos="567"/>
      </w:tabs>
      <w:spacing w:before="360" w:after="240"/>
      <w:outlineLvl w:val="3"/>
    </w:pPr>
    <w:rPr>
      <w:rFonts w:eastAsia="Calibri"/>
      <w:lang w:eastAsia="lv-LV"/>
    </w:rPr>
  </w:style>
  <w:style w:type="paragraph" w:customStyle="1" w:styleId="NormalA">
    <w:name w:val="Normal AŠ"/>
    <w:basedOn w:val="Normal"/>
    <w:link w:val="NormalAChar"/>
    <w:uiPriority w:val="6"/>
    <w:qFormat/>
    <w:rsid w:val="00F84EE1"/>
    <w:pPr>
      <w:spacing w:line="256" w:lineRule="auto"/>
    </w:pPr>
    <w:rPr>
      <w:rFonts w:ascii="Myriad Pro" w:hAnsi="Myriad Pro" w:cstheme="minorBidi"/>
      <w:sz w:val="20"/>
      <w:lang w:val="lv-LV"/>
    </w:rPr>
  </w:style>
  <w:style w:type="character" w:customStyle="1" w:styleId="NormalAChar">
    <w:name w:val="Normal AŠ Char"/>
    <w:basedOn w:val="DefaultParagraphFont"/>
    <w:link w:val="NormalA"/>
    <w:uiPriority w:val="6"/>
    <w:rsid w:val="00F84EE1"/>
    <w:rPr>
      <w:rFonts w:ascii="Myriad Pro" w:hAnsi="Myriad Pro"/>
      <w:sz w:val="20"/>
      <w:lang w:val="lv-LV"/>
    </w:rPr>
  </w:style>
  <w:style w:type="paragraph" w:styleId="NoSpacing">
    <w:name w:val="No Spacing"/>
    <w:aliases w:val="SP-No Spacing"/>
    <w:link w:val="NoSpacingChar"/>
    <w:qFormat/>
    <w:rsid w:val="00F84EE1"/>
    <w:pPr>
      <w:spacing w:after="0" w:line="240" w:lineRule="auto"/>
      <w:jc w:val="both"/>
    </w:pPr>
    <w:rPr>
      <w:rFonts w:ascii="Arial" w:hAnsi="Arial" w:cs="Arial"/>
      <w:lang w:val="en-GB"/>
    </w:rPr>
  </w:style>
  <w:style w:type="table" w:customStyle="1" w:styleId="Tablaconcuadrcula4">
    <w:name w:val="Tabla con cuadrícula4"/>
    <w:basedOn w:val="TableNormal"/>
    <w:next w:val="TableGrid"/>
    <w:uiPriority w:val="59"/>
    <w:rsid w:val="0048326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thlevelheading">
    <w:name w:val="4th level (heading)"/>
    <w:basedOn w:val="3rdlevelheading"/>
    <w:next w:val="Normal"/>
    <w:uiPriority w:val="1"/>
    <w:rsid w:val="0048326D"/>
    <w:pPr>
      <w:numPr>
        <w:ilvl w:val="0"/>
        <w:numId w:val="0"/>
      </w:numPr>
      <w:tabs>
        <w:tab w:val="left" w:pos="567"/>
        <w:tab w:val="num" w:pos="1588"/>
        <w:tab w:val="num" w:pos="1928"/>
      </w:tabs>
      <w:spacing w:after="0"/>
      <w:ind w:left="1588" w:hanging="511"/>
      <w:outlineLvl w:val="3"/>
    </w:pPr>
    <w:rPr>
      <w:b w:val="0"/>
    </w:rPr>
  </w:style>
  <w:style w:type="table" w:customStyle="1" w:styleId="Tablaconcuadrcula5">
    <w:name w:val="Tabla con cuadrícula5"/>
    <w:basedOn w:val="TableNormal"/>
    <w:next w:val="TableGrid"/>
    <w:uiPriority w:val="59"/>
    <w:rsid w:val="007537A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Bullet list Char,List Paragraph1 Char,SP-List Paragraph Char,başlık Char,Normal Text Char"/>
    <w:link w:val="ListParagraph"/>
    <w:uiPriority w:val="34"/>
    <w:locked/>
    <w:rsid w:val="00BD6F2E"/>
    <w:rPr>
      <w:rFonts w:ascii="Arial" w:hAnsi="Arial" w:cs="Arial"/>
      <w:lang w:val="en-GB"/>
    </w:rPr>
  </w:style>
  <w:style w:type="paragraph" w:customStyle="1" w:styleId="AppendixRB">
    <w:name w:val="AppendixRB"/>
    <w:basedOn w:val="Heading2"/>
    <w:link w:val="AppendixRBCar"/>
    <w:qFormat/>
    <w:rsid w:val="003A756E"/>
    <w:pPr>
      <w:numPr>
        <w:numId w:val="6"/>
      </w:numPr>
      <w:spacing w:line="360" w:lineRule="auto"/>
    </w:pPr>
  </w:style>
  <w:style w:type="character" w:customStyle="1" w:styleId="AppendixRBCar">
    <w:name w:val="AppendixRB Car"/>
    <w:basedOn w:val="Heading2Char"/>
    <w:link w:val="AppendixRB"/>
    <w:rsid w:val="003A756E"/>
    <w:rPr>
      <w:rFonts w:ascii="Arial" w:eastAsiaTheme="majorEastAsia" w:hAnsi="Arial" w:cs="Arial"/>
      <w:color w:val="10069F"/>
      <w:sz w:val="32"/>
      <w:szCs w:val="26"/>
      <w:lang w:val="et-EE"/>
    </w:rPr>
  </w:style>
  <w:style w:type="paragraph" w:customStyle="1" w:styleId="Title5">
    <w:name w:val="Title_5"/>
    <w:basedOn w:val="Heading5"/>
    <w:link w:val="Title5Car"/>
    <w:qFormat/>
    <w:rsid w:val="005763B7"/>
    <w:pPr>
      <w:ind w:hanging="866"/>
    </w:pPr>
  </w:style>
  <w:style w:type="character" w:customStyle="1" w:styleId="Title5Car">
    <w:name w:val="Title_5 Car"/>
    <w:basedOn w:val="Heading5Char"/>
    <w:link w:val="Title5"/>
    <w:rsid w:val="005763B7"/>
    <w:rPr>
      <w:rFonts w:ascii="Arial" w:eastAsiaTheme="majorEastAsia" w:hAnsi="Arial" w:cstheme="majorBidi"/>
      <w:b/>
      <w:sz w:val="20"/>
      <w:szCs w:val="24"/>
      <w:lang w:val="et-EE"/>
    </w:rPr>
  </w:style>
  <w:style w:type="paragraph" w:customStyle="1" w:styleId="Figure">
    <w:name w:val="Figure"/>
    <w:basedOn w:val="Normal"/>
    <w:link w:val="FigureCar"/>
    <w:qFormat/>
    <w:rsid w:val="00844EF7"/>
    <w:pPr>
      <w:numPr>
        <w:numId w:val="7"/>
      </w:numPr>
      <w:jc w:val="center"/>
    </w:pPr>
    <w:rPr>
      <w:i/>
      <w:color w:val="0000CC"/>
      <w:sz w:val="18"/>
    </w:rPr>
  </w:style>
  <w:style w:type="paragraph" w:customStyle="1" w:styleId="Table">
    <w:name w:val="Table"/>
    <w:basedOn w:val="Figure"/>
    <w:link w:val="TableCar"/>
    <w:qFormat/>
    <w:rsid w:val="00844EF7"/>
  </w:style>
  <w:style w:type="character" w:customStyle="1" w:styleId="FigureCar">
    <w:name w:val="Figure Car"/>
    <w:basedOn w:val="DefaultParagraphFont"/>
    <w:link w:val="Figure"/>
    <w:rsid w:val="00844EF7"/>
    <w:rPr>
      <w:rFonts w:ascii="Arial" w:hAnsi="Arial" w:cs="Arial"/>
      <w:i/>
      <w:color w:val="0000CC"/>
      <w:sz w:val="18"/>
      <w:lang w:val="et-EE"/>
    </w:rPr>
  </w:style>
  <w:style w:type="character" w:customStyle="1" w:styleId="TableCar">
    <w:name w:val="Table Car"/>
    <w:basedOn w:val="FigureCar"/>
    <w:link w:val="Table"/>
    <w:rsid w:val="00844EF7"/>
    <w:rPr>
      <w:rFonts w:ascii="Arial" w:hAnsi="Arial" w:cs="Arial"/>
      <w:i/>
      <w:color w:val="0000CC"/>
      <w:sz w:val="18"/>
      <w:lang w:val="et-EE"/>
    </w:rPr>
  </w:style>
  <w:style w:type="character" w:styleId="Emphasis">
    <w:name w:val="Emphasis"/>
    <w:basedOn w:val="DefaultParagraphFont"/>
    <w:qFormat/>
    <w:rsid w:val="00985C88"/>
    <w:rPr>
      <w:i/>
      <w:iCs/>
    </w:rPr>
  </w:style>
  <w:style w:type="paragraph" w:customStyle="1" w:styleId="RBminitext">
    <w:name w:val="RB_minitext"/>
    <w:qFormat/>
    <w:rsid w:val="000E4F46"/>
    <w:pPr>
      <w:pBdr>
        <w:top w:val="nil"/>
        <w:left w:val="nil"/>
        <w:bottom w:val="nil"/>
        <w:right w:val="nil"/>
        <w:between w:val="nil"/>
        <w:bar w:val="nil"/>
      </w:pBdr>
      <w:suppressAutoHyphens/>
      <w:spacing w:after="0" w:line="240" w:lineRule="auto"/>
      <w:jc w:val="center"/>
    </w:pPr>
    <w:rPr>
      <w:rFonts w:ascii="Myriad Pro" w:eastAsia="Myriad Pro" w:hAnsi="Myriad Pro" w:cs="Myriad Pro"/>
      <w:i/>
      <w:iCs/>
      <w:noProof/>
      <w:color w:val="003787"/>
      <w:sz w:val="16"/>
      <w:szCs w:val="16"/>
      <w:bdr w:val="nil"/>
      <w:shd w:val="clear" w:color="auto" w:fill="FFFFFF"/>
      <w:lang w:val="en-US"/>
    </w:rPr>
  </w:style>
  <w:style w:type="table" w:customStyle="1" w:styleId="SP-Tabel">
    <w:name w:val="SP-Tabel"/>
    <w:basedOn w:val="GridTable4-Accent1"/>
    <w:uiPriority w:val="99"/>
    <w:rsid w:val="00114440"/>
    <w:pPr>
      <w:spacing w:before="60"/>
    </w:pPr>
    <w:rPr>
      <w:sz w:val="18"/>
      <w:szCs w:val="18"/>
      <w:lang w:val="et-EE" w:eastAsia="et-EE"/>
    </w:rPr>
    <w:tblPr>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cBorders>
        <w:shd w:val="clear" w:color="auto" w:fill="5B9BD5" w:themeFill="accent1"/>
      </w:tcPr>
    </w:tblStylePr>
    <w:tblStylePr w:type="lastRow">
      <w:rPr>
        <w:b/>
        <w:bCs/>
      </w:rPr>
      <w:tblPr/>
      <w:tcPr>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character" w:customStyle="1" w:styleId="NoSpacingChar">
    <w:name w:val="No Spacing Char"/>
    <w:aliases w:val="SP-No Spacing Char"/>
    <w:basedOn w:val="DefaultParagraphFont"/>
    <w:link w:val="NoSpacing"/>
    <w:uiPriority w:val="1"/>
    <w:rsid w:val="00114440"/>
    <w:rPr>
      <w:rFonts w:ascii="Arial" w:hAnsi="Arial" w:cs="Arial"/>
      <w:lang w:val="en-GB"/>
    </w:rPr>
  </w:style>
  <w:style w:type="table" w:customStyle="1" w:styleId="TableGrid1">
    <w:name w:val="Table Grid1"/>
    <w:basedOn w:val="TableNormal"/>
    <w:next w:val="TableGrid"/>
    <w:uiPriority w:val="59"/>
    <w:rsid w:val="0011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1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11444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odyText">
    <w:name w:val="Body Text"/>
    <w:aliases w:val=" Märk,Märk + Pärast:  0 p,Märk"/>
    <w:basedOn w:val="Normal"/>
    <w:link w:val="BodyTextChar"/>
    <w:uiPriority w:val="1"/>
    <w:unhideWhenUsed/>
    <w:qFormat/>
    <w:rsid w:val="00645536"/>
    <w:pPr>
      <w:spacing w:before="60" w:after="60" w:line="276" w:lineRule="auto"/>
    </w:pPr>
    <w:rPr>
      <w:rFonts w:asciiTheme="minorHAnsi" w:hAnsiTheme="minorHAnsi" w:cstheme="minorBidi"/>
      <w:sz w:val="18"/>
      <w:szCs w:val="18"/>
    </w:rPr>
  </w:style>
  <w:style w:type="character" w:customStyle="1" w:styleId="BodyTextChar">
    <w:name w:val="Body Text Char"/>
    <w:aliases w:val=" Märk Char,Märk + Pärast:  0 p Char,Märk Char"/>
    <w:basedOn w:val="DefaultParagraphFont"/>
    <w:link w:val="BodyText"/>
    <w:uiPriority w:val="1"/>
    <w:rsid w:val="00645536"/>
    <w:rPr>
      <w:sz w:val="18"/>
      <w:szCs w:val="18"/>
      <w:lang w:val="et-EE"/>
    </w:rPr>
  </w:style>
  <w:style w:type="numbering" w:customStyle="1" w:styleId="SP-List">
    <w:name w:val="SP-List"/>
    <w:uiPriority w:val="99"/>
    <w:rsid w:val="00A20438"/>
    <w:pPr>
      <w:numPr>
        <w:numId w:val="8"/>
      </w:numPr>
    </w:pPr>
  </w:style>
  <w:style w:type="paragraph" w:styleId="Caption">
    <w:name w:val="caption"/>
    <w:aliases w:val="SP-Caption"/>
    <w:basedOn w:val="Normal"/>
    <w:next w:val="Normal"/>
    <w:unhideWhenUsed/>
    <w:qFormat/>
    <w:rsid w:val="001B0533"/>
    <w:pPr>
      <w:spacing w:after="200" w:line="240" w:lineRule="auto"/>
    </w:pPr>
    <w:rPr>
      <w:i/>
      <w:iCs/>
      <w:color w:val="44546A" w:themeColor="text2"/>
      <w:sz w:val="18"/>
      <w:szCs w:val="18"/>
    </w:rPr>
  </w:style>
  <w:style w:type="paragraph" w:styleId="TOC4">
    <w:name w:val="toc 4"/>
    <w:basedOn w:val="Normal"/>
    <w:next w:val="Normal"/>
    <w:autoRedefine/>
    <w:uiPriority w:val="39"/>
    <w:unhideWhenUsed/>
    <w:rsid w:val="001B29F6"/>
    <w:pPr>
      <w:spacing w:after="100"/>
      <w:ind w:left="660"/>
    </w:pPr>
    <w:rPr>
      <w:rFonts w:asciiTheme="minorHAnsi" w:eastAsiaTheme="minorEastAsia" w:hAnsiTheme="minorHAnsi" w:cstheme="minorBidi"/>
      <w:lang w:eastAsia="et-EE"/>
    </w:rPr>
  </w:style>
  <w:style w:type="paragraph" w:styleId="TOC5">
    <w:name w:val="toc 5"/>
    <w:basedOn w:val="Normal"/>
    <w:next w:val="Normal"/>
    <w:autoRedefine/>
    <w:uiPriority w:val="39"/>
    <w:unhideWhenUsed/>
    <w:rsid w:val="001B29F6"/>
    <w:pPr>
      <w:spacing w:after="100"/>
      <w:ind w:left="880"/>
    </w:pPr>
    <w:rPr>
      <w:rFonts w:asciiTheme="minorHAnsi" w:eastAsiaTheme="minorEastAsia" w:hAnsiTheme="minorHAnsi" w:cstheme="minorBidi"/>
      <w:lang w:eastAsia="et-EE"/>
    </w:rPr>
  </w:style>
  <w:style w:type="paragraph" w:styleId="TOC6">
    <w:name w:val="toc 6"/>
    <w:basedOn w:val="Normal"/>
    <w:next w:val="Normal"/>
    <w:autoRedefine/>
    <w:uiPriority w:val="39"/>
    <w:unhideWhenUsed/>
    <w:rsid w:val="001B29F6"/>
    <w:pPr>
      <w:spacing w:after="100"/>
      <w:ind w:left="1100"/>
    </w:pPr>
    <w:rPr>
      <w:rFonts w:asciiTheme="minorHAnsi" w:eastAsiaTheme="minorEastAsia" w:hAnsiTheme="minorHAnsi" w:cstheme="minorBidi"/>
      <w:lang w:eastAsia="et-EE"/>
    </w:rPr>
  </w:style>
  <w:style w:type="paragraph" w:styleId="TOC7">
    <w:name w:val="toc 7"/>
    <w:basedOn w:val="Normal"/>
    <w:next w:val="Normal"/>
    <w:autoRedefine/>
    <w:uiPriority w:val="39"/>
    <w:unhideWhenUsed/>
    <w:rsid w:val="001B29F6"/>
    <w:pPr>
      <w:spacing w:after="100"/>
      <w:ind w:left="1320"/>
    </w:pPr>
    <w:rPr>
      <w:rFonts w:asciiTheme="minorHAnsi" w:eastAsiaTheme="minorEastAsia" w:hAnsiTheme="minorHAnsi" w:cstheme="minorBidi"/>
      <w:lang w:eastAsia="et-EE"/>
    </w:rPr>
  </w:style>
  <w:style w:type="paragraph" w:styleId="TOC8">
    <w:name w:val="toc 8"/>
    <w:basedOn w:val="Normal"/>
    <w:next w:val="Normal"/>
    <w:autoRedefine/>
    <w:uiPriority w:val="39"/>
    <w:unhideWhenUsed/>
    <w:rsid w:val="001B29F6"/>
    <w:pPr>
      <w:spacing w:after="100"/>
      <w:ind w:left="1540"/>
    </w:pPr>
    <w:rPr>
      <w:rFonts w:asciiTheme="minorHAnsi" w:eastAsiaTheme="minorEastAsia" w:hAnsiTheme="minorHAnsi" w:cstheme="minorBidi"/>
      <w:lang w:eastAsia="et-EE"/>
    </w:rPr>
  </w:style>
  <w:style w:type="paragraph" w:styleId="TOC9">
    <w:name w:val="toc 9"/>
    <w:basedOn w:val="Normal"/>
    <w:next w:val="Normal"/>
    <w:autoRedefine/>
    <w:uiPriority w:val="39"/>
    <w:unhideWhenUsed/>
    <w:rsid w:val="001B29F6"/>
    <w:pPr>
      <w:spacing w:after="100"/>
      <w:ind w:left="1760"/>
    </w:pPr>
    <w:rPr>
      <w:rFonts w:asciiTheme="minorHAnsi" w:eastAsiaTheme="minorEastAsia" w:hAnsiTheme="minorHAnsi" w:cstheme="minorBidi"/>
      <w:lang w:eastAsia="et-EE"/>
    </w:rPr>
  </w:style>
  <w:style w:type="character" w:customStyle="1" w:styleId="UnresolvedMention1">
    <w:name w:val="Unresolved Mention1"/>
    <w:basedOn w:val="DefaultParagraphFont"/>
    <w:uiPriority w:val="99"/>
    <w:semiHidden/>
    <w:unhideWhenUsed/>
    <w:rsid w:val="001B29F6"/>
    <w:rPr>
      <w:color w:val="605E5C"/>
      <w:shd w:val="clear" w:color="auto" w:fill="E1DFDD"/>
    </w:rPr>
  </w:style>
  <w:style w:type="paragraph" w:styleId="ListNumber">
    <w:name w:val="List Number"/>
    <w:basedOn w:val="Normal"/>
    <w:semiHidden/>
    <w:rsid w:val="00E641CB"/>
    <w:pPr>
      <w:numPr>
        <w:numId w:val="9"/>
      </w:numPr>
      <w:spacing w:after="40" w:line="300" w:lineRule="auto"/>
    </w:pPr>
    <w:rPr>
      <w:rFonts w:ascii="Times New Roman" w:eastAsia="Times New Roman" w:hAnsi="Times New Roman" w:cs="Times New Roman"/>
      <w:sz w:val="24"/>
      <w:szCs w:val="24"/>
      <w:lang w:eastAsia="et-EE"/>
    </w:rPr>
  </w:style>
  <w:style w:type="paragraph" w:styleId="EndnoteText">
    <w:name w:val="endnote text"/>
    <w:basedOn w:val="Normal"/>
    <w:link w:val="EndnoteTextChar"/>
    <w:semiHidden/>
    <w:rsid w:val="00DA28C2"/>
    <w:pPr>
      <w:spacing w:after="40" w:line="300" w:lineRule="auto"/>
    </w:pPr>
    <w:rPr>
      <w:rFonts w:ascii="Times New Roman" w:eastAsia="Times New Roman" w:hAnsi="Times New Roman" w:cs="Times New Roman"/>
      <w:sz w:val="20"/>
      <w:szCs w:val="20"/>
      <w:lang w:eastAsia="et-EE"/>
    </w:rPr>
  </w:style>
  <w:style w:type="character" w:customStyle="1" w:styleId="EndnoteTextChar">
    <w:name w:val="Endnote Text Char"/>
    <w:basedOn w:val="DefaultParagraphFont"/>
    <w:link w:val="EndnoteText"/>
    <w:semiHidden/>
    <w:rsid w:val="00DA28C2"/>
    <w:rPr>
      <w:rFonts w:ascii="Times New Roman" w:eastAsia="Times New Roman" w:hAnsi="Times New Roman" w:cs="Times New Roman"/>
      <w:sz w:val="20"/>
      <w:szCs w:val="20"/>
      <w:lang w:val="et-EE" w:eastAsia="et-EE"/>
    </w:rPr>
  </w:style>
  <w:style w:type="character" w:styleId="Strong">
    <w:name w:val="Strong"/>
    <w:qFormat/>
    <w:rsid w:val="00DA28C2"/>
    <w:rPr>
      <w:b/>
      <w:bCs/>
    </w:rPr>
  </w:style>
  <w:style w:type="paragraph" w:customStyle="1" w:styleId="Index">
    <w:name w:val="Index"/>
    <w:basedOn w:val="Normal"/>
    <w:rsid w:val="00D106D0"/>
    <w:pPr>
      <w:suppressLineNumbers/>
      <w:suppressAutoHyphens/>
      <w:autoSpaceDE w:val="0"/>
      <w:spacing w:before="120" w:after="120" w:line="240" w:lineRule="auto"/>
    </w:pPr>
    <w:rPr>
      <w:rFonts w:ascii="Times New Roman" w:eastAsia="Times New Roman" w:hAnsi="Times New Roman" w:cs="Lucida Sans Unicode"/>
      <w:sz w:val="24"/>
      <w:szCs w:val="20"/>
      <w:lang w:eastAsia="ar-SA"/>
    </w:rPr>
  </w:style>
  <w:style w:type="paragraph" w:styleId="TableofFigures">
    <w:name w:val="table of figures"/>
    <w:basedOn w:val="Normal"/>
    <w:next w:val="Normal"/>
    <w:autoRedefine/>
    <w:semiHidden/>
    <w:rsid w:val="00D106D0"/>
    <w:pPr>
      <w:spacing w:after="40" w:line="300" w:lineRule="auto"/>
    </w:pPr>
    <w:rPr>
      <w:rFonts w:ascii="Times New Roman" w:eastAsia="Times New Roman" w:hAnsi="Times New Roman" w:cs="Times New Roman"/>
      <w:sz w:val="26"/>
      <w:szCs w:val="24"/>
      <w:lang w:eastAsia="et-EE"/>
    </w:rPr>
  </w:style>
  <w:style w:type="paragraph" w:customStyle="1" w:styleId="PartTitle">
    <w:name w:val="PartTitle"/>
    <w:basedOn w:val="Normal"/>
    <w:next w:val="Normal"/>
    <w:rsid w:val="00D106D0"/>
    <w:pPr>
      <w:keepNext/>
      <w:pageBreakBefore/>
      <w:spacing w:after="480" w:line="300" w:lineRule="auto"/>
      <w:jc w:val="center"/>
    </w:pPr>
    <w:rPr>
      <w:rFonts w:ascii="Times New Roman" w:eastAsia="Times New Roman" w:hAnsi="Times New Roman" w:cs="Times New Roman"/>
      <w:b/>
      <w:sz w:val="36"/>
      <w:szCs w:val="20"/>
    </w:rPr>
  </w:style>
  <w:style w:type="paragraph" w:customStyle="1" w:styleId="Normaallaad18pt">
    <w:name w:val="Normaallaad + 18 pt"/>
    <w:aliases w:val="Paks,Keskel"/>
    <w:basedOn w:val="Normal"/>
    <w:rsid w:val="00D106D0"/>
    <w:pPr>
      <w:spacing w:after="40" w:line="300" w:lineRule="auto"/>
      <w:jc w:val="center"/>
    </w:pPr>
    <w:rPr>
      <w:rFonts w:ascii="Times New Roman" w:eastAsia="Times New Roman" w:hAnsi="Times New Roman" w:cs="Times New Roman"/>
      <w:b/>
      <w:bCs/>
      <w:sz w:val="36"/>
      <w:szCs w:val="24"/>
      <w:lang w:eastAsia="et-EE"/>
    </w:rPr>
  </w:style>
  <w:style w:type="paragraph" w:customStyle="1" w:styleId="NormaallaadPunane">
    <w:name w:val="Normaallaad + Punane"/>
    <w:basedOn w:val="Normal"/>
    <w:rsid w:val="00D106D0"/>
    <w:pPr>
      <w:spacing w:after="40" w:line="300" w:lineRule="auto"/>
    </w:pPr>
    <w:rPr>
      <w:rFonts w:ascii="Times New Roman" w:eastAsia="Times New Roman" w:hAnsi="Times New Roman" w:cs="Times New Roman"/>
      <w:sz w:val="24"/>
      <w:szCs w:val="24"/>
      <w:lang w:eastAsia="et-EE"/>
    </w:rPr>
  </w:style>
  <w:style w:type="paragraph" w:customStyle="1" w:styleId="Jutumullitekst1">
    <w:name w:val="Jutumullitekst1"/>
    <w:basedOn w:val="Normal"/>
    <w:semiHidden/>
    <w:rsid w:val="00D106D0"/>
    <w:pPr>
      <w:spacing w:after="40" w:line="300" w:lineRule="auto"/>
    </w:pPr>
    <w:rPr>
      <w:rFonts w:ascii="Tahoma" w:eastAsia="Times New Roman" w:hAnsi="Tahoma" w:cs="Tahoma"/>
      <w:sz w:val="16"/>
      <w:szCs w:val="16"/>
      <w:lang w:eastAsia="et-EE"/>
    </w:rPr>
  </w:style>
  <w:style w:type="paragraph" w:customStyle="1" w:styleId="Kehatekst-EntecStandardMrk">
    <w:name w:val="Kehatekst - Entec Standard Märk"/>
    <w:rsid w:val="00D106D0"/>
    <w:pPr>
      <w:spacing w:after="0" w:line="240" w:lineRule="auto"/>
      <w:ind w:left="1080"/>
      <w:jc w:val="both"/>
    </w:pPr>
    <w:rPr>
      <w:rFonts w:ascii="Times New Roman" w:eastAsia="Times New Roman" w:hAnsi="Times New Roman" w:cs="Times New Roman"/>
      <w:sz w:val="24"/>
      <w:szCs w:val="20"/>
      <w:lang w:val="et-EE"/>
    </w:rPr>
  </w:style>
  <w:style w:type="paragraph" w:customStyle="1" w:styleId="TextGA">
    <w:name w:val="Text GA"/>
    <w:basedOn w:val="Normal"/>
    <w:rsid w:val="00D106D0"/>
    <w:pPr>
      <w:spacing w:after="240" w:line="300" w:lineRule="auto"/>
      <w:ind w:left="1134"/>
    </w:pPr>
    <w:rPr>
      <w:rFonts w:eastAsia="Times New Roman" w:cs="Times New Roman"/>
      <w:szCs w:val="20"/>
      <w:lang w:val="de-DE"/>
    </w:rPr>
  </w:style>
  <w:style w:type="paragraph" w:customStyle="1" w:styleId="Normaalne">
    <w:name w:val="Normaalne"/>
    <w:basedOn w:val="Normal"/>
    <w:rsid w:val="00D106D0"/>
    <w:pPr>
      <w:spacing w:after="40" w:line="300" w:lineRule="auto"/>
    </w:pPr>
    <w:rPr>
      <w:rFonts w:ascii="Verdana" w:eastAsia="Times New Roman" w:hAnsi="Verdana" w:cs="Times New Roman"/>
      <w:szCs w:val="24"/>
      <w:lang w:val="en-US"/>
    </w:rPr>
  </w:style>
  <w:style w:type="paragraph" w:customStyle="1" w:styleId="Lisad">
    <w:name w:val="Lisad"/>
    <w:basedOn w:val="Normal"/>
    <w:rsid w:val="00D106D0"/>
    <w:pPr>
      <w:spacing w:after="40" w:line="300" w:lineRule="auto"/>
      <w:ind w:left="284" w:firstLine="284"/>
    </w:pPr>
    <w:rPr>
      <w:rFonts w:ascii="Times New Roman" w:eastAsia="Times New Roman" w:hAnsi="Times New Roman" w:cs="Times New Roman"/>
      <w:sz w:val="24"/>
      <w:szCs w:val="24"/>
      <w:lang w:eastAsia="et-EE"/>
    </w:rPr>
  </w:style>
  <w:style w:type="paragraph" w:styleId="List">
    <w:name w:val="List"/>
    <w:basedOn w:val="Normal"/>
    <w:semiHidden/>
    <w:rsid w:val="00D106D0"/>
    <w:pPr>
      <w:spacing w:after="40" w:line="300" w:lineRule="auto"/>
      <w:ind w:left="283" w:hanging="283"/>
    </w:pPr>
    <w:rPr>
      <w:rFonts w:ascii="Times New Roman" w:eastAsia="Times New Roman" w:hAnsi="Times New Roman" w:cs="Times New Roman"/>
      <w:sz w:val="24"/>
      <w:szCs w:val="24"/>
      <w:lang w:eastAsia="et-EE"/>
    </w:rPr>
  </w:style>
  <w:style w:type="paragraph" w:styleId="List3">
    <w:name w:val="List 3"/>
    <w:basedOn w:val="Normal"/>
    <w:semiHidden/>
    <w:rsid w:val="00D106D0"/>
    <w:pPr>
      <w:spacing w:after="40" w:line="300" w:lineRule="auto"/>
      <w:ind w:left="849" w:hanging="283"/>
    </w:pPr>
    <w:rPr>
      <w:rFonts w:ascii="Times New Roman" w:eastAsia="Times New Roman" w:hAnsi="Times New Roman" w:cs="Times New Roman"/>
      <w:sz w:val="24"/>
      <w:szCs w:val="24"/>
      <w:lang w:eastAsia="et-EE"/>
    </w:rPr>
  </w:style>
  <w:style w:type="paragraph" w:styleId="List2">
    <w:name w:val="List 2"/>
    <w:basedOn w:val="Normal"/>
    <w:semiHidden/>
    <w:rsid w:val="00D106D0"/>
    <w:pPr>
      <w:spacing w:after="40" w:line="300" w:lineRule="auto"/>
      <w:ind w:left="566" w:hanging="283"/>
    </w:pPr>
    <w:rPr>
      <w:rFonts w:ascii="Times New Roman" w:eastAsia="Times New Roman" w:hAnsi="Times New Roman" w:cs="Times New Roman"/>
      <w:sz w:val="24"/>
      <w:szCs w:val="24"/>
      <w:lang w:eastAsia="et-EE"/>
    </w:rPr>
  </w:style>
  <w:style w:type="paragraph" w:styleId="Index2">
    <w:name w:val="index 2"/>
    <w:basedOn w:val="Normal"/>
    <w:next w:val="Normal"/>
    <w:autoRedefine/>
    <w:semiHidden/>
    <w:rsid w:val="00D106D0"/>
    <w:pPr>
      <w:spacing w:after="40" w:line="300" w:lineRule="auto"/>
      <w:ind w:left="480" w:hanging="240"/>
    </w:pPr>
    <w:rPr>
      <w:rFonts w:ascii="Times New Roman" w:eastAsia="Times New Roman" w:hAnsi="Times New Roman" w:cs="Times New Roman"/>
      <w:sz w:val="24"/>
      <w:szCs w:val="24"/>
      <w:lang w:eastAsia="et-EE"/>
    </w:rPr>
  </w:style>
  <w:style w:type="paragraph" w:styleId="TOAHeading">
    <w:name w:val="toa heading"/>
    <w:basedOn w:val="Normal"/>
    <w:next w:val="Normal"/>
    <w:semiHidden/>
    <w:rsid w:val="00D106D0"/>
    <w:pPr>
      <w:spacing w:before="120" w:after="40" w:line="300" w:lineRule="auto"/>
    </w:pPr>
    <w:rPr>
      <w:rFonts w:eastAsia="Times New Roman"/>
      <w:b/>
      <w:bCs/>
      <w:sz w:val="24"/>
      <w:szCs w:val="24"/>
      <w:lang w:eastAsia="et-EE"/>
    </w:rPr>
  </w:style>
  <w:style w:type="paragraph" w:styleId="TableofAuthorities">
    <w:name w:val="table of authorities"/>
    <w:basedOn w:val="Normal"/>
    <w:next w:val="Normal"/>
    <w:semiHidden/>
    <w:rsid w:val="00D106D0"/>
    <w:pPr>
      <w:spacing w:after="40" w:line="300" w:lineRule="auto"/>
      <w:ind w:left="240" w:hanging="240"/>
    </w:pPr>
    <w:rPr>
      <w:rFonts w:ascii="Times New Roman" w:eastAsia="Times New Roman" w:hAnsi="Times New Roman" w:cs="Times New Roman"/>
      <w:sz w:val="24"/>
      <w:szCs w:val="24"/>
      <w:lang w:eastAsia="et-EE"/>
    </w:rPr>
  </w:style>
  <w:style w:type="paragraph" w:styleId="Index1">
    <w:name w:val="index 1"/>
    <w:basedOn w:val="Normal"/>
    <w:next w:val="Normal"/>
    <w:autoRedefine/>
    <w:semiHidden/>
    <w:rsid w:val="00D106D0"/>
    <w:pPr>
      <w:spacing w:after="40" w:line="300" w:lineRule="auto"/>
      <w:ind w:left="240" w:hanging="240"/>
    </w:pPr>
    <w:rPr>
      <w:rFonts w:ascii="Times New Roman" w:eastAsia="Times New Roman" w:hAnsi="Times New Roman" w:cs="Times New Roman"/>
      <w:sz w:val="24"/>
      <w:szCs w:val="24"/>
      <w:lang w:eastAsia="et-EE"/>
    </w:rPr>
  </w:style>
  <w:style w:type="paragraph" w:styleId="Index5">
    <w:name w:val="index 5"/>
    <w:basedOn w:val="Normal"/>
    <w:next w:val="Normal"/>
    <w:autoRedefine/>
    <w:semiHidden/>
    <w:rsid w:val="00D106D0"/>
    <w:pPr>
      <w:spacing w:after="40" w:line="300" w:lineRule="auto"/>
      <w:ind w:left="1200" w:hanging="240"/>
    </w:pPr>
    <w:rPr>
      <w:rFonts w:ascii="Times New Roman" w:eastAsia="Times New Roman" w:hAnsi="Times New Roman" w:cs="Times New Roman"/>
      <w:sz w:val="24"/>
      <w:szCs w:val="24"/>
      <w:lang w:eastAsia="et-EE"/>
    </w:rPr>
  </w:style>
  <w:style w:type="paragraph" w:styleId="Index3">
    <w:name w:val="index 3"/>
    <w:basedOn w:val="Normal"/>
    <w:next w:val="Normal"/>
    <w:autoRedefine/>
    <w:semiHidden/>
    <w:rsid w:val="00D106D0"/>
    <w:pPr>
      <w:spacing w:after="40" w:line="300" w:lineRule="auto"/>
      <w:ind w:left="720" w:hanging="240"/>
    </w:pPr>
    <w:rPr>
      <w:rFonts w:ascii="Times New Roman" w:eastAsia="Times New Roman" w:hAnsi="Times New Roman" w:cs="Times New Roman"/>
      <w:sz w:val="24"/>
      <w:szCs w:val="24"/>
      <w:lang w:eastAsia="et-EE"/>
    </w:rPr>
  </w:style>
  <w:style w:type="character" w:customStyle="1" w:styleId="tx11">
    <w:name w:val="tx11"/>
    <w:rsid w:val="00D106D0"/>
    <w:rPr>
      <w:rFonts w:ascii="Arial" w:hAnsi="Arial" w:cs="Arial" w:hint="default"/>
      <w:strike w:val="0"/>
      <w:dstrike w:val="0"/>
      <w:color w:val="293841"/>
      <w:sz w:val="18"/>
      <w:szCs w:val="18"/>
      <w:u w:val="none"/>
      <w:effect w:val="none"/>
    </w:rPr>
  </w:style>
  <w:style w:type="character" w:styleId="FollowedHyperlink">
    <w:name w:val="FollowedHyperlink"/>
    <w:semiHidden/>
    <w:rsid w:val="00D106D0"/>
    <w:rPr>
      <w:color w:val="800080"/>
      <w:u w:val="single"/>
    </w:rPr>
  </w:style>
  <w:style w:type="paragraph" w:styleId="HTMLPreformatted">
    <w:name w:val="HTML Preformatted"/>
    <w:basedOn w:val="Normal"/>
    <w:link w:val="HTMLPreformattedChar"/>
    <w:uiPriority w:val="99"/>
    <w:semiHidden/>
    <w:rsid w:val="00D10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300" w:lineRule="auto"/>
    </w:pPr>
    <w:rPr>
      <w:rFonts w:ascii="Courier New" w:eastAsia="Times New Roman" w:hAnsi="Courier New" w:cs="Courier New"/>
      <w:sz w:val="20"/>
      <w:szCs w:val="20"/>
      <w:lang w:eastAsia="et-EE"/>
    </w:rPr>
  </w:style>
  <w:style w:type="character" w:customStyle="1" w:styleId="HTMLPreformattedChar">
    <w:name w:val="HTML Preformatted Char"/>
    <w:basedOn w:val="DefaultParagraphFont"/>
    <w:link w:val="HTMLPreformatted"/>
    <w:uiPriority w:val="99"/>
    <w:semiHidden/>
    <w:rsid w:val="00D106D0"/>
    <w:rPr>
      <w:rFonts w:ascii="Courier New" w:eastAsia="Times New Roman" w:hAnsi="Courier New" w:cs="Courier New"/>
      <w:sz w:val="20"/>
      <w:szCs w:val="20"/>
      <w:lang w:val="et-EE" w:eastAsia="et-EE"/>
    </w:rPr>
  </w:style>
  <w:style w:type="paragraph" w:customStyle="1" w:styleId="NormaallaadEsirida0">
    <w:name w:val="Normaallaad + Esirida:  0"/>
    <w:aliases w:val="5 cm + Paks"/>
    <w:basedOn w:val="Normal"/>
    <w:rsid w:val="00D106D0"/>
    <w:pPr>
      <w:spacing w:after="40" w:line="300" w:lineRule="auto"/>
      <w:ind w:left="2126" w:hanging="425"/>
    </w:pPr>
    <w:rPr>
      <w:rFonts w:ascii="Times New Roman" w:eastAsia="Times New Roman" w:hAnsi="Times New Roman" w:cs="Times New Roman"/>
      <w:sz w:val="24"/>
      <w:szCs w:val="24"/>
      <w:lang w:eastAsia="et-EE"/>
    </w:rPr>
  </w:style>
  <w:style w:type="character" w:customStyle="1" w:styleId="NormaallaadEsirida05cmPaksMrkMrk">
    <w:name w:val="Normaallaad + Esirida:  0;5 cm + Paks Märk Märk"/>
    <w:rsid w:val="00D106D0"/>
    <w:rPr>
      <w:sz w:val="24"/>
      <w:szCs w:val="24"/>
      <w:lang w:val="et-EE" w:eastAsia="et-EE" w:bidi="ar-SA"/>
    </w:rPr>
  </w:style>
  <w:style w:type="paragraph" w:customStyle="1" w:styleId="Tppidega">
    <w:name w:val="Täppidega"/>
    <w:aliases w:val="Symbol (sümbol),Vasakul:  0 cm,Taane  0,5 cm + Esirida:  0 cm"/>
    <w:basedOn w:val="Normal"/>
    <w:rsid w:val="00D106D0"/>
    <w:pPr>
      <w:numPr>
        <w:numId w:val="10"/>
      </w:numPr>
      <w:spacing w:after="40" w:line="300" w:lineRule="auto"/>
    </w:pPr>
    <w:rPr>
      <w:rFonts w:ascii="Times New Roman" w:eastAsia="Times New Roman" w:hAnsi="Times New Roman" w:cs="Times New Roman"/>
      <w:sz w:val="24"/>
      <w:szCs w:val="24"/>
      <w:lang w:eastAsia="et-EE"/>
    </w:rPr>
  </w:style>
  <w:style w:type="paragraph" w:customStyle="1" w:styleId="NormaallaadRpselt">
    <w:name w:val="Normaallaad + Rööpselt"/>
    <w:basedOn w:val="Normal"/>
    <w:rsid w:val="00D106D0"/>
    <w:pPr>
      <w:spacing w:after="40" w:line="300" w:lineRule="auto"/>
    </w:pPr>
    <w:rPr>
      <w:rFonts w:ascii="Times New Roman" w:eastAsia="Times New Roman" w:hAnsi="Times New Roman" w:cs="Times New Roman"/>
      <w:sz w:val="24"/>
      <w:szCs w:val="24"/>
      <w:lang w:eastAsia="et-EE"/>
    </w:rPr>
  </w:style>
  <w:style w:type="paragraph" w:styleId="Subtitle">
    <w:name w:val="Subtitle"/>
    <w:basedOn w:val="Normal"/>
    <w:link w:val="SubtitleChar"/>
    <w:qFormat/>
    <w:rsid w:val="00D106D0"/>
    <w:pPr>
      <w:spacing w:after="60" w:line="300" w:lineRule="auto"/>
      <w:jc w:val="center"/>
      <w:outlineLvl w:val="1"/>
    </w:pPr>
    <w:rPr>
      <w:rFonts w:eastAsia="Times New Roman"/>
      <w:sz w:val="24"/>
      <w:szCs w:val="24"/>
      <w:lang w:eastAsia="et-EE"/>
    </w:rPr>
  </w:style>
  <w:style w:type="character" w:customStyle="1" w:styleId="SubtitleChar">
    <w:name w:val="Subtitle Char"/>
    <w:basedOn w:val="DefaultParagraphFont"/>
    <w:link w:val="Subtitle"/>
    <w:rsid w:val="00D106D0"/>
    <w:rPr>
      <w:rFonts w:ascii="Arial" w:eastAsia="Times New Roman" w:hAnsi="Arial" w:cs="Arial"/>
      <w:sz w:val="24"/>
      <w:szCs w:val="24"/>
      <w:lang w:val="et-EE" w:eastAsia="et-EE"/>
    </w:rPr>
  </w:style>
  <w:style w:type="paragraph" w:styleId="Signature">
    <w:name w:val="Signature"/>
    <w:basedOn w:val="Normal"/>
    <w:link w:val="SignatureChar"/>
    <w:semiHidden/>
    <w:rsid w:val="00D106D0"/>
    <w:pPr>
      <w:spacing w:after="40" w:line="300" w:lineRule="auto"/>
      <w:ind w:left="4252"/>
    </w:pPr>
    <w:rPr>
      <w:rFonts w:ascii="Times New Roman" w:eastAsia="Times New Roman" w:hAnsi="Times New Roman" w:cs="Times New Roman"/>
      <w:sz w:val="24"/>
      <w:szCs w:val="24"/>
      <w:lang w:eastAsia="et-EE"/>
    </w:rPr>
  </w:style>
  <w:style w:type="character" w:customStyle="1" w:styleId="SignatureChar">
    <w:name w:val="Signature Char"/>
    <w:basedOn w:val="DefaultParagraphFont"/>
    <w:link w:val="Signature"/>
    <w:semiHidden/>
    <w:rsid w:val="00D106D0"/>
    <w:rPr>
      <w:rFonts w:ascii="Times New Roman" w:eastAsia="Times New Roman" w:hAnsi="Times New Roman" w:cs="Times New Roman"/>
      <w:sz w:val="24"/>
      <w:szCs w:val="24"/>
      <w:lang w:val="et-EE" w:eastAsia="et-EE"/>
    </w:rPr>
  </w:style>
  <w:style w:type="paragraph" w:styleId="DocumentMap">
    <w:name w:val="Document Map"/>
    <w:basedOn w:val="Normal"/>
    <w:link w:val="DocumentMapChar"/>
    <w:semiHidden/>
    <w:rsid w:val="00D106D0"/>
    <w:pPr>
      <w:shd w:val="clear" w:color="auto" w:fill="000080"/>
      <w:spacing w:after="40" w:line="300" w:lineRule="auto"/>
    </w:pPr>
    <w:rPr>
      <w:rFonts w:ascii="Tahoma" w:eastAsia="Times New Roman" w:hAnsi="Tahoma" w:cs="Tahoma"/>
      <w:sz w:val="20"/>
      <w:szCs w:val="20"/>
      <w:lang w:eastAsia="et-EE"/>
    </w:rPr>
  </w:style>
  <w:style w:type="character" w:customStyle="1" w:styleId="DocumentMapChar">
    <w:name w:val="Document Map Char"/>
    <w:basedOn w:val="DefaultParagraphFont"/>
    <w:link w:val="DocumentMap"/>
    <w:semiHidden/>
    <w:rsid w:val="00D106D0"/>
    <w:rPr>
      <w:rFonts w:ascii="Tahoma" w:eastAsia="Times New Roman" w:hAnsi="Tahoma" w:cs="Tahoma"/>
      <w:sz w:val="20"/>
      <w:szCs w:val="20"/>
      <w:shd w:val="clear" w:color="auto" w:fill="000080"/>
      <w:lang w:val="et-EE" w:eastAsia="et-EE"/>
    </w:rPr>
  </w:style>
  <w:style w:type="paragraph" w:styleId="BodyTextFirstIndent">
    <w:name w:val="Body Text First Indent"/>
    <w:basedOn w:val="BodyText"/>
    <w:link w:val="BodyTextFirstIndentChar"/>
    <w:semiHidden/>
    <w:rsid w:val="00D106D0"/>
    <w:pPr>
      <w:spacing w:before="0" w:after="120" w:line="300" w:lineRule="auto"/>
      <w:ind w:firstLine="210"/>
      <w:jc w:val="both"/>
    </w:pPr>
    <w:rPr>
      <w:rFonts w:ascii="Times New Roman" w:eastAsia="Times New Roman" w:hAnsi="Times New Roman" w:cs="Times New Roman"/>
      <w:sz w:val="24"/>
      <w:szCs w:val="24"/>
      <w:lang w:eastAsia="et-EE"/>
    </w:rPr>
  </w:style>
  <w:style w:type="character" w:customStyle="1" w:styleId="BodyTextFirstIndentChar">
    <w:name w:val="Body Text First Indent Char"/>
    <w:basedOn w:val="BodyTextChar"/>
    <w:link w:val="BodyTextFirstIndent"/>
    <w:semiHidden/>
    <w:rsid w:val="00D106D0"/>
    <w:rPr>
      <w:rFonts w:ascii="Times New Roman" w:eastAsia="Times New Roman" w:hAnsi="Times New Roman" w:cs="Times New Roman"/>
      <w:sz w:val="24"/>
      <w:szCs w:val="24"/>
      <w:lang w:val="et-EE" w:eastAsia="et-EE"/>
    </w:rPr>
  </w:style>
  <w:style w:type="paragraph" w:styleId="BodyTextIndent">
    <w:name w:val="Body Text Indent"/>
    <w:basedOn w:val="Normal"/>
    <w:link w:val="BodyTextIndentChar"/>
    <w:rsid w:val="00D106D0"/>
    <w:pPr>
      <w:spacing w:after="120" w:line="300" w:lineRule="auto"/>
      <w:ind w:left="283"/>
    </w:pPr>
    <w:rPr>
      <w:rFonts w:ascii="Times New Roman" w:eastAsia="Times New Roman" w:hAnsi="Times New Roman" w:cs="Times New Roman"/>
      <w:sz w:val="24"/>
      <w:szCs w:val="24"/>
      <w:lang w:eastAsia="et-EE"/>
    </w:rPr>
  </w:style>
  <w:style w:type="character" w:customStyle="1" w:styleId="BodyTextIndentChar">
    <w:name w:val="Body Text Indent Char"/>
    <w:basedOn w:val="DefaultParagraphFont"/>
    <w:link w:val="BodyTextIndent"/>
    <w:rsid w:val="00D106D0"/>
    <w:rPr>
      <w:rFonts w:ascii="Times New Roman" w:eastAsia="Times New Roman" w:hAnsi="Times New Roman" w:cs="Times New Roman"/>
      <w:sz w:val="24"/>
      <w:szCs w:val="24"/>
      <w:lang w:val="et-EE" w:eastAsia="et-EE"/>
    </w:rPr>
  </w:style>
  <w:style w:type="paragraph" w:styleId="BodyTextFirstIndent2">
    <w:name w:val="Body Text First Indent 2"/>
    <w:basedOn w:val="BodyTextIndent"/>
    <w:link w:val="BodyTextFirstIndent2Char"/>
    <w:semiHidden/>
    <w:rsid w:val="00D106D0"/>
    <w:pPr>
      <w:ind w:firstLine="210"/>
    </w:pPr>
  </w:style>
  <w:style w:type="character" w:customStyle="1" w:styleId="BodyTextFirstIndent2Char">
    <w:name w:val="Body Text First Indent 2 Char"/>
    <w:basedOn w:val="BodyTextIndentChar"/>
    <w:link w:val="BodyTextFirstIndent2"/>
    <w:semiHidden/>
    <w:rsid w:val="00D106D0"/>
    <w:rPr>
      <w:rFonts w:ascii="Times New Roman" w:eastAsia="Times New Roman" w:hAnsi="Times New Roman" w:cs="Times New Roman"/>
      <w:sz w:val="24"/>
      <w:szCs w:val="24"/>
      <w:lang w:val="et-EE" w:eastAsia="et-EE"/>
    </w:rPr>
  </w:style>
  <w:style w:type="paragraph" w:styleId="HTMLAddress">
    <w:name w:val="HTML Address"/>
    <w:basedOn w:val="Normal"/>
    <w:link w:val="HTMLAddressChar"/>
    <w:semiHidden/>
    <w:rsid w:val="00D106D0"/>
    <w:pPr>
      <w:spacing w:after="40" w:line="300" w:lineRule="auto"/>
    </w:pPr>
    <w:rPr>
      <w:rFonts w:ascii="Times New Roman" w:eastAsia="Times New Roman" w:hAnsi="Times New Roman" w:cs="Times New Roman"/>
      <w:i/>
      <w:iCs/>
      <w:sz w:val="24"/>
      <w:szCs w:val="24"/>
      <w:lang w:eastAsia="et-EE"/>
    </w:rPr>
  </w:style>
  <w:style w:type="character" w:customStyle="1" w:styleId="HTMLAddressChar">
    <w:name w:val="HTML Address Char"/>
    <w:basedOn w:val="DefaultParagraphFont"/>
    <w:link w:val="HTMLAddress"/>
    <w:semiHidden/>
    <w:rsid w:val="00D106D0"/>
    <w:rPr>
      <w:rFonts w:ascii="Times New Roman" w:eastAsia="Times New Roman" w:hAnsi="Times New Roman" w:cs="Times New Roman"/>
      <w:i/>
      <w:iCs/>
      <w:sz w:val="24"/>
      <w:szCs w:val="24"/>
      <w:lang w:val="et-EE" w:eastAsia="et-EE"/>
    </w:rPr>
  </w:style>
  <w:style w:type="paragraph" w:styleId="BodyText2">
    <w:name w:val="Body Text 2"/>
    <w:basedOn w:val="Normal"/>
    <w:link w:val="BodyText2Char"/>
    <w:semiHidden/>
    <w:rsid w:val="00D106D0"/>
    <w:pPr>
      <w:spacing w:after="120" w:line="480" w:lineRule="auto"/>
    </w:pPr>
    <w:rPr>
      <w:rFonts w:ascii="Times New Roman" w:eastAsia="Times New Roman" w:hAnsi="Times New Roman" w:cs="Times New Roman"/>
      <w:sz w:val="24"/>
      <w:szCs w:val="24"/>
      <w:lang w:eastAsia="et-EE"/>
    </w:rPr>
  </w:style>
  <w:style w:type="character" w:customStyle="1" w:styleId="BodyText2Char">
    <w:name w:val="Body Text 2 Char"/>
    <w:basedOn w:val="DefaultParagraphFont"/>
    <w:link w:val="BodyText2"/>
    <w:semiHidden/>
    <w:rsid w:val="00D106D0"/>
    <w:rPr>
      <w:rFonts w:ascii="Times New Roman" w:eastAsia="Times New Roman" w:hAnsi="Times New Roman" w:cs="Times New Roman"/>
      <w:sz w:val="24"/>
      <w:szCs w:val="24"/>
      <w:lang w:val="et-EE" w:eastAsia="et-EE"/>
    </w:rPr>
  </w:style>
  <w:style w:type="paragraph" w:styleId="BodyText3">
    <w:name w:val="Body Text 3"/>
    <w:basedOn w:val="Normal"/>
    <w:link w:val="BodyText3Char"/>
    <w:rsid w:val="00D106D0"/>
    <w:pPr>
      <w:spacing w:after="120" w:line="300" w:lineRule="auto"/>
    </w:pPr>
    <w:rPr>
      <w:rFonts w:ascii="Times New Roman" w:eastAsia="Times New Roman" w:hAnsi="Times New Roman" w:cs="Times New Roman"/>
      <w:sz w:val="16"/>
      <w:szCs w:val="16"/>
      <w:lang w:eastAsia="et-EE"/>
    </w:rPr>
  </w:style>
  <w:style w:type="character" w:customStyle="1" w:styleId="BodyText3Char">
    <w:name w:val="Body Text 3 Char"/>
    <w:basedOn w:val="DefaultParagraphFont"/>
    <w:link w:val="BodyText3"/>
    <w:rsid w:val="00D106D0"/>
    <w:rPr>
      <w:rFonts w:ascii="Times New Roman" w:eastAsia="Times New Roman" w:hAnsi="Times New Roman" w:cs="Times New Roman"/>
      <w:sz w:val="16"/>
      <w:szCs w:val="16"/>
      <w:lang w:val="et-EE" w:eastAsia="et-EE"/>
    </w:rPr>
  </w:style>
  <w:style w:type="paragraph" w:customStyle="1" w:styleId="Kommentaariteema1">
    <w:name w:val="Kommentaari teema1"/>
    <w:basedOn w:val="CommentText"/>
    <w:next w:val="CommentText"/>
    <w:semiHidden/>
    <w:rsid w:val="00D106D0"/>
    <w:pPr>
      <w:spacing w:after="40" w:line="300" w:lineRule="auto"/>
      <w:jc w:val="both"/>
    </w:pPr>
    <w:rPr>
      <w:rFonts w:ascii="Times New Roman" w:eastAsia="Times New Roman" w:hAnsi="Times New Roman" w:cs="Times New Roman"/>
      <w:b/>
      <w:bCs/>
      <w:lang w:eastAsia="et-EE"/>
    </w:rPr>
  </w:style>
  <w:style w:type="paragraph" w:styleId="Date">
    <w:name w:val="Date"/>
    <w:basedOn w:val="Normal"/>
    <w:next w:val="Normal"/>
    <w:link w:val="DateChar"/>
    <w:semiHidden/>
    <w:rsid w:val="00D106D0"/>
    <w:pPr>
      <w:spacing w:after="40" w:line="300" w:lineRule="auto"/>
    </w:pPr>
    <w:rPr>
      <w:rFonts w:ascii="Times New Roman" w:eastAsia="Times New Roman" w:hAnsi="Times New Roman" w:cs="Times New Roman"/>
      <w:sz w:val="24"/>
      <w:szCs w:val="24"/>
      <w:lang w:eastAsia="et-EE"/>
    </w:rPr>
  </w:style>
  <w:style w:type="character" w:customStyle="1" w:styleId="DateChar">
    <w:name w:val="Date Char"/>
    <w:basedOn w:val="DefaultParagraphFont"/>
    <w:link w:val="Date"/>
    <w:semiHidden/>
    <w:rsid w:val="00D106D0"/>
    <w:rPr>
      <w:rFonts w:ascii="Times New Roman" w:eastAsia="Times New Roman" w:hAnsi="Times New Roman" w:cs="Times New Roman"/>
      <w:sz w:val="24"/>
      <w:szCs w:val="24"/>
      <w:lang w:val="et-EE" w:eastAsia="et-EE"/>
    </w:rPr>
  </w:style>
  <w:style w:type="paragraph" w:styleId="PlainText">
    <w:name w:val="Plain Text"/>
    <w:basedOn w:val="Normal"/>
    <w:link w:val="PlainTextChar"/>
    <w:semiHidden/>
    <w:rsid w:val="00D106D0"/>
    <w:pPr>
      <w:spacing w:after="40" w:line="300" w:lineRule="auto"/>
    </w:pPr>
    <w:rPr>
      <w:rFonts w:ascii="Courier New" w:eastAsia="Times New Roman" w:hAnsi="Courier New" w:cs="Courier New"/>
      <w:sz w:val="20"/>
      <w:szCs w:val="20"/>
      <w:lang w:eastAsia="et-EE"/>
    </w:rPr>
  </w:style>
  <w:style w:type="character" w:customStyle="1" w:styleId="PlainTextChar">
    <w:name w:val="Plain Text Char"/>
    <w:basedOn w:val="DefaultParagraphFont"/>
    <w:link w:val="PlainText"/>
    <w:semiHidden/>
    <w:rsid w:val="00D106D0"/>
    <w:rPr>
      <w:rFonts w:ascii="Courier New" w:eastAsia="Times New Roman" w:hAnsi="Courier New" w:cs="Courier New"/>
      <w:sz w:val="20"/>
      <w:szCs w:val="20"/>
      <w:lang w:val="et-EE" w:eastAsia="et-EE"/>
    </w:rPr>
  </w:style>
  <w:style w:type="paragraph" w:styleId="List4">
    <w:name w:val="List 4"/>
    <w:basedOn w:val="Normal"/>
    <w:semiHidden/>
    <w:rsid w:val="00D106D0"/>
    <w:pPr>
      <w:spacing w:after="40" w:line="300" w:lineRule="auto"/>
      <w:ind w:left="1132" w:hanging="283"/>
    </w:pPr>
    <w:rPr>
      <w:rFonts w:ascii="Times New Roman" w:eastAsia="Times New Roman" w:hAnsi="Times New Roman" w:cs="Times New Roman"/>
      <w:sz w:val="24"/>
      <w:szCs w:val="24"/>
      <w:lang w:eastAsia="et-EE"/>
    </w:rPr>
  </w:style>
  <w:style w:type="paragraph" w:styleId="List5">
    <w:name w:val="List 5"/>
    <w:basedOn w:val="Normal"/>
    <w:semiHidden/>
    <w:rsid w:val="00D106D0"/>
    <w:pPr>
      <w:spacing w:after="40" w:line="300" w:lineRule="auto"/>
      <w:ind w:left="1415" w:hanging="283"/>
    </w:pPr>
    <w:rPr>
      <w:rFonts w:ascii="Times New Roman" w:eastAsia="Times New Roman" w:hAnsi="Times New Roman" w:cs="Times New Roman"/>
      <w:sz w:val="24"/>
      <w:szCs w:val="24"/>
      <w:lang w:eastAsia="et-EE"/>
    </w:rPr>
  </w:style>
  <w:style w:type="paragraph" w:styleId="ListContinue">
    <w:name w:val="List Continue"/>
    <w:basedOn w:val="Normal"/>
    <w:rsid w:val="00D106D0"/>
    <w:pPr>
      <w:spacing w:after="120" w:line="300" w:lineRule="auto"/>
      <w:ind w:left="283"/>
    </w:pPr>
    <w:rPr>
      <w:rFonts w:ascii="Times New Roman" w:eastAsia="Times New Roman" w:hAnsi="Times New Roman" w:cs="Times New Roman"/>
      <w:sz w:val="24"/>
      <w:szCs w:val="24"/>
      <w:lang w:eastAsia="et-EE"/>
    </w:rPr>
  </w:style>
  <w:style w:type="paragraph" w:styleId="ListContinue2">
    <w:name w:val="List Continue 2"/>
    <w:basedOn w:val="Normal"/>
    <w:semiHidden/>
    <w:rsid w:val="00D106D0"/>
    <w:pPr>
      <w:spacing w:after="120" w:line="300" w:lineRule="auto"/>
      <w:ind w:left="566"/>
    </w:pPr>
    <w:rPr>
      <w:rFonts w:ascii="Times New Roman" w:eastAsia="Times New Roman" w:hAnsi="Times New Roman" w:cs="Times New Roman"/>
      <w:sz w:val="24"/>
      <w:szCs w:val="24"/>
      <w:lang w:eastAsia="et-EE"/>
    </w:rPr>
  </w:style>
  <w:style w:type="paragraph" w:styleId="ListContinue3">
    <w:name w:val="List Continue 3"/>
    <w:basedOn w:val="Normal"/>
    <w:semiHidden/>
    <w:rsid w:val="00D106D0"/>
    <w:pPr>
      <w:spacing w:after="120" w:line="300" w:lineRule="auto"/>
      <w:ind w:left="849"/>
    </w:pPr>
    <w:rPr>
      <w:rFonts w:ascii="Times New Roman" w:eastAsia="Times New Roman" w:hAnsi="Times New Roman" w:cs="Times New Roman"/>
      <w:sz w:val="24"/>
      <w:szCs w:val="24"/>
      <w:lang w:eastAsia="et-EE"/>
    </w:rPr>
  </w:style>
  <w:style w:type="paragraph" w:styleId="ListContinue4">
    <w:name w:val="List Continue 4"/>
    <w:basedOn w:val="Normal"/>
    <w:semiHidden/>
    <w:rsid w:val="00D106D0"/>
    <w:pPr>
      <w:spacing w:after="120" w:line="300" w:lineRule="auto"/>
      <w:ind w:left="1132"/>
    </w:pPr>
    <w:rPr>
      <w:rFonts w:ascii="Times New Roman" w:eastAsia="Times New Roman" w:hAnsi="Times New Roman" w:cs="Times New Roman"/>
      <w:sz w:val="24"/>
      <w:szCs w:val="24"/>
      <w:lang w:eastAsia="et-EE"/>
    </w:rPr>
  </w:style>
  <w:style w:type="paragraph" w:styleId="ListContinue5">
    <w:name w:val="List Continue 5"/>
    <w:basedOn w:val="Normal"/>
    <w:semiHidden/>
    <w:rsid w:val="00D106D0"/>
    <w:pPr>
      <w:spacing w:after="120" w:line="300" w:lineRule="auto"/>
      <w:ind w:left="1415"/>
    </w:pPr>
    <w:rPr>
      <w:rFonts w:ascii="Times New Roman" w:eastAsia="Times New Roman" w:hAnsi="Times New Roman" w:cs="Times New Roman"/>
      <w:sz w:val="24"/>
      <w:szCs w:val="24"/>
      <w:lang w:eastAsia="et-EE"/>
    </w:rPr>
  </w:style>
  <w:style w:type="paragraph" w:styleId="ListNumber2">
    <w:name w:val="List Number 2"/>
    <w:basedOn w:val="Normal"/>
    <w:semiHidden/>
    <w:rsid w:val="00D106D0"/>
    <w:pPr>
      <w:numPr>
        <w:numId w:val="11"/>
      </w:numPr>
      <w:spacing w:after="40" w:line="300" w:lineRule="auto"/>
    </w:pPr>
    <w:rPr>
      <w:rFonts w:ascii="Times New Roman" w:eastAsia="Times New Roman" w:hAnsi="Times New Roman" w:cs="Times New Roman"/>
      <w:sz w:val="24"/>
      <w:szCs w:val="24"/>
      <w:lang w:eastAsia="et-EE"/>
    </w:rPr>
  </w:style>
  <w:style w:type="paragraph" w:styleId="ListNumber3">
    <w:name w:val="List Number 3"/>
    <w:basedOn w:val="Normal"/>
    <w:semiHidden/>
    <w:rsid w:val="00D106D0"/>
    <w:pPr>
      <w:numPr>
        <w:numId w:val="12"/>
      </w:numPr>
      <w:spacing w:after="40" w:line="300" w:lineRule="auto"/>
    </w:pPr>
    <w:rPr>
      <w:rFonts w:ascii="Times New Roman" w:eastAsia="Times New Roman" w:hAnsi="Times New Roman" w:cs="Times New Roman"/>
      <w:sz w:val="24"/>
      <w:szCs w:val="24"/>
      <w:lang w:eastAsia="et-EE"/>
    </w:rPr>
  </w:style>
  <w:style w:type="paragraph" w:styleId="ListNumber4">
    <w:name w:val="List Number 4"/>
    <w:basedOn w:val="Normal"/>
    <w:semiHidden/>
    <w:rsid w:val="00D106D0"/>
    <w:pPr>
      <w:numPr>
        <w:numId w:val="13"/>
      </w:numPr>
      <w:spacing w:after="40" w:line="300" w:lineRule="auto"/>
    </w:pPr>
    <w:rPr>
      <w:rFonts w:ascii="Times New Roman" w:eastAsia="Times New Roman" w:hAnsi="Times New Roman" w:cs="Times New Roman"/>
      <w:sz w:val="24"/>
      <w:szCs w:val="24"/>
      <w:lang w:eastAsia="et-EE"/>
    </w:rPr>
  </w:style>
  <w:style w:type="paragraph" w:styleId="ListNumber5">
    <w:name w:val="List Number 5"/>
    <w:basedOn w:val="Normal"/>
    <w:semiHidden/>
    <w:rsid w:val="00D106D0"/>
    <w:pPr>
      <w:numPr>
        <w:numId w:val="14"/>
      </w:numPr>
      <w:spacing w:after="40" w:line="300" w:lineRule="auto"/>
    </w:pPr>
    <w:rPr>
      <w:rFonts w:ascii="Times New Roman" w:eastAsia="Times New Roman" w:hAnsi="Times New Roman" w:cs="Times New Roman"/>
      <w:sz w:val="24"/>
      <w:szCs w:val="24"/>
      <w:lang w:eastAsia="et-EE"/>
    </w:rPr>
  </w:style>
  <w:style w:type="paragraph" w:styleId="ListBullet">
    <w:name w:val="List Bullet"/>
    <w:basedOn w:val="Normal"/>
    <w:semiHidden/>
    <w:rsid w:val="00D106D0"/>
    <w:pPr>
      <w:numPr>
        <w:numId w:val="15"/>
      </w:numPr>
      <w:spacing w:after="40" w:line="300" w:lineRule="auto"/>
    </w:pPr>
    <w:rPr>
      <w:rFonts w:ascii="Times New Roman" w:eastAsia="Times New Roman" w:hAnsi="Times New Roman" w:cs="Times New Roman"/>
      <w:sz w:val="24"/>
      <w:szCs w:val="24"/>
      <w:lang w:eastAsia="et-EE"/>
    </w:rPr>
  </w:style>
  <w:style w:type="paragraph" w:styleId="ListBullet2">
    <w:name w:val="List Bullet 2"/>
    <w:basedOn w:val="Normal"/>
    <w:semiHidden/>
    <w:rsid w:val="00D106D0"/>
    <w:pPr>
      <w:numPr>
        <w:numId w:val="16"/>
      </w:numPr>
      <w:spacing w:after="40" w:line="300" w:lineRule="auto"/>
    </w:pPr>
    <w:rPr>
      <w:rFonts w:ascii="Times New Roman" w:eastAsia="Times New Roman" w:hAnsi="Times New Roman" w:cs="Times New Roman"/>
      <w:sz w:val="24"/>
      <w:szCs w:val="24"/>
      <w:lang w:eastAsia="et-EE"/>
    </w:rPr>
  </w:style>
  <w:style w:type="paragraph" w:styleId="ListBullet3">
    <w:name w:val="List Bullet 3"/>
    <w:basedOn w:val="Normal"/>
    <w:semiHidden/>
    <w:rsid w:val="00D106D0"/>
    <w:pPr>
      <w:numPr>
        <w:numId w:val="17"/>
      </w:numPr>
      <w:spacing w:after="40" w:line="300" w:lineRule="auto"/>
    </w:pPr>
    <w:rPr>
      <w:rFonts w:ascii="Times New Roman" w:eastAsia="Times New Roman" w:hAnsi="Times New Roman" w:cs="Times New Roman"/>
      <w:sz w:val="24"/>
      <w:szCs w:val="24"/>
      <w:lang w:eastAsia="et-EE"/>
    </w:rPr>
  </w:style>
  <w:style w:type="paragraph" w:styleId="ListBullet4">
    <w:name w:val="List Bullet 4"/>
    <w:basedOn w:val="Normal"/>
    <w:semiHidden/>
    <w:rsid w:val="00D106D0"/>
    <w:pPr>
      <w:numPr>
        <w:numId w:val="18"/>
      </w:numPr>
      <w:spacing w:after="40" w:line="300" w:lineRule="auto"/>
    </w:pPr>
    <w:rPr>
      <w:rFonts w:ascii="Times New Roman" w:eastAsia="Times New Roman" w:hAnsi="Times New Roman" w:cs="Times New Roman"/>
      <w:sz w:val="24"/>
      <w:szCs w:val="24"/>
      <w:lang w:eastAsia="et-EE"/>
    </w:rPr>
  </w:style>
  <w:style w:type="paragraph" w:styleId="ListBullet5">
    <w:name w:val="List Bullet 5"/>
    <w:basedOn w:val="Normal"/>
    <w:semiHidden/>
    <w:rsid w:val="00D106D0"/>
    <w:pPr>
      <w:numPr>
        <w:numId w:val="19"/>
      </w:numPr>
      <w:spacing w:after="40" w:line="300" w:lineRule="auto"/>
    </w:pPr>
    <w:rPr>
      <w:rFonts w:ascii="Times New Roman" w:eastAsia="Times New Roman" w:hAnsi="Times New Roman" w:cs="Times New Roman"/>
      <w:sz w:val="24"/>
      <w:szCs w:val="24"/>
      <w:lang w:eastAsia="et-EE"/>
    </w:rPr>
  </w:style>
  <w:style w:type="paragraph" w:styleId="Closing">
    <w:name w:val="Closing"/>
    <w:basedOn w:val="Normal"/>
    <w:link w:val="ClosingChar"/>
    <w:semiHidden/>
    <w:rsid w:val="00D106D0"/>
    <w:pPr>
      <w:spacing w:after="40" w:line="300" w:lineRule="auto"/>
      <w:ind w:left="4252"/>
    </w:pPr>
    <w:rPr>
      <w:rFonts w:ascii="Times New Roman" w:eastAsia="Times New Roman" w:hAnsi="Times New Roman" w:cs="Times New Roman"/>
      <w:sz w:val="24"/>
      <w:szCs w:val="24"/>
      <w:lang w:eastAsia="et-EE"/>
    </w:rPr>
  </w:style>
  <w:style w:type="character" w:customStyle="1" w:styleId="ClosingChar">
    <w:name w:val="Closing Char"/>
    <w:basedOn w:val="DefaultParagraphFont"/>
    <w:link w:val="Closing"/>
    <w:semiHidden/>
    <w:rsid w:val="00D106D0"/>
    <w:rPr>
      <w:rFonts w:ascii="Times New Roman" w:eastAsia="Times New Roman" w:hAnsi="Times New Roman" w:cs="Times New Roman"/>
      <w:sz w:val="24"/>
      <w:szCs w:val="24"/>
      <w:lang w:val="et-EE" w:eastAsia="et-EE"/>
    </w:rPr>
  </w:style>
  <w:style w:type="paragraph" w:styleId="MacroText">
    <w:name w:val="macro"/>
    <w:link w:val="MacroTextChar"/>
    <w:semiHidden/>
    <w:rsid w:val="00D106D0"/>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sz w:val="20"/>
      <w:szCs w:val="20"/>
      <w:lang w:val="et-EE" w:eastAsia="et-EE"/>
    </w:rPr>
  </w:style>
  <w:style w:type="character" w:customStyle="1" w:styleId="MacroTextChar">
    <w:name w:val="Macro Text Char"/>
    <w:basedOn w:val="DefaultParagraphFont"/>
    <w:link w:val="MacroText"/>
    <w:semiHidden/>
    <w:rsid w:val="00D106D0"/>
    <w:rPr>
      <w:rFonts w:ascii="Courier New" w:eastAsia="Times New Roman" w:hAnsi="Courier New" w:cs="Courier New"/>
      <w:sz w:val="20"/>
      <w:szCs w:val="20"/>
      <w:lang w:val="et-EE" w:eastAsia="et-EE"/>
    </w:rPr>
  </w:style>
  <w:style w:type="paragraph" w:styleId="E-mailSignature">
    <w:name w:val="E-mail Signature"/>
    <w:basedOn w:val="Normal"/>
    <w:link w:val="E-mailSignatureChar"/>
    <w:semiHidden/>
    <w:rsid w:val="00D106D0"/>
    <w:pPr>
      <w:spacing w:after="40" w:line="300" w:lineRule="auto"/>
    </w:pPr>
    <w:rPr>
      <w:rFonts w:ascii="Times New Roman" w:eastAsia="Times New Roman" w:hAnsi="Times New Roman" w:cs="Times New Roman"/>
      <w:sz w:val="24"/>
      <w:szCs w:val="24"/>
      <w:lang w:eastAsia="et-EE"/>
    </w:rPr>
  </w:style>
  <w:style w:type="character" w:customStyle="1" w:styleId="E-mailSignatureChar">
    <w:name w:val="E-mail Signature Char"/>
    <w:basedOn w:val="DefaultParagraphFont"/>
    <w:link w:val="E-mailSignature"/>
    <w:semiHidden/>
    <w:rsid w:val="00D106D0"/>
    <w:rPr>
      <w:rFonts w:ascii="Times New Roman" w:eastAsia="Times New Roman" w:hAnsi="Times New Roman" w:cs="Times New Roman"/>
      <w:sz w:val="24"/>
      <w:szCs w:val="24"/>
      <w:lang w:val="et-EE" w:eastAsia="et-EE"/>
    </w:rPr>
  </w:style>
  <w:style w:type="paragraph" w:styleId="NoteHeading">
    <w:name w:val="Note Heading"/>
    <w:basedOn w:val="Normal"/>
    <w:next w:val="Normal"/>
    <w:link w:val="NoteHeadingChar"/>
    <w:semiHidden/>
    <w:rsid w:val="00D106D0"/>
    <w:pPr>
      <w:spacing w:after="40" w:line="300" w:lineRule="auto"/>
    </w:pPr>
    <w:rPr>
      <w:rFonts w:ascii="Times New Roman" w:eastAsia="Times New Roman" w:hAnsi="Times New Roman" w:cs="Times New Roman"/>
      <w:sz w:val="24"/>
      <w:szCs w:val="24"/>
      <w:lang w:eastAsia="et-EE"/>
    </w:rPr>
  </w:style>
  <w:style w:type="character" w:customStyle="1" w:styleId="NoteHeadingChar">
    <w:name w:val="Note Heading Char"/>
    <w:basedOn w:val="DefaultParagraphFont"/>
    <w:link w:val="NoteHeading"/>
    <w:semiHidden/>
    <w:rsid w:val="00D106D0"/>
    <w:rPr>
      <w:rFonts w:ascii="Times New Roman" w:eastAsia="Times New Roman" w:hAnsi="Times New Roman" w:cs="Times New Roman"/>
      <w:sz w:val="24"/>
      <w:szCs w:val="24"/>
      <w:lang w:val="et-EE" w:eastAsia="et-EE"/>
    </w:rPr>
  </w:style>
  <w:style w:type="paragraph" w:styleId="NormalWeb">
    <w:name w:val="Normal (Web)"/>
    <w:basedOn w:val="Normal"/>
    <w:semiHidden/>
    <w:rsid w:val="00D106D0"/>
    <w:pPr>
      <w:spacing w:after="40" w:line="300" w:lineRule="auto"/>
    </w:pPr>
    <w:rPr>
      <w:rFonts w:ascii="Times New Roman" w:eastAsia="Times New Roman" w:hAnsi="Times New Roman" w:cs="Times New Roman"/>
      <w:sz w:val="24"/>
      <w:szCs w:val="24"/>
      <w:lang w:eastAsia="et-EE"/>
    </w:rPr>
  </w:style>
  <w:style w:type="paragraph" w:styleId="NormalIndent">
    <w:name w:val="Normal Indent"/>
    <w:basedOn w:val="Normal"/>
    <w:semiHidden/>
    <w:rsid w:val="00D106D0"/>
    <w:pPr>
      <w:spacing w:after="40" w:line="300" w:lineRule="auto"/>
      <w:ind w:left="708"/>
    </w:pPr>
    <w:rPr>
      <w:rFonts w:ascii="Times New Roman" w:eastAsia="Times New Roman" w:hAnsi="Times New Roman" w:cs="Times New Roman"/>
      <w:sz w:val="24"/>
      <w:szCs w:val="24"/>
      <w:lang w:eastAsia="et-EE"/>
    </w:rPr>
  </w:style>
  <w:style w:type="paragraph" w:styleId="BlockText">
    <w:name w:val="Block Text"/>
    <w:basedOn w:val="Normal"/>
    <w:semiHidden/>
    <w:rsid w:val="00D106D0"/>
    <w:pPr>
      <w:spacing w:after="120" w:line="300" w:lineRule="auto"/>
      <w:ind w:left="1440" w:right="1440"/>
    </w:pPr>
    <w:rPr>
      <w:rFonts w:ascii="Times New Roman" w:eastAsia="Times New Roman" w:hAnsi="Times New Roman" w:cs="Times New Roman"/>
      <w:sz w:val="24"/>
      <w:szCs w:val="24"/>
      <w:lang w:eastAsia="et-EE"/>
    </w:rPr>
  </w:style>
  <w:style w:type="paragraph" w:styleId="Index4">
    <w:name w:val="index 4"/>
    <w:basedOn w:val="Normal"/>
    <w:next w:val="Normal"/>
    <w:autoRedefine/>
    <w:semiHidden/>
    <w:rsid w:val="00D106D0"/>
    <w:pPr>
      <w:spacing w:after="40" w:line="300" w:lineRule="auto"/>
      <w:ind w:left="960" w:hanging="240"/>
    </w:pPr>
    <w:rPr>
      <w:rFonts w:ascii="Times New Roman" w:eastAsia="Times New Roman" w:hAnsi="Times New Roman" w:cs="Times New Roman"/>
      <w:sz w:val="24"/>
      <w:szCs w:val="24"/>
      <w:lang w:eastAsia="et-EE"/>
    </w:rPr>
  </w:style>
  <w:style w:type="paragraph" w:styleId="Index6">
    <w:name w:val="index 6"/>
    <w:basedOn w:val="Normal"/>
    <w:next w:val="Normal"/>
    <w:autoRedefine/>
    <w:semiHidden/>
    <w:rsid w:val="00D106D0"/>
    <w:pPr>
      <w:spacing w:after="40" w:line="300" w:lineRule="auto"/>
      <w:ind w:left="1440" w:hanging="240"/>
    </w:pPr>
    <w:rPr>
      <w:rFonts w:ascii="Times New Roman" w:eastAsia="Times New Roman" w:hAnsi="Times New Roman" w:cs="Times New Roman"/>
      <w:sz w:val="24"/>
      <w:szCs w:val="24"/>
      <w:lang w:eastAsia="et-EE"/>
    </w:rPr>
  </w:style>
  <w:style w:type="paragraph" w:styleId="Index7">
    <w:name w:val="index 7"/>
    <w:basedOn w:val="Normal"/>
    <w:next w:val="Normal"/>
    <w:autoRedefine/>
    <w:semiHidden/>
    <w:rsid w:val="00D106D0"/>
    <w:pPr>
      <w:spacing w:after="40" w:line="300" w:lineRule="auto"/>
      <w:ind w:left="1680" w:hanging="240"/>
    </w:pPr>
    <w:rPr>
      <w:rFonts w:ascii="Times New Roman" w:eastAsia="Times New Roman" w:hAnsi="Times New Roman" w:cs="Times New Roman"/>
      <w:sz w:val="24"/>
      <w:szCs w:val="24"/>
      <w:lang w:eastAsia="et-EE"/>
    </w:rPr>
  </w:style>
  <w:style w:type="paragraph" w:styleId="Index8">
    <w:name w:val="index 8"/>
    <w:basedOn w:val="Normal"/>
    <w:next w:val="Normal"/>
    <w:autoRedefine/>
    <w:semiHidden/>
    <w:rsid w:val="00D106D0"/>
    <w:pPr>
      <w:spacing w:after="40" w:line="300" w:lineRule="auto"/>
      <w:ind w:left="1920" w:hanging="240"/>
    </w:pPr>
    <w:rPr>
      <w:rFonts w:ascii="Times New Roman" w:eastAsia="Times New Roman" w:hAnsi="Times New Roman" w:cs="Times New Roman"/>
      <w:sz w:val="24"/>
      <w:szCs w:val="24"/>
      <w:lang w:eastAsia="et-EE"/>
    </w:rPr>
  </w:style>
  <w:style w:type="paragraph" w:styleId="Index9">
    <w:name w:val="index 9"/>
    <w:basedOn w:val="Normal"/>
    <w:next w:val="Normal"/>
    <w:autoRedefine/>
    <w:semiHidden/>
    <w:rsid w:val="00D106D0"/>
    <w:pPr>
      <w:spacing w:after="40" w:line="300" w:lineRule="auto"/>
      <w:ind w:left="2160" w:hanging="240"/>
    </w:pPr>
    <w:rPr>
      <w:rFonts w:ascii="Times New Roman" w:eastAsia="Times New Roman" w:hAnsi="Times New Roman" w:cs="Times New Roman"/>
      <w:sz w:val="24"/>
      <w:szCs w:val="24"/>
      <w:lang w:eastAsia="et-EE"/>
    </w:rPr>
  </w:style>
  <w:style w:type="paragraph" w:styleId="IndexHeading">
    <w:name w:val="index heading"/>
    <w:basedOn w:val="Normal"/>
    <w:next w:val="Index1"/>
    <w:semiHidden/>
    <w:rsid w:val="00D106D0"/>
    <w:pPr>
      <w:spacing w:after="40" w:line="300" w:lineRule="auto"/>
    </w:pPr>
    <w:rPr>
      <w:rFonts w:eastAsia="Times New Roman"/>
      <w:b/>
      <w:bCs/>
      <w:sz w:val="24"/>
      <w:szCs w:val="24"/>
      <w:lang w:eastAsia="et-EE"/>
    </w:rPr>
  </w:style>
  <w:style w:type="paragraph" w:styleId="EnvelopeReturn">
    <w:name w:val="envelope return"/>
    <w:basedOn w:val="Normal"/>
    <w:semiHidden/>
    <w:rsid w:val="00D106D0"/>
    <w:pPr>
      <w:spacing w:after="40" w:line="300" w:lineRule="auto"/>
    </w:pPr>
    <w:rPr>
      <w:rFonts w:eastAsia="Times New Roman"/>
      <w:sz w:val="20"/>
      <w:szCs w:val="20"/>
      <w:lang w:eastAsia="et-EE"/>
    </w:rPr>
  </w:style>
  <w:style w:type="paragraph" w:styleId="MessageHeader">
    <w:name w:val="Message Header"/>
    <w:basedOn w:val="Normal"/>
    <w:link w:val="MessageHeaderChar"/>
    <w:semiHidden/>
    <w:rsid w:val="00D106D0"/>
    <w:pPr>
      <w:pBdr>
        <w:top w:val="single" w:sz="6" w:space="1" w:color="auto"/>
        <w:left w:val="single" w:sz="6" w:space="1" w:color="auto"/>
        <w:bottom w:val="single" w:sz="6" w:space="1" w:color="auto"/>
        <w:right w:val="single" w:sz="6" w:space="1" w:color="auto"/>
      </w:pBdr>
      <w:shd w:val="pct20" w:color="auto" w:fill="auto"/>
      <w:spacing w:after="40" w:line="300" w:lineRule="auto"/>
      <w:ind w:left="1134" w:hanging="1134"/>
    </w:pPr>
    <w:rPr>
      <w:rFonts w:eastAsia="Times New Roman"/>
      <w:sz w:val="24"/>
      <w:szCs w:val="24"/>
      <w:lang w:eastAsia="et-EE"/>
    </w:rPr>
  </w:style>
  <w:style w:type="character" w:customStyle="1" w:styleId="MessageHeaderChar">
    <w:name w:val="Message Header Char"/>
    <w:basedOn w:val="DefaultParagraphFont"/>
    <w:link w:val="MessageHeader"/>
    <w:semiHidden/>
    <w:rsid w:val="00D106D0"/>
    <w:rPr>
      <w:rFonts w:ascii="Arial" w:eastAsia="Times New Roman" w:hAnsi="Arial" w:cs="Arial"/>
      <w:sz w:val="24"/>
      <w:szCs w:val="24"/>
      <w:shd w:val="pct20" w:color="auto" w:fill="auto"/>
      <w:lang w:val="et-EE" w:eastAsia="et-EE"/>
    </w:rPr>
  </w:style>
  <w:style w:type="paragraph" w:styleId="BodyTextIndent2">
    <w:name w:val="Body Text Indent 2"/>
    <w:basedOn w:val="Normal"/>
    <w:link w:val="BodyTextIndent2Char"/>
    <w:semiHidden/>
    <w:rsid w:val="00D106D0"/>
    <w:pPr>
      <w:spacing w:after="120" w:line="480" w:lineRule="auto"/>
      <w:ind w:left="283"/>
    </w:pPr>
    <w:rPr>
      <w:rFonts w:ascii="Times New Roman" w:eastAsia="Times New Roman" w:hAnsi="Times New Roman" w:cs="Times New Roman"/>
      <w:sz w:val="24"/>
      <w:szCs w:val="24"/>
      <w:lang w:eastAsia="et-EE"/>
    </w:rPr>
  </w:style>
  <w:style w:type="character" w:customStyle="1" w:styleId="BodyTextIndent2Char">
    <w:name w:val="Body Text Indent 2 Char"/>
    <w:basedOn w:val="DefaultParagraphFont"/>
    <w:link w:val="BodyTextIndent2"/>
    <w:semiHidden/>
    <w:rsid w:val="00D106D0"/>
    <w:rPr>
      <w:rFonts w:ascii="Times New Roman" w:eastAsia="Times New Roman" w:hAnsi="Times New Roman" w:cs="Times New Roman"/>
      <w:sz w:val="24"/>
      <w:szCs w:val="24"/>
      <w:lang w:val="et-EE" w:eastAsia="et-EE"/>
    </w:rPr>
  </w:style>
  <w:style w:type="paragraph" w:styleId="BodyTextIndent3">
    <w:name w:val="Body Text Indent 3"/>
    <w:basedOn w:val="Normal"/>
    <w:link w:val="BodyTextIndent3Char"/>
    <w:semiHidden/>
    <w:rsid w:val="00D106D0"/>
    <w:pPr>
      <w:spacing w:after="120" w:line="300" w:lineRule="auto"/>
      <w:ind w:left="283"/>
    </w:pPr>
    <w:rPr>
      <w:rFonts w:ascii="Times New Roman" w:eastAsia="Times New Roman" w:hAnsi="Times New Roman" w:cs="Times New Roman"/>
      <w:sz w:val="16"/>
      <w:szCs w:val="16"/>
      <w:lang w:eastAsia="et-EE"/>
    </w:rPr>
  </w:style>
  <w:style w:type="character" w:customStyle="1" w:styleId="BodyTextIndent3Char">
    <w:name w:val="Body Text Indent 3 Char"/>
    <w:basedOn w:val="DefaultParagraphFont"/>
    <w:link w:val="BodyTextIndent3"/>
    <w:semiHidden/>
    <w:rsid w:val="00D106D0"/>
    <w:rPr>
      <w:rFonts w:ascii="Times New Roman" w:eastAsia="Times New Roman" w:hAnsi="Times New Roman" w:cs="Times New Roman"/>
      <w:sz w:val="16"/>
      <w:szCs w:val="16"/>
      <w:lang w:val="et-EE" w:eastAsia="et-EE"/>
    </w:rPr>
  </w:style>
  <w:style w:type="paragraph" w:styleId="Salutation">
    <w:name w:val="Salutation"/>
    <w:basedOn w:val="Normal"/>
    <w:next w:val="Normal"/>
    <w:link w:val="SalutationChar"/>
    <w:semiHidden/>
    <w:rsid w:val="00D106D0"/>
    <w:pPr>
      <w:spacing w:after="40" w:line="300" w:lineRule="auto"/>
    </w:pPr>
    <w:rPr>
      <w:rFonts w:ascii="Times New Roman" w:eastAsia="Times New Roman" w:hAnsi="Times New Roman" w:cs="Times New Roman"/>
      <w:sz w:val="24"/>
      <w:szCs w:val="24"/>
      <w:lang w:eastAsia="et-EE"/>
    </w:rPr>
  </w:style>
  <w:style w:type="character" w:customStyle="1" w:styleId="SalutationChar">
    <w:name w:val="Salutation Char"/>
    <w:basedOn w:val="DefaultParagraphFont"/>
    <w:link w:val="Salutation"/>
    <w:semiHidden/>
    <w:rsid w:val="00D106D0"/>
    <w:rPr>
      <w:rFonts w:ascii="Times New Roman" w:eastAsia="Times New Roman" w:hAnsi="Times New Roman" w:cs="Times New Roman"/>
      <w:sz w:val="24"/>
      <w:szCs w:val="24"/>
      <w:lang w:val="et-EE" w:eastAsia="et-EE"/>
    </w:rPr>
  </w:style>
  <w:style w:type="paragraph" w:styleId="EnvelopeAddress">
    <w:name w:val="envelope address"/>
    <w:basedOn w:val="Normal"/>
    <w:semiHidden/>
    <w:rsid w:val="00D106D0"/>
    <w:pPr>
      <w:framePr w:w="7920" w:h="1980" w:hRule="exact" w:hSpace="141" w:wrap="auto" w:hAnchor="page" w:xAlign="center" w:yAlign="bottom"/>
      <w:spacing w:after="40" w:line="300" w:lineRule="auto"/>
      <w:ind w:left="2880"/>
    </w:pPr>
    <w:rPr>
      <w:rFonts w:eastAsia="Times New Roman"/>
      <w:sz w:val="24"/>
      <w:szCs w:val="24"/>
      <w:lang w:eastAsia="et-EE"/>
    </w:rPr>
  </w:style>
  <w:style w:type="paragraph" w:customStyle="1" w:styleId="NormaallaadVasakul0">
    <w:name w:val="Normaallaad + Vasakul:  0"/>
    <w:aliases w:val="5 cm,Esirida:  0,Enne  2 p,Pärast:  2 p"/>
    <w:basedOn w:val="Normal"/>
    <w:rsid w:val="00D106D0"/>
    <w:pPr>
      <w:spacing w:before="40" w:after="40" w:line="300" w:lineRule="auto"/>
    </w:pPr>
    <w:rPr>
      <w:rFonts w:ascii="Times New Roman" w:eastAsia="Times New Roman" w:hAnsi="Times New Roman" w:cs="Times New Roman"/>
      <w:sz w:val="24"/>
      <w:szCs w:val="24"/>
      <w:lang w:eastAsia="et-EE"/>
    </w:rPr>
  </w:style>
  <w:style w:type="paragraph" w:customStyle="1" w:styleId="Kehatekst-EntecStandard">
    <w:name w:val="Kehatekst - Entec Standard"/>
    <w:rsid w:val="00D106D0"/>
    <w:pPr>
      <w:spacing w:after="0" w:line="240" w:lineRule="auto"/>
      <w:ind w:left="1170"/>
      <w:jc w:val="both"/>
    </w:pPr>
    <w:rPr>
      <w:rFonts w:ascii="Times New Roman" w:eastAsia="Times New Roman" w:hAnsi="Times New Roman" w:cs="Times New Roman"/>
      <w:sz w:val="24"/>
      <w:szCs w:val="20"/>
      <w:lang w:val="et-EE"/>
    </w:rPr>
  </w:style>
  <w:style w:type="character" w:customStyle="1" w:styleId="KehatekstEntecstandard">
    <w:name w:val="Kehatekst Entec standard"/>
    <w:rsid w:val="00D106D0"/>
    <w:rPr>
      <w:noProof w:val="0"/>
      <w:sz w:val="24"/>
      <w:lang w:val="et-EE" w:eastAsia="en-US" w:bidi="ar-SA"/>
    </w:rPr>
  </w:style>
  <w:style w:type="character" w:customStyle="1" w:styleId="NormaalneMrk">
    <w:name w:val="Normaalne Märk"/>
    <w:rsid w:val="00D106D0"/>
    <w:rPr>
      <w:rFonts w:ascii="Verdana" w:hAnsi="Verdana"/>
      <w:sz w:val="22"/>
      <w:szCs w:val="24"/>
      <w:lang w:val="en-US" w:eastAsia="en-US" w:bidi="ar-SA"/>
    </w:rPr>
  </w:style>
  <w:style w:type="character" w:customStyle="1" w:styleId="Kehatekst-EntecStandardChar">
    <w:name w:val="Kehatekst - Entec Standard Char"/>
    <w:rsid w:val="00D106D0"/>
    <w:rPr>
      <w:sz w:val="24"/>
      <w:lang w:val="et-EE" w:eastAsia="en-US" w:bidi="ar-SA"/>
    </w:rPr>
  </w:style>
  <w:style w:type="character" w:styleId="PageNumber">
    <w:name w:val="page number"/>
    <w:basedOn w:val="DefaultParagraphFont"/>
    <w:semiHidden/>
    <w:rsid w:val="00D106D0"/>
  </w:style>
  <w:style w:type="paragraph" w:customStyle="1" w:styleId="Normaallaad11">
    <w:name w:val="Normaallaad + 11"/>
    <w:aliases w:val="5 pt,Sinine,Enne  0,7 p,Pärast:  0 + 11,P...,Pärast:  0,Normaallaad + Enne  0,5 p"/>
    <w:basedOn w:val="Normal"/>
    <w:link w:val="Normaallaad11Mrk"/>
    <w:rsid w:val="00D106D0"/>
    <w:pPr>
      <w:spacing w:before="10" w:after="10" w:line="300" w:lineRule="auto"/>
    </w:pPr>
    <w:rPr>
      <w:rFonts w:ascii="Times New Roman" w:eastAsia="Times New Roman" w:hAnsi="Times New Roman" w:cs="Times New Roman"/>
    </w:rPr>
  </w:style>
  <w:style w:type="paragraph" w:customStyle="1" w:styleId="11Pealkiri2">
    <w:name w:val="1.1 Pealkiri 2"/>
    <w:basedOn w:val="Heading2"/>
    <w:next w:val="Heading2"/>
    <w:rsid w:val="00D106D0"/>
    <w:pPr>
      <w:keepNext w:val="0"/>
      <w:keepLines w:val="0"/>
      <w:numPr>
        <w:ilvl w:val="1"/>
        <w:numId w:val="0"/>
      </w:numPr>
      <w:tabs>
        <w:tab w:val="num" w:pos="993"/>
      </w:tabs>
      <w:spacing w:before="200" w:after="200" w:line="300" w:lineRule="auto"/>
      <w:ind w:left="993" w:hanging="567"/>
    </w:pPr>
    <w:rPr>
      <w:rFonts w:ascii="Times New Roman" w:eastAsia="Times New Roman" w:hAnsi="Times New Roman" w:cs="Times New Roman"/>
      <w:b/>
      <w:bCs/>
      <w:color w:val="0000FF"/>
      <w:sz w:val="26"/>
    </w:rPr>
  </w:style>
  <w:style w:type="character" w:customStyle="1" w:styleId="LoendijtkMrk">
    <w:name w:val="Loendijätk Märk"/>
    <w:rsid w:val="00D106D0"/>
    <w:rPr>
      <w:sz w:val="24"/>
      <w:szCs w:val="24"/>
      <w:lang w:val="et-EE" w:eastAsia="et-EE" w:bidi="ar-SA"/>
    </w:rPr>
  </w:style>
  <w:style w:type="paragraph" w:customStyle="1" w:styleId="XXu">
    <w:name w:val="X.X.u"/>
    <w:basedOn w:val="Normal"/>
    <w:rsid w:val="00D106D0"/>
    <w:pPr>
      <w:keepNext/>
      <w:numPr>
        <w:ilvl w:val="1"/>
        <w:numId w:val="20"/>
      </w:numPr>
      <w:suppressAutoHyphens/>
      <w:autoSpaceDE w:val="0"/>
      <w:spacing w:before="480" w:after="240" w:line="240" w:lineRule="auto"/>
      <w:outlineLvl w:val="1"/>
    </w:pPr>
    <w:rPr>
      <w:rFonts w:ascii="Times New Roman Bold" w:eastAsia="Times New Roman" w:hAnsi="Times New Roman Bold"/>
      <w:b/>
      <w:sz w:val="24"/>
      <w:szCs w:val="20"/>
      <w:lang w:eastAsia="ar-SA"/>
    </w:rPr>
  </w:style>
  <w:style w:type="paragraph" w:customStyle="1" w:styleId="XXX">
    <w:name w:val="X.X.X."/>
    <w:basedOn w:val="Normal"/>
    <w:rsid w:val="00D106D0"/>
    <w:pPr>
      <w:keepNext/>
      <w:numPr>
        <w:ilvl w:val="2"/>
        <w:numId w:val="20"/>
      </w:numPr>
      <w:suppressAutoHyphens/>
      <w:autoSpaceDE w:val="0"/>
      <w:spacing w:before="240" w:after="120" w:line="240" w:lineRule="auto"/>
      <w:outlineLvl w:val="2"/>
    </w:pPr>
    <w:rPr>
      <w:rFonts w:ascii="Times New Roman Bold" w:eastAsia="Times New Roman" w:hAnsi="Times New Roman Bold"/>
      <w:b/>
      <w:sz w:val="24"/>
      <w:szCs w:val="20"/>
      <w:lang w:eastAsia="ar-SA"/>
    </w:rPr>
  </w:style>
  <w:style w:type="paragraph" w:customStyle="1" w:styleId="X">
    <w:name w:val="X."/>
    <w:rsid w:val="00D106D0"/>
    <w:pPr>
      <w:keepNext/>
      <w:numPr>
        <w:numId w:val="20"/>
      </w:numPr>
      <w:spacing w:before="720" w:after="0" w:line="240" w:lineRule="auto"/>
      <w:jc w:val="center"/>
      <w:outlineLvl w:val="0"/>
    </w:pPr>
    <w:rPr>
      <w:rFonts w:ascii="Times New Roman Bold" w:eastAsia="Times New Roman" w:hAnsi="Times New Roman Bold" w:cs="Times New Roman"/>
      <w:b/>
      <w:sz w:val="24"/>
      <w:szCs w:val="20"/>
      <w:lang w:val="et-EE"/>
    </w:rPr>
  </w:style>
  <w:style w:type="paragraph" w:customStyle="1" w:styleId="Caption1">
    <w:name w:val="Caption1"/>
    <w:basedOn w:val="Normal"/>
    <w:rsid w:val="00D106D0"/>
    <w:pPr>
      <w:suppressLineNumbers/>
      <w:suppressAutoHyphens/>
      <w:autoSpaceDE w:val="0"/>
      <w:spacing w:before="120" w:after="120" w:line="240" w:lineRule="auto"/>
    </w:pPr>
    <w:rPr>
      <w:rFonts w:ascii="Times New Roman" w:eastAsia="Times New Roman" w:hAnsi="Times New Roman" w:cs="Lucida Sans Unicode"/>
      <w:i/>
      <w:iCs/>
      <w:sz w:val="20"/>
      <w:szCs w:val="20"/>
      <w:lang w:eastAsia="ar-SA"/>
    </w:rPr>
  </w:style>
  <w:style w:type="paragraph" w:customStyle="1" w:styleId="Heading">
    <w:name w:val="Heading"/>
    <w:basedOn w:val="Normal"/>
    <w:next w:val="BodyText"/>
    <w:rsid w:val="00D106D0"/>
    <w:pPr>
      <w:keepNext/>
      <w:suppressAutoHyphens/>
      <w:autoSpaceDE w:val="0"/>
      <w:spacing w:before="240" w:after="120" w:line="240" w:lineRule="auto"/>
    </w:pPr>
    <w:rPr>
      <w:rFonts w:eastAsia="Lucida Sans Unicode" w:cs="Lucida Sans Unicode"/>
      <w:sz w:val="28"/>
      <w:szCs w:val="28"/>
      <w:lang w:eastAsia="ar-SA"/>
    </w:rPr>
  </w:style>
  <w:style w:type="paragraph" w:customStyle="1" w:styleId="Default">
    <w:name w:val="Default"/>
    <w:rsid w:val="00D106D0"/>
    <w:pPr>
      <w:autoSpaceDE w:val="0"/>
      <w:autoSpaceDN w:val="0"/>
      <w:adjustRightInd w:val="0"/>
      <w:spacing w:after="0" w:line="240" w:lineRule="auto"/>
    </w:pPr>
    <w:rPr>
      <w:rFonts w:ascii="Arial" w:eastAsia="Times New Roman" w:hAnsi="Arial" w:cs="Arial"/>
      <w:sz w:val="20"/>
      <w:szCs w:val="20"/>
      <w:lang w:val="en-US"/>
    </w:rPr>
  </w:style>
  <w:style w:type="paragraph" w:customStyle="1" w:styleId="wfxRecipient">
    <w:name w:val="wfxRecipient"/>
    <w:basedOn w:val="Normal"/>
    <w:rsid w:val="00D106D0"/>
    <w:pPr>
      <w:spacing w:after="40" w:line="240" w:lineRule="auto"/>
    </w:pPr>
    <w:rPr>
      <w:rFonts w:ascii="Times New Roman" w:eastAsia="Times New Roman" w:hAnsi="Times New Roman" w:cs="Times New Roman"/>
      <w:sz w:val="24"/>
      <w:szCs w:val="20"/>
    </w:rPr>
  </w:style>
  <w:style w:type="character" w:customStyle="1" w:styleId="text12px">
    <w:name w:val="text12px"/>
    <w:basedOn w:val="DefaultParagraphFont"/>
    <w:rsid w:val="00D106D0"/>
  </w:style>
  <w:style w:type="paragraph" w:customStyle="1" w:styleId="LaadAllakriipsutusReatihedushekordne">
    <w:name w:val="Laad Allakriipsutus Reatihedus  ühekordne"/>
    <w:basedOn w:val="Normal"/>
    <w:rsid w:val="00D106D0"/>
    <w:pPr>
      <w:spacing w:after="40" w:line="300" w:lineRule="auto"/>
    </w:pPr>
    <w:rPr>
      <w:rFonts w:ascii="Times New Roman" w:eastAsia="Times New Roman" w:hAnsi="Times New Roman" w:cs="Times New Roman"/>
      <w:sz w:val="24"/>
      <w:szCs w:val="20"/>
      <w:u w:val="single"/>
      <w:lang w:eastAsia="et-EE"/>
    </w:rPr>
  </w:style>
  <w:style w:type="paragraph" w:customStyle="1" w:styleId="LaadKehatekst">
    <w:name w:val="Laad Kehatekst"/>
    <w:aliases w:val="Märk + Reatihedus  ühekordne"/>
    <w:basedOn w:val="BodyText"/>
    <w:rsid w:val="00D106D0"/>
    <w:pPr>
      <w:spacing w:before="0" w:after="120" w:line="240" w:lineRule="auto"/>
      <w:contextualSpacing/>
      <w:jc w:val="both"/>
    </w:pPr>
    <w:rPr>
      <w:rFonts w:ascii="Times New Roman" w:eastAsia="Times New Roman" w:hAnsi="Times New Roman" w:cs="Times New Roman"/>
      <w:sz w:val="24"/>
      <w:szCs w:val="20"/>
      <w:lang w:eastAsia="et-EE"/>
    </w:rPr>
  </w:style>
  <w:style w:type="character" w:customStyle="1" w:styleId="Normaallaad11Mrk">
    <w:name w:val="Normaallaad + 11 Märk"/>
    <w:aliases w:val="5 pt Märk,Sinine Märk,Enne  0 Märk,7 p Märk,Pärast:  0 + 11 Märk,P... Märk"/>
    <w:link w:val="Normaallaad11"/>
    <w:rsid w:val="00D106D0"/>
    <w:rPr>
      <w:rFonts w:ascii="Times New Roman" w:eastAsia="Times New Roman" w:hAnsi="Times New Roman" w:cs="Times New Roman"/>
      <w:lang w:val="et-EE"/>
    </w:rPr>
  </w:style>
  <w:style w:type="paragraph" w:styleId="Quote">
    <w:name w:val="Quote"/>
    <w:basedOn w:val="Normal"/>
    <w:next w:val="Normal"/>
    <w:link w:val="QuoteChar"/>
    <w:uiPriority w:val="29"/>
    <w:qFormat/>
    <w:rsid w:val="00D106D0"/>
    <w:pPr>
      <w:spacing w:after="40" w:line="300" w:lineRule="auto"/>
    </w:pPr>
    <w:rPr>
      <w:rFonts w:ascii="Times New Roman" w:eastAsia="Times New Roman" w:hAnsi="Times New Roman" w:cs="Times New Roman"/>
      <w:i/>
      <w:iCs/>
      <w:color w:val="FF0000"/>
      <w:sz w:val="24"/>
      <w:szCs w:val="24"/>
      <w:lang w:eastAsia="et-EE"/>
    </w:rPr>
  </w:style>
  <w:style w:type="character" w:customStyle="1" w:styleId="QuoteChar">
    <w:name w:val="Quote Char"/>
    <w:basedOn w:val="DefaultParagraphFont"/>
    <w:link w:val="Quote"/>
    <w:uiPriority w:val="29"/>
    <w:rsid w:val="00D106D0"/>
    <w:rPr>
      <w:rFonts w:ascii="Times New Roman" w:eastAsia="Times New Roman" w:hAnsi="Times New Roman" w:cs="Times New Roman"/>
      <w:i/>
      <w:iCs/>
      <w:color w:val="FF0000"/>
      <w:sz w:val="24"/>
      <w:szCs w:val="24"/>
      <w:lang w:val="et-EE" w:eastAsia="et-EE"/>
    </w:rPr>
  </w:style>
  <w:style w:type="character" w:styleId="SubtleEmphasis">
    <w:name w:val="Subtle Emphasis"/>
    <w:uiPriority w:val="19"/>
    <w:qFormat/>
    <w:rsid w:val="00D106D0"/>
    <w:rPr>
      <w:i/>
      <w:iCs/>
      <w:color w:val="808080"/>
    </w:rPr>
  </w:style>
  <w:style w:type="paragraph" w:customStyle="1" w:styleId="TableContents">
    <w:name w:val="Table Contents"/>
    <w:basedOn w:val="Normal"/>
    <w:rsid w:val="00D106D0"/>
    <w:pPr>
      <w:suppressLineNumbers/>
      <w:suppressAutoHyphens/>
      <w:spacing w:after="40" w:line="300" w:lineRule="auto"/>
    </w:pPr>
    <w:rPr>
      <w:rFonts w:ascii="Times New Roman" w:eastAsia="Times New Roman" w:hAnsi="Times New Roman" w:cs="Times New Roman"/>
      <w:sz w:val="24"/>
      <w:szCs w:val="24"/>
      <w:lang w:eastAsia="ar-SA"/>
    </w:rPr>
  </w:style>
  <w:style w:type="character" w:customStyle="1" w:styleId="Allmrkusetekst1">
    <w:name w:val="Allmärkuse tekst1"/>
    <w:rsid w:val="00D106D0"/>
  </w:style>
  <w:style w:type="table" w:customStyle="1" w:styleId="TableNormal1">
    <w:name w:val="Table Normal1"/>
    <w:uiPriority w:val="2"/>
    <w:semiHidden/>
    <w:unhideWhenUsed/>
    <w:qFormat/>
    <w:rsid w:val="00D106D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106D0"/>
    <w:pPr>
      <w:widowControl w:val="0"/>
      <w:spacing w:after="0" w:line="240" w:lineRule="auto"/>
    </w:pPr>
    <w:rPr>
      <w:rFonts w:ascii="Calibri" w:eastAsia="Calibri" w:hAnsi="Calibri" w:cs="Times New Roman"/>
      <w:lang w:val="en-US"/>
    </w:rPr>
  </w:style>
  <w:style w:type="character" w:styleId="PlaceholderText">
    <w:name w:val="Placeholder Text"/>
    <w:basedOn w:val="DefaultParagraphFont"/>
    <w:uiPriority w:val="99"/>
    <w:semiHidden/>
    <w:rsid w:val="009B724E"/>
    <w:rPr>
      <w:color w:val="808080"/>
    </w:rPr>
  </w:style>
  <w:style w:type="paragraph" w:customStyle="1" w:styleId="Tabel">
    <w:name w:val="Tabel"/>
    <w:basedOn w:val="Normal"/>
    <w:next w:val="Normal"/>
    <w:qFormat/>
    <w:rsid w:val="009F4762"/>
    <w:pPr>
      <w:spacing w:before="120" w:after="120" w:line="240" w:lineRule="auto"/>
      <w:jc w:val="center"/>
    </w:pPr>
    <w:rPr>
      <w:i/>
      <w:color w:val="0000CC"/>
      <w:sz w:val="18"/>
      <w:szCs w:val="18"/>
      <w:lang w:bidi="et-EE"/>
    </w:rPr>
  </w:style>
  <w:style w:type="paragraph" w:customStyle="1" w:styleId="Title1et">
    <w:name w:val="Title 1_et"/>
    <w:basedOn w:val="Normal"/>
    <w:qFormat/>
    <w:rsid w:val="00B37A2E"/>
    <w:pPr>
      <w:tabs>
        <w:tab w:val="left" w:pos="462"/>
      </w:tabs>
      <w:spacing w:before="600" w:after="360" w:line="240" w:lineRule="auto"/>
      <w:ind w:left="643" w:hanging="360"/>
    </w:pPr>
    <w:rPr>
      <w:rFonts w:eastAsia="Times New Roman"/>
      <w:caps/>
      <w:color w:val="0000CC"/>
      <w:sz w:val="32"/>
      <w:szCs w:val="32"/>
      <w:lang w:bidi="et-EE"/>
    </w:rPr>
  </w:style>
  <w:style w:type="paragraph" w:customStyle="1" w:styleId="Title2et">
    <w:name w:val="Title 2_et"/>
    <w:basedOn w:val="Heading3"/>
    <w:qFormat/>
    <w:rsid w:val="00B37A2E"/>
    <w:pPr>
      <w:numPr>
        <w:ilvl w:val="0"/>
        <w:numId w:val="0"/>
      </w:numPr>
      <w:spacing w:line="240" w:lineRule="auto"/>
      <w:ind w:left="859" w:hanging="576"/>
    </w:pPr>
    <w:rPr>
      <w:lang w:bidi="et-EE"/>
    </w:rPr>
  </w:style>
  <w:style w:type="paragraph" w:customStyle="1" w:styleId="Title3et">
    <w:name w:val="Title 3_et"/>
    <w:basedOn w:val="Heading4"/>
    <w:qFormat/>
    <w:rsid w:val="00B37A2E"/>
    <w:pPr>
      <w:numPr>
        <w:ilvl w:val="0"/>
        <w:numId w:val="0"/>
      </w:numPr>
      <w:spacing w:line="240" w:lineRule="auto"/>
      <w:ind w:left="1003" w:hanging="720"/>
    </w:pPr>
  </w:style>
  <w:style w:type="paragraph" w:customStyle="1" w:styleId="Title4et">
    <w:name w:val="Title 4_et"/>
    <w:basedOn w:val="Normal"/>
    <w:qFormat/>
    <w:rsid w:val="00B37A2E"/>
    <w:pPr>
      <w:spacing w:before="360" w:after="240" w:line="240" w:lineRule="auto"/>
      <w:ind w:left="1147" w:hanging="864"/>
    </w:pPr>
    <w:rPr>
      <w:i/>
      <w:smallCaps/>
      <w:lang w:eastAsia="es-ES"/>
    </w:rPr>
  </w:style>
  <w:style w:type="paragraph" w:customStyle="1" w:styleId="Title5et">
    <w:name w:val="Title 5_et"/>
    <w:basedOn w:val="Normal"/>
    <w:next w:val="Normal"/>
    <w:qFormat/>
    <w:rsid w:val="00B37A2E"/>
    <w:pPr>
      <w:spacing w:before="360" w:after="240" w:line="240" w:lineRule="auto"/>
      <w:ind w:left="1291" w:hanging="1008"/>
    </w:pPr>
    <w:rPr>
      <w:sz w:val="20"/>
      <w:szCs w:val="20"/>
      <w:lang w:bidi="et-EE"/>
    </w:rPr>
  </w:style>
  <w:style w:type="paragraph" w:customStyle="1" w:styleId="Title1en">
    <w:name w:val="Title 1_en"/>
    <w:basedOn w:val="Normal"/>
    <w:next w:val="Normal"/>
    <w:qFormat/>
    <w:rsid w:val="00414452"/>
    <w:pPr>
      <w:numPr>
        <w:numId w:val="21"/>
      </w:numPr>
      <w:tabs>
        <w:tab w:val="left" w:pos="467"/>
      </w:tabs>
      <w:spacing w:before="600" w:after="360" w:line="240" w:lineRule="auto"/>
      <w:ind w:left="467" w:hanging="467"/>
    </w:pPr>
    <w:rPr>
      <w:rFonts w:eastAsia="Times New Roman"/>
      <w:color w:val="0000CC"/>
      <w:sz w:val="32"/>
      <w:szCs w:val="32"/>
      <w:lang w:eastAsia="es-ES"/>
    </w:rPr>
  </w:style>
  <w:style w:type="paragraph" w:customStyle="1" w:styleId="Title2en">
    <w:name w:val="Title 2_en"/>
    <w:basedOn w:val="Heading3"/>
    <w:qFormat/>
    <w:rsid w:val="00414452"/>
    <w:pPr>
      <w:numPr>
        <w:numId w:val="21"/>
      </w:numPr>
      <w:spacing w:line="240" w:lineRule="auto"/>
    </w:pPr>
    <w:rPr>
      <w:lang w:eastAsia="es-ES"/>
    </w:rPr>
  </w:style>
  <w:style w:type="paragraph" w:customStyle="1" w:styleId="Title3en">
    <w:name w:val="Title 3_en"/>
    <w:basedOn w:val="Heading4"/>
    <w:qFormat/>
    <w:rsid w:val="00414452"/>
    <w:pPr>
      <w:numPr>
        <w:numId w:val="21"/>
      </w:numPr>
      <w:spacing w:line="240" w:lineRule="auto"/>
    </w:pPr>
  </w:style>
  <w:style w:type="paragraph" w:customStyle="1" w:styleId="Title4en">
    <w:name w:val="Title 4_en"/>
    <w:basedOn w:val="Normal"/>
    <w:qFormat/>
    <w:rsid w:val="00414452"/>
    <w:pPr>
      <w:numPr>
        <w:ilvl w:val="3"/>
        <w:numId w:val="21"/>
      </w:numPr>
      <w:spacing w:before="360" w:after="240" w:line="240" w:lineRule="auto"/>
    </w:pPr>
    <w:rPr>
      <w:i/>
      <w:smallCaps/>
      <w:lang w:eastAsia="es-ES"/>
    </w:rPr>
  </w:style>
  <w:style w:type="paragraph" w:customStyle="1" w:styleId="Title5en">
    <w:name w:val="Title 5_en"/>
    <w:basedOn w:val="Normal"/>
    <w:next w:val="Normal"/>
    <w:qFormat/>
    <w:rsid w:val="00414452"/>
    <w:pPr>
      <w:numPr>
        <w:ilvl w:val="4"/>
        <w:numId w:val="21"/>
      </w:numPr>
      <w:spacing w:before="360" w:after="240" w:line="240" w:lineRule="auto"/>
    </w:pPr>
    <w:rPr>
      <w:sz w:val="20"/>
      <w:szCs w:val="20"/>
      <w:lang w:eastAsia="es-ES"/>
    </w:rPr>
  </w:style>
  <w:style w:type="character" w:customStyle="1" w:styleId="tyhik">
    <w:name w:val="tyhik"/>
    <w:basedOn w:val="DefaultParagraphFont"/>
    <w:rsid w:val="00982779"/>
  </w:style>
  <w:style w:type="paragraph" w:customStyle="1" w:styleId="Body">
    <w:name w:val="Body"/>
    <w:basedOn w:val="Normal"/>
    <w:qFormat/>
    <w:rsid w:val="00F443EB"/>
    <w:pPr>
      <w:spacing w:before="120" w:after="120" w:line="240" w:lineRule="auto"/>
      <w:ind w:left="709"/>
      <w:jc w:val="both"/>
    </w:pPr>
    <w:rPr>
      <w:rFonts w:ascii="Trebuchet MS" w:eastAsia="Times New Roman" w:hAnsi="Trebuchet M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21193">
      <w:bodyDiv w:val="1"/>
      <w:marLeft w:val="0"/>
      <w:marRight w:val="0"/>
      <w:marTop w:val="0"/>
      <w:marBottom w:val="0"/>
      <w:divBdr>
        <w:top w:val="none" w:sz="0" w:space="0" w:color="auto"/>
        <w:left w:val="none" w:sz="0" w:space="0" w:color="auto"/>
        <w:bottom w:val="none" w:sz="0" w:space="0" w:color="auto"/>
        <w:right w:val="none" w:sz="0" w:space="0" w:color="auto"/>
      </w:divBdr>
    </w:div>
    <w:div w:id="122041649">
      <w:bodyDiv w:val="1"/>
      <w:marLeft w:val="0"/>
      <w:marRight w:val="0"/>
      <w:marTop w:val="0"/>
      <w:marBottom w:val="0"/>
      <w:divBdr>
        <w:top w:val="none" w:sz="0" w:space="0" w:color="auto"/>
        <w:left w:val="none" w:sz="0" w:space="0" w:color="auto"/>
        <w:bottom w:val="none" w:sz="0" w:space="0" w:color="auto"/>
        <w:right w:val="none" w:sz="0" w:space="0" w:color="auto"/>
      </w:divBdr>
    </w:div>
    <w:div w:id="156310676">
      <w:bodyDiv w:val="1"/>
      <w:marLeft w:val="0"/>
      <w:marRight w:val="0"/>
      <w:marTop w:val="0"/>
      <w:marBottom w:val="0"/>
      <w:divBdr>
        <w:top w:val="none" w:sz="0" w:space="0" w:color="auto"/>
        <w:left w:val="none" w:sz="0" w:space="0" w:color="auto"/>
        <w:bottom w:val="none" w:sz="0" w:space="0" w:color="auto"/>
        <w:right w:val="none" w:sz="0" w:space="0" w:color="auto"/>
      </w:divBdr>
    </w:div>
    <w:div w:id="180975620">
      <w:bodyDiv w:val="1"/>
      <w:marLeft w:val="0"/>
      <w:marRight w:val="0"/>
      <w:marTop w:val="0"/>
      <w:marBottom w:val="0"/>
      <w:divBdr>
        <w:top w:val="none" w:sz="0" w:space="0" w:color="auto"/>
        <w:left w:val="none" w:sz="0" w:space="0" w:color="auto"/>
        <w:bottom w:val="none" w:sz="0" w:space="0" w:color="auto"/>
        <w:right w:val="none" w:sz="0" w:space="0" w:color="auto"/>
      </w:divBdr>
    </w:div>
    <w:div w:id="259720285">
      <w:bodyDiv w:val="1"/>
      <w:marLeft w:val="0"/>
      <w:marRight w:val="0"/>
      <w:marTop w:val="0"/>
      <w:marBottom w:val="0"/>
      <w:divBdr>
        <w:top w:val="none" w:sz="0" w:space="0" w:color="auto"/>
        <w:left w:val="none" w:sz="0" w:space="0" w:color="auto"/>
        <w:bottom w:val="none" w:sz="0" w:space="0" w:color="auto"/>
        <w:right w:val="none" w:sz="0" w:space="0" w:color="auto"/>
      </w:divBdr>
    </w:div>
    <w:div w:id="313414530">
      <w:bodyDiv w:val="1"/>
      <w:marLeft w:val="0"/>
      <w:marRight w:val="0"/>
      <w:marTop w:val="0"/>
      <w:marBottom w:val="0"/>
      <w:divBdr>
        <w:top w:val="none" w:sz="0" w:space="0" w:color="auto"/>
        <w:left w:val="none" w:sz="0" w:space="0" w:color="auto"/>
        <w:bottom w:val="none" w:sz="0" w:space="0" w:color="auto"/>
        <w:right w:val="none" w:sz="0" w:space="0" w:color="auto"/>
      </w:divBdr>
    </w:div>
    <w:div w:id="341321130">
      <w:bodyDiv w:val="1"/>
      <w:marLeft w:val="0"/>
      <w:marRight w:val="0"/>
      <w:marTop w:val="0"/>
      <w:marBottom w:val="0"/>
      <w:divBdr>
        <w:top w:val="none" w:sz="0" w:space="0" w:color="auto"/>
        <w:left w:val="none" w:sz="0" w:space="0" w:color="auto"/>
        <w:bottom w:val="none" w:sz="0" w:space="0" w:color="auto"/>
        <w:right w:val="none" w:sz="0" w:space="0" w:color="auto"/>
      </w:divBdr>
    </w:div>
    <w:div w:id="388695601">
      <w:bodyDiv w:val="1"/>
      <w:marLeft w:val="0"/>
      <w:marRight w:val="0"/>
      <w:marTop w:val="0"/>
      <w:marBottom w:val="0"/>
      <w:divBdr>
        <w:top w:val="none" w:sz="0" w:space="0" w:color="auto"/>
        <w:left w:val="none" w:sz="0" w:space="0" w:color="auto"/>
        <w:bottom w:val="none" w:sz="0" w:space="0" w:color="auto"/>
        <w:right w:val="none" w:sz="0" w:space="0" w:color="auto"/>
      </w:divBdr>
    </w:div>
    <w:div w:id="407852669">
      <w:bodyDiv w:val="1"/>
      <w:marLeft w:val="0"/>
      <w:marRight w:val="0"/>
      <w:marTop w:val="0"/>
      <w:marBottom w:val="0"/>
      <w:divBdr>
        <w:top w:val="none" w:sz="0" w:space="0" w:color="auto"/>
        <w:left w:val="none" w:sz="0" w:space="0" w:color="auto"/>
        <w:bottom w:val="none" w:sz="0" w:space="0" w:color="auto"/>
        <w:right w:val="none" w:sz="0" w:space="0" w:color="auto"/>
      </w:divBdr>
    </w:div>
    <w:div w:id="550504522">
      <w:bodyDiv w:val="1"/>
      <w:marLeft w:val="0"/>
      <w:marRight w:val="0"/>
      <w:marTop w:val="0"/>
      <w:marBottom w:val="0"/>
      <w:divBdr>
        <w:top w:val="none" w:sz="0" w:space="0" w:color="auto"/>
        <w:left w:val="none" w:sz="0" w:space="0" w:color="auto"/>
        <w:bottom w:val="none" w:sz="0" w:space="0" w:color="auto"/>
        <w:right w:val="none" w:sz="0" w:space="0" w:color="auto"/>
      </w:divBdr>
    </w:div>
    <w:div w:id="608397644">
      <w:bodyDiv w:val="1"/>
      <w:marLeft w:val="0"/>
      <w:marRight w:val="0"/>
      <w:marTop w:val="0"/>
      <w:marBottom w:val="0"/>
      <w:divBdr>
        <w:top w:val="none" w:sz="0" w:space="0" w:color="auto"/>
        <w:left w:val="none" w:sz="0" w:space="0" w:color="auto"/>
        <w:bottom w:val="none" w:sz="0" w:space="0" w:color="auto"/>
        <w:right w:val="none" w:sz="0" w:space="0" w:color="auto"/>
      </w:divBdr>
    </w:div>
    <w:div w:id="801385240">
      <w:bodyDiv w:val="1"/>
      <w:marLeft w:val="0"/>
      <w:marRight w:val="0"/>
      <w:marTop w:val="0"/>
      <w:marBottom w:val="0"/>
      <w:divBdr>
        <w:top w:val="none" w:sz="0" w:space="0" w:color="auto"/>
        <w:left w:val="none" w:sz="0" w:space="0" w:color="auto"/>
        <w:bottom w:val="none" w:sz="0" w:space="0" w:color="auto"/>
        <w:right w:val="none" w:sz="0" w:space="0" w:color="auto"/>
      </w:divBdr>
    </w:div>
    <w:div w:id="830025264">
      <w:bodyDiv w:val="1"/>
      <w:marLeft w:val="0"/>
      <w:marRight w:val="0"/>
      <w:marTop w:val="0"/>
      <w:marBottom w:val="0"/>
      <w:divBdr>
        <w:top w:val="none" w:sz="0" w:space="0" w:color="auto"/>
        <w:left w:val="none" w:sz="0" w:space="0" w:color="auto"/>
        <w:bottom w:val="none" w:sz="0" w:space="0" w:color="auto"/>
        <w:right w:val="none" w:sz="0" w:space="0" w:color="auto"/>
      </w:divBdr>
    </w:div>
    <w:div w:id="840852603">
      <w:bodyDiv w:val="1"/>
      <w:marLeft w:val="0"/>
      <w:marRight w:val="0"/>
      <w:marTop w:val="0"/>
      <w:marBottom w:val="0"/>
      <w:divBdr>
        <w:top w:val="none" w:sz="0" w:space="0" w:color="auto"/>
        <w:left w:val="none" w:sz="0" w:space="0" w:color="auto"/>
        <w:bottom w:val="none" w:sz="0" w:space="0" w:color="auto"/>
        <w:right w:val="none" w:sz="0" w:space="0" w:color="auto"/>
      </w:divBdr>
      <w:divsChild>
        <w:div w:id="1531335116">
          <w:marLeft w:val="0"/>
          <w:marRight w:val="0"/>
          <w:marTop w:val="0"/>
          <w:marBottom w:val="0"/>
          <w:divBdr>
            <w:top w:val="none" w:sz="0" w:space="0" w:color="auto"/>
            <w:left w:val="none" w:sz="0" w:space="0" w:color="auto"/>
            <w:bottom w:val="none" w:sz="0" w:space="0" w:color="auto"/>
            <w:right w:val="none" w:sz="0" w:space="0" w:color="auto"/>
          </w:divBdr>
          <w:divsChild>
            <w:div w:id="454100905">
              <w:marLeft w:val="0"/>
              <w:marRight w:val="0"/>
              <w:marTop w:val="0"/>
              <w:marBottom w:val="0"/>
              <w:divBdr>
                <w:top w:val="none" w:sz="0" w:space="0" w:color="auto"/>
                <w:left w:val="none" w:sz="0" w:space="0" w:color="auto"/>
                <w:bottom w:val="none" w:sz="0" w:space="0" w:color="auto"/>
                <w:right w:val="none" w:sz="0" w:space="0" w:color="auto"/>
              </w:divBdr>
              <w:divsChild>
                <w:div w:id="991761076">
                  <w:marLeft w:val="0"/>
                  <w:marRight w:val="0"/>
                  <w:marTop w:val="0"/>
                  <w:marBottom w:val="0"/>
                  <w:divBdr>
                    <w:top w:val="none" w:sz="0" w:space="0" w:color="auto"/>
                    <w:left w:val="none" w:sz="0" w:space="0" w:color="auto"/>
                    <w:bottom w:val="none" w:sz="0" w:space="0" w:color="auto"/>
                    <w:right w:val="none" w:sz="0" w:space="0" w:color="auto"/>
                  </w:divBdr>
                  <w:divsChild>
                    <w:div w:id="107166605">
                      <w:marLeft w:val="0"/>
                      <w:marRight w:val="0"/>
                      <w:marTop w:val="0"/>
                      <w:marBottom w:val="0"/>
                      <w:divBdr>
                        <w:top w:val="none" w:sz="0" w:space="0" w:color="auto"/>
                        <w:left w:val="none" w:sz="0" w:space="0" w:color="auto"/>
                        <w:bottom w:val="none" w:sz="0" w:space="0" w:color="auto"/>
                        <w:right w:val="none" w:sz="0" w:space="0" w:color="auto"/>
                      </w:divBdr>
                      <w:divsChild>
                        <w:div w:id="1550065803">
                          <w:marLeft w:val="0"/>
                          <w:marRight w:val="0"/>
                          <w:marTop w:val="0"/>
                          <w:marBottom w:val="0"/>
                          <w:divBdr>
                            <w:top w:val="none" w:sz="0" w:space="0" w:color="auto"/>
                            <w:left w:val="none" w:sz="0" w:space="0" w:color="auto"/>
                            <w:bottom w:val="none" w:sz="0" w:space="0" w:color="auto"/>
                            <w:right w:val="none" w:sz="0" w:space="0" w:color="auto"/>
                          </w:divBdr>
                          <w:divsChild>
                            <w:div w:id="867907977">
                              <w:marLeft w:val="0"/>
                              <w:marRight w:val="300"/>
                              <w:marTop w:val="180"/>
                              <w:marBottom w:val="0"/>
                              <w:divBdr>
                                <w:top w:val="none" w:sz="0" w:space="0" w:color="auto"/>
                                <w:left w:val="none" w:sz="0" w:space="0" w:color="auto"/>
                                <w:bottom w:val="none" w:sz="0" w:space="0" w:color="auto"/>
                                <w:right w:val="none" w:sz="0" w:space="0" w:color="auto"/>
                              </w:divBdr>
                              <w:divsChild>
                                <w:div w:id="405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714380">
          <w:marLeft w:val="0"/>
          <w:marRight w:val="0"/>
          <w:marTop w:val="0"/>
          <w:marBottom w:val="0"/>
          <w:divBdr>
            <w:top w:val="none" w:sz="0" w:space="0" w:color="auto"/>
            <w:left w:val="none" w:sz="0" w:space="0" w:color="auto"/>
            <w:bottom w:val="none" w:sz="0" w:space="0" w:color="auto"/>
            <w:right w:val="none" w:sz="0" w:space="0" w:color="auto"/>
          </w:divBdr>
          <w:divsChild>
            <w:div w:id="1400249463">
              <w:marLeft w:val="0"/>
              <w:marRight w:val="0"/>
              <w:marTop w:val="0"/>
              <w:marBottom w:val="0"/>
              <w:divBdr>
                <w:top w:val="none" w:sz="0" w:space="0" w:color="auto"/>
                <w:left w:val="none" w:sz="0" w:space="0" w:color="auto"/>
                <w:bottom w:val="none" w:sz="0" w:space="0" w:color="auto"/>
                <w:right w:val="none" w:sz="0" w:space="0" w:color="auto"/>
              </w:divBdr>
              <w:divsChild>
                <w:div w:id="1048649542">
                  <w:marLeft w:val="0"/>
                  <w:marRight w:val="0"/>
                  <w:marTop w:val="0"/>
                  <w:marBottom w:val="0"/>
                  <w:divBdr>
                    <w:top w:val="none" w:sz="0" w:space="0" w:color="auto"/>
                    <w:left w:val="none" w:sz="0" w:space="0" w:color="auto"/>
                    <w:bottom w:val="none" w:sz="0" w:space="0" w:color="auto"/>
                    <w:right w:val="none" w:sz="0" w:space="0" w:color="auto"/>
                  </w:divBdr>
                  <w:divsChild>
                    <w:div w:id="786923464">
                      <w:marLeft w:val="0"/>
                      <w:marRight w:val="0"/>
                      <w:marTop w:val="0"/>
                      <w:marBottom w:val="0"/>
                      <w:divBdr>
                        <w:top w:val="none" w:sz="0" w:space="0" w:color="auto"/>
                        <w:left w:val="none" w:sz="0" w:space="0" w:color="auto"/>
                        <w:bottom w:val="none" w:sz="0" w:space="0" w:color="auto"/>
                        <w:right w:val="none" w:sz="0" w:space="0" w:color="auto"/>
                      </w:divBdr>
                      <w:divsChild>
                        <w:div w:id="54946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926888">
      <w:bodyDiv w:val="1"/>
      <w:marLeft w:val="0"/>
      <w:marRight w:val="0"/>
      <w:marTop w:val="0"/>
      <w:marBottom w:val="0"/>
      <w:divBdr>
        <w:top w:val="none" w:sz="0" w:space="0" w:color="auto"/>
        <w:left w:val="none" w:sz="0" w:space="0" w:color="auto"/>
        <w:bottom w:val="none" w:sz="0" w:space="0" w:color="auto"/>
        <w:right w:val="none" w:sz="0" w:space="0" w:color="auto"/>
      </w:divBdr>
    </w:div>
    <w:div w:id="901478778">
      <w:bodyDiv w:val="1"/>
      <w:marLeft w:val="0"/>
      <w:marRight w:val="0"/>
      <w:marTop w:val="0"/>
      <w:marBottom w:val="0"/>
      <w:divBdr>
        <w:top w:val="none" w:sz="0" w:space="0" w:color="auto"/>
        <w:left w:val="none" w:sz="0" w:space="0" w:color="auto"/>
        <w:bottom w:val="none" w:sz="0" w:space="0" w:color="auto"/>
        <w:right w:val="none" w:sz="0" w:space="0" w:color="auto"/>
      </w:divBdr>
    </w:div>
    <w:div w:id="931013331">
      <w:bodyDiv w:val="1"/>
      <w:marLeft w:val="0"/>
      <w:marRight w:val="0"/>
      <w:marTop w:val="0"/>
      <w:marBottom w:val="0"/>
      <w:divBdr>
        <w:top w:val="none" w:sz="0" w:space="0" w:color="auto"/>
        <w:left w:val="none" w:sz="0" w:space="0" w:color="auto"/>
        <w:bottom w:val="none" w:sz="0" w:space="0" w:color="auto"/>
        <w:right w:val="none" w:sz="0" w:space="0" w:color="auto"/>
      </w:divBdr>
    </w:div>
    <w:div w:id="1022971675">
      <w:bodyDiv w:val="1"/>
      <w:marLeft w:val="0"/>
      <w:marRight w:val="0"/>
      <w:marTop w:val="0"/>
      <w:marBottom w:val="0"/>
      <w:divBdr>
        <w:top w:val="none" w:sz="0" w:space="0" w:color="auto"/>
        <w:left w:val="none" w:sz="0" w:space="0" w:color="auto"/>
        <w:bottom w:val="none" w:sz="0" w:space="0" w:color="auto"/>
        <w:right w:val="none" w:sz="0" w:space="0" w:color="auto"/>
      </w:divBdr>
    </w:div>
    <w:div w:id="1036466048">
      <w:bodyDiv w:val="1"/>
      <w:marLeft w:val="0"/>
      <w:marRight w:val="0"/>
      <w:marTop w:val="0"/>
      <w:marBottom w:val="0"/>
      <w:divBdr>
        <w:top w:val="none" w:sz="0" w:space="0" w:color="auto"/>
        <w:left w:val="none" w:sz="0" w:space="0" w:color="auto"/>
        <w:bottom w:val="none" w:sz="0" w:space="0" w:color="auto"/>
        <w:right w:val="none" w:sz="0" w:space="0" w:color="auto"/>
      </w:divBdr>
    </w:div>
    <w:div w:id="1202863499">
      <w:bodyDiv w:val="1"/>
      <w:marLeft w:val="0"/>
      <w:marRight w:val="0"/>
      <w:marTop w:val="0"/>
      <w:marBottom w:val="0"/>
      <w:divBdr>
        <w:top w:val="none" w:sz="0" w:space="0" w:color="auto"/>
        <w:left w:val="none" w:sz="0" w:space="0" w:color="auto"/>
        <w:bottom w:val="none" w:sz="0" w:space="0" w:color="auto"/>
        <w:right w:val="none" w:sz="0" w:space="0" w:color="auto"/>
      </w:divBdr>
    </w:div>
    <w:div w:id="1239710949">
      <w:bodyDiv w:val="1"/>
      <w:marLeft w:val="0"/>
      <w:marRight w:val="0"/>
      <w:marTop w:val="0"/>
      <w:marBottom w:val="0"/>
      <w:divBdr>
        <w:top w:val="none" w:sz="0" w:space="0" w:color="auto"/>
        <w:left w:val="none" w:sz="0" w:space="0" w:color="auto"/>
        <w:bottom w:val="none" w:sz="0" w:space="0" w:color="auto"/>
        <w:right w:val="none" w:sz="0" w:space="0" w:color="auto"/>
      </w:divBdr>
    </w:div>
    <w:div w:id="1251740379">
      <w:bodyDiv w:val="1"/>
      <w:marLeft w:val="0"/>
      <w:marRight w:val="0"/>
      <w:marTop w:val="0"/>
      <w:marBottom w:val="0"/>
      <w:divBdr>
        <w:top w:val="none" w:sz="0" w:space="0" w:color="auto"/>
        <w:left w:val="none" w:sz="0" w:space="0" w:color="auto"/>
        <w:bottom w:val="none" w:sz="0" w:space="0" w:color="auto"/>
        <w:right w:val="none" w:sz="0" w:space="0" w:color="auto"/>
      </w:divBdr>
    </w:div>
    <w:div w:id="1314019426">
      <w:bodyDiv w:val="1"/>
      <w:marLeft w:val="0"/>
      <w:marRight w:val="0"/>
      <w:marTop w:val="0"/>
      <w:marBottom w:val="0"/>
      <w:divBdr>
        <w:top w:val="none" w:sz="0" w:space="0" w:color="auto"/>
        <w:left w:val="none" w:sz="0" w:space="0" w:color="auto"/>
        <w:bottom w:val="none" w:sz="0" w:space="0" w:color="auto"/>
        <w:right w:val="none" w:sz="0" w:space="0" w:color="auto"/>
      </w:divBdr>
    </w:div>
    <w:div w:id="1330791075">
      <w:bodyDiv w:val="1"/>
      <w:marLeft w:val="0"/>
      <w:marRight w:val="0"/>
      <w:marTop w:val="0"/>
      <w:marBottom w:val="0"/>
      <w:divBdr>
        <w:top w:val="none" w:sz="0" w:space="0" w:color="auto"/>
        <w:left w:val="none" w:sz="0" w:space="0" w:color="auto"/>
        <w:bottom w:val="none" w:sz="0" w:space="0" w:color="auto"/>
        <w:right w:val="none" w:sz="0" w:space="0" w:color="auto"/>
      </w:divBdr>
    </w:div>
    <w:div w:id="1332414964">
      <w:bodyDiv w:val="1"/>
      <w:marLeft w:val="0"/>
      <w:marRight w:val="0"/>
      <w:marTop w:val="0"/>
      <w:marBottom w:val="0"/>
      <w:divBdr>
        <w:top w:val="none" w:sz="0" w:space="0" w:color="auto"/>
        <w:left w:val="none" w:sz="0" w:space="0" w:color="auto"/>
        <w:bottom w:val="none" w:sz="0" w:space="0" w:color="auto"/>
        <w:right w:val="none" w:sz="0" w:space="0" w:color="auto"/>
      </w:divBdr>
      <w:divsChild>
        <w:div w:id="299457073">
          <w:marLeft w:val="0"/>
          <w:marRight w:val="0"/>
          <w:marTop w:val="0"/>
          <w:marBottom w:val="0"/>
          <w:divBdr>
            <w:top w:val="none" w:sz="0" w:space="0" w:color="auto"/>
            <w:left w:val="none" w:sz="0" w:space="0" w:color="auto"/>
            <w:bottom w:val="none" w:sz="0" w:space="0" w:color="auto"/>
            <w:right w:val="none" w:sz="0" w:space="0" w:color="auto"/>
          </w:divBdr>
          <w:divsChild>
            <w:div w:id="229655424">
              <w:marLeft w:val="0"/>
              <w:marRight w:val="0"/>
              <w:marTop w:val="0"/>
              <w:marBottom w:val="0"/>
              <w:divBdr>
                <w:top w:val="none" w:sz="0" w:space="0" w:color="auto"/>
                <w:left w:val="none" w:sz="0" w:space="0" w:color="auto"/>
                <w:bottom w:val="none" w:sz="0" w:space="0" w:color="auto"/>
                <w:right w:val="none" w:sz="0" w:space="0" w:color="auto"/>
              </w:divBdr>
              <w:divsChild>
                <w:div w:id="165556805">
                  <w:marLeft w:val="0"/>
                  <w:marRight w:val="0"/>
                  <w:marTop w:val="0"/>
                  <w:marBottom w:val="0"/>
                  <w:divBdr>
                    <w:top w:val="none" w:sz="0" w:space="0" w:color="auto"/>
                    <w:left w:val="none" w:sz="0" w:space="0" w:color="auto"/>
                    <w:bottom w:val="none" w:sz="0" w:space="0" w:color="auto"/>
                    <w:right w:val="none" w:sz="0" w:space="0" w:color="auto"/>
                  </w:divBdr>
                  <w:divsChild>
                    <w:div w:id="1339888198">
                      <w:marLeft w:val="0"/>
                      <w:marRight w:val="0"/>
                      <w:marTop w:val="0"/>
                      <w:marBottom w:val="0"/>
                      <w:divBdr>
                        <w:top w:val="none" w:sz="0" w:space="0" w:color="auto"/>
                        <w:left w:val="none" w:sz="0" w:space="0" w:color="auto"/>
                        <w:bottom w:val="none" w:sz="0" w:space="0" w:color="auto"/>
                        <w:right w:val="none" w:sz="0" w:space="0" w:color="auto"/>
                      </w:divBdr>
                      <w:divsChild>
                        <w:div w:id="2005235806">
                          <w:marLeft w:val="0"/>
                          <w:marRight w:val="0"/>
                          <w:marTop w:val="0"/>
                          <w:marBottom w:val="0"/>
                          <w:divBdr>
                            <w:top w:val="none" w:sz="0" w:space="0" w:color="auto"/>
                            <w:left w:val="none" w:sz="0" w:space="0" w:color="auto"/>
                            <w:bottom w:val="none" w:sz="0" w:space="0" w:color="auto"/>
                            <w:right w:val="none" w:sz="0" w:space="0" w:color="auto"/>
                          </w:divBdr>
                          <w:divsChild>
                            <w:div w:id="1908225695">
                              <w:marLeft w:val="0"/>
                              <w:marRight w:val="300"/>
                              <w:marTop w:val="180"/>
                              <w:marBottom w:val="0"/>
                              <w:divBdr>
                                <w:top w:val="none" w:sz="0" w:space="0" w:color="auto"/>
                                <w:left w:val="none" w:sz="0" w:space="0" w:color="auto"/>
                                <w:bottom w:val="none" w:sz="0" w:space="0" w:color="auto"/>
                                <w:right w:val="none" w:sz="0" w:space="0" w:color="auto"/>
                              </w:divBdr>
                              <w:divsChild>
                                <w:div w:id="44500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953067">
          <w:marLeft w:val="0"/>
          <w:marRight w:val="0"/>
          <w:marTop w:val="0"/>
          <w:marBottom w:val="0"/>
          <w:divBdr>
            <w:top w:val="none" w:sz="0" w:space="0" w:color="auto"/>
            <w:left w:val="none" w:sz="0" w:space="0" w:color="auto"/>
            <w:bottom w:val="none" w:sz="0" w:space="0" w:color="auto"/>
            <w:right w:val="none" w:sz="0" w:space="0" w:color="auto"/>
          </w:divBdr>
          <w:divsChild>
            <w:div w:id="991443516">
              <w:marLeft w:val="0"/>
              <w:marRight w:val="0"/>
              <w:marTop w:val="0"/>
              <w:marBottom w:val="0"/>
              <w:divBdr>
                <w:top w:val="none" w:sz="0" w:space="0" w:color="auto"/>
                <w:left w:val="none" w:sz="0" w:space="0" w:color="auto"/>
                <w:bottom w:val="none" w:sz="0" w:space="0" w:color="auto"/>
                <w:right w:val="none" w:sz="0" w:space="0" w:color="auto"/>
              </w:divBdr>
              <w:divsChild>
                <w:div w:id="1565095789">
                  <w:marLeft w:val="0"/>
                  <w:marRight w:val="0"/>
                  <w:marTop w:val="0"/>
                  <w:marBottom w:val="0"/>
                  <w:divBdr>
                    <w:top w:val="none" w:sz="0" w:space="0" w:color="auto"/>
                    <w:left w:val="none" w:sz="0" w:space="0" w:color="auto"/>
                    <w:bottom w:val="none" w:sz="0" w:space="0" w:color="auto"/>
                    <w:right w:val="none" w:sz="0" w:space="0" w:color="auto"/>
                  </w:divBdr>
                  <w:divsChild>
                    <w:div w:id="303245114">
                      <w:marLeft w:val="0"/>
                      <w:marRight w:val="0"/>
                      <w:marTop w:val="0"/>
                      <w:marBottom w:val="0"/>
                      <w:divBdr>
                        <w:top w:val="none" w:sz="0" w:space="0" w:color="auto"/>
                        <w:left w:val="none" w:sz="0" w:space="0" w:color="auto"/>
                        <w:bottom w:val="none" w:sz="0" w:space="0" w:color="auto"/>
                        <w:right w:val="none" w:sz="0" w:space="0" w:color="auto"/>
                      </w:divBdr>
                      <w:divsChild>
                        <w:div w:id="8019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413177">
      <w:bodyDiv w:val="1"/>
      <w:marLeft w:val="0"/>
      <w:marRight w:val="0"/>
      <w:marTop w:val="0"/>
      <w:marBottom w:val="0"/>
      <w:divBdr>
        <w:top w:val="none" w:sz="0" w:space="0" w:color="auto"/>
        <w:left w:val="none" w:sz="0" w:space="0" w:color="auto"/>
        <w:bottom w:val="none" w:sz="0" w:space="0" w:color="auto"/>
        <w:right w:val="none" w:sz="0" w:space="0" w:color="auto"/>
      </w:divBdr>
    </w:div>
    <w:div w:id="1365639679">
      <w:bodyDiv w:val="1"/>
      <w:marLeft w:val="0"/>
      <w:marRight w:val="0"/>
      <w:marTop w:val="0"/>
      <w:marBottom w:val="0"/>
      <w:divBdr>
        <w:top w:val="none" w:sz="0" w:space="0" w:color="auto"/>
        <w:left w:val="none" w:sz="0" w:space="0" w:color="auto"/>
        <w:bottom w:val="none" w:sz="0" w:space="0" w:color="auto"/>
        <w:right w:val="none" w:sz="0" w:space="0" w:color="auto"/>
      </w:divBdr>
    </w:div>
    <w:div w:id="1379668308">
      <w:bodyDiv w:val="1"/>
      <w:marLeft w:val="0"/>
      <w:marRight w:val="0"/>
      <w:marTop w:val="0"/>
      <w:marBottom w:val="0"/>
      <w:divBdr>
        <w:top w:val="none" w:sz="0" w:space="0" w:color="auto"/>
        <w:left w:val="none" w:sz="0" w:space="0" w:color="auto"/>
        <w:bottom w:val="none" w:sz="0" w:space="0" w:color="auto"/>
        <w:right w:val="none" w:sz="0" w:space="0" w:color="auto"/>
      </w:divBdr>
    </w:div>
    <w:div w:id="1404332435">
      <w:bodyDiv w:val="1"/>
      <w:marLeft w:val="0"/>
      <w:marRight w:val="0"/>
      <w:marTop w:val="0"/>
      <w:marBottom w:val="0"/>
      <w:divBdr>
        <w:top w:val="none" w:sz="0" w:space="0" w:color="auto"/>
        <w:left w:val="none" w:sz="0" w:space="0" w:color="auto"/>
        <w:bottom w:val="none" w:sz="0" w:space="0" w:color="auto"/>
        <w:right w:val="none" w:sz="0" w:space="0" w:color="auto"/>
      </w:divBdr>
    </w:div>
    <w:div w:id="1462262534">
      <w:bodyDiv w:val="1"/>
      <w:marLeft w:val="0"/>
      <w:marRight w:val="0"/>
      <w:marTop w:val="0"/>
      <w:marBottom w:val="0"/>
      <w:divBdr>
        <w:top w:val="none" w:sz="0" w:space="0" w:color="auto"/>
        <w:left w:val="none" w:sz="0" w:space="0" w:color="auto"/>
        <w:bottom w:val="none" w:sz="0" w:space="0" w:color="auto"/>
        <w:right w:val="none" w:sz="0" w:space="0" w:color="auto"/>
      </w:divBdr>
    </w:div>
    <w:div w:id="1496846720">
      <w:bodyDiv w:val="1"/>
      <w:marLeft w:val="0"/>
      <w:marRight w:val="0"/>
      <w:marTop w:val="0"/>
      <w:marBottom w:val="0"/>
      <w:divBdr>
        <w:top w:val="none" w:sz="0" w:space="0" w:color="auto"/>
        <w:left w:val="none" w:sz="0" w:space="0" w:color="auto"/>
        <w:bottom w:val="none" w:sz="0" w:space="0" w:color="auto"/>
        <w:right w:val="none" w:sz="0" w:space="0" w:color="auto"/>
      </w:divBdr>
    </w:div>
    <w:div w:id="1499229490">
      <w:bodyDiv w:val="1"/>
      <w:marLeft w:val="0"/>
      <w:marRight w:val="0"/>
      <w:marTop w:val="0"/>
      <w:marBottom w:val="0"/>
      <w:divBdr>
        <w:top w:val="none" w:sz="0" w:space="0" w:color="auto"/>
        <w:left w:val="none" w:sz="0" w:space="0" w:color="auto"/>
        <w:bottom w:val="none" w:sz="0" w:space="0" w:color="auto"/>
        <w:right w:val="none" w:sz="0" w:space="0" w:color="auto"/>
      </w:divBdr>
    </w:div>
    <w:div w:id="1509710022">
      <w:bodyDiv w:val="1"/>
      <w:marLeft w:val="0"/>
      <w:marRight w:val="0"/>
      <w:marTop w:val="0"/>
      <w:marBottom w:val="0"/>
      <w:divBdr>
        <w:top w:val="none" w:sz="0" w:space="0" w:color="auto"/>
        <w:left w:val="none" w:sz="0" w:space="0" w:color="auto"/>
        <w:bottom w:val="none" w:sz="0" w:space="0" w:color="auto"/>
        <w:right w:val="none" w:sz="0" w:space="0" w:color="auto"/>
      </w:divBdr>
    </w:div>
    <w:div w:id="1531062636">
      <w:bodyDiv w:val="1"/>
      <w:marLeft w:val="0"/>
      <w:marRight w:val="0"/>
      <w:marTop w:val="0"/>
      <w:marBottom w:val="0"/>
      <w:divBdr>
        <w:top w:val="none" w:sz="0" w:space="0" w:color="auto"/>
        <w:left w:val="none" w:sz="0" w:space="0" w:color="auto"/>
        <w:bottom w:val="none" w:sz="0" w:space="0" w:color="auto"/>
        <w:right w:val="none" w:sz="0" w:space="0" w:color="auto"/>
      </w:divBdr>
    </w:div>
    <w:div w:id="1550259997">
      <w:bodyDiv w:val="1"/>
      <w:marLeft w:val="0"/>
      <w:marRight w:val="0"/>
      <w:marTop w:val="0"/>
      <w:marBottom w:val="0"/>
      <w:divBdr>
        <w:top w:val="none" w:sz="0" w:space="0" w:color="auto"/>
        <w:left w:val="none" w:sz="0" w:space="0" w:color="auto"/>
        <w:bottom w:val="none" w:sz="0" w:space="0" w:color="auto"/>
        <w:right w:val="none" w:sz="0" w:space="0" w:color="auto"/>
      </w:divBdr>
    </w:div>
    <w:div w:id="1565607586">
      <w:bodyDiv w:val="1"/>
      <w:marLeft w:val="0"/>
      <w:marRight w:val="0"/>
      <w:marTop w:val="0"/>
      <w:marBottom w:val="0"/>
      <w:divBdr>
        <w:top w:val="none" w:sz="0" w:space="0" w:color="auto"/>
        <w:left w:val="none" w:sz="0" w:space="0" w:color="auto"/>
        <w:bottom w:val="none" w:sz="0" w:space="0" w:color="auto"/>
        <w:right w:val="none" w:sz="0" w:space="0" w:color="auto"/>
      </w:divBdr>
    </w:div>
    <w:div w:id="1656689851">
      <w:bodyDiv w:val="1"/>
      <w:marLeft w:val="0"/>
      <w:marRight w:val="0"/>
      <w:marTop w:val="0"/>
      <w:marBottom w:val="0"/>
      <w:divBdr>
        <w:top w:val="none" w:sz="0" w:space="0" w:color="auto"/>
        <w:left w:val="none" w:sz="0" w:space="0" w:color="auto"/>
        <w:bottom w:val="none" w:sz="0" w:space="0" w:color="auto"/>
        <w:right w:val="none" w:sz="0" w:space="0" w:color="auto"/>
      </w:divBdr>
    </w:div>
    <w:div w:id="1665084744">
      <w:bodyDiv w:val="1"/>
      <w:marLeft w:val="0"/>
      <w:marRight w:val="0"/>
      <w:marTop w:val="0"/>
      <w:marBottom w:val="0"/>
      <w:divBdr>
        <w:top w:val="none" w:sz="0" w:space="0" w:color="auto"/>
        <w:left w:val="none" w:sz="0" w:space="0" w:color="auto"/>
        <w:bottom w:val="none" w:sz="0" w:space="0" w:color="auto"/>
        <w:right w:val="none" w:sz="0" w:space="0" w:color="auto"/>
      </w:divBdr>
    </w:div>
    <w:div w:id="1772512328">
      <w:bodyDiv w:val="1"/>
      <w:marLeft w:val="0"/>
      <w:marRight w:val="0"/>
      <w:marTop w:val="0"/>
      <w:marBottom w:val="0"/>
      <w:divBdr>
        <w:top w:val="none" w:sz="0" w:space="0" w:color="auto"/>
        <w:left w:val="none" w:sz="0" w:space="0" w:color="auto"/>
        <w:bottom w:val="none" w:sz="0" w:space="0" w:color="auto"/>
        <w:right w:val="none" w:sz="0" w:space="0" w:color="auto"/>
      </w:divBdr>
    </w:div>
    <w:div w:id="1798834452">
      <w:bodyDiv w:val="1"/>
      <w:marLeft w:val="0"/>
      <w:marRight w:val="0"/>
      <w:marTop w:val="0"/>
      <w:marBottom w:val="0"/>
      <w:divBdr>
        <w:top w:val="none" w:sz="0" w:space="0" w:color="auto"/>
        <w:left w:val="none" w:sz="0" w:space="0" w:color="auto"/>
        <w:bottom w:val="none" w:sz="0" w:space="0" w:color="auto"/>
        <w:right w:val="none" w:sz="0" w:space="0" w:color="auto"/>
      </w:divBdr>
    </w:div>
    <w:div w:id="1813449596">
      <w:bodyDiv w:val="1"/>
      <w:marLeft w:val="0"/>
      <w:marRight w:val="0"/>
      <w:marTop w:val="0"/>
      <w:marBottom w:val="0"/>
      <w:divBdr>
        <w:top w:val="none" w:sz="0" w:space="0" w:color="auto"/>
        <w:left w:val="none" w:sz="0" w:space="0" w:color="auto"/>
        <w:bottom w:val="none" w:sz="0" w:space="0" w:color="auto"/>
        <w:right w:val="none" w:sz="0" w:space="0" w:color="auto"/>
      </w:divBdr>
    </w:div>
    <w:div w:id="1827433540">
      <w:bodyDiv w:val="1"/>
      <w:marLeft w:val="0"/>
      <w:marRight w:val="0"/>
      <w:marTop w:val="0"/>
      <w:marBottom w:val="0"/>
      <w:divBdr>
        <w:top w:val="none" w:sz="0" w:space="0" w:color="auto"/>
        <w:left w:val="none" w:sz="0" w:space="0" w:color="auto"/>
        <w:bottom w:val="none" w:sz="0" w:space="0" w:color="auto"/>
        <w:right w:val="none" w:sz="0" w:space="0" w:color="auto"/>
      </w:divBdr>
    </w:div>
    <w:div w:id="1908833215">
      <w:bodyDiv w:val="1"/>
      <w:marLeft w:val="0"/>
      <w:marRight w:val="0"/>
      <w:marTop w:val="0"/>
      <w:marBottom w:val="0"/>
      <w:divBdr>
        <w:top w:val="none" w:sz="0" w:space="0" w:color="auto"/>
        <w:left w:val="none" w:sz="0" w:space="0" w:color="auto"/>
        <w:bottom w:val="none" w:sz="0" w:space="0" w:color="auto"/>
        <w:right w:val="none" w:sz="0" w:space="0" w:color="auto"/>
      </w:divBdr>
    </w:div>
    <w:div w:id="2044088935">
      <w:bodyDiv w:val="1"/>
      <w:marLeft w:val="0"/>
      <w:marRight w:val="0"/>
      <w:marTop w:val="0"/>
      <w:marBottom w:val="0"/>
      <w:divBdr>
        <w:top w:val="none" w:sz="0" w:space="0" w:color="auto"/>
        <w:left w:val="none" w:sz="0" w:space="0" w:color="auto"/>
        <w:bottom w:val="none" w:sz="0" w:space="0" w:color="auto"/>
        <w:right w:val="none" w:sz="0" w:space="0" w:color="auto"/>
      </w:divBdr>
    </w:div>
    <w:div w:id="2084521263">
      <w:bodyDiv w:val="1"/>
      <w:marLeft w:val="0"/>
      <w:marRight w:val="0"/>
      <w:marTop w:val="0"/>
      <w:marBottom w:val="0"/>
      <w:divBdr>
        <w:top w:val="none" w:sz="0" w:space="0" w:color="auto"/>
        <w:left w:val="none" w:sz="0" w:space="0" w:color="auto"/>
        <w:bottom w:val="none" w:sz="0" w:space="0" w:color="auto"/>
        <w:right w:val="none" w:sz="0" w:space="0" w:color="auto"/>
      </w:divBdr>
    </w:div>
    <w:div w:id="209993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6.png"/><Relationship Id="rId1" Type="http://schemas.openxmlformats.org/officeDocument/2006/relationships/image" Target="media/image5.jpeg"/><Relationship Id="rId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ret.konsap\Documents\Custom%20Office%20Templates\MD_seletuskirja%20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7F78B3A68FCF4985B3F1B3424A0831" ma:contentTypeVersion="18" ma:contentTypeDescription="Create a new document." ma:contentTypeScope="" ma:versionID="4641df6ea076e010bed6eb8bc1d3afd7">
  <xsd:schema xmlns:xsd="http://www.w3.org/2001/XMLSchema" xmlns:xs="http://www.w3.org/2001/XMLSchema" xmlns:p="http://schemas.microsoft.com/office/2006/metadata/properties" xmlns:ns2="2b692f12-ff26-4f14-943c-67ca148ef41b" xmlns:ns3="899f25cb-101e-41cf-99cb-f09277f440cc" targetNamespace="http://schemas.microsoft.com/office/2006/metadata/properties" ma:root="true" ma:fieldsID="c0ec6b82e76f882d9e7ad3cfb35c6ef5" ns2:_="" ns3:_="">
    <xsd:import namespace="2b692f12-ff26-4f14-943c-67ca148ef41b"/>
    <xsd:import namespace="899f25cb-101e-41cf-99cb-f09277f440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92f12-ff26-4f14-943c-67ca148ef41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b93555-b4aa-464f-83a6-e97c6873de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9f25cb-101e-41cf-99cb-f09277f440c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94fd98e-36ec-4a1d-b1ad-fed99631b968}" ma:internalName="TaxCatchAll" ma:showField="CatchAllData" ma:web="899f25cb-101e-41cf-99cb-f09277f44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99f25cb-101e-41cf-99cb-f09277f440cc" xsi:nil="true"/>
    <lcf76f155ced4ddcb4097134ff3c332f xmlns="2b692f12-ff26-4f14-943c-67ca148ef41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DBAAE6-E2D8-47F8-9C16-96734CDBC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92f12-ff26-4f14-943c-67ca148ef41b"/>
    <ds:schemaRef ds:uri="899f25cb-101e-41cf-99cb-f09277f44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30F98D-2728-4995-8C04-BC5793057D5C}">
  <ds:schemaRefs>
    <ds:schemaRef ds:uri="http://schemas.openxmlformats.org/officeDocument/2006/bibliography"/>
  </ds:schemaRefs>
</ds:datastoreItem>
</file>

<file path=customXml/itemProps3.xml><?xml version="1.0" encoding="utf-8"?>
<ds:datastoreItem xmlns:ds="http://schemas.openxmlformats.org/officeDocument/2006/customXml" ds:itemID="{30BA5CA3-E273-4C53-A257-253C6ED8D7AE}">
  <ds:schemaRefs>
    <ds:schemaRef ds:uri="http://schemas.microsoft.com/office/2006/metadata/properties"/>
    <ds:schemaRef ds:uri="http://schemas.microsoft.com/office/infopath/2007/PartnerControls"/>
    <ds:schemaRef ds:uri="899f25cb-101e-41cf-99cb-f09277f440cc"/>
    <ds:schemaRef ds:uri="2b692f12-ff26-4f14-943c-67ca148ef41b"/>
  </ds:schemaRefs>
</ds:datastoreItem>
</file>

<file path=customXml/itemProps4.xml><?xml version="1.0" encoding="utf-8"?>
<ds:datastoreItem xmlns:ds="http://schemas.openxmlformats.org/officeDocument/2006/customXml" ds:itemID="{F0E6D2AF-AE22-47D9-A500-6ECA533CB8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MD_seletuskirja template.dotx</Template>
  <TotalTime>1</TotalTime>
  <Pages>12</Pages>
  <Words>2656</Words>
  <Characters>15141</Characters>
  <Application>Microsoft Office Word</Application>
  <DocSecurity>0</DocSecurity>
  <Lines>126</Lines>
  <Paragraphs>35</Paragraphs>
  <ScaleCrop>false</ScaleCrop>
  <HeadingPairs>
    <vt:vector size="6" baseType="variant">
      <vt:variant>
        <vt:lpstr>Title</vt:lpstr>
      </vt:variant>
      <vt:variant>
        <vt:i4>1</vt:i4>
      </vt:variant>
      <vt:variant>
        <vt:lpstr>Pealkiri</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Konsap</dc:creator>
  <cp:keywords/>
  <dc:description/>
  <cp:lastModifiedBy>user</cp:lastModifiedBy>
  <cp:revision>2</cp:revision>
  <cp:lastPrinted>2025-04-17T08:00:00Z</cp:lastPrinted>
  <dcterms:created xsi:type="dcterms:W3CDTF">2025-04-17T08:01:00Z</dcterms:created>
  <dcterms:modified xsi:type="dcterms:W3CDTF">2025-04-17T08:01:00Z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0x010100057F78B3A68FCF4985B3F1B3424A0831</vt:lpwstr>
  </property>
</Properties>
</file>