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09558F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2D56F852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09558F">
              <w:t>832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0C580095" w:rsidR="0065027A" w:rsidRDefault="0009558F" w:rsidP="009A2A25">
      <w:pPr>
        <w:rPr>
          <w:b/>
        </w:rPr>
      </w:pPr>
      <w:r>
        <w:rPr>
          <w:b/>
        </w:rPr>
        <w:t>Särgla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3A5FCBE6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09558F">
        <w:t>AS TREV-2 Grupp</w:t>
      </w:r>
      <w:r w:rsidR="00A04A4C">
        <w:t xml:space="preserve"> </w:t>
      </w:r>
      <w:r w:rsidR="008E7BA5">
        <w:t>(reg</w:t>
      </w:r>
      <w:r w:rsidR="00CF436D">
        <w:t xml:space="preserve">istrikood </w:t>
      </w:r>
      <w:r w:rsidR="0009558F">
        <w:t>10047362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09558F">
        <w:t>liiva</w:t>
      </w:r>
      <w:r w:rsidR="00FF093E">
        <w:t xml:space="preserve"> </w:t>
      </w:r>
      <w:r w:rsidR="0065027A">
        <w:t xml:space="preserve">tarbevaru uurimist </w:t>
      </w:r>
      <w:r w:rsidR="0009558F">
        <w:t>Särgla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435B9C36" w:rsidR="009E416E" w:rsidRDefault="0009558F" w:rsidP="009A78E3">
      <w:pPr>
        <w:jc w:val="both"/>
      </w:pPr>
      <w:r>
        <w:t>Särgla</w:t>
      </w:r>
      <w:r w:rsidR="00D87DA9">
        <w:t xml:space="preserve"> </w:t>
      </w:r>
      <w:r w:rsidR="009A78E3" w:rsidRPr="002D3E19">
        <w:t xml:space="preserve">uuringuruum asub </w:t>
      </w:r>
      <w:r>
        <w:t>Tartu</w:t>
      </w:r>
      <w:r w:rsidR="006A5E66">
        <w:t xml:space="preserve"> maakonnas </w:t>
      </w:r>
      <w:r>
        <w:t>Peipsiääre</w:t>
      </w:r>
      <w:r w:rsidR="00764A24">
        <w:t xml:space="preserve"> vallas </w:t>
      </w:r>
      <w:r>
        <w:t>Särgla</w:t>
      </w:r>
      <w:r w:rsidR="00FF093E">
        <w:t xml:space="preserve"> külas </w:t>
      </w:r>
      <w:r w:rsidR="00FF093E">
        <w:t xml:space="preserve">Riigimetsa Majandamise Keskuse valitsemisalas </w:t>
      </w:r>
      <w:r w:rsidR="006A5E66">
        <w:t>oleva</w:t>
      </w:r>
      <w:r>
        <w:t>te</w:t>
      </w:r>
      <w:r w:rsidR="006A5E66">
        <w:t>l</w:t>
      </w:r>
      <w:r>
        <w:t xml:space="preserve"> kinnisasjadel Vara metskond 3</w:t>
      </w:r>
      <w:r w:rsidR="00731026">
        <w:t xml:space="preserve"> (k</w:t>
      </w:r>
      <w:r w:rsidR="00594400">
        <w:t xml:space="preserve">atastritunnus </w:t>
      </w:r>
      <w:r>
        <w:t>86101:004:0012) ja Vara metskond 5 (katastritunnus 86101:001:0007</w:t>
      </w:r>
      <w:r w:rsidR="00594400">
        <w:t>)</w:t>
      </w:r>
      <w:r w:rsidR="00FF093E">
        <w:t>.</w:t>
      </w:r>
      <w:r w:rsidR="006A5E66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251A29B6" w:rsidR="009A78E3" w:rsidRDefault="009A78E3" w:rsidP="009A78E3">
      <w:pPr>
        <w:ind w:firstLine="680"/>
      </w:pPr>
      <w:r>
        <w:t>2. Keskkonnaameti RV kooskõlastustaotlus</w:t>
      </w:r>
    </w:p>
    <w:p w14:paraId="77BEF0F3" w14:textId="211D2C74" w:rsidR="00003EE3" w:rsidRDefault="00003EE3" w:rsidP="009A78E3">
      <w:pPr>
        <w:ind w:firstLine="680"/>
      </w:pP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586A48D2" w14:textId="17CB593A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03EE3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9558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5192"/>
    <w:rsid w:val="00366BC1"/>
    <w:rsid w:val="00377D40"/>
    <w:rsid w:val="00383757"/>
    <w:rsid w:val="0039271C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72DC6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E6FCD"/>
    <w:rsid w:val="005F7E43"/>
    <w:rsid w:val="006018D8"/>
    <w:rsid w:val="0062709F"/>
    <w:rsid w:val="00647255"/>
    <w:rsid w:val="0065027A"/>
    <w:rsid w:val="00665880"/>
    <w:rsid w:val="00667808"/>
    <w:rsid w:val="0067450F"/>
    <w:rsid w:val="00675748"/>
    <w:rsid w:val="006A5E66"/>
    <w:rsid w:val="006A7680"/>
    <w:rsid w:val="006C7129"/>
    <w:rsid w:val="006F2ED3"/>
    <w:rsid w:val="00704BBF"/>
    <w:rsid w:val="00731026"/>
    <w:rsid w:val="00740107"/>
    <w:rsid w:val="0074193C"/>
    <w:rsid w:val="00764A24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C1A1C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04A4C"/>
    <w:rsid w:val="00A10D06"/>
    <w:rsid w:val="00A24419"/>
    <w:rsid w:val="00A3348C"/>
    <w:rsid w:val="00A64EBF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674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12</TotalTime>
  <Pages>1</Pages>
  <Words>105</Words>
  <Characters>1128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1231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2023-02-14T11:37:00Z</cp:lastPrinted>
  <dcterms:created xsi:type="dcterms:W3CDTF">2023-02-14T12:31:00Z</dcterms:created>
  <dcterms:modified xsi:type="dcterms:W3CDTF">2023-02-14T12:34:00Z</dcterms:modified>
</cp:coreProperties>
</file>