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16"/>
        <w:gridCol w:w="4309"/>
      </w:tblGrid>
      <w:tr w:rsidR="00F158E9" w14:paraId="4073E24A" w14:textId="77777777">
        <w:trPr>
          <w:cantSplit/>
          <w:trHeight w:val="284"/>
        </w:trPr>
        <w:tc>
          <w:tcPr>
            <w:tcW w:w="9498" w:type="dxa"/>
            <w:gridSpan w:val="2"/>
          </w:tcPr>
          <w:p w14:paraId="61348930" w14:textId="3B2DD88F" w:rsidR="00F158E9" w:rsidRDefault="00330D03">
            <w:pPr>
              <w:pStyle w:val="Heading4"/>
              <w:framePr w:w="9526" w:h="1474" w:wrap="notBeside" w:y="3063"/>
            </w:pPr>
            <w:r>
              <w:fldChar w:fldCharType="begin">
                <w:ffData>
                  <w:name w:val=""/>
                  <w:enabled/>
                  <w:calcOnExit w:val="0"/>
                  <w:helpText w:type="text" w:val="Sisestage siia käskkirja väljaandja ametinimetus.&#10;&#10;Näiteks: JUHATUSE ESIMEES&#10;&#10;Seejärel liikuge Tab klahviga järgmisele väljale."/>
                  <w:statusText w:type="text" w:val="Sisestage siia käskkirja väljaandja ametinimetus (vt F1)"/>
                  <w:textInput>
                    <w:format w:val="Ülaregister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730D0B" w:rsidRPr="008222E2">
              <w:rPr>
                <w:noProof/>
              </w:rPr>
              <w:t>PUIDUTURUSTUSOSAKONNA JUHATAJA</w:t>
            </w:r>
            <w:r>
              <w:fldChar w:fldCharType="end"/>
            </w:r>
          </w:p>
          <w:p w14:paraId="377FE4A8" w14:textId="77777777" w:rsidR="00F158E9" w:rsidRDefault="00F158E9">
            <w:pPr>
              <w:pStyle w:val="Heading4"/>
              <w:framePr w:w="9526" w:h="1474" w:wrap="notBeside" w:y="3063"/>
            </w:pPr>
            <w:r>
              <w:t>KÄSKKIRI</w:t>
            </w:r>
          </w:p>
        </w:tc>
      </w:tr>
      <w:tr w:rsidR="00F158E9" w14:paraId="7F773930" w14:textId="77777777">
        <w:trPr>
          <w:cantSplit/>
          <w:trHeight w:val="570"/>
        </w:trPr>
        <w:tc>
          <w:tcPr>
            <w:tcW w:w="5216" w:type="dxa"/>
            <w:tcBorders>
              <w:bottom w:val="nil"/>
            </w:tcBorders>
          </w:tcPr>
          <w:p w14:paraId="38BD01E2" w14:textId="77777777" w:rsidR="00F158E9" w:rsidRDefault="00F158E9">
            <w:pPr>
              <w:pStyle w:val="Heading4"/>
              <w:framePr w:w="9526" w:h="1474" w:wrap="notBeside" w:y="3063"/>
              <w:rPr>
                <w:sz w:val="22"/>
              </w:rPr>
            </w:pPr>
          </w:p>
          <w:bookmarkStart w:id="0" w:name="Text2"/>
          <w:p w14:paraId="45FDFC24" w14:textId="77777777" w:rsidR="00F158E9" w:rsidRDefault="00330D03" w:rsidP="008222E2">
            <w:r>
              <w:fldChar w:fldCharType="begin">
                <w:ffData>
                  <w:name w:val="Text2"/>
                  <w:enabled/>
                  <w:calcOnExit w:val="0"/>
                  <w:helpText w:type="text" w:val="Sisestage siia koostamise koht.&#10;&#10;&#10;&#10;Seejärel liikuge Tab klahviga järgmisele väljale."/>
                  <w:statusText w:type="text" w:val="Sisestage siia koostamise koht.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8222E2" w:rsidRPr="008222E2">
              <w:rPr>
                <w:noProof/>
              </w:rPr>
              <w:t xml:space="preserve">Tallinn </w:t>
            </w:r>
            <w:r>
              <w:fldChar w:fldCharType="end"/>
            </w:r>
            <w:bookmarkEnd w:id="0"/>
          </w:p>
        </w:tc>
        <w:tc>
          <w:tcPr>
            <w:tcW w:w="4309" w:type="dxa"/>
            <w:tcBorders>
              <w:bottom w:val="nil"/>
            </w:tcBorders>
          </w:tcPr>
          <w:p w14:paraId="3BBEBE08" w14:textId="77777777" w:rsidR="00F158E9" w:rsidRDefault="00F158E9">
            <w:pPr>
              <w:pStyle w:val="Heading4"/>
              <w:framePr w:w="9526" w:h="1474" w:wrap="notBeside" w:y="3063"/>
              <w:rPr>
                <w:sz w:val="22"/>
              </w:rPr>
            </w:pPr>
          </w:p>
          <w:p w14:paraId="1F8D014A" w14:textId="63F596B0" w:rsidR="00F158E9" w:rsidRDefault="00330D03" w:rsidP="00E348FD">
            <w:r>
              <w:fldChar w:fldCharType="begin">
                <w:ffData>
                  <w:name w:val=""/>
                  <w:enabled/>
                  <w:calcOnExit w:val="0"/>
                  <w:helpText w:type="text" w:val="Sisestage siia kuupäev.&#10;&#10;Näiteks: &#10;01. aprilll 2012&#10;kuupäev vastavalt digitaalallkirja kuupäevale&#10;&#10;Seejärel liikuge Tab klahviga järgmisele väljale."/>
                  <w:statusText w:type="text" w:val="Sisestage siia kuupäev (vt F1)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B83388">
              <w:t>19</w:t>
            </w:r>
            <w:r w:rsidR="00E92BBF">
              <w:t>. detsember</w:t>
            </w:r>
            <w:r w:rsidR="00E143F1">
              <w:rPr>
                <w:noProof/>
              </w:rPr>
              <w:t xml:space="preserve"> 20</w:t>
            </w:r>
            <w:r w:rsidR="005A5EE3">
              <w:rPr>
                <w:noProof/>
              </w:rPr>
              <w:t>2</w:t>
            </w:r>
            <w:r w:rsidR="00B83388">
              <w:rPr>
                <w:noProof/>
              </w:rPr>
              <w:t>5</w:t>
            </w:r>
            <w:r>
              <w:fldChar w:fldCharType="end"/>
            </w:r>
            <w:r w:rsidR="00F158E9">
              <w:t xml:space="preserve"> nr </w:t>
            </w:r>
            <w:r>
              <w:fldChar w:fldCharType="begin">
                <w:ffData>
                  <w:name w:val=""/>
                  <w:enabled/>
                  <w:calcOnExit w:val="0"/>
                  <w:helpText w:type="text" w:val="Sisestage siia käskkirja viit.&#10;&#10;Näiteks: &#10;2-6/7&#10;2-6/number vastavalt faili nimes märgitule&#10;&#10;Seejärel liikuge Tab klahviga järgmisele väljale."/>
                  <w:statusText w:type="text" w:val="Sisestage siia käskkirja viit (vt F1)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8222E2" w:rsidRPr="008222E2">
              <w:rPr>
                <w:noProof/>
              </w:rPr>
              <w:t>1-5/</w:t>
            </w:r>
            <w:r w:rsidR="00811824">
              <w:rPr>
                <w:noProof/>
              </w:rPr>
              <w:t>131</w:t>
            </w:r>
            <w:r>
              <w:fldChar w:fldCharType="end"/>
            </w:r>
          </w:p>
        </w:tc>
      </w:tr>
    </w:tbl>
    <w:p w14:paraId="1BD9E751" w14:textId="77777777" w:rsidR="00F158E9" w:rsidRDefault="00F158E9">
      <w:pPr>
        <w:framePr w:w="9526" w:h="1474" w:wrap="notBeside" w:vAnchor="page" w:hAnchor="page" w:x="1702" w:y="3063"/>
        <w:rPr>
          <w:sz w:val="12"/>
        </w:rPr>
      </w:pPr>
    </w:p>
    <w:p w14:paraId="118BD217" w14:textId="77777777" w:rsidR="00F158E9" w:rsidRDefault="008222E2">
      <w:pPr>
        <w:framePr w:w="3289" w:h="851" w:wrap="around" w:vAnchor="page" w:hAnchor="page" w:x="8052" w:y="625"/>
        <w:rPr>
          <w:spacing w:val="0"/>
          <w:position w:val="0"/>
        </w:rPr>
      </w:pPr>
      <w:r>
        <w:rPr>
          <w:noProof/>
          <w:spacing w:val="0"/>
          <w:position w:val="0"/>
          <w:lang w:eastAsia="et-EE"/>
        </w:rPr>
        <w:drawing>
          <wp:inline distT="0" distB="0" distL="0" distR="0" wp14:anchorId="54B93DB8" wp14:editId="6181AE68">
            <wp:extent cx="2087880" cy="541020"/>
            <wp:effectExtent l="0" t="0" r="7620" b="0"/>
            <wp:docPr id="1" name="Picture 1" descr="RMK_logo_v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MK_logo_v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7880" cy="541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0770A8" w14:textId="77777777" w:rsidR="00F158E9" w:rsidRDefault="00F158E9">
      <w:pPr>
        <w:pStyle w:val="Footer"/>
      </w:pPr>
    </w:p>
    <w:bookmarkStart w:id="1" w:name="Text7"/>
    <w:p w14:paraId="0479AEA2" w14:textId="77777777" w:rsidR="00F158E9" w:rsidRDefault="00D638ED">
      <w:pPr>
        <w:pStyle w:val="Heading1"/>
      </w:pPr>
      <w:r>
        <w:fldChar w:fldCharType="begin">
          <w:ffData>
            <w:name w:val="Text7"/>
            <w:enabled/>
            <w:calcOnExit w:val="0"/>
            <w:helpText w:type="text" w:val="Sisestage siia pealkiri.&#10;&#10;Näiteks: Puhkusele lubamine&#10;&#10;Seejärel liikuge Tab klahviga järgmisele väljale."/>
            <w:statusText w:type="text" w:val="Sisestage siia pealkiri (vt F1)"/>
            <w:textInput>
              <w:format w:val="Algsuurtäht"/>
            </w:textInput>
          </w:ffData>
        </w:fldChar>
      </w:r>
      <w:r>
        <w:instrText xml:space="preserve"> FORMTEXT </w:instrText>
      </w:r>
      <w:r>
        <w:fldChar w:fldCharType="separate"/>
      </w:r>
      <w:r w:rsidR="008222E2" w:rsidRPr="008222E2">
        <w:rPr>
          <w:noProof/>
        </w:rPr>
        <w:t>K</w:t>
      </w:r>
      <w:r w:rsidR="001D57FA" w:rsidRPr="001D57FA">
        <w:rPr>
          <w:noProof/>
        </w:rPr>
        <w:t xml:space="preserve">estvuslepingu läbirääkimiste edukate pakkumuste </w:t>
      </w:r>
      <w:r w:rsidR="005417E5">
        <w:rPr>
          <w:noProof/>
        </w:rPr>
        <w:t xml:space="preserve">protokolli </w:t>
      </w:r>
      <w:r w:rsidR="001D57FA" w:rsidRPr="001D57FA">
        <w:rPr>
          <w:noProof/>
        </w:rPr>
        <w:t>kinnitamine</w:t>
      </w:r>
      <w:r>
        <w:fldChar w:fldCharType="end"/>
      </w:r>
      <w:bookmarkEnd w:id="1"/>
    </w:p>
    <w:p w14:paraId="4B2D28E9" w14:textId="77777777" w:rsidR="00F158E9" w:rsidRDefault="00F158E9"/>
    <w:p w14:paraId="1E8744FE" w14:textId="77777777" w:rsidR="00F158E9" w:rsidRDefault="00F158E9">
      <w:pPr>
        <w:rPr>
          <w:sz w:val="26"/>
        </w:rPr>
      </w:pPr>
    </w:p>
    <w:p w14:paraId="2348B562" w14:textId="77777777" w:rsidR="00F158E9" w:rsidRDefault="00F158E9">
      <w:pPr>
        <w:sectPr w:rsidR="00F158E9">
          <w:headerReference w:type="default" r:id="rId8"/>
          <w:footerReference w:type="default" r:id="rId9"/>
          <w:headerReference w:type="first" r:id="rId10"/>
          <w:pgSz w:w="11906" w:h="16838" w:code="9"/>
          <w:pgMar w:top="3062" w:right="680" w:bottom="737" w:left="1701" w:header="454" w:footer="567" w:gutter="0"/>
          <w:cols w:space="708"/>
          <w:titlePg/>
        </w:sectPr>
      </w:pPr>
    </w:p>
    <w:p w14:paraId="29D688EB" w14:textId="77777777" w:rsidR="00B83388" w:rsidRDefault="00B83388" w:rsidP="00B83388">
      <w:r>
        <w:t xml:space="preserve">RMK juhatuse </w:t>
      </w:r>
      <w:r>
        <w:rPr>
          <w:lang w:val="fi-FI"/>
        </w:rPr>
        <w:t xml:space="preserve">4. </w:t>
      </w:r>
      <w:proofErr w:type="spellStart"/>
      <w:r>
        <w:rPr>
          <w:lang w:val="fi-FI"/>
        </w:rPr>
        <w:t>veebruari</w:t>
      </w:r>
      <w:proofErr w:type="spellEnd"/>
      <w:r w:rsidRPr="002E6063">
        <w:rPr>
          <w:lang w:val="fi-FI"/>
        </w:rPr>
        <w:t xml:space="preserve"> 20</w:t>
      </w:r>
      <w:r>
        <w:rPr>
          <w:lang w:val="fi-FI"/>
        </w:rPr>
        <w:t>25</w:t>
      </w:r>
      <w:r w:rsidRPr="002E6063">
        <w:rPr>
          <w:lang w:val="fi-FI"/>
        </w:rPr>
        <w:t xml:space="preserve">. a </w:t>
      </w:r>
      <w:proofErr w:type="spellStart"/>
      <w:r w:rsidRPr="002E6063">
        <w:rPr>
          <w:lang w:val="fi-FI"/>
        </w:rPr>
        <w:t>otsusega</w:t>
      </w:r>
      <w:proofErr w:type="spellEnd"/>
      <w:r w:rsidRPr="002E6063">
        <w:rPr>
          <w:lang w:val="fi-FI"/>
        </w:rPr>
        <w:t xml:space="preserve"> </w:t>
      </w:r>
      <w:proofErr w:type="spellStart"/>
      <w:r w:rsidRPr="002E6063">
        <w:rPr>
          <w:lang w:val="fi-FI"/>
        </w:rPr>
        <w:t>nr</w:t>
      </w:r>
      <w:proofErr w:type="spellEnd"/>
      <w:r w:rsidRPr="002E6063">
        <w:rPr>
          <w:lang w:val="fi-FI"/>
        </w:rPr>
        <w:t xml:space="preserve"> </w:t>
      </w:r>
      <w:proofErr w:type="gramStart"/>
      <w:r w:rsidRPr="002E6063">
        <w:rPr>
          <w:lang w:val="fi-FI"/>
        </w:rPr>
        <w:t>1-32</w:t>
      </w:r>
      <w:proofErr w:type="gramEnd"/>
      <w:r w:rsidRPr="002E6063">
        <w:rPr>
          <w:lang w:val="fi-FI"/>
        </w:rPr>
        <w:t>/</w:t>
      </w:r>
      <w:r>
        <w:rPr>
          <w:lang w:val="fi-FI"/>
        </w:rPr>
        <w:t>23</w:t>
      </w:r>
      <w:r w:rsidRPr="002E6063">
        <w:rPr>
          <w:lang w:val="fi-FI"/>
        </w:rPr>
        <w:t xml:space="preserve"> </w:t>
      </w:r>
      <w:proofErr w:type="spellStart"/>
      <w:r w:rsidRPr="002E6063">
        <w:rPr>
          <w:lang w:val="fi-FI"/>
        </w:rPr>
        <w:t>kinnitatud</w:t>
      </w:r>
      <w:proofErr w:type="spellEnd"/>
      <w:r w:rsidRPr="002E6063">
        <w:rPr>
          <w:lang w:val="fi-FI"/>
        </w:rPr>
        <w:t xml:space="preserve"> „RMK </w:t>
      </w:r>
      <w:proofErr w:type="spellStart"/>
      <w:r w:rsidRPr="002E6063">
        <w:rPr>
          <w:lang w:val="fi-FI"/>
        </w:rPr>
        <w:t>puiduturustusosakonna</w:t>
      </w:r>
      <w:proofErr w:type="spellEnd"/>
      <w:r w:rsidRPr="002E6063">
        <w:rPr>
          <w:lang w:val="fi-FI"/>
        </w:rPr>
        <w:t xml:space="preserve"> </w:t>
      </w:r>
      <w:proofErr w:type="spellStart"/>
      <w:r w:rsidRPr="002E6063">
        <w:rPr>
          <w:lang w:val="fi-FI"/>
        </w:rPr>
        <w:t>põhimääruse</w:t>
      </w:r>
      <w:proofErr w:type="spellEnd"/>
      <w:r w:rsidRPr="002E6063">
        <w:rPr>
          <w:lang w:val="fi-FI"/>
        </w:rPr>
        <w:t xml:space="preserve">” </w:t>
      </w:r>
      <w:proofErr w:type="spellStart"/>
      <w:r w:rsidRPr="002E6063">
        <w:rPr>
          <w:lang w:val="fi-FI"/>
        </w:rPr>
        <w:t>punkti</w:t>
      </w:r>
      <w:proofErr w:type="spellEnd"/>
      <w:r w:rsidRPr="002E6063">
        <w:rPr>
          <w:lang w:val="fi-FI"/>
        </w:rPr>
        <w:t xml:space="preserve"> </w:t>
      </w:r>
      <w:r>
        <w:rPr>
          <w:lang w:val="fi-FI"/>
        </w:rPr>
        <w:t>5.4.5</w:t>
      </w:r>
      <w:r w:rsidRPr="002E6063">
        <w:rPr>
          <w:lang w:val="fi-FI"/>
        </w:rPr>
        <w:t xml:space="preserve"> </w:t>
      </w:r>
      <w:proofErr w:type="spellStart"/>
      <w:r w:rsidRPr="002E6063">
        <w:rPr>
          <w:lang w:val="fi-FI"/>
        </w:rPr>
        <w:t>alus</w:t>
      </w:r>
      <w:r>
        <w:rPr>
          <w:lang w:val="fi-FI"/>
        </w:rPr>
        <w:t>el</w:t>
      </w:r>
      <w:proofErr w:type="spellEnd"/>
      <w:r>
        <w:rPr>
          <w:lang w:val="fi-FI"/>
        </w:rPr>
        <w:t>,</w:t>
      </w:r>
      <w:r w:rsidRPr="0010645C">
        <w:t xml:space="preserve"> RMK juhatuse esimehe </w:t>
      </w:r>
      <w:bookmarkStart w:id="2" w:name="_Hlk116324508"/>
      <w:r>
        <w:t xml:space="preserve">12.02.2025 käskkirjaga nr </w:t>
      </w:r>
      <w:proofErr w:type="gramStart"/>
      <w:r>
        <w:t>1-5</w:t>
      </w:r>
      <w:proofErr w:type="gramEnd"/>
      <w:r>
        <w:t>/17 kinnitatud</w:t>
      </w:r>
      <w:r w:rsidRPr="0010645C">
        <w:t xml:space="preserve"> „Metsamaterjali müügi toimingute ettevalmistamiseks ja läbiviimiseks volitatud isikute </w:t>
      </w:r>
      <w:proofErr w:type="gramStart"/>
      <w:r w:rsidRPr="0010645C">
        <w:t>määramine“ alusel</w:t>
      </w:r>
      <w:bookmarkEnd w:id="2"/>
      <w:proofErr w:type="gramEnd"/>
      <w:r w:rsidRPr="0010645C">
        <w:t xml:space="preserve"> ning Vabariigi Valitsuse 04.01.2007. a määruse nr 1 „Riigimetsas kasvava metsa raieõiguse ja metsamaterjali müügi kord“ § 4 lg 1 p 1 ja l</w:t>
      </w:r>
      <w:r>
        <w:t>g</w:t>
      </w:r>
      <w:r w:rsidRPr="0010645C">
        <w:t xml:space="preserve"> 2 täitmiseks</w:t>
      </w:r>
    </w:p>
    <w:p w14:paraId="376346FF" w14:textId="7FBDA7AD" w:rsidR="00DF493D" w:rsidRDefault="00DF493D" w:rsidP="00DF493D">
      <w:pPr>
        <w:jc w:val="both"/>
      </w:pPr>
    </w:p>
    <w:p w14:paraId="76A768AB" w14:textId="77777777" w:rsidR="008222E2" w:rsidRDefault="008222E2" w:rsidP="008222E2"/>
    <w:p w14:paraId="0F6765A1" w14:textId="77777777" w:rsidR="008222E2" w:rsidRDefault="008222E2" w:rsidP="008222E2"/>
    <w:p w14:paraId="0CB28E8F" w14:textId="5AE1EBFC" w:rsidR="00F158E9" w:rsidRDefault="005417E5" w:rsidP="008222E2">
      <w:pPr>
        <w:sectPr w:rsidR="00F158E9">
          <w:type w:val="continuous"/>
          <w:pgSz w:w="11906" w:h="16838" w:code="9"/>
          <w:pgMar w:top="907" w:right="680" w:bottom="737" w:left="1701" w:header="454" w:footer="567" w:gutter="0"/>
          <w:cols w:space="708"/>
          <w:formProt w:val="0"/>
          <w:titlePg/>
        </w:sectPr>
      </w:pPr>
      <w:r>
        <w:t>k</w:t>
      </w:r>
      <w:r w:rsidR="001D57FA" w:rsidRPr="001D57FA">
        <w:t xml:space="preserve"> i n </w:t>
      </w:r>
      <w:proofErr w:type="spellStart"/>
      <w:r w:rsidR="001D57FA" w:rsidRPr="001D57FA">
        <w:t>n</w:t>
      </w:r>
      <w:proofErr w:type="spellEnd"/>
      <w:r w:rsidR="001D57FA" w:rsidRPr="001D57FA">
        <w:t xml:space="preserve"> i t a n   RMK </w:t>
      </w:r>
      <w:r w:rsidR="00C012EC">
        <w:t>1</w:t>
      </w:r>
      <w:r w:rsidR="00B83388">
        <w:t>2</w:t>
      </w:r>
      <w:r w:rsidR="00C012EC">
        <w:t>.</w:t>
      </w:r>
      <w:r w:rsidR="0054045F">
        <w:t xml:space="preserve"> novembri</w:t>
      </w:r>
      <w:r w:rsidR="001D57FA" w:rsidRPr="001D57FA">
        <w:t xml:space="preserve"> 20</w:t>
      </w:r>
      <w:r w:rsidR="005A5EE3">
        <w:t>2</w:t>
      </w:r>
      <w:r w:rsidR="00B83388">
        <w:t>5</w:t>
      </w:r>
      <w:r w:rsidR="001D57FA" w:rsidRPr="001D57FA">
        <w:t xml:space="preserve">. a </w:t>
      </w:r>
      <w:r>
        <w:t xml:space="preserve">metsamaterjali </w:t>
      </w:r>
      <w:r w:rsidR="00782871">
        <w:t xml:space="preserve">müügiks </w:t>
      </w:r>
      <w:r w:rsidR="001D57FA" w:rsidRPr="001D57FA">
        <w:t>kokkuleppehinnaga kestvuslepingu</w:t>
      </w:r>
      <w:r w:rsidR="00A6404C">
        <w:t>te</w:t>
      </w:r>
      <w:r w:rsidR="001D57FA" w:rsidRPr="001D57FA">
        <w:t xml:space="preserve"> alusel </w:t>
      </w:r>
      <w:r w:rsidR="00782871">
        <w:t>pakkumuste</w:t>
      </w:r>
      <w:r>
        <w:t xml:space="preserve"> </w:t>
      </w:r>
      <w:r w:rsidR="00E143F1">
        <w:t>eduka</w:t>
      </w:r>
      <w:r w:rsidR="00782871">
        <w:t>ks tunnistamise</w:t>
      </w:r>
      <w:r w:rsidR="00E143F1">
        <w:t xml:space="preserve"> protokolli nr 3-3.4/</w:t>
      </w:r>
      <w:r w:rsidR="00B83388">
        <w:t>25</w:t>
      </w:r>
      <w:r w:rsidR="001D57FA" w:rsidRPr="001D57FA">
        <w:t xml:space="preserve"> (protokoll salvestatud RMK do</w:t>
      </w:r>
      <w:r w:rsidR="00A6404C">
        <w:t>k</w:t>
      </w:r>
      <w:r>
        <w:t xml:space="preserve">umendihaldussüsteemis, </w:t>
      </w:r>
      <w:r w:rsidR="005A5EE3">
        <w:t xml:space="preserve">id </w:t>
      </w:r>
      <w:r w:rsidR="00B83388" w:rsidRPr="00B83388">
        <w:t>880281</w:t>
      </w:r>
      <w:r w:rsidR="001D57FA" w:rsidRPr="001D57FA">
        <w:t>).</w:t>
      </w:r>
    </w:p>
    <w:p w14:paraId="3913B8D9" w14:textId="77777777" w:rsidR="00F158E9" w:rsidRDefault="00F158E9"/>
    <w:p w14:paraId="44A73FD0" w14:textId="77777777" w:rsidR="00F158E9" w:rsidRDefault="00F158E9"/>
    <w:bookmarkStart w:id="3" w:name="Dropdown9"/>
    <w:p w14:paraId="5F47E660" w14:textId="77777777" w:rsidR="00F158E9" w:rsidRDefault="00D638ED">
      <w:r>
        <w:rPr>
          <w:spacing w:val="0"/>
          <w:position w:val="0"/>
        </w:rPr>
        <w:fldChar w:fldCharType="begin">
          <w:ffData>
            <w:name w:val="Dropdown9"/>
            <w:enabled/>
            <w:calcOnExit w:val="0"/>
            <w:helpText w:type="text" w:val="Tehke valik vastavalt allkirjastamise viisile.&#10;&#10;Kui käskkiri allkirjastatakse digitaalselt, avage rippmenüü ja tehke valik (allkirjastatud digitaalselt)&#10;&#10;Seejärel liikuge Tab klahviga järgmisele väljale."/>
            <w:statusText w:type="text" w:val="Tehke valik vastavalt allkirjastamise viisile (vt F1)"/>
            <w:ddList>
              <w:listEntry w:val="          "/>
              <w:listEntry w:val="(allkirjastatud digitaalselt)"/>
            </w:ddList>
          </w:ffData>
        </w:fldChar>
      </w:r>
      <w:r>
        <w:rPr>
          <w:spacing w:val="0"/>
          <w:position w:val="0"/>
        </w:rPr>
        <w:instrText xml:space="preserve"> FORMDROPDOWN </w:instrText>
      </w:r>
      <w:r>
        <w:rPr>
          <w:spacing w:val="0"/>
          <w:position w:val="0"/>
        </w:rPr>
      </w:r>
      <w:r>
        <w:rPr>
          <w:spacing w:val="0"/>
          <w:position w:val="0"/>
        </w:rPr>
        <w:fldChar w:fldCharType="separate"/>
      </w:r>
      <w:r>
        <w:rPr>
          <w:spacing w:val="0"/>
          <w:position w:val="0"/>
        </w:rPr>
        <w:fldChar w:fldCharType="end"/>
      </w:r>
      <w:bookmarkEnd w:id="3"/>
    </w:p>
    <w:p w14:paraId="645DEC94" w14:textId="77777777" w:rsidR="00F158E9" w:rsidRDefault="00F158E9"/>
    <w:p w14:paraId="0249E5B3" w14:textId="77777777" w:rsidR="00F158E9" w:rsidRDefault="00F158E9"/>
    <w:p w14:paraId="67FDC823" w14:textId="05A0CC03" w:rsidR="00F158E9" w:rsidRDefault="00D638ED">
      <w:r>
        <w:fldChar w:fldCharType="begin">
          <w:ffData>
            <w:name w:val=""/>
            <w:enabled/>
            <w:calcOnExit w:val="0"/>
            <w:helpText w:type="text" w:val="Sisestage siia allakirjutaja nimi.&#10;&#10;&#10;&#10;Seejärel liikuge Tab klahviga järgmisele väljale."/>
            <w:statusText w:type="text" w:val="Sisestage siia allakirjutaja nimi."/>
            <w:textInput/>
          </w:ffData>
        </w:fldChar>
      </w:r>
      <w:r>
        <w:instrText xml:space="preserve"> FORMTEXT </w:instrText>
      </w:r>
      <w:r>
        <w:fldChar w:fldCharType="separate"/>
      </w:r>
      <w:r w:rsidR="00B83388">
        <w:t>Esko Oras</w:t>
      </w:r>
      <w:r>
        <w:fldChar w:fldCharType="end"/>
      </w:r>
    </w:p>
    <w:p w14:paraId="0DF3C4D5" w14:textId="77777777" w:rsidR="00F158E9" w:rsidRDefault="00D638ED">
      <w:r>
        <w:fldChar w:fldCharType="begin">
          <w:ffData>
            <w:name w:val=""/>
            <w:enabled/>
            <w:calcOnExit w:val="0"/>
            <w:helpText w:type="text" w:val="Sisestage siia allakirjutaja ametinimetus.&#10;&#10;&#10;&#10;Seejärel liikuge Tab klahviga järgmisele väljale."/>
            <w:statusText w:type="text" w:val="Sisestage siia allakirjutaja ametinimetus."/>
            <w:textInput/>
          </w:ffData>
        </w:fldChar>
      </w:r>
      <w:r>
        <w:instrText xml:space="preserve"> FORMTEXT </w:instrText>
      </w:r>
      <w:r>
        <w:fldChar w:fldCharType="separate"/>
      </w:r>
      <w:r w:rsidR="008222E2" w:rsidRPr="008222E2">
        <w:rPr>
          <w:noProof/>
        </w:rPr>
        <w:t>Puiduturustusosakonna juhataja</w:t>
      </w:r>
      <w:r>
        <w:fldChar w:fldCharType="end"/>
      </w:r>
    </w:p>
    <w:p w14:paraId="5BD2C8E3" w14:textId="77777777" w:rsidR="00F158E9" w:rsidRDefault="00F158E9"/>
    <w:p w14:paraId="40719E6E" w14:textId="77777777" w:rsidR="00F158E9" w:rsidRDefault="00F158E9"/>
    <w:p w14:paraId="61D7C65D" w14:textId="77777777" w:rsidR="00F158E9" w:rsidRDefault="00F158E9"/>
    <w:bookmarkStart w:id="4" w:name="Text28"/>
    <w:p w14:paraId="2DE1C6E9" w14:textId="77777777" w:rsidR="00F158E9" w:rsidRDefault="00D638ED">
      <w:r>
        <w:fldChar w:fldCharType="begin">
          <w:ffData>
            <w:name w:val="Text28"/>
            <w:enabled/>
            <w:calcOnExit w:val="0"/>
            <w:helpText w:type="text" w:val="Sisestage siia jaotuskava.&#10;&#10;Näiteks: &#10;Jaotuskava: finantsosakond, personaliosakond&#10;&#10;Seejärel liikuge Tab klahviga järgmisele väljale.&#10;&#10;"/>
            <w:statusText w:type="text" w:val="Sisestage siia jaotuskava (vt F1)"/>
            <w:textInput/>
          </w:ffData>
        </w:fldChar>
      </w:r>
      <w:r>
        <w:instrText xml:space="preserve"> FORMTEXT </w:instrText>
      </w:r>
      <w:r>
        <w:fldChar w:fldCharType="separate"/>
      </w:r>
      <w:r w:rsidR="008222E2" w:rsidRPr="008222E2">
        <w:rPr>
          <w:noProof/>
        </w:rPr>
        <w:t>Jaotuskava: puiduturustusosakond</w:t>
      </w:r>
      <w:r>
        <w:fldChar w:fldCharType="end"/>
      </w:r>
      <w:bookmarkEnd w:id="4"/>
    </w:p>
    <w:p w14:paraId="4998AC6A" w14:textId="77777777" w:rsidR="00F158E9" w:rsidRDefault="00F158E9"/>
    <w:p w14:paraId="011B3B33" w14:textId="77777777" w:rsidR="00F158E9" w:rsidRDefault="00F158E9"/>
    <w:p w14:paraId="0CBABB18" w14:textId="77777777" w:rsidR="00F158E9" w:rsidRDefault="00F158E9"/>
    <w:p w14:paraId="72A83799" w14:textId="77777777" w:rsidR="00F158E9" w:rsidRDefault="00330D03">
      <w:r>
        <w:fldChar w:fldCharType="begin">
          <w:ffData>
            <w:name w:val=""/>
            <w:enabled/>
            <w:calcOnExit w:val="0"/>
            <w:helpText w:type="text" w:val="Sisestage siia koostaja nimi.&#10;&#10;&#10;&#10;Seejärel liikuge Tab klahviga järgmisele väljale."/>
            <w:statusText w:type="text" w:val="Sisestage siia koostaja nimi."/>
            <w:textInput/>
          </w:ffData>
        </w:fldChar>
      </w:r>
      <w:r>
        <w:instrText xml:space="preserve"> FORMTEXT </w:instrText>
      </w:r>
      <w:r>
        <w:fldChar w:fldCharType="separate"/>
      </w:r>
      <w:r w:rsidR="008222E2">
        <w:t> </w:t>
      </w:r>
      <w:r w:rsidR="008222E2">
        <w:t> </w:t>
      </w:r>
      <w:r w:rsidR="008222E2">
        <w:t> </w:t>
      </w:r>
      <w:r w:rsidR="008222E2">
        <w:t> </w:t>
      </w:r>
      <w:r w:rsidR="008222E2">
        <w:t> </w:t>
      </w:r>
      <w:r>
        <w:fldChar w:fldCharType="end"/>
      </w:r>
    </w:p>
    <w:p w14:paraId="3A69D08C" w14:textId="77777777" w:rsidR="00F158E9" w:rsidRDefault="00330D03">
      <w:r>
        <w:fldChar w:fldCharType="begin">
          <w:ffData>
            <w:name w:val=""/>
            <w:enabled/>
            <w:calcOnExit w:val="0"/>
            <w:helpText w:type="text" w:val="Sisestage siia koostaja ametinimetus.&#10;&#10;&#10;&#10;Seejärel liikuge Tab klahviga järgmisele väljale."/>
            <w:statusText w:type="text" w:val="Sisestage siia koostaja ametinimetus.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14:paraId="08725292" w14:textId="77777777" w:rsidR="00D638ED" w:rsidRDefault="00330D03">
      <w:r>
        <w:fldChar w:fldCharType="begin">
          <w:ffData>
            <w:name w:val=""/>
            <w:enabled/>
            <w:calcOnExit w:val="0"/>
            <w:helpText w:type="text" w:val="Sisestage siia koostamise kuupäev.&#10;&#10;Näiteks: 01. aprill 2012"/>
            <w:statusText w:type="text" w:val="Sisestage siia koostamise kuupäev (vt F1)"/>
            <w:textInput>
              <w:maxLength w:val="27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sectPr w:rsidR="00D638ED">
      <w:footerReference w:type="default" r:id="rId11"/>
      <w:headerReference w:type="first" r:id="rId12"/>
      <w:footerReference w:type="first" r:id="rId13"/>
      <w:type w:val="continuous"/>
      <w:pgSz w:w="11906" w:h="16838" w:code="9"/>
      <w:pgMar w:top="907" w:right="680" w:bottom="737" w:left="1701" w:header="454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FCC521" w14:textId="77777777" w:rsidR="009D4E88" w:rsidRDefault="009D4E88">
      <w:r>
        <w:separator/>
      </w:r>
    </w:p>
  </w:endnote>
  <w:endnote w:type="continuationSeparator" w:id="0">
    <w:p w14:paraId="722362D2" w14:textId="77777777" w:rsidR="009D4E88" w:rsidRDefault="009D4E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1BE2BC" w14:textId="77777777" w:rsidR="00F158E9" w:rsidRDefault="00F158E9">
    <w:pPr>
      <w:jc w:val="center"/>
      <w:rPr>
        <w:spacing w:val="0"/>
        <w:position w:val="0"/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FAAAE0" w14:textId="77777777" w:rsidR="00F158E9" w:rsidRDefault="00F158E9">
    <w:pPr>
      <w:jc w:val="center"/>
      <w:rPr>
        <w:spacing w:val="0"/>
        <w:position w:val="0"/>
        <w:sz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31A85A" w14:textId="77777777" w:rsidR="00F158E9" w:rsidRDefault="00F158E9">
    <w:pPr>
      <w:tabs>
        <w:tab w:val="left" w:pos="2552"/>
        <w:tab w:val="left" w:pos="567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144355" w14:textId="77777777" w:rsidR="009D4E88" w:rsidRDefault="009D4E88">
      <w:r>
        <w:separator/>
      </w:r>
    </w:p>
  </w:footnote>
  <w:footnote w:type="continuationSeparator" w:id="0">
    <w:p w14:paraId="6C680E62" w14:textId="77777777" w:rsidR="009D4E88" w:rsidRDefault="009D4E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43E796" w14:textId="77777777" w:rsidR="00F158E9" w:rsidRDefault="00F158E9">
    <w:pPr>
      <w:pStyle w:val="Header"/>
    </w:pP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2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4D65D7" w14:textId="77777777" w:rsidR="00F158E9" w:rsidRDefault="00F158E9">
    <w:pPr>
      <w:jc w:val="both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10F28B" w14:textId="77777777" w:rsidR="00F158E9" w:rsidRDefault="00F158E9">
    <w:pPr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0944DC"/>
    <w:multiLevelType w:val="multilevel"/>
    <w:tmpl w:val="BD945E1E"/>
    <w:lvl w:ilvl="0">
      <w:start w:val="1"/>
      <w:numFmt w:val="decimal"/>
      <w:pStyle w:val="Numbering"/>
      <w:lvlText w:val="%1."/>
      <w:lvlJc w:val="right"/>
      <w:pPr>
        <w:tabs>
          <w:tab w:val="num" w:pos="340"/>
        </w:tabs>
        <w:ind w:left="340" w:hanging="56"/>
      </w:pPr>
      <w:rPr>
        <w:rFonts w:cs="Times New Roman"/>
      </w:rPr>
    </w:lvl>
    <w:lvl w:ilvl="1">
      <w:start w:val="1"/>
      <w:numFmt w:val="decimal"/>
      <w:lvlText w:val="%1.%2."/>
      <w:lvlJc w:val="right"/>
      <w:pPr>
        <w:tabs>
          <w:tab w:val="num" w:pos="851"/>
        </w:tabs>
        <w:ind w:left="851" w:hanging="57"/>
      </w:pPr>
      <w:rPr>
        <w:rFonts w:cs="Times New Roman"/>
      </w:rPr>
    </w:lvl>
    <w:lvl w:ilvl="2">
      <w:start w:val="1"/>
      <w:numFmt w:val="decimal"/>
      <w:lvlText w:val="%1.%2.%3."/>
      <w:lvlJc w:val="right"/>
      <w:pPr>
        <w:tabs>
          <w:tab w:val="num" w:pos="1531"/>
        </w:tabs>
        <w:ind w:left="1531" w:hanging="57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" w15:restartNumberingAfterBreak="0">
    <w:nsid w:val="441D3F2A"/>
    <w:multiLevelType w:val="singleLevel"/>
    <w:tmpl w:val="037CE922"/>
    <w:lvl w:ilvl="0">
      <w:start w:val="1"/>
      <w:numFmt w:val="bullet"/>
      <w:pStyle w:val="Bulleting"/>
      <w:lvlText w:val="•"/>
      <w:lvlJc w:val="left"/>
      <w:pPr>
        <w:tabs>
          <w:tab w:val="num" w:pos="360"/>
        </w:tabs>
        <w:ind w:left="227" w:hanging="227"/>
      </w:pPr>
      <w:rPr>
        <w:rFonts w:ascii="Times New Roman" w:hAnsi="Times New Roman" w:hint="default"/>
      </w:rPr>
    </w:lvl>
  </w:abstractNum>
  <w:num w:numId="1" w16cid:durableId="87236846">
    <w:abstractNumId w:val="0"/>
  </w:num>
  <w:num w:numId="2" w16cid:durableId="68767905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uKMg9OBfBsqDp3AKEDs4BcXhtJ4=" w:salt="K6xIq+edhRSi4zlA2HeUxg=="/>
  <w:defaultTabStop w:val="68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22E2"/>
    <w:rsid w:val="000055D9"/>
    <w:rsid w:val="00046F1C"/>
    <w:rsid w:val="00063CE3"/>
    <w:rsid w:val="00075B65"/>
    <w:rsid w:val="00175524"/>
    <w:rsid w:val="00187B79"/>
    <w:rsid w:val="001920DF"/>
    <w:rsid w:val="001A2715"/>
    <w:rsid w:val="001A6591"/>
    <w:rsid w:val="001D57FA"/>
    <w:rsid w:val="002774E1"/>
    <w:rsid w:val="00281760"/>
    <w:rsid w:val="002F2DC2"/>
    <w:rsid w:val="00316935"/>
    <w:rsid w:val="00330D03"/>
    <w:rsid w:val="003F41DB"/>
    <w:rsid w:val="004057EB"/>
    <w:rsid w:val="00411203"/>
    <w:rsid w:val="00533C55"/>
    <w:rsid w:val="0054045F"/>
    <w:rsid w:val="005417E5"/>
    <w:rsid w:val="00572682"/>
    <w:rsid w:val="0059761F"/>
    <w:rsid w:val="005A5EE3"/>
    <w:rsid w:val="005B39CA"/>
    <w:rsid w:val="005D72F6"/>
    <w:rsid w:val="00625566"/>
    <w:rsid w:val="006552CB"/>
    <w:rsid w:val="00681594"/>
    <w:rsid w:val="00700C49"/>
    <w:rsid w:val="00730D0B"/>
    <w:rsid w:val="00762884"/>
    <w:rsid w:val="00782871"/>
    <w:rsid w:val="007E5A44"/>
    <w:rsid w:val="007F1EE8"/>
    <w:rsid w:val="0080158A"/>
    <w:rsid w:val="00811824"/>
    <w:rsid w:val="008222E2"/>
    <w:rsid w:val="00855C51"/>
    <w:rsid w:val="0086263F"/>
    <w:rsid w:val="00926B50"/>
    <w:rsid w:val="009D4E88"/>
    <w:rsid w:val="009F226F"/>
    <w:rsid w:val="00A260F5"/>
    <w:rsid w:val="00A6404C"/>
    <w:rsid w:val="00A727C7"/>
    <w:rsid w:val="00A7740F"/>
    <w:rsid w:val="00AB555F"/>
    <w:rsid w:val="00AF462A"/>
    <w:rsid w:val="00B17EAE"/>
    <w:rsid w:val="00B23E37"/>
    <w:rsid w:val="00B27E70"/>
    <w:rsid w:val="00B45783"/>
    <w:rsid w:val="00B83388"/>
    <w:rsid w:val="00B861D9"/>
    <w:rsid w:val="00BE43A4"/>
    <w:rsid w:val="00BE6311"/>
    <w:rsid w:val="00C012EC"/>
    <w:rsid w:val="00C06AFF"/>
    <w:rsid w:val="00C404E6"/>
    <w:rsid w:val="00CF2517"/>
    <w:rsid w:val="00CF2813"/>
    <w:rsid w:val="00CF716B"/>
    <w:rsid w:val="00D07E25"/>
    <w:rsid w:val="00D638ED"/>
    <w:rsid w:val="00D7683F"/>
    <w:rsid w:val="00D9643F"/>
    <w:rsid w:val="00DB0D63"/>
    <w:rsid w:val="00DD6A93"/>
    <w:rsid w:val="00DE4219"/>
    <w:rsid w:val="00DF493D"/>
    <w:rsid w:val="00E143F1"/>
    <w:rsid w:val="00E348FD"/>
    <w:rsid w:val="00E40780"/>
    <w:rsid w:val="00E457C2"/>
    <w:rsid w:val="00E92BBF"/>
    <w:rsid w:val="00ED624D"/>
    <w:rsid w:val="00F158E9"/>
    <w:rsid w:val="00FC2A04"/>
    <w:rsid w:val="00FE0826"/>
    <w:rsid w:val="00FE1CD8"/>
    <w:rsid w:val="00FF44AC"/>
    <w:rsid w:val="00FF6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5EFFA62"/>
  <w15:docId w15:val="{505D8BF1-F607-412A-84AC-E2E7845539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pacing w:val="2"/>
      <w:position w:val="6"/>
      <w:sz w:val="24"/>
      <w:lang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kern w:val="28"/>
    </w:rPr>
  </w:style>
  <w:style w:type="paragraph" w:styleId="Heading2">
    <w:name w:val="heading 2"/>
    <w:aliases w:val="(sama)"/>
    <w:basedOn w:val="Normal"/>
    <w:next w:val="Normal"/>
    <w:qFormat/>
    <w:pPr>
      <w:keepNext/>
      <w:outlineLvl w:val="1"/>
    </w:pPr>
    <w:rPr>
      <w:b/>
    </w:rPr>
  </w:style>
  <w:style w:type="paragraph" w:styleId="Heading3">
    <w:name w:val="heading 3"/>
    <w:aliases w:val="( sama)"/>
    <w:basedOn w:val="Normal"/>
    <w:next w:val="Normal"/>
    <w:qFormat/>
    <w:pPr>
      <w:keepNext/>
      <w:outlineLvl w:val="2"/>
    </w:pPr>
    <w:rPr>
      <w:b/>
    </w:rPr>
  </w:style>
  <w:style w:type="paragraph" w:styleId="Heading4">
    <w:name w:val="heading 4"/>
    <w:basedOn w:val="Normal"/>
    <w:next w:val="Normal"/>
    <w:qFormat/>
    <w:pPr>
      <w:keepNext/>
      <w:framePr w:w="9373" w:h="2155" w:wrap="notBeside" w:vAnchor="page" w:hAnchor="page" w:x="1702" w:y="3120"/>
      <w:outlineLvl w:val="3"/>
    </w:pPr>
    <w:rPr>
      <w:rFonts w:ascii="Arial" w:hAnsi="Arial" w:cs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jc w:val="center"/>
    </w:pPr>
    <w:rPr>
      <w:spacing w:val="0"/>
      <w:position w:val="0"/>
      <w:sz w:val="20"/>
    </w:rPr>
  </w:style>
  <w:style w:type="paragraph" w:customStyle="1" w:styleId="Numbering">
    <w:name w:val="Numbering"/>
    <w:basedOn w:val="Normal"/>
    <w:pPr>
      <w:numPr>
        <w:numId w:val="1"/>
      </w:numPr>
    </w:pPr>
  </w:style>
  <w:style w:type="paragraph" w:customStyle="1" w:styleId="Bulleting">
    <w:name w:val="Bulleting."/>
    <w:basedOn w:val="Normal"/>
    <w:pPr>
      <w:numPr>
        <w:numId w:val="2"/>
      </w:numPr>
      <w:tabs>
        <w:tab w:val="clear" w:pos="360"/>
      </w:tabs>
    </w:pPr>
  </w:style>
  <w:style w:type="paragraph" w:styleId="Footer">
    <w:name w:val="footer"/>
    <w:basedOn w:val="Normal"/>
    <w:rPr>
      <w:spacing w:val="0"/>
      <w:position w:val="0"/>
      <w:sz w:val="20"/>
    </w:rPr>
  </w:style>
  <w:style w:type="paragraph" w:styleId="Caption">
    <w:name w:val="caption"/>
    <w:basedOn w:val="Normal"/>
    <w:next w:val="Normal"/>
    <w:qFormat/>
    <w:pPr>
      <w:framePr w:w="4423" w:h="1191" w:hRule="exact" w:wrap="around" w:vAnchor="page" w:hAnchor="page" w:x="6918" w:y="1702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</w:pPr>
    <w:rPr>
      <w:rFonts w:ascii="Arial" w:hAnsi="Arial" w:cs="Arial"/>
      <w:b/>
      <w:bCs/>
      <w:sz w:val="17"/>
    </w:rPr>
  </w:style>
  <w:style w:type="paragraph" w:styleId="BalloonText">
    <w:name w:val="Balloon Text"/>
    <w:basedOn w:val="Normal"/>
    <w:link w:val="BalloonTextChar"/>
    <w:rsid w:val="00533C5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33C55"/>
    <w:rPr>
      <w:rFonts w:ascii="Tahoma" w:hAnsi="Tahoma" w:cs="Tahoma"/>
      <w:spacing w:val="2"/>
      <w:position w:val="6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lvar\AppData\Local\Microsoft\Windows\Temporary%20Internet%20Files\Content.IE5\Z3HDSG5F\k&#228;skkiri%20logoga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käskkiri logoga.dot</Template>
  <TotalTime>25</TotalTime>
  <Pages>1</Pages>
  <Words>166</Words>
  <Characters>950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DF Ltd., Parnu mnt 154, 11317 Tallinn, Estonia</Company>
  <LinksUpToDate>false</LinksUpToDate>
  <CharactersWithSpaces>1114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MS Office 2000(TM) file templates</dc:subject>
  <dc:creator>Ulvar Kaubi</dc:creator>
  <dc:description>Ver 2.0, 01.2013</dc:description>
  <cp:lastModifiedBy>Urmas Treial</cp:lastModifiedBy>
  <cp:revision>6</cp:revision>
  <cp:lastPrinted>2003-07-14T18:24:00Z</cp:lastPrinted>
  <dcterms:created xsi:type="dcterms:W3CDTF">2025-12-16T13:27:00Z</dcterms:created>
  <dcterms:modified xsi:type="dcterms:W3CDTF">2025-12-19T13:30:00Z</dcterms:modified>
</cp:coreProperties>
</file>