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0E6D4" w14:textId="77777777" w:rsidR="00CC617D" w:rsidRDefault="00CC617D" w:rsidP="0031336B">
      <w:pPr>
        <w:pStyle w:val="Vahedeta"/>
      </w:pPr>
    </w:p>
    <w:p w14:paraId="78A43DB6" w14:textId="77777777" w:rsidR="0031336B" w:rsidRDefault="0031336B" w:rsidP="0031336B">
      <w:pPr>
        <w:pStyle w:val="Default"/>
      </w:pPr>
    </w:p>
    <w:p w14:paraId="44F7C654" w14:textId="77777777" w:rsidR="002543F4" w:rsidRDefault="002543F4" w:rsidP="0031336B">
      <w:pPr>
        <w:pStyle w:val="Default"/>
      </w:pPr>
    </w:p>
    <w:p w14:paraId="356235FC" w14:textId="77777777" w:rsidR="007306CF" w:rsidRDefault="007306CF" w:rsidP="003C4D20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79EB850" w14:textId="3F151A12" w:rsidR="003C4D20" w:rsidRDefault="009C4613" w:rsidP="003C4D20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Päästeamet</w:t>
      </w:r>
    </w:p>
    <w:p w14:paraId="34561CE6" w14:textId="77777777" w:rsidR="009C4613" w:rsidRDefault="009C4613" w:rsidP="003C4D20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hyperlink r:id="rId8" w:history="1">
        <w:r w:rsidRPr="00652E7C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rescue@rescue.ee</w:t>
        </w:r>
      </w:hyperlink>
    </w:p>
    <w:p w14:paraId="7EE62FF7" w14:textId="4C055CD7" w:rsidR="003C4D20" w:rsidRPr="009C4613" w:rsidRDefault="00687D01" w:rsidP="003C4D20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Keskkonna</w:t>
      </w:r>
      <w:r w:rsidR="00FF75AE">
        <w:rPr>
          <w:rFonts w:ascii="Times New Roman" w:hAnsi="Times New Roman" w:cs="Times New Roman"/>
          <w:sz w:val="24"/>
          <w:szCs w:val="24"/>
          <w:lang w:val="et-EE"/>
        </w:rPr>
        <w:t>amet</w:t>
      </w:r>
      <w:r w:rsidR="00FF75A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94280" w:rsidRPr="00194280">
        <w:rPr>
          <w:rStyle w:val="Hperlink"/>
          <w:rFonts w:ascii="Times New Roman" w:hAnsi="Times New Roman" w:cs="Times New Roman"/>
          <w:sz w:val="24"/>
          <w:szCs w:val="24"/>
          <w:u w:val="none"/>
          <w:lang w:val="et-EE"/>
        </w:rPr>
        <w:tab/>
      </w:r>
      <w:r w:rsidR="00194280" w:rsidRPr="00194280">
        <w:rPr>
          <w:rStyle w:val="Hperlink"/>
          <w:rFonts w:ascii="Times New Roman" w:hAnsi="Times New Roman" w:cs="Times New Roman"/>
          <w:sz w:val="24"/>
          <w:szCs w:val="24"/>
          <w:u w:val="none"/>
          <w:lang w:val="et-EE"/>
        </w:rPr>
        <w:tab/>
      </w:r>
      <w:r w:rsidR="00194280" w:rsidRPr="00194280">
        <w:rPr>
          <w:rStyle w:val="Hperlink"/>
          <w:rFonts w:ascii="Times New Roman" w:hAnsi="Times New Roman" w:cs="Times New Roman"/>
          <w:sz w:val="24"/>
          <w:szCs w:val="24"/>
          <w:u w:val="none"/>
          <w:lang w:val="et-EE"/>
        </w:rPr>
        <w:tab/>
      </w:r>
      <w:r w:rsidR="00194280" w:rsidRPr="00194280">
        <w:rPr>
          <w:rStyle w:val="Hperlink"/>
          <w:rFonts w:ascii="Times New Roman" w:hAnsi="Times New Roman" w:cs="Times New Roman"/>
          <w:sz w:val="24"/>
          <w:szCs w:val="24"/>
          <w:u w:val="none"/>
          <w:lang w:val="et-EE"/>
        </w:rPr>
        <w:tab/>
      </w:r>
      <w:r w:rsidR="00194280" w:rsidRPr="00194280">
        <w:rPr>
          <w:rStyle w:val="Hperlink"/>
          <w:rFonts w:ascii="Times New Roman" w:hAnsi="Times New Roman" w:cs="Times New Roman"/>
          <w:sz w:val="24"/>
          <w:szCs w:val="24"/>
          <w:u w:val="none"/>
          <w:lang w:val="et-EE"/>
        </w:rPr>
        <w:tab/>
      </w:r>
      <w:r w:rsidR="00941C87">
        <w:rPr>
          <w:rFonts w:ascii="Times New Roman" w:hAnsi="Times New Roman" w:cs="Times New Roman"/>
          <w:sz w:val="24"/>
          <w:szCs w:val="24"/>
          <w:lang w:val="et-EE"/>
        </w:rPr>
        <w:t>11</w:t>
      </w:r>
      <w:r w:rsidR="00BC1A51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3D221A">
        <w:rPr>
          <w:rFonts w:ascii="Times New Roman" w:hAnsi="Times New Roman" w:cs="Times New Roman"/>
          <w:sz w:val="24"/>
          <w:szCs w:val="24"/>
          <w:lang w:val="et-EE"/>
        </w:rPr>
        <w:t>august</w:t>
      </w:r>
      <w:r w:rsidR="00194280" w:rsidRPr="00194280">
        <w:rPr>
          <w:rFonts w:ascii="Times New Roman" w:hAnsi="Times New Roman" w:cs="Times New Roman"/>
          <w:sz w:val="24"/>
          <w:szCs w:val="24"/>
          <w:lang w:val="et-EE"/>
        </w:rPr>
        <w:t xml:space="preserve"> 202</w:t>
      </w:r>
      <w:r w:rsidR="003D221A">
        <w:rPr>
          <w:rFonts w:ascii="Times New Roman" w:hAnsi="Times New Roman" w:cs="Times New Roman"/>
          <w:sz w:val="24"/>
          <w:szCs w:val="24"/>
          <w:lang w:val="et-EE"/>
        </w:rPr>
        <w:t>5</w:t>
      </w:r>
      <w:r w:rsidR="00194280" w:rsidRPr="00194280">
        <w:rPr>
          <w:rFonts w:ascii="Times New Roman" w:hAnsi="Times New Roman" w:cs="Times New Roman"/>
          <w:sz w:val="24"/>
          <w:szCs w:val="24"/>
          <w:lang w:val="et-EE"/>
        </w:rPr>
        <w:t xml:space="preserve"> nr </w:t>
      </w:r>
      <w:r w:rsidR="002543F4">
        <w:rPr>
          <w:rFonts w:ascii="Times New Roman" w:hAnsi="Times New Roman" w:cs="Times New Roman"/>
          <w:sz w:val="24"/>
          <w:szCs w:val="24"/>
          <w:lang w:val="et-EE"/>
        </w:rPr>
        <w:t>7-1</w:t>
      </w:r>
      <w:r w:rsidR="00183EB6" w:rsidRPr="002543F4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2543F4"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183EB6" w:rsidRPr="002543F4">
        <w:rPr>
          <w:rFonts w:ascii="Times New Roman" w:hAnsi="Times New Roman" w:cs="Times New Roman"/>
          <w:sz w:val="24"/>
          <w:szCs w:val="24"/>
          <w:lang w:val="et-EE"/>
        </w:rPr>
        <w:t>/</w:t>
      </w:r>
      <w:r w:rsidR="002543F4">
        <w:rPr>
          <w:rFonts w:ascii="Times New Roman" w:hAnsi="Times New Roman" w:cs="Times New Roman"/>
          <w:sz w:val="24"/>
          <w:szCs w:val="24"/>
          <w:lang w:val="et-EE"/>
        </w:rPr>
        <w:t>2040</w:t>
      </w:r>
      <w:r w:rsidR="00941C87">
        <w:rPr>
          <w:rFonts w:ascii="Times New Roman" w:hAnsi="Times New Roman" w:cs="Times New Roman"/>
          <w:sz w:val="24"/>
          <w:szCs w:val="24"/>
          <w:lang w:val="et-EE"/>
        </w:rPr>
        <w:t>-</w:t>
      </w:r>
      <w:r w:rsidR="0013043A">
        <w:rPr>
          <w:rFonts w:ascii="Times New Roman" w:hAnsi="Times New Roman" w:cs="Times New Roman"/>
          <w:sz w:val="24"/>
          <w:szCs w:val="24"/>
          <w:lang w:val="et-EE"/>
        </w:rPr>
        <w:t>5</w:t>
      </w:r>
    </w:p>
    <w:p w14:paraId="402D3AE5" w14:textId="004E1992" w:rsidR="002D26C8" w:rsidRDefault="002D26C8" w:rsidP="00870D0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hyperlink r:id="rId9" w:history="1">
        <w:r w:rsidRPr="00652E7C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info@keskkonnaamet.ee</w:t>
        </w:r>
      </w:hyperlink>
    </w:p>
    <w:p w14:paraId="6B6DEF1D" w14:textId="1A23F1EA" w:rsidR="0023664D" w:rsidRDefault="0023664D" w:rsidP="00870D0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Regionaal- ja Põllumajandus</w:t>
      </w:r>
      <w:r w:rsidR="00331A00">
        <w:rPr>
          <w:rFonts w:ascii="Times New Roman" w:hAnsi="Times New Roman" w:cs="Times New Roman"/>
          <w:sz w:val="24"/>
          <w:szCs w:val="24"/>
          <w:lang w:val="et-EE"/>
        </w:rPr>
        <w:t>ministeerium</w:t>
      </w:r>
    </w:p>
    <w:p w14:paraId="70077B9B" w14:textId="6DE6A088" w:rsidR="00331A00" w:rsidRDefault="00331A00" w:rsidP="00870D0D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  <w:hyperlink r:id="rId10" w:history="1">
        <w:r w:rsidRPr="00652E7C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info@agri.ee</w:t>
        </w:r>
      </w:hyperlink>
    </w:p>
    <w:p w14:paraId="7AADF07D" w14:textId="4E4A1CC5" w:rsidR="00C90AD9" w:rsidRDefault="00AB546E" w:rsidP="00870D0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Elektrilevi</w:t>
      </w:r>
    </w:p>
    <w:p w14:paraId="58095459" w14:textId="17C3A80D" w:rsidR="00AB546E" w:rsidRDefault="00F20A14" w:rsidP="00870D0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hyperlink r:id="rId11" w:history="1">
        <w:r w:rsidRPr="0053608E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info@elektrilevi.ee</w:t>
        </w:r>
      </w:hyperlink>
    </w:p>
    <w:p w14:paraId="423F6503" w14:textId="7BF4D970" w:rsidR="002D2D8D" w:rsidRDefault="002D2D8D" w:rsidP="00870D0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RMK</w:t>
      </w:r>
    </w:p>
    <w:p w14:paraId="6C8FD3E7" w14:textId="753033EC" w:rsidR="00E6054E" w:rsidRDefault="00E6054E" w:rsidP="00870D0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hyperlink r:id="rId12" w:history="1">
        <w:r w:rsidRPr="0053608E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rmk@rmk.ee</w:t>
        </w:r>
      </w:hyperlink>
    </w:p>
    <w:p w14:paraId="73C66628" w14:textId="77777777" w:rsidR="003521ED" w:rsidRDefault="003521ED" w:rsidP="00990EE8">
      <w:pPr>
        <w:pStyle w:val="Vahedeta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8C9A8CE" w14:textId="77777777" w:rsidR="003521ED" w:rsidRDefault="003521ED" w:rsidP="00990EE8">
      <w:pPr>
        <w:pStyle w:val="Vahedeta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CEEBC52" w14:textId="77777777" w:rsidR="0013043A" w:rsidRDefault="0013043A" w:rsidP="00990EE8">
      <w:pPr>
        <w:pStyle w:val="Vahedeta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A7FA79D" w14:textId="77777777" w:rsidR="0013043A" w:rsidRDefault="0013043A" w:rsidP="00990EE8">
      <w:pPr>
        <w:pStyle w:val="Vahedeta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6F61C2C" w14:textId="1D49F1B0" w:rsidR="00990EE8" w:rsidRDefault="00607480" w:rsidP="00990EE8">
      <w:pPr>
        <w:pStyle w:val="Vahedeta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7480">
        <w:rPr>
          <w:rFonts w:ascii="Times New Roman" w:hAnsi="Times New Roman" w:cs="Times New Roman"/>
          <w:b/>
          <w:sz w:val="24"/>
          <w:szCs w:val="24"/>
          <w:lang w:val="et-EE"/>
        </w:rPr>
        <w:t>Detailplaneeringu esitamine kooskõlastamiseks</w:t>
      </w:r>
    </w:p>
    <w:p w14:paraId="75B8AD41" w14:textId="77777777" w:rsidR="0013043A" w:rsidRDefault="0013043A" w:rsidP="00990EE8">
      <w:pPr>
        <w:pStyle w:val="Vahedeta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35192491" w14:textId="77777777" w:rsidR="003521ED" w:rsidRPr="00990EE8" w:rsidRDefault="003521ED" w:rsidP="00990EE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14D7C7E9" w14:textId="2DDE8CE1" w:rsidR="00C064A9" w:rsidRDefault="00963B7C" w:rsidP="00963B7C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963B7C">
        <w:rPr>
          <w:rFonts w:ascii="Times New Roman" w:hAnsi="Times New Roman" w:cs="Times New Roman"/>
          <w:sz w:val="24"/>
          <w:szCs w:val="24"/>
          <w:lang w:val="et-EE"/>
        </w:rPr>
        <w:t xml:space="preserve">Märjamaa Vallavalitsus esitab planeerimisseaduse § 133 lg 1 alusel </w:t>
      </w:r>
      <w:r w:rsidR="003D221A">
        <w:rPr>
          <w:rFonts w:ascii="Times New Roman" w:hAnsi="Times New Roman" w:cs="Times New Roman"/>
          <w:sz w:val="24"/>
          <w:szCs w:val="24"/>
          <w:lang w:val="et-EE"/>
        </w:rPr>
        <w:t xml:space="preserve">uuesti </w:t>
      </w:r>
      <w:r w:rsidRPr="00963B7C">
        <w:rPr>
          <w:rFonts w:ascii="Times New Roman" w:hAnsi="Times New Roman" w:cs="Times New Roman"/>
          <w:sz w:val="24"/>
          <w:szCs w:val="24"/>
          <w:lang w:val="et-EE"/>
        </w:rPr>
        <w:t xml:space="preserve">kooskõlastamiseks Märjamaa </w:t>
      </w:r>
      <w:r w:rsidR="00E32829">
        <w:rPr>
          <w:rFonts w:ascii="Times New Roman" w:hAnsi="Times New Roman" w:cs="Times New Roman"/>
          <w:sz w:val="24"/>
          <w:szCs w:val="24"/>
          <w:lang w:val="et-EE"/>
        </w:rPr>
        <w:t>vallas</w:t>
      </w:r>
      <w:r w:rsidRPr="00963B7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E32829">
        <w:rPr>
          <w:rFonts w:ascii="Times New Roman" w:hAnsi="Times New Roman" w:cs="Times New Roman"/>
          <w:sz w:val="24"/>
          <w:szCs w:val="24"/>
          <w:lang w:val="et-EE"/>
        </w:rPr>
        <w:t>Pajaka</w:t>
      </w:r>
      <w:proofErr w:type="spellEnd"/>
      <w:r w:rsidR="00E32829">
        <w:rPr>
          <w:rFonts w:ascii="Times New Roman" w:hAnsi="Times New Roman" w:cs="Times New Roman"/>
          <w:sz w:val="24"/>
          <w:szCs w:val="24"/>
          <w:lang w:val="et-EE"/>
        </w:rPr>
        <w:t xml:space="preserve"> külas</w:t>
      </w:r>
      <w:r w:rsidR="00D76243">
        <w:rPr>
          <w:rFonts w:ascii="Times New Roman" w:hAnsi="Times New Roman" w:cs="Times New Roman"/>
          <w:sz w:val="24"/>
          <w:szCs w:val="24"/>
          <w:lang w:val="et-EE"/>
        </w:rPr>
        <w:t xml:space="preserve"> asuva </w:t>
      </w:r>
      <w:proofErr w:type="spellStart"/>
      <w:r w:rsidR="00D76243">
        <w:rPr>
          <w:rFonts w:ascii="Times New Roman" w:hAnsi="Times New Roman" w:cs="Times New Roman"/>
          <w:sz w:val="24"/>
          <w:szCs w:val="24"/>
          <w:lang w:val="et-EE"/>
        </w:rPr>
        <w:t>Pajaka</w:t>
      </w:r>
      <w:proofErr w:type="spellEnd"/>
      <w:r w:rsidRPr="00963B7C">
        <w:rPr>
          <w:rFonts w:ascii="Times New Roman" w:hAnsi="Times New Roman" w:cs="Times New Roman"/>
          <w:sz w:val="24"/>
          <w:szCs w:val="24"/>
          <w:lang w:val="et-EE"/>
        </w:rPr>
        <w:t xml:space="preserve"> detailplaneeringu eelnõu.</w:t>
      </w:r>
    </w:p>
    <w:p w14:paraId="318D0C02" w14:textId="77777777" w:rsidR="00963B7C" w:rsidRPr="00C064A9" w:rsidRDefault="00963B7C" w:rsidP="00963B7C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0BBDDFC4" w14:textId="77777777" w:rsidR="003C60DB" w:rsidRDefault="003C60DB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FEE4D4A" w14:textId="77777777" w:rsidR="009D094B" w:rsidRDefault="009D094B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5337AD99" w14:textId="0347710B" w:rsidR="00CC6095" w:rsidRDefault="00DE171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(</w:t>
      </w:r>
      <w:r w:rsidR="00DF1F30">
        <w:rPr>
          <w:rFonts w:ascii="Times New Roman" w:hAnsi="Times New Roman" w:cs="Times New Roman"/>
          <w:sz w:val="24"/>
          <w:szCs w:val="24"/>
          <w:lang w:val="et-EE"/>
        </w:rPr>
        <w:t>allkirjastatud digitaalselt</w:t>
      </w:r>
      <w:r>
        <w:rPr>
          <w:rFonts w:ascii="Times New Roman" w:hAnsi="Times New Roman" w:cs="Times New Roman"/>
          <w:sz w:val="24"/>
          <w:szCs w:val="24"/>
          <w:lang w:val="et-EE"/>
        </w:rPr>
        <w:t>)</w:t>
      </w:r>
    </w:p>
    <w:p w14:paraId="1A0BA884" w14:textId="599CD26D" w:rsidR="008B20FD" w:rsidRPr="008B20FD" w:rsidRDefault="009445F5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Triin Matsalu</w:t>
      </w:r>
    </w:p>
    <w:p w14:paraId="4BA5DC35" w14:textId="247CD912" w:rsidR="00E66AB7" w:rsidRPr="008B20FD" w:rsidRDefault="00BC282B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v</w:t>
      </w:r>
      <w:r w:rsidR="0069667D">
        <w:rPr>
          <w:rFonts w:ascii="Times New Roman" w:hAnsi="Times New Roman" w:cs="Times New Roman"/>
          <w:sz w:val="24"/>
          <w:szCs w:val="24"/>
          <w:lang w:val="et-EE"/>
        </w:rPr>
        <w:t>allavanem</w:t>
      </w:r>
    </w:p>
    <w:p w14:paraId="30ADE9DD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9380BAB" w14:textId="77777777" w:rsidR="009D094B" w:rsidRDefault="009D094B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1AF1939C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5F9E2F87" w14:textId="6220D636" w:rsidR="00722487" w:rsidRDefault="00680C84" w:rsidP="00857E29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80C84">
        <w:rPr>
          <w:rFonts w:ascii="Times New Roman" w:hAnsi="Times New Roman" w:cs="Times New Roman"/>
          <w:sz w:val="24"/>
          <w:szCs w:val="24"/>
          <w:lang w:val="et-EE"/>
        </w:rPr>
        <w:t>Lisa:</w:t>
      </w:r>
      <w:r w:rsidR="00477A0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22487">
        <w:rPr>
          <w:rFonts w:ascii="Times New Roman" w:hAnsi="Times New Roman" w:cs="Times New Roman"/>
          <w:sz w:val="24"/>
          <w:szCs w:val="24"/>
          <w:lang w:val="et-EE"/>
        </w:rPr>
        <w:tab/>
      </w:r>
      <w:proofErr w:type="spellStart"/>
      <w:r w:rsidR="003E2CF7" w:rsidRPr="003E2CF7">
        <w:rPr>
          <w:rFonts w:ascii="Times New Roman" w:hAnsi="Times New Roman" w:cs="Times New Roman"/>
          <w:sz w:val="24"/>
          <w:szCs w:val="24"/>
        </w:rPr>
        <w:t>Pajaka</w:t>
      </w:r>
      <w:proofErr w:type="spellEnd"/>
      <w:r w:rsidR="00857E29">
        <w:rPr>
          <w:rFonts w:ascii="Times New Roman" w:hAnsi="Times New Roman" w:cs="Times New Roman"/>
          <w:sz w:val="24"/>
          <w:szCs w:val="24"/>
        </w:rPr>
        <w:t xml:space="preserve"> </w:t>
      </w:r>
      <w:r w:rsidR="003E2CF7" w:rsidRPr="003E2CF7">
        <w:rPr>
          <w:rFonts w:ascii="Times New Roman" w:hAnsi="Times New Roman" w:cs="Times New Roman"/>
          <w:sz w:val="24"/>
          <w:szCs w:val="24"/>
        </w:rPr>
        <w:t>DP</w:t>
      </w:r>
      <w:r w:rsidR="00857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7E29">
        <w:rPr>
          <w:rFonts w:ascii="Times New Roman" w:hAnsi="Times New Roman" w:cs="Times New Roman"/>
          <w:sz w:val="24"/>
          <w:szCs w:val="24"/>
        </w:rPr>
        <w:t>materjalid</w:t>
      </w:r>
      <w:proofErr w:type="spellEnd"/>
      <w:r w:rsidR="00857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827CD" w14:textId="77777777" w:rsidR="0069667D" w:rsidRDefault="0069667D" w:rsidP="008B20FD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0BCB929" w14:textId="77777777" w:rsidR="0012682D" w:rsidRDefault="0012682D" w:rsidP="008B20FD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989EC6F" w14:textId="77777777" w:rsidR="0012682D" w:rsidRDefault="0012682D" w:rsidP="008B20FD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348FD13" w14:textId="77777777" w:rsidR="009D094B" w:rsidRDefault="009D094B" w:rsidP="008B20FD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308FE46" w14:textId="77777777" w:rsidR="00F20A14" w:rsidRDefault="00F20A14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69153E0A" w14:textId="77777777" w:rsidR="0013043A" w:rsidRDefault="0013043A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0740659E" w14:textId="77777777" w:rsidR="0013043A" w:rsidRDefault="0013043A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765DBDAE" w14:textId="77777777" w:rsidR="0013043A" w:rsidRDefault="0013043A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6ABC11D7" w14:textId="77777777" w:rsidR="0013043A" w:rsidRDefault="0013043A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6DCCB75F" w14:textId="77777777" w:rsidR="00F20A14" w:rsidRDefault="00F20A14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1D75D4C" w14:textId="77777777" w:rsidR="003521ED" w:rsidRDefault="003521ED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5FEB274D" w14:textId="77777777" w:rsidR="00F20A14" w:rsidRDefault="00F20A14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D7C9E85" w14:textId="1BB3B4BF" w:rsidR="00DE171D" w:rsidRDefault="002A4576" w:rsidP="008B20FD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Ott Valdma</w:t>
      </w:r>
    </w:p>
    <w:p w14:paraId="20DA1C1A" w14:textId="1E6D003B" w:rsidR="00162D8D" w:rsidRPr="00017757" w:rsidRDefault="002A4576" w:rsidP="008B20FD">
      <w:pPr>
        <w:pStyle w:val="Vahedeta"/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2A4576">
        <w:rPr>
          <w:rFonts w:ascii="Times New Roman" w:hAnsi="Times New Roman" w:cs="Times New Roman"/>
          <w:sz w:val="24"/>
          <w:szCs w:val="24"/>
          <w:lang w:val="et-EE"/>
        </w:rPr>
        <w:t>5380 5285</w:t>
      </w:r>
      <w:r w:rsidR="0069667D" w:rsidRPr="00017757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hyperlink r:id="rId13" w:history="1">
        <w:r w:rsidR="00EB245D" w:rsidRPr="0097396D">
          <w:rPr>
            <w:rStyle w:val="Hperlink"/>
            <w:rFonts w:ascii="Times New Roman" w:hAnsi="Times New Roman" w:cs="Times New Roman"/>
            <w:sz w:val="24"/>
            <w:szCs w:val="24"/>
          </w:rPr>
          <w:t>ott.valdma@marjamaa.ee</w:t>
        </w:r>
      </w:hyperlink>
      <w:r w:rsidR="00EB245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62D8D" w:rsidRPr="00017757" w:rsidSect="0073086F">
      <w:headerReference w:type="first" r:id="rId14"/>
      <w:footerReference w:type="first" r:id="rId15"/>
      <w:pgSz w:w="11907" w:h="16443" w:code="1"/>
      <w:pgMar w:top="680" w:right="851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00C80" w14:textId="77777777" w:rsidR="00D71557" w:rsidRDefault="00D71557" w:rsidP="008849EB">
      <w:pPr>
        <w:spacing w:after="0" w:line="240" w:lineRule="auto"/>
      </w:pPr>
      <w:r>
        <w:separator/>
      </w:r>
    </w:p>
  </w:endnote>
  <w:endnote w:type="continuationSeparator" w:id="0">
    <w:p w14:paraId="601C6F89" w14:textId="77777777" w:rsidR="00D71557" w:rsidRDefault="00D71557" w:rsidP="0088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4E5F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</w:pP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>Tehnika tn 11</w: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ab/>
      <w:t>Telefon  +372 489 8851</w: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771F94F0" wp14:editId="11A1B493">
              <wp:simplePos x="0" y="0"/>
              <wp:positionH relativeFrom="page">
                <wp:posOffset>0</wp:posOffset>
              </wp:positionH>
              <wp:positionV relativeFrom="page">
                <wp:posOffset>-1008380</wp:posOffset>
              </wp:positionV>
              <wp:extent cx="5852160" cy="615950"/>
              <wp:effectExtent l="0" t="1270" r="5715" b="190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2160" cy="615950"/>
                        <a:chOff x="10717" y="13296"/>
                        <a:chExt cx="1162" cy="970"/>
                      </a:xfrm>
                    </wpg:grpSpPr>
                    <wpg:grpSp>
                      <wpg:cNvPr id="3" name="Group 2"/>
                      <wpg:cNvGrpSpPr>
                        <a:grpSpLocks noChangeAspect="1"/>
                      </wpg:cNvGrpSpPr>
                      <wpg:grpSpPr bwMode="auto">
                        <a:xfrm>
                          <a:off x="10717" y="13815"/>
                          <a:ext cx="1162" cy="451"/>
                          <a:chOff x="-6" y="3399"/>
                          <a:chExt cx="12197" cy="4253"/>
                        </a:xfrm>
                      </wpg:grpSpPr>
                      <wpg:grpSp>
                        <wpg:cNvPr id="5" name="Group 3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6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7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0821" y="13296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928C6" w14:textId="77777777" w:rsidR="00123576" w:rsidRPr="000664A3" w:rsidRDefault="00123576" w:rsidP="0012357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E67B6C" w:rsidRPr="00E67B6C">
                              <w:rPr>
                                <w:noProof/>
                                <w:color w:val="4F81BD"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1F94F0" id="Group 1" o:spid="_x0000_s1026" style="position:absolute;margin-left:0;margin-top:-79.4pt;width:460.8pt;height:48.5pt;z-index:251659264;mso-position-horizontal-relative:page;mso-position-vertical-relative:page;mso-width-relative:left-margin-area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" o:allowincell="f">
              <v:group id="Group 2" o:spid="_x0000_s1027" style="position:absolute;left:10717;top:13815;width:1162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o:lock v:ext="edit" aspectratio="t"/>
                <v:group id="Group 3" o:spid="_x0000_s1028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o:lock v:ext="edit" aspectratio="t"/>
                  <v:shape id="Freeform 4" o:spid="_x0000_s1029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5" o:spid="_x0000_s1030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6" o:spid="_x0000_s1031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7" o:spid="_x0000_s1032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8" o:spid="_x0000_s1033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9" o:spid="_x0000_s1034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10" o:spid="_x0000_s1035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11" o:spid="_x0000_s1036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12" o:spid="_x0000_s1037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8" type="#_x0000_t202" style="position:absolute;left:10821;top:13296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039928C6" w14:textId="77777777" w:rsidR="00123576" w:rsidRPr="000664A3" w:rsidRDefault="00123576" w:rsidP="00123576">
                      <w:pPr>
                        <w:jc w:val="center"/>
                        <w:rPr>
                          <w:color w:val="4F81BD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E67B6C" w:rsidRPr="00E67B6C">
                        <w:rPr>
                          <w:noProof/>
                          <w:color w:val="4F81BD"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123576">
      <w:rPr>
        <w:rFonts w:ascii="Times New Roman" w:eastAsia="Times New Roman" w:hAnsi="Times New Roman" w:cs="Times New Roman"/>
        <w:noProof/>
        <w:color w:val="000000"/>
        <w:sz w:val="16"/>
        <w:szCs w:val="16"/>
        <w:lang w:val="et-EE"/>
      </w:rPr>
      <w:tab/>
      <w:t>R</w:t>
    </w:r>
    <w:proofErr w:type="spellStart"/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egistrikood</w:t>
    </w:r>
    <w:proofErr w:type="spellEnd"/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77000447</w:t>
    </w:r>
  </w:p>
  <w:p w14:paraId="5ECD6754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</w:pP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Märjamaa alev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 xml:space="preserve">E-post </w:t>
    </w:r>
    <w:hyperlink r:id="rId1" w:history="1">
      <w:r w:rsidRPr="00123576">
        <w:rPr>
          <w:rStyle w:val="Hperlink"/>
          <w:rFonts w:ascii="Times New Roman" w:eastAsia="Times New Roman" w:hAnsi="Times New Roman" w:cs="Times New Roman"/>
          <w:sz w:val="16"/>
          <w:szCs w:val="16"/>
          <w:lang w:val="et-EE"/>
        </w:rPr>
        <w:t>marjamaa@marjamaa.ee</w:t>
      </w:r>
    </w:hyperlink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>SEB Pank</w:t>
    </w: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EE 411010802004561005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</w:p>
  <w:p w14:paraId="0901F309" w14:textId="77777777" w:rsidR="00123576" w:rsidRPr="00123576" w:rsidRDefault="00123576" w:rsidP="00123576">
    <w:pPr>
      <w:pBdr>
        <w:top w:val="single" w:sz="4" w:space="1" w:color="auto"/>
      </w:pBdr>
      <w:tabs>
        <w:tab w:val="left" w:pos="2977"/>
        <w:tab w:val="left" w:pos="6521"/>
      </w:tabs>
      <w:spacing w:after="0" w:line="240" w:lineRule="auto"/>
      <w:ind w:right="360"/>
      <w:rPr>
        <w:rFonts w:ascii="Times New Roman" w:eastAsia="Times New Roman" w:hAnsi="Times New Roman" w:cs="Times New Roman"/>
        <w:sz w:val="16"/>
        <w:szCs w:val="16"/>
        <w:lang w:val="et-EE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78304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>Rapla maakond</w:t>
    </w:r>
    <w:r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</w:r>
    <w:hyperlink r:id="rId2" w:history="1">
      <w:r w:rsidRPr="00123576">
        <w:rPr>
          <w:rStyle w:val="Hperlink"/>
          <w:rFonts w:ascii="Times New Roman" w:eastAsia="Times New Roman" w:hAnsi="Times New Roman" w:cs="Times New Roman"/>
          <w:sz w:val="16"/>
          <w:szCs w:val="16"/>
          <w:lang w:val="et-EE"/>
        </w:rPr>
        <w:t>http://marjamaa.kovtp.ee/uldinfo</w:t>
      </w:r>
    </w:hyperlink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 xml:space="preserve"> </w:t>
    </w:r>
    <w:r w:rsidRPr="00123576">
      <w:rPr>
        <w:rFonts w:ascii="Times New Roman" w:eastAsia="Times New Roman" w:hAnsi="Times New Roman" w:cs="Times New Roman"/>
        <w:color w:val="000000"/>
        <w:sz w:val="16"/>
        <w:szCs w:val="16"/>
        <w:lang w:val="et-EE"/>
      </w:rPr>
      <w:tab/>
      <w:t>Swedbank EE122200001120076243</w:t>
    </w:r>
  </w:p>
  <w:p w14:paraId="2AD55ADD" w14:textId="77777777" w:rsidR="001E0C13" w:rsidRPr="00123576" w:rsidRDefault="001E0C13" w:rsidP="0012357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9C5D5" w14:textId="77777777" w:rsidR="00D71557" w:rsidRDefault="00D71557" w:rsidP="008849EB">
      <w:pPr>
        <w:spacing w:after="0" w:line="240" w:lineRule="auto"/>
      </w:pPr>
      <w:r>
        <w:separator/>
      </w:r>
    </w:p>
  </w:footnote>
  <w:footnote w:type="continuationSeparator" w:id="0">
    <w:p w14:paraId="3D465E4A" w14:textId="77777777" w:rsidR="00D71557" w:rsidRDefault="00D71557" w:rsidP="0088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B1FA3" w14:textId="77777777" w:rsidR="000D4759" w:rsidRDefault="000D4759" w:rsidP="000D47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t-EE"/>
      </w:rPr>
    </w:pPr>
  </w:p>
  <w:p w14:paraId="085966C4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36"/>
        <w:szCs w:val="36"/>
        <w:lang w:val="et-EE"/>
      </w:rPr>
    </w:pPr>
    <w:r w:rsidRPr="000D4759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1" layoutInCell="1" allowOverlap="0" wp14:anchorId="0983D999" wp14:editId="223F72B0">
          <wp:simplePos x="0" y="0"/>
          <wp:positionH relativeFrom="column">
            <wp:align>center</wp:align>
          </wp:positionH>
          <wp:positionV relativeFrom="topMargin">
            <wp:align>center</wp:align>
          </wp:positionV>
          <wp:extent cx="525600" cy="583200"/>
          <wp:effectExtent l="0" t="0" r="8255" b="7620"/>
          <wp:wrapSquare wrapText="bothSides"/>
          <wp:docPr id="18" name="Pil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829AB" w14:textId="77777777" w:rsidR="000D4759" w:rsidRPr="000D4759" w:rsidRDefault="000D4759" w:rsidP="000D475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et-EE"/>
      </w:rPr>
    </w:pPr>
    <w:r w:rsidRPr="000D4759">
      <w:rPr>
        <w:rFonts w:ascii="Times New Roman" w:eastAsia="Times New Roman" w:hAnsi="Times New Roman" w:cs="Times New Roman"/>
        <w:sz w:val="36"/>
        <w:szCs w:val="36"/>
        <w:lang w:val="et-EE"/>
      </w:rPr>
      <w:t>MÄRJAMAA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51B65"/>
    <w:multiLevelType w:val="hybridMultilevel"/>
    <w:tmpl w:val="7994B0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AA2"/>
    <w:multiLevelType w:val="hybridMultilevel"/>
    <w:tmpl w:val="0E92705A"/>
    <w:lvl w:ilvl="0" w:tplc="0B82EA5A">
      <w:start w:val="20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E6911"/>
    <w:multiLevelType w:val="hybridMultilevel"/>
    <w:tmpl w:val="FAA655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F667F"/>
    <w:multiLevelType w:val="hybridMultilevel"/>
    <w:tmpl w:val="771860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485EAC"/>
    <w:multiLevelType w:val="hybridMultilevel"/>
    <w:tmpl w:val="48DEBA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630426"/>
    <w:multiLevelType w:val="hybridMultilevel"/>
    <w:tmpl w:val="AE185B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656739">
    <w:abstractNumId w:val="2"/>
  </w:num>
  <w:num w:numId="2" w16cid:durableId="1438328988">
    <w:abstractNumId w:val="3"/>
  </w:num>
  <w:num w:numId="3" w16cid:durableId="849955833">
    <w:abstractNumId w:val="4"/>
  </w:num>
  <w:num w:numId="4" w16cid:durableId="1824196388">
    <w:abstractNumId w:val="5"/>
  </w:num>
  <w:num w:numId="5" w16cid:durableId="1592277469">
    <w:abstractNumId w:val="0"/>
  </w:num>
  <w:num w:numId="6" w16cid:durableId="456879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C4"/>
    <w:rsid w:val="00017757"/>
    <w:rsid w:val="00023EA0"/>
    <w:rsid w:val="0002454F"/>
    <w:rsid w:val="00077FDB"/>
    <w:rsid w:val="00091AEA"/>
    <w:rsid w:val="000920EE"/>
    <w:rsid w:val="000B13C7"/>
    <w:rsid w:val="000C0B54"/>
    <w:rsid w:val="000D4759"/>
    <w:rsid w:val="00123576"/>
    <w:rsid w:val="0012682D"/>
    <w:rsid w:val="0013043A"/>
    <w:rsid w:val="0014078C"/>
    <w:rsid w:val="001444BC"/>
    <w:rsid w:val="00152DE3"/>
    <w:rsid w:val="00162D8D"/>
    <w:rsid w:val="00163D93"/>
    <w:rsid w:val="0016421F"/>
    <w:rsid w:val="0018082A"/>
    <w:rsid w:val="00183EB6"/>
    <w:rsid w:val="00194280"/>
    <w:rsid w:val="001A3B8E"/>
    <w:rsid w:val="001A53CA"/>
    <w:rsid w:val="001B046B"/>
    <w:rsid w:val="001E0C13"/>
    <w:rsid w:val="001E53F8"/>
    <w:rsid w:val="001E7839"/>
    <w:rsid w:val="001E7A1C"/>
    <w:rsid w:val="00203450"/>
    <w:rsid w:val="0023664D"/>
    <w:rsid w:val="0025171C"/>
    <w:rsid w:val="00252835"/>
    <w:rsid w:val="002543F4"/>
    <w:rsid w:val="00260F09"/>
    <w:rsid w:val="0027266E"/>
    <w:rsid w:val="00284C81"/>
    <w:rsid w:val="002961A6"/>
    <w:rsid w:val="002A2ECA"/>
    <w:rsid w:val="002A4576"/>
    <w:rsid w:val="002A7919"/>
    <w:rsid w:val="002C3144"/>
    <w:rsid w:val="002D26C8"/>
    <w:rsid w:val="002D2D8D"/>
    <w:rsid w:val="002E186F"/>
    <w:rsid w:val="002E3B5F"/>
    <w:rsid w:val="002E5237"/>
    <w:rsid w:val="002F2A87"/>
    <w:rsid w:val="00300537"/>
    <w:rsid w:val="00300E9D"/>
    <w:rsid w:val="003043E5"/>
    <w:rsid w:val="0030786B"/>
    <w:rsid w:val="0031336B"/>
    <w:rsid w:val="003259FA"/>
    <w:rsid w:val="00331A00"/>
    <w:rsid w:val="003521ED"/>
    <w:rsid w:val="0036194F"/>
    <w:rsid w:val="00365D63"/>
    <w:rsid w:val="003A7F14"/>
    <w:rsid w:val="003C4D20"/>
    <w:rsid w:val="003C60DB"/>
    <w:rsid w:val="003D221A"/>
    <w:rsid w:val="003E2CF7"/>
    <w:rsid w:val="003F33A5"/>
    <w:rsid w:val="00404150"/>
    <w:rsid w:val="00460406"/>
    <w:rsid w:val="0047103D"/>
    <w:rsid w:val="00477A0D"/>
    <w:rsid w:val="004A29C0"/>
    <w:rsid w:val="004B0166"/>
    <w:rsid w:val="004B0BE0"/>
    <w:rsid w:val="004B5089"/>
    <w:rsid w:val="00523D49"/>
    <w:rsid w:val="00533BAE"/>
    <w:rsid w:val="00537470"/>
    <w:rsid w:val="00541738"/>
    <w:rsid w:val="005551C6"/>
    <w:rsid w:val="005654D4"/>
    <w:rsid w:val="00573618"/>
    <w:rsid w:val="00573C55"/>
    <w:rsid w:val="0058061F"/>
    <w:rsid w:val="0059422C"/>
    <w:rsid w:val="00597879"/>
    <w:rsid w:val="005A0F5C"/>
    <w:rsid w:val="005A5D99"/>
    <w:rsid w:val="005A74B7"/>
    <w:rsid w:val="005B5F9C"/>
    <w:rsid w:val="005B6D99"/>
    <w:rsid w:val="005D7C80"/>
    <w:rsid w:val="005F3359"/>
    <w:rsid w:val="00607480"/>
    <w:rsid w:val="00614CE7"/>
    <w:rsid w:val="0066173B"/>
    <w:rsid w:val="00670753"/>
    <w:rsid w:val="00675182"/>
    <w:rsid w:val="00680C84"/>
    <w:rsid w:val="00687D01"/>
    <w:rsid w:val="0069667D"/>
    <w:rsid w:val="006A3C0B"/>
    <w:rsid w:val="006C53D0"/>
    <w:rsid w:val="007053B0"/>
    <w:rsid w:val="007123FC"/>
    <w:rsid w:val="00714D23"/>
    <w:rsid w:val="00715C42"/>
    <w:rsid w:val="007207E4"/>
    <w:rsid w:val="00722487"/>
    <w:rsid w:val="007306CF"/>
    <w:rsid w:val="0073086F"/>
    <w:rsid w:val="00754A60"/>
    <w:rsid w:val="007640D6"/>
    <w:rsid w:val="0078659D"/>
    <w:rsid w:val="007B0545"/>
    <w:rsid w:val="007C30C8"/>
    <w:rsid w:val="007E16FA"/>
    <w:rsid w:val="007E3F73"/>
    <w:rsid w:val="007F0D6C"/>
    <w:rsid w:val="007F7543"/>
    <w:rsid w:val="00803A8B"/>
    <w:rsid w:val="0082693C"/>
    <w:rsid w:val="00857E29"/>
    <w:rsid w:val="00870D0D"/>
    <w:rsid w:val="008849EB"/>
    <w:rsid w:val="008866F0"/>
    <w:rsid w:val="008B0E95"/>
    <w:rsid w:val="008B20FD"/>
    <w:rsid w:val="008C70C4"/>
    <w:rsid w:val="008E1CBA"/>
    <w:rsid w:val="008E6F9A"/>
    <w:rsid w:val="00902184"/>
    <w:rsid w:val="00907F76"/>
    <w:rsid w:val="00923931"/>
    <w:rsid w:val="00927ED2"/>
    <w:rsid w:val="0093783B"/>
    <w:rsid w:val="00941C87"/>
    <w:rsid w:val="009445F5"/>
    <w:rsid w:val="00956773"/>
    <w:rsid w:val="00962F59"/>
    <w:rsid w:val="00963B7C"/>
    <w:rsid w:val="00990EE8"/>
    <w:rsid w:val="009C4613"/>
    <w:rsid w:val="009D094B"/>
    <w:rsid w:val="009E52D9"/>
    <w:rsid w:val="009F2145"/>
    <w:rsid w:val="00A135EC"/>
    <w:rsid w:val="00A165F4"/>
    <w:rsid w:val="00A66561"/>
    <w:rsid w:val="00A7368D"/>
    <w:rsid w:val="00A774FA"/>
    <w:rsid w:val="00A85004"/>
    <w:rsid w:val="00A97D11"/>
    <w:rsid w:val="00AA265B"/>
    <w:rsid w:val="00AB546E"/>
    <w:rsid w:val="00AB5BCD"/>
    <w:rsid w:val="00AE364C"/>
    <w:rsid w:val="00B02CB8"/>
    <w:rsid w:val="00B03EDD"/>
    <w:rsid w:val="00B161B4"/>
    <w:rsid w:val="00B32563"/>
    <w:rsid w:val="00B34D63"/>
    <w:rsid w:val="00B37ED3"/>
    <w:rsid w:val="00B44CF9"/>
    <w:rsid w:val="00B523FD"/>
    <w:rsid w:val="00B802EF"/>
    <w:rsid w:val="00B836B3"/>
    <w:rsid w:val="00B942E0"/>
    <w:rsid w:val="00BC1194"/>
    <w:rsid w:val="00BC1A51"/>
    <w:rsid w:val="00BC282B"/>
    <w:rsid w:val="00BC408D"/>
    <w:rsid w:val="00BE74B6"/>
    <w:rsid w:val="00BF1B24"/>
    <w:rsid w:val="00BF1B94"/>
    <w:rsid w:val="00C064A9"/>
    <w:rsid w:val="00C46122"/>
    <w:rsid w:val="00C532E3"/>
    <w:rsid w:val="00C7082A"/>
    <w:rsid w:val="00C90AD9"/>
    <w:rsid w:val="00CA57D9"/>
    <w:rsid w:val="00CC6095"/>
    <w:rsid w:val="00CC617D"/>
    <w:rsid w:val="00CE4E04"/>
    <w:rsid w:val="00D00E2B"/>
    <w:rsid w:val="00D71557"/>
    <w:rsid w:val="00D76243"/>
    <w:rsid w:val="00D821DD"/>
    <w:rsid w:val="00D856D1"/>
    <w:rsid w:val="00DE171D"/>
    <w:rsid w:val="00DE49BB"/>
    <w:rsid w:val="00DF1F30"/>
    <w:rsid w:val="00E05E7A"/>
    <w:rsid w:val="00E07852"/>
    <w:rsid w:val="00E246E0"/>
    <w:rsid w:val="00E32829"/>
    <w:rsid w:val="00E34504"/>
    <w:rsid w:val="00E44DBA"/>
    <w:rsid w:val="00E6054E"/>
    <w:rsid w:val="00E66AB7"/>
    <w:rsid w:val="00E67B6C"/>
    <w:rsid w:val="00E71764"/>
    <w:rsid w:val="00E8153C"/>
    <w:rsid w:val="00EB245D"/>
    <w:rsid w:val="00EC33B5"/>
    <w:rsid w:val="00EC6AEE"/>
    <w:rsid w:val="00F02FDC"/>
    <w:rsid w:val="00F030C1"/>
    <w:rsid w:val="00F0339C"/>
    <w:rsid w:val="00F11C58"/>
    <w:rsid w:val="00F15CA0"/>
    <w:rsid w:val="00F20A14"/>
    <w:rsid w:val="00F20F97"/>
    <w:rsid w:val="00F40053"/>
    <w:rsid w:val="00F43F27"/>
    <w:rsid w:val="00F53426"/>
    <w:rsid w:val="00F62A02"/>
    <w:rsid w:val="00F82391"/>
    <w:rsid w:val="00FA77B7"/>
    <w:rsid w:val="00FA7A74"/>
    <w:rsid w:val="00FD50ED"/>
    <w:rsid w:val="00FD6609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21818"/>
  <w15:docId w15:val="{0FDF37AB-09F0-4A55-89DE-5591621E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B20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C60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849EB"/>
  </w:style>
  <w:style w:type="paragraph" w:styleId="Jalus">
    <w:name w:val="footer"/>
    <w:basedOn w:val="Normaallaad"/>
    <w:link w:val="JalusMrk"/>
    <w:uiPriority w:val="99"/>
    <w:unhideWhenUsed/>
    <w:rsid w:val="008849E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849EB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8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849E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1E0C13"/>
    <w:rPr>
      <w:color w:val="0000FF" w:themeColor="hyperlink"/>
      <w:u w:val="single"/>
    </w:rPr>
  </w:style>
  <w:style w:type="paragraph" w:customStyle="1" w:styleId="Default">
    <w:name w:val="Default"/>
    <w:rsid w:val="0031336B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t-EE" w:eastAsia="et-EE" w:bidi="hi-IN"/>
    </w:rPr>
  </w:style>
  <w:style w:type="paragraph" w:styleId="Vahedeta">
    <w:name w:val="No Spacing"/>
    <w:uiPriority w:val="1"/>
    <w:qFormat/>
    <w:rsid w:val="0031336B"/>
    <w:pPr>
      <w:spacing w:after="0" w:line="240" w:lineRule="auto"/>
    </w:pPr>
  </w:style>
  <w:style w:type="character" w:customStyle="1" w:styleId="fontstyle01">
    <w:name w:val="fontstyle01"/>
    <w:rsid w:val="001E783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Pealkiri1Mrk">
    <w:name w:val="Pealkiri 1 Märk"/>
    <w:basedOn w:val="Liguvaikefont"/>
    <w:link w:val="Pealkiri1"/>
    <w:rsid w:val="008B20FD"/>
    <w:rPr>
      <w:rFonts w:ascii="Times New Roman" w:eastAsia="Times New Roman" w:hAnsi="Times New Roman" w:cs="Times New Roman"/>
      <w:b/>
      <w:sz w:val="24"/>
      <w:szCs w:val="20"/>
      <w:lang w:val="en-GB"/>
    </w:rPr>
  </w:style>
  <w:style w:type="table" w:styleId="Kontuurtabel">
    <w:name w:val="Table Grid"/>
    <w:basedOn w:val="Normaaltabel"/>
    <w:uiPriority w:val="59"/>
    <w:rsid w:val="00BF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A85004"/>
    <w:rPr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17757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C60D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8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cue@rescue.ee" TargetMode="External"/><Relationship Id="rId13" Type="http://schemas.openxmlformats.org/officeDocument/2006/relationships/hyperlink" Target="mailto:ott.valdma@marjama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mk@rmk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elektrilevi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agri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keskkonnaamet.ee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marjamaa.kovtp.ee/uldinfo" TargetMode="External"/><Relationship Id="rId1" Type="http://schemas.openxmlformats.org/officeDocument/2006/relationships/hyperlink" Target="mailto:marjamaa@marjama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a\Downloads\kirja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E313B-E7B4-4D97-9951-3D043DE3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kirjamall</Template>
  <TotalTime>1513</TotalTime>
  <Pages>1</Pages>
  <Words>117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Maiu Haljas</cp:lastModifiedBy>
  <cp:revision>45</cp:revision>
  <dcterms:created xsi:type="dcterms:W3CDTF">2024-06-10T08:19:00Z</dcterms:created>
  <dcterms:modified xsi:type="dcterms:W3CDTF">2025-08-11T10:25:00Z</dcterms:modified>
</cp:coreProperties>
</file>