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33"/>
        <w:gridCol w:w="4608"/>
      </w:tblGrid>
      <w:tr w:rsidR="003A765F" w:rsidRPr="003E5F05" w14:paraId="3F38D172" w14:textId="77777777" w:rsidTr="003A765F">
        <w:tc>
          <w:tcPr>
            <w:tcW w:w="4633" w:type="dxa"/>
          </w:tcPr>
          <w:p w14:paraId="4BFD88F9" w14:textId="77777777" w:rsidR="003A765F" w:rsidRPr="003E5F05" w:rsidRDefault="003A765F" w:rsidP="00E135F6">
            <w:pPr>
              <w:jc w:val="both"/>
              <w:rPr>
                <w:rFonts w:ascii="Frutiger LT Std 45 Light" w:hAnsi="Frutiger LT Std 45 Light"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t xml:space="preserve">Transpordiamet </w:t>
            </w:r>
          </w:p>
        </w:tc>
        <w:tc>
          <w:tcPr>
            <w:tcW w:w="4608" w:type="dxa"/>
          </w:tcPr>
          <w:p w14:paraId="587C9A50" w14:textId="77777777" w:rsidR="003A765F" w:rsidRPr="003E5F05" w:rsidRDefault="003A765F" w:rsidP="00E135F6">
            <w:pPr>
              <w:jc w:val="both"/>
              <w:rPr>
                <w:rFonts w:ascii="Frutiger LT Std 45 Light" w:hAnsi="Frutiger LT Std 45 Light"/>
                <w:szCs w:val="20"/>
              </w:rPr>
            </w:pPr>
          </w:p>
        </w:tc>
      </w:tr>
      <w:tr w:rsidR="003A765F" w:rsidRPr="003E5F05" w14:paraId="519E573B" w14:textId="77777777" w:rsidTr="003A765F">
        <w:tc>
          <w:tcPr>
            <w:tcW w:w="4633" w:type="dxa"/>
          </w:tcPr>
          <w:p w14:paraId="01C7C8DA" w14:textId="77777777" w:rsidR="003A765F" w:rsidRPr="003E5F05" w:rsidRDefault="003A765F" w:rsidP="00E135F6">
            <w:pPr>
              <w:jc w:val="both"/>
              <w:rPr>
                <w:rFonts w:ascii="Frutiger LT Std 45 Light" w:hAnsi="Frutiger LT Std 45 Light"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t>Valge 4</w:t>
            </w:r>
          </w:p>
        </w:tc>
        <w:tc>
          <w:tcPr>
            <w:tcW w:w="4608" w:type="dxa"/>
          </w:tcPr>
          <w:p w14:paraId="6870FCC7" w14:textId="77777777" w:rsidR="003A765F" w:rsidRPr="003E5F05" w:rsidRDefault="003A765F" w:rsidP="00E135F6">
            <w:pPr>
              <w:jc w:val="both"/>
              <w:rPr>
                <w:rFonts w:ascii="Frutiger LT Std 45 Light" w:hAnsi="Frutiger LT Std 45 Light"/>
                <w:szCs w:val="20"/>
              </w:rPr>
            </w:pPr>
          </w:p>
        </w:tc>
      </w:tr>
      <w:tr w:rsidR="003A765F" w:rsidRPr="003E5F05" w14:paraId="7D4BE4D8" w14:textId="77777777" w:rsidTr="003A765F">
        <w:tc>
          <w:tcPr>
            <w:tcW w:w="4633" w:type="dxa"/>
          </w:tcPr>
          <w:p w14:paraId="4285435B" w14:textId="77777777" w:rsidR="003A765F" w:rsidRPr="003E5F05" w:rsidRDefault="003A765F" w:rsidP="00E135F6">
            <w:pPr>
              <w:jc w:val="both"/>
              <w:rPr>
                <w:rFonts w:ascii="Frutiger LT Std 45 Light" w:hAnsi="Frutiger LT Std 45 Light"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t>11413 Tallinn</w:t>
            </w:r>
          </w:p>
        </w:tc>
        <w:tc>
          <w:tcPr>
            <w:tcW w:w="4608" w:type="dxa"/>
          </w:tcPr>
          <w:p w14:paraId="0D75DA7F" w14:textId="77777777" w:rsidR="003A765F" w:rsidRPr="003E5F05" w:rsidRDefault="003A765F" w:rsidP="00E135F6">
            <w:pPr>
              <w:jc w:val="both"/>
              <w:rPr>
                <w:rFonts w:ascii="Frutiger LT Std 45 Light" w:hAnsi="Frutiger LT Std 45 Light"/>
                <w:szCs w:val="20"/>
              </w:rPr>
            </w:pPr>
          </w:p>
        </w:tc>
      </w:tr>
      <w:tr w:rsidR="003A765F" w:rsidRPr="003E5F05" w14:paraId="4CD4BFD0" w14:textId="77777777" w:rsidTr="003A765F">
        <w:tc>
          <w:tcPr>
            <w:tcW w:w="4633" w:type="dxa"/>
          </w:tcPr>
          <w:p w14:paraId="639720D6" w14:textId="77777777" w:rsidR="003A765F" w:rsidRPr="003E5F05" w:rsidRDefault="003A765F" w:rsidP="00E135F6">
            <w:pPr>
              <w:jc w:val="both"/>
              <w:rPr>
                <w:rFonts w:ascii="Frutiger LT Std 45 Light" w:hAnsi="Frutiger LT Std 45 Light"/>
                <w:szCs w:val="20"/>
              </w:rPr>
            </w:pPr>
            <w:r>
              <w:rPr>
                <w:rFonts w:ascii="Frutiger LT Std 45 Light" w:hAnsi="Frutiger LT Std 45 Light"/>
                <w:color w:val="0000FF"/>
                <w:szCs w:val="20"/>
                <w:u w:val="single"/>
              </w:rPr>
              <w:t>maantee@transpordiamet.ee</w:t>
            </w:r>
          </w:p>
        </w:tc>
        <w:tc>
          <w:tcPr>
            <w:tcW w:w="4608" w:type="dxa"/>
          </w:tcPr>
          <w:p w14:paraId="37D3A103" w14:textId="77777777" w:rsidR="003A765F" w:rsidRPr="003E5F05" w:rsidRDefault="003A765F" w:rsidP="00E135F6">
            <w:pPr>
              <w:jc w:val="both"/>
              <w:rPr>
                <w:rFonts w:ascii="Frutiger LT Std 45 Light" w:hAnsi="Frutiger LT Std 45 Light"/>
                <w:szCs w:val="20"/>
              </w:rPr>
            </w:pPr>
          </w:p>
        </w:tc>
      </w:tr>
    </w:tbl>
    <w:p w14:paraId="18CF7298" w14:textId="77777777" w:rsidR="00AC4499" w:rsidRPr="00B36CDA" w:rsidRDefault="00AC4499" w:rsidP="00AC4499">
      <w:pPr>
        <w:jc w:val="both"/>
        <w:rPr>
          <w:rFonts w:ascii="Frutiger LT Std 45 Light" w:hAnsi="Frutiger LT Std 45 Light"/>
          <w:szCs w:val="20"/>
        </w:rPr>
      </w:pPr>
    </w:p>
    <w:tbl>
      <w:tblPr>
        <w:tblStyle w:val="TableGrid"/>
        <w:tblW w:w="94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3395"/>
      </w:tblGrid>
      <w:tr w:rsidR="002408D6" w:rsidRPr="00B36CDA" w14:paraId="7D3A592F" w14:textId="77777777" w:rsidTr="003A765F">
        <w:tc>
          <w:tcPr>
            <w:tcW w:w="6062" w:type="dxa"/>
          </w:tcPr>
          <w:p w14:paraId="696BF780" w14:textId="77777777" w:rsidR="002408D6" w:rsidRPr="00B36CDA" w:rsidRDefault="002408D6" w:rsidP="00AC4499">
            <w:pPr>
              <w:jc w:val="right"/>
              <w:rPr>
                <w:rFonts w:ascii="Frutiger LT Std 45 Light" w:hAnsi="Frutiger LT Std 45 Light"/>
                <w:szCs w:val="20"/>
              </w:rPr>
            </w:pPr>
          </w:p>
        </w:tc>
        <w:tc>
          <w:tcPr>
            <w:tcW w:w="3395" w:type="dxa"/>
          </w:tcPr>
          <w:p w14:paraId="6E02D1DF" w14:textId="50CD67EC" w:rsidR="002408D6" w:rsidRPr="00B36CDA" w:rsidRDefault="002408D6" w:rsidP="00AC4499">
            <w:pPr>
              <w:jc w:val="right"/>
              <w:rPr>
                <w:rFonts w:ascii="Frutiger LT Std 45 Light" w:hAnsi="Frutiger LT Std 45 Light"/>
                <w:szCs w:val="20"/>
              </w:rPr>
            </w:pPr>
            <w:r w:rsidRPr="00B36CDA">
              <w:rPr>
                <w:rFonts w:ascii="Frutiger LT Std 45 Light" w:hAnsi="Frutiger LT Std 45 Light"/>
                <w:szCs w:val="20"/>
              </w:rPr>
              <w:t xml:space="preserve">Meie </w:t>
            </w:r>
            <w:r w:rsidR="00D10EA9">
              <w:rPr>
                <w:rFonts w:ascii="Frutiger LT Std 45 Light" w:hAnsi="Frutiger LT Std 45 Light"/>
                <w:szCs w:val="20"/>
              </w:rPr>
              <w:t>03.12.2021</w:t>
            </w:r>
            <w:r w:rsidRPr="00B36CDA">
              <w:rPr>
                <w:rFonts w:ascii="Frutiger LT Std 45 Light" w:hAnsi="Frutiger LT Std 45 Light"/>
                <w:szCs w:val="20"/>
              </w:rPr>
              <w:t xml:space="preserve"> nr </w:t>
            </w:r>
            <w:r w:rsidR="0046205D">
              <w:rPr>
                <w:rFonts w:ascii="Frutiger LT Std 45 Light" w:hAnsi="Frutiger LT Std 45 Light"/>
                <w:szCs w:val="20"/>
              </w:rPr>
              <w:t>448</w:t>
            </w:r>
          </w:p>
        </w:tc>
      </w:tr>
    </w:tbl>
    <w:p w14:paraId="427C65F9" w14:textId="77777777" w:rsidR="00AC4499" w:rsidRPr="00B36CDA" w:rsidRDefault="00AC4499" w:rsidP="00AC4499">
      <w:pPr>
        <w:jc w:val="both"/>
        <w:rPr>
          <w:rFonts w:ascii="Frutiger LT Std 45 Light" w:hAnsi="Frutiger LT Std 45 Light"/>
          <w:szCs w:val="20"/>
        </w:rPr>
      </w:pPr>
    </w:p>
    <w:p w14:paraId="3960CBB6" w14:textId="77777777" w:rsidR="00AC4499" w:rsidRPr="00B36CDA" w:rsidRDefault="00AC4499" w:rsidP="00AC4499">
      <w:pPr>
        <w:jc w:val="both"/>
        <w:rPr>
          <w:rFonts w:ascii="Frutiger LT Std 45 Light" w:hAnsi="Frutiger LT Std 45 Light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41"/>
      </w:tblGrid>
      <w:tr w:rsidR="00AC4499" w:rsidRPr="00B36CDA" w14:paraId="6545CE49" w14:textId="77777777" w:rsidTr="006A740D">
        <w:tc>
          <w:tcPr>
            <w:tcW w:w="9381" w:type="dxa"/>
          </w:tcPr>
          <w:p w14:paraId="5173DF2E" w14:textId="77777777" w:rsidR="00AC4499" w:rsidRPr="00B36CDA" w:rsidRDefault="003A765F" w:rsidP="00AC4499">
            <w:pPr>
              <w:jc w:val="both"/>
              <w:rPr>
                <w:rFonts w:ascii="Frutiger LT Std 45 Light" w:hAnsi="Frutiger LT Std 45 Light"/>
                <w:b/>
                <w:szCs w:val="20"/>
              </w:rPr>
            </w:pPr>
            <w:r w:rsidRPr="00B05E71">
              <w:rPr>
                <w:rFonts w:ascii="Frutiger LT Std 45 Light" w:hAnsi="Frutiger LT Std 45 Light"/>
                <w:b/>
                <w:szCs w:val="20"/>
              </w:rPr>
              <w:t>TEHNILISTE TINGIMUSTE TAOTLUS PROJEKTEERIMISTÖÖDEKS</w:t>
            </w:r>
          </w:p>
        </w:tc>
      </w:tr>
    </w:tbl>
    <w:p w14:paraId="4207B9E9" w14:textId="77777777" w:rsidR="00AC4499" w:rsidRPr="00B36CDA" w:rsidRDefault="00AC4499" w:rsidP="00AC4499">
      <w:pPr>
        <w:jc w:val="both"/>
        <w:rPr>
          <w:rFonts w:ascii="Frutiger LT Std 45 Light" w:hAnsi="Frutiger LT Std 45 Light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6"/>
        <w:gridCol w:w="7295"/>
      </w:tblGrid>
      <w:tr w:rsidR="003A765F" w:rsidRPr="00B36CDA" w14:paraId="7616128A" w14:textId="77777777" w:rsidTr="00953CCB">
        <w:tc>
          <w:tcPr>
            <w:tcW w:w="1936" w:type="dxa"/>
          </w:tcPr>
          <w:p w14:paraId="3D73EEFE" w14:textId="77777777" w:rsidR="003A765F" w:rsidRPr="00B36CDA" w:rsidRDefault="003A765F" w:rsidP="003A765F">
            <w:pPr>
              <w:jc w:val="both"/>
              <w:rPr>
                <w:rFonts w:ascii="Frutiger LT Std 45 Light" w:hAnsi="Frutiger LT Std 45 Light"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t>Projekt</w:t>
            </w:r>
          </w:p>
        </w:tc>
        <w:tc>
          <w:tcPr>
            <w:tcW w:w="7295" w:type="dxa"/>
          </w:tcPr>
          <w:p w14:paraId="23A46DD4" w14:textId="36678710" w:rsidR="003A765F" w:rsidRPr="00B36CDA" w:rsidRDefault="00D10EA9" w:rsidP="003A765F">
            <w:pPr>
              <w:jc w:val="both"/>
              <w:rPr>
                <w:rFonts w:ascii="Frutiger LT Std 45 Light" w:hAnsi="Frutiger LT Std 45 Light"/>
                <w:b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t>Jõhvi tehnopargi kaguküttetorustik</w:t>
            </w:r>
          </w:p>
        </w:tc>
      </w:tr>
      <w:tr w:rsidR="003A765F" w:rsidRPr="00B36CDA" w14:paraId="634C65E6" w14:textId="77777777" w:rsidTr="00953CCB">
        <w:tc>
          <w:tcPr>
            <w:tcW w:w="1936" w:type="dxa"/>
          </w:tcPr>
          <w:p w14:paraId="47D21EA2" w14:textId="77777777" w:rsidR="003A765F" w:rsidRPr="00B36CDA" w:rsidRDefault="003A765F" w:rsidP="003A765F">
            <w:pPr>
              <w:jc w:val="both"/>
              <w:rPr>
                <w:rFonts w:ascii="Frutiger LT Std 45 Light" w:hAnsi="Frutiger LT Std 45 Light"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t>Projekteerija</w:t>
            </w:r>
          </w:p>
        </w:tc>
        <w:tc>
          <w:tcPr>
            <w:tcW w:w="7295" w:type="dxa"/>
          </w:tcPr>
          <w:p w14:paraId="62EE1945" w14:textId="77777777" w:rsidR="003A765F" w:rsidRPr="00B36CDA" w:rsidRDefault="003A765F" w:rsidP="003A765F">
            <w:pPr>
              <w:jc w:val="both"/>
              <w:rPr>
                <w:rFonts w:ascii="Frutiger LT Std 45 Light" w:hAnsi="Frutiger LT Std 45 Light"/>
                <w:b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t>OÜ Keskkonnaprojekt</w:t>
            </w:r>
          </w:p>
        </w:tc>
      </w:tr>
      <w:tr w:rsidR="003A765F" w:rsidRPr="00B36CDA" w14:paraId="5BC99FB6" w14:textId="77777777" w:rsidTr="00953CCB">
        <w:tc>
          <w:tcPr>
            <w:tcW w:w="1936" w:type="dxa"/>
          </w:tcPr>
          <w:p w14:paraId="04EE0FBC" w14:textId="77777777" w:rsidR="003A765F" w:rsidRPr="00B36CDA" w:rsidRDefault="003A765F" w:rsidP="003A765F">
            <w:pPr>
              <w:jc w:val="both"/>
              <w:rPr>
                <w:rFonts w:ascii="Frutiger LT Std 45 Light" w:hAnsi="Frutiger LT Std 45 Light"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t>Tellija</w:t>
            </w:r>
          </w:p>
        </w:tc>
        <w:tc>
          <w:tcPr>
            <w:tcW w:w="7295" w:type="dxa"/>
          </w:tcPr>
          <w:p w14:paraId="3BDE5758" w14:textId="4EE75673" w:rsidR="003A765F" w:rsidRPr="00B36CDA" w:rsidRDefault="00D10EA9" w:rsidP="003A765F">
            <w:pPr>
              <w:jc w:val="both"/>
              <w:rPr>
                <w:rFonts w:ascii="Frutiger LT Std 45 Light" w:hAnsi="Frutiger LT Std 45 Light"/>
                <w:b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t>VKG Soojus AS</w:t>
            </w:r>
          </w:p>
        </w:tc>
      </w:tr>
    </w:tbl>
    <w:p w14:paraId="6100F3AA" w14:textId="77777777" w:rsidR="00AC4499" w:rsidRPr="00B36CDA" w:rsidRDefault="00AC4499" w:rsidP="00AC4499">
      <w:pPr>
        <w:jc w:val="both"/>
        <w:rPr>
          <w:rFonts w:ascii="Frutiger LT Std 45 Light" w:hAnsi="Frutiger LT Std 45 Light"/>
          <w:szCs w:val="20"/>
        </w:rPr>
      </w:pPr>
    </w:p>
    <w:p w14:paraId="7C90A5D5" w14:textId="3B818150" w:rsidR="003A765F" w:rsidRDefault="003A765F" w:rsidP="00B36CDA">
      <w:pPr>
        <w:spacing w:before="120" w:after="120"/>
        <w:jc w:val="both"/>
        <w:rPr>
          <w:rFonts w:ascii="Frutiger LT Std 45 Light" w:hAnsi="Frutiger LT Std 45 Light"/>
          <w:szCs w:val="20"/>
        </w:rPr>
      </w:pPr>
      <w:r>
        <w:rPr>
          <w:rFonts w:ascii="Frutiger LT Std 45 Light" w:hAnsi="Frutiger LT Std 45 Light"/>
          <w:szCs w:val="20"/>
        </w:rPr>
        <w:t xml:space="preserve">OÜ Keskkonnaprojekt koostab </w:t>
      </w:r>
      <w:r w:rsidR="00D10EA9">
        <w:rPr>
          <w:rFonts w:ascii="Frutiger LT Std 45 Light" w:hAnsi="Frutiger LT Std 45 Light"/>
          <w:szCs w:val="20"/>
        </w:rPr>
        <w:t>Ida-Viru</w:t>
      </w:r>
      <w:r>
        <w:rPr>
          <w:rFonts w:ascii="Frutiger LT Std 45 Light" w:hAnsi="Frutiger LT Std 45 Light"/>
          <w:szCs w:val="20"/>
        </w:rPr>
        <w:t xml:space="preserve"> maakonnas </w:t>
      </w:r>
      <w:r w:rsidR="00D10EA9">
        <w:rPr>
          <w:rFonts w:ascii="Frutiger LT Std 45 Light" w:hAnsi="Frutiger LT Std 45 Light"/>
          <w:szCs w:val="20"/>
        </w:rPr>
        <w:t>Jõhvi</w:t>
      </w:r>
      <w:r>
        <w:rPr>
          <w:rFonts w:ascii="Frutiger LT Std 45 Light" w:hAnsi="Frutiger LT Std 45 Light"/>
          <w:szCs w:val="20"/>
        </w:rPr>
        <w:t xml:space="preserve"> vallas </w:t>
      </w:r>
      <w:r w:rsidR="00D10EA9">
        <w:rPr>
          <w:rFonts w:ascii="Frutiger LT Std 45 Light" w:hAnsi="Frutiger LT Std 45 Light"/>
          <w:szCs w:val="20"/>
        </w:rPr>
        <w:t>kaugküttetorustiku</w:t>
      </w:r>
      <w:r>
        <w:rPr>
          <w:rFonts w:ascii="Frutiger LT Std 45 Light" w:hAnsi="Frutiger LT Std 45 Light"/>
          <w:szCs w:val="20"/>
        </w:rPr>
        <w:t xml:space="preserve"> projekti.</w:t>
      </w:r>
    </w:p>
    <w:p w14:paraId="5436DDDB" w14:textId="77777777" w:rsidR="003A765F" w:rsidRDefault="003A765F" w:rsidP="00B36CDA">
      <w:pPr>
        <w:spacing w:before="120" w:after="120"/>
        <w:jc w:val="both"/>
        <w:rPr>
          <w:rFonts w:ascii="Frutiger LT Std 45 Light" w:hAnsi="Frutiger LT Std 45 Light"/>
          <w:szCs w:val="20"/>
        </w:rPr>
      </w:pPr>
    </w:p>
    <w:p w14:paraId="57E9EF9A" w14:textId="4C42C77A" w:rsidR="003A765F" w:rsidRDefault="003A765F" w:rsidP="00B36CDA">
      <w:pPr>
        <w:spacing w:before="120" w:after="120"/>
        <w:jc w:val="both"/>
        <w:rPr>
          <w:rFonts w:ascii="Frutiger LT Std 45 Light" w:hAnsi="Frutiger LT Std 45 Light"/>
          <w:szCs w:val="20"/>
        </w:rPr>
      </w:pPr>
      <w:r>
        <w:rPr>
          <w:rFonts w:ascii="Frutiger LT Std 45 Light" w:hAnsi="Frutiger LT Std 45 Light"/>
          <w:szCs w:val="20"/>
        </w:rPr>
        <w:t xml:space="preserve">Projekteeritava </w:t>
      </w:r>
      <w:r w:rsidR="00D10EA9">
        <w:rPr>
          <w:rFonts w:ascii="Frutiger LT Std 45 Light" w:hAnsi="Frutiger LT Std 45 Light"/>
          <w:szCs w:val="20"/>
        </w:rPr>
        <w:t>kaugküttetorustiku</w:t>
      </w:r>
      <w:r w:rsidR="00953CCB">
        <w:rPr>
          <w:rFonts w:ascii="Frutiger LT Std 45 Light" w:hAnsi="Frutiger LT Std 45 Light"/>
          <w:szCs w:val="20"/>
        </w:rPr>
        <w:t xml:space="preserve"> </w:t>
      </w:r>
      <w:r>
        <w:rPr>
          <w:rFonts w:ascii="Frutiger LT Std 45 Light" w:hAnsi="Frutiger LT Std 45 Light"/>
          <w:szCs w:val="20"/>
        </w:rPr>
        <w:t>kokkupuude riigiteega on järgmine:</w:t>
      </w:r>
    </w:p>
    <w:tbl>
      <w:tblPr>
        <w:tblStyle w:val="TableGrid"/>
        <w:tblW w:w="0" w:type="auto"/>
        <w:tblInd w:w="4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9"/>
        <w:gridCol w:w="4536"/>
        <w:gridCol w:w="1865"/>
      </w:tblGrid>
      <w:tr w:rsidR="003A765F" w:rsidRPr="00B36CDA" w14:paraId="2F34085B" w14:textId="77777777" w:rsidTr="00953CCB">
        <w:tc>
          <w:tcPr>
            <w:tcW w:w="2409" w:type="dxa"/>
          </w:tcPr>
          <w:p w14:paraId="4499C701" w14:textId="77777777" w:rsidR="003A765F" w:rsidRPr="00B36CDA" w:rsidRDefault="003A765F" w:rsidP="003A765F">
            <w:pPr>
              <w:jc w:val="both"/>
              <w:rPr>
                <w:rFonts w:ascii="Frutiger LT Std 45 Light" w:hAnsi="Frutiger LT Std 45 Light"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t>ristumine</w:t>
            </w:r>
          </w:p>
        </w:tc>
        <w:tc>
          <w:tcPr>
            <w:tcW w:w="4536" w:type="dxa"/>
          </w:tcPr>
          <w:p w14:paraId="5A7445F5" w14:textId="495FFD67" w:rsidR="003A765F" w:rsidRPr="00B36CDA" w:rsidRDefault="00333A5E" w:rsidP="003A765F">
            <w:pPr>
              <w:jc w:val="both"/>
              <w:rPr>
                <w:rFonts w:ascii="Frutiger LT Std 45 Light" w:hAnsi="Frutiger LT Std 45 Light"/>
                <w:b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Tee nr 1 Tallinn-Narva"/>
                    <w:maxLength w:val="150"/>
                  </w:textInput>
                </w:ffData>
              </w:fldChar>
            </w:r>
            <w:r>
              <w:rPr>
                <w:rFonts w:ascii="Frutiger LT Std 45 Light" w:hAnsi="Frutiger LT Std 45 Light"/>
                <w:szCs w:val="20"/>
              </w:rPr>
              <w:instrText xml:space="preserve"> FORMTEXT </w:instrText>
            </w:r>
            <w:r>
              <w:rPr>
                <w:rFonts w:ascii="Frutiger LT Std 45 Light" w:hAnsi="Frutiger LT Std 45 Light"/>
                <w:szCs w:val="20"/>
              </w:rPr>
            </w:r>
            <w:r>
              <w:rPr>
                <w:rFonts w:ascii="Frutiger LT Std 45 Light" w:hAnsi="Frutiger LT Std 45 Light"/>
                <w:szCs w:val="20"/>
              </w:rPr>
              <w:fldChar w:fldCharType="separate"/>
            </w:r>
            <w:r>
              <w:rPr>
                <w:rFonts w:ascii="Frutiger LT Std 45 Light" w:hAnsi="Frutiger LT Std 45 Light"/>
                <w:noProof/>
                <w:szCs w:val="20"/>
              </w:rPr>
              <w:t>Tee nr 1 Tallinn-Narva</w:t>
            </w:r>
            <w:r>
              <w:rPr>
                <w:rFonts w:ascii="Frutiger LT Std 45 Light" w:hAnsi="Frutiger LT Std 45 Light"/>
                <w:szCs w:val="20"/>
              </w:rPr>
              <w:fldChar w:fldCharType="end"/>
            </w:r>
          </w:p>
        </w:tc>
        <w:tc>
          <w:tcPr>
            <w:tcW w:w="1865" w:type="dxa"/>
          </w:tcPr>
          <w:p w14:paraId="39ACA49E" w14:textId="56C9FDB8" w:rsidR="003A765F" w:rsidRPr="00B36CDA" w:rsidRDefault="00333A5E" w:rsidP="003A765F">
            <w:pPr>
              <w:jc w:val="both"/>
              <w:rPr>
                <w:rFonts w:ascii="Frutiger LT Std 45 Light" w:hAnsi="Frutiger LT Std 45 Light"/>
                <w:b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t>16</w:t>
            </w:r>
            <w:r w:rsidR="000E60A2">
              <w:rPr>
                <w:rFonts w:ascii="Frutiger LT Std 45 Light" w:hAnsi="Frutiger LT Std 45 Light"/>
                <w:szCs w:val="20"/>
              </w:rPr>
              <w:t>4</w:t>
            </w:r>
            <w:r w:rsidR="003A765F">
              <w:rPr>
                <w:rFonts w:ascii="Frutiger LT Std 45 Light" w:hAnsi="Frutiger LT Std 45 Light"/>
                <w:szCs w:val="20"/>
              </w:rPr>
              <w:t xml:space="preserve"> km-l</w:t>
            </w:r>
          </w:p>
        </w:tc>
      </w:tr>
    </w:tbl>
    <w:p w14:paraId="645F2597" w14:textId="77777777" w:rsidR="003A765F" w:rsidRDefault="003A765F" w:rsidP="00B36CDA">
      <w:pPr>
        <w:spacing w:before="120" w:after="120"/>
        <w:jc w:val="both"/>
        <w:rPr>
          <w:rFonts w:ascii="Frutiger LT Std 45 Light" w:hAnsi="Frutiger LT Std 45 Light"/>
          <w:szCs w:val="20"/>
        </w:rPr>
      </w:pPr>
    </w:p>
    <w:p w14:paraId="31320DA3" w14:textId="0E72E0C3" w:rsidR="003A765F" w:rsidRDefault="003A765F" w:rsidP="00B36CDA">
      <w:pPr>
        <w:spacing w:before="120" w:after="120"/>
        <w:jc w:val="both"/>
        <w:rPr>
          <w:rFonts w:ascii="Frutiger LT Std 45 Light" w:hAnsi="Frutiger LT Std 45 Light"/>
          <w:szCs w:val="20"/>
        </w:rPr>
      </w:pPr>
      <w:r>
        <w:rPr>
          <w:rFonts w:ascii="Frutiger LT Std 45 Light" w:hAnsi="Frutiger LT Std 45 Light"/>
          <w:szCs w:val="20"/>
        </w:rPr>
        <w:t xml:space="preserve">Tingimused palume saata e-posti aadressil: </w:t>
      </w:r>
      <w:hyperlink r:id="rId7" w:history="1">
        <w:r w:rsidR="00D10EA9" w:rsidRPr="00A008BB">
          <w:rPr>
            <w:rStyle w:val="Hyperlink"/>
            <w:rFonts w:ascii="Frutiger LT Std 45 Light" w:hAnsi="Frutiger LT Std 45 Light"/>
            <w:szCs w:val="20"/>
          </w:rPr>
          <w:t>robert.raag@keskkonnaprojekt.ee</w:t>
        </w:r>
      </w:hyperlink>
    </w:p>
    <w:p w14:paraId="684202C0" w14:textId="77777777" w:rsidR="003A765F" w:rsidRDefault="003A765F" w:rsidP="00B36CDA">
      <w:pPr>
        <w:spacing w:before="120" w:after="120"/>
        <w:jc w:val="both"/>
        <w:rPr>
          <w:rFonts w:ascii="Frutiger LT Std 45 Light" w:hAnsi="Frutiger LT Std 45 Light"/>
          <w:szCs w:val="20"/>
        </w:rPr>
      </w:pPr>
    </w:p>
    <w:p w14:paraId="4770661A" w14:textId="77777777" w:rsidR="00AC4499" w:rsidRDefault="00AC4499" w:rsidP="00AC4499">
      <w:pPr>
        <w:jc w:val="both"/>
        <w:rPr>
          <w:rFonts w:ascii="Frutiger LT Std 45 Light" w:hAnsi="Frutiger LT Std 45 Light"/>
          <w:szCs w:val="20"/>
        </w:rPr>
      </w:pPr>
    </w:p>
    <w:p w14:paraId="3E09D1EE" w14:textId="77777777" w:rsidR="00B36CDA" w:rsidRPr="00B36CDA" w:rsidRDefault="00B36CDA" w:rsidP="00AC4499">
      <w:pPr>
        <w:jc w:val="both"/>
        <w:rPr>
          <w:rFonts w:ascii="Frutiger LT Std 45 Light" w:hAnsi="Frutiger LT Std 45 Light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41"/>
      </w:tblGrid>
      <w:tr w:rsidR="00AC4499" w:rsidRPr="00B36CDA" w14:paraId="7A636CA0" w14:textId="77777777" w:rsidTr="006A740D">
        <w:tc>
          <w:tcPr>
            <w:tcW w:w="9381" w:type="dxa"/>
          </w:tcPr>
          <w:p w14:paraId="19C7732D" w14:textId="77777777" w:rsidR="00AC4499" w:rsidRPr="00B36CDA" w:rsidRDefault="00AC4499" w:rsidP="00AC4499">
            <w:pPr>
              <w:jc w:val="both"/>
              <w:rPr>
                <w:rFonts w:ascii="Frutiger LT Std 45 Light" w:hAnsi="Frutiger LT Std 45 Light"/>
                <w:szCs w:val="20"/>
              </w:rPr>
            </w:pPr>
            <w:r w:rsidRPr="00B36CDA">
              <w:rPr>
                <w:rFonts w:ascii="Frutiger LT Std 45 Light" w:hAnsi="Frutiger LT Std 45 Light"/>
                <w:szCs w:val="20"/>
              </w:rPr>
              <w:t xml:space="preserve">Lugupidamisega, </w:t>
            </w:r>
          </w:p>
          <w:p w14:paraId="139A456A" w14:textId="77777777" w:rsidR="00AC4499" w:rsidRPr="00B36CDA" w:rsidRDefault="00AC4499" w:rsidP="00AC4499">
            <w:pPr>
              <w:jc w:val="both"/>
              <w:rPr>
                <w:rFonts w:ascii="Frutiger LT Std 45 Light" w:hAnsi="Frutiger LT Std 45 Light"/>
                <w:szCs w:val="20"/>
              </w:rPr>
            </w:pPr>
          </w:p>
          <w:p w14:paraId="2065B29A" w14:textId="77777777" w:rsidR="00AC4499" w:rsidRPr="00B36CDA" w:rsidRDefault="00AC4499" w:rsidP="00AC4499">
            <w:pPr>
              <w:spacing w:after="60"/>
              <w:jc w:val="both"/>
              <w:rPr>
                <w:rFonts w:ascii="Frutiger LT Std 45 Light" w:hAnsi="Frutiger LT Std 45 Light"/>
                <w:szCs w:val="20"/>
              </w:rPr>
            </w:pPr>
            <w:r w:rsidRPr="00B36CDA">
              <w:rPr>
                <w:rFonts w:ascii="Frutiger LT Std 45 Light" w:hAnsi="Frutiger LT Std 45 Light"/>
                <w:szCs w:val="20"/>
              </w:rPr>
              <w:t>/</w:t>
            </w:r>
            <w:r w:rsidRPr="00B36CDA">
              <w:rPr>
                <w:rFonts w:ascii="Frutiger LT Std 45 Light" w:hAnsi="Frutiger LT Std 45 Light"/>
                <w:i/>
                <w:szCs w:val="20"/>
              </w:rPr>
              <w:t>allkirjastatud digitaalselt</w:t>
            </w:r>
            <w:r w:rsidRPr="00B36CDA">
              <w:rPr>
                <w:rFonts w:ascii="Frutiger LT Std 45 Light" w:hAnsi="Frutiger LT Std 45 Light"/>
                <w:szCs w:val="20"/>
              </w:rPr>
              <w:t>/</w:t>
            </w:r>
          </w:p>
          <w:p w14:paraId="78816F2C" w14:textId="35FE5618" w:rsidR="00AC4499" w:rsidRPr="00B36CDA" w:rsidRDefault="00D10EA9" w:rsidP="00AC4499">
            <w:pPr>
              <w:jc w:val="both"/>
              <w:rPr>
                <w:rFonts w:ascii="Frutiger LT Std 45 Light" w:hAnsi="Frutiger LT Std 45 Light"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t>Robert Raag</w:t>
            </w:r>
          </w:p>
          <w:p w14:paraId="1892D1CA" w14:textId="77777777" w:rsidR="00AC4499" w:rsidRPr="00B36CDA" w:rsidRDefault="00AC4499" w:rsidP="00AC4499">
            <w:pPr>
              <w:jc w:val="both"/>
              <w:rPr>
                <w:rFonts w:ascii="Frutiger LT Std 45 Light" w:hAnsi="Frutiger LT Std 45 Light"/>
                <w:szCs w:val="20"/>
              </w:rPr>
            </w:pPr>
            <w:r w:rsidRPr="00B36CDA">
              <w:rPr>
                <w:rFonts w:ascii="Frutiger LT Std 45 Light" w:hAnsi="Frutiger LT Std 45 Light"/>
                <w:szCs w:val="20"/>
              </w:rPr>
              <w:t>OÜ Keskkonnaprojekt</w:t>
            </w:r>
          </w:p>
          <w:p w14:paraId="5386EDF3" w14:textId="2EECC570" w:rsidR="00AC4499" w:rsidRPr="00B36CDA" w:rsidRDefault="00D10EA9" w:rsidP="00AC4499">
            <w:pPr>
              <w:jc w:val="both"/>
              <w:rPr>
                <w:rFonts w:ascii="Frutiger LT Std 45 Light" w:hAnsi="Frutiger LT Std 45 Light"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t>Projekteerija</w:t>
            </w:r>
          </w:p>
        </w:tc>
      </w:tr>
    </w:tbl>
    <w:p w14:paraId="534B1ECD" w14:textId="77777777" w:rsidR="00AC4499" w:rsidRPr="00B36CDA" w:rsidRDefault="00AC4499" w:rsidP="00AC4499">
      <w:pPr>
        <w:jc w:val="both"/>
        <w:rPr>
          <w:rFonts w:ascii="Frutiger LT Std 45 Light" w:hAnsi="Frutiger LT Std 45 Light"/>
          <w:szCs w:val="20"/>
        </w:rPr>
      </w:pPr>
    </w:p>
    <w:p w14:paraId="03E96EE0" w14:textId="77777777" w:rsidR="00AC4499" w:rsidRPr="00B36CDA" w:rsidRDefault="00AC4499" w:rsidP="00AC4499">
      <w:pPr>
        <w:jc w:val="both"/>
        <w:rPr>
          <w:rFonts w:ascii="Frutiger LT Std 45 Light" w:hAnsi="Frutiger LT Std 45 Light"/>
          <w:szCs w:val="20"/>
        </w:rPr>
      </w:pPr>
    </w:p>
    <w:p w14:paraId="2D4F3708" w14:textId="77777777" w:rsidR="00AC4499" w:rsidRPr="00B36CDA" w:rsidRDefault="00AC4499" w:rsidP="00AC4499">
      <w:pPr>
        <w:jc w:val="both"/>
        <w:rPr>
          <w:rFonts w:ascii="Frutiger LT Std 45 Light" w:hAnsi="Frutiger LT Std 45 Light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41"/>
      </w:tblGrid>
      <w:tr w:rsidR="00AC4499" w:rsidRPr="00B36CDA" w14:paraId="1A1B9B9E" w14:textId="77777777" w:rsidTr="006A740D">
        <w:tc>
          <w:tcPr>
            <w:tcW w:w="9381" w:type="dxa"/>
          </w:tcPr>
          <w:p w14:paraId="52FEF576" w14:textId="2D986F85" w:rsidR="00AC4499" w:rsidRPr="00B36CDA" w:rsidRDefault="00D10EA9" w:rsidP="0031461F">
            <w:pPr>
              <w:jc w:val="both"/>
              <w:rPr>
                <w:rFonts w:ascii="Frutiger LT Std 45 Light" w:hAnsi="Frutiger LT Std 45 Light"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t>Lisa 1</w:t>
            </w:r>
            <w:r w:rsidR="0031461F" w:rsidRPr="00B36CDA">
              <w:rPr>
                <w:rFonts w:ascii="Frutiger LT Std 45 Light" w:hAnsi="Frutiger LT Std 45 Light"/>
                <w:szCs w:val="20"/>
              </w:rPr>
              <w:t xml:space="preserve"> </w:t>
            </w:r>
            <w:r>
              <w:rPr>
                <w:rFonts w:ascii="Frutiger LT Std 45 Light" w:hAnsi="Frutiger LT Std 45 Light"/>
                <w:szCs w:val="20"/>
              </w:rPr>
              <w:t>JohviTP_Asendiskeem</w:t>
            </w:r>
          </w:p>
        </w:tc>
      </w:tr>
    </w:tbl>
    <w:p w14:paraId="302DB785" w14:textId="77777777" w:rsidR="00AC4499" w:rsidRDefault="00AC4499" w:rsidP="00AC4499">
      <w:pPr>
        <w:jc w:val="both"/>
        <w:rPr>
          <w:rFonts w:ascii="Frutiger LT Std 45 Light" w:hAnsi="Frutiger LT Std 45 Light"/>
          <w:szCs w:val="20"/>
        </w:rPr>
      </w:pPr>
    </w:p>
    <w:p w14:paraId="64E628DB" w14:textId="77777777" w:rsidR="00953CCB" w:rsidRPr="00B36CDA" w:rsidRDefault="00953CCB" w:rsidP="00AC4499">
      <w:pPr>
        <w:jc w:val="both"/>
        <w:rPr>
          <w:rFonts w:ascii="Frutiger LT Std 45 Light" w:hAnsi="Frutiger LT Std 45 Light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31"/>
      </w:tblGrid>
      <w:tr w:rsidR="0031461F" w:rsidRPr="00B36CDA" w14:paraId="3E809FA8" w14:textId="77777777" w:rsidTr="00953CCB">
        <w:tc>
          <w:tcPr>
            <w:tcW w:w="9231" w:type="dxa"/>
          </w:tcPr>
          <w:p w14:paraId="6CBA3498" w14:textId="21BC4191" w:rsidR="0031461F" w:rsidRPr="00B36CDA" w:rsidRDefault="00333A5E" w:rsidP="00581430">
            <w:pPr>
              <w:jc w:val="both"/>
              <w:rPr>
                <w:rFonts w:ascii="Frutiger LT Std 45 Light" w:hAnsi="Frutiger LT Std 45 Light"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t>Robert Raag</w:t>
            </w:r>
            <w:r w:rsidR="0031461F" w:rsidRPr="00B36CDA">
              <w:rPr>
                <w:rFonts w:ascii="Frutiger LT Std 45 Light" w:hAnsi="Frutiger LT Std 45 Light"/>
                <w:szCs w:val="20"/>
              </w:rPr>
              <w:t xml:space="preserve">, tel </w:t>
            </w:r>
            <w:r>
              <w:rPr>
                <w:rFonts w:ascii="Frutiger LT Std 45 Light" w:hAnsi="Frutiger LT Std 45 Light"/>
                <w:szCs w:val="20"/>
              </w:rPr>
              <w:t>+372 5147725</w:t>
            </w:r>
          </w:p>
        </w:tc>
      </w:tr>
      <w:tr w:rsidR="0031461F" w:rsidRPr="00B36CDA" w14:paraId="47D4AF94" w14:textId="77777777" w:rsidTr="00953CCB">
        <w:tc>
          <w:tcPr>
            <w:tcW w:w="9231" w:type="dxa"/>
          </w:tcPr>
          <w:p w14:paraId="6779D45C" w14:textId="3CCA8D3E" w:rsidR="0031461F" w:rsidRPr="00B36CDA" w:rsidRDefault="00333A5E" w:rsidP="00581430">
            <w:pPr>
              <w:jc w:val="both"/>
              <w:rPr>
                <w:rFonts w:ascii="Frutiger LT Std 45 Light" w:hAnsi="Frutiger LT Std 45 Light"/>
                <w:szCs w:val="20"/>
              </w:rPr>
            </w:pPr>
            <w:hyperlink r:id="rId8" w:history="1">
              <w:r w:rsidRPr="00A008BB">
                <w:rPr>
                  <w:rStyle w:val="Hyperlink"/>
                  <w:rFonts w:ascii="Frutiger LT Std 45 Light" w:hAnsi="Frutiger LT Std 45 Light"/>
                  <w:szCs w:val="20"/>
                </w:rPr>
                <w:t>robert.raag@keskkonnaprojekt.ee</w:t>
              </w:r>
            </w:hyperlink>
          </w:p>
        </w:tc>
      </w:tr>
    </w:tbl>
    <w:p w14:paraId="456098A8" w14:textId="77777777" w:rsidR="00CC433B" w:rsidRPr="00953CCB" w:rsidRDefault="00CC433B" w:rsidP="00953CCB">
      <w:pPr>
        <w:rPr>
          <w:rFonts w:ascii="Frutiger LT Std 45 Light" w:hAnsi="Frutiger LT Std 45 Light"/>
          <w:sz w:val="16"/>
          <w:szCs w:val="16"/>
        </w:rPr>
      </w:pPr>
    </w:p>
    <w:sectPr w:rsidR="00CC433B" w:rsidRPr="00953CCB" w:rsidSect="00953CCB">
      <w:headerReference w:type="first" r:id="rId9"/>
      <w:footerReference w:type="first" r:id="rId10"/>
      <w:pgSz w:w="11906" w:h="16838"/>
      <w:pgMar w:top="1701" w:right="1134" w:bottom="1531" w:left="1531" w:header="709" w:footer="167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4B8D5E" w14:textId="77777777" w:rsidR="00100F2A" w:rsidRDefault="00100F2A" w:rsidP="00E703FA">
      <w:r>
        <w:separator/>
      </w:r>
    </w:p>
  </w:endnote>
  <w:endnote w:type="continuationSeparator" w:id="0">
    <w:p w14:paraId="1DB2712A" w14:textId="77777777" w:rsidR="00100F2A" w:rsidRDefault="00100F2A" w:rsidP="00E70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jan Pro">
    <w:altName w:val="Times New Roman"/>
    <w:panose1 w:val="00000000000000000000"/>
    <w:charset w:val="00"/>
    <w:family w:val="roman"/>
    <w:notTrueType/>
    <w:pitch w:val="variable"/>
    <w:sig w:usb0="00000007" w:usb1="00000000" w:usb2="00000000" w:usb3="00000000" w:csb0="00000093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Frutiger LT Std 45 Light">
    <w:altName w:val="Leelawadee UI Semilight"/>
    <w:panose1 w:val="020B0402020204020204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F420D" w14:textId="77777777" w:rsidR="005D7E82" w:rsidRDefault="005D7E82" w:rsidP="005D7E82">
    <w:pPr>
      <w:pStyle w:val="Footer"/>
    </w:pPr>
    <w:r>
      <w:rPr>
        <w:noProof/>
      </w:rPr>
      <w:drawing>
        <wp:anchor distT="0" distB="0" distL="114300" distR="114300" simplePos="0" relativeHeight="251660800" behindDoc="0" locked="0" layoutInCell="1" allowOverlap="1" wp14:anchorId="6DD89754" wp14:editId="29325F83">
          <wp:simplePos x="0" y="0"/>
          <wp:positionH relativeFrom="column">
            <wp:posOffset>-568325</wp:posOffset>
          </wp:positionH>
          <wp:positionV relativeFrom="paragraph">
            <wp:posOffset>148437</wp:posOffset>
          </wp:positionV>
          <wp:extent cx="1028530" cy="720243"/>
          <wp:effectExtent l="0" t="0" r="5080" b="0"/>
          <wp:wrapNone/>
          <wp:docPr id="2" name="Pilt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28530" cy="72024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776" behindDoc="0" locked="1" layoutInCell="1" allowOverlap="1" wp14:anchorId="0C86F0F2" wp14:editId="2FD62AEA">
              <wp:simplePos x="0" y="0"/>
              <wp:positionH relativeFrom="column">
                <wp:posOffset>460375</wp:posOffset>
              </wp:positionH>
              <wp:positionV relativeFrom="page">
                <wp:posOffset>9677400</wp:posOffset>
              </wp:positionV>
              <wp:extent cx="2012315" cy="708660"/>
              <wp:effectExtent l="0" t="0" r="0" b="0"/>
              <wp:wrapTopAndBottom/>
              <wp:docPr id="1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12315" cy="7086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63912EC" w14:textId="77777777" w:rsidR="005D7E82" w:rsidRPr="00586CB3" w:rsidRDefault="005D7E82" w:rsidP="005D7E82">
                          <w:pPr>
                            <w:pStyle w:val="Vahedeta1"/>
                            <w:spacing w:line="276" w:lineRule="auto"/>
                            <w:rPr>
                              <w:rFonts w:ascii="Frutiger LT Std 45 Light" w:hAnsi="Frutiger LT Std 45 Light" w:cs="Arial"/>
                              <w:b/>
                              <w:sz w:val="14"/>
                              <w:szCs w:val="14"/>
                            </w:rPr>
                          </w:pPr>
                          <w:r w:rsidRPr="00586CB3">
                            <w:rPr>
                              <w:rFonts w:ascii="Frutiger LT Std 45 Light" w:hAnsi="Frutiger LT Std 45 Light" w:cs="Arial"/>
                              <w:b/>
                              <w:sz w:val="14"/>
                              <w:szCs w:val="14"/>
                            </w:rPr>
                            <w:t>O</w:t>
                          </w:r>
                          <w:r w:rsidRPr="00586CB3">
                            <w:rPr>
                              <w:rFonts w:ascii="Frutiger LT Std 45 Light" w:eastAsia="Times New Roman" w:hAnsi="Frutiger LT Std 45 Light" w:cs="Arial"/>
                              <w:b/>
                              <w:sz w:val="14"/>
                              <w:szCs w:val="14"/>
                            </w:rPr>
                            <w:t>Ü</w:t>
                          </w:r>
                          <w:r w:rsidRPr="00586CB3">
                            <w:rPr>
                              <w:rFonts w:ascii="Frutiger LT Std 45 Light" w:hAnsi="Frutiger LT Std 45 Light" w:cs="Arial"/>
                              <w:b/>
                              <w:sz w:val="14"/>
                              <w:szCs w:val="14"/>
                            </w:rPr>
                            <w:t xml:space="preserve"> KESKKONNAPROJEKT</w:t>
                          </w:r>
                        </w:p>
                        <w:p w14:paraId="1697BF41" w14:textId="77777777" w:rsidR="005D7E82" w:rsidRPr="00586CB3" w:rsidRDefault="005D7E82" w:rsidP="005D7E82">
                          <w:pPr>
                            <w:pStyle w:val="Vahedeta1"/>
                            <w:spacing w:line="276" w:lineRule="auto"/>
                            <w:rPr>
                              <w:rFonts w:ascii="Frutiger LT Std 45 Light" w:hAnsi="Frutiger LT Std 45 Light" w:cs="Arial"/>
                              <w:sz w:val="14"/>
                              <w:szCs w:val="14"/>
                            </w:rPr>
                          </w:pPr>
                          <w:r w:rsidRPr="00586CB3">
                            <w:rPr>
                              <w:rFonts w:ascii="Frutiger LT Std 45 Light" w:hAnsi="Frutiger LT Std 45 Light" w:cs="Arial"/>
                              <w:b/>
                              <w:sz w:val="14"/>
                              <w:szCs w:val="14"/>
                            </w:rPr>
                            <w:t>A:</w:t>
                          </w:r>
                          <w:r w:rsidRPr="00586CB3">
                            <w:rPr>
                              <w:rFonts w:ascii="Frutiger LT Std 45 Light" w:hAnsi="Frutiger LT Std 45 Light" w:cs="Arial"/>
                              <w:sz w:val="14"/>
                              <w:szCs w:val="14"/>
                            </w:rPr>
                            <w:t xml:space="preserve"> Ringtee 12, </w:t>
                          </w:r>
                          <w:r>
                            <w:rPr>
                              <w:rFonts w:ascii="Frutiger LT Std 45 Light" w:hAnsi="Frutiger LT Std 45 Light" w:cs="Arial"/>
                              <w:sz w:val="14"/>
                              <w:szCs w:val="14"/>
                            </w:rPr>
                            <w:t>50105</w:t>
                          </w:r>
                          <w:r w:rsidRPr="00586CB3">
                            <w:rPr>
                              <w:rFonts w:ascii="Frutiger LT Std 45 Light" w:hAnsi="Frutiger LT Std 45 Light" w:cs="Arial"/>
                              <w:sz w:val="14"/>
                              <w:szCs w:val="14"/>
                            </w:rPr>
                            <w:t xml:space="preserve"> Tartu, </w:t>
                          </w:r>
                          <w:r w:rsidRPr="00586CB3">
                            <w:rPr>
                              <w:rFonts w:ascii="Frutiger LT Std 45 Light" w:hAnsi="Frutiger LT Std 45 Light" w:cs="Arial"/>
                              <w:b/>
                              <w:sz w:val="14"/>
                              <w:szCs w:val="14"/>
                            </w:rPr>
                            <w:t>R:</w:t>
                          </w:r>
                          <w:r w:rsidRPr="00586CB3">
                            <w:rPr>
                              <w:rFonts w:ascii="Frutiger LT Std 45 Light" w:hAnsi="Frutiger LT Std 45 Light" w:cs="Arial"/>
                              <w:sz w:val="14"/>
                              <w:szCs w:val="14"/>
                            </w:rPr>
                            <w:t xml:space="preserve"> Reg kood 10769210</w:t>
                          </w:r>
                        </w:p>
                        <w:p w14:paraId="5690DA15" w14:textId="77777777" w:rsidR="005D7E82" w:rsidRPr="00586CB3" w:rsidRDefault="005D7E82" w:rsidP="005D7E82">
                          <w:pPr>
                            <w:pStyle w:val="Vahedeta1"/>
                            <w:spacing w:line="276" w:lineRule="auto"/>
                            <w:rPr>
                              <w:rFonts w:ascii="Frutiger LT Std 45 Light" w:hAnsi="Frutiger LT Std 45 Light" w:cs="Arial"/>
                              <w:sz w:val="14"/>
                              <w:szCs w:val="14"/>
                            </w:rPr>
                          </w:pPr>
                          <w:r w:rsidRPr="00586CB3">
                            <w:rPr>
                              <w:rFonts w:ascii="Frutiger LT Std 45 Light" w:hAnsi="Frutiger LT Std 45 Light" w:cs="Arial"/>
                              <w:b/>
                              <w:sz w:val="14"/>
                              <w:szCs w:val="14"/>
                            </w:rPr>
                            <w:t>B:</w:t>
                          </w:r>
                          <w:r w:rsidRPr="00586CB3">
                            <w:rPr>
                              <w:rFonts w:ascii="Frutiger LT Std 45 Light" w:hAnsi="Frutiger LT Std 45 Light" w:cs="Arial"/>
                              <w:sz w:val="14"/>
                              <w:szCs w:val="14"/>
                            </w:rPr>
                            <w:t xml:space="preserve"> Swedbank IBANEE042200221016942290</w:t>
                          </w:r>
                        </w:p>
                        <w:p w14:paraId="0E0B3DAF" w14:textId="77777777" w:rsidR="005D7E82" w:rsidRPr="00586CB3" w:rsidRDefault="005D7E82" w:rsidP="005D7E82">
                          <w:pPr>
                            <w:pStyle w:val="Vahedeta1"/>
                            <w:spacing w:line="276" w:lineRule="auto"/>
                            <w:rPr>
                              <w:rFonts w:ascii="Frutiger LT Std 45 Light" w:hAnsi="Frutiger LT Std 45 Light" w:cs="Arial"/>
                              <w:sz w:val="14"/>
                              <w:szCs w:val="14"/>
                            </w:rPr>
                          </w:pPr>
                          <w:r w:rsidRPr="00586CB3">
                            <w:rPr>
                              <w:rFonts w:ascii="Frutiger LT Std 45 Light" w:hAnsi="Frutiger LT Std 45 Light" w:cs="Arial"/>
                              <w:b/>
                              <w:sz w:val="14"/>
                              <w:szCs w:val="14"/>
                            </w:rPr>
                            <w:t>T:</w:t>
                          </w:r>
                          <w:r w:rsidRPr="00586CB3">
                            <w:rPr>
                              <w:rFonts w:ascii="Frutiger LT Std 45 Light" w:hAnsi="Frutiger LT Std 45 Light" w:cs="Arial"/>
                              <w:sz w:val="14"/>
                              <w:szCs w:val="14"/>
                            </w:rPr>
                            <w:t xml:space="preserve"> +372 730 5060, </w:t>
                          </w:r>
                          <w:r w:rsidRPr="00586CB3">
                            <w:rPr>
                              <w:rFonts w:ascii="Frutiger LT Std 45 Light" w:hAnsi="Frutiger LT Std 45 Light" w:cs="Arial"/>
                              <w:b/>
                              <w:sz w:val="14"/>
                              <w:szCs w:val="14"/>
                            </w:rPr>
                            <w:t>E:</w:t>
                          </w:r>
                          <w:r w:rsidRPr="00586CB3">
                            <w:rPr>
                              <w:rFonts w:ascii="Frutiger LT Std 45 Light" w:hAnsi="Frutiger LT Std 45 Light" w:cs="Arial"/>
                              <w:sz w:val="14"/>
                              <w:szCs w:val="14"/>
                            </w:rPr>
                            <w:t xml:space="preserve"> kp@keskkonnaprojekt.ee</w:t>
                          </w:r>
                        </w:p>
                        <w:p w14:paraId="604A252F" w14:textId="77777777" w:rsidR="005D7E82" w:rsidRPr="00586CB3" w:rsidRDefault="005D7E82" w:rsidP="005D7E82">
                          <w:pPr>
                            <w:pStyle w:val="Vahedeta1"/>
                            <w:spacing w:line="276" w:lineRule="auto"/>
                            <w:rPr>
                              <w:rFonts w:ascii="Frutiger LT Std 45 Light" w:hAnsi="Frutiger LT Std 45 Light" w:cs="Arial"/>
                              <w:sz w:val="14"/>
                              <w:szCs w:val="14"/>
                            </w:rPr>
                          </w:pPr>
                          <w:r w:rsidRPr="00586CB3">
                            <w:rPr>
                              <w:rFonts w:ascii="Frutiger LT Std 45 Light" w:hAnsi="Frutiger LT Std 45 Light"/>
                              <w:b/>
                              <w:sz w:val="14"/>
                              <w:szCs w:val="14"/>
                            </w:rPr>
                            <w:t>W:</w:t>
                          </w:r>
                          <w:r w:rsidRPr="00586CB3">
                            <w:rPr>
                              <w:rFonts w:ascii="Frutiger LT Std 45 Light" w:hAnsi="Frutiger LT Std 45 Light"/>
                              <w:sz w:val="14"/>
                              <w:szCs w:val="14"/>
                            </w:rPr>
                            <w:t xml:space="preserve"> www.keskkonnaprojekt.ee</w:t>
                          </w:r>
                        </w:p>
                      </w:txbxContent>
                    </wps:txbx>
                    <wps:bodyPr rot="0" vert="horz" wrap="non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848DB3"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6" type="#_x0000_t202" style="position:absolute;margin-left:36.25pt;margin-top:762pt;width:158.45pt;height:55.8pt;z-index:2516597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" filled="f" stroked="f">
              <v:textbox inset=".5mm,.3mm,.5mm,.3mm">
                <w:txbxContent>
                  <w:p w:rsidR="005D7E82" w:rsidRPr="00586CB3" w:rsidRDefault="005D7E82" w:rsidP="005D7E82">
                    <w:pPr>
                      <w:pStyle w:val="Vahedeta1"/>
                      <w:spacing w:line="276" w:lineRule="auto"/>
                      <w:rPr>
                        <w:rFonts w:ascii="Frutiger LT Std 45 Light" w:hAnsi="Frutiger LT Std 45 Light" w:cs="Arial"/>
                        <w:b/>
                        <w:sz w:val="14"/>
                        <w:szCs w:val="14"/>
                      </w:rPr>
                    </w:pPr>
                    <w:r w:rsidRPr="00586CB3">
                      <w:rPr>
                        <w:rFonts w:ascii="Frutiger LT Std 45 Light" w:hAnsi="Frutiger LT Std 45 Light" w:cs="Arial"/>
                        <w:b/>
                        <w:sz w:val="14"/>
                        <w:szCs w:val="14"/>
                      </w:rPr>
                      <w:t>O</w:t>
                    </w:r>
                    <w:r w:rsidRPr="00586CB3">
                      <w:rPr>
                        <w:rFonts w:ascii="Frutiger LT Std 45 Light" w:eastAsia="Times New Roman" w:hAnsi="Frutiger LT Std 45 Light" w:cs="Arial"/>
                        <w:b/>
                        <w:sz w:val="14"/>
                        <w:szCs w:val="14"/>
                      </w:rPr>
                      <w:t>Ü</w:t>
                    </w:r>
                    <w:r w:rsidRPr="00586CB3">
                      <w:rPr>
                        <w:rFonts w:ascii="Frutiger LT Std 45 Light" w:hAnsi="Frutiger LT Std 45 Light" w:cs="Arial"/>
                        <w:b/>
                        <w:sz w:val="14"/>
                        <w:szCs w:val="14"/>
                      </w:rPr>
                      <w:t xml:space="preserve"> KESKKONNAPROJEKT</w:t>
                    </w:r>
                  </w:p>
                  <w:p w:rsidR="005D7E82" w:rsidRPr="00586CB3" w:rsidRDefault="005D7E82" w:rsidP="005D7E82">
                    <w:pPr>
                      <w:pStyle w:val="Vahedeta1"/>
                      <w:spacing w:line="276" w:lineRule="auto"/>
                      <w:rPr>
                        <w:rFonts w:ascii="Frutiger LT Std 45 Light" w:hAnsi="Frutiger LT Std 45 Light" w:cs="Arial"/>
                        <w:sz w:val="14"/>
                        <w:szCs w:val="14"/>
                      </w:rPr>
                    </w:pPr>
                    <w:r w:rsidRPr="00586CB3">
                      <w:rPr>
                        <w:rFonts w:ascii="Frutiger LT Std 45 Light" w:hAnsi="Frutiger LT Std 45 Light" w:cs="Arial"/>
                        <w:b/>
                        <w:sz w:val="14"/>
                        <w:szCs w:val="14"/>
                      </w:rPr>
                      <w:t>A:</w:t>
                    </w:r>
                    <w:r w:rsidRPr="00586CB3">
                      <w:rPr>
                        <w:rFonts w:ascii="Frutiger LT Std 45 Light" w:hAnsi="Frutiger LT Std 45 Light" w:cs="Arial"/>
                        <w:sz w:val="14"/>
                        <w:szCs w:val="14"/>
                      </w:rPr>
                      <w:t xml:space="preserve"> Ringtee 12, </w:t>
                    </w:r>
                    <w:r>
                      <w:rPr>
                        <w:rFonts w:ascii="Frutiger LT Std 45 Light" w:hAnsi="Frutiger LT Std 45 Light" w:cs="Arial"/>
                        <w:sz w:val="14"/>
                        <w:szCs w:val="14"/>
                      </w:rPr>
                      <w:t>50105</w:t>
                    </w:r>
                    <w:r w:rsidRPr="00586CB3">
                      <w:rPr>
                        <w:rFonts w:ascii="Frutiger LT Std 45 Light" w:hAnsi="Frutiger LT Std 45 Light" w:cs="Arial"/>
                        <w:sz w:val="14"/>
                        <w:szCs w:val="14"/>
                      </w:rPr>
                      <w:t xml:space="preserve"> Tartu, </w:t>
                    </w:r>
                    <w:r w:rsidRPr="00586CB3">
                      <w:rPr>
                        <w:rFonts w:ascii="Frutiger LT Std 45 Light" w:hAnsi="Frutiger LT Std 45 Light" w:cs="Arial"/>
                        <w:b/>
                        <w:sz w:val="14"/>
                        <w:szCs w:val="14"/>
                      </w:rPr>
                      <w:t>R:</w:t>
                    </w:r>
                    <w:r w:rsidRPr="00586CB3">
                      <w:rPr>
                        <w:rFonts w:ascii="Frutiger LT Std 45 Light" w:hAnsi="Frutiger LT Std 45 Light" w:cs="Arial"/>
                        <w:sz w:val="14"/>
                        <w:szCs w:val="14"/>
                      </w:rPr>
                      <w:t xml:space="preserve"> </w:t>
                    </w:r>
                    <w:proofErr w:type="spellStart"/>
                    <w:r w:rsidRPr="00586CB3">
                      <w:rPr>
                        <w:rFonts w:ascii="Frutiger LT Std 45 Light" w:hAnsi="Frutiger LT Std 45 Light" w:cs="Arial"/>
                        <w:sz w:val="14"/>
                        <w:szCs w:val="14"/>
                      </w:rPr>
                      <w:t>Reg</w:t>
                    </w:r>
                    <w:proofErr w:type="spellEnd"/>
                    <w:r w:rsidRPr="00586CB3">
                      <w:rPr>
                        <w:rFonts w:ascii="Frutiger LT Std 45 Light" w:hAnsi="Frutiger LT Std 45 Light" w:cs="Arial"/>
                        <w:sz w:val="14"/>
                        <w:szCs w:val="14"/>
                      </w:rPr>
                      <w:t xml:space="preserve"> kood 10769210</w:t>
                    </w:r>
                  </w:p>
                  <w:p w:rsidR="005D7E82" w:rsidRPr="00586CB3" w:rsidRDefault="005D7E82" w:rsidP="005D7E82">
                    <w:pPr>
                      <w:pStyle w:val="Vahedeta1"/>
                      <w:spacing w:line="276" w:lineRule="auto"/>
                      <w:rPr>
                        <w:rFonts w:ascii="Frutiger LT Std 45 Light" w:hAnsi="Frutiger LT Std 45 Light" w:cs="Arial"/>
                        <w:sz w:val="14"/>
                        <w:szCs w:val="14"/>
                      </w:rPr>
                    </w:pPr>
                    <w:r w:rsidRPr="00586CB3">
                      <w:rPr>
                        <w:rFonts w:ascii="Frutiger LT Std 45 Light" w:hAnsi="Frutiger LT Std 45 Light" w:cs="Arial"/>
                        <w:b/>
                        <w:sz w:val="14"/>
                        <w:szCs w:val="14"/>
                      </w:rPr>
                      <w:t>B:</w:t>
                    </w:r>
                    <w:r w:rsidRPr="00586CB3">
                      <w:rPr>
                        <w:rFonts w:ascii="Frutiger LT Std 45 Light" w:hAnsi="Frutiger LT Std 45 Light" w:cs="Arial"/>
                        <w:sz w:val="14"/>
                        <w:szCs w:val="14"/>
                      </w:rPr>
                      <w:t xml:space="preserve"> Swedbank IBANEE042200221016942290</w:t>
                    </w:r>
                  </w:p>
                  <w:p w:rsidR="005D7E82" w:rsidRPr="00586CB3" w:rsidRDefault="005D7E82" w:rsidP="005D7E82">
                    <w:pPr>
                      <w:pStyle w:val="Vahedeta1"/>
                      <w:spacing w:line="276" w:lineRule="auto"/>
                      <w:rPr>
                        <w:rFonts w:ascii="Frutiger LT Std 45 Light" w:hAnsi="Frutiger LT Std 45 Light" w:cs="Arial"/>
                        <w:sz w:val="14"/>
                        <w:szCs w:val="14"/>
                      </w:rPr>
                    </w:pPr>
                    <w:r w:rsidRPr="00586CB3">
                      <w:rPr>
                        <w:rFonts w:ascii="Frutiger LT Std 45 Light" w:hAnsi="Frutiger LT Std 45 Light" w:cs="Arial"/>
                        <w:b/>
                        <w:sz w:val="14"/>
                        <w:szCs w:val="14"/>
                      </w:rPr>
                      <w:t>T:</w:t>
                    </w:r>
                    <w:r w:rsidRPr="00586CB3">
                      <w:rPr>
                        <w:rFonts w:ascii="Frutiger LT Std 45 Light" w:hAnsi="Frutiger LT Std 45 Light" w:cs="Arial"/>
                        <w:sz w:val="14"/>
                        <w:szCs w:val="14"/>
                      </w:rPr>
                      <w:t xml:space="preserve"> +372 730 5060, </w:t>
                    </w:r>
                    <w:r w:rsidRPr="00586CB3">
                      <w:rPr>
                        <w:rFonts w:ascii="Frutiger LT Std 45 Light" w:hAnsi="Frutiger LT Std 45 Light" w:cs="Arial"/>
                        <w:b/>
                        <w:sz w:val="14"/>
                        <w:szCs w:val="14"/>
                      </w:rPr>
                      <w:t>E:</w:t>
                    </w:r>
                    <w:r w:rsidRPr="00586CB3">
                      <w:rPr>
                        <w:rFonts w:ascii="Frutiger LT Std 45 Light" w:hAnsi="Frutiger LT Std 45 Light" w:cs="Arial"/>
                        <w:sz w:val="14"/>
                        <w:szCs w:val="14"/>
                      </w:rPr>
                      <w:t xml:space="preserve"> kp@keskkonnaprojekt.ee</w:t>
                    </w:r>
                  </w:p>
                  <w:p w:rsidR="005D7E82" w:rsidRPr="00586CB3" w:rsidRDefault="005D7E82" w:rsidP="005D7E82">
                    <w:pPr>
                      <w:pStyle w:val="Vahedeta1"/>
                      <w:spacing w:line="276" w:lineRule="auto"/>
                      <w:rPr>
                        <w:rFonts w:ascii="Frutiger LT Std 45 Light" w:hAnsi="Frutiger LT Std 45 Light" w:cs="Arial"/>
                        <w:sz w:val="14"/>
                        <w:szCs w:val="14"/>
                      </w:rPr>
                    </w:pPr>
                    <w:r w:rsidRPr="00586CB3">
                      <w:rPr>
                        <w:rFonts w:ascii="Frutiger LT Std 45 Light" w:hAnsi="Frutiger LT Std 45 Light"/>
                        <w:b/>
                        <w:sz w:val="14"/>
                        <w:szCs w:val="14"/>
                      </w:rPr>
                      <w:t>W:</w:t>
                    </w:r>
                    <w:r w:rsidRPr="00586CB3">
                      <w:rPr>
                        <w:rFonts w:ascii="Frutiger LT Std 45 Light" w:hAnsi="Frutiger LT Std 45 Light"/>
                        <w:sz w:val="14"/>
                        <w:szCs w:val="14"/>
                      </w:rPr>
                      <w:t xml:space="preserve"> www.keskkonnaprojekt.ee</w:t>
                    </w:r>
                  </w:p>
                </w:txbxContent>
              </v:textbox>
              <w10:wrap type="topAndBottom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509E6A" w14:textId="77777777" w:rsidR="00100F2A" w:rsidRDefault="00100F2A" w:rsidP="00E703FA">
      <w:r>
        <w:separator/>
      </w:r>
    </w:p>
  </w:footnote>
  <w:footnote w:type="continuationSeparator" w:id="0">
    <w:p w14:paraId="1EF104A6" w14:textId="77777777" w:rsidR="00100F2A" w:rsidRDefault="00100F2A" w:rsidP="00E703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4CB41" w14:textId="77777777" w:rsidR="00CC433B" w:rsidRDefault="00D42A53">
    <w:pPr>
      <w:pStyle w:val="Header"/>
    </w:pPr>
    <w:r>
      <w:rPr>
        <w:noProof/>
      </w:rPr>
      <w:drawing>
        <wp:anchor distT="0" distB="0" distL="114300" distR="114300" simplePos="0" relativeHeight="251657728" behindDoc="1" locked="0" layoutInCell="1" allowOverlap="1" wp14:anchorId="34362CA8" wp14:editId="1D5C0280">
          <wp:simplePos x="0" y="0"/>
          <wp:positionH relativeFrom="column">
            <wp:posOffset>-708660</wp:posOffset>
          </wp:positionH>
          <wp:positionV relativeFrom="paragraph">
            <wp:posOffset>-154305</wp:posOffset>
          </wp:positionV>
          <wp:extent cx="2843530" cy="631825"/>
          <wp:effectExtent l="0" t="0" r="0" b="0"/>
          <wp:wrapNone/>
          <wp:docPr id="3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3530" cy="631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CEA651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BEA07E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09A65F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4ABEE74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D59C83D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D740C9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6E64B0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FB00B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1820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B98A90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attachedTemplate r:id="rId1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0F2A"/>
    <w:rsid w:val="00090A32"/>
    <w:rsid w:val="000B0172"/>
    <w:rsid w:val="000E2F65"/>
    <w:rsid w:val="000E60A2"/>
    <w:rsid w:val="00100F2A"/>
    <w:rsid w:val="00107B52"/>
    <w:rsid w:val="00157278"/>
    <w:rsid w:val="001B79C1"/>
    <w:rsid w:val="001C43ED"/>
    <w:rsid w:val="001C4FAD"/>
    <w:rsid w:val="001D5A9E"/>
    <w:rsid w:val="002107B1"/>
    <w:rsid w:val="002408D6"/>
    <w:rsid w:val="002417FB"/>
    <w:rsid w:val="00286FF5"/>
    <w:rsid w:val="002C1F8F"/>
    <w:rsid w:val="002F0F06"/>
    <w:rsid w:val="002F3268"/>
    <w:rsid w:val="0031461F"/>
    <w:rsid w:val="00315319"/>
    <w:rsid w:val="00333A5E"/>
    <w:rsid w:val="00392544"/>
    <w:rsid w:val="003A765F"/>
    <w:rsid w:val="003B0DC8"/>
    <w:rsid w:val="003E0369"/>
    <w:rsid w:val="003F1E3E"/>
    <w:rsid w:val="00416D35"/>
    <w:rsid w:val="004438F5"/>
    <w:rsid w:val="00445EF6"/>
    <w:rsid w:val="0046205D"/>
    <w:rsid w:val="00462FFC"/>
    <w:rsid w:val="004A5131"/>
    <w:rsid w:val="004C6543"/>
    <w:rsid w:val="005312CD"/>
    <w:rsid w:val="00556B9C"/>
    <w:rsid w:val="00580832"/>
    <w:rsid w:val="00586CB3"/>
    <w:rsid w:val="005A3162"/>
    <w:rsid w:val="005A6131"/>
    <w:rsid w:val="005B474F"/>
    <w:rsid w:val="005D2214"/>
    <w:rsid w:val="005D65B6"/>
    <w:rsid w:val="005D7E82"/>
    <w:rsid w:val="005E66E2"/>
    <w:rsid w:val="005F2C86"/>
    <w:rsid w:val="00636ADA"/>
    <w:rsid w:val="00665667"/>
    <w:rsid w:val="006A7A68"/>
    <w:rsid w:val="006C24B9"/>
    <w:rsid w:val="006D01C2"/>
    <w:rsid w:val="00744B9A"/>
    <w:rsid w:val="00777062"/>
    <w:rsid w:val="007776FA"/>
    <w:rsid w:val="007A230D"/>
    <w:rsid w:val="007E3FAF"/>
    <w:rsid w:val="0089388A"/>
    <w:rsid w:val="008A29C8"/>
    <w:rsid w:val="00953490"/>
    <w:rsid w:val="00953CCB"/>
    <w:rsid w:val="009A325C"/>
    <w:rsid w:val="009B70B6"/>
    <w:rsid w:val="009D2F79"/>
    <w:rsid w:val="009E486D"/>
    <w:rsid w:val="009F1DF4"/>
    <w:rsid w:val="00A02F9C"/>
    <w:rsid w:val="00A355F8"/>
    <w:rsid w:val="00A65BAE"/>
    <w:rsid w:val="00A8619F"/>
    <w:rsid w:val="00AC4499"/>
    <w:rsid w:val="00AD24F8"/>
    <w:rsid w:val="00AD6CA7"/>
    <w:rsid w:val="00AE2074"/>
    <w:rsid w:val="00B165E2"/>
    <w:rsid w:val="00B36CDA"/>
    <w:rsid w:val="00B550BF"/>
    <w:rsid w:val="00B6754E"/>
    <w:rsid w:val="00B81FF8"/>
    <w:rsid w:val="00BA0A15"/>
    <w:rsid w:val="00BB103A"/>
    <w:rsid w:val="00BD4607"/>
    <w:rsid w:val="00BE362C"/>
    <w:rsid w:val="00C73CEE"/>
    <w:rsid w:val="00CC433B"/>
    <w:rsid w:val="00CD3CE6"/>
    <w:rsid w:val="00D10EA9"/>
    <w:rsid w:val="00D34664"/>
    <w:rsid w:val="00D42A53"/>
    <w:rsid w:val="00D4602A"/>
    <w:rsid w:val="00D749A2"/>
    <w:rsid w:val="00D80C81"/>
    <w:rsid w:val="00DF5189"/>
    <w:rsid w:val="00E328AF"/>
    <w:rsid w:val="00E36B73"/>
    <w:rsid w:val="00E50BED"/>
    <w:rsid w:val="00E703FA"/>
    <w:rsid w:val="00E9297C"/>
    <w:rsid w:val="00E947AA"/>
    <w:rsid w:val="00EA08AB"/>
    <w:rsid w:val="00F1629B"/>
    <w:rsid w:val="00F50F26"/>
    <w:rsid w:val="00F95D30"/>
    <w:rsid w:val="00FA2D58"/>
    <w:rsid w:val="00FF1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46B97AD9"/>
  <w15:docId w15:val="{8660AF4C-D130-4D84-A846-BE9FFF08A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486D"/>
    <w:rPr>
      <w:rFonts w:ascii="Arial" w:eastAsia="Times New Roman" w:hAnsi="Arial"/>
      <w:sz w:val="20"/>
      <w:szCs w:val="24"/>
      <w:lang w:eastAsia="en-US"/>
    </w:rPr>
  </w:style>
  <w:style w:type="paragraph" w:styleId="Heading1">
    <w:name w:val="heading 1"/>
    <w:basedOn w:val="Normal"/>
    <w:next w:val="Normal"/>
    <w:link w:val="Heading1Char"/>
    <w:autoRedefine/>
    <w:uiPriority w:val="99"/>
    <w:qFormat/>
    <w:rsid w:val="001C4FAD"/>
    <w:pPr>
      <w:keepNext/>
      <w:keepLines/>
      <w:spacing w:line="360" w:lineRule="auto"/>
      <w:jc w:val="center"/>
      <w:outlineLvl w:val="0"/>
    </w:pPr>
    <w:rPr>
      <w:rFonts w:ascii="Trajan Pro" w:hAnsi="Trajan Pro"/>
      <w:b/>
      <w:bCs/>
      <w:color w:val="000000"/>
      <w:sz w:val="48"/>
      <w:szCs w:val="32"/>
      <w:lang w:eastAsia="et-EE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C4FAD"/>
    <w:pPr>
      <w:keepNext/>
      <w:keepLines/>
      <w:spacing w:line="360" w:lineRule="auto"/>
      <w:ind w:left="708"/>
      <w:outlineLvl w:val="1"/>
    </w:pPr>
    <w:rPr>
      <w:rFonts w:ascii="Trajan Pro" w:hAnsi="Trajan Pro"/>
      <w:bCs/>
      <w:sz w:val="32"/>
      <w:szCs w:val="28"/>
      <w:lang w:eastAsia="et-EE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C4FAD"/>
    <w:pPr>
      <w:keepNext/>
      <w:keepLines/>
      <w:spacing w:before="200"/>
      <w:outlineLvl w:val="2"/>
    </w:pPr>
    <w:rPr>
      <w:rFonts w:ascii="Trajan Pro" w:hAnsi="Trajan Pro"/>
      <w:b/>
      <w:bCs/>
      <w:sz w:val="24"/>
      <w:szCs w:val="20"/>
      <w:lang w:eastAsia="et-E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C4FAD"/>
    <w:rPr>
      <w:rFonts w:ascii="Trajan Pro" w:hAnsi="Trajan Pro" w:cs="Times New Roman"/>
      <w:b/>
      <w:color w:val="000000"/>
      <w:sz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1C4FAD"/>
    <w:rPr>
      <w:rFonts w:ascii="Trajan Pro" w:hAnsi="Trajan Pro" w:cs="Times New Roman"/>
      <w:sz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1C4FAD"/>
    <w:rPr>
      <w:rFonts w:ascii="Trajan Pro" w:hAnsi="Trajan Pro" w:cs="Times New Roman"/>
      <w:b/>
      <w:sz w:val="24"/>
      <w:lang w:val="en-US"/>
    </w:rPr>
  </w:style>
  <w:style w:type="paragraph" w:styleId="Footer">
    <w:name w:val="footer"/>
    <w:basedOn w:val="Normal"/>
    <w:link w:val="FooterChar"/>
    <w:uiPriority w:val="99"/>
    <w:rsid w:val="001C4FAD"/>
    <w:pPr>
      <w:tabs>
        <w:tab w:val="center" w:pos="4536"/>
        <w:tab w:val="right" w:pos="9072"/>
      </w:tabs>
    </w:pPr>
    <w:rPr>
      <w:rFonts w:ascii="Calibri" w:hAnsi="Calibri"/>
      <w:szCs w:val="20"/>
      <w:lang w:eastAsia="et-EE"/>
    </w:rPr>
  </w:style>
  <w:style w:type="character" w:customStyle="1" w:styleId="FooterChar">
    <w:name w:val="Footer Char"/>
    <w:basedOn w:val="DefaultParagraphFont"/>
    <w:link w:val="Footer"/>
    <w:uiPriority w:val="99"/>
    <w:locked/>
    <w:rsid w:val="001C4FAD"/>
    <w:rPr>
      <w:rFonts w:ascii="Calibri" w:hAnsi="Calibri" w:cs="Times New Roman"/>
      <w:lang w:val="en-US"/>
    </w:rPr>
  </w:style>
  <w:style w:type="paragraph" w:styleId="Header">
    <w:name w:val="header"/>
    <w:basedOn w:val="Normal"/>
    <w:link w:val="HeaderChar"/>
    <w:uiPriority w:val="99"/>
    <w:rsid w:val="001C4FAD"/>
    <w:pPr>
      <w:tabs>
        <w:tab w:val="center" w:pos="4536"/>
        <w:tab w:val="right" w:pos="9072"/>
      </w:tabs>
    </w:pPr>
    <w:rPr>
      <w:rFonts w:ascii="Calibri" w:hAnsi="Calibri"/>
      <w:szCs w:val="20"/>
      <w:lang w:eastAsia="et-EE"/>
    </w:rPr>
  </w:style>
  <w:style w:type="character" w:customStyle="1" w:styleId="HeaderChar">
    <w:name w:val="Header Char"/>
    <w:basedOn w:val="DefaultParagraphFont"/>
    <w:link w:val="Header"/>
    <w:uiPriority w:val="99"/>
    <w:locked/>
    <w:rsid w:val="001C4FAD"/>
    <w:rPr>
      <w:rFonts w:ascii="Calibri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rsid w:val="00E703FA"/>
    <w:rPr>
      <w:rFonts w:ascii="Tahoma" w:eastAsia="Calibri" w:hAnsi="Tahoma"/>
      <w:sz w:val="16"/>
      <w:szCs w:val="16"/>
      <w:lang w:eastAsia="et-E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703FA"/>
    <w:rPr>
      <w:rFonts w:ascii="Tahoma" w:hAnsi="Tahoma" w:cs="Times New Roman"/>
      <w:sz w:val="16"/>
    </w:rPr>
  </w:style>
  <w:style w:type="paragraph" w:customStyle="1" w:styleId="Vahedeta1">
    <w:name w:val="Vahedeta1"/>
    <w:uiPriority w:val="99"/>
    <w:rsid w:val="00AE2074"/>
    <w:rPr>
      <w:lang w:eastAsia="en-US"/>
    </w:rPr>
  </w:style>
  <w:style w:type="character" w:styleId="Hyperlink">
    <w:name w:val="Hyperlink"/>
    <w:basedOn w:val="DefaultParagraphFont"/>
    <w:uiPriority w:val="99"/>
    <w:rsid w:val="009E486D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59"/>
    <w:locked/>
    <w:rsid w:val="00AC449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D10E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bert.raag@keskkonnaprojekt.e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robert.raag@keskkonnaprojekt.e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70%20YLDINE\10%20Vormistus\Kirjad\Vastus%20teabep&#228;ringul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Vastus teabepäringule.dotx</Template>
  <TotalTime>43</TotalTime>
  <Pages>1</Pages>
  <Words>70</Words>
  <Characters>786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[Eesnimi Perekonnanimi]</vt:lpstr>
      <vt:lpstr>[Eesnimi Perekonnanimi]</vt:lpstr>
    </vt:vector>
  </TitlesOfParts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[Eesnimi Perekonnanimi]</dc:title>
  <dc:creator>Annika</dc:creator>
  <cp:lastModifiedBy>robert raag</cp:lastModifiedBy>
  <cp:revision>6</cp:revision>
  <cp:lastPrinted>2014-06-03T08:37:00Z</cp:lastPrinted>
  <dcterms:created xsi:type="dcterms:W3CDTF">2021-09-08T12:00:00Z</dcterms:created>
  <dcterms:modified xsi:type="dcterms:W3CDTF">2021-12-03T07:23:00Z</dcterms:modified>
</cp:coreProperties>
</file>