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8CE77B" w14:textId="77777777" w:rsidR="000E0899" w:rsidRPr="005B29BC" w:rsidRDefault="000E0899">
      <w:pPr>
        <w:rPr>
          <w:rFonts w:ascii="Verdana" w:eastAsia="Verdana" w:hAnsi="Verdana" w:cs="Verdana"/>
          <w:b/>
          <w:color w:val="2868E6"/>
          <w:sz w:val="120"/>
          <w:szCs w:val="120"/>
          <w:lang w:val="et-EE"/>
        </w:rPr>
      </w:pPr>
    </w:p>
    <w:p w14:paraId="0982F5B8" w14:textId="20B7C903" w:rsidR="00F206FA" w:rsidRPr="005B29BC" w:rsidRDefault="00683F99">
      <w:pPr>
        <w:rPr>
          <w:rFonts w:ascii="Verdana" w:hAnsi="Verdana"/>
          <w:sz w:val="24"/>
          <w:szCs w:val="24"/>
          <w:lang w:val="et-EE"/>
        </w:rPr>
      </w:pPr>
      <w:proofErr w:type="spellStart"/>
      <w:r w:rsidRPr="005B29BC">
        <w:rPr>
          <w:rFonts w:ascii="Verdana" w:hAnsi="Verdana"/>
          <w:sz w:val="24"/>
          <w:szCs w:val="24"/>
          <w:lang w:val="et-EE"/>
        </w:rPr>
        <w:t>Liisa-Ly</w:t>
      </w:r>
      <w:proofErr w:type="spellEnd"/>
      <w:r w:rsidRPr="005B29BC">
        <w:rPr>
          <w:rFonts w:ascii="Verdana" w:hAnsi="Verdana"/>
          <w:sz w:val="24"/>
          <w:szCs w:val="24"/>
          <w:lang w:val="et-EE"/>
        </w:rPr>
        <w:t xml:space="preserve"> Pakosta</w:t>
      </w:r>
    </w:p>
    <w:p w14:paraId="1CFF1AF7" w14:textId="1807FD2B" w:rsidR="00F206FA" w:rsidRPr="005B29BC" w:rsidRDefault="00683F99">
      <w:pPr>
        <w:rPr>
          <w:rFonts w:ascii="Verdana" w:hAnsi="Verdana"/>
          <w:sz w:val="24"/>
          <w:szCs w:val="24"/>
          <w:lang w:val="et-EE"/>
        </w:rPr>
      </w:pPr>
      <w:r w:rsidRPr="005B29BC">
        <w:rPr>
          <w:rFonts w:ascii="Verdana" w:hAnsi="Verdana"/>
          <w:sz w:val="24"/>
          <w:szCs w:val="24"/>
          <w:lang w:val="et-EE"/>
        </w:rPr>
        <w:t>Justiits</w:t>
      </w:r>
      <w:r w:rsidR="00D86D8E" w:rsidRPr="005B29BC">
        <w:rPr>
          <w:rFonts w:ascii="Verdana" w:hAnsi="Verdana"/>
          <w:sz w:val="24"/>
          <w:szCs w:val="24"/>
          <w:lang w:val="et-EE"/>
        </w:rPr>
        <w:t xml:space="preserve">- ja </w:t>
      </w:r>
      <w:r w:rsidRPr="005B29BC">
        <w:rPr>
          <w:rFonts w:ascii="Verdana" w:hAnsi="Verdana"/>
          <w:sz w:val="24"/>
          <w:szCs w:val="24"/>
          <w:lang w:val="et-EE"/>
        </w:rPr>
        <w:t>Digi</w:t>
      </w:r>
      <w:r w:rsidR="00F206FA" w:rsidRPr="005B29BC">
        <w:rPr>
          <w:rFonts w:ascii="Verdana" w:hAnsi="Verdana"/>
          <w:sz w:val="24"/>
          <w:szCs w:val="24"/>
          <w:lang w:val="et-EE"/>
        </w:rPr>
        <w:t>minister</w:t>
      </w:r>
      <w:r w:rsidR="00647EAE" w:rsidRPr="005B29BC">
        <w:rPr>
          <w:rFonts w:ascii="Verdana" w:hAnsi="Verdana"/>
          <w:sz w:val="24"/>
          <w:szCs w:val="24"/>
          <w:lang w:val="et-EE"/>
        </w:rPr>
        <w:t xml:space="preserve"> </w:t>
      </w:r>
    </w:p>
    <w:p w14:paraId="6C189F16" w14:textId="3772785A" w:rsidR="00F206FA" w:rsidRPr="005B29BC" w:rsidRDefault="00F206FA">
      <w:pPr>
        <w:rPr>
          <w:rFonts w:ascii="Verdana" w:hAnsi="Verdana"/>
          <w:sz w:val="24"/>
          <w:szCs w:val="24"/>
          <w:lang w:val="et-EE"/>
        </w:rPr>
      </w:pPr>
      <w:r w:rsidRPr="005B29BC">
        <w:rPr>
          <w:rFonts w:ascii="Verdana" w:hAnsi="Verdana"/>
          <w:sz w:val="24"/>
          <w:szCs w:val="24"/>
          <w:lang w:val="et-EE"/>
        </w:rPr>
        <w:t>Suur-Ameerika 1</w:t>
      </w:r>
    </w:p>
    <w:p w14:paraId="6ED23C3E" w14:textId="52E24FB9" w:rsidR="00F206FA" w:rsidRPr="005B29BC" w:rsidRDefault="00F206FA">
      <w:pPr>
        <w:rPr>
          <w:rFonts w:ascii="Verdana" w:hAnsi="Verdana"/>
          <w:sz w:val="24"/>
          <w:szCs w:val="24"/>
          <w:lang w:val="et-EE"/>
        </w:rPr>
      </w:pPr>
      <w:r w:rsidRPr="15F2B503">
        <w:rPr>
          <w:rFonts w:ascii="Verdana" w:hAnsi="Verdana"/>
          <w:sz w:val="24"/>
          <w:szCs w:val="24"/>
          <w:lang w:val="et-EE"/>
        </w:rPr>
        <w:t>10122 Tallinn</w:t>
      </w:r>
      <w:r w:rsidR="00647EAE" w:rsidRPr="15F2B503">
        <w:rPr>
          <w:rFonts w:ascii="Verdana" w:hAnsi="Verdana"/>
          <w:sz w:val="24"/>
          <w:szCs w:val="24"/>
          <w:lang w:val="et-EE"/>
        </w:rPr>
        <w:t xml:space="preserve">                                        Meie: </w:t>
      </w:r>
      <w:r w:rsidR="00683F99" w:rsidRPr="15F2B503">
        <w:rPr>
          <w:rFonts w:ascii="Verdana" w:hAnsi="Verdana"/>
          <w:sz w:val="24"/>
          <w:szCs w:val="24"/>
          <w:lang w:val="et-EE"/>
        </w:rPr>
        <w:t>0</w:t>
      </w:r>
      <w:r w:rsidR="0057459C">
        <w:rPr>
          <w:rFonts w:ascii="Verdana" w:hAnsi="Verdana"/>
          <w:sz w:val="24"/>
          <w:szCs w:val="24"/>
          <w:lang w:val="et-EE"/>
        </w:rPr>
        <w:t>7</w:t>
      </w:r>
      <w:r w:rsidR="00647EAE" w:rsidRPr="15F2B503">
        <w:rPr>
          <w:rFonts w:ascii="Verdana" w:hAnsi="Verdana"/>
          <w:sz w:val="24"/>
          <w:szCs w:val="24"/>
          <w:lang w:val="et-EE"/>
        </w:rPr>
        <w:t>.</w:t>
      </w:r>
      <w:r w:rsidR="00683F99" w:rsidRPr="15F2B503">
        <w:rPr>
          <w:rFonts w:ascii="Verdana" w:hAnsi="Verdana"/>
          <w:sz w:val="24"/>
          <w:szCs w:val="24"/>
          <w:lang w:val="et-EE"/>
        </w:rPr>
        <w:t>11</w:t>
      </w:r>
      <w:r w:rsidR="00647EAE" w:rsidRPr="15F2B503">
        <w:rPr>
          <w:rFonts w:ascii="Verdana" w:hAnsi="Verdana"/>
          <w:sz w:val="24"/>
          <w:szCs w:val="24"/>
          <w:lang w:val="et-EE"/>
        </w:rPr>
        <w:t xml:space="preserve">.2025 </w:t>
      </w:r>
      <w:r w:rsidR="09114B43" w:rsidRPr="15F2B503">
        <w:rPr>
          <w:rFonts w:ascii="Verdana" w:hAnsi="Verdana"/>
          <w:sz w:val="24"/>
          <w:szCs w:val="24"/>
          <w:lang w:val="et-EE"/>
        </w:rPr>
        <w:t>2</w:t>
      </w:r>
      <w:r w:rsidR="00C930F0" w:rsidRPr="15F2B503">
        <w:rPr>
          <w:rFonts w:ascii="Verdana" w:hAnsi="Verdana"/>
          <w:sz w:val="24"/>
          <w:szCs w:val="24"/>
          <w:lang w:val="et-EE"/>
        </w:rPr>
        <w:t>-</w:t>
      </w:r>
      <w:r w:rsidR="09114B43" w:rsidRPr="15F2B503">
        <w:rPr>
          <w:rFonts w:ascii="Verdana" w:hAnsi="Verdana"/>
          <w:sz w:val="24"/>
          <w:szCs w:val="24"/>
          <w:lang w:val="et-EE"/>
        </w:rPr>
        <w:t>5</w:t>
      </w:r>
      <w:r w:rsidR="00647EAE" w:rsidRPr="15F2B503">
        <w:rPr>
          <w:rFonts w:ascii="Verdana" w:hAnsi="Verdana"/>
          <w:sz w:val="24"/>
          <w:szCs w:val="24"/>
          <w:lang w:val="et-EE"/>
        </w:rPr>
        <w:t>/</w:t>
      </w:r>
      <w:r w:rsidR="6C3309D8" w:rsidRPr="15F2B503">
        <w:rPr>
          <w:rFonts w:ascii="Verdana" w:hAnsi="Verdana"/>
          <w:sz w:val="24"/>
          <w:szCs w:val="24"/>
          <w:lang w:val="et-EE"/>
        </w:rPr>
        <w:t>58</w:t>
      </w:r>
      <w:r w:rsidR="00647EAE" w:rsidRPr="15F2B503">
        <w:rPr>
          <w:rFonts w:ascii="Verdana" w:hAnsi="Verdana"/>
          <w:sz w:val="24"/>
          <w:szCs w:val="24"/>
          <w:lang w:val="et-EE"/>
        </w:rPr>
        <w:t>_2025</w:t>
      </w:r>
    </w:p>
    <w:p w14:paraId="06A71DD3" w14:textId="77777777" w:rsidR="00F206FA" w:rsidRPr="005B29BC" w:rsidRDefault="00F206FA">
      <w:pPr>
        <w:rPr>
          <w:rFonts w:ascii="Verdana" w:hAnsi="Verdana"/>
          <w:sz w:val="24"/>
          <w:szCs w:val="24"/>
          <w:lang w:val="et-EE"/>
        </w:rPr>
      </w:pPr>
    </w:p>
    <w:p w14:paraId="4B13115E" w14:textId="77777777" w:rsidR="00F206FA" w:rsidRPr="005B29BC" w:rsidRDefault="00F206FA">
      <w:pPr>
        <w:rPr>
          <w:rFonts w:ascii="Verdana" w:hAnsi="Verdana"/>
          <w:sz w:val="24"/>
          <w:szCs w:val="24"/>
          <w:lang w:val="et-EE"/>
        </w:rPr>
      </w:pPr>
    </w:p>
    <w:p w14:paraId="55E1857C" w14:textId="67F27B30" w:rsidR="3ABD72A8" w:rsidRPr="005B29BC" w:rsidRDefault="3ABD72A8" w:rsidP="6CA9DE09">
      <w:pPr>
        <w:rPr>
          <w:rFonts w:ascii="Verdana" w:hAnsi="Verdana"/>
          <w:b/>
          <w:bCs/>
          <w:sz w:val="24"/>
          <w:szCs w:val="24"/>
          <w:lang w:val="et-EE"/>
        </w:rPr>
      </w:pPr>
      <w:r w:rsidRPr="005B29BC">
        <w:rPr>
          <w:rFonts w:ascii="Verdana" w:hAnsi="Verdana"/>
          <w:b/>
          <w:bCs/>
          <w:sz w:val="24"/>
          <w:szCs w:val="24"/>
          <w:lang w:val="et-EE"/>
        </w:rPr>
        <w:t xml:space="preserve">Pöördumine seoses </w:t>
      </w:r>
      <w:r w:rsidR="00343D07" w:rsidRPr="005B29BC">
        <w:rPr>
          <w:rFonts w:ascii="Verdana" w:hAnsi="Verdana"/>
          <w:b/>
          <w:bCs/>
          <w:sz w:val="24"/>
          <w:szCs w:val="24"/>
          <w:lang w:val="et-EE"/>
        </w:rPr>
        <w:t>tasuta õigusabiteenuse asendamisega juturobotiga</w:t>
      </w:r>
    </w:p>
    <w:p w14:paraId="024EB8EC" w14:textId="02ED263A" w:rsidR="6CA9DE09" w:rsidRPr="005B29BC" w:rsidRDefault="6CA9DE09" w:rsidP="6CA9DE09">
      <w:pPr>
        <w:rPr>
          <w:rFonts w:ascii="Verdana" w:hAnsi="Verdana"/>
          <w:sz w:val="24"/>
          <w:szCs w:val="24"/>
          <w:lang w:val="et-EE"/>
        </w:rPr>
      </w:pPr>
    </w:p>
    <w:p w14:paraId="277C6D46" w14:textId="62358006" w:rsidR="00F206FA" w:rsidRPr="005B29BC" w:rsidRDefault="00F206FA">
      <w:pPr>
        <w:rPr>
          <w:rFonts w:ascii="Verdana" w:hAnsi="Verdana"/>
          <w:sz w:val="24"/>
          <w:szCs w:val="24"/>
          <w:lang w:val="et-EE"/>
        </w:rPr>
      </w:pPr>
      <w:r w:rsidRPr="005B29BC">
        <w:rPr>
          <w:rFonts w:ascii="Verdana" w:hAnsi="Verdana"/>
          <w:sz w:val="24"/>
          <w:szCs w:val="24"/>
          <w:lang w:val="et-EE"/>
        </w:rPr>
        <w:t xml:space="preserve">Austatud minister </w:t>
      </w:r>
      <w:r w:rsidR="00683F99" w:rsidRPr="005B29BC">
        <w:rPr>
          <w:rFonts w:ascii="Verdana" w:hAnsi="Verdana"/>
          <w:sz w:val="24"/>
          <w:szCs w:val="24"/>
          <w:lang w:val="et-EE"/>
        </w:rPr>
        <w:t>Pakosta</w:t>
      </w:r>
      <w:r w:rsidRPr="005B29BC">
        <w:rPr>
          <w:rFonts w:ascii="Verdana" w:hAnsi="Verdana"/>
          <w:sz w:val="24"/>
          <w:szCs w:val="24"/>
          <w:lang w:val="et-EE"/>
        </w:rPr>
        <w:t xml:space="preserve">                              </w:t>
      </w:r>
    </w:p>
    <w:p w14:paraId="118C46EC" w14:textId="77777777" w:rsidR="00FE2D3C" w:rsidRPr="005B29BC" w:rsidRDefault="00FE2D3C" w:rsidP="00FE2D3C">
      <w:pPr>
        <w:jc w:val="both"/>
        <w:rPr>
          <w:rFonts w:ascii="Verdana" w:hAnsi="Verdana"/>
          <w:sz w:val="24"/>
          <w:szCs w:val="24"/>
          <w:lang w:val="et-EE"/>
        </w:rPr>
      </w:pPr>
    </w:p>
    <w:p w14:paraId="04E6DBF4" w14:textId="405F8A1A" w:rsidR="00893A1C" w:rsidRDefault="55D60FFD" w:rsidP="00FE2D3C">
      <w:pPr>
        <w:jc w:val="both"/>
        <w:rPr>
          <w:rFonts w:ascii="Verdana" w:hAnsi="Verdana"/>
          <w:sz w:val="24"/>
          <w:szCs w:val="24"/>
          <w:lang w:val="et-EE"/>
        </w:rPr>
      </w:pPr>
      <w:r w:rsidRPr="15F2B503">
        <w:rPr>
          <w:rFonts w:ascii="Verdana" w:hAnsi="Verdana"/>
          <w:sz w:val="24"/>
          <w:szCs w:val="24"/>
          <w:lang w:val="et-EE"/>
        </w:rPr>
        <w:t xml:space="preserve">Kirjutan Teile seoses </w:t>
      </w:r>
      <w:hyperlink r:id="rId6">
        <w:r w:rsidR="002D2098" w:rsidRPr="15F2B503">
          <w:rPr>
            <w:rStyle w:val="Hperlink"/>
            <w:rFonts w:ascii="Verdana" w:hAnsi="Verdana"/>
            <w:sz w:val="24"/>
            <w:szCs w:val="24"/>
            <w:lang w:val="et-EE"/>
          </w:rPr>
          <w:t>meedia</w:t>
        </w:r>
      </w:hyperlink>
      <w:r w:rsidR="002D2098" w:rsidRPr="15F2B503">
        <w:rPr>
          <w:rFonts w:ascii="Verdana" w:hAnsi="Verdana"/>
          <w:sz w:val="24"/>
          <w:szCs w:val="24"/>
          <w:lang w:val="et-EE"/>
        </w:rPr>
        <w:t xml:space="preserve"> vahendusel </w:t>
      </w:r>
      <w:r w:rsidR="3A3B8149" w:rsidRPr="15F2B503">
        <w:rPr>
          <w:rFonts w:ascii="Verdana" w:hAnsi="Verdana"/>
          <w:sz w:val="24"/>
          <w:szCs w:val="24"/>
          <w:lang w:val="et-EE"/>
        </w:rPr>
        <w:t xml:space="preserve">avaldatud </w:t>
      </w:r>
      <w:r w:rsidR="002D2098" w:rsidRPr="15F2B503">
        <w:rPr>
          <w:rFonts w:ascii="Verdana" w:hAnsi="Verdana"/>
          <w:sz w:val="24"/>
          <w:szCs w:val="24"/>
          <w:lang w:val="et-EE"/>
        </w:rPr>
        <w:t>Justiits- ja Digiministeeriumi plaani</w:t>
      </w:r>
      <w:r w:rsidR="00D5549E" w:rsidRPr="15F2B503">
        <w:rPr>
          <w:rFonts w:ascii="Verdana" w:hAnsi="Verdana"/>
          <w:sz w:val="24"/>
          <w:szCs w:val="24"/>
          <w:lang w:val="et-EE"/>
        </w:rPr>
        <w:t>ga</w:t>
      </w:r>
      <w:r w:rsidR="002D2098" w:rsidRPr="15F2B503">
        <w:rPr>
          <w:rFonts w:ascii="Verdana" w:hAnsi="Verdana"/>
          <w:sz w:val="24"/>
          <w:szCs w:val="24"/>
          <w:lang w:val="et-EE"/>
        </w:rPr>
        <w:t xml:space="preserve"> asendada seni </w:t>
      </w:r>
      <w:r w:rsidR="009171DF" w:rsidRPr="15F2B503">
        <w:rPr>
          <w:rFonts w:ascii="Verdana" w:hAnsi="Verdana"/>
          <w:sz w:val="24"/>
          <w:szCs w:val="24"/>
          <w:lang w:val="et-EE"/>
        </w:rPr>
        <w:t xml:space="preserve">vähekindlustatud inimestele </w:t>
      </w:r>
      <w:r w:rsidR="002D2098" w:rsidRPr="15F2B503">
        <w:rPr>
          <w:rFonts w:ascii="Verdana" w:hAnsi="Verdana"/>
          <w:sz w:val="24"/>
          <w:szCs w:val="24"/>
          <w:lang w:val="et-EE"/>
        </w:rPr>
        <w:t xml:space="preserve">pakutav tasuta õigusabiteenus </w:t>
      </w:r>
      <w:r w:rsidR="009171DF" w:rsidRPr="15F2B503">
        <w:rPr>
          <w:rFonts w:ascii="Verdana" w:hAnsi="Verdana"/>
          <w:sz w:val="24"/>
          <w:szCs w:val="24"/>
          <w:lang w:val="et-EE"/>
        </w:rPr>
        <w:t xml:space="preserve">juturobotiga. </w:t>
      </w:r>
      <w:r w:rsidR="0882F02F" w:rsidRPr="15F2B503">
        <w:rPr>
          <w:rFonts w:ascii="Verdana" w:hAnsi="Verdana"/>
          <w:sz w:val="24"/>
          <w:szCs w:val="24"/>
          <w:lang w:val="et-EE"/>
        </w:rPr>
        <w:t>Õigusabit</w:t>
      </w:r>
      <w:r w:rsidR="00E52CBF" w:rsidRPr="15F2B503">
        <w:rPr>
          <w:rFonts w:ascii="Verdana" w:hAnsi="Verdana"/>
          <w:sz w:val="24"/>
          <w:szCs w:val="24"/>
          <w:lang w:val="et-EE"/>
        </w:rPr>
        <w:t>eenus</w:t>
      </w:r>
      <w:r w:rsidR="00893A1C" w:rsidRPr="15F2B503">
        <w:rPr>
          <w:rFonts w:ascii="Verdana" w:hAnsi="Verdana"/>
          <w:sz w:val="24"/>
          <w:szCs w:val="24"/>
          <w:lang w:val="et-EE"/>
        </w:rPr>
        <w:t>t</w:t>
      </w:r>
      <w:r w:rsidR="00E52CBF" w:rsidRPr="15F2B503">
        <w:rPr>
          <w:rFonts w:ascii="Verdana" w:hAnsi="Verdana"/>
          <w:sz w:val="24"/>
          <w:szCs w:val="24"/>
          <w:lang w:val="et-EE"/>
        </w:rPr>
        <w:t xml:space="preserve"> pakutakse mitmes linnas ka kohapealse nõustamisena</w:t>
      </w:r>
      <w:r w:rsidR="00893A1C" w:rsidRPr="15F2B503">
        <w:rPr>
          <w:rFonts w:ascii="Verdana" w:hAnsi="Verdana"/>
          <w:sz w:val="24"/>
          <w:szCs w:val="24"/>
          <w:lang w:val="et-EE"/>
        </w:rPr>
        <w:t xml:space="preserve"> ning selle eesmärk on Justiits- ja Digiministeeriumi </w:t>
      </w:r>
      <w:hyperlink r:id="rId7">
        <w:r w:rsidR="00893A1C" w:rsidRPr="15F2B503">
          <w:rPr>
            <w:rStyle w:val="Hperlink"/>
            <w:rFonts w:ascii="Verdana" w:hAnsi="Verdana"/>
            <w:sz w:val="24"/>
            <w:szCs w:val="24"/>
            <w:lang w:val="et-EE"/>
          </w:rPr>
          <w:t>kodulehel</w:t>
        </w:r>
      </w:hyperlink>
      <w:r w:rsidR="00893A1C" w:rsidRPr="15F2B503">
        <w:rPr>
          <w:rFonts w:ascii="Verdana" w:hAnsi="Verdana"/>
          <w:sz w:val="24"/>
          <w:szCs w:val="24"/>
          <w:lang w:val="et-EE"/>
        </w:rPr>
        <w:t xml:space="preserve"> toodu kohaselt pakkuda abivajajale kiiret, kvaliteetset ja soodsat esmast õigusalast nõustamist. </w:t>
      </w:r>
    </w:p>
    <w:p w14:paraId="5821E345" w14:textId="77777777" w:rsidR="008E15E5" w:rsidRDefault="008E15E5" w:rsidP="00FE2D3C">
      <w:pPr>
        <w:jc w:val="both"/>
        <w:rPr>
          <w:rFonts w:ascii="Verdana" w:hAnsi="Verdana"/>
          <w:sz w:val="24"/>
          <w:szCs w:val="24"/>
          <w:lang w:val="et-EE"/>
        </w:rPr>
      </w:pPr>
    </w:p>
    <w:p w14:paraId="49363CFB" w14:textId="77777777" w:rsidR="008E15E5" w:rsidRPr="005B29BC" w:rsidRDefault="008E15E5" w:rsidP="008E15E5">
      <w:pPr>
        <w:jc w:val="both"/>
        <w:rPr>
          <w:rFonts w:ascii="Verdana" w:hAnsi="Verdana"/>
          <w:sz w:val="24"/>
          <w:szCs w:val="24"/>
          <w:lang w:val="et-EE"/>
        </w:rPr>
      </w:pPr>
      <w:r w:rsidRPr="005B29BC">
        <w:rPr>
          <w:rFonts w:ascii="Verdana" w:hAnsi="Verdana"/>
          <w:sz w:val="24"/>
          <w:szCs w:val="24"/>
          <w:lang w:val="et-EE"/>
        </w:rPr>
        <w:t>Võrdse kohtlemise seaduse (</w:t>
      </w:r>
      <w:proofErr w:type="spellStart"/>
      <w:r w:rsidRPr="005B29BC">
        <w:rPr>
          <w:rFonts w:ascii="Verdana" w:hAnsi="Verdana"/>
          <w:sz w:val="24"/>
          <w:szCs w:val="24"/>
          <w:lang w:val="et-EE"/>
        </w:rPr>
        <w:t>VõrdKS</w:t>
      </w:r>
      <w:proofErr w:type="spellEnd"/>
      <w:r w:rsidRPr="005B29BC">
        <w:rPr>
          <w:rFonts w:ascii="Verdana" w:hAnsi="Verdana"/>
          <w:sz w:val="24"/>
          <w:szCs w:val="24"/>
          <w:lang w:val="et-EE"/>
        </w:rPr>
        <w:t xml:space="preserve">) § 15 lg 1 kohaselt on soolise võrdõiguslikkuse ja võrdse kohtlemise volinik sõltumatu ja erapooletu asjatundja, kes tegutseb iseseisvalt. Sama seaduse § 16 p 4, 5 ja 6 sätestavad voliniku pädevuse seaduste, eelnõude ja õigusaktide täiendamise kohta ning p 9 üldise edendamise kohustuse. </w:t>
      </w:r>
    </w:p>
    <w:p w14:paraId="7BEB8174" w14:textId="77777777" w:rsidR="00893A1C" w:rsidRDefault="00893A1C" w:rsidP="00FE2D3C">
      <w:pPr>
        <w:jc w:val="both"/>
        <w:rPr>
          <w:rFonts w:ascii="Verdana" w:hAnsi="Verdana"/>
          <w:sz w:val="24"/>
          <w:szCs w:val="24"/>
          <w:lang w:val="et-EE"/>
        </w:rPr>
      </w:pPr>
    </w:p>
    <w:p w14:paraId="493E487A" w14:textId="5DC1452D" w:rsidR="00F76335" w:rsidRPr="005B29BC" w:rsidRDefault="00DA59DD" w:rsidP="00E159E6">
      <w:pPr>
        <w:jc w:val="both"/>
        <w:rPr>
          <w:rFonts w:ascii="Verdana" w:hAnsi="Verdana"/>
          <w:sz w:val="24"/>
          <w:szCs w:val="24"/>
          <w:lang w:val="et-EE"/>
        </w:rPr>
      </w:pPr>
      <w:r>
        <w:rPr>
          <w:rFonts w:ascii="Verdana" w:hAnsi="Verdana"/>
          <w:sz w:val="24"/>
          <w:szCs w:val="24"/>
          <w:lang w:val="et-EE"/>
        </w:rPr>
        <w:t>Õigusabit</w:t>
      </w:r>
      <w:r w:rsidR="00893A1C">
        <w:rPr>
          <w:rFonts w:ascii="Verdana" w:hAnsi="Verdana"/>
          <w:sz w:val="24"/>
          <w:szCs w:val="24"/>
          <w:lang w:val="et-EE"/>
        </w:rPr>
        <w:t>eenus o</w:t>
      </w:r>
      <w:r w:rsidR="00E52CBF" w:rsidRPr="005B29BC">
        <w:rPr>
          <w:rFonts w:ascii="Verdana" w:hAnsi="Verdana"/>
          <w:sz w:val="24"/>
          <w:szCs w:val="24"/>
          <w:lang w:val="et-EE"/>
        </w:rPr>
        <w:t>n mõeldud vähekindlustatud ja teistele haavatavas olukorras inimestele.</w:t>
      </w:r>
      <w:r w:rsidR="00893A1C">
        <w:rPr>
          <w:rFonts w:ascii="Verdana" w:hAnsi="Verdana"/>
          <w:sz w:val="24"/>
          <w:szCs w:val="24"/>
          <w:lang w:val="et-EE"/>
        </w:rPr>
        <w:t xml:space="preserve"> </w:t>
      </w:r>
      <w:r w:rsidR="000D37A6" w:rsidRPr="005B29BC">
        <w:rPr>
          <w:rFonts w:ascii="Verdana" w:hAnsi="Verdana"/>
          <w:sz w:val="24"/>
          <w:szCs w:val="24"/>
          <w:lang w:val="et-EE"/>
        </w:rPr>
        <w:t>Nende inimeste hulka võib lugeda suure osa puuetega inimeste</w:t>
      </w:r>
      <w:r w:rsidR="00E36A8C" w:rsidRPr="005B29BC">
        <w:rPr>
          <w:rFonts w:ascii="Verdana" w:hAnsi="Verdana"/>
          <w:sz w:val="24"/>
          <w:szCs w:val="24"/>
          <w:lang w:val="et-EE"/>
        </w:rPr>
        <w:t xml:space="preserve">st, vanemaealistest ning lähisuhtevägivalla ohvritest. </w:t>
      </w:r>
    </w:p>
    <w:p w14:paraId="17B4F367" w14:textId="77777777" w:rsidR="00E36A8C" w:rsidRDefault="00E36A8C" w:rsidP="00E159E6">
      <w:pPr>
        <w:jc w:val="both"/>
        <w:rPr>
          <w:rFonts w:ascii="Verdana" w:hAnsi="Verdana"/>
          <w:sz w:val="24"/>
          <w:szCs w:val="24"/>
          <w:lang w:val="et-EE"/>
        </w:rPr>
      </w:pPr>
    </w:p>
    <w:p w14:paraId="481A9763" w14:textId="77777777" w:rsidR="00884899" w:rsidRPr="005B29BC" w:rsidRDefault="00884899" w:rsidP="00884899">
      <w:pPr>
        <w:jc w:val="both"/>
        <w:rPr>
          <w:rFonts w:ascii="Verdana" w:hAnsi="Verdana"/>
          <w:sz w:val="24"/>
          <w:szCs w:val="24"/>
          <w:lang w:val="et-EE"/>
        </w:rPr>
      </w:pPr>
      <w:r w:rsidRPr="005B29BC">
        <w:rPr>
          <w:rFonts w:ascii="Verdana" w:hAnsi="Verdana"/>
          <w:sz w:val="24"/>
          <w:szCs w:val="24"/>
          <w:lang w:val="et-EE"/>
        </w:rPr>
        <w:t>Pean tehisaru rakendamist ülesannetes, mida on võimalik automatiseerida, heaks ideeks, liiatigi, kui see aitab riigi kulusid vähendada.</w:t>
      </w:r>
    </w:p>
    <w:p w14:paraId="3F2E9AD7" w14:textId="77777777" w:rsidR="00884899" w:rsidRPr="005B29BC" w:rsidRDefault="00884899" w:rsidP="00884899">
      <w:pPr>
        <w:jc w:val="both"/>
        <w:rPr>
          <w:rFonts w:ascii="Verdana" w:hAnsi="Verdana"/>
          <w:sz w:val="24"/>
          <w:szCs w:val="24"/>
          <w:lang w:val="et-EE"/>
        </w:rPr>
      </w:pPr>
    </w:p>
    <w:p w14:paraId="79F6F6D4" w14:textId="325065B9" w:rsidR="00884899" w:rsidRPr="005B29BC" w:rsidRDefault="35D97C10" w:rsidP="00884899">
      <w:pPr>
        <w:jc w:val="both"/>
        <w:rPr>
          <w:rFonts w:ascii="Verdana" w:hAnsi="Verdana"/>
          <w:sz w:val="24"/>
          <w:szCs w:val="24"/>
          <w:lang w:val="et-EE"/>
        </w:rPr>
      </w:pPr>
      <w:r w:rsidRPr="15F2B503">
        <w:rPr>
          <w:rFonts w:ascii="Verdana" w:hAnsi="Verdana"/>
          <w:sz w:val="24"/>
          <w:szCs w:val="24"/>
          <w:lang w:val="et-EE"/>
        </w:rPr>
        <w:t xml:space="preserve">Planeeritava </w:t>
      </w:r>
      <w:r w:rsidR="00884899" w:rsidRPr="15F2B503">
        <w:rPr>
          <w:rFonts w:ascii="Verdana" w:hAnsi="Verdana"/>
          <w:sz w:val="24"/>
          <w:szCs w:val="24"/>
          <w:lang w:val="et-EE"/>
        </w:rPr>
        <w:t xml:space="preserve">muudatuse </w:t>
      </w:r>
      <w:r w:rsidR="53D4DCA4" w:rsidRPr="15F2B503">
        <w:rPr>
          <w:rFonts w:ascii="Verdana" w:hAnsi="Verdana"/>
          <w:sz w:val="24"/>
          <w:szCs w:val="24"/>
          <w:lang w:val="et-EE"/>
        </w:rPr>
        <w:t xml:space="preserve">puhul </w:t>
      </w:r>
      <w:r w:rsidR="0424729E" w:rsidRPr="15F2B503">
        <w:rPr>
          <w:rFonts w:ascii="Verdana" w:hAnsi="Verdana"/>
          <w:sz w:val="24"/>
          <w:szCs w:val="24"/>
          <w:lang w:val="et-EE"/>
        </w:rPr>
        <w:t>läheks aga</w:t>
      </w:r>
      <w:r w:rsidR="00884899" w:rsidRPr="15F2B503">
        <w:rPr>
          <w:rFonts w:ascii="Verdana" w:hAnsi="Verdana"/>
          <w:sz w:val="24"/>
          <w:szCs w:val="24"/>
          <w:lang w:val="et-EE"/>
        </w:rPr>
        <w:t xml:space="preserve"> inimeste</w:t>
      </w:r>
      <w:r w:rsidR="005C324E" w:rsidRPr="15F2B503">
        <w:rPr>
          <w:rFonts w:ascii="Verdana" w:hAnsi="Verdana"/>
          <w:sz w:val="24"/>
          <w:szCs w:val="24"/>
          <w:lang w:val="et-EE"/>
        </w:rPr>
        <w:t>le</w:t>
      </w:r>
      <w:r w:rsidR="00884899" w:rsidRPr="15F2B503">
        <w:rPr>
          <w:rFonts w:ascii="Verdana" w:hAnsi="Verdana"/>
          <w:sz w:val="24"/>
          <w:szCs w:val="24"/>
          <w:lang w:val="et-EE"/>
        </w:rPr>
        <w:t xml:space="preserve"> pakutava </w:t>
      </w:r>
      <w:r w:rsidR="00F21757" w:rsidRPr="15F2B503">
        <w:rPr>
          <w:rFonts w:ascii="Verdana" w:hAnsi="Verdana"/>
          <w:sz w:val="24"/>
          <w:szCs w:val="24"/>
          <w:lang w:val="et-EE"/>
        </w:rPr>
        <w:t xml:space="preserve">tasuta </w:t>
      </w:r>
      <w:r w:rsidR="00884899" w:rsidRPr="15F2B503">
        <w:rPr>
          <w:rFonts w:ascii="Verdana" w:hAnsi="Verdana"/>
          <w:sz w:val="24"/>
          <w:szCs w:val="24"/>
          <w:lang w:val="et-EE"/>
        </w:rPr>
        <w:t xml:space="preserve">õigusabi täielik asendamine juturobotiga </w:t>
      </w:r>
      <w:r w:rsidR="0AD374B8" w:rsidRPr="15F2B503">
        <w:rPr>
          <w:rFonts w:ascii="Verdana" w:hAnsi="Verdana"/>
          <w:sz w:val="24"/>
          <w:szCs w:val="24"/>
          <w:lang w:val="et-EE"/>
        </w:rPr>
        <w:t xml:space="preserve">vastuollu õigusabi kättesaadavuse </w:t>
      </w:r>
      <w:r w:rsidR="0AD374B8" w:rsidRPr="15F2B503">
        <w:rPr>
          <w:rFonts w:ascii="Verdana" w:hAnsi="Verdana"/>
          <w:sz w:val="24"/>
          <w:szCs w:val="24"/>
          <w:lang w:val="et-EE"/>
        </w:rPr>
        <w:lastRenderedPageBreak/>
        <w:t>tagamise põhimõttega, seda eriti haavatavamas olukorras inimeste vaatest.</w:t>
      </w:r>
    </w:p>
    <w:p w14:paraId="78FD259B" w14:textId="77777777" w:rsidR="00884899" w:rsidRPr="005B29BC" w:rsidRDefault="00884899" w:rsidP="00E159E6">
      <w:pPr>
        <w:jc w:val="both"/>
        <w:rPr>
          <w:rFonts w:ascii="Verdana" w:hAnsi="Verdana"/>
          <w:sz w:val="24"/>
          <w:szCs w:val="24"/>
          <w:lang w:val="et-EE"/>
        </w:rPr>
      </w:pPr>
    </w:p>
    <w:p w14:paraId="26937DD6" w14:textId="3D5C2D80" w:rsidR="00E36A8C" w:rsidRPr="005B29BC" w:rsidRDefault="4BD8CF1B" w:rsidP="00E159E6">
      <w:pPr>
        <w:jc w:val="both"/>
        <w:rPr>
          <w:rFonts w:ascii="Verdana" w:hAnsi="Verdana"/>
          <w:sz w:val="24"/>
          <w:szCs w:val="24"/>
          <w:lang w:val="et-EE"/>
        </w:rPr>
      </w:pPr>
      <w:proofErr w:type="spellStart"/>
      <w:r w:rsidRPr="15F2B503">
        <w:rPr>
          <w:rFonts w:ascii="Verdana" w:hAnsi="Verdana"/>
          <w:sz w:val="24"/>
          <w:szCs w:val="24"/>
          <w:lang w:val="et-EE"/>
        </w:rPr>
        <w:t>Võrdõigusvoliniku</w:t>
      </w:r>
      <w:proofErr w:type="spellEnd"/>
      <w:r w:rsidRPr="15F2B503">
        <w:rPr>
          <w:rFonts w:ascii="Verdana" w:hAnsi="Verdana"/>
          <w:sz w:val="24"/>
          <w:szCs w:val="24"/>
          <w:lang w:val="et-EE"/>
        </w:rPr>
        <w:t xml:space="preserve"> huvikaitse nõukotta kuuluvate h</w:t>
      </w:r>
      <w:r w:rsidR="00654285" w:rsidRPr="15F2B503">
        <w:rPr>
          <w:rFonts w:ascii="Verdana" w:hAnsi="Verdana"/>
          <w:sz w:val="24"/>
          <w:szCs w:val="24"/>
          <w:lang w:val="et-EE"/>
        </w:rPr>
        <w:t>uvikaitseorganisatsioonide hinnangul</w:t>
      </w:r>
      <w:r w:rsidR="2153EBBF" w:rsidRPr="15F2B503">
        <w:rPr>
          <w:rFonts w:ascii="Verdana" w:hAnsi="Verdana"/>
          <w:sz w:val="24"/>
          <w:szCs w:val="24"/>
          <w:lang w:val="et-EE"/>
        </w:rPr>
        <w:t xml:space="preserve"> on teenust vajavatel inimestel</w:t>
      </w:r>
      <w:r w:rsidR="00654285" w:rsidRPr="15F2B503">
        <w:rPr>
          <w:rFonts w:ascii="Verdana" w:hAnsi="Verdana"/>
          <w:sz w:val="24"/>
          <w:szCs w:val="24"/>
          <w:lang w:val="et-EE"/>
        </w:rPr>
        <w:t xml:space="preserve"> </w:t>
      </w:r>
      <w:r w:rsidR="005B75AA" w:rsidRPr="15F2B503">
        <w:rPr>
          <w:rFonts w:ascii="Verdana" w:hAnsi="Verdana"/>
          <w:sz w:val="24"/>
          <w:szCs w:val="24"/>
          <w:lang w:val="et-EE"/>
        </w:rPr>
        <w:t xml:space="preserve">tõenäoliselt </w:t>
      </w:r>
      <w:r w:rsidR="56D9F2EE" w:rsidRPr="15F2B503">
        <w:rPr>
          <w:rFonts w:ascii="Verdana" w:hAnsi="Verdana"/>
          <w:sz w:val="24"/>
          <w:szCs w:val="24"/>
          <w:lang w:val="et-EE"/>
        </w:rPr>
        <w:t xml:space="preserve">peale õigusabivajaduse </w:t>
      </w:r>
      <w:r w:rsidR="005B75AA" w:rsidRPr="15F2B503">
        <w:rPr>
          <w:rFonts w:ascii="Verdana" w:hAnsi="Verdana"/>
          <w:sz w:val="24"/>
          <w:szCs w:val="24"/>
          <w:lang w:val="et-EE"/>
        </w:rPr>
        <w:t xml:space="preserve">ka teisi </w:t>
      </w:r>
      <w:r w:rsidR="2F405E96" w:rsidRPr="15F2B503">
        <w:rPr>
          <w:rFonts w:ascii="Verdana" w:hAnsi="Verdana"/>
          <w:sz w:val="24"/>
          <w:szCs w:val="24"/>
          <w:lang w:val="et-EE"/>
        </w:rPr>
        <w:t>(</w:t>
      </w:r>
      <w:r w:rsidR="005B75AA" w:rsidRPr="15F2B503">
        <w:rPr>
          <w:rFonts w:ascii="Verdana" w:hAnsi="Verdana"/>
          <w:sz w:val="24"/>
          <w:szCs w:val="24"/>
          <w:lang w:val="et-EE"/>
        </w:rPr>
        <w:t>sotsiaal</w:t>
      </w:r>
      <w:r w:rsidR="009032FB" w:rsidRPr="15F2B503">
        <w:rPr>
          <w:rFonts w:ascii="Verdana" w:hAnsi="Verdana"/>
          <w:sz w:val="24"/>
          <w:szCs w:val="24"/>
          <w:lang w:val="et-EE"/>
        </w:rPr>
        <w:t>)</w:t>
      </w:r>
      <w:r w:rsidR="005B75AA" w:rsidRPr="15F2B503">
        <w:rPr>
          <w:rFonts w:ascii="Verdana" w:hAnsi="Verdana"/>
          <w:sz w:val="24"/>
          <w:szCs w:val="24"/>
          <w:lang w:val="et-EE"/>
        </w:rPr>
        <w:t>probleeme, mille lahendamine tuleks suunata vajalikele asutustele ja spetsialistidele.</w:t>
      </w:r>
      <w:r w:rsidR="00654285" w:rsidRPr="15F2B503">
        <w:rPr>
          <w:rFonts w:ascii="Verdana" w:hAnsi="Verdana"/>
          <w:sz w:val="24"/>
          <w:szCs w:val="24"/>
          <w:lang w:val="et-EE"/>
        </w:rPr>
        <w:t xml:space="preserve"> </w:t>
      </w:r>
      <w:r w:rsidR="00206FA9" w:rsidRPr="15F2B503">
        <w:rPr>
          <w:rFonts w:ascii="Verdana" w:hAnsi="Verdana"/>
          <w:sz w:val="24"/>
          <w:szCs w:val="24"/>
          <w:lang w:val="et-EE"/>
        </w:rPr>
        <w:t>Samuti ei pruugi p</w:t>
      </w:r>
      <w:r w:rsidR="00251292" w:rsidRPr="15F2B503">
        <w:rPr>
          <w:rFonts w:ascii="Verdana" w:hAnsi="Verdana"/>
          <w:sz w:val="24"/>
          <w:szCs w:val="24"/>
          <w:lang w:val="et-EE"/>
        </w:rPr>
        <w:t>uuetega inimestel</w:t>
      </w:r>
      <w:r w:rsidR="70A0110C" w:rsidRPr="15F2B503">
        <w:rPr>
          <w:rFonts w:ascii="Verdana" w:hAnsi="Verdana"/>
          <w:sz w:val="24"/>
          <w:szCs w:val="24"/>
          <w:lang w:val="et-EE"/>
        </w:rPr>
        <w:t xml:space="preserve">, </w:t>
      </w:r>
      <w:r w:rsidR="00251292" w:rsidRPr="15F2B503">
        <w:rPr>
          <w:rFonts w:ascii="Verdana" w:hAnsi="Verdana"/>
          <w:sz w:val="24"/>
          <w:szCs w:val="24"/>
          <w:lang w:val="et-EE"/>
        </w:rPr>
        <w:t>vanemaealistel</w:t>
      </w:r>
      <w:r w:rsidR="17D80BE9" w:rsidRPr="15F2B503">
        <w:rPr>
          <w:rFonts w:ascii="Verdana" w:hAnsi="Verdana"/>
          <w:sz w:val="24"/>
          <w:szCs w:val="24"/>
          <w:lang w:val="et-EE"/>
        </w:rPr>
        <w:t xml:space="preserve"> ja</w:t>
      </w:r>
      <w:r w:rsidR="006F2431" w:rsidRPr="15F2B503">
        <w:rPr>
          <w:rFonts w:ascii="Verdana" w:hAnsi="Verdana"/>
          <w:sz w:val="24"/>
          <w:szCs w:val="24"/>
          <w:lang w:val="et-EE"/>
        </w:rPr>
        <w:t xml:space="preserve"> lähisuhtevägivallatraumaga inimestel</w:t>
      </w:r>
      <w:r w:rsidR="005B29BC" w:rsidRPr="15F2B503">
        <w:rPr>
          <w:rFonts w:ascii="Verdana" w:hAnsi="Verdana"/>
          <w:sz w:val="24"/>
          <w:szCs w:val="24"/>
          <w:lang w:val="et-EE"/>
        </w:rPr>
        <w:t xml:space="preserve"> olla piisavalt digioskuseid</w:t>
      </w:r>
      <w:r w:rsidR="00C70971">
        <w:rPr>
          <w:rFonts w:ascii="Verdana" w:hAnsi="Verdana"/>
          <w:sz w:val="24"/>
          <w:szCs w:val="24"/>
          <w:lang w:val="et-EE"/>
        </w:rPr>
        <w:t xml:space="preserve"> või suutlikkust</w:t>
      </w:r>
      <w:r w:rsidR="005B29BC" w:rsidRPr="15F2B503">
        <w:rPr>
          <w:rFonts w:ascii="Verdana" w:hAnsi="Verdana"/>
          <w:sz w:val="24"/>
          <w:szCs w:val="24"/>
          <w:lang w:val="et-EE"/>
        </w:rPr>
        <w:t xml:space="preserve">, et juturobotilt </w:t>
      </w:r>
      <w:r w:rsidR="00206FA9" w:rsidRPr="15F2B503">
        <w:rPr>
          <w:rFonts w:ascii="Verdana" w:hAnsi="Verdana"/>
          <w:sz w:val="24"/>
          <w:szCs w:val="24"/>
          <w:lang w:val="et-EE"/>
        </w:rPr>
        <w:t>hästi</w:t>
      </w:r>
      <w:r w:rsidR="005B29BC" w:rsidRPr="15F2B503">
        <w:rPr>
          <w:rFonts w:ascii="Verdana" w:hAnsi="Verdana"/>
          <w:sz w:val="24"/>
          <w:szCs w:val="24"/>
          <w:lang w:val="et-EE"/>
        </w:rPr>
        <w:t xml:space="preserve"> </w:t>
      </w:r>
      <w:r w:rsidR="00206FA9" w:rsidRPr="15F2B503">
        <w:rPr>
          <w:rFonts w:ascii="Verdana" w:hAnsi="Verdana"/>
          <w:sz w:val="24"/>
          <w:szCs w:val="24"/>
          <w:lang w:val="et-EE"/>
        </w:rPr>
        <w:t>koostatud</w:t>
      </w:r>
      <w:r w:rsidR="005B29BC" w:rsidRPr="15F2B503">
        <w:rPr>
          <w:rFonts w:ascii="Verdana" w:hAnsi="Verdana"/>
          <w:sz w:val="24"/>
          <w:szCs w:val="24"/>
          <w:lang w:val="et-EE"/>
        </w:rPr>
        <w:t xml:space="preserve"> </w:t>
      </w:r>
      <w:r w:rsidR="000B4E79" w:rsidRPr="15F2B503">
        <w:rPr>
          <w:rFonts w:ascii="Verdana" w:hAnsi="Verdana"/>
          <w:sz w:val="24"/>
          <w:szCs w:val="24"/>
          <w:lang w:val="et-EE"/>
        </w:rPr>
        <w:t>päringu</w:t>
      </w:r>
      <w:r w:rsidR="005B29BC" w:rsidRPr="15F2B503">
        <w:rPr>
          <w:rFonts w:ascii="Verdana" w:hAnsi="Verdana"/>
          <w:sz w:val="24"/>
          <w:szCs w:val="24"/>
          <w:lang w:val="et-EE"/>
        </w:rPr>
        <w:t xml:space="preserve"> abil vajalikku infot saada. Esmajoones vajavad nad inimlikku kontakti ja empaatilist lähenemist</w:t>
      </w:r>
      <w:r w:rsidR="001C610E" w:rsidRPr="15F2B503">
        <w:rPr>
          <w:rFonts w:ascii="Verdana" w:hAnsi="Verdana"/>
          <w:sz w:val="24"/>
          <w:szCs w:val="24"/>
          <w:lang w:val="et-EE"/>
        </w:rPr>
        <w:t xml:space="preserve">, mida ei saa </w:t>
      </w:r>
      <w:r w:rsidR="00206FA9" w:rsidRPr="15F2B503">
        <w:rPr>
          <w:rFonts w:ascii="Verdana" w:hAnsi="Verdana"/>
          <w:sz w:val="24"/>
          <w:szCs w:val="24"/>
          <w:lang w:val="et-EE"/>
        </w:rPr>
        <w:t>asendada</w:t>
      </w:r>
      <w:r w:rsidR="001C610E" w:rsidRPr="15F2B503">
        <w:rPr>
          <w:rFonts w:ascii="Verdana" w:hAnsi="Verdana"/>
          <w:sz w:val="24"/>
          <w:szCs w:val="24"/>
          <w:lang w:val="et-EE"/>
        </w:rPr>
        <w:t xml:space="preserve"> nutiseadmes olev </w:t>
      </w:r>
      <w:r w:rsidR="00660E16" w:rsidRPr="15F2B503">
        <w:rPr>
          <w:rFonts w:ascii="Verdana" w:hAnsi="Verdana"/>
          <w:sz w:val="24"/>
          <w:szCs w:val="24"/>
          <w:lang w:val="et-EE"/>
        </w:rPr>
        <w:t>rakendus</w:t>
      </w:r>
      <w:r w:rsidR="001C610E" w:rsidRPr="15F2B503">
        <w:rPr>
          <w:rFonts w:ascii="Verdana" w:hAnsi="Verdana"/>
          <w:sz w:val="24"/>
          <w:szCs w:val="24"/>
          <w:lang w:val="et-EE"/>
        </w:rPr>
        <w:t xml:space="preserve">. </w:t>
      </w:r>
    </w:p>
    <w:p w14:paraId="392F9EBB" w14:textId="77777777" w:rsidR="00B362B3" w:rsidRPr="005B29BC" w:rsidRDefault="00B362B3" w:rsidP="00FE2D3C">
      <w:pPr>
        <w:jc w:val="both"/>
        <w:rPr>
          <w:rFonts w:ascii="Verdana" w:hAnsi="Verdana"/>
          <w:sz w:val="24"/>
          <w:szCs w:val="24"/>
          <w:lang w:val="et-EE"/>
        </w:rPr>
      </w:pPr>
    </w:p>
    <w:p w14:paraId="76294511" w14:textId="6EC572CE" w:rsidR="00D5549E" w:rsidRPr="005B29BC" w:rsidRDefault="001C610E" w:rsidP="00FE2D3C">
      <w:pPr>
        <w:jc w:val="both"/>
        <w:rPr>
          <w:rFonts w:ascii="Verdana" w:hAnsi="Verdana"/>
          <w:sz w:val="24"/>
          <w:szCs w:val="24"/>
          <w:lang w:val="et-EE"/>
        </w:rPr>
      </w:pPr>
      <w:r>
        <w:rPr>
          <w:rFonts w:ascii="Verdana" w:hAnsi="Verdana"/>
          <w:sz w:val="24"/>
          <w:szCs w:val="24"/>
          <w:lang w:val="et-EE"/>
        </w:rPr>
        <w:t>Viidatud</w:t>
      </w:r>
      <w:r w:rsidR="00274722" w:rsidRPr="005B29BC">
        <w:rPr>
          <w:rFonts w:ascii="Verdana" w:hAnsi="Verdana"/>
          <w:sz w:val="24"/>
          <w:szCs w:val="24"/>
          <w:lang w:val="et-EE"/>
        </w:rPr>
        <w:t xml:space="preserve"> artiklist ei selgu, kas</w:t>
      </w:r>
      <w:r>
        <w:rPr>
          <w:rFonts w:ascii="Verdana" w:hAnsi="Verdana"/>
          <w:sz w:val="24"/>
          <w:szCs w:val="24"/>
          <w:lang w:val="et-EE"/>
        </w:rPr>
        <w:t xml:space="preserve"> </w:t>
      </w:r>
      <w:r w:rsidR="00274722" w:rsidRPr="005B29BC">
        <w:rPr>
          <w:rFonts w:ascii="Verdana" w:hAnsi="Verdana"/>
          <w:sz w:val="24"/>
          <w:szCs w:val="24"/>
          <w:lang w:val="et-EE"/>
        </w:rPr>
        <w:t xml:space="preserve">plaani </w:t>
      </w:r>
      <w:r>
        <w:rPr>
          <w:rFonts w:ascii="Verdana" w:hAnsi="Verdana"/>
          <w:sz w:val="24"/>
          <w:szCs w:val="24"/>
          <w:lang w:val="et-EE"/>
        </w:rPr>
        <w:t>puhul</w:t>
      </w:r>
      <w:r w:rsidR="00F5069B" w:rsidRPr="005B29BC">
        <w:rPr>
          <w:rFonts w:ascii="Verdana" w:hAnsi="Verdana"/>
          <w:sz w:val="24"/>
          <w:szCs w:val="24"/>
          <w:lang w:val="et-EE"/>
        </w:rPr>
        <w:t xml:space="preserve"> on </w:t>
      </w:r>
      <w:r w:rsidR="00660E16" w:rsidRPr="005B29BC">
        <w:rPr>
          <w:rFonts w:ascii="Verdana" w:hAnsi="Verdana"/>
          <w:sz w:val="24"/>
          <w:szCs w:val="24"/>
          <w:lang w:val="et-EE"/>
        </w:rPr>
        <w:t>Justiits- ja Digiministee</w:t>
      </w:r>
      <w:r w:rsidR="00660E16">
        <w:rPr>
          <w:rFonts w:ascii="Verdana" w:hAnsi="Verdana"/>
          <w:sz w:val="24"/>
          <w:szCs w:val="24"/>
          <w:lang w:val="et-EE"/>
        </w:rPr>
        <w:t>rium</w:t>
      </w:r>
      <w:r w:rsidR="00660E16" w:rsidRPr="005B29BC">
        <w:rPr>
          <w:rFonts w:ascii="Verdana" w:hAnsi="Verdana"/>
          <w:sz w:val="24"/>
          <w:szCs w:val="24"/>
          <w:lang w:val="et-EE"/>
        </w:rPr>
        <w:t xml:space="preserve"> </w:t>
      </w:r>
      <w:r w:rsidR="00F5069B" w:rsidRPr="005B29BC">
        <w:rPr>
          <w:rFonts w:ascii="Verdana" w:hAnsi="Verdana"/>
          <w:sz w:val="24"/>
          <w:szCs w:val="24"/>
          <w:lang w:val="et-EE"/>
        </w:rPr>
        <w:t>hinna</w:t>
      </w:r>
      <w:r w:rsidR="00660E16">
        <w:rPr>
          <w:rFonts w:ascii="Verdana" w:hAnsi="Verdana"/>
          <w:sz w:val="24"/>
          <w:szCs w:val="24"/>
          <w:lang w:val="et-EE"/>
        </w:rPr>
        <w:t>n</w:t>
      </w:r>
      <w:r w:rsidR="00F5069B" w:rsidRPr="005B29BC">
        <w:rPr>
          <w:rFonts w:ascii="Verdana" w:hAnsi="Verdana"/>
          <w:sz w:val="24"/>
          <w:szCs w:val="24"/>
          <w:lang w:val="et-EE"/>
        </w:rPr>
        <w:t>ud võimalikk</w:t>
      </w:r>
      <w:r w:rsidR="00660E16">
        <w:rPr>
          <w:rFonts w:ascii="Verdana" w:hAnsi="Verdana"/>
          <w:sz w:val="24"/>
          <w:szCs w:val="24"/>
          <w:lang w:val="et-EE"/>
        </w:rPr>
        <w:t>u</w:t>
      </w:r>
      <w:r w:rsidR="00F5069B" w:rsidRPr="005B29BC">
        <w:rPr>
          <w:rFonts w:ascii="Verdana" w:hAnsi="Verdana"/>
          <w:sz w:val="24"/>
          <w:szCs w:val="24"/>
          <w:lang w:val="et-EE"/>
        </w:rPr>
        <w:t xml:space="preserve"> mõju </w:t>
      </w:r>
      <w:r w:rsidR="009C45E1">
        <w:rPr>
          <w:rFonts w:ascii="Verdana" w:hAnsi="Verdana"/>
          <w:sz w:val="24"/>
          <w:szCs w:val="24"/>
          <w:lang w:val="et-EE"/>
        </w:rPr>
        <w:t xml:space="preserve">praegu tasuta õigusabiteenust kasutavatele </w:t>
      </w:r>
      <w:r w:rsidR="00FA58C8">
        <w:rPr>
          <w:rFonts w:ascii="Verdana" w:hAnsi="Verdana"/>
          <w:sz w:val="24"/>
          <w:szCs w:val="24"/>
          <w:lang w:val="et-EE"/>
        </w:rPr>
        <w:t xml:space="preserve">sihtrühmadele, nende seas </w:t>
      </w:r>
      <w:r w:rsidR="00AB2AFD">
        <w:rPr>
          <w:rFonts w:ascii="Verdana" w:hAnsi="Verdana"/>
          <w:sz w:val="24"/>
          <w:szCs w:val="24"/>
          <w:lang w:val="et-EE"/>
        </w:rPr>
        <w:t xml:space="preserve">naistele (enamik lähisuhtevägivalla ohvritest) </w:t>
      </w:r>
      <w:r w:rsidR="00F5069B" w:rsidRPr="005B29BC">
        <w:rPr>
          <w:rFonts w:ascii="Verdana" w:hAnsi="Verdana"/>
          <w:sz w:val="24"/>
          <w:szCs w:val="24"/>
          <w:lang w:val="et-EE"/>
        </w:rPr>
        <w:t xml:space="preserve">vanemaealistele ja puuetega inimestele. </w:t>
      </w:r>
    </w:p>
    <w:p w14:paraId="7ECAC0E6" w14:textId="77777777" w:rsidR="00223E2C" w:rsidRPr="005B29BC" w:rsidRDefault="00223E2C" w:rsidP="00FE2D3C">
      <w:pPr>
        <w:jc w:val="both"/>
        <w:rPr>
          <w:rFonts w:ascii="Verdana" w:hAnsi="Verdana"/>
          <w:sz w:val="24"/>
          <w:szCs w:val="24"/>
          <w:lang w:val="et-EE"/>
        </w:rPr>
      </w:pPr>
    </w:p>
    <w:p w14:paraId="0805B1A3" w14:textId="44F86FCD" w:rsidR="349AFC62" w:rsidRPr="005B29BC" w:rsidRDefault="349AFC62" w:rsidP="6CA9DE09">
      <w:pPr>
        <w:jc w:val="both"/>
        <w:rPr>
          <w:rFonts w:ascii="Verdana" w:hAnsi="Verdana"/>
          <w:sz w:val="24"/>
          <w:szCs w:val="24"/>
          <w:lang w:val="et-EE"/>
        </w:rPr>
      </w:pPr>
      <w:r w:rsidRPr="005B29BC">
        <w:rPr>
          <w:rFonts w:ascii="Verdana" w:hAnsi="Verdana"/>
          <w:sz w:val="24"/>
          <w:szCs w:val="24"/>
          <w:lang w:val="et-EE"/>
        </w:rPr>
        <w:t>Soolise võrdõiguslikkuse seaduse § 9 lg 2</w:t>
      </w:r>
      <w:r w:rsidR="07B042F8" w:rsidRPr="005B29BC">
        <w:rPr>
          <w:rFonts w:ascii="Verdana" w:hAnsi="Verdana"/>
          <w:sz w:val="24"/>
          <w:szCs w:val="24"/>
          <w:lang w:val="et-EE"/>
        </w:rPr>
        <w:t xml:space="preserve"> kohaselt peab riiklikke poliitikaid planeerides, ellu viies ja hinnates </w:t>
      </w:r>
      <w:r w:rsidR="561C7FEE" w:rsidRPr="005B29BC">
        <w:rPr>
          <w:rFonts w:ascii="Verdana" w:hAnsi="Verdana"/>
          <w:sz w:val="24"/>
          <w:szCs w:val="24"/>
          <w:lang w:val="et-EE"/>
        </w:rPr>
        <w:t xml:space="preserve">arvestama kuidas rakendatavad meetmed mõjutavad naiste ja meeste olukorda ühiskonnas. </w:t>
      </w:r>
      <w:r w:rsidR="00CF5A06">
        <w:rPr>
          <w:rFonts w:ascii="Verdana" w:hAnsi="Verdana"/>
          <w:sz w:val="24"/>
          <w:szCs w:val="24"/>
          <w:lang w:val="et-EE"/>
        </w:rPr>
        <w:t xml:space="preserve">Kuna </w:t>
      </w:r>
      <w:r w:rsidR="00934357">
        <w:rPr>
          <w:rFonts w:ascii="Verdana" w:hAnsi="Verdana"/>
          <w:sz w:val="24"/>
          <w:szCs w:val="24"/>
          <w:lang w:val="et-EE"/>
        </w:rPr>
        <w:t xml:space="preserve">tasuta </w:t>
      </w:r>
      <w:r w:rsidR="00CF5A06">
        <w:rPr>
          <w:rFonts w:ascii="Verdana" w:hAnsi="Verdana"/>
          <w:sz w:val="24"/>
          <w:szCs w:val="24"/>
          <w:lang w:val="et-EE"/>
        </w:rPr>
        <w:t>õigusabiteenus</w:t>
      </w:r>
      <w:r w:rsidR="00934357">
        <w:rPr>
          <w:rFonts w:ascii="Verdana" w:hAnsi="Verdana"/>
          <w:sz w:val="24"/>
          <w:szCs w:val="24"/>
          <w:lang w:val="et-EE"/>
        </w:rPr>
        <w:t>t kasutavad ka lähisuhtevägivalla ohvrid, kes on enamjaolt naised, on muudatusel tõenäoliselt muuhulgas mõju soolisele võrdõiguslikkusele, mida tuleks hinnata.</w:t>
      </w:r>
    </w:p>
    <w:p w14:paraId="33DC2EE5" w14:textId="2CB5BEAC" w:rsidR="69CC1BFA" w:rsidRPr="005B29BC" w:rsidRDefault="69CC1BFA" w:rsidP="69CC1BFA">
      <w:pPr>
        <w:jc w:val="both"/>
        <w:rPr>
          <w:rFonts w:ascii="Verdana" w:hAnsi="Verdana"/>
          <w:sz w:val="24"/>
          <w:szCs w:val="24"/>
          <w:lang w:val="et-EE"/>
        </w:rPr>
      </w:pPr>
    </w:p>
    <w:p w14:paraId="7CB6B8A8" w14:textId="79A7460C" w:rsidR="007C25D9" w:rsidRPr="005B29BC" w:rsidRDefault="50415862" w:rsidP="6CA9DE09">
      <w:pPr>
        <w:jc w:val="both"/>
        <w:rPr>
          <w:rFonts w:ascii="Verdana" w:hAnsi="Verdana"/>
          <w:sz w:val="24"/>
          <w:szCs w:val="24"/>
          <w:lang w:val="et-EE"/>
        </w:rPr>
      </w:pPr>
      <w:r w:rsidRPr="005B29BC">
        <w:rPr>
          <w:rFonts w:ascii="Verdana" w:hAnsi="Verdana"/>
          <w:sz w:val="24"/>
          <w:szCs w:val="24"/>
          <w:lang w:val="et-EE"/>
        </w:rPr>
        <w:t xml:space="preserve">Palun Teil teha vastavasisulised täpsemad </w:t>
      </w:r>
      <w:r w:rsidR="009C45E1">
        <w:rPr>
          <w:rFonts w:ascii="Verdana" w:hAnsi="Verdana"/>
          <w:sz w:val="24"/>
          <w:szCs w:val="24"/>
          <w:lang w:val="et-EE"/>
        </w:rPr>
        <w:t>mõju</w:t>
      </w:r>
      <w:r w:rsidRPr="005B29BC">
        <w:rPr>
          <w:rFonts w:ascii="Verdana" w:hAnsi="Verdana"/>
          <w:sz w:val="24"/>
          <w:szCs w:val="24"/>
          <w:lang w:val="et-EE"/>
        </w:rPr>
        <w:t>analüüsid</w:t>
      </w:r>
      <w:r w:rsidR="009C45E1">
        <w:rPr>
          <w:rFonts w:ascii="Verdana" w:hAnsi="Verdana"/>
          <w:sz w:val="24"/>
          <w:szCs w:val="24"/>
          <w:lang w:val="et-EE"/>
        </w:rPr>
        <w:t xml:space="preserve"> ning </w:t>
      </w:r>
      <w:r w:rsidRPr="005B29BC">
        <w:rPr>
          <w:rFonts w:ascii="Verdana" w:hAnsi="Verdana"/>
          <w:sz w:val="24"/>
          <w:szCs w:val="24"/>
          <w:lang w:val="et-EE"/>
        </w:rPr>
        <w:t>kaasat</w:t>
      </w:r>
      <w:r w:rsidR="00E872F0">
        <w:rPr>
          <w:rFonts w:ascii="Verdana" w:hAnsi="Verdana"/>
          <w:sz w:val="24"/>
          <w:szCs w:val="24"/>
          <w:lang w:val="et-EE"/>
        </w:rPr>
        <w:t>a</w:t>
      </w:r>
      <w:r w:rsidRPr="005B29BC">
        <w:rPr>
          <w:rFonts w:ascii="Verdana" w:hAnsi="Verdana"/>
          <w:sz w:val="24"/>
          <w:szCs w:val="24"/>
          <w:lang w:val="et-EE"/>
        </w:rPr>
        <w:t xml:space="preserve"> </w:t>
      </w:r>
      <w:r w:rsidR="00206FA9">
        <w:rPr>
          <w:rFonts w:ascii="Verdana" w:hAnsi="Verdana"/>
          <w:sz w:val="24"/>
          <w:szCs w:val="24"/>
          <w:lang w:val="et-EE"/>
        </w:rPr>
        <w:t>sihtrühmi esindavaid</w:t>
      </w:r>
      <w:r w:rsidR="00E872F0">
        <w:rPr>
          <w:rFonts w:ascii="Verdana" w:hAnsi="Verdana"/>
          <w:sz w:val="24"/>
          <w:szCs w:val="24"/>
          <w:lang w:val="et-EE"/>
        </w:rPr>
        <w:t xml:space="preserve"> huvikaitseorganisatsioone</w:t>
      </w:r>
      <w:r w:rsidRPr="005B29BC">
        <w:rPr>
          <w:rFonts w:ascii="Verdana" w:hAnsi="Verdana"/>
          <w:sz w:val="24"/>
          <w:szCs w:val="24"/>
          <w:lang w:val="et-EE"/>
        </w:rPr>
        <w:t xml:space="preserve">, </w:t>
      </w:r>
      <w:r w:rsidR="00E872F0">
        <w:rPr>
          <w:rFonts w:ascii="Verdana" w:hAnsi="Verdana"/>
          <w:sz w:val="24"/>
          <w:szCs w:val="24"/>
          <w:lang w:val="et-EE"/>
        </w:rPr>
        <w:t xml:space="preserve">et vältida </w:t>
      </w:r>
      <w:r w:rsidR="00976365">
        <w:rPr>
          <w:rFonts w:ascii="Verdana" w:hAnsi="Verdana"/>
          <w:sz w:val="24"/>
          <w:szCs w:val="24"/>
          <w:lang w:val="et-EE"/>
        </w:rPr>
        <w:t xml:space="preserve">haavatavas olukorras inimeste ligipääsu halvenemist tasuta õigusabi teenusele. </w:t>
      </w:r>
    </w:p>
    <w:p w14:paraId="5BF1E2CE" w14:textId="602F457B" w:rsidR="007C25D9" w:rsidRPr="005B29BC" w:rsidRDefault="007C25D9" w:rsidP="6CA9DE09">
      <w:pPr>
        <w:jc w:val="both"/>
        <w:rPr>
          <w:rFonts w:ascii="Verdana" w:hAnsi="Verdana"/>
          <w:sz w:val="24"/>
          <w:szCs w:val="24"/>
          <w:lang w:val="et-EE"/>
        </w:rPr>
      </w:pPr>
    </w:p>
    <w:p w14:paraId="40149F35" w14:textId="5AEB7DEA" w:rsidR="007C25D9" w:rsidRPr="005B29BC" w:rsidRDefault="007C25D9" w:rsidP="6CA9DE09">
      <w:pPr>
        <w:jc w:val="both"/>
        <w:rPr>
          <w:rFonts w:ascii="Verdana" w:hAnsi="Verdana"/>
          <w:sz w:val="24"/>
          <w:szCs w:val="24"/>
          <w:lang w:val="et-EE"/>
        </w:rPr>
      </w:pPr>
    </w:p>
    <w:p w14:paraId="409E740E" w14:textId="77777777" w:rsidR="000064A9" w:rsidRPr="005B29BC" w:rsidRDefault="000064A9" w:rsidP="00536625">
      <w:pPr>
        <w:jc w:val="both"/>
        <w:rPr>
          <w:rFonts w:ascii="Verdana" w:hAnsi="Verdana"/>
          <w:sz w:val="24"/>
          <w:szCs w:val="24"/>
          <w:lang w:val="et-EE"/>
        </w:rPr>
      </w:pPr>
    </w:p>
    <w:p w14:paraId="6B9FF361" w14:textId="0C3FBF30" w:rsidR="000064A9" w:rsidRPr="005B29BC" w:rsidRDefault="000064A9" w:rsidP="00536625">
      <w:pPr>
        <w:jc w:val="both"/>
        <w:rPr>
          <w:rFonts w:ascii="Verdana" w:hAnsi="Verdana"/>
          <w:sz w:val="24"/>
          <w:szCs w:val="24"/>
          <w:lang w:val="et-EE"/>
        </w:rPr>
      </w:pPr>
      <w:r w:rsidRPr="005B29BC">
        <w:rPr>
          <w:rFonts w:ascii="Verdana" w:hAnsi="Verdana"/>
          <w:sz w:val="24"/>
          <w:szCs w:val="24"/>
          <w:lang w:val="et-EE"/>
        </w:rPr>
        <w:t>Lugupidamisega,</w:t>
      </w:r>
    </w:p>
    <w:p w14:paraId="1212C78C" w14:textId="6C23F771" w:rsidR="000064A9" w:rsidRPr="005B29BC" w:rsidRDefault="000064A9" w:rsidP="00536625">
      <w:pPr>
        <w:jc w:val="both"/>
        <w:rPr>
          <w:rFonts w:ascii="Verdana" w:hAnsi="Verdana"/>
          <w:sz w:val="24"/>
          <w:szCs w:val="24"/>
          <w:lang w:val="et-EE"/>
        </w:rPr>
      </w:pPr>
      <w:r w:rsidRPr="005B29BC">
        <w:rPr>
          <w:rFonts w:ascii="Verdana" w:hAnsi="Verdana"/>
          <w:sz w:val="24"/>
          <w:szCs w:val="24"/>
          <w:lang w:val="et-EE"/>
        </w:rPr>
        <w:t>Christian Veske</w:t>
      </w:r>
    </w:p>
    <w:p w14:paraId="24D493B1" w14:textId="589EFCAC" w:rsidR="000064A9" w:rsidRPr="005B29BC" w:rsidRDefault="000064A9" w:rsidP="00536625">
      <w:pPr>
        <w:jc w:val="both"/>
        <w:rPr>
          <w:rFonts w:ascii="Verdana" w:hAnsi="Verdana"/>
          <w:sz w:val="24"/>
          <w:szCs w:val="24"/>
          <w:lang w:val="et-EE"/>
        </w:rPr>
      </w:pPr>
      <w:r w:rsidRPr="005B29BC">
        <w:rPr>
          <w:rFonts w:ascii="Verdana" w:hAnsi="Verdana"/>
          <w:sz w:val="24"/>
          <w:szCs w:val="24"/>
          <w:lang w:val="et-EE"/>
        </w:rPr>
        <w:t>Soolise võrdõiguslikkuse ja võrdse kohtlemise volinik</w:t>
      </w:r>
    </w:p>
    <w:p w14:paraId="2C4E4300" w14:textId="4A8626B0" w:rsidR="000064A9" w:rsidRPr="005B29BC" w:rsidRDefault="000064A9" w:rsidP="00536625">
      <w:pPr>
        <w:jc w:val="both"/>
        <w:rPr>
          <w:rFonts w:ascii="Verdana" w:hAnsi="Verdana"/>
          <w:sz w:val="24"/>
          <w:szCs w:val="24"/>
          <w:lang w:val="et-EE"/>
        </w:rPr>
      </w:pPr>
      <w:r w:rsidRPr="005B29BC">
        <w:rPr>
          <w:rFonts w:ascii="Verdana" w:hAnsi="Verdana"/>
          <w:sz w:val="24"/>
          <w:szCs w:val="24"/>
          <w:lang w:val="et-EE"/>
        </w:rPr>
        <w:t>/allkirjastatud digitaalselt/</w:t>
      </w:r>
    </w:p>
    <w:sectPr w:rsidR="000064A9" w:rsidRPr="005B29BC">
      <w:headerReference w:type="default" r:id="rId8"/>
      <w:footerReference w:type="default" r:id="rId9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3F9AF3" w14:textId="77777777" w:rsidR="00D12C61" w:rsidRDefault="00D12C61">
      <w:pPr>
        <w:spacing w:line="240" w:lineRule="auto"/>
      </w:pPr>
      <w:r>
        <w:separator/>
      </w:r>
    </w:p>
  </w:endnote>
  <w:endnote w:type="continuationSeparator" w:id="0">
    <w:p w14:paraId="4DBC9990" w14:textId="77777777" w:rsidR="00D12C61" w:rsidRDefault="00D12C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24158677"/>
      <w:docPartObj>
        <w:docPartGallery w:val="Page Numbers (Bottom of Page)"/>
        <w:docPartUnique/>
      </w:docPartObj>
    </w:sdtPr>
    <w:sdtContent>
      <w:p w14:paraId="546B3BA3" w14:textId="795F77AF" w:rsidR="003D17C3" w:rsidRDefault="003D17C3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t-EE"/>
          </w:rPr>
          <w:t>2</w:t>
        </w:r>
        <w:r>
          <w:fldChar w:fldCharType="end"/>
        </w:r>
      </w:p>
    </w:sdtContent>
  </w:sdt>
  <w:p w14:paraId="53849EF7" w14:textId="77777777" w:rsidR="004F4FCB" w:rsidRDefault="004F4FC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1C7E1C" w14:textId="77777777" w:rsidR="00D12C61" w:rsidRDefault="00D12C61">
      <w:pPr>
        <w:spacing w:line="240" w:lineRule="auto"/>
      </w:pPr>
      <w:r>
        <w:separator/>
      </w:r>
    </w:p>
  </w:footnote>
  <w:footnote w:type="continuationSeparator" w:id="0">
    <w:p w14:paraId="31B9D950" w14:textId="77777777" w:rsidR="00D12C61" w:rsidRDefault="00D12C6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744CF" w14:textId="77777777" w:rsidR="00402715" w:rsidRDefault="00D2244D" w:rsidP="00402715">
    <w:pPr>
      <w:pStyle w:val="Pis"/>
      <w:jc w:val="center"/>
    </w:pPr>
    <w:r>
      <w:rPr>
        <w:noProof/>
        <w:sz w:val="20"/>
        <w:szCs w:val="20"/>
      </w:rPr>
      <w:drawing>
        <wp:inline distT="114300" distB="114300" distL="114300" distR="114300" wp14:anchorId="093D5676" wp14:editId="112AA405">
          <wp:extent cx="2015236" cy="652776"/>
          <wp:effectExtent l="0" t="0" r="0" b="0"/>
          <wp:docPr id="1974361281" name="image1.png" descr="A black background with a black square&#10;&#10;Description automatically generated with medium confidenc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4361281" name="image1.png" descr="A black background with a black square&#10;&#10;Description automatically generated with medium confidenc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15236" cy="65277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4C47713F" w14:textId="77777777" w:rsidR="00082D2C" w:rsidRDefault="00082D2C" w:rsidP="00402715">
    <w:pPr>
      <w:pStyle w:val="Pis"/>
      <w:jc w:val="center"/>
    </w:pPr>
  </w:p>
  <w:p w14:paraId="6BD052A1" w14:textId="77777777" w:rsidR="00082D2C" w:rsidRPr="00402715" w:rsidRDefault="00082D2C" w:rsidP="00402715">
    <w:pPr>
      <w:pStyle w:val="Pis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0899"/>
    <w:rsid w:val="000064A9"/>
    <w:rsid w:val="00040F75"/>
    <w:rsid w:val="000616EA"/>
    <w:rsid w:val="00082D2C"/>
    <w:rsid w:val="00084748"/>
    <w:rsid w:val="0008606F"/>
    <w:rsid w:val="00090EFF"/>
    <w:rsid w:val="000B1EB8"/>
    <w:rsid w:val="000B2314"/>
    <w:rsid w:val="000B4E79"/>
    <w:rsid w:val="000B5B56"/>
    <w:rsid w:val="000D0A5A"/>
    <w:rsid w:val="000D37A6"/>
    <w:rsid w:val="000D5226"/>
    <w:rsid w:val="000E0899"/>
    <w:rsid w:val="000F19E6"/>
    <w:rsid w:val="000F28F6"/>
    <w:rsid w:val="00104F79"/>
    <w:rsid w:val="001069F7"/>
    <w:rsid w:val="0011113D"/>
    <w:rsid w:val="0011435F"/>
    <w:rsid w:val="001217DA"/>
    <w:rsid w:val="00131434"/>
    <w:rsid w:val="001649CD"/>
    <w:rsid w:val="00165F16"/>
    <w:rsid w:val="001673EE"/>
    <w:rsid w:val="00193ECE"/>
    <w:rsid w:val="00195D9B"/>
    <w:rsid w:val="001A1B8E"/>
    <w:rsid w:val="001B1D6C"/>
    <w:rsid w:val="001C0287"/>
    <w:rsid w:val="001C610E"/>
    <w:rsid w:val="001D5130"/>
    <w:rsid w:val="001D520A"/>
    <w:rsid w:val="001D5A2F"/>
    <w:rsid w:val="001E7ABE"/>
    <w:rsid w:val="001F273A"/>
    <w:rsid w:val="00206FA9"/>
    <w:rsid w:val="00212C78"/>
    <w:rsid w:val="00214729"/>
    <w:rsid w:val="002161DB"/>
    <w:rsid w:val="00223E2C"/>
    <w:rsid w:val="0022430B"/>
    <w:rsid w:val="00232E74"/>
    <w:rsid w:val="002369CA"/>
    <w:rsid w:val="002434A8"/>
    <w:rsid w:val="00246FF3"/>
    <w:rsid w:val="00251292"/>
    <w:rsid w:val="0025687D"/>
    <w:rsid w:val="002636EF"/>
    <w:rsid w:val="00263982"/>
    <w:rsid w:val="00274722"/>
    <w:rsid w:val="002846A0"/>
    <w:rsid w:val="0028487D"/>
    <w:rsid w:val="00294206"/>
    <w:rsid w:val="002A51A4"/>
    <w:rsid w:val="002D2098"/>
    <w:rsid w:val="002E062D"/>
    <w:rsid w:val="002E5AE1"/>
    <w:rsid w:val="002E68E3"/>
    <w:rsid w:val="00310D3C"/>
    <w:rsid w:val="003202D2"/>
    <w:rsid w:val="00323F32"/>
    <w:rsid w:val="00324719"/>
    <w:rsid w:val="00327804"/>
    <w:rsid w:val="00343D07"/>
    <w:rsid w:val="0034452A"/>
    <w:rsid w:val="00345622"/>
    <w:rsid w:val="003579F5"/>
    <w:rsid w:val="0036108D"/>
    <w:rsid w:val="0037127A"/>
    <w:rsid w:val="00373EB0"/>
    <w:rsid w:val="0039270C"/>
    <w:rsid w:val="00395919"/>
    <w:rsid w:val="003A1DB9"/>
    <w:rsid w:val="003C1846"/>
    <w:rsid w:val="003C436D"/>
    <w:rsid w:val="003D17C3"/>
    <w:rsid w:val="003E1B01"/>
    <w:rsid w:val="00402715"/>
    <w:rsid w:val="0041795A"/>
    <w:rsid w:val="00450613"/>
    <w:rsid w:val="00451651"/>
    <w:rsid w:val="00462412"/>
    <w:rsid w:val="0047510D"/>
    <w:rsid w:val="004A0BAF"/>
    <w:rsid w:val="004A42FB"/>
    <w:rsid w:val="004A73BD"/>
    <w:rsid w:val="004B3B04"/>
    <w:rsid w:val="004B5BDB"/>
    <w:rsid w:val="004D0641"/>
    <w:rsid w:val="004D281A"/>
    <w:rsid w:val="004D3FCB"/>
    <w:rsid w:val="004D67C9"/>
    <w:rsid w:val="004F4FCB"/>
    <w:rsid w:val="004F5528"/>
    <w:rsid w:val="00536625"/>
    <w:rsid w:val="005558CC"/>
    <w:rsid w:val="00557345"/>
    <w:rsid w:val="0056615E"/>
    <w:rsid w:val="00571119"/>
    <w:rsid w:val="0057459C"/>
    <w:rsid w:val="005815FD"/>
    <w:rsid w:val="00581A97"/>
    <w:rsid w:val="00583E7B"/>
    <w:rsid w:val="00584DF5"/>
    <w:rsid w:val="005867FA"/>
    <w:rsid w:val="00597A4B"/>
    <w:rsid w:val="005A2654"/>
    <w:rsid w:val="005B29BC"/>
    <w:rsid w:val="005B75AA"/>
    <w:rsid w:val="005B7B9F"/>
    <w:rsid w:val="005C1362"/>
    <w:rsid w:val="005C324E"/>
    <w:rsid w:val="006030A7"/>
    <w:rsid w:val="00610E09"/>
    <w:rsid w:val="00617C37"/>
    <w:rsid w:val="00630D63"/>
    <w:rsid w:val="006317D4"/>
    <w:rsid w:val="00644F44"/>
    <w:rsid w:val="00647D42"/>
    <w:rsid w:val="00647EAE"/>
    <w:rsid w:val="00654285"/>
    <w:rsid w:val="00660E16"/>
    <w:rsid w:val="00667A12"/>
    <w:rsid w:val="00673EC6"/>
    <w:rsid w:val="006803C0"/>
    <w:rsid w:val="00682E85"/>
    <w:rsid w:val="00683F99"/>
    <w:rsid w:val="006846ED"/>
    <w:rsid w:val="00687FB5"/>
    <w:rsid w:val="006A2972"/>
    <w:rsid w:val="006B7457"/>
    <w:rsid w:val="006C398B"/>
    <w:rsid w:val="006C3DDD"/>
    <w:rsid w:val="006F2431"/>
    <w:rsid w:val="00715A75"/>
    <w:rsid w:val="00722856"/>
    <w:rsid w:val="00722F7E"/>
    <w:rsid w:val="00744DD8"/>
    <w:rsid w:val="00751FF3"/>
    <w:rsid w:val="007B1108"/>
    <w:rsid w:val="007C25D9"/>
    <w:rsid w:val="007E1E21"/>
    <w:rsid w:val="007F6C4D"/>
    <w:rsid w:val="00806A34"/>
    <w:rsid w:val="008110EA"/>
    <w:rsid w:val="0081171A"/>
    <w:rsid w:val="00814DE9"/>
    <w:rsid w:val="0082487C"/>
    <w:rsid w:val="00842B2E"/>
    <w:rsid w:val="00847A45"/>
    <w:rsid w:val="00873F1E"/>
    <w:rsid w:val="00881AF5"/>
    <w:rsid w:val="00884899"/>
    <w:rsid w:val="00893A1C"/>
    <w:rsid w:val="00896E5C"/>
    <w:rsid w:val="008B4F1A"/>
    <w:rsid w:val="008B5D65"/>
    <w:rsid w:val="008C03F1"/>
    <w:rsid w:val="008D2994"/>
    <w:rsid w:val="008D7C82"/>
    <w:rsid w:val="008E15E5"/>
    <w:rsid w:val="008E4C90"/>
    <w:rsid w:val="008E590F"/>
    <w:rsid w:val="008F480D"/>
    <w:rsid w:val="00901FE6"/>
    <w:rsid w:val="009032FB"/>
    <w:rsid w:val="00914F09"/>
    <w:rsid w:val="009171DF"/>
    <w:rsid w:val="00921D27"/>
    <w:rsid w:val="00926E0F"/>
    <w:rsid w:val="00931099"/>
    <w:rsid w:val="00933EDE"/>
    <w:rsid w:val="00934357"/>
    <w:rsid w:val="00937B6D"/>
    <w:rsid w:val="00945A1E"/>
    <w:rsid w:val="0095035E"/>
    <w:rsid w:val="00950F76"/>
    <w:rsid w:val="00976365"/>
    <w:rsid w:val="00980ECF"/>
    <w:rsid w:val="0098310E"/>
    <w:rsid w:val="009A2E49"/>
    <w:rsid w:val="009B3F8C"/>
    <w:rsid w:val="009C0B28"/>
    <w:rsid w:val="009C45E1"/>
    <w:rsid w:val="009D32AC"/>
    <w:rsid w:val="009D5912"/>
    <w:rsid w:val="009E07A7"/>
    <w:rsid w:val="009E3214"/>
    <w:rsid w:val="009F1F44"/>
    <w:rsid w:val="009F23F4"/>
    <w:rsid w:val="00A0466E"/>
    <w:rsid w:val="00A50F3A"/>
    <w:rsid w:val="00A642FC"/>
    <w:rsid w:val="00A7143D"/>
    <w:rsid w:val="00A93769"/>
    <w:rsid w:val="00AA5FD3"/>
    <w:rsid w:val="00AB2AFD"/>
    <w:rsid w:val="00AD531D"/>
    <w:rsid w:val="00AD6879"/>
    <w:rsid w:val="00AF2690"/>
    <w:rsid w:val="00B02468"/>
    <w:rsid w:val="00B07825"/>
    <w:rsid w:val="00B1202E"/>
    <w:rsid w:val="00B2019C"/>
    <w:rsid w:val="00B2209A"/>
    <w:rsid w:val="00B362B3"/>
    <w:rsid w:val="00B63C00"/>
    <w:rsid w:val="00B655C8"/>
    <w:rsid w:val="00B7790E"/>
    <w:rsid w:val="00B8588D"/>
    <w:rsid w:val="00BB2AA9"/>
    <w:rsid w:val="00BC0276"/>
    <w:rsid w:val="00C169B0"/>
    <w:rsid w:val="00C20511"/>
    <w:rsid w:val="00C228CC"/>
    <w:rsid w:val="00C67A18"/>
    <w:rsid w:val="00C70191"/>
    <w:rsid w:val="00C70971"/>
    <w:rsid w:val="00C74658"/>
    <w:rsid w:val="00C87A1D"/>
    <w:rsid w:val="00C930F0"/>
    <w:rsid w:val="00CB3638"/>
    <w:rsid w:val="00CB4D2E"/>
    <w:rsid w:val="00CC1981"/>
    <w:rsid w:val="00CC6C4A"/>
    <w:rsid w:val="00CD384F"/>
    <w:rsid w:val="00CE1B37"/>
    <w:rsid w:val="00CE6369"/>
    <w:rsid w:val="00CF38A8"/>
    <w:rsid w:val="00CF5A06"/>
    <w:rsid w:val="00D02B83"/>
    <w:rsid w:val="00D05A31"/>
    <w:rsid w:val="00D12C61"/>
    <w:rsid w:val="00D16384"/>
    <w:rsid w:val="00D167FF"/>
    <w:rsid w:val="00D2244D"/>
    <w:rsid w:val="00D40243"/>
    <w:rsid w:val="00D422FB"/>
    <w:rsid w:val="00D51A58"/>
    <w:rsid w:val="00D5549E"/>
    <w:rsid w:val="00D86D8E"/>
    <w:rsid w:val="00D90F87"/>
    <w:rsid w:val="00DA1160"/>
    <w:rsid w:val="00DA3BAA"/>
    <w:rsid w:val="00DA5033"/>
    <w:rsid w:val="00DA59DD"/>
    <w:rsid w:val="00DB4420"/>
    <w:rsid w:val="00DC3BC4"/>
    <w:rsid w:val="00E159E6"/>
    <w:rsid w:val="00E20196"/>
    <w:rsid w:val="00E35A9A"/>
    <w:rsid w:val="00E36A8C"/>
    <w:rsid w:val="00E45F0E"/>
    <w:rsid w:val="00E52CBF"/>
    <w:rsid w:val="00E73858"/>
    <w:rsid w:val="00E74FE3"/>
    <w:rsid w:val="00E85B3F"/>
    <w:rsid w:val="00E85C00"/>
    <w:rsid w:val="00E86AB7"/>
    <w:rsid w:val="00E872F0"/>
    <w:rsid w:val="00E943D7"/>
    <w:rsid w:val="00EA1D28"/>
    <w:rsid w:val="00EA36E3"/>
    <w:rsid w:val="00EB3B16"/>
    <w:rsid w:val="00EC023C"/>
    <w:rsid w:val="00EE717C"/>
    <w:rsid w:val="00EF2CD1"/>
    <w:rsid w:val="00F0743C"/>
    <w:rsid w:val="00F206FA"/>
    <w:rsid w:val="00F21757"/>
    <w:rsid w:val="00F4369D"/>
    <w:rsid w:val="00F5069B"/>
    <w:rsid w:val="00F60608"/>
    <w:rsid w:val="00F65C24"/>
    <w:rsid w:val="00F739B8"/>
    <w:rsid w:val="00F75B6F"/>
    <w:rsid w:val="00F76335"/>
    <w:rsid w:val="00F81A06"/>
    <w:rsid w:val="00F823EF"/>
    <w:rsid w:val="00F83EC4"/>
    <w:rsid w:val="00F9015B"/>
    <w:rsid w:val="00FA58C8"/>
    <w:rsid w:val="00FA74EA"/>
    <w:rsid w:val="00FC7667"/>
    <w:rsid w:val="00FD4AA7"/>
    <w:rsid w:val="00FD573C"/>
    <w:rsid w:val="00FE2D3C"/>
    <w:rsid w:val="016C174D"/>
    <w:rsid w:val="02FD6C0A"/>
    <w:rsid w:val="0424729E"/>
    <w:rsid w:val="05D0F1A8"/>
    <w:rsid w:val="0699EFA9"/>
    <w:rsid w:val="07B042F8"/>
    <w:rsid w:val="0882F02F"/>
    <w:rsid w:val="09114B43"/>
    <w:rsid w:val="0AD374B8"/>
    <w:rsid w:val="0CE960A2"/>
    <w:rsid w:val="0EB05595"/>
    <w:rsid w:val="0F106A8A"/>
    <w:rsid w:val="1072350D"/>
    <w:rsid w:val="12D95727"/>
    <w:rsid w:val="1312D06E"/>
    <w:rsid w:val="13253C55"/>
    <w:rsid w:val="147F50B8"/>
    <w:rsid w:val="15414DCE"/>
    <w:rsid w:val="15F2B503"/>
    <w:rsid w:val="17D80BE9"/>
    <w:rsid w:val="186F0820"/>
    <w:rsid w:val="1A538391"/>
    <w:rsid w:val="1B2F3E22"/>
    <w:rsid w:val="1B60A787"/>
    <w:rsid w:val="1C66E968"/>
    <w:rsid w:val="1C9C935D"/>
    <w:rsid w:val="1CA08FC9"/>
    <w:rsid w:val="1CAE2393"/>
    <w:rsid w:val="1D6CCD48"/>
    <w:rsid w:val="1E71F76C"/>
    <w:rsid w:val="1F7BB3DE"/>
    <w:rsid w:val="2153EBBF"/>
    <w:rsid w:val="25E31193"/>
    <w:rsid w:val="26AAAA77"/>
    <w:rsid w:val="273A17BC"/>
    <w:rsid w:val="2BC4A436"/>
    <w:rsid w:val="2CA8D253"/>
    <w:rsid w:val="2D4DE78B"/>
    <w:rsid w:val="2D9ABE92"/>
    <w:rsid w:val="2DEAB71F"/>
    <w:rsid w:val="2E288361"/>
    <w:rsid w:val="2F405E96"/>
    <w:rsid w:val="3095DAA1"/>
    <w:rsid w:val="31DA9D16"/>
    <w:rsid w:val="33539DC4"/>
    <w:rsid w:val="34687C9B"/>
    <w:rsid w:val="349AFC62"/>
    <w:rsid w:val="35056D9F"/>
    <w:rsid w:val="35D97C10"/>
    <w:rsid w:val="360CF0A2"/>
    <w:rsid w:val="36815211"/>
    <w:rsid w:val="368D8D46"/>
    <w:rsid w:val="3A3B8149"/>
    <w:rsid w:val="3ABD72A8"/>
    <w:rsid w:val="3AF04801"/>
    <w:rsid w:val="3FAFE177"/>
    <w:rsid w:val="404C7114"/>
    <w:rsid w:val="439CAB8C"/>
    <w:rsid w:val="44D59406"/>
    <w:rsid w:val="45094C44"/>
    <w:rsid w:val="46948287"/>
    <w:rsid w:val="479EF58D"/>
    <w:rsid w:val="4BD8CF1B"/>
    <w:rsid w:val="4E3B0433"/>
    <w:rsid w:val="50415862"/>
    <w:rsid w:val="505F44E2"/>
    <w:rsid w:val="515769A4"/>
    <w:rsid w:val="517CC45B"/>
    <w:rsid w:val="52A5F188"/>
    <w:rsid w:val="531E8899"/>
    <w:rsid w:val="53D4DCA4"/>
    <w:rsid w:val="55290BBB"/>
    <w:rsid w:val="55B2C67A"/>
    <w:rsid w:val="55D60FFD"/>
    <w:rsid w:val="561C7FEE"/>
    <w:rsid w:val="563CEEB2"/>
    <w:rsid w:val="569A5248"/>
    <w:rsid w:val="56B355CE"/>
    <w:rsid w:val="56D9F2EE"/>
    <w:rsid w:val="5A024F83"/>
    <w:rsid w:val="5A39252D"/>
    <w:rsid w:val="5B147E1F"/>
    <w:rsid w:val="5BC22EC0"/>
    <w:rsid w:val="5C0A0A60"/>
    <w:rsid w:val="5C6EB6DF"/>
    <w:rsid w:val="5C91C91C"/>
    <w:rsid w:val="5D2A9BB5"/>
    <w:rsid w:val="5DEEC9AB"/>
    <w:rsid w:val="5E5CE4DA"/>
    <w:rsid w:val="63D5AB4D"/>
    <w:rsid w:val="64CCC5C1"/>
    <w:rsid w:val="67DAB7BE"/>
    <w:rsid w:val="68D7F079"/>
    <w:rsid w:val="6933C80E"/>
    <w:rsid w:val="69CC1BFA"/>
    <w:rsid w:val="6A450CD1"/>
    <w:rsid w:val="6B32B8AC"/>
    <w:rsid w:val="6B3F5491"/>
    <w:rsid w:val="6BD2876D"/>
    <w:rsid w:val="6C3309D8"/>
    <w:rsid w:val="6C820133"/>
    <w:rsid w:val="6CA9DE09"/>
    <w:rsid w:val="6CBB383A"/>
    <w:rsid w:val="6DF290E2"/>
    <w:rsid w:val="6EC2B53E"/>
    <w:rsid w:val="701CEC5A"/>
    <w:rsid w:val="704D94F9"/>
    <w:rsid w:val="70A0110C"/>
    <w:rsid w:val="721556AC"/>
    <w:rsid w:val="72939558"/>
    <w:rsid w:val="7476FF61"/>
    <w:rsid w:val="74DDFBD9"/>
    <w:rsid w:val="763EFF5E"/>
    <w:rsid w:val="7699915D"/>
    <w:rsid w:val="76BD96FB"/>
    <w:rsid w:val="76C05CDE"/>
    <w:rsid w:val="7724F9C2"/>
    <w:rsid w:val="7A8BAC43"/>
    <w:rsid w:val="7A9B975A"/>
    <w:rsid w:val="7C79520A"/>
    <w:rsid w:val="7C8EB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FAE9C"/>
  <w15:docId w15:val="{C2A4E723-56F0-43A8-9FC4-C18EEC1B6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Pealkiri2">
    <w:name w:val="heading 2"/>
    <w:basedOn w:val="Normaallaad"/>
    <w:next w:val="Normaallaad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Pealkiri3">
    <w:name w:val="heading 3"/>
    <w:basedOn w:val="Normaallaad"/>
    <w:next w:val="Normaallaad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Pealkiri4">
    <w:name w:val="heading 4"/>
    <w:basedOn w:val="Normaallaad"/>
    <w:next w:val="Normaallaad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Pealkiri5">
    <w:name w:val="heading 5"/>
    <w:basedOn w:val="Normaallaad"/>
    <w:next w:val="Normaallaad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Pealkiri6">
    <w:name w:val="heading 6"/>
    <w:basedOn w:val="Normaallaad"/>
    <w:next w:val="Normaallaad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ealkiri">
    <w:name w:val="Title"/>
    <w:basedOn w:val="Normaallaad"/>
    <w:next w:val="Normaallaad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lapealkiri">
    <w:name w:val="Subtitle"/>
    <w:basedOn w:val="Normaallaad"/>
    <w:next w:val="Normaallaad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Pis">
    <w:name w:val="header"/>
    <w:basedOn w:val="Normaallaad"/>
    <w:link w:val="PisMrk"/>
    <w:uiPriority w:val="99"/>
    <w:unhideWhenUsed/>
    <w:rsid w:val="00402715"/>
    <w:pPr>
      <w:tabs>
        <w:tab w:val="center" w:pos="4513"/>
        <w:tab w:val="right" w:pos="9026"/>
      </w:tabs>
      <w:spacing w:line="240" w:lineRule="auto"/>
    </w:pPr>
  </w:style>
  <w:style w:type="character" w:customStyle="1" w:styleId="PisMrk">
    <w:name w:val="Päis Märk"/>
    <w:basedOn w:val="Liguvaikefont"/>
    <w:link w:val="Pis"/>
    <w:uiPriority w:val="99"/>
    <w:rsid w:val="00402715"/>
  </w:style>
  <w:style w:type="paragraph" w:styleId="Jalus">
    <w:name w:val="footer"/>
    <w:basedOn w:val="Normaallaad"/>
    <w:link w:val="JalusMrk"/>
    <w:uiPriority w:val="99"/>
    <w:unhideWhenUsed/>
    <w:rsid w:val="00402715"/>
    <w:pPr>
      <w:tabs>
        <w:tab w:val="center" w:pos="4513"/>
        <w:tab w:val="right" w:pos="9026"/>
      </w:tabs>
      <w:spacing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402715"/>
  </w:style>
  <w:style w:type="character" w:styleId="Hperlink">
    <w:name w:val="Hyperlink"/>
    <w:basedOn w:val="Liguvaikefont"/>
    <w:uiPriority w:val="99"/>
    <w:unhideWhenUsed/>
    <w:rsid w:val="00212C78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212C78"/>
    <w:rPr>
      <w:color w:val="605E5C"/>
      <w:shd w:val="clear" w:color="auto" w:fill="E1DFDD"/>
    </w:rPr>
  </w:style>
  <w:style w:type="paragraph" w:styleId="Redaktsioon">
    <w:name w:val="Revision"/>
    <w:hidden/>
    <w:uiPriority w:val="99"/>
    <w:semiHidden/>
    <w:rsid w:val="00AD531D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71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1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justdigi.ee/kohtud-ja-oigusteenused/oigusabi/riigi-toetatud-oigusab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delfi.ee/artikkel/120410001/riik-asendab-tasuta-oigusabi-juturobotiga-tanase-teenuspakkuja-sonul-seab-see-ohtu-abi-kattesaadavuse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inikkk64215\AppData\Roaming\Microsoft\Templates\Voliniku+kantselei+blanket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Voliniku+kantselei+blankett.dotx</Template>
  <TotalTime>0</TotalTime>
  <Pages>2</Pages>
  <Words>496</Words>
  <Characters>2880</Characters>
  <Application>Microsoft Office Word</Application>
  <DocSecurity>0</DocSecurity>
  <Lines>24</Lines>
  <Paragraphs>6</Paragraphs>
  <ScaleCrop>false</ScaleCrop>
  <Company/>
  <LinksUpToDate>false</LinksUpToDate>
  <CharactersWithSpaces>3370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Kaisa Knight - VOLINIK</dc:creator>
  <cp:lastModifiedBy>Kaisa Knight - VOLINIK</cp:lastModifiedBy>
  <cp:revision>2</cp:revision>
  <dcterms:created xsi:type="dcterms:W3CDTF">2025-11-07T12:51:00Z</dcterms:created>
  <dcterms:modified xsi:type="dcterms:W3CDTF">2025-11-07T12:51:00Z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2024-08-21T14:03:07Z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88c1b459-d004-478c-a1f1-30a1a65f4b9f</vt:lpwstr>
  </property>
  <property fmtid="{D5CDD505-2E9C-101B-9397-08002B2CF9AE}" pid="8" name="MSIP_Label_defa4170-0d19-0005-0004-bc88714345d2_ContentBits">
    <vt:lpwstr>0</vt:lpwstr>
  </property>
</Properties>
</file>