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432D2A01" w14:textId="2E839263" w:rsidR="00B1268A" w:rsidRPr="00B1268A" w:rsidRDefault="00B1268A" w:rsidP="00227863">
      <w:pPr>
        <w:rPr>
          <w:b/>
          <w:bCs/>
          <w:sz w:val="28"/>
          <w:szCs w:val="28"/>
        </w:rPr>
      </w:pPr>
    </w:p>
    <w:p w14:paraId="36B14799" w14:textId="77777777" w:rsidR="00B1268A" w:rsidRDefault="00B1268A" w:rsidP="00B1268A"/>
    <w:p w14:paraId="4A148D40" w14:textId="77777777" w:rsidR="00B1268A" w:rsidRDefault="00B1268A" w:rsidP="00B1268A"/>
    <w:p w14:paraId="5B5963E2" w14:textId="77777777" w:rsidR="005A2C58" w:rsidRPr="005A2C58" w:rsidRDefault="005A2C58" w:rsidP="005A2C58">
      <w:pPr>
        <w:rPr>
          <w:sz w:val="24"/>
          <w:szCs w:val="24"/>
        </w:rPr>
      </w:pPr>
    </w:p>
    <w:p w14:paraId="0F59B550" w14:textId="1E704100" w:rsidR="005A2C58" w:rsidRPr="005A2C58" w:rsidRDefault="005A2C58" w:rsidP="005A2C58">
      <w:pPr>
        <w:rPr>
          <w:sz w:val="24"/>
          <w:szCs w:val="24"/>
        </w:rPr>
      </w:pPr>
      <w:r w:rsidRPr="005A2C58">
        <w:rPr>
          <w:sz w:val="24"/>
          <w:szCs w:val="24"/>
        </w:rPr>
        <w:t xml:space="preserve">VOLIKIRI                                                                                  </w:t>
      </w:r>
      <w:r w:rsidRPr="005A2C58">
        <w:rPr>
          <w:sz w:val="24"/>
          <w:szCs w:val="24"/>
        </w:rPr>
        <w:tab/>
      </w:r>
      <w:r w:rsidRPr="005A2C58">
        <w:rPr>
          <w:sz w:val="24"/>
          <w:szCs w:val="24"/>
        </w:rPr>
        <w:tab/>
      </w:r>
      <w:r w:rsidR="004A6C64">
        <w:rPr>
          <w:sz w:val="24"/>
          <w:szCs w:val="24"/>
        </w:rPr>
        <w:t>19</w:t>
      </w:r>
      <w:r w:rsidRPr="005A2C58">
        <w:rPr>
          <w:sz w:val="24"/>
          <w:szCs w:val="24"/>
        </w:rPr>
        <w:t>.</w:t>
      </w:r>
      <w:r w:rsidR="004A6C64">
        <w:rPr>
          <w:sz w:val="24"/>
          <w:szCs w:val="24"/>
        </w:rPr>
        <w:t>12</w:t>
      </w:r>
      <w:r w:rsidRPr="005A2C58">
        <w:rPr>
          <w:sz w:val="24"/>
          <w:szCs w:val="24"/>
        </w:rPr>
        <w:t xml:space="preserve">.2023 nr </w:t>
      </w:r>
      <w:r>
        <w:rPr>
          <w:sz w:val="24"/>
          <w:szCs w:val="24"/>
        </w:rPr>
        <w:t>7</w:t>
      </w:r>
      <w:r w:rsidR="004A6C64">
        <w:rPr>
          <w:sz w:val="24"/>
          <w:szCs w:val="24"/>
        </w:rPr>
        <w:t>1</w:t>
      </w:r>
    </w:p>
    <w:p w14:paraId="7F8D7A3A" w14:textId="77777777" w:rsidR="005A2C58" w:rsidRPr="005A2C58" w:rsidRDefault="005A2C58" w:rsidP="005A2C58">
      <w:pPr>
        <w:rPr>
          <w:sz w:val="24"/>
          <w:szCs w:val="24"/>
        </w:rPr>
      </w:pPr>
    </w:p>
    <w:p w14:paraId="7196FDCD" w14:textId="77777777" w:rsidR="005A2C58" w:rsidRPr="005A2C58" w:rsidRDefault="005A2C58" w:rsidP="005A2C58">
      <w:pPr>
        <w:rPr>
          <w:sz w:val="24"/>
          <w:szCs w:val="24"/>
        </w:rPr>
      </w:pPr>
    </w:p>
    <w:p w14:paraId="48938FB1" w14:textId="77777777" w:rsidR="005A2C58" w:rsidRPr="005A2C58" w:rsidRDefault="005A2C58" w:rsidP="005A2C58">
      <w:pPr>
        <w:rPr>
          <w:sz w:val="24"/>
          <w:szCs w:val="24"/>
        </w:rPr>
      </w:pPr>
    </w:p>
    <w:p w14:paraId="5FFC5AA2" w14:textId="77777777" w:rsidR="005A2C58" w:rsidRPr="005A2C58" w:rsidRDefault="005A2C58" w:rsidP="005A2C58">
      <w:pPr>
        <w:rPr>
          <w:sz w:val="24"/>
          <w:szCs w:val="24"/>
        </w:rPr>
      </w:pPr>
    </w:p>
    <w:p w14:paraId="6F2DD0D1" w14:textId="77777777" w:rsidR="005A2C58" w:rsidRPr="005A2C58" w:rsidRDefault="005A2C58" w:rsidP="005A2C58">
      <w:pPr>
        <w:rPr>
          <w:sz w:val="24"/>
          <w:szCs w:val="24"/>
        </w:rPr>
      </w:pPr>
    </w:p>
    <w:p w14:paraId="4BB0C535" w14:textId="34C4A741" w:rsidR="005A2C58" w:rsidRPr="005A2C58" w:rsidRDefault="005A2C58" w:rsidP="005A2C58">
      <w:pPr>
        <w:rPr>
          <w:sz w:val="24"/>
          <w:szCs w:val="24"/>
        </w:rPr>
      </w:pPr>
      <w:r w:rsidRPr="005A2C58">
        <w:rPr>
          <w:sz w:val="24"/>
          <w:szCs w:val="24"/>
        </w:rPr>
        <w:t xml:space="preserve">SOL Baltics OÜ, reg. kood 10419987, asukohaga Telliskivi 61b, Tallinn, juhatuse liige Priit Sipelgas isikus, volitab SOL Baltics OÜ müügiassistenti </w:t>
      </w:r>
      <w:r>
        <w:rPr>
          <w:sz w:val="24"/>
          <w:szCs w:val="24"/>
        </w:rPr>
        <w:t>Alla Hargis</w:t>
      </w:r>
      <w:r w:rsidR="000B5095">
        <w:rPr>
          <w:sz w:val="24"/>
          <w:szCs w:val="24"/>
        </w:rPr>
        <w:t>k</w:t>
      </w:r>
      <w:r w:rsidRPr="005A2C58">
        <w:rPr>
          <w:sz w:val="24"/>
          <w:szCs w:val="24"/>
        </w:rPr>
        <w:t xml:space="preserve"> (isikukood</w:t>
      </w:r>
      <w:r w:rsidRPr="005A2C58">
        <w:t xml:space="preserve"> </w:t>
      </w:r>
      <w:r w:rsidRPr="005A2C58">
        <w:rPr>
          <w:sz w:val="24"/>
          <w:szCs w:val="24"/>
        </w:rPr>
        <w:t>47902040246 ) esindama ettevõtet hangetel osalemisel, hanke pakkumuste allkirjastamisel, Vaidlustuskomisjonis ning teostama kõiki muid hangetega seotud vajalikke toiminguid.</w:t>
      </w:r>
    </w:p>
    <w:p w14:paraId="578A4FA7" w14:textId="77777777" w:rsidR="005A2C58" w:rsidRPr="005A2C58" w:rsidRDefault="005A2C58" w:rsidP="005A2C58">
      <w:pPr>
        <w:rPr>
          <w:sz w:val="24"/>
          <w:szCs w:val="24"/>
        </w:rPr>
      </w:pPr>
    </w:p>
    <w:p w14:paraId="701EABDB" w14:textId="77777777" w:rsidR="005A2C58" w:rsidRPr="005A2C58" w:rsidRDefault="005A2C58" w:rsidP="005A2C58">
      <w:pPr>
        <w:rPr>
          <w:sz w:val="24"/>
          <w:szCs w:val="24"/>
        </w:rPr>
      </w:pPr>
    </w:p>
    <w:p w14:paraId="63B3E9DE" w14:textId="77777777" w:rsidR="005A2C58" w:rsidRPr="005A2C58" w:rsidRDefault="005A2C58" w:rsidP="005A2C58">
      <w:pPr>
        <w:rPr>
          <w:sz w:val="24"/>
          <w:szCs w:val="24"/>
        </w:rPr>
      </w:pPr>
    </w:p>
    <w:p w14:paraId="081FC67D" w14:textId="77777777" w:rsidR="005A2C58" w:rsidRPr="005A2C58" w:rsidRDefault="005A2C58" w:rsidP="005A2C58">
      <w:pPr>
        <w:rPr>
          <w:sz w:val="24"/>
          <w:szCs w:val="24"/>
        </w:rPr>
      </w:pPr>
      <w:r w:rsidRPr="005A2C58">
        <w:rPr>
          <w:sz w:val="24"/>
          <w:szCs w:val="24"/>
        </w:rPr>
        <w:t>Volikiri on edasivolitamise õiguseta.</w:t>
      </w:r>
    </w:p>
    <w:p w14:paraId="460E5EE9" w14:textId="77777777" w:rsidR="005A2C58" w:rsidRDefault="005A2C58" w:rsidP="005A2C58">
      <w:pPr>
        <w:rPr>
          <w:sz w:val="24"/>
          <w:szCs w:val="24"/>
        </w:rPr>
      </w:pPr>
    </w:p>
    <w:p w14:paraId="1644E2F7" w14:textId="77777777" w:rsidR="005A2C58" w:rsidRDefault="005A2C58" w:rsidP="005A2C58">
      <w:pPr>
        <w:rPr>
          <w:sz w:val="24"/>
          <w:szCs w:val="24"/>
        </w:rPr>
      </w:pPr>
    </w:p>
    <w:p w14:paraId="53AABF80" w14:textId="77777777" w:rsidR="005A2C58" w:rsidRDefault="005A2C58" w:rsidP="005A2C58">
      <w:pPr>
        <w:rPr>
          <w:sz w:val="24"/>
          <w:szCs w:val="24"/>
        </w:rPr>
      </w:pPr>
    </w:p>
    <w:p w14:paraId="79FF6341" w14:textId="77777777" w:rsidR="005A2C58" w:rsidRDefault="005A2C58" w:rsidP="005A2C58">
      <w:pPr>
        <w:rPr>
          <w:sz w:val="24"/>
          <w:szCs w:val="24"/>
        </w:rPr>
      </w:pPr>
    </w:p>
    <w:p w14:paraId="04551078" w14:textId="77777777" w:rsidR="005A2C58" w:rsidRDefault="005A2C58" w:rsidP="005A2C58">
      <w:pPr>
        <w:rPr>
          <w:sz w:val="24"/>
          <w:szCs w:val="24"/>
        </w:rPr>
      </w:pPr>
    </w:p>
    <w:p w14:paraId="298327C9" w14:textId="77777777" w:rsidR="005A2C58" w:rsidRPr="005A2C58" w:rsidRDefault="005A2C58" w:rsidP="005A2C58">
      <w:pPr>
        <w:rPr>
          <w:sz w:val="24"/>
          <w:szCs w:val="24"/>
        </w:rPr>
      </w:pPr>
    </w:p>
    <w:p w14:paraId="305BDEA5" w14:textId="77777777" w:rsidR="005A2C58" w:rsidRPr="005A2C58" w:rsidRDefault="005A2C58" w:rsidP="005A2C58">
      <w:pPr>
        <w:rPr>
          <w:sz w:val="24"/>
          <w:szCs w:val="24"/>
        </w:rPr>
      </w:pPr>
    </w:p>
    <w:p w14:paraId="4F793D27" w14:textId="77777777" w:rsidR="005A2C58" w:rsidRPr="005A2C58" w:rsidRDefault="005A2C58" w:rsidP="005A2C58">
      <w:pPr>
        <w:rPr>
          <w:sz w:val="24"/>
          <w:szCs w:val="24"/>
        </w:rPr>
      </w:pPr>
    </w:p>
    <w:p w14:paraId="792BD981" w14:textId="09C058B0" w:rsidR="005A2C58" w:rsidRPr="005A2C58" w:rsidRDefault="005A2C58" w:rsidP="005A2C58">
      <w:pPr>
        <w:rPr>
          <w:sz w:val="24"/>
          <w:szCs w:val="24"/>
        </w:rPr>
      </w:pPr>
      <w:r w:rsidRPr="005A2C58">
        <w:rPr>
          <w:sz w:val="24"/>
          <w:szCs w:val="24"/>
        </w:rPr>
        <w:t>Volikiri kehtib kuni 31.12.202</w:t>
      </w:r>
      <w:r w:rsidR="004A6C64">
        <w:rPr>
          <w:sz w:val="24"/>
          <w:szCs w:val="24"/>
        </w:rPr>
        <w:t>4</w:t>
      </w:r>
    </w:p>
    <w:p w14:paraId="22442FFD" w14:textId="77777777" w:rsidR="005A2C58" w:rsidRPr="005A2C58" w:rsidRDefault="005A2C58" w:rsidP="005A2C58">
      <w:pPr>
        <w:rPr>
          <w:sz w:val="24"/>
          <w:szCs w:val="24"/>
        </w:rPr>
      </w:pPr>
    </w:p>
    <w:p w14:paraId="2CF1B5C8" w14:textId="77777777" w:rsidR="005A2C58" w:rsidRPr="005A2C58" w:rsidRDefault="005A2C58" w:rsidP="005A2C58">
      <w:pPr>
        <w:rPr>
          <w:sz w:val="24"/>
          <w:szCs w:val="24"/>
        </w:rPr>
      </w:pPr>
    </w:p>
    <w:p w14:paraId="4FD78E53" w14:textId="77777777" w:rsidR="005A2C58" w:rsidRPr="005A2C58" w:rsidRDefault="005A2C58" w:rsidP="005A2C58">
      <w:pPr>
        <w:rPr>
          <w:sz w:val="24"/>
          <w:szCs w:val="24"/>
        </w:rPr>
      </w:pPr>
    </w:p>
    <w:p w14:paraId="1B7BE9BC" w14:textId="77777777" w:rsidR="005A2C58" w:rsidRPr="005A2C58" w:rsidRDefault="005A2C58" w:rsidP="005A2C58">
      <w:pPr>
        <w:rPr>
          <w:sz w:val="24"/>
          <w:szCs w:val="24"/>
        </w:rPr>
      </w:pPr>
    </w:p>
    <w:p w14:paraId="7BC29421" w14:textId="77777777" w:rsidR="005A2C58" w:rsidRPr="005A2C58" w:rsidRDefault="005A2C58" w:rsidP="005A2C58">
      <w:pPr>
        <w:rPr>
          <w:sz w:val="24"/>
          <w:szCs w:val="24"/>
        </w:rPr>
      </w:pPr>
    </w:p>
    <w:p w14:paraId="72B9B716" w14:textId="77777777" w:rsidR="005A2C58" w:rsidRPr="005A2C58" w:rsidRDefault="005A2C58" w:rsidP="005A2C58">
      <w:pPr>
        <w:rPr>
          <w:sz w:val="24"/>
          <w:szCs w:val="24"/>
        </w:rPr>
      </w:pPr>
      <w:r w:rsidRPr="005A2C58">
        <w:rPr>
          <w:sz w:val="24"/>
          <w:szCs w:val="24"/>
        </w:rPr>
        <w:t>/allkirjastatud digitaalselt/</w:t>
      </w:r>
    </w:p>
    <w:p w14:paraId="59B1C5FF" w14:textId="77777777" w:rsidR="005A2C58" w:rsidRPr="005A2C58" w:rsidRDefault="005A2C58" w:rsidP="005A2C58">
      <w:pPr>
        <w:rPr>
          <w:sz w:val="24"/>
          <w:szCs w:val="24"/>
        </w:rPr>
      </w:pPr>
    </w:p>
    <w:p w14:paraId="14059CFC" w14:textId="77777777" w:rsidR="005A2C58" w:rsidRPr="005A2C58" w:rsidRDefault="005A2C58" w:rsidP="005A2C58">
      <w:pPr>
        <w:rPr>
          <w:sz w:val="24"/>
          <w:szCs w:val="24"/>
        </w:rPr>
      </w:pPr>
      <w:r w:rsidRPr="005A2C58">
        <w:rPr>
          <w:sz w:val="24"/>
          <w:szCs w:val="24"/>
        </w:rPr>
        <w:t>Priit Sipelgas</w:t>
      </w:r>
    </w:p>
    <w:p w14:paraId="36641EC1" w14:textId="77777777" w:rsidR="005A2C58" w:rsidRPr="005A2C58" w:rsidRDefault="005A2C58" w:rsidP="005A2C58">
      <w:pPr>
        <w:rPr>
          <w:sz w:val="24"/>
          <w:szCs w:val="24"/>
        </w:rPr>
      </w:pPr>
      <w:r w:rsidRPr="005A2C58">
        <w:rPr>
          <w:sz w:val="24"/>
          <w:szCs w:val="24"/>
        </w:rPr>
        <w:t>Eesti tegevjuht</w:t>
      </w:r>
    </w:p>
    <w:p w14:paraId="7F9F79CB" w14:textId="1D15B76A" w:rsidR="0074501A" w:rsidRPr="00B1268A" w:rsidRDefault="0074501A" w:rsidP="00B1268A">
      <w:pPr>
        <w:rPr>
          <w:sz w:val="24"/>
          <w:szCs w:val="24"/>
        </w:rPr>
      </w:pPr>
    </w:p>
    <w:sectPr w:rsidR="0074501A" w:rsidRPr="00B1268A" w:rsidSect="00550E5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567" w:bottom="680" w:left="1134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7798B" w14:textId="77777777" w:rsidR="00495BE8" w:rsidRDefault="00495BE8" w:rsidP="00AC7BC5">
      <w:r>
        <w:separator/>
      </w:r>
    </w:p>
  </w:endnote>
  <w:endnote w:type="continuationSeparator" w:id="0">
    <w:p w14:paraId="7FC6124E" w14:textId="77777777" w:rsidR="00495BE8" w:rsidRDefault="00495BE8" w:rsidP="00AC7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ani">
    <w:charset w:val="00"/>
    <w:family w:val="roman"/>
    <w:pitch w:val="variable"/>
    <w:sig w:usb0="002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803E2" w14:textId="0ADED3BF" w:rsidR="00495BE8" w:rsidRDefault="00495BE8" w:rsidP="007329B9">
    <w:pPr>
      <w:pStyle w:val="Footer"/>
    </w:pPr>
  </w:p>
  <w:p w14:paraId="3E89C3A0" w14:textId="0DE25F86" w:rsidR="00495BE8" w:rsidRDefault="00987583" w:rsidP="00987583">
    <w:pPr>
      <w:pStyle w:val="Footer"/>
      <w:tabs>
        <w:tab w:val="clear" w:pos="1304"/>
        <w:tab w:val="clear" w:pos="2608"/>
        <w:tab w:val="clear" w:pos="3912"/>
        <w:tab w:val="clear" w:pos="9923"/>
        <w:tab w:val="left" w:pos="5850"/>
      </w:tabs>
    </w:pPr>
    <w:r>
      <w:tab/>
    </w:r>
  </w:p>
  <w:tbl>
    <w:tblPr>
      <w:tblStyle w:val="TableGrid"/>
      <w:tblW w:w="127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2409"/>
      <w:gridCol w:w="2409"/>
    </w:tblGrid>
    <w:tr w:rsidR="009410E4" w:rsidRPr="00987583" w14:paraId="3563B675" w14:textId="77777777" w:rsidTr="009410E4">
      <w:trPr>
        <w:trHeight w:val="229"/>
      </w:trPr>
      <w:tc>
        <w:tcPr>
          <w:tcW w:w="7905" w:type="dxa"/>
          <w:vAlign w:val="bottom"/>
        </w:tcPr>
        <w:sdt>
          <w:sdtPr>
            <w:rPr>
              <w:szCs w:val="16"/>
            </w:rPr>
            <w:id w:val="-266074335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14:paraId="4622B8C0" w14:textId="154417CD" w:rsidR="009410E4" w:rsidRPr="00987583" w:rsidRDefault="009410E4" w:rsidP="00495BE8">
                  <w:pPr>
                    <w:pStyle w:val="Footer"/>
                    <w:rPr>
                      <w:rFonts w:asciiTheme="minorHAnsi" w:hAnsiTheme="minorHAnsi" w:cstheme="minorHAnsi"/>
                      <w:szCs w:val="16"/>
                    </w:rPr>
                  </w:pPr>
                </w:p>
                <w:p w14:paraId="3D167F9B" w14:textId="77777777" w:rsidR="009410E4" w:rsidRPr="00987583" w:rsidRDefault="009410E4" w:rsidP="00495BE8">
                  <w:pPr>
                    <w:pStyle w:val="Footer"/>
                    <w:rPr>
                      <w:rFonts w:asciiTheme="minorHAnsi" w:hAnsiTheme="minorHAnsi" w:cstheme="minorHAnsi"/>
                      <w:szCs w:val="16"/>
                      <w:lang w:val="fi-FI"/>
                    </w:rPr>
                  </w:pPr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>SOL Baltics OÜ</w:t>
                  </w:r>
                </w:p>
                <w:p w14:paraId="232A3FB1" w14:textId="7E9A599B" w:rsidR="009410E4" w:rsidRPr="00987583" w:rsidRDefault="009410E4" w:rsidP="00495BE8">
                  <w:pPr>
                    <w:pStyle w:val="Footer"/>
                    <w:rPr>
                      <w:rFonts w:asciiTheme="minorHAnsi" w:hAnsiTheme="minorHAnsi" w:cstheme="minorHAnsi"/>
                      <w:szCs w:val="16"/>
                      <w:lang w:val="fi-FI"/>
                    </w:rPr>
                  </w:pPr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>Telliskivi tn 61b, 10412 Tallinn • Telefon +372 6 771 551</w:t>
                  </w:r>
                </w:p>
                <w:p w14:paraId="26DA2FBC" w14:textId="77777777" w:rsidR="009410E4" w:rsidRPr="00987583" w:rsidRDefault="009410E4" w:rsidP="001478C4">
                  <w:pPr>
                    <w:pStyle w:val="Footer"/>
                    <w:rPr>
                      <w:rFonts w:asciiTheme="minorHAnsi" w:hAnsiTheme="minorHAnsi" w:cstheme="minorHAnsi"/>
                      <w:szCs w:val="16"/>
                      <w:lang w:val="fi-FI"/>
                    </w:rPr>
                  </w:pPr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 xml:space="preserve">www.sol.ee • sol@sol.ee • Reg nr 10419987 </w:t>
                  </w:r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ab/>
                  </w:r>
                </w:p>
              </w:sdtContent>
            </w:sdt>
          </w:sdtContent>
        </w:sdt>
      </w:tc>
      <w:tc>
        <w:tcPr>
          <w:tcW w:w="2409" w:type="dxa"/>
        </w:tcPr>
        <w:p w14:paraId="6DA4780C" w14:textId="40774A55" w:rsidR="009410E4" w:rsidRPr="00987583" w:rsidRDefault="0074501A" w:rsidP="00495BE8">
          <w:pPr>
            <w:pStyle w:val="Footer"/>
            <w:jc w:val="right"/>
            <w:rPr>
              <w:rFonts w:asciiTheme="minorHAnsi" w:hAnsiTheme="minorHAnsi" w:cstheme="minorHAnsi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0A724611" wp14:editId="79A41164">
                <wp:simplePos x="0" y="0"/>
                <wp:positionH relativeFrom="margin">
                  <wp:posOffset>169545</wp:posOffset>
                </wp:positionH>
                <wp:positionV relativeFrom="page">
                  <wp:posOffset>-128270</wp:posOffset>
                </wp:positionV>
                <wp:extent cx="774065" cy="673100"/>
                <wp:effectExtent l="0" t="0" r="6985" b="0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4065" cy="673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409" w:type="dxa"/>
          <w:vAlign w:val="bottom"/>
        </w:tcPr>
        <w:p w14:paraId="1B660F3F" w14:textId="68FDDA16" w:rsidR="009410E4" w:rsidRPr="00987583" w:rsidRDefault="009410E4" w:rsidP="00495BE8">
          <w:pPr>
            <w:pStyle w:val="Footer"/>
            <w:jc w:val="right"/>
            <w:rPr>
              <w:rFonts w:asciiTheme="minorHAnsi" w:hAnsiTheme="minorHAnsi" w:cstheme="minorHAnsi"/>
              <w:szCs w:val="16"/>
            </w:rPr>
          </w:pPr>
          <w:r w:rsidRPr="00987583">
            <w:rPr>
              <w:szCs w:val="16"/>
            </w:rPr>
            <w:fldChar w:fldCharType="begin"/>
          </w:r>
          <w:r w:rsidRPr="00987583">
            <w:rPr>
              <w:rFonts w:asciiTheme="minorHAnsi" w:hAnsiTheme="minorHAnsi" w:cstheme="minorHAnsi"/>
              <w:szCs w:val="16"/>
            </w:rPr>
            <w:instrText>PAGE</w:instrText>
          </w:r>
          <w:r w:rsidRPr="00987583">
            <w:rPr>
              <w:szCs w:val="16"/>
            </w:rPr>
            <w:fldChar w:fldCharType="separate"/>
          </w:r>
          <w:r w:rsidRPr="00987583">
            <w:rPr>
              <w:rFonts w:asciiTheme="minorHAnsi" w:hAnsiTheme="minorHAnsi" w:cstheme="minorHAnsi"/>
              <w:noProof/>
              <w:szCs w:val="16"/>
            </w:rPr>
            <w:t>1</w:t>
          </w:r>
          <w:r w:rsidRPr="00987583">
            <w:rPr>
              <w:szCs w:val="16"/>
            </w:rPr>
            <w:fldChar w:fldCharType="end"/>
          </w:r>
          <w:r w:rsidRPr="00987583">
            <w:rPr>
              <w:rFonts w:asciiTheme="minorHAnsi" w:hAnsiTheme="minorHAnsi" w:cstheme="minorHAnsi"/>
              <w:szCs w:val="16"/>
            </w:rPr>
            <w:t>(</w:t>
          </w:r>
          <w:r w:rsidRPr="00987583">
            <w:rPr>
              <w:szCs w:val="16"/>
            </w:rPr>
            <w:fldChar w:fldCharType="begin"/>
          </w:r>
          <w:r w:rsidRPr="00987583">
            <w:rPr>
              <w:rFonts w:asciiTheme="minorHAnsi" w:hAnsiTheme="minorHAnsi" w:cstheme="minorHAnsi"/>
              <w:szCs w:val="16"/>
            </w:rPr>
            <w:instrText>NUMPAGES</w:instrText>
          </w:r>
          <w:r w:rsidRPr="00987583">
            <w:rPr>
              <w:szCs w:val="16"/>
            </w:rPr>
            <w:fldChar w:fldCharType="separate"/>
          </w:r>
          <w:r w:rsidRPr="00987583">
            <w:rPr>
              <w:rFonts w:asciiTheme="minorHAnsi" w:hAnsiTheme="minorHAnsi" w:cstheme="minorHAnsi"/>
              <w:noProof/>
              <w:szCs w:val="16"/>
            </w:rPr>
            <w:t>1</w:t>
          </w:r>
          <w:r w:rsidRPr="00987583">
            <w:rPr>
              <w:szCs w:val="16"/>
            </w:rPr>
            <w:fldChar w:fldCharType="end"/>
          </w:r>
          <w:r w:rsidRPr="00987583">
            <w:rPr>
              <w:rFonts w:asciiTheme="minorHAnsi" w:hAnsiTheme="minorHAnsi" w:cstheme="minorHAnsi"/>
              <w:szCs w:val="16"/>
            </w:rPr>
            <w:t>)</w:t>
          </w:r>
        </w:p>
      </w:tc>
    </w:tr>
  </w:tbl>
  <w:p w14:paraId="4D5B86C9" w14:textId="77777777" w:rsidR="00495BE8" w:rsidRPr="00987583" w:rsidRDefault="00495BE8" w:rsidP="007329B9">
    <w:pPr>
      <w:pStyle w:val="Footer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3D846" w14:textId="77777777" w:rsidR="00495BE8" w:rsidRDefault="00495BE8" w:rsidP="007329B9">
    <w:pPr>
      <w:pStyle w:val="Footer"/>
    </w:pPr>
  </w:p>
  <w:p w14:paraId="137CE06E" w14:textId="77777777" w:rsidR="00495BE8" w:rsidRDefault="00495BE8" w:rsidP="007329B9">
    <w:pPr>
      <w:pStyle w:val="Footer"/>
    </w:pPr>
  </w:p>
  <w:tbl>
    <w:tblPr>
      <w:tblStyle w:val="TableGrid"/>
      <w:tblW w:w="103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2409"/>
    </w:tblGrid>
    <w:tr w:rsidR="00495BE8" w:rsidRPr="007329B9" w14:paraId="3FD4395B" w14:textId="77777777" w:rsidTr="00495BE8">
      <w:trPr>
        <w:trHeight w:val="229"/>
      </w:trPr>
      <w:tc>
        <w:tcPr>
          <w:tcW w:w="7905" w:type="dxa"/>
          <w:vAlign w:val="bottom"/>
        </w:tcPr>
        <w:sdt>
          <w:sdtPr>
            <w:id w:val="-1390181123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1236587822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14:paraId="38BA9E20" w14:textId="77777777" w:rsidR="00495BE8" w:rsidRPr="003A367F" w:rsidRDefault="00495BE8" w:rsidP="00495BE8">
                  <w:pPr>
                    <w:pStyle w:val="Footer"/>
                    <w:rPr>
                      <w:rFonts w:ascii="Calibri" w:hAnsi="Calibri" w:cs="Calibri"/>
                    </w:rPr>
                  </w:pPr>
                </w:p>
                <w:p w14:paraId="6A50F402" w14:textId="77777777" w:rsidR="00495BE8" w:rsidRPr="003A367F" w:rsidRDefault="00495BE8" w:rsidP="00495BE8">
                  <w:pPr>
                    <w:pStyle w:val="Footer"/>
                    <w:rPr>
                      <w:rFonts w:ascii="Calibri" w:hAnsi="Calibri" w:cs="Calibri"/>
                      <w:lang w:val="fi-FI"/>
                    </w:rPr>
                  </w:pPr>
                  <w:r w:rsidRPr="003A367F">
                    <w:rPr>
                      <w:rFonts w:ascii="Calibri" w:hAnsi="Calibri" w:cs="Calibri"/>
                      <w:lang w:val="fi-FI"/>
                    </w:rPr>
                    <w:t>SOL Palvelut Oy</w:t>
                  </w:r>
                </w:p>
                <w:p w14:paraId="3EADEE62" w14:textId="77777777" w:rsidR="00495BE8" w:rsidRPr="003A367F" w:rsidRDefault="00495BE8" w:rsidP="00495BE8">
                  <w:pPr>
                    <w:pStyle w:val="Footer"/>
                    <w:rPr>
                      <w:rFonts w:ascii="Calibri" w:hAnsi="Calibri" w:cs="Calibri"/>
                      <w:lang w:val="fi-FI"/>
                    </w:rPr>
                  </w:pPr>
                  <w:r w:rsidRPr="003A367F">
                    <w:rPr>
                      <w:rFonts w:ascii="Calibri" w:hAnsi="Calibri" w:cs="Calibri"/>
                      <w:lang w:val="fi-FI"/>
                    </w:rPr>
                    <w:t xml:space="preserve">Vanha talvitie 19 A, 00580 Helsinki • Puhelin 020 5705 </w:t>
                  </w:r>
                </w:p>
                <w:p w14:paraId="319EF088" w14:textId="77777777" w:rsidR="00495BE8" w:rsidRPr="003A367F" w:rsidRDefault="00495BE8" w:rsidP="00495BE8">
                  <w:pPr>
                    <w:pStyle w:val="Footer"/>
                    <w:rPr>
                      <w:rFonts w:ascii="Calibri" w:hAnsi="Calibri" w:cs="Calibri"/>
                      <w:lang w:val="fi-FI"/>
                    </w:rPr>
                  </w:pPr>
                  <w:r w:rsidRPr="003A367F">
                    <w:rPr>
                      <w:rFonts w:ascii="Calibri" w:hAnsi="Calibri" w:cs="Calibri"/>
                      <w:lang w:val="fi-FI"/>
                    </w:rPr>
                    <w:t>www.sol.fi • etunimi.sukunimi@sol.fi • Y-tunnus 0201470-5 • Kotipaikka Helsinki</w:t>
                  </w:r>
                  <w:r w:rsidRPr="003A367F">
                    <w:rPr>
                      <w:rFonts w:ascii="Calibri" w:hAnsi="Calibri" w:cs="Calibri"/>
                      <w:lang w:val="fi-FI"/>
                    </w:rPr>
                    <w:tab/>
                  </w:r>
                </w:p>
              </w:sdtContent>
            </w:sdt>
          </w:sdtContent>
        </w:sdt>
      </w:tc>
      <w:tc>
        <w:tcPr>
          <w:tcW w:w="2409" w:type="dxa"/>
          <w:vAlign w:val="bottom"/>
        </w:tcPr>
        <w:p w14:paraId="397E5D76" w14:textId="77777777" w:rsidR="00495BE8" w:rsidRPr="003A367F" w:rsidRDefault="00495BE8" w:rsidP="00495BE8">
          <w:pPr>
            <w:pStyle w:val="Footer"/>
            <w:jc w:val="right"/>
            <w:rPr>
              <w:rFonts w:ascii="Calibri" w:hAnsi="Calibri" w:cs="Calibri"/>
              <w:sz w:val="21"/>
              <w:szCs w:val="21"/>
            </w:rPr>
          </w:pPr>
          <w:r w:rsidRPr="007329B9">
            <w:rPr>
              <w:sz w:val="21"/>
              <w:szCs w:val="21"/>
            </w:rPr>
            <w:fldChar w:fldCharType="begin"/>
          </w:r>
          <w:r w:rsidRPr="003A367F">
            <w:rPr>
              <w:rFonts w:ascii="Calibri" w:hAnsi="Calibri" w:cs="Calibri"/>
              <w:sz w:val="21"/>
              <w:szCs w:val="21"/>
            </w:rPr>
            <w:instrText>PAGE</w:instrText>
          </w:r>
          <w:r w:rsidRPr="007329B9">
            <w:rPr>
              <w:sz w:val="21"/>
              <w:szCs w:val="21"/>
            </w:rPr>
            <w:fldChar w:fldCharType="separate"/>
          </w:r>
          <w:r w:rsidRPr="003A367F">
            <w:rPr>
              <w:rFonts w:ascii="Calibri" w:hAnsi="Calibri" w:cs="Calibri"/>
              <w:noProof/>
              <w:sz w:val="21"/>
              <w:szCs w:val="21"/>
            </w:rPr>
            <w:t>1</w:t>
          </w:r>
          <w:r w:rsidRPr="007329B9">
            <w:rPr>
              <w:sz w:val="21"/>
              <w:szCs w:val="21"/>
            </w:rPr>
            <w:fldChar w:fldCharType="end"/>
          </w:r>
          <w:r w:rsidRPr="003A367F">
            <w:rPr>
              <w:rFonts w:ascii="Calibri" w:hAnsi="Calibri" w:cs="Calibri"/>
              <w:sz w:val="21"/>
              <w:szCs w:val="21"/>
            </w:rPr>
            <w:t>(</w:t>
          </w:r>
          <w:r w:rsidRPr="007329B9">
            <w:rPr>
              <w:sz w:val="21"/>
              <w:szCs w:val="21"/>
            </w:rPr>
            <w:fldChar w:fldCharType="begin"/>
          </w:r>
          <w:r w:rsidRPr="003A367F">
            <w:rPr>
              <w:rFonts w:ascii="Calibri" w:hAnsi="Calibri" w:cs="Calibri"/>
              <w:sz w:val="21"/>
              <w:szCs w:val="21"/>
            </w:rPr>
            <w:instrText>NUMPAGES</w:instrText>
          </w:r>
          <w:r w:rsidRPr="007329B9">
            <w:rPr>
              <w:sz w:val="21"/>
              <w:szCs w:val="21"/>
            </w:rPr>
            <w:fldChar w:fldCharType="separate"/>
          </w:r>
          <w:r w:rsidR="00F749D6" w:rsidRPr="003A367F">
            <w:rPr>
              <w:rFonts w:ascii="Calibri" w:hAnsi="Calibri" w:cs="Calibri"/>
              <w:noProof/>
              <w:sz w:val="21"/>
              <w:szCs w:val="21"/>
            </w:rPr>
            <w:t>1</w:t>
          </w:r>
          <w:r w:rsidRPr="007329B9">
            <w:rPr>
              <w:sz w:val="21"/>
              <w:szCs w:val="21"/>
            </w:rPr>
            <w:fldChar w:fldCharType="end"/>
          </w:r>
          <w:r w:rsidRPr="003A367F">
            <w:rPr>
              <w:rFonts w:ascii="Calibri" w:hAnsi="Calibri" w:cs="Calibri"/>
              <w:sz w:val="21"/>
              <w:szCs w:val="21"/>
            </w:rPr>
            <w:t>)</w:t>
          </w:r>
        </w:p>
      </w:tc>
    </w:tr>
  </w:tbl>
  <w:p w14:paraId="4BA92875" w14:textId="77777777" w:rsidR="00495BE8" w:rsidRDefault="00495B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38695" w14:textId="77777777" w:rsidR="00495BE8" w:rsidRDefault="00495BE8" w:rsidP="00AC7BC5">
      <w:r>
        <w:separator/>
      </w:r>
    </w:p>
  </w:footnote>
  <w:footnote w:type="continuationSeparator" w:id="0">
    <w:p w14:paraId="0B1390DD" w14:textId="77777777" w:rsidR="00495BE8" w:rsidRDefault="00495BE8" w:rsidP="00AC7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9A481" w14:textId="31E76CAA" w:rsidR="0001277F" w:rsidRDefault="0001277F" w:rsidP="0049278B">
    <w:pPr>
      <w:pStyle w:val="Header"/>
    </w:pPr>
  </w:p>
  <w:p w14:paraId="4AD8B4EA" w14:textId="77777777" w:rsidR="00495BE8" w:rsidRDefault="00495BE8" w:rsidP="0049278B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2336" behindDoc="1" locked="1" layoutInCell="0" allowOverlap="1" wp14:anchorId="57A320B9" wp14:editId="282B3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12400" cy="885600"/>
          <wp:effectExtent l="0" t="0" r="6985" b="0"/>
          <wp:wrapNone/>
          <wp:docPr id="12" name="Kuva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l_word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2400" cy="88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            </w:t>
    </w:r>
  </w:p>
  <w:p w14:paraId="76A15CDB" w14:textId="77777777" w:rsidR="00495BE8" w:rsidRPr="0049278B" w:rsidRDefault="00495BE8" w:rsidP="004927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CDC91" w14:textId="77777777" w:rsidR="00495BE8" w:rsidRDefault="00495BE8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0288" behindDoc="1" locked="1" layoutInCell="0" allowOverlap="1" wp14:anchorId="1C8022F7" wp14:editId="7ACA1B8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12400" cy="885600"/>
          <wp:effectExtent l="0" t="0" r="6985" b="0"/>
          <wp:wrapNone/>
          <wp:docPr id="7" name="Kuv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l_word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2400" cy="88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814E3"/>
    <w:multiLevelType w:val="hybridMultilevel"/>
    <w:tmpl w:val="18C48F62"/>
    <w:lvl w:ilvl="0" w:tplc="A852C31E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F51108"/>
    <w:multiLevelType w:val="multilevel"/>
    <w:tmpl w:val="FD9CE5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4"/>
      </w:rPr>
    </w:lvl>
  </w:abstractNum>
  <w:abstractNum w:abstractNumId="2" w15:restartNumberingAfterBreak="0">
    <w:nsid w:val="3C2930D6"/>
    <w:multiLevelType w:val="hybridMultilevel"/>
    <w:tmpl w:val="FB0A7A1C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A46305"/>
    <w:multiLevelType w:val="hybridMultilevel"/>
    <w:tmpl w:val="C1546CE8"/>
    <w:lvl w:ilvl="0" w:tplc="9490CA4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DD04177"/>
    <w:multiLevelType w:val="hybridMultilevel"/>
    <w:tmpl w:val="7EDAD3C0"/>
    <w:lvl w:ilvl="0" w:tplc="DCEAB32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C83BF9"/>
    <w:multiLevelType w:val="hybridMultilevel"/>
    <w:tmpl w:val="2144A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A3DFA"/>
    <w:multiLevelType w:val="hybridMultilevel"/>
    <w:tmpl w:val="D64CC0DE"/>
    <w:lvl w:ilvl="0" w:tplc="B3486F6A">
      <w:start w:val="1"/>
      <w:numFmt w:val="bullet"/>
      <w:lvlText w:val="-"/>
      <w:lvlJc w:val="left"/>
      <w:pPr>
        <w:ind w:left="720" w:hanging="360"/>
      </w:pPr>
      <w:rPr>
        <w:rFonts w:ascii="Vani" w:hAnsi="Van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95705C"/>
    <w:multiLevelType w:val="hybridMultilevel"/>
    <w:tmpl w:val="D9A055FA"/>
    <w:lvl w:ilvl="0" w:tplc="DCEAB32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9237812">
    <w:abstractNumId w:val="0"/>
  </w:num>
  <w:num w:numId="2" w16cid:durableId="1854954928">
    <w:abstractNumId w:val="3"/>
  </w:num>
  <w:num w:numId="3" w16cid:durableId="135689107">
    <w:abstractNumId w:val="7"/>
  </w:num>
  <w:num w:numId="4" w16cid:durableId="1623226255">
    <w:abstractNumId w:val="4"/>
  </w:num>
  <w:num w:numId="5" w16cid:durableId="1652716180">
    <w:abstractNumId w:val="5"/>
  </w:num>
  <w:num w:numId="6" w16cid:durableId="1764569901">
    <w:abstractNumId w:val="1"/>
  </w:num>
  <w:num w:numId="7" w16cid:durableId="51271616">
    <w:abstractNumId w:val="2"/>
  </w:num>
  <w:num w:numId="8" w16cid:durableId="21374875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hyphenationZone w:val="425"/>
  <w:characterSpacingControl w:val="doNotCompress"/>
  <w:hdrShapeDefaults>
    <o:shapedefaults v:ext="edit" spidmax="139265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940"/>
    <w:rsid w:val="0001277F"/>
    <w:rsid w:val="000467AB"/>
    <w:rsid w:val="00075329"/>
    <w:rsid w:val="000B5095"/>
    <w:rsid w:val="000D3852"/>
    <w:rsid w:val="000E443A"/>
    <w:rsid w:val="00125E3F"/>
    <w:rsid w:val="00137E84"/>
    <w:rsid w:val="0014405D"/>
    <w:rsid w:val="001478C4"/>
    <w:rsid w:val="001572E8"/>
    <w:rsid w:val="00165F9E"/>
    <w:rsid w:val="001B0887"/>
    <w:rsid w:val="001C4FC8"/>
    <w:rsid w:val="00203FF8"/>
    <w:rsid w:val="002175FF"/>
    <w:rsid w:val="00222EFF"/>
    <w:rsid w:val="00226F60"/>
    <w:rsid w:val="00227863"/>
    <w:rsid w:val="002279CF"/>
    <w:rsid w:val="002443D4"/>
    <w:rsid w:val="00275F4F"/>
    <w:rsid w:val="002A0DF5"/>
    <w:rsid w:val="002C438F"/>
    <w:rsid w:val="00317CEF"/>
    <w:rsid w:val="00326BD7"/>
    <w:rsid w:val="00356779"/>
    <w:rsid w:val="00380472"/>
    <w:rsid w:val="0039740F"/>
    <w:rsid w:val="003A367F"/>
    <w:rsid w:val="003C2EAA"/>
    <w:rsid w:val="004336E1"/>
    <w:rsid w:val="00443F12"/>
    <w:rsid w:val="0049278B"/>
    <w:rsid w:val="00495BE8"/>
    <w:rsid w:val="004A20D9"/>
    <w:rsid w:val="004A6C64"/>
    <w:rsid w:val="004B2881"/>
    <w:rsid w:val="004E678D"/>
    <w:rsid w:val="004F44C1"/>
    <w:rsid w:val="00513CAE"/>
    <w:rsid w:val="00523CB1"/>
    <w:rsid w:val="00550E55"/>
    <w:rsid w:val="00551C5C"/>
    <w:rsid w:val="00554B0E"/>
    <w:rsid w:val="005656D0"/>
    <w:rsid w:val="0057708A"/>
    <w:rsid w:val="005873D7"/>
    <w:rsid w:val="005A2C58"/>
    <w:rsid w:val="005B2CAA"/>
    <w:rsid w:val="005B7196"/>
    <w:rsid w:val="006528B1"/>
    <w:rsid w:val="0065650A"/>
    <w:rsid w:val="00657549"/>
    <w:rsid w:val="00657D55"/>
    <w:rsid w:val="006819A6"/>
    <w:rsid w:val="006B0118"/>
    <w:rsid w:val="006C4AAA"/>
    <w:rsid w:val="007055ED"/>
    <w:rsid w:val="00720FCF"/>
    <w:rsid w:val="007329B9"/>
    <w:rsid w:val="00744061"/>
    <w:rsid w:val="0074501A"/>
    <w:rsid w:val="0074687A"/>
    <w:rsid w:val="00771214"/>
    <w:rsid w:val="00782218"/>
    <w:rsid w:val="00791E65"/>
    <w:rsid w:val="007D67FD"/>
    <w:rsid w:val="00805431"/>
    <w:rsid w:val="0085102A"/>
    <w:rsid w:val="00853141"/>
    <w:rsid w:val="00856E1F"/>
    <w:rsid w:val="00863A89"/>
    <w:rsid w:val="008868B9"/>
    <w:rsid w:val="008A3037"/>
    <w:rsid w:val="008A38A6"/>
    <w:rsid w:val="008B1667"/>
    <w:rsid w:val="008B5174"/>
    <w:rsid w:val="008C00C2"/>
    <w:rsid w:val="008D386D"/>
    <w:rsid w:val="008D5808"/>
    <w:rsid w:val="0093304F"/>
    <w:rsid w:val="009410E4"/>
    <w:rsid w:val="009617CD"/>
    <w:rsid w:val="00987583"/>
    <w:rsid w:val="009A7FC4"/>
    <w:rsid w:val="009D27A2"/>
    <w:rsid w:val="00A33E3D"/>
    <w:rsid w:val="00A3638C"/>
    <w:rsid w:val="00A5063C"/>
    <w:rsid w:val="00A5580F"/>
    <w:rsid w:val="00A871A9"/>
    <w:rsid w:val="00A93BCE"/>
    <w:rsid w:val="00AB7D54"/>
    <w:rsid w:val="00AC7BC5"/>
    <w:rsid w:val="00AF1671"/>
    <w:rsid w:val="00AF6891"/>
    <w:rsid w:val="00B02BC9"/>
    <w:rsid w:val="00B04ABE"/>
    <w:rsid w:val="00B05BBD"/>
    <w:rsid w:val="00B06142"/>
    <w:rsid w:val="00B07804"/>
    <w:rsid w:val="00B1268A"/>
    <w:rsid w:val="00B13D4E"/>
    <w:rsid w:val="00B154CF"/>
    <w:rsid w:val="00B25C66"/>
    <w:rsid w:val="00B4108E"/>
    <w:rsid w:val="00B66DAF"/>
    <w:rsid w:val="00B720A2"/>
    <w:rsid w:val="00B7691C"/>
    <w:rsid w:val="00B87F02"/>
    <w:rsid w:val="00BA6F03"/>
    <w:rsid w:val="00BB4724"/>
    <w:rsid w:val="00BE27FC"/>
    <w:rsid w:val="00BE6940"/>
    <w:rsid w:val="00BF45C4"/>
    <w:rsid w:val="00C12FE3"/>
    <w:rsid w:val="00C368FE"/>
    <w:rsid w:val="00C421A4"/>
    <w:rsid w:val="00C44275"/>
    <w:rsid w:val="00C46BDB"/>
    <w:rsid w:val="00C479A0"/>
    <w:rsid w:val="00C60D34"/>
    <w:rsid w:val="00C856E4"/>
    <w:rsid w:val="00CA4772"/>
    <w:rsid w:val="00CD0E2C"/>
    <w:rsid w:val="00D05262"/>
    <w:rsid w:val="00D56FB8"/>
    <w:rsid w:val="00D8248B"/>
    <w:rsid w:val="00D85C0B"/>
    <w:rsid w:val="00DA6685"/>
    <w:rsid w:val="00DB77B5"/>
    <w:rsid w:val="00DC4EF9"/>
    <w:rsid w:val="00DE2A3E"/>
    <w:rsid w:val="00E23CD1"/>
    <w:rsid w:val="00E7151C"/>
    <w:rsid w:val="00EB0449"/>
    <w:rsid w:val="00EC052E"/>
    <w:rsid w:val="00ED6BBE"/>
    <w:rsid w:val="00F07EBE"/>
    <w:rsid w:val="00F15D4B"/>
    <w:rsid w:val="00F749D6"/>
    <w:rsid w:val="00F76423"/>
    <w:rsid w:val="00F80411"/>
    <w:rsid w:val="00FA5383"/>
    <w:rsid w:val="00FC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3EB045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037"/>
    <w:pPr>
      <w:tabs>
        <w:tab w:val="left" w:pos="1304"/>
        <w:tab w:val="left" w:pos="2608"/>
        <w:tab w:val="left" w:pos="3912"/>
      </w:tabs>
    </w:pPr>
    <w:rPr>
      <w:sz w:val="21"/>
      <w:lang w:val="et-EE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D8248B"/>
    <w:pPr>
      <w:keepNext/>
      <w:keepLines/>
      <w:outlineLvl w:val="0"/>
    </w:pPr>
    <w:rPr>
      <w:rFonts w:asciiTheme="majorHAnsi" w:eastAsiaTheme="majorEastAsia" w:hAnsiTheme="majorHAnsi" w:cstheme="majorHAnsi"/>
      <w:b/>
      <w:bCs/>
      <w:szCs w:val="28"/>
    </w:rPr>
  </w:style>
  <w:style w:type="paragraph" w:styleId="Heading2">
    <w:name w:val="heading 2"/>
    <w:basedOn w:val="Heading1"/>
    <w:next w:val="BodyText"/>
    <w:link w:val="Heading2Char"/>
    <w:uiPriority w:val="9"/>
    <w:qFormat/>
    <w:rsid w:val="00D8248B"/>
    <w:pPr>
      <w:outlineLvl w:val="1"/>
    </w:pPr>
    <w:rPr>
      <w:b w:val="0"/>
      <w:bCs w:val="0"/>
      <w:szCs w:val="26"/>
    </w:rPr>
  </w:style>
  <w:style w:type="paragraph" w:styleId="Heading3">
    <w:name w:val="heading 3"/>
    <w:basedOn w:val="Heading2"/>
    <w:next w:val="BodyText"/>
    <w:link w:val="Heading3Char"/>
    <w:uiPriority w:val="9"/>
    <w:qFormat/>
    <w:rsid w:val="008B1667"/>
    <w:pPr>
      <w:outlineLvl w:val="2"/>
    </w:pPr>
    <w:rPr>
      <w:rFonts w:cstheme="majorBidi"/>
      <w:bCs/>
    </w:rPr>
  </w:style>
  <w:style w:type="paragraph" w:styleId="Heading4">
    <w:name w:val="heading 4"/>
    <w:basedOn w:val="Heading2"/>
    <w:next w:val="BodyText"/>
    <w:link w:val="Heading4Char"/>
    <w:uiPriority w:val="9"/>
    <w:semiHidden/>
    <w:unhideWhenUsed/>
    <w:rsid w:val="008B1667"/>
    <w:pPr>
      <w:outlineLvl w:val="3"/>
    </w:pPr>
    <w:rPr>
      <w:rFonts w:cstheme="majorBidi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248B"/>
    <w:rPr>
      <w:rFonts w:asciiTheme="majorHAnsi" w:eastAsiaTheme="majorEastAsia" w:hAnsiTheme="majorHAnsi" w:cstheme="majorHAnsi"/>
      <w:b/>
      <w:bCs/>
      <w:sz w:val="21"/>
      <w:szCs w:val="28"/>
    </w:rPr>
  </w:style>
  <w:style w:type="paragraph" w:styleId="Header">
    <w:name w:val="header"/>
    <w:basedOn w:val="Normal"/>
    <w:link w:val="HeaderChar"/>
    <w:uiPriority w:val="99"/>
    <w:unhideWhenUsed/>
    <w:rsid w:val="00AC7BC5"/>
    <w:pPr>
      <w:tabs>
        <w:tab w:val="center" w:pos="4819"/>
        <w:tab w:val="right" w:pos="9638"/>
      </w:tabs>
    </w:pPr>
  </w:style>
  <w:style w:type="paragraph" w:styleId="BodyText">
    <w:name w:val="Body Text"/>
    <w:basedOn w:val="Normal"/>
    <w:link w:val="BodyTextChar"/>
    <w:uiPriority w:val="99"/>
    <w:qFormat/>
    <w:rsid w:val="0039740F"/>
    <w:pPr>
      <w:spacing w:line="264" w:lineRule="auto"/>
      <w:ind w:left="1304"/>
    </w:pPr>
  </w:style>
  <w:style w:type="character" w:customStyle="1" w:styleId="BodyTextChar">
    <w:name w:val="Body Text Char"/>
    <w:basedOn w:val="DefaultParagraphFont"/>
    <w:link w:val="BodyText"/>
    <w:uiPriority w:val="99"/>
    <w:rsid w:val="0039740F"/>
    <w:rPr>
      <w:sz w:val="21"/>
    </w:rPr>
  </w:style>
  <w:style w:type="character" w:customStyle="1" w:styleId="HeaderChar">
    <w:name w:val="Header Char"/>
    <w:basedOn w:val="DefaultParagraphFont"/>
    <w:link w:val="Header"/>
    <w:uiPriority w:val="99"/>
    <w:rsid w:val="00AC7BC5"/>
  </w:style>
  <w:style w:type="paragraph" w:styleId="Footer">
    <w:name w:val="footer"/>
    <w:basedOn w:val="Normal"/>
    <w:link w:val="FooterChar"/>
    <w:uiPriority w:val="99"/>
    <w:unhideWhenUsed/>
    <w:rsid w:val="008A3037"/>
    <w:pPr>
      <w:tabs>
        <w:tab w:val="right" w:pos="9923"/>
      </w:tabs>
      <w:spacing w:line="288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A3037"/>
    <w:rPr>
      <w:sz w:val="16"/>
    </w:rPr>
  </w:style>
  <w:style w:type="paragraph" w:styleId="Title">
    <w:name w:val="Title"/>
    <w:basedOn w:val="Normal"/>
    <w:next w:val="BodyText"/>
    <w:link w:val="TitleChar"/>
    <w:uiPriority w:val="10"/>
    <w:qFormat/>
    <w:locked/>
    <w:rsid w:val="00AC7BC5"/>
    <w:pPr>
      <w:contextualSpacing/>
    </w:pPr>
    <w:rPr>
      <w:rFonts w:asciiTheme="majorHAnsi" w:eastAsiaTheme="majorEastAsia" w:hAnsiTheme="majorHAnsi" w:cstheme="majorHAnsi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B1667"/>
    <w:rPr>
      <w:rFonts w:asciiTheme="majorHAnsi" w:eastAsiaTheme="majorEastAsia" w:hAnsiTheme="majorHAnsi" w:cstheme="majorHAnsi"/>
      <w:kern w:val="28"/>
      <w:sz w:val="28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8248B"/>
    <w:rPr>
      <w:rFonts w:asciiTheme="majorHAnsi" w:eastAsiaTheme="majorEastAsia" w:hAnsiTheme="majorHAnsi" w:cstheme="majorHAnsi"/>
      <w:sz w:val="21"/>
      <w:szCs w:val="26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C7BC5"/>
    <w:pPr>
      <w:numPr>
        <w:ilvl w:val="1"/>
      </w:numPr>
    </w:pPr>
    <w:rPr>
      <w:rFonts w:asciiTheme="majorHAnsi" w:eastAsiaTheme="majorEastAsia" w:hAnsiTheme="majorHAnsi" w:cstheme="majorHAnsi"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C7BC5"/>
    <w:rPr>
      <w:rFonts w:asciiTheme="majorHAnsi" w:eastAsiaTheme="majorEastAsia" w:hAnsiTheme="majorHAnsi" w:cstheme="majorHAnsi"/>
      <w:iCs/>
      <w:sz w:val="24"/>
      <w:szCs w:val="24"/>
    </w:rPr>
  </w:style>
  <w:style w:type="paragraph" w:styleId="ListParagraph">
    <w:name w:val="List Paragraph"/>
    <w:basedOn w:val="BodyText"/>
    <w:uiPriority w:val="34"/>
    <w:qFormat/>
    <w:rsid w:val="00AC7BC5"/>
    <w:pPr>
      <w:numPr>
        <w:numId w:val="1"/>
      </w:numPr>
      <w:ind w:left="357" w:hanging="357"/>
      <w:contextualSpacing/>
    </w:pPr>
  </w:style>
  <w:style w:type="paragraph" w:styleId="NoSpacing">
    <w:name w:val="No Spacing"/>
    <w:uiPriority w:val="1"/>
    <w:rsid w:val="008B1667"/>
  </w:style>
  <w:style w:type="character" w:customStyle="1" w:styleId="Heading4Char">
    <w:name w:val="Heading 4 Char"/>
    <w:basedOn w:val="DefaultParagraphFont"/>
    <w:link w:val="Heading4"/>
    <w:uiPriority w:val="9"/>
    <w:semiHidden/>
    <w:rsid w:val="008B1667"/>
    <w:rPr>
      <w:rFonts w:asciiTheme="majorHAnsi" w:eastAsiaTheme="majorEastAsia" w:hAnsiTheme="majorHAnsi" w:cstheme="majorBidi"/>
      <w:i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B1667"/>
    <w:rPr>
      <w:rFonts w:asciiTheme="majorHAnsi" w:eastAsiaTheme="majorEastAsia" w:hAnsiTheme="majorHAnsi" w:cstheme="majorBidi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0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0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E678D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75F4F"/>
    <w:rPr>
      <w:color w:val="0000FF" w:themeColor="hyperlink"/>
      <w:u w:val="singl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175F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175FF"/>
    <w:rPr>
      <w:sz w:val="16"/>
      <w:szCs w:val="16"/>
      <w:lang w:val="et-E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175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175FF"/>
    <w:rPr>
      <w:sz w:val="21"/>
      <w:lang w:val="et-EE"/>
    </w:rPr>
  </w:style>
  <w:style w:type="character" w:customStyle="1" w:styleId="Mention1">
    <w:name w:val="Mention1"/>
    <w:basedOn w:val="DefaultParagraphFont"/>
    <w:uiPriority w:val="99"/>
    <w:semiHidden/>
    <w:unhideWhenUsed/>
    <w:rsid w:val="00075329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1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paavola\AppData\Local\Microsoft\Windows\Temporary%20Internet%20Files\Content.Outlook\MX20NJO9\SOL_kirjemalli_v20140919.dotx" TargetMode="External"/></Relationships>
</file>

<file path=word/theme/theme1.xml><?xml version="1.0" encoding="utf-8"?>
<a:theme xmlns:a="http://schemas.openxmlformats.org/drawingml/2006/main" name="Office-teema">
  <a:themeElements>
    <a:clrScheme name="SOL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FC72C"/>
      </a:accent1>
      <a:accent2>
        <a:srgbClr val="E4002B"/>
      </a:accent2>
      <a:accent3>
        <a:srgbClr val="000000"/>
      </a:accent3>
      <a:accent4>
        <a:srgbClr val="F17F95"/>
      </a:accent4>
      <a:accent5>
        <a:srgbClr val="FFE395"/>
      </a:accent5>
      <a:accent6>
        <a:srgbClr val="808080"/>
      </a:accent6>
      <a:hlink>
        <a:srgbClr val="0000FF"/>
      </a:hlink>
      <a:folHlink>
        <a:srgbClr val="800080"/>
      </a:folHlink>
    </a:clrScheme>
    <a:fontScheme name="Office, klassinen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D533F-E3E3-446E-8D5D-F81B306F8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SOL_kirjemalli_v20140919</Template>
  <TotalTime>0</TotalTime>
  <Pages>1</Pages>
  <Words>90</Words>
  <Characters>523</Characters>
  <Application>Microsoft Office Word</Application>
  <DocSecurity>4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2023-12-19T09:31:00Z</dcterms:created>
  <dcterms:modified xsi:type="dcterms:W3CDTF">2023-12-19T09:31:00Z</dcterms:modified>
</cp:coreProperties>
</file>