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F6E4A" w14:textId="77777777" w:rsidR="00B72444" w:rsidRPr="000B128B" w:rsidRDefault="00B72444" w:rsidP="00547E7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et-EE" w:eastAsia="et-EE"/>
        </w:rPr>
      </w:pPr>
    </w:p>
    <w:p w14:paraId="496FB250" w14:textId="77777777" w:rsidR="0080383F" w:rsidRPr="0080383F" w:rsidRDefault="0080383F" w:rsidP="0080383F">
      <w:pPr>
        <w:suppressAutoHyphens/>
        <w:autoSpaceDN w:val="0"/>
        <w:textAlignment w:val="baseline"/>
        <w:rPr>
          <w:szCs w:val="20"/>
          <w:lang w:val="et-EE"/>
        </w:rPr>
      </w:pPr>
      <w:r w:rsidRPr="0080383F">
        <w:rPr>
          <w:szCs w:val="20"/>
          <w:lang w:val="et-EE"/>
        </w:rPr>
        <w:t>TRANSPORDIAMET</w:t>
      </w:r>
    </w:p>
    <w:p w14:paraId="5D1879DB" w14:textId="44EAA0D1" w:rsidR="0080383F" w:rsidRPr="0080383F" w:rsidRDefault="0080383F" w:rsidP="0080383F">
      <w:pPr>
        <w:autoSpaceDN w:val="0"/>
        <w:spacing w:after="200"/>
        <w:jc w:val="both"/>
        <w:rPr>
          <w:rFonts w:eastAsia="Calibri"/>
          <w:lang w:val="et-EE"/>
        </w:rPr>
      </w:pPr>
      <w:r w:rsidRPr="0080383F">
        <w:rPr>
          <w:rFonts w:eastAsia="Calibri"/>
          <w:lang w:val="et-EE"/>
        </w:rPr>
        <w:t xml:space="preserve">                                                                                                      Meie: </w:t>
      </w:r>
      <w:bookmarkStart w:id="0" w:name="_Hlk182303002"/>
      <w:r w:rsidR="00B14418">
        <w:rPr>
          <w:rFonts w:eastAsia="Calibri"/>
          <w:lang w:val="et-EE"/>
        </w:rPr>
        <w:t>10</w:t>
      </w:r>
      <w:r>
        <w:rPr>
          <w:rFonts w:eastAsia="Calibri"/>
          <w:lang w:val="et-EE"/>
        </w:rPr>
        <w:t>.0</w:t>
      </w:r>
      <w:r w:rsidR="00B14418">
        <w:rPr>
          <w:rFonts w:eastAsia="Calibri"/>
          <w:lang w:val="et-EE"/>
        </w:rPr>
        <w:t>9</w:t>
      </w:r>
      <w:r w:rsidR="00CA5680">
        <w:rPr>
          <w:rFonts w:eastAsia="Calibri"/>
          <w:lang w:val="et-EE"/>
        </w:rPr>
        <w:t>.</w:t>
      </w:r>
      <w:r w:rsidRPr="0080383F">
        <w:rPr>
          <w:rFonts w:eastAsia="Calibri"/>
          <w:lang w:val="et-EE"/>
        </w:rPr>
        <w:t>202</w:t>
      </w:r>
      <w:r w:rsidR="00965660">
        <w:rPr>
          <w:rFonts w:eastAsia="Calibri"/>
          <w:lang w:val="et-EE"/>
        </w:rPr>
        <w:t>5</w:t>
      </w:r>
      <w:r w:rsidRPr="0080383F">
        <w:rPr>
          <w:rFonts w:eastAsia="Calibri"/>
          <w:lang w:val="et-EE"/>
        </w:rPr>
        <w:t xml:space="preserve"> nr </w:t>
      </w:r>
      <w:bookmarkEnd w:id="0"/>
      <w:r w:rsidR="00520967" w:rsidRPr="00520967">
        <w:rPr>
          <w:rFonts w:eastAsia="Calibri"/>
        </w:rPr>
        <w:t>JT-ASJ-4/192</w:t>
      </w:r>
    </w:p>
    <w:p w14:paraId="0F07BBC0" w14:textId="77777777" w:rsidR="0080383F" w:rsidRPr="0080383F" w:rsidRDefault="0080383F" w:rsidP="0080383F">
      <w:pPr>
        <w:autoSpaceDN w:val="0"/>
        <w:spacing w:after="200"/>
        <w:jc w:val="both"/>
        <w:rPr>
          <w:rFonts w:eastAsia="Calibri"/>
          <w:lang w:val="et-EE"/>
        </w:rPr>
      </w:pPr>
    </w:p>
    <w:p w14:paraId="36BA6B86" w14:textId="77777777" w:rsidR="0080383F" w:rsidRPr="0080383F" w:rsidRDefault="0080383F" w:rsidP="0080383F">
      <w:pPr>
        <w:autoSpaceDN w:val="0"/>
        <w:spacing w:after="200"/>
        <w:jc w:val="both"/>
        <w:rPr>
          <w:rFonts w:eastAsia="Calibri"/>
          <w:b/>
          <w:bCs/>
          <w:lang w:val="et-EE"/>
        </w:rPr>
      </w:pPr>
      <w:r w:rsidRPr="0080383F">
        <w:rPr>
          <w:rFonts w:eastAsia="Calibri"/>
          <w:b/>
          <w:bCs/>
          <w:lang w:val="et-EE"/>
        </w:rPr>
        <w:t>RIIGIVARA KASUTAMISEKS ANDMISE  ja ISIKLIKU KASUTUSÕIGUSE SEADMISE TAOTLUS (tehnovõrgud ja rajatised)</w:t>
      </w:r>
    </w:p>
    <w:p w14:paraId="28BBC50E" w14:textId="77777777" w:rsidR="0080383F" w:rsidRPr="0080383F" w:rsidRDefault="0080383F" w:rsidP="0080383F">
      <w:pPr>
        <w:autoSpaceDN w:val="0"/>
        <w:spacing w:after="200"/>
        <w:jc w:val="both"/>
        <w:rPr>
          <w:rFonts w:eastAsia="Calibri"/>
          <w:color w:val="FF0000"/>
          <w:sz w:val="22"/>
          <w:szCs w:val="22"/>
          <w:lang w:val="et-EE"/>
        </w:rPr>
      </w:pPr>
    </w:p>
    <w:tbl>
      <w:tblPr>
        <w:tblW w:w="928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3"/>
        <w:gridCol w:w="6415"/>
      </w:tblGrid>
      <w:tr w:rsidR="0080383F" w:rsidRPr="0080383F" w14:paraId="08251CBE" w14:textId="77777777" w:rsidTr="008F497C">
        <w:trPr>
          <w:trHeight w:val="417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83679A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3A2A5DA8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0657C04A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6F788A95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7E695CB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TAOTLEJA</w:t>
            </w:r>
          </w:p>
          <w:p w14:paraId="2B1658DB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ANDMED</w:t>
            </w:r>
          </w:p>
          <w:p w14:paraId="135B9FF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3D1417AD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46DD1EFD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2BFAB34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BC0BFF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Nimi:</w:t>
            </w:r>
            <w:r w:rsidRPr="0080383F">
              <w:rPr>
                <w:rFonts w:eastAsia="Calibri"/>
                <w:lang w:val="et-EE"/>
              </w:rPr>
              <w:t xml:space="preserve"> Imatra Elekter AS</w:t>
            </w:r>
          </w:p>
        </w:tc>
      </w:tr>
      <w:tr w:rsidR="0080383F" w:rsidRPr="0080383F" w14:paraId="344F4CE0" w14:textId="77777777" w:rsidTr="008F497C">
        <w:trPr>
          <w:trHeight w:val="415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C561B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FFC4F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Registrikood või isikukood:</w:t>
            </w:r>
            <w:r w:rsidRPr="0080383F">
              <w:rPr>
                <w:rFonts w:eastAsia="Calibri"/>
                <w:szCs w:val="22"/>
                <w:lang w:val="et-EE"/>
              </w:rPr>
              <w:t>10224137</w:t>
            </w:r>
          </w:p>
        </w:tc>
      </w:tr>
      <w:tr w:rsidR="0080383F" w:rsidRPr="0080383F" w14:paraId="6FBF867F" w14:textId="77777777" w:rsidTr="008F497C">
        <w:trPr>
          <w:trHeight w:val="272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44EF9C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A92364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Aadress:  Tööstuse 2, 90506 Haapsalu</w:t>
            </w:r>
          </w:p>
        </w:tc>
      </w:tr>
      <w:tr w:rsidR="0080383F" w:rsidRPr="0080383F" w14:paraId="64209343" w14:textId="77777777" w:rsidTr="008F497C">
        <w:trPr>
          <w:trHeight w:val="421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7A7C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bookmarkStart w:id="1" w:name="_Hlk38622158"/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0D5271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Õigustatud isiku poolne lepingu sõlmija nimi:</w:t>
            </w:r>
            <w:r w:rsidRPr="0080383F">
              <w:rPr>
                <w:rFonts w:eastAsia="Calibri"/>
                <w:lang w:val="et-EE"/>
              </w:rPr>
              <w:t xml:space="preserve"> Andra McManus</w:t>
            </w:r>
          </w:p>
        </w:tc>
      </w:tr>
      <w:tr w:rsidR="0080383F" w:rsidRPr="0080383F" w14:paraId="0FFBCB12" w14:textId="77777777" w:rsidTr="008F497C">
        <w:trPr>
          <w:trHeight w:val="272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E65DA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64758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1"/>
      <w:tr w:rsidR="0080383F" w:rsidRPr="0080383F" w14:paraId="0B3EF6BA" w14:textId="77777777" w:rsidTr="008F497C">
        <w:trPr>
          <w:trHeight w:val="272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AA2BAF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AB09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Lepingu sõlmija e-posti aadress, telefoni number:    </w:t>
            </w:r>
          </w:p>
          <w:p w14:paraId="52366148" w14:textId="3A3CB251" w:rsidR="0080383F" w:rsidRPr="0080383F" w:rsidRDefault="00A70EB7" w:rsidP="0080383F">
            <w:pPr>
              <w:autoSpaceDN w:val="0"/>
              <w:jc w:val="both"/>
              <w:rPr>
                <w:szCs w:val="20"/>
                <w:lang w:val="et-EE"/>
              </w:rPr>
            </w:pPr>
            <w:hyperlink r:id="rId8" w:history="1">
              <w:r w:rsidRPr="00D023CE">
                <w:rPr>
                  <w:rStyle w:val="Hyperlink"/>
                  <w:rFonts w:eastAsia="Calibri"/>
                  <w:lang w:val="en-US" w:eastAsia="et-EE"/>
                </w:rPr>
                <w:t>Andra.McManus@elektrilevi.ee</w:t>
              </w:r>
            </w:hyperlink>
            <w:r w:rsidR="0080383F" w:rsidRPr="0080383F">
              <w:rPr>
                <w:rFonts w:eastAsia="Calibri"/>
                <w:lang w:val="et-EE"/>
              </w:rPr>
              <w:t>, tel 5123441</w:t>
            </w:r>
          </w:p>
        </w:tc>
      </w:tr>
      <w:tr w:rsidR="0080383F" w:rsidRPr="0080383F" w14:paraId="50CEB362" w14:textId="77777777" w:rsidTr="008F497C">
        <w:trPr>
          <w:trHeight w:val="94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C02CF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TAOTLEJA KONTAKTISIK menetlemisel (kui erineb lepingu allkirjastajast)</w:t>
            </w: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546C61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Nimi: Riina Eha</w:t>
            </w:r>
          </w:p>
        </w:tc>
      </w:tr>
      <w:tr w:rsidR="0080383F" w:rsidRPr="0080383F" w14:paraId="519C3B0E" w14:textId="77777777" w:rsidTr="008F497C">
        <w:trPr>
          <w:trHeight w:val="93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90E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EEAC8" w14:textId="77777777" w:rsidR="00D04707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e-posti aadress, telefoni number</w:t>
            </w:r>
            <w:r w:rsidR="00D04707">
              <w:rPr>
                <w:rFonts w:eastAsia="Calibri"/>
                <w:sz w:val="22"/>
                <w:szCs w:val="22"/>
                <w:lang w:val="et-EE"/>
              </w:rPr>
              <w:t>:</w:t>
            </w:r>
          </w:p>
          <w:p w14:paraId="61C2DDF0" w14:textId="49BB9A93" w:rsidR="0080383F" w:rsidRPr="0043008E" w:rsidRDefault="00A70EB7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hyperlink r:id="rId9" w:history="1">
              <w:r w:rsidRPr="00D023CE">
                <w:rPr>
                  <w:rStyle w:val="Hyperlink"/>
                  <w:rFonts w:eastAsia="Calibri"/>
                  <w:lang w:val="en-US" w:eastAsia="et-EE"/>
                </w:rPr>
                <w:t>Riina.Eha@elektrilevi.ee</w:t>
              </w:r>
            </w:hyperlink>
            <w:r w:rsidR="00AD375E">
              <w:t>,</w:t>
            </w:r>
            <w:r w:rsidR="0080383F" w:rsidRPr="0080383F">
              <w:rPr>
                <w:rFonts w:eastAsia="Calibri"/>
                <w:lang w:val="et-EE"/>
              </w:rPr>
              <w:t xml:space="preserve"> tel </w:t>
            </w:r>
            <w:r w:rsidR="0080383F" w:rsidRPr="0080383F">
              <w:rPr>
                <w:rFonts w:eastAsia="Calibri"/>
                <w:color w:val="000000"/>
                <w:lang w:val="et-EE"/>
              </w:rPr>
              <w:t>58853994</w:t>
            </w:r>
          </w:p>
          <w:p w14:paraId="0BC93707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</w:p>
          <w:p w14:paraId="4150BE2A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Vajadusel esindusvolitus (PDF-fail)</w:t>
            </w:r>
          </w:p>
        </w:tc>
      </w:tr>
      <w:tr w:rsidR="0080383F" w:rsidRPr="0080383F" w14:paraId="61A37E72" w14:textId="77777777" w:rsidTr="008F497C">
        <w:trPr>
          <w:trHeight w:val="9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92743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0F337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iCs/>
                <w:lang w:val="et-EE"/>
              </w:rPr>
            </w:pPr>
          </w:p>
          <w:p w14:paraId="5FFF566D" w14:textId="77777777" w:rsidR="0080383F" w:rsidRPr="0080383F" w:rsidRDefault="0080383F" w:rsidP="0080383F">
            <w:pPr>
              <w:autoSpaceDN w:val="0"/>
              <w:jc w:val="both"/>
              <w:rPr>
                <w:szCs w:val="20"/>
                <w:lang w:val="et-EE"/>
              </w:rPr>
            </w:pPr>
            <w:r w:rsidRPr="0080383F">
              <w:rPr>
                <w:rFonts w:eastAsia="Calibri"/>
                <w:iCs/>
                <w:lang w:val="et-EE"/>
              </w:rPr>
              <w:t>Tehnovõrgu arendamine</w:t>
            </w:r>
          </w:p>
        </w:tc>
      </w:tr>
      <w:tr w:rsidR="0080383F" w:rsidRPr="0080383F" w14:paraId="4BD8FCD1" w14:textId="77777777" w:rsidTr="008F497C">
        <w:trPr>
          <w:trHeight w:val="272"/>
        </w:trPr>
        <w:tc>
          <w:tcPr>
            <w:tcW w:w="28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6B600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TEHNORAJATISE PAIGALDAMISE EESMÄRK</w:t>
            </w:r>
          </w:p>
        </w:tc>
        <w:tc>
          <w:tcPr>
            <w:tcW w:w="64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10EF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color w:val="0070C0"/>
                <w:sz w:val="22"/>
                <w:szCs w:val="22"/>
                <w:u w:val="single"/>
                <w:lang w:val="et-EE"/>
              </w:rPr>
            </w:pPr>
          </w:p>
        </w:tc>
      </w:tr>
      <w:tr w:rsidR="0080383F" w:rsidRPr="0080383F" w14:paraId="679B9448" w14:textId="77777777" w:rsidTr="008F497C">
        <w:trPr>
          <w:trHeight w:val="580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7AFE5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4AD3D974" w14:textId="77777777" w:rsidR="0080383F" w:rsidRPr="0080383F" w:rsidRDefault="0080383F" w:rsidP="0080383F">
            <w:pPr>
              <w:autoSpaceDN w:val="0"/>
              <w:jc w:val="center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PROJEKT (Transpordiametis kooskõlastatud)</w:t>
            </w: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4A1B3F" w14:textId="1DBAC848" w:rsid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Projekti nimetus ja number</w:t>
            </w:r>
            <w:r w:rsidR="00B14418">
              <w:rPr>
                <w:rFonts w:eastAsia="Calibri"/>
                <w:sz w:val="22"/>
                <w:szCs w:val="22"/>
                <w:lang w:val="et-EE"/>
              </w:rPr>
              <w:t>:</w:t>
            </w:r>
          </w:p>
          <w:p w14:paraId="1884EDE9" w14:textId="77777777" w:rsidR="00727775" w:rsidRPr="00727775" w:rsidRDefault="00727775" w:rsidP="00727775">
            <w:pPr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727775">
              <w:rPr>
                <w:rFonts w:eastAsia="Calibri"/>
                <w:sz w:val="22"/>
                <w:szCs w:val="22"/>
                <w:lang w:val="et-EE"/>
              </w:rPr>
              <w:t>„Kasekännu ja Vana-Muuga alajaam ja maakaabelliinid. Muuga küla, Viimsi vald, Harju maakond“</w:t>
            </w:r>
          </w:p>
          <w:p w14:paraId="02040D24" w14:textId="3EA7D1CC" w:rsidR="0080383F" w:rsidRPr="0080383F" w:rsidRDefault="00727775" w:rsidP="00727775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727775">
              <w:rPr>
                <w:rFonts w:eastAsia="Calibri"/>
                <w:sz w:val="22"/>
                <w:szCs w:val="22"/>
                <w:lang w:val="et-EE"/>
              </w:rPr>
              <w:t>Projekti nr JTI448</w:t>
            </w:r>
          </w:p>
          <w:p w14:paraId="7078DBF7" w14:textId="2E3E5BF8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</w:p>
        </w:tc>
      </w:tr>
      <w:tr w:rsidR="0080383F" w:rsidRPr="0080383F" w14:paraId="2FCD725A" w14:textId="77777777" w:rsidTr="008F497C">
        <w:trPr>
          <w:trHeight w:val="580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4812C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C47DC" w14:textId="0F0CA190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Projekti koostaja: </w:t>
            </w:r>
            <w:r w:rsidR="00C05B56" w:rsidRPr="00C05B56">
              <w:rPr>
                <w:rFonts w:eastAsia="Calibri"/>
                <w:szCs w:val="22"/>
                <w:lang w:val="et-EE"/>
              </w:rPr>
              <w:t>THS Projekt OÜ</w:t>
            </w:r>
          </w:p>
        </w:tc>
      </w:tr>
      <w:tr w:rsidR="0080383F" w:rsidRPr="0080383F" w14:paraId="7B8A73EA" w14:textId="77777777" w:rsidTr="008F497C">
        <w:trPr>
          <w:trHeight w:val="580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8BFB5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F7ADE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>Transpordiameti kooskõlastuse vastuskirja kuupäev ja number:</w:t>
            </w:r>
          </w:p>
          <w:p w14:paraId="75A950B7" w14:textId="3AFF9153" w:rsidR="0080383F" w:rsidRPr="0080383F" w:rsidRDefault="00BD5610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BD5610">
              <w:rPr>
                <w:rFonts w:eastAsia="Calibri"/>
                <w:sz w:val="22"/>
                <w:szCs w:val="22"/>
                <w:lang w:val="et-EE"/>
              </w:rPr>
              <w:t>20.06.2025 nr. 7.1-2/25/9525-2</w:t>
            </w:r>
          </w:p>
        </w:tc>
      </w:tr>
      <w:tr w:rsidR="0080383F" w:rsidRPr="0080383F" w14:paraId="1B0F5AE5" w14:textId="77777777" w:rsidTr="008F497C">
        <w:trPr>
          <w:trHeight w:val="312"/>
        </w:trPr>
        <w:tc>
          <w:tcPr>
            <w:tcW w:w="28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4B1EB1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17E551E8" w14:textId="77777777" w:rsidR="0080383F" w:rsidRPr="0080383F" w:rsidRDefault="0080383F" w:rsidP="0080383F">
            <w:pPr>
              <w:numPr>
                <w:ilvl w:val="0"/>
                <w:numId w:val="6"/>
              </w:numPr>
              <w:suppressAutoHyphens/>
              <w:autoSpaceDN w:val="0"/>
              <w:spacing w:after="200"/>
              <w:contextualSpacing/>
              <w:jc w:val="both"/>
              <w:textAlignment w:val="baseline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KOORMATAVA</w:t>
            </w:r>
          </w:p>
          <w:p w14:paraId="5383F072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 xml:space="preserve">      RIIGIMAA ANDMED</w:t>
            </w:r>
          </w:p>
          <w:p w14:paraId="07AC23FA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71ECEA23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 xml:space="preserve"> </w:t>
            </w:r>
          </w:p>
          <w:p w14:paraId="28DF2306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134F5CA6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66A1FA02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bCs/>
                <w:sz w:val="22"/>
                <w:szCs w:val="22"/>
                <w:lang w:val="et-EE"/>
              </w:rPr>
              <w:t>(info RKVRist ja Maa-ameti kaardirakendusest)</w:t>
            </w:r>
          </w:p>
          <w:p w14:paraId="6F011749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E72F54" w14:textId="6F7A8D86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lastRenderedPageBreak/>
              <w:t xml:space="preserve">Number ja nimetus: </w:t>
            </w:r>
            <w:r w:rsidR="006A5FA0" w:rsidRPr="006A5FA0">
              <w:rPr>
                <w:rFonts w:eastAsia="Calibri"/>
                <w:sz w:val="22"/>
                <w:szCs w:val="22"/>
                <w:lang w:val="et-EE"/>
              </w:rPr>
              <w:t>11254 Muuga tee</w:t>
            </w:r>
          </w:p>
        </w:tc>
      </w:tr>
      <w:tr w:rsidR="0080383F" w:rsidRPr="0080383F" w14:paraId="0F21B6E3" w14:textId="77777777" w:rsidTr="008F497C">
        <w:trPr>
          <w:trHeight w:val="415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1ED191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color w:val="FF0000"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A815E" w14:textId="31F3B092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Katastritunnus: </w:t>
            </w:r>
            <w:r w:rsidR="00B935F8" w:rsidRPr="00B935F8">
              <w:rPr>
                <w:rFonts w:eastAsia="Calibri"/>
                <w:sz w:val="22"/>
                <w:szCs w:val="22"/>
                <w:lang w:val="et-EE"/>
              </w:rPr>
              <w:t>89001:010:3502</w:t>
            </w:r>
          </w:p>
        </w:tc>
      </w:tr>
      <w:tr w:rsidR="0080383F" w:rsidRPr="0080383F" w14:paraId="0D9278BB" w14:textId="77777777" w:rsidTr="008F497C">
        <w:trPr>
          <w:trHeight w:val="378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1DDBC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5442C5" w14:textId="3D51F702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80383F">
              <w:rPr>
                <w:rFonts w:eastAsia="Calibri"/>
                <w:sz w:val="22"/>
                <w:szCs w:val="22"/>
                <w:lang w:val="et-EE"/>
              </w:rPr>
              <w:t xml:space="preserve">Kinnistu registriosa number: </w:t>
            </w:r>
            <w:r w:rsidR="007725DE" w:rsidRPr="007725DE">
              <w:rPr>
                <w:rFonts w:eastAsia="Calibri"/>
                <w:sz w:val="22"/>
                <w:szCs w:val="22"/>
                <w:lang w:val="et-EE"/>
              </w:rPr>
              <w:t>5711850</w:t>
            </w:r>
          </w:p>
        </w:tc>
      </w:tr>
      <w:tr w:rsidR="0080383F" w:rsidRPr="0080383F" w14:paraId="517B9947" w14:textId="77777777" w:rsidTr="008F497C">
        <w:trPr>
          <w:trHeight w:val="378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E4678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D5963" w14:textId="00076F76" w:rsidR="0080383F" w:rsidRDefault="00D36891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  <w:r w:rsidRPr="00D36891">
              <w:rPr>
                <w:rFonts w:eastAsia="Calibri"/>
                <w:sz w:val="22"/>
                <w:szCs w:val="22"/>
                <w:lang w:val="et-EE"/>
              </w:rPr>
              <w:t>Riigi kinnisvararegistri objekti kood</w:t>
            </w:r>
            <w:r w:rsidR="00B16D36">
              <w:rPr>
                <w:rFonts w:eastAsia="Calibri"/>
                <w:sz w:val="22"/>
                <w:szCs w:val="22"/>
                <w:lang w:val="et-EE"/>
              </w:rPr>
              <w:t xml:space="preserve">: </w:t>
            </w:r>
            <w:r w:rsidR="00056152">
              <w:rPr>
                <w:rFonts w:eastAsia="Calibri"/>
                <w:sz w:val="22"/>
                <w:szCs w:val="22"/>
                <w:lang w:val="et-EE"/>
              </w:rPr>
              <w:t>KV30023</w:t>
            </w:r>
          </w:p>
          <w:p w14:paraId="55524DB2" w14:textId="4EF844F6" w:rsidR="00B16D36" w:rsidRPr="0080383F" w:rsidRDefault="00B16D36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lang w:val="et-EE"/>
              </w:rPr>
            </w:pPr>
          </w:p>
        </w:tc>
      </w:tr>
      <w:tr w:rsidR="0080383F" w:rsidRPr="0080383F" w14:paraId="2D7FE520" w14:textId="77777777" w:rsidTr="008F497C">
        <w:trPr>
          <w:trHeight w:val="453"/>
        </w:trPr>
        <w:tc>
          <w:tcPr>
            <w:tcW w:w="28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41D0D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B308C" w14:textId="1E47B2EE" w:rsidR="0080383F" w:rsidRPr="0080383F" w:rsidRDefault="0080383F" w:rsidP="0080383F">
            <w:pPr>
              <w:autoSpaceDN w:val="0"/>
              <w:jc w:val="both"/>
              <w:rPr>
                <w:rFonts w:eastAsia="Calibri"/>
                <w:sz w:val="22"/>
                <w:szCs w:val="22"/>
                <w:u w:val="single"/>
                <w:lang w:val="et-EE"/>
              </w:rPr>
            </w:pPr>
          </w:p>
          <w:p w14:paraId="73234512" w14:textId="77777777" w:rsid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Kasutusõiguse sisu (märkida kõik tehnovõrgu nimetused, millele kasutusõigust taotletakse):</w:t>
            </w:r>
          </w:p>
          <w:p w14:paraId="7E03B563" w14:textId="77777777" w:rsidR="00651DE1" w:rsidRPr="003E75FE" w:rsidRDefault="00651DE1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2B1DC70A" w14:textId="33987D88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POS 1: </w:t>
            </w:r>
            <w:r w:rsidR="001E3B8E" w:rsidRPr="001E3B8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elektri maakaabelliinid, kaablikaitsetoru</w:t>
            </w:r>
            <w:r w:rsidR="009B738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, elektrikilp õhuliini mastil</w:t>
            </w:r>
          </w:p>
          <w:p w14:paraId="2CDF704E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12E43C47" w14:textId="77777777" w:rsidR="003E75FE" w:rsidRP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 xml:space="preserve">Ruumikuju andmed (Pari ala ja ikõ-plaani pindala ei tohi erineda): </w:t>
            </w:r>
          </w:p>
          <w:p w14:paraId="02400826" w14:textId="15429591" w:rsid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Cs w:val="22"/>
                <w:lang w:val="et-EE"/>
              </w:rPr>
            </w:pPr>
            <w:r w:rsidRPr="003E75FE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PARI ID</w:t>
            </w:r>
            <w:r w:rsidR="00582F4F"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  <w:t>:</w:t>
            </w:r>
            <w:r w:rsidR="00651DE1">
              <w:rPr>
                <w:rFonts w:eastAsia="Calibri"/>
                <w:i/>
                <w:iCs/>
                <w:szCs w:val="22"/>
                <w:lang w:val="et-EE"/>
              </w:rPr>
              <w:t xml:space="preserve"> </w:t>
            </w:r>
            <w:r w:rsidR="005A04AC" w:rsidRPr="005A04AC">
              <w:rPr>
                <w:rFonts w:eastAsia="Calibri"/>
                <w:i/>
                <w:iCs/>
                <w:szCs w:val="22"/>
              </w:rPr>
              <w:t>952395</w:t>
            </w:r>
            <w:r w:rsidR="00651DE1">
              <w:rPr>
                <w:rFonts w:eastAsia="Calibri"/>
                <w:i/>
                <w:iCs/>
                <w:szCs w:val="22"/>
                <w:lang w:val="et-EE"/>
              </w:rPr>
              <w:t xml:space="preserve">       j</w:t>
            </w:r>
            <w:r w:rsidR="009C1AF6">
              <w:rPr>
                <w:rFonts w:eastAsia="Calibri"/>
                <w:i/>
                <w:iCs/>
                <w:szCs w:val="22"/>
                <w:lang w:val="et-EE"/>
              </w:rPr>
              <w:t>a h</w:t>
            </w:r>
            <w:r w:rsidR="00DA183A" w:rsidRPr="00644C1C">
              <w:rPr>
                <w:rFonts w:eastAsia="Calibri"/>
                <w:i/>
                <w:iCs/>
                <w:szCs w:val="22"/>
                <w:lang w:val="et-EE"/>
              </w:rPr>
              <w:t>ttps:</w:t>
            </w:r>
            <w:r w:rsidR="005A2F38">
              <w:t xml:space="preserve"> </w:t>
            </w:r>
            <w:hyperlink r:id="rId10" w:history="1">
              <w:r w:rsidR="005A2F38" w:rsidRPr="00D023CE">
                <w:rPr>
                  <w:rStyle w:val="Hyperlink"/>
                  <w:rFonts w:eastAsia="Calibri"/>
                  <w:i/>
                  <w:iCs/>
                  <w:szCs w:val="22"/>
                  <w:lang w:val="et-EE"/>
                </w:rPr>
                <w:t>https://pari.kataster.ee/magic-link/c1173ea2-9c67-4a82-b0dc-6359993debc6</w:t>
              </w:r>
            </w:hyperlink>
          </w:p>
          <w:p w14:paraId="6D854C27" w14:textId="6E3562A8" w:rsidR="003E75FE" w:rsidRDefault="003E75FE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1C40FACB" w14:textId="77777777" w:rsidR="00127FC8" w:rsidRPr="003E75FE" w:rsidRDefault="00127FC8" w:rsidP="003E75FE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3F581CE6" w14:textId="65DA2E09" w:rsidR="0080383F" w:rsidRPr="0080383F" w:rsidRDefault="0080383F" w:rsidP="0080383F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  <w:p w14:paraId="325978E6" w14:textId="77777777" w:rsidR="0080383F" w:rsidRPr="0080383F" w:rsidRDefault="0080383F" w:rsidP="0080383F">
            <w:pPr>
              <w:autoSpaceDN w:val="0"/>
              <w:jc w:val="both"/>
              <w:rPr>
                <w:rFonts w:eastAsia="Calibri"/>
                <w:i/>
                <w:iCs/>
                <w:color w:val="0070C0"/>
                <w:sz w:val="22"/>
                <w:szCs w:val="22"/>
                <w:lang w:val="et-EE"/>
              </w:rPr>
            </w:pPr>
          </w:p>
        </w:tc>
      </w:tr>
      <w:tr w:rsidR="003E1834" w:rsidRPr="0080383F" w14:paraId="4A15245B" w14:textId="77777777" w:rsidTr="008F497C">
        <w:trPr>
          <w:trHeight w:val="45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74D874" w14:textId="77777777" w:rsidR="003E1834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595FA14F" w14:textId="0C0A4DE8" w:rsidR="003E1834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3E1834">
              <w:rPr>
                <w:rFonts w:eastAsia="Calibri"/>
                <w:bCs/>
                <w:sz w:val="22"/>
                <w:szCs w:val="22"/>
                <w:lang w:val="et-EE"/>
              </w:rPr>
              <w:t>LEPINGU SÕLMIMISE KULUD TASUB</w:t>
            </w:r>
          </w:p>
          <w:p w14:paraId="3F618E49" w14:textId="77777777" w:rsidR="003E1834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28FB05E9" w14:textId="77777777" w:rsidR="003E1834" w:rsidRPr="0080383F" w:rsidRDefault="003E1834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E7FAF" w14:textId="06DC85B7" w:rsidR="00A42B79" w:rsidRPr="00CC02A9" w:rsidRDefault="001F5B38" w:rsidP="00CC02A9">
            <w:pPr>
              <w:pStyle w:val="NoSpacing"/>
            </w:pPr>
            <w:r w:rsidRPr="0080383F">
              <w:rPr>
                <w:rFonts w:eastAsia="Calibri"/>
              </w:rPr>
              <w:t>Imatra Elekter A</w:t>
            </w:r>
            <w:r w:rsidR="00282911">
              <w:rPr>
                <w:rFonts w:eastAsia="Calibri"/>
              </w:rPr>
              <w:t>S</w:t>
            </w:r>
            <w:r w:rsidR="00CC02A9" w:rsidRPr="008640AA">
              <w:t xml:space="preserve"> </w:t>
            </w:r>
          </w:p>
        </w:tc>
      </w:tr>
      <w:tr w:rsidR="00C95B5D" w:rsidRPr="0080383F" w14:paraId="2B4AA049" w14:textId="77777777" w:rsidTr="008F497C">
        <w:trPr>
          <w:trHeight w:val="45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DDD41" w14:textId="454BF2D3" w:rsidR="00C95B5D" w:rsidRDefault="000F0AB9" w:rsidP="009C1AF6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>
              <w:rPr>
                <w:rFonts w:eastAsia="Calibri"/>
                <w:bCs/>
                <w:sz w:val="22"/>
                <w:szCs w:val="22"/>
                <w:lang w:val="et-EE"/>
              </w:rPr>
              <w:t>SELGITUSED</w:t>
            </w: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5841E" w14:textId="305BBFEB" w:rsidR="00C95B5D" w:rsidRDefault="00282911" w:rsidP="003E1834">
            <w:pPr>
              <w:autoSpaceDN w:val="0"/>
              <w:jc w:val="both"/>
              <w:rPr>
                <w:rFonts w:eastAsia="Calibri"/>
                <w:lang w:val="et-EE"/>
              </w:rPr>
            </w:pPr>
            <w:r>
              <w:rPr>
                <w:rFonts w:eastAsia="Calibri"/>
                <w:lang w:val="et-EE"/>
              </w:rPr>
              <w:t xml:space="preserve">11.10.2023 </w:t>
            </w:r>
            <w:r w:rsidR="00CC01CA">
              <w:rPr>
                <w:rFonts w:eastAsia="Calibri"/>
                <w:lang w:val="et-EE"/>
              </w:rPr>
              <w:t xml:space="preserve">notar </w:t>
            </w:r>
            <w:r w:rsidR="008162B6">
              <w:rPr>
                <w:rFonts w:eastAsia="Calibri"/>
                <w:lang w:val="et-EE"/>
              </w:rPr>
              <w:t xml:space="preserve">Liina Vaidla juures </w:t>
            </w:r>
            <w:r>
              <w:rPr>
                <w:rFonts w:eastAsia="Calibri"/>
                <w:lang w:val="et-EE"/>
              </w:rPr>
              <w:t>sõlmitud IKÕ lepingu muutmine</w:t>
            </w:r>
            <w:r w:rsidR="006B2B8A">
              <w:rPr>
                <w:rFonts w:eastAsia="Calibri"/>
                <w:lang w:val="et-EE"/>
              </w:rPr>
              <w:t>.</w:t>
            </w:r>
            <w:r w:rsidR="00CC01CA">
              <w:rPr>
                <w:rFonts w:eastAsia="Calibri"/>
                <w:lang w:val="et-EE"/>
              </w:rPr>
              <w:t xml:space="preserve"> </w:t>
            </w:r>
            <w:r w:rsidR="00231632">
              <w:rPr>
                <w:rFonts w:eastAsia="Calibri"/>
                <w:lang w:val="et-EE"/>
              </w:rPr>
              <w:t>(</w:t>
            </w:r>
            <w:r w:rsidR="00CC01CA">
              <w:rPr>
                <w:rFonts w:eastAsia="Calibri"/>
                <w:lang w:val="et-EE"/>
              </w:rPr>
              <w:t>Leping nr 2045</w:t>
            </w:r>
            <w:r w:rsidR="00231632">
              <w:rPr>
                <w:rFonts w:eastAsia="Calibri"/>
                <w:lang w:val="et-EE"/>
              </w:rPr>
              <w:t>)</w:t>
            </w:r>
          </w:p>
          <w:p w14:paraId="5FFDEBC4" w14:textId="1757A892" w:rsidR="008162B6" w:rsidRPr="0080383F" w:rsidRDefault="00F7550F" w:rsidP="003E1834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  <w:r w:rsidRPr="00F7550F">
              <w:t>Muudatus tehti mnt nr 11254 km 2,44-2,47 seoses jalgtee ehitusega.</w:t>
            </w:r>
          </w:p>
        </w:tc>
      </w:tr>
      <w:tr w:rsidR="00B5134B" w:rsidRPr="0080383F" w14:paraId="38E2A384" w14:textId="77777777" w:rsidTr="008F497C">
        <w:trPr>
          <w:trHeight w:val="453"/>
        </w:trPr>
        <w:tc>
          <w:tcPr>
            <w:tcW w:w="2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29864" w14:textId="77777777" w:rsidR="00B5134B" w:rsidRDefault="00B5134B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  <w:p w14:paraId="6F48DAE6" w14:textId="17289C51" w:rsidR="00B5134B" w:rsidRDefault="00B5134B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  <w:r w:rsidRPr="00B5134B">
              <w:rPr>
                <w:rFonts w:eastAsia="Calibri"/>
                <w:bCs/>
                <w:sz w:val="22"/>
                <w:szCs w:val="22"/>
                <w:lang w:val="et-EE"/>
              </w:rPr>
              <w:t>TAOTLUSE LISAD</w:t>
            </w:r>
          </w:p>
          <w:p w14:paraId="2A84D47B" w14:textId="77777777" w:rsidR="00B5134B" w:rsidRDefault="00B5134B" w:rsidP="003E1834">
            <w:pPr>
              <w:autoSpaceDN w:val="0"/>
              <w:jc w:val="both"/>
              <w:rPr>
                <w:rFonts w:eastAsia="Calibri"/>
                <w:bCs/>
                <w:sz w:val="22"/>
                <w:szCs w:val="22"/>
                <w:lang w:val="et-EE"/>
              </w:rPr>
            </w:pPr>
          </w:p>
        </w:tc>
        <w:tc>
          <w:tcPr>
            <w:tcW w:w="6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F0082" w14:textId="77777777" w:rsidR="00CC02A9" w:rsidRDefault="00CC02A9" w:rsidP="00CC02A9">
            <w:pPr>
              <w:pStyle w:val="NoSpacing"/>
            </w:pPr>
            <w:r w:rsidRPr="008640AA">
              <w:t>Isikliku kasutusõiguse seadmise plaan</w:t>
            </w:r>
          </w:p>
          <w:p w14:paraId="71B9B2F4" w14:textId="77777777" w:rsidR="0043008E" w:rsidRPr="008640AA" w:rsidRDefault="0043008E" w:rsidP="00CC02A9">
            <w:pPr>
              <w:pStyle w:val="NoSpacing"/>
            </w:pPr>
          </w:p>
          <w:p w14:paraId="1415DB29" w14:textId="706E89C8" w:rsidR="00A02A2C" w:rsidRDefault="004F445A" w:rsidP="00B5134B">
            <w:pPr>
              <w:autoSpaceDN w:val="0"/>
              <w:jc w:val="both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</w:t>
            </w:r>
          </w:p>
          <w:p w14:paraId="44D84BD9" w14:textId="2C499A7A" w:rsidR="00C87545" w:rsidRPr="00336E54" w:rsidRDefault="00C87545" w:rsidP="00B5134B">
            <w:pPr>
              <w:autoSpaceDN w:val="0"/>
              <w:jc w:val="both"/>
              <w:rPr>
                <w:rFonts w:eastAsia="Calibri"/>
                <w:i/>
                <w:iCs/>
                <w:sz w:val="22"/>
                <w:szCs w:val="22"/>
                <w:u w:val="single"/>
                <w:lang w:val="et-EE"/>
              </w:rPr>
            </w:pPr>
          </w:p>
        </w:tc>
      </w:tr>
    </w:tbl>
    <w:p w14:paraId="2586B3BB" w14:textId="77777777" w:rsidR="0080383F" w:rsidRDefault="0080383F" w:rsidP="0080383F">
      <w:pPr>
        <w:suppressAutoHyphens/>
        <w:autoSpaceDN w:val="0"/>
        <w:textAlignment w:val="baseline"/>
        <w:rPr>
          <w:szCs w:val="20"/>
          <w:lang w:val="et-EE"/>
        </w:rPr>
      </w:pPr>
    </w:p>
    <w:p w14:paraId="31AD713B" w14:textId="77777777" w:rsidR="00561566" w:rsidRDefault="00561566" w:rsidP="0080383F">
      <w:pPr>
        <w:suppressAutoHyphens/>
        <w:autoSpaceDN w:val="0"/>
        <w:textAlignment w:val="baseline"/>
        <w:rPr>
          <w:szCs w:val="20"/>
          <w:lang w:val="et-EE"/>
        </w:rPr>
      </w:pPr>
    </w:p>
    <w:p w14:paraId="02642873" w14:textId="77777777" w:rsidR="00561566" w:rsidRPr="0080383F" w:rsidRDefault="00561566" w:rsidP="0080383F">
      <w:pPr>
        <w:suppressAutoHyphens/>
        <w:autoSpaceDN w:val="0"/>
        <w:textAlignment w:val="baseline"/>
        <w:rPr>
          <w:szCs w:val="20"/>
          <w:lang w:val="et-EE"/>
        </w:rPr>
      </w:pPr>
    </w:p>
    <w:p w14:paraId="3BA9E2A7" w14:textId="657E61AF" w:rsidR="0080383F" w:rsidRPr="0080383F" w:rsidRDefault="00A146D0" w:rsidP="0080383F">
      <w:pPr>
        <w:suppressAutoHyphens/>
        <w:autoSpaceDN w:val="0"/>
        <w:textAlignment w:val="baseline"/>
        <w:rPr>
          <w:szCs w:val="20"/>
          <w:lang w:val="et-EE"/>
        </w:rPr>
      </w:pPr>
      <w:r>
        <w:rPr>
          <w:szCs w:val="20"/>
          <w:lang w:val="et-EE"/>
        </w:rPr>
        <w:t>Lugupidamisega</w:t>
      </w:r>
    </w:p>
    <w:p w14:paraId="2E678C09" w14:textId="2AEB8E90" w:rsidR="00A146D0" w:rsidRDefault="00A146D0" w:rsidP="0080383F">
      <w:pPr>
        <w:suppressAutoHyphens/>
        <w:autoSpaceDN w:val="0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n"/>
        </w:rPr>
      </w:pPr>
    </w:p>
    <w:p w14:paraId="75966095" w14:textId="77777777" w:rsidR="00A146D0" w:rsidRDefault="00A146D0" w:rsidP="0080383F">
      <w:pPr>
        <w:suppressAutoHyphens/>
        <w:autoSpaceDN w:val="0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n"/>
        </w:rPr>
      </w:pPr>
    </w:p>
    <w:p w14:paraId="54B5EBA6" w14:textId="3EADAB78" w:rsidR="00561566" w:rsidRDefault="008B01DC" w:rsidP="0080383F">
      <w:pPr>
        <w:suppressAutoHyphens/>
        <w:autoSpaceDN w:val="0"/>
        <w:textAlignment w:val="baseline"/>
        <w:rPr>
          <w:rFonts w:ascii="Calibri" w:hAnsi="Calibri" w:cs="Calibri"/>
          <w:color w:val="000000"/>
          <w:sz w:val="22"/>
          <w:szCs w:val="22"/>
          <w:lang w:val="en"/>
        </w:rPr>
      </w:pPr>
      <w:r w:rsidRPr="008B01DC">
        <w:rPr>
          <w:rFonts w:ascii="Calibri" w:hAnsi="Calibri" w:cs="Calibri"/>
          <w:b/>
          <w:bCs/>
          <w:color w:val="000000"/>
          <w:sz w:val="22"/>
          <w:szCs w:val="22"/>
          <w:lang w:val="en"/>
        </w:rPr>
        <w:t xml:space="preserve">Riina Eha </w:t>
      </w:r>
      <w:r w:rsidRPr="008B01DC">
        <w:rPr>
          <w:rFonts w:ascii="Calibri" w:hAnsi="Calibri" w:cs="Calibri"/>
          <w:color w:val="000000"/>
          <w:sz w:val="22"/>
          <w:szCs w:val="22"/>
          <w:lang w:val="en"/>
        </w:rPr>
        <w:br/>
      </w:r>
      <w:r w:rsidR="00561566">
        <w:rPr>
          <w:rFonts w:ascii="Calibri" w:hAnsi="Calibri" w:cs="Calibri"/>
          <w:color w:val="000000"/>
          <w:sz w:val="22"/>
          <w:szCs w:val="22"/>
          <w:lang w:val="en"/>
        </w:rPr>
        <w:t>Imatra Elekter AS volitatud esindaja</w:t>
      </w:r>
    </w:p>
    <w:p w14:paraId="718CB45D" w14:textId="59AFB8B3" w:rsidR="003A4154" w:rsidRPr="00A146D0" w:rsidRDefault="003A4154" w:rsidP="00A146D0">
      <w:pPr>
        <w:suppressAutoHyphens/>
        <w:autoSpaceDN w:val="0"/>
        <w:textAlignment w:val="baseline"/>
        <w:rPr>
          <w:szCs w:val="20"/>
          <w:lang w:val="et-EE"/>
        </w:rPr>
      </w:pPr>
    </w:p>
    <w:sectPr w:rsidR="003A4154" w:rsidRPr="00A146D0" w:rsidSect="00E7777D">
      <w:headerReference w:type="first" r:id="rId11"/>
      <w:footerReference w:type="first" r:id="rId12"/>
      <w:pgSz w:w="11906" w:h="16838" w:code="9"/>
      <w:pgMar w:top="2268" w:right="1140" w:bottom="1701" w:left="1140" w:header="567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89EA85" w14:textId="77777777" w:rsidR="00EC6BE3" w:rsidRDefault="00EC6BE3">
      <w:r>
        <w:separator/>
      </w:r>
    </w:p>
  </w:endnote>
  <w:endnote w:type="continuationSeparator" w:id="0">
    <w:p w14:paraId="5818F2DD" w14:textId="77777777" w:rsidR="00EC6BE3" w:rsidRDefault="00EC6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93" w:type="dxa"/>
      <w:tblInd w:w="-68" w:type="dxa"/>
      <w:tblBorders>
        <w:top w:val="single" w:sz="4" w:space="0" w:color="auto"/>
        <w:bottom w:val="single" w:sz="4" w:space="0" w:color="auto"/>
      </w:tblBorders>
      <w:tblLook w:val="0000" w:firstRow="0" w:lastRow="0" w:firstColumn="0" w:lastColumn="0" w:noHBand="0" w:noVBand="0"/>
    </w:tblPr>
    <w:tblGrid>
      <w:gridCol w:w="2371"/>
      <w:gridCol w:w="2041"/>
      <w:gridCol w:w="2043"/>
      <w:gridCol w:w="2041"/>
      <w:gridCol w:w="1897"/>
    </w:tblGrid>
    <w:tr w:rsidR="003A4154" w:rsidRPr="00BB40B2" w14:paraId="453D1F67" w14:textId="77777777">
      <w:trPr>
        <w:trHeight w:val="188"/>
      </w:trPr>
      <w:tc>
        <w:tcPr>
          <w:tcW w:w="2372" w:type="dxa"/>
          <w:vMerge w:val="restart"/>
          <w:tcBorders>
            <w:top w:val="single" w:sz="4" w:space="0" w:color="auto"/>
            <w:bottom w:val="nil"/>
          </w:tcBorders>
        </w:tcPr>
        <w:p w14:paraId="17A16B64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 xml:space="preserve">Imatra </w:t>
          </w:r>
          <w:smartTag w:uri="urn:schemas-microsoft-com:office:smarttags" w:element="place">
            <w:smartTag w:uri="urn:schemas-microsoft-com:office:smarttags" w:element="City">
              <w:r>
                <w:rPr>
                  <w:rFonts w:ascii="Arial" w:hAnsi="Arial" w:cs="Arial"/>
                  <w:sz w:val="12"/>
                  <w:szCs w:val="12"/>
                </w:rPr>
                <w:t>Elekter</w:t>
              </w:r>
            </w:smartTag>
            <w:r>
              <w:rPr>
                <w:rFonts w:ascii="Arial" w:hAnsi="Arial" w:cs="Arial"/>
                <w:sz w:val="12"/>
                <w:szCs w:val="12"/>
              </w:rPr>
              <w:t xml:space="preserve"> </w:t>
            </w:r>
            <w:smartTag w:uri="urn:schemas-microsoft-com:office:smarttags" w:element="place">
              <w:r>
                <w:rPr>
                  <w:rFonts w:ascii="Arial" w:hAnsi="Arial" w:cs="Arial"/>
                  <w:sz w:val="12"/>
                  <w:szCs w:val="12"/>
                </w:rPr>
                <w:t>AS</w:t>
              </w:r>
            </w:smartTag>
          </w:smartTag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26A1A715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Tööstuse 2, 90506 Haapsalu</w:t>
          </w:r>
        </w:p>
      </w:tc>
      <w:tc>
        <w:tcPr>
          <w:tcW w:w="2043" w:type="dxa"/>
          <w:vMerge w:val="restart"/>
          <w:tcBorders>
            <w:top w:val="single" w:sz="4" w:space="0" w:color="auto"/>
            <w:bottom w:val="nil"/>
          </w:tcBorders>
        </w:tcPr>
        <w:p w14:paraId="22939C9C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Viimsi kontor: Randvere tee 17</w:t>
          </w:r>
        </w:p>
      </w:tc>
      <w:tc>
        <w:tcPr>
          <w:tcW w:w="2042" w:type="dxa"/>
          <w:vMerge w:val="restart"/>
          <w:tcBorders>
            <w:top w:val="single" w:sz="4" w:space="0" w:color="auto"/>
            <w:bottom w:val="nil"/>
          </w:tcBorders>
        </w:tcPr>
        <w:p w14:paraId="13EBC732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vMerge w:val="restart"/>
          <w:tcBorders>
            <w:top w:val="single" w:sz="4" w:space="0" w:color="auto"/>
          </w:tcBorders>
        </w:tcPr>
        <w:p w14:paraId="57457752" w14:textId="77777777" w:rsidR="003A4154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Reg.nr. 10224137</w:t>
          </w:r>
        </w:p>
        <w:p w14:paraId="1EFF5A6F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3A4154" w:rsidRPr="00BB40B2" w14:paraId="612E8BBC" w14:textId="77777777">
      <w:trPr>
        <w:trHeight w:val="188"/>
      </w:trPr>
      <w:tc>
        <w:tcPr>
          <w:tcW w:w="2372" w:type="dxa"/>
          <w:tcBorders>
            <w:top w:val="nil"/>
            <w:bottom w:val="nil"/>
          </w:tcBorders>
        </w:tcPr>
        <w:p w14:paraId="54EA8C68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45195164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7150 122 Faks 7150 100</w:t>
          </w:r>
        </w:p>
      </w:tc>
      <w:tc>
        <w:tcPr>
          <w:tcW w:w="2043" w:type="dxa"/>
          <w:tcBorders>
            <w:top w:val="nil"/>
            <w:bottom w:val="nil"/>
          </w:tcBorders>
        </w:tcPr>
        <w:p w14:paraId="77543A79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74001 Haabneeme, Viimsi vald</w:t>
          </w:r>
        </w:p>
      </w:tc>
      <w:tc>
        <w:tcPr>
          <w:tcW w:w="2042" w:type="dxa"/>
          <w:tcBorders>
            <w:top w:val="nil"/>
            <w:bottom w:val="nil"/>
          </w:tcBorders>
        </w:tcPr>
        <w:p w14:paraId="7554294B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vMerge/>
          <w:tcBorders>
            <w:bottom w:val="nil"/>
          </w:tcBorders>
        </w:tcPr>
        <w:p w14:paraId="38C10D78" w14:textId="77777777" w:rsidR="003A4154" w:rsidRPr="001302F3" w:rsidRDefault="003A4154">
          <w:pPr>
            <w:spacing w:before="60"/>
            <w:rPr>
              <w:rFonts w:ascii="Arial" w:hAnsi="Arial" w:cs="Arial"/>
              <w:sz w:val="12"/>
              <w:szCs w:val="12"/>
            </w:rPr>
          </w:pPr>
        </w:p>
      </w:tc>
    </w:tr>
    <w:tr w:rsidR="003A4154" w:rsidRPr="00BB40B2" w14:paraId="21D91B87" w14:textId="77777777">
      <w:trPr>
        <w:trHeight w:val="91"/>
      </w:trPr>
      <w:tc>
        <w:tcPr>
          <w:tcW w:w="2372" w:type="dxa"/>
          <w:tcBorders>
            <w:top w:val="nil"/>
            <w:bottom w:val="nil"/>
          </w:tcBorders>
        </w:tcPr>
        <w:p w14:paraId="51B38EA7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2" w:type="dxa"/>
          <w:tcBorders>
            <w:top w:val="nil"/>
            <w:bottom w:val="nil"/>
          </w:tcBorders>
        </w:tcPr>
        <w:p w14:paraId="707470F6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2043" w:type="dxa"/>
          <w:tcBorders>
            <w:top w:val="nil"/>
            <w:bottom w:val="nil"/>
          </w:tcBorders>
        </w:tcPr>
        <w:p w14:paraId="3E1E7478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  <w:r>
            <w:rPr>
              <w:rFonts w:ascii="Arial" w:hAnsi="Arial" w:cs="Arial"/>
              <w:sz w:val="12"/>
              <w:szCs w:val="12"/>
            </w:rPr>
            <w:t>Tel 6061 830 Faks 6061 831</w:t>
          </w:r>
        </w:p>
      </w:tc>
      <w:tc>
        <w:tcPr>
          <w:tcW w:w="2042" w:type="dxa"/>
          <w:tcBorders>
            <w:top w:val="nil"/>
            <w:bottom w:val="nil"/>
          </w:tcBorders>
        </w:tcPr>
        <w:p w14:paraId="3166F709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  <w:tc>
        <w:tcPr>
          <w:tcW w:w="1897" w:type="dxa"/>
          <w:tcBorders>
            <w:top w:val="nil"/>
            <w:bottom w:val="nil"/>
          </w:tcBorders>
        </w:tcPr>
        <w:p w14:paraId="561FED22" w14:textId="77777777" w:rsidR="003A4154" w:rsidRPr="001302F3" w:rsidRDefault="003A4154">
          <w:pPr>
            <w:rPr>
              <w:rFonts w:ascii="Arial" w:hAnsi="Arial" w:cs="Arial"/>
              <w:sz w:val="12"/>
              <w:szCs w:val="12"/>
            </w:rPr>
          </w:pPr>
        </w:p>
      </w:tc>
    </w:tr>
  </w:tbl>
  <w:p w14:paraId="2101CC48" w14:textId="77777777" w:rsidR="003A4154" w:rsidRPr="00245707" w:rsidRDefault="003A4154" w:rsidP="00245707">
    <w:pPr>
      <w:pStyle w:val="Footer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E6BABF" w14:textId="77777777" w:rsidR="00EC6BE3" w:rsidRDefault="00EC6BE3">
      <w:r>
        <w:separator/>
      </w:r>
    </w:p>
  </w:footnote>
  <w:footnote w:type="continuationSeparator" w:id="0">
    <w:p w14:paraId="1FA5BAA6" w14:textId="77777777" w:rsidR="00EC6BE3" w:rsidRDefault="00EC6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43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216"/>
      <w:gridCol w:w="2608"/>
      <w:gridCol w:w="1304"/>
      <w:gridCol w:w="1304"/>
    </w:tblGrid>
    <w:tr w:rsidR="003A4154" w14:paraId="53C5B61F" w14:textId="77777777">
      <w:trPr>
        <w:cantSplit/>
      </w:trPr>
      <w:tc>
        <w:tcPr>
          <w:tcW w:w="5216" w:type="dxa"/>
        </w:tcPr>
        <w:p w14:paraId="21CC718A" w14:textId="77777777" w:rsidR="003A4154" w:rsidRPr="00E1119E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3B2C80E4" w14:textId="77777777" w:rsidR="003A4154" w:rsidRPr="000E2164" w:rsidRDefault="003A4154" w:rsidP="00AD05DB">
          <w:pPr>
            <w:pStyle w:val="Header"/>
            <w:rPr>
              <w:rFonts w:ascii="Arial" w:hAnsi="Arial" w:cs="Arial"/>
              <w:b/>
              <w:noProof/>
            </w:rPr>
          </w:pPr>
          <w:bookmarkStart w:id="2" w:name="dname"/>
          <w:bookmarkEnd w:id="2"/>
        </w:p>
      </w:tc>
      <w:tc>
        <w:tcPr>
          <w:tcW w:w="1304" w:type="dxa"/>
        </w:tcPr>
        <w:p w14:paraId="355988CA" w14:textId="77777777" w:rsidR="003A4154" w:rsidRDefault="003A4154" w:rsidP="00AD05DB">
          <w:pPr>
            <w:pStyle w:val="Header"/>
            <w:rPr>
              <w:noProof/>
            </w:rPr>
          </w:pPr>
          <w:bookmarkStart w:id="3" w:name="dnumber"/>
          <w:bookmarkEnd w:id="3"/>
        </w:p>
      </w:tc>
      <w:bookmarkStart w:id="4" w:name="dfieldpages"/>
      <w:bookmarkEnd w:id="4"/>
      <w:tc>
        <w:tcPr>
          <w:tcW w:w="1304" w:type="dxa"/>
        </w:tcPr>
        <w:p w14:paraId="46E17EAE" w14:textId="77777777" w:rsidR="003A4154" w:rsidRDefault="003A4154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PAGE  \* MERGEFORMAT </w:instrText>
          </w:r>
          <w:r w:rsidRPr="00245707">
            <w:rPr>
              <w:noProof/>
            </w:rPr>
            <w:fldChar w:fldCharType="separate"/>
          </w:r>
          <w:r w:rsidR="00925C0F">
            <w:rPr>
              <w:noProof/>
            </w:rPr>
            <w:t>1</w:t>
          </w:r>
          <w:r w:rsidRPr="00245707">
            <w:rPr>
              <w:noProof/>
            </w:rPr>
            <w:fldChar w:fldCharType="end"/>
          </w:r>
          <w:r>
            <w:rPr>
              <w:noProof/>
            </w:rPr>
            <w:t xml:space="preserve"> (</w:t>
          </w:r>
          <w:fldSimple w:instr=" NUMPAGES  \* MERGEFORMAT ">
            <w:r w:rsidR="00925C0F">
              <w:rPr>
                <w:noProof/>
              </w:rPr>
              <w:t>1</w:t>
            </w:r>
          </w:fldSimple>
          <w:r>
            <w:rPr>
              <w:noProof/>
            </w:rPr>
            <w:t>)</w:t>
          </w:r>
        </w:p>
      </w:tc>
    </w:tr>
    <w:tr w:rsidR="003A4154" w14:paraId="3316FB34" w14:textId="77777777">
      <w:trPr>
        <w:cantSplit/>
      </w:trPr>
      <w:tc>
        <w:tcPr>
          <w:tcW w:w="5216" w:type="dxa"/>
        </w:tcPr>
        <w:p w14:paraId="62E8A617" w14:textId="77777777" w:rsidR="003A4154" w:rsidRPr="00522EEB" w:rsidRDefault="006C0201" w:rsidP="00AD05DB">
          <w:pPr>
            <w:pStyle w:val="Header"/>
            <w:rPr>
              <w:noProof/>
            </w:rPr>
          </w:pPr>
          <w:r>
            <w:rPr>
              <w:noProof/>
              <w:lang w:eastAsia="et-EE"/>
            </w:rPr>
            <w:drawing>
              <wp:inline distT="0" distB="0" distL="0" distR="0" wp14:anchorId="1FD93D7D" wp14:editId="6C189D0E">
                <wp:extent cx="1485900" cy="962025"/>
                <wp:effectExtent l="0" t="0" r="0" b="9525"/>
                <wp:docPr id="2" name="Picture 1" descr="elekter_logo_RG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lekter_logo_RG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85900" cy="962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8" w:type="dxa"/>
        </w:tcPr>
        <w:p w14:paraId="1238B09A" w14:textId="77777777" w:rsidR="003A4154" w:rsidRPr="00641C21" w:rsidRDefault="003A4154" w:rsidP="00AD05DB">
          <w:pPr>
            <w:pStyle w:val="Header"/>
            <w:rPr>
              <w:noProof/>
            </w:rPr>
          </w:pPr>
          <w:bookmarkStart w:id="5" w:name="dclass"/>
          <w:bookmarkEnd w:id="5"/>
        </w:p>
      </w:tc>
      <w:tc>
        <w:tcPr>
          <w:tcW w:w="1304" w:type="dxa"/>
        </w:tcPr>
        <w:p w14:paraId="23DBBB2B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1304" w:type="dxa"/>
        </w:tcPr>
        <w:p w14:paraId="3FA83571" w14:textId="77777777" w:rsidR="003A4154" w:rsidRDefault="003A4154" w:rsidP="00AD05DB">
          <w:pPr>
            <w:pStyle w:val="Header"/>
            <w:rPr>
              <w:noProof/>
            </w:rPr>
          </w:pPr>
          <w:bookmarkStart w:id="6" w:name="dencl"/>
          <w:bookmarkEnd w:id="6"/>
        </w:p>
      </w:tc>
    </w:tr>
    <w:tr w:rsidR="003A4154" w14:paraId="16793985" w14:textId="77777777">
      <w:trPr>
        <w:cantSplit/>
      </w:trPr>
      <w:tc>
        <w:tcPr>
          <w:tcW w:w="5216" w:type="dxa"/>
        </w:tcPr>
        <w:p w14:paraId="13AFDADA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</w:tcPr>
        <w:p w14:paraId="5C6B9251" w14:textId="77777777" w:rsidR="003A4154" w:rsidRDefault="003A4154" w:rsidP="00AD05DB">
          <w:pPr>
            <w:pStyle w:val="Header"/>
            <w:rPr>
              <w:noProof/>
            </w:rPr>
          </w:pPr>
        </w:p>
      </w:tc>
      <w:tc>
        <w:tcPr>
          <w:tcW w:w="2608" w:type="dxa"/>
          <w:gridSpan w:val="2"/>
        </w:tcPr>
        <w:p w14:paraId="25D92550" w14:textId="77777777" w:rsidR="003A4154" w:rsidRDefault="003A4154" w:rsidP="00AD05DB">
          <w:pPr>
            <w:pStyle w:val="Header"/>
            <w:rPr>
              <w:noProof/>
            </w:rPr>
          </w:pPr>
        </w:p>
      </w:tc>
    </w:tr>
    <w:tr w:rsidR="003A4154" w14:paraId="65046C70" w14:textId="77777777">
      <w:trPr>
        <w:cantSplit/>
      </w:trPr>
      <w:tc>
        <w:tcPr>
          <w:tcW w:w="5216" w:type="dxa"/>
        </w:tcPr>
        <w:p w14:paraId="43A0536C" w14:textId="77777777" w:rsidR="003A4154" w:rsidRPr="00556628" w:rsidRDefault="003A4154" w:rsidP="00AD05DB">
          <w:pPr>
            <w:pStyle w:val="Header"/>
            <w:rPr>
              <w:rFonts w:ascii="Arial" w:hAnsi="Arial" w:cs="Arial"/>
              <w:noProof/>
            </w:rPr>
          </w:pPr>
          <w:bookmarkStart w:id="7" w:name="duser"/>
          <w:bookmarkEnd w:id="7"/>
          <w:r w:rsidRPr="00556628">
            <w:rPr>
              <w:rFonts w:ascii="Arial" w:hAnsi="Arial" w:cs="Arial"/>
              <w:noProof/>
            </w:rPr>
            <w:t>Imatra Elekter AS</w:t>
          </w:r>
        </w:p>
      </w:tc>
      <w:tc>
        <w:tcPr>
          <w:tcW w:w="2608" w:type="dxa"/>
        </w:tcPr>
        <w:p w14:paraId="78AD213C" w14:textId="77777777" w:rsidR="003A4154" w:rsidRDefault="003A4154" w:rsidP="00AD05DB">
          <w:pPr>
            <w:pStyle w:val="Header"/>
            <w:rPr>
              <w:noProof/>
            </w:rPr>
          </w:pPr>
          <w:bookmarkStart w:id="8" w:name="ddate"/>
          <w:bookmarkEnd w:id="8"/>
        </w:p>
      </w:tc>
      <w:tc>
        <w:tcPr>
          <w:tcW w:w="2608" w:type="dxa"/>
          <w:gridSpan w:val="2"/>
        </w:tcPr>
        <w:p w14:paraId="24E0F42F" w14:textId="7B3A395E" w:rsidR="003A4154" w:rsidRPr="00245707" w:rsidRDefault="003A4154" w:rsidP="00AD05DB">
          <w:pPr>
            <w:pStyle w:val="Header"/>
            <w:rPr>
              <w:noProof/>
            </w:rPr>
          </w:pPr>
          <w:r w:rsidRPr="00245707">
            <w:rPr>
              <w:noProof/>
            </w:rPr>
            <w:fldChar w:fldCharType="begin"/>
          </w:r>
          <w:r w:rsidRPr="00245707">
            <w:rPr>
              <w:noProof/>
            </w:rPr>
            <w:instrText xml:space="preserve"> DOCPROPERTY  DocumentID  \* MERGEFORMAT </w:instrText>
          </w:r>
          <w:r w:rsidRPr="00245707">
            <w:rPr>
              <w:noProof/>
            </w:rPr>
            <w:fldChar w:fldCharType="end"/>
          </w:r>
        </w:p>
      </w:tc>
    </w:tr>
  </w:tbl>
  <w:p w14:paraId="75C0FBD2" w14:textId="77777777" w:rsidR="003A4154" w:rsidRDefault="003A4154" w:rsidP="00AD05DB">
    <w:pPr>
      <w:pStyle w:val="Header"/>
      <w:rPr>
        <w:noProof/>
        <w:sz w:val="2"/>
        <w:szCs w:val="2"/>
      </w:rPr>
    </w:pPr>
  </w:p>
  <w:p w14:paraId="0789A027" w14:textId="77777777" w:rsidR="003A4154" w:rsidRPr="00AD05DB" w:rsidRDefault="003A4154" w:rsidP="00AD05DB">
    <w:pPr>
      <w:pStyle w:val="Header"/>
      <w:rPr>
        <w:noProof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73B7"/>
    <w:multiLevelType w:val="singleLevel"/>
    <w:tmpl w:val="4E4C0AA2"/>
    <w:lvl w:ilvl="0">
      <w:start w:val="1"/>
      <w:numFmt w:val="bullet"/>
      <w:pStyle w:val="ListBullet"/>
      <w:lvlText w:val="-"/>
      <w:lvlJc w:val="left"/>
      <w:pPr>
        <w:tabs>
          <w:tab w:val="num" w:pos="1661"/>
        </w:tabs>
        <w:ind w:left="1661" w:hanging="357"/>
      </w:pPr>
      <w:rPr>
        <w:rFonts w:ascii="Times New Roman" w:hAnsi="Times New Roman" w:hint="default"/>
      </w:rPr>
    </w:lvl>
  </w:abstractNum>
  <w:abstractNum w:abstractNumId="1" w15:restartNumberingAfterBreak="0">
    <w:nsid w:val="057D4D1D"/>
    <w:multiLevelType w:val="hybridMultilevel"/>
    <w:tmpl w:val="1A02017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CC4A26"/>
    <w:multiLevelType w:val="multilevel"/>
    <w:tmpl w:val="040B001D"/>
    <w:lvl w:ilvl="0">
      <w:start w:val="1"/>
      <w:numFmt w:val="decimal"/>
      <w:pStyle w:val="ListBullet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 w15:restartNumberingAfterBreak="0">
    <w:nsid w:val="3BD401F7"/>
    <w:multiLevelType w:val="multilevel"/>
    <w:tmpl w:val="0809001D"/>
    <w:lvl w:ilvl="0">
      <w:start w:val="1"/>
      <w:numFmt w:val="decimal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62437C98"/>
    <w:multiLevelType w:val="singleLevel"/>
    <w:tmpl w:val="A77CEA84"/>
    <w:lvl w:ilvl="0">
      <w:start w:val="1"/>
      <w:numFmt w:val="decimal"/>
      <w:pStyle w:val="ListNumber"/>
      <w:lvlText w:val="%1"/>
      <w:lvlJc w:val="left"/>
      <w:pPr>
        <w:tabs>
          <w:tab w:val="num" w:pos="1661"/>
        </w:tabs>
        <w:ind w:left="1661" w:hanging="357"/>
      </w:pPr>
      <w:rPr>
        <w:rFonts w:cs="Times New Roman"/>
      </w:rPr>
    </w:lvl>
  </w:abstractNum>
  <w:abstractNum w:abstractNumId="5" w15:restartNumberingAfterBreak="0">
    <w:nsid w:val="6A674873"/>
    <w:multiLevelType w:val="multilevel"/>
    <w:tmpl w:val="52C0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."/>
      <w:lvlJc w:val="left"/>
      <w:pPr>
        <w:ind w:left="1440" w:hanging="360"/>
      </w:pPr>
    </w:lvl>
    <w:lvl w:ilvl="2">
      <w:start w:val="1"/>
      <w:numFmt w:val="lowerRoman"/>
      <w:lvlText w:val="."/>
      <w:lvlJc w:val="right"/>
      <w:pPr>
        <w:ind w:left="2160" w:hanging="180"/>
      </w:pPr>
    </w:lvl>
    <w:lvl w:ilvl="3">
      <w:start w:val="1"/>
      <w:numFmt w:val="decimal"/>
      <w:lvlText w:val="."/>
      <w:lvlJc w:val="left"/>
      <w:pPr>
        <w:ind w:left="2880" w:hanging="360"/>
      </w:pPr>
    </w:lvl>
    <w:lvl w:ilvl="4">
      <w:start w:val="1"/>
      <w:numFmt w:val="lowerLetter"/>
      <w:lvlText w:val="."/>
      <w:lvlJc w:val="left"/>
      <w:pPr>
        <w:ind w:left="3600" w:hanging="360"/>
      </w:pPr>
    </w:lvl>
    <w:lvl w:ilvl="5">
      <w:start w:val="1"/>
      <w:numFmt w:val="lowerRoman"/>
      <w:lvlText w:val="."/>
      <w:lvlJc w:val="right"/>
      <w:pPr>
        <w:ind w:left="4320" w:hanging="180"/>
      </w:pPr>
    </w:lvl>
    <w:lvl w:ilvl="6">
      <w:start w:val="1"/>
      <w:numFmt w:val="decimal"/>
      <w:lvlText w:val="."/>
      <w:lvlJc w:val="left"/>
      <w:pPr>
        <w:ind w:left="5040" w:hanging="360"/>
      </w:pPr>
    </w:lvl>
    <w:lvl w:ilvl="7">
      <w:start w:val="1"/>
      <w:numFmt w:val="lowerLetter"/>
      <w:lvlText w:val="."/>
      <w:lvlJc w:val="left"/>
      <w:pPr>
        <w:ind w:left="5760" w:hanging="360"/>
      </w:pPr>
    </w:lvl>
    <w:lvl w:ilvl="8">
      <w:start w:val="1"/>
      <w:numFmt w:val="lowerRoman"/>
      <w:lvlText w:val="."/>
      <w:lvlJc w:val="right"/>
      <w:pPr>
        <w:ind w:left="6480" w:hanging="180"/>
      </w:pPr>
    </w:lvl>
  </w:abstractNum>
  <w:num w:numId="1" w16cid:durableId="989677118">
    <w:abstractNumId w:val="2"/>
  </w:num>
  <w:num w:numId="2" w16cid:durableId="803737114">
    <w:abstractNumId w:val="3"/>
  </w:num>
  <w:num w:numId="3" w16cid:durableId="1868368748">
    <w:abstractNumId w:val="0"/>
  </w:num>
  <w:num w:numId="4" w16cid:durableId="908661300">
    <w:abstractNumId w:val="4"/>
  </w:num>
  <w:num w:numId="5" w16cid:durableId="478692941">
    <w:abstractNumId w:val="1"/>
  </w:num>
  <w:num w:numId="6" w16cid:durableId="114289111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vAutotext" w:val="DefaultLetter"/>
    <w:docVar w:name="dvAutotextTemplate" w:val="kct_default.dot"/>
    <w:docVar w:name="dvCompany" w:val="DIST"/>
    <w:docVar w:name="dvCopyright" w:val="0"/>
    <w:docVar w:name="dvDefinition" w:val="207 (dd_default.xml)"/>
    <w:docVar w:name="dvDefinitionVersion" w:val="1.0 / 8.12.2008"/>
    <w:docVar w:name="dvDocumentType" w:val="GENERAL"/>
    <w:docVar w:name="dvGlobalVerID" w:val="283.99.06.013"/>
    <w:docVar w:name="dvLanguage" w:val="1061"/>
    <w:docVar w:name="dvNumbering" w:val="0"/>
    <w:docVar w:name="dvShowInsertPage" w:val="0"/>
    <w:docVar w:name="dvSite" w:val="Haabneeme"/>
    <w:docVar w:name="dvTemplate" w:val="klt_general.dot"/>
    <w:docVar w:name="dvTieturiVerID" w:val="283.11.06.002"/>
    <w:docVar w:name="dvUsed" w:val="1"/>
    <w:docVar w:name="dvView" w:val="3"/>
  </w:docVars>
  <w:rsids>
    <w:rsidRoot w:val="00982565"/>
    <w:rsid w:val="00016786"/>
    <w:rsid w:val="00016B57"/>
    <w:rsid w:val="00016BBE"/>
    <w:rsid w:val="00027C5F"/>
    <w:rsid w:val="00031561"/>
    <w:rsid w:val="000317E9"/>
    <w:rsid w:val="000356B4"/>
    <w:rsid w:val="00036430"/>
    <w:rsid w:val="00040FDA"/>
    <w:rsid w:val="00041E83"/>
    <w:rsid w:val="0004526C"/>
    <w:rsid w:val="00046B5C"/>
    <w:rsid w:val="00047F18"/>
    <w:rsid w:val="00053B82"/>
    <w:rsid w:val="00056152"/>
    <w:rsid w:val="000610C7"/>
    <w:rsid w:val="00071B48"/>
    <w:rsid w:val="0009291B"/>
    <w:rsid w:val="00093CCB"/>
    <w:rsid w:val="000954F8"/>
    <w:rsid w:val="000B128B"/>
    <w:rsid w:val="000C07E6"/>
    <w:rsid w:val="000C7DE2"/>
    <w:rsid w:val="000D188F"/>
    <w:rsid w:val="000D5C89"/>
    <w:rsid w:val="000E2164"/>
    <w:rsid w:val="000F0AB9"/>
    <w:rsid w:val="000F285E"/>
    <w:rsid w:val="000F55D5"/>
    <w:rsid w:val="000F69FE"/>
    <w:rsid w:val="00124CCF"/>
    <w:rsid w:val="001252B6"/>
    <w:rsid w:val="00127FC8"/>
    <w:rsid w:val="001302F3"/>
    <w:rsid w:val="00131B87"/>
    <w:rsid w:val="00131EFC"/>
    <w:rsid w:val="00145104"/>
    <w:rsid w:val="0014604B"/>
    <w:rsid w:val="00157535"/>
    <w:rsid w:val="001808C2"/>
    <w:rsid w:val="001906D9"/>
    <w:rsid w:val="001951E0"/>
    <w:rsid w:val="00197B43"/>
    <w:rsid w:val="001A2820"/>
    <w:rsid w:val="001A4A45"/>
    <w:rsid w:val="001A6F26"/>
    <w:rsid w:val="001B69F7"/>
    <w:rsid w:val="001D143C"/>
    <w:rsid w:val="001E3B8E"/>
    <w:rsid w:val="001E72C6"/>
    <w:rsid w:val="001F5B38"/>
    <w:rsid w:val="00207029"/>
    <w:rsid w:val="00216388"/>
    <w:rsid w:val="002170E9"/>
    <w:rsid w:val="0022396D"/>
    <w:rsid w:val="002279D3"/>
    <w:rsid w:val="00231632"/>
    <w:rsid w:val="00233AAC"/>
    <w:rsid w:val="00233D72"/>
    <w:rsid w:val="0023564D"/>
    <w:rsid w:val="0024099E"/>
    <w:rsid w:val="00241F38"/>
    <w:rsid w:val="00244F7F"/>
    <w:rsid w:val="00245707"/>
    <w:rsid w:val="00265D62"/>
    <w:rsid w:val="00274FEF"/>
    <w:rsid w:val="00282911"/>
    <w:rsid w:val="00282C02"/>
    <w:rsid w:val="00292AE6"/>
    <w:rsid w:val="002A1799"/>
    <w:rsid w:val="002A452F"/>
    <w:rsid w:val="002A7193"/>
    <w:rsid w:val="002B143A"/>
    <w:rsid w:val="002B3B81"/>
    <w:rsid w:val="002C5739"/>
    <w:rsid w:val="002C782B"/>
    <w:rsid w:val="002C7906"/>
    <w:rsid w:val="002F0242"/>
    <w:rsid w:val="002F1972"/>
    <w:rsid w:val="002F2B31"/>
    <w:rsid w:val="002F49F1"/>
    <w:rsid w:val="003139DF"/>
    <w:rsid w:val="0032369E"/>
    <w:rsid w:val="0032391D"/>
    <w:rsid w:val="00336E54"/>
    <w:rsid w:val="003431F1"/>
    <w:rsid w:val="00345F4D"/>
    <w:rsid w:val="003564EC"/>
    <w:rsid w:val="003577B9"/>
    <w:rsid w:val="0035789F"/>
    <w:rsid w:val="00364933"/>
    <w:rsid w:val="00367BD8"/>
    <w:rsid w:val="00377212"/>
    <w:rsid w:val="00381F75"/>
    <w:rsid w:val="00386855"/>
    <w:rsid w:val="0039170F"/>
    <w:rsid w:val="00393507"/>
    <w:rsid w:val="003A1A73"/>
    <w:rsid w:val="003A40FB"/>
    <w:rsid w:val="003A4154"/>
    <w:rsid w:val="003C0D9C"/>
    <w:rsid w:val="003C6B65"/>
    <w:rsid w:val="003C780A"/>
    <w:rsid w:val="003E1834"/>
    <w:rsid w:val="003E3004"/>
    <w:rsid w:val="003E3AEC"/>
    <w:rsid w:val="003E75FE"/>
    <w:rsid w:val="003F2169"/>
    <w:rsid w:val="003F22B4"/>
    <w:rsid w:val="003F57E5"/>
    <w:rsid w:val="004142BD"/>
    <w:rsid w:val="00424429"/>
    <w:rsid w:val="0043008E"/>
    <w:rsid w:val="00440FFD"/>
    <w:rsid w:val="004442A0"/>
    <w:rsid w:val="00455CBE"/>
    <w:rsid w:val="004629B7"/>
    <w:rsid w:val="004707B5"/>
    <w:rsid w:val="0048166A"/>
    <w:rsid w:val="0048293F"/>
    <w:rsid w:val="004843D6"/>
    <w:rsid w:val="00484D5A"/>
    <w:rsid w:val="004A0767"/>
    <w:rsid w:val="004A7010"/>
    <w:rsid w:val="004B16BF"/>
    <w:rsid w:val="004B5F2B"/>
    <w:rsid w:val="004C0899"/>
    <w:rsid w:val="004C146D"/>
    <w:rsid w:val="004D083C"/>
    <w:rsid w:val="004D1C43"/>
    <w:rsid w:val="004F445A"/>
    <w:rsid w:val="005014D7"/>
    <w:rsid w:val="00507450"/>
    <w:rsid w:val="00512D92"/>
    <w:rsid w:val="00517005"/>
    <w:rsid w:val="00520967"/>
    <w:rsid w:val="00522144"/>
    <w:rsid w:val="00522EEB"/>
    <w:rsid w:val="00524AD0"/>
    <w:rsid w:val="00532A92"/>
    <w:rsid w:val="00533724"/>
    <w:rsid w:val="0053687E"/>
    <w:rsid w:val="00547E78"/>
    <w:rsid w:val="00556628"/>
    <w:rsid w:val="0055730E"/>
    <w:rsid w:val="005602F0"/>
    <w:rsid w:val="00561566"/>
    <w:rsid w:val="00563E18"/>
    <w:rsid w:val="00574771"/>
    <w:rsid w:val="00582F4F"/>
    <w:rsid w:val="005A04AC"/>
    <w:rsid w:val="005A2F38"/>
    <w:rsid w:val="005A6615"/>
    <w:rsid w:val="005B0683"/>
    <w:rsid w:val="005C4F4C"/>
    <w:rsid w:val="005D6F0A"/>
    <w:rsid w:val="005F3BF2"/>
    <w:rsid w:val="00603E9A"/>
    <w:rsid w:val="006058B1"/>
    <w:rsid w:val="0060729F"/>
    <w:rsid w:val="00631D95"/>
    <w:rsid w:val="006338E0"/>
    <w:rsid w:val="00640D6A"/>
    <w:rsid w:val="00641C21"/>
    <w:rsid w:val="00644C1C"/>
    <w:rsid w:val="00651DE1"/>
    <w:rsid w:val="0065404D"/>
    <w:rsid w:val="0065406E"/>
    <w:rsid w:val="00656214"/>
    <w:rsid w:val="00665978"/>
    <w:rsid w:val="0067576A"/>
    <w:rsid w:val="006779C0"/>
    <w:rsid w:val="006809E5"/>
    <w:rsid w:val="00683F9F"/>
    <w:rsid w:val="00684863"/>
    <w:rsid w:val="00686E1C"/>
    <w:rsid w:val="006A20CD"/>
    <w:rsid w:val="006A5330"/>
    <w:rsid w:val="006A5FA0"/>
    <w:rsid w:val="006B2B8A"/>
    <w:rsid w:val="006B55CA"/>
    <w:rsid w:val="006B70CD"/>
    <w:rsid w:val="006C0201"/>
    <w:rsid w:val="006C2F1A"/>
    <w:rsid w:val="00703FAE"/>
    <w:rsid w:val="00706FAD"/>
    <w:rsid w:val="00716E71"/>
    <w:rsid w:val="00722C96"/>
    <w:rsid w:val="00727775"/>
    <w:rsid w:val="00733D86"/>
    <w:rsid w:val="00733EAE"/>
    <w:rsid w:val="00737F35"/>
    <w:rsid w:val="00752068"/>
    <w:rsid w:val="0075372C"/>
    <w:rsid w:val="00754532"/>
    <w:rsid w:val="007725DE"/>
    <w:rsid w:val="00772C25"/>
    <w:rsid w:val="007A3F0B"/>
    <w:rsid w:val="007B0B25"/>
    <w:rsid w:val="007B35A0"/>
    <w:rsid w:val="007C17B1"/>
    <w:rsid w:val="007C7355"/>
    <w:rsid w:val="007D151E"/>
    <w:rsid w:val="007D1570"/>
    <w:rsid w:val="007D28B4"/>
    <w:rsid w:val="007D3138"/>
    <w:rsid w:val="007D6227"/>
    <w:rsid w:val="007D781F"/>
    <w:rsid w:val="007E6737"/>
    <w:rsid w:val="0080383F"/>
    <w:rsid w:val="008162B6"/>
    <w:rsid w:val="0081748E"/>
    <w:rsid w:val="008255FB"/>
    <w:rsid w:val="00831BC9"/>
    <w:rsid w:val="008333EF"/>
    <w:rsid w:val="008348B1"/>
    <w:rsid w:val="00856373"/>
    <w:rsid w:val="008567F9"/>
    <w:rsid w:val="008628EE"/>
    <w:rsid w:val="00866444"/>
    <w:rsid w:val="008942E9"/>
    <w:rsid w:val="00895123"/>
    <w:rsid w:val="008A4D26"/>
    <w:rsid w:val="008B01DC"/>
    <w:rsid w:val="008B3816"/>
    <w:rsid w:val="008B68DE"/>
    <w:rsid w:val="008B70E7"/>
    <w:rsid w:val="008C3A76"/>
    <w:rsid w:val="008C41C5"/>
    <w:rsid w:val="008C5500"/>
    <w:rsid w:val="008E37C5"/>
    <w:rsid w:val="008E6FDB"/>
    <w:rsid w:val="008F4181"/>
    <w:rsid w:val="00903ECD"/>
    <w:rsid w:val="0090539E"/>
    <w:rsid w:val="00906C78"/>
    <w:rsid w:val="00910887"/>
    <w:rsid w:val="00925C0F"/>
    <w:rsid w:val="00927120"/>
    <w:rsid w:val="009311E6"/>
    <w:rsid w:val="00933AFF"/>
    <w:rsid w:val="00963FDD"/>
    <w:rsid w:val="00965660"/>
    <w:rsid w:val="00967CD9"/>
    <w:rsid w:val="0097161D"/>
    <w:rsid w:val="009732F5"/>
    <w:rsid w:val="009740B5"/>
    <w:rsid w:val="00975748"/>
    <w:rsid w:val="00982565"/>
    <w:rsid w:val="009A349C"/>
    <w:rsid w:val="009B1AB4"/>
    <w:rsid w:val="009B738E"/>
    <w:rsid w:val="009C1AF6"/>
    <w:rsid w:val="009D071C"/>
    <w:rsid w:val="009D575E"/>
    <w:rsid w:val="009D6F1E"/>
    <w:rsid w:val="009E1A20"/>
    <w:rsid w:val="009E1C99"/>
    <w:rsid w:val="009E1F7A"/>
    <w:rsid w:val="009E4209"/>
    <w:rsid w:val="009F4378"/>
    <w:rsid w:val="009F5719"/>
    <w:rsid w:val="00A02A2C"/>
    <w:rsid w:val="00A05D0C"/>
    <w:rsid w:val="00A131FF"/>
    <w:rsid w:val="00A146D0"/>
    <w:rsid w:val="00A1791C"/>
    <w:rsid w:val="00A21F27"/>
    <w:rsid w:val="00A30D02"/>
    <w:rsid w:val="00A34FD6"/>
    <w:rsid w:val="00A42B79"/>
    <w:rsid w:val="00A42CDD"/>
    <w:rsid w:val="00A562EF"/>
    <w:rsid w:val="00A607E9"/>
    <w:rsid w:val="00A70EB7"/>
    <w:rsid w:val="00A72004"/>
    <w:rsid w:val="00A74629"/>
    <w:rsid w:val="00A776E1"/>
    <w:rsid w:val="00A83A0C"/>
    <w:rsid w:val="00AA64A1"/>
    <w:rsid w:val="00AB3352"/>
    <w:rsid w:val="00AB767F"/>
    <w:rsid w:val="00AC4D6F"/>
    <w:rsid w:val="00AD05DB"/>
    <w:rsid w:val="00AD375E"/>
    <w:rsid w:val="00AE18D2"/>
    <w:rsid w:val="00AE6143"/>
    <w:rsid w:val="00AE7C3B"/>
    <w:rsid w:val="00AF4C30"/>
    <w:rsid w:val="00AF7947"/>
    <w:rsid w:val="00B04512"/>
    <w:rsid w:val="00B062B6"/>
    <w:rsid w:val="00B14418"/>
    <w:rsid w:val="00B16D36"/>
    <w:rsid w:val="00B5134B"/>
    <w:rsid w:val="00B56D4D"/>
    <w:rsid w:val="00B63FE0"/>
    <w:rsid w:val="00B72444"/>
    <w:rsid w:val="00B8045C"/>
    <w:rsid w:val="00B832F1"/>
    <w:rsid w:val="00B83B38"/>
    <w:rsid w:val="00B86853"/>
    <w:rsid w:val="00B935F8"/>
    <w:rsid w:val="00B95719"/>
    <w:rsid w:val="00B97EBF"/>
    <w:rsid w:val="00BB40B2"/>
    <w:rsid w:val="00BD1F66"/>
    <w:rsid w:val="00BD5610"/>
    <w:rsid w:val="00BD7F46"/>
    <w:rsid w:val="00BF4AF3"/>
    <w:rsid w:val="00BF674D"/>
    <w:rsid w:val="00BF6913"/>
    <w:rsid w:val="00C05B56"/>
    <w:rsid w:val="00C112F6"/>
    <w:rsid w:val="00C133CA"/>
    <w:rsid w:val="00C20E84"/>
    <w:rsid w:val="00C3528C"/>
    <w:rsid w:val="00C44ECA"/>
    <w:rsid w:val="00C521F1"/>
    <w:rsid w:val="00C534B8"/>
    <w:rsid w:val="00C61DC2"/>
    <w:rsid w:val="00C64C22"/>
    <w:rsid w:val="00C81948"/>
    <w:rsid w:val="00C835DB"/>
    <w:rsid w:val="00C87545"/>
    <w:rsid w:val="00C95B5D"/>
    <w:rsid w:val="00CA2784"/>
    <w:rsid w:val="00CA348E"/>
    <w:rsid w:val="00CA3824"/>
    <w:rsid w:val="00CA5680"/>
    <w:rsid w:val="00CB443A"/>
    <w:rsid w:val="00CB62C3"/>
    <w:rsid w:val="00CB79C9"/>
    <w:rsid w:val="00CC01CA"/>
    <w:rsid w:val="00CC02A9"/>
    <w:rsid w:val="00CC1DAA"/>
    <w:rsid w:val="00CC204B"/>
    <w:rsid w:val="00CC3686"/>
    <w:rsid w:val="00CC5BCA"/>
    <w:rsid w:val="00CD5D7E"/>
    <w:rsid w:val="00CD6602"/>
    <w:rsid w:val="00CF15AC"/>
    <w:rsid w:val="00CF2CB5"/>
    <w:rsid w:val="00D04707"/>
    <w:rsid w:val="00D07C0A"/>
    <w:rsid w:val="00D17CA4"/>
    <w:rsid w:val="00D30D7E"/>
    <w:rsid w:val="00D32551"/>
    <w:rsid w:val="00D36891"/>
    <w:rsid w:val="00D40131"/>
    <w:rsid w:val="00D40561"/>
    <w:rsid w:val="00D5208B"/>
    <w:rsid w:val="00D60716"/>
    <w:rsid w:val="00D61AC8"/>
    <w:rsid w:val="00D621FB"/>
    <w:rsid w:val="00D6773A"/>
    <w:rsid w:val="00D77560"/>
    <w:rsid w:val="00D87CFC"/>
    <w:rsid w:val="00D87DE5"/>
    <w:rsid w:val="00DA095C"/>
    <w:rsid w:val="00DA183A"/>
    <w:rsid w:val="00DA7F6F"/>
    <w:rsid w:val="00DB3528"/>
    <w:rsid w:val="00DC309F"/>
    <w:rsid w:val="00DC5950"/>
    <w:rsid w:val="00DD1790"/>
    <w:rsid w:val="00DE05D8"/>
    <w:rsid w:val="00DE7128"/>
    <w:rsid w:val="00DF008D"/>
    <w:rsid w:val="00E0484A"/>
    <w:rsid w:val="00E106B3"/>
    <w:rsid w:val="00E1119E"/>
    <w:rsid w:val="00E21969"/>
    <w:rsid w:val="00E27FBB"/>
    <w:rsid w:val="00E4179C"/>
    <w:rsid w:val="00E43CD0"/>
    <w:rsid w:val="00E45F70"/>
    <w:rsid w:val="00E50238"/>
    <w:rsid w:val="00E520E1"/>
    <w:rsid w:val="00E5386E"/>
    <w:rsid w:val="00E66B9A"/>
    <w:rsid w:val="00E66D49"/>
    <w:rsid w:val="00E70DD0"/>
    <w:rsid w:val="00E77546"/>
    <w:rsid w:val="00E7777D"/>
    <w:rsid w:val="00E85675"/>
    <w:rsid w:val="00E9286E"/>
    <w:rsid w:val="00E93D91"/>
    <w:rsid w:val="00E93F73"/>
    <w:rsid w:val="00E943BB"/>
    <w:rsid w:val="00EC3584"/>
    <w:rsid w:val="00EC52DF"/>
    <w:rsid w:val="00EC55B2"/>
    <w:rsid w:val="00EC6BE3"/>
    <w:rsid w:val="00ED19D0"/>
    <w:rsid w:val="00ED3310"/>
    <w:rsid w:val="00ED79C2"/>
    <w:rsid w:val="00EE4126"/>
    <w:rsid w:val="00EF0801"/>
    <w:rsid w:val="00F02026"/>
    <w:rsid w:val="00F12D84"/>
    <w:rsid w:val="00F35832"/>
    <w:rsid w:val="00F430E8"/>
    <w:rsid w:val="00F445DA"/>
    <w:rsid w:val="00F50153"/>
    <w:rsid w:val="00F535F8"/>
    <w:rsid w:val="00F60F55"/>
    <w:rsid w:val="00F708E0"/>
    <w:rsid w:val="00F7550F"/>
    <w:rsid w:val="00F83E0B"/>
    <w:rsid w:val="00F84C56"/>
    <w:rsid w:val="00F91766"/>
    <w:rsid w:val="00F96D35"/>
    <w:rsid w:val="00FA3CB3"/>
    <w:rsid w:val="00FB1847"/>
    <w:rsid w:val="00FC4880"/>
    <w:rsid w:val="00FD63EC"/>
    <w:rsid w:val="00FD7C01"/>
    <w:rsid w:val="00FE07E2"/>
    <w:rsid w:val="00FE3AD3"/>
    <w:rsid w:val="00FE5C52"/>
    <w:rsid w:val="00FF2688"/>
    <w:rsid w:val="00FF3F81"/>
    <w:rsid w:val="00FF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2"/>
    </o:shapelayout>
  </w:shapeDefaults>
  <w:decimalSymbol w:val=","/>
  <w:listSeparator w:val=";"/>
  <w14:docId w14:val="417E1C4A"/>
  <w15:docId w15:val="{CDBCCCE2-60BC-458C-A85F-B22905A60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565"/>
    <w:rPr>
      <w:sz w:val="24"/>
      <w:szCs w:val="24"/>
      <w:lang w:val="en-GB"/>
    </w:rPr>
  </w:style>
  <w:style w:type="paragraph" w:styleId="Heading1">
    <w:name w:val="heading 1"/>
    <w:basedOn w:val="Normal"/>
    <w:next w:val="NormalIndent"/>
    <w:link w:val="Heading1Char"/>
    <w:uiPriority w:val="99"/>
    <w:qFormat/>
    <w:rsid w:val="00245707"/>
    <w:pPr>
      <w:keepNext/>
      <w:spacing w:before="240" w:after="120"/>
      <w:outlineLvl w:val="0"/>
    </w:pPr>
    <w:rPr>
      <w:rFonts w:ascii="Arial" w:hAnsi="Arial"/>
      <w:b/>
      <w:caps/>
      <w:kern w:val="28"/>
      <w:szCs w:val="20"/>
      <w:lang w:val="et-EE"/>
    </w:rPr>
  </w:style>
  <w:style w:type="paragraph" w:styleId="Heading2">
    <w:name w:val="heading 2"/>
    <w:basedOn w:val="Normal"/>
    <w:next w:val="NormalIndent"/>
    <w:link w:val="Heading2Char"/>
    <w:uiPriority w:val="99"/>
    <w:qFormat/>
    <w:rsid w:val="00245707"/>
    <w:pPr>
      <w:keepNext/>
      <w:spacing w:before="160" w:after="120"/>
      <w:outlineLvl w:val="1"/>
    </w:pPr>
    <w:rPr>
      <w:rFonts w:ascii="Arial" w:hAnsi="Arial"/>
      <w:b/>
      <w:szCs w:val="20"/>
      <w:lang w:val="et-EE"/>
    </w:rPr>
  </w:style>
  <w:style w:type="paragraph" w:styleId="Heading3">
    <w:name w:val="heading 3"/>
    <w:basedOn w:val="Normal"/>
    <w:next w:val="NormalIndent"/>
    <w:link w:val="Heading3Char"/>
    <w:uiPriority w:val="99"/>
    <w:qFormat/>
    <w:rsid w:val="00245707"/>
    <w:pPr>
      <w:keepNext/>
      <w:spacing w:before="160" w:after="120"/>
      <w:outlineLvl w:val="2"/>
    </w:pPr>
    <w:rPr>
      <w:rFonts w:ascii="Arial" w:hAnsi="Arial"/>
      <w:b/>
      <w:szCs w:val="20"/>
      <w:lang w:val="et-EE"/>
    </w:rPr>
  </w:style>
  <w:style w:type="paragraph" w:styleId="Heading4">
    <w:name w:val="heading 4"/>
    <w:basedOn w:val="Normal"/>
    <w:next w:val="NormalIndent"/>
    <w:link w:val="Heading4Char"/>
    <w:uiPriority w:val="99"/>
    <w:qFormat/>
    <w:rsid w:val="00245707"/>
    <w:pPr>
      <w:keepNext/>
      <w:spacing w:before="160" w:after="120"/>
      <w:outlineLvl w:val="3"/>
    </w:pPr>
    <w:rPr>
      <w:rFonts w:ascii="Arial" w:hAnsi="Arial"/>
      <w:b/>
      <w:szCs w:val="20"/>
      <w:lang w:val="et-EE"/>
    </w:rPr>
  </w:style>
  <w:style w:type="paragraph" w:styleId="Heading5">
    <w:name w:val="heading 5"/>
    <w:basedOn w:val="Normal"/>
    <w:next w:val="NormalIndent"/>
    <w:link w:val="Heading5Char"/>
    <w:uiPriority w:val="99"/>
    <w:qFormat/>
    <w:rsid w:val="00245707"/>
    <w:pPr>
      <w:spacing w:before="160" w:after="120"/>
      <w:outlineLvl w:val="4"/>
    </w:pPr>
    <w:rPr>
      <w:rFonts w:ascii="Arial" w:hAnsi="Arial"/>
      <w:b/>
      <w:szCs w:val="20"/>
      <w:lang w:val="et-E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45707"/>
    <w:pPr>
      <w:spacing w:before="240" w:after="60"/>
      <w:outlineLvl w:val="5"/>
    </w:pPr>
    <w:rPr>
      <w:b/>
      <w:bCs/>
      <w:sz w:val="22"/>
      <w:szCs w:val="22"/>
      <w:lang w:val="et-E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245707"/>
    <w:pPr>
      <w:spacing w:before="240" w:after="60"/>
      <w:outlineLvl w:val="6"/>
    </w:pPr>
    <w:rPr>
      <w:lang w:val="et-E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245707"/>
    <w:pPr>
      <w:spacing w:before="240" w:after="60"/>
      <w:outlineLvl w:val="7"/>
    </w:pPr>
    <w:rPr>
      <w:i/>
      <w:iCs/>
      <w:lang w:val="et-E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245707"/>
    <w:pPr>
      <w:spacing w:before="240" w:after="60"/>
      <w:outlineLvl w:val="8"/>
    </w:pPr>
    <w:rPr>
      <w:rFonts w:ascii="Arial" w:hAnsi="Arial" w:cs="Arial"/>
      <w:sz w:val="22"/>
      <w:szCs w:val="22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79D7"/>
    <w:rPr>
      <w:rFonts w:asciiTheme="majorHAnsi" w:eastAsiaTheme="majorEastAsia" w:hAnsiTheme="majorHAnsi" w:cstheme="majorBidi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79D7"/>
    <w:rPr>
      <w:rFonts w:asciiTheme="majorHAnsi" w:eastAsiaTheme="majorEastAsia" w:hAnsiTheme="majorHAnsi" w:cstheme="majorBidi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79D7"/>
    <w:rPr>
      <w:rFonts w:asciiTheme="majorHAnsi" w:eastAsiaTheme="majorEastAsia" w:hAnsiTheme="majorHAnsi" w:cstheme="majorBidi"/>
      <w:b/>
      <w:bCs/>
      <w:sz w:val="26"/>
      <w:szCs w:val="26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79D7"/>
    <w:rPr>
      <w:rFonts w:asciiTheme="minorHAnsi" w:eastAsiaTheme="minorEastAsia" w:hAnsiTheme="minorHAnsi" w:cstheme="minorBidi"/>
      <w:b/>
      <w:bCs/>
      <w:sz w:val="28"/>
      <w:szCs w:val="28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79D7"/>
    <w:rPr>
      <w:rFonts w:asciiTheme="minorHAnsi" w:eastAsiaTheme="minorEastAsia" w:hAnsiTheme="minorHAnsi" w:cstheme="minorBid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79D7"/>
    <w:rPr>
      <w:rFonts w:asciiTheme="minorHAnsi" w:eastAsiaTheme="minorEastAsia" w:hAnsiTheme="minorHAnsi" w:cstheme="minorBidi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79D7"/>
    <w:rPr>
      <w:rFonts w:asciiTheme="minorHAnsi" w:eastAsiaTheme="minorEastAsia" w:hAnsiTheme="minorHAnsi" w:cstheme="minorBidi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79D7"/>
    <w:rPr>
      <w:rFonts w:asciiTheme="minorHAnsi" w:eastAsiaTheme="minorEastAsia" w:hAnsiTheme="minorHAnsi" w:cstheme="minorBidi"/>
      <w:i/>
      <w:i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79D7"/>
    <w:rPr>
      <w:rFonts w:asciiTheme="majorHAnsi" w:eastAsiaTheme="majorEastAsia" w:hAnsiTheme="majorHAnsi" w:cstheme="majorBidi"/>
      <w:lang w:val="en-GB"/>
    </w:rPr>
  </w:style>
  <w:style w:type="paragraph" w:styleId="NormalIndent">
    <w:name w:val="Normal Indent"/>
    <w:basedOn w:val="Normal"/>
    <w:uiPriority w:val="99"/>
    <w:rsid w:val="0014604B"/>
    <w:pPr>
      <w:spacing w:after="120"/>
      <w:ind w:left="1304"/>
    </w:pPr>
    <w:rPr>
      <w:szCs w:val="20"/>
      <w:lang w:val="et-EE"/>
    </w:rPr>
  </w:style>
  <w:style w:type="paragraph" w:customStyle="1" w:styleId="Hangingindent">
    <w:name w:val="Hanging indent"/>
    <w:basedOn w:val="Normal"/>
    <w:next w:val="NormalIndent"/>
    <w:uiPriority w:val="99"/>
    <w:rsid w:val="0014604B"/>
    <w:pPr>
      <w:tabs>
        <w:tab w:val="left" w:pos="1304"/>
      </w:tabs>
      <w:ind w:left="1304" w:hanging="1304"/>
    </w:pPr>
    <w:rPr>
      <w:szCs w:val="20"/>
      <w:lang w:val="et-EE"/>
    </w:rPr>
  </w:style>
  <w:style w:type="paragraph" w:styleId="Footer">
    <w:name w:val="footer"/>
    <w:basedOn w:val="Normal"/>
    <w:link w:val="FooterChar"/>
    <w:uiPriority w:val="99"/>
    <w:rsid w:val="0014604B"/>
    <w:rPr>
      <w:szCs w:val="20"/>
      <w:lang w:val="et-EE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179D7"/>
    <w:rPr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14604B"/>
    <w:rPr>
      <w:szCs w:val="20"/>
      <w:lang w:val="et-EE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179D7"/>
    <w:rPr>
      <w:sz w:val="24"/>
      <w:szCs w:val="24"/>
      <w:lang w:val="en-GB"/>
    </w:rPr>
  </w:style>
  <w:style w:type="paragraph" w:customStyle="1" w:styleId="PaaOtsikko">
    <w:name w:val="PaaOtsikko"/>
    <w:basedOn w:val="Normal"/>
    <w:uiPriority w:val="99"/>
    <w:rsid w:val="0014604B"/>
    <w:pPr>
      <w:keepNext/>
      <w:spacing w:before="240" w:after="120"/>
    </w:pPr>
    <w:rPr>
      <w:rFonts w:ascii="Arial" w:hAnsi="Arial"/>
      <w:b/>
      <w:caps/>
      <w:kern w:val="28"/>
      <w:szCs w:val="20"/>
      <w:lang w:val="et-EE"/>
    </w:rPr>
  </w:style>
  <w:style w:type="paragraph" w:styleId="TOC1">
    <w:name w:val="toc 1"/>
    <w:basedOn w:val="Normal"/>
    <w:next w:val="Normal"/>
    <w:uiPriority w:val="99"/>
    <w:rsid w:val="0014604B"/>
    <w:pPr>
      <w:ind w:left="567" w:hanging="567"/>
    </w:pPr>
    <w:rPr>
      <w:rFonts w:ascii="Arial" w:hAnsi="Arial"/>
      <w:b/>
      <w:caps/>
      <w:lang w:val="et-EE"/>
    </w:rPr>
  </w:style>
  <w:style w:type="paragraph" w:styleId="TOC2">
    <w:name w:val="toc 2"/>
    <w:basedOn w:val="Normal"/>
    <w:next w:val="Normal"/>
    <w:uiPriority w:val="99"/>
    <w:rsid w:val="0014604B"/>
    <w:pPr>
      <w:ind w:left="1418" w:hanging="851"/>
    </w:pPr>
    <w:rPr>
      <w:rFonts w:ascii="Arial" w:hAnsi="Arial"/>
      <w:b/>
      <w:lang w:val="et-EE"/>
    </w:rPr>
  </w:style>
  <w:style w:type="paragraph" w:styleId="TOC3">
    <w:name w:val="toc 3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customStyle="1" w:styleId="Hangingindent2">
    <w:name w:val="Hanging indent 2"/>
    <w:basedOn w:val="Normal"/>
    <w:next w:val="NormalIndent"/>
    <w:uiPriority w:val="99"/>
    <w:rsid w:val="0014604B"/>
    <w:pPr>
      <w:tabs>
        <w:tab w:val="left" w:pos="1304"/>
      </w:tabs>
      <w:ind w:left="1661" w:hanging="357"/>
    </w:pPr>
    <w:rPr>
      <w:szCs w:val="20"/>
      <w:lang w:val="et-EE"/>
    </w:rPr>
  </w:style>
  <w:style w:type="paragraph" w:styleId="ListBullet">
    <w:name w:val="List Bullet"/>
    <w:basedOn w:val="Normal"/>
    <w:uiPriority w:val="99"/>
    <w:rsid w:val="00DE7128"/>
    <w:pPr>
      <w:numPr>
        <w:numId w:val="3"/>
      </w:numPr>
    </w:pPr>
    <w:rPr>
      <w:szCs w:val="20"/>
      <w:lang w:val="et-EE"/>
    </w:rPr>
  </w:style>
  <w:style w:type="paragraph" w:styleId="ListBullet2">
    <w:name w:val="List Bullet 2"/>
    <w:basedOn w:val="Normal"/>
    <w:uiPriority w:val="99"/>
    <w:rsid w:val="00DE7128"/>
    <w:pPr>
      <w:numPr>
        <w:numId w:val="1"/>
      </w:numPr>
      <w:tabs>
        <w:tab w:val="clear" w:pos="360"/>
        <w:tab w:val="left" w:pos="1661"/>
      </w:tabs>
      <w:spacing w:after="120"/>
      <w:ind w:left="1661" w:hanging="357"/>
    </w:pPr>
    <w:rPr>
      <w:szCs w:val="20"/>
      <w:lang w:val="et-EE"/>
    </w:rPr>
  </w:style>
  <w:style w:type="paragraph" w:styleId="ListNumber">
    <w:name w:val="List Number"/>
    <w:basedOn w:val="Normal"/>
    <w:uiPriority w:val="99"/>
    <w:rsid w:val="00DE7128"/>
    <w:pPr>
      <w:numPr>
        <w:numId w:val="4"/>
      </w:numPr>
    </w:pPr>
    <w:rPr>
      <w:szCs w:val="20"/>
      <w:lang w:val="et-EE"/>
    </w:rPr>
  </w:style>
  <w:style w:type="paragraph" w:styleId="ListNumber2">
    <w:name w:val="List Number 2"/>
    <w:basedOn w:val="Normal"/>
    <w:uiPriority w:val="99"/>
    <w:rsid w:val="00DE7128"/>
    <w:pPr>
      <w:numPr>
        <w:numId w:val="2"/>
      </w:numPr>
      <w:tabs>
        <w:tab w:val="clear" w:pos="360"/>
        <w:tab w:val="left" w:pos="1661"/>
      </w:tabs>
      <w:spacing w:after="120"/>
      <w:ind w:left="1661" w:hanging="357"/>
    </w:pPr>
    <w:rPr>
      <w:szCs w:val="20"/>
      <w:lang w:val="et-EE"/>
    </w:rPr>
  </w:style>
  <w:style w:type="paragraph" w:styleId="Title">
    <w:name w:val="Title"/>
    <w:basedOn w:val="PaaOtsikko"/>
    <w:next w:val="NormalIndent"/>
    <w:link w:val="TitleChar"/>
    <w:uiPriority w:val="99"/>
    <w:qFormat/>
    <w:rsid w:val="0014604B"/>
    <w:pPr>
      <w:ind w:left="1304" w:hanging="1304"/>
      <w:outlineLvl w:val="0"/>
    </w:pPr>
  </w:style>
  <w:style w:type="character" w:customStyle="1" w:styleId="TitleChar">
    <w:name w:val="Title Char"/>
    <w:basedOn w:val="DefaultParagraphFont"/>
    <w:link w:val="Title"/>
    <w:uiPriority w:val="10"/>
    <w:rsid w:val="00B179D7"/>
    <w:rPr>
      <w:rFonts w:asciiTheme="majorHAnsi" w:eastAsiaTheme="majorEastAsia" w:hAnsiTheme="majorHAnsi" w:cstheme="majorBidi"/>
      <w:b/>
      <w:bCs/>
      <w:kern w:val="28"/>
      <w:sz w:val="32"/>
      <w:szCs w:val="32"/>
      <w:lang w:val="en-GB"/>
    </w:rPr>
  </w:style>
  <w:style w:type="paragraph" w:styleId="TOC4">
    <w:name w:val="toc 4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styleId="TOC5">
    <w:name w:val="toc 5"/>
    <w:basedOn w:val="Normal"/>
    <w:next w:val="Normal"/>
    <w:uiPriority w:val="99"/>
    <w:rsid w:val="0014604B"/>
    <w:pPr>
      <w:ind w:left="2836" w:hanging="1418"/>
    </w:pPr>
    <w:rPr>
      <w:rFonts w:ascii="Arial" w:hAnsi="Arial"/>
      <w:b/>
      <w:lang w:val="et-EE"/>
    </w:rPr>
  </w:style>
  <w:style w:type="paragraph" w:customStyle="1" w:styleId="Viite">
    <w:name w:val="Viite"/>
    <w:basedOn w:val="Normal"/>
    <w:next w:val="Normal"/>
    <w:uiPriority w:val="99"/>
    <w:semiHidden/>
    <w:rsid w:val="0014604B"/>
  </w:style>
  <w:style w:type="paragraph" w:styleId="BodyText">
    <w:name w:val="Body Text"/>
    <w:basedOn w:val="Normal"/>
    <w:link w:val="BodyTextChar"/>
    <w:uiPriority w:val="99"/>
    <w:rsid w:val="00245707"/>
    <w:pPr>
      <w:jc w:val="both"/>
    </w:pPr>
    <w:rPr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982565"/>
    <w:rPr>
      <w:sz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016B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9D7"/>
    <w:rPr>
      <w:sz w:val="0"/>
      <w:szCs w:val="0"/>
      <w:lang w:val="en-GB"/>
    </w:rPr>
  </w:style>
  <w:style w:type="paragraph" w:customStyle="1" w:styleId="Default">
    <w:name w:val="Default"/>
    <w:rsid w:val="00B72444"/>
    <w:pPr>
      <w:autoSpaceDE w:val="0"/>
      <w:autoSpaceDN w:val="0"/>
      <w:adjustRightInd w:val="0"/>
    </w:pPr>
    <w:rPr>
      <w:color w:val="000000"/>
      <w:sz w:val="24"/>
      <w:szCs w:val="24"/>
      <w:lang w:val="et-EE" w:eastAsia="et-EE"/>
    </w:rPr>
  </w:style>
  <w:style w:type="table" w:customStyle="1" w:styleId="TableGrid">
    <w:name w:val="TableGrid"/>
    <w:rsid w:val="00B72444"/>
    <w:rPr>
      <w:rFonts w:ascii="Calibri" w:hAnsi="Calibr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rsid w:val="00733EAE"/>
    <w:pPr>
      <w:ind w:left="720"/>
      <w:contextualSpacing/>
    </w:pPr>
  </w:style>
  <w:style w:type="character" w:customStyle="1" w:styleId="ui-provider">
    <w:name w:val="ui-provider"/>
    <w:basedOn w:val="DefaultParagraphFont"/>
    <w:rsid w:val="00686E1C"/>
  </w:style>
  <w:style w:type="character" w:styleId="Hyperlink">
    <w:name w:val="Hyperlink"/>
    <w:basedOn w:val="DefaultParagraphFont"/>
    <w:uiPriority w:val="99"/>
    <w:unhideWhenUsed/>
    <w:rsid w:val="00DA183A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83A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CC02A9"/>
    <w:pPr>
      <w:jc w:val="both"/>
    </w:pPr>
    <w:rPr>
      <w:rFonts w:eastAsiaTheme="minorHAnsi" w:cstheme="minorBidi"/>
      <w:sz w:val="24"/>
      <w:lang w:val="et-EE"/>
    </w:rPr>
  </w:style>
  <w:style w:type="character" w:customStyle="1" w:styleId="NoSpacingChar">
    <w:name w:val="No Spacing Char"/>
    <w:basedOn w:val="DefaultParagraphFont"/>
    <w:link w:val="NoSpacing"/>
    <w:uiPriority w:val="1"/>
    <w:rsid w:val="00CC02A9"/>
    <w:rPr>
      <w:rFonts w:eastAsiaTheme="minorHAnsi" w:cstheme="minorBidi"/>
      <w:sz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5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4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a.McManus@elektrilevi.e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ari.kataster.ee/magic-link/c1173ea2-9c67-4a82-b0dc-6359993debc6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iina.Eha@elektrilevi.e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llatii\Desktop\Imatra_%20Elekter_blanket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58691-A86A-4093-876C-32B7C88C4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Imatra_ Elekter_blankett.dot</Template>
  <TotalTime>98</TotalTime>
  <Pages>2</Pages>
  <Words>356</Words>
  <Characters>2070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AS Morrison Invest</vt:lpstr>
      <vt:lpstr>AS Morrison Invest</vt:lpstr>
    </vt:vector>
  </TitlesOfParts>
  <Company>Distribution</Company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 Morrison Invest</dc:title>
  <dc:creator>Tiina Kallas</dc:creator>
  <cp:lastModifiedBy>Riina Eha</cp:lastModifiedBy>
  <cp:revision>99</cp:revision>
  <cp:lastPrinted>2021-12-01T06:10:00Z</cp:lastPrinted>
  <dcterms:created xsi:type="dcterms:W3CDTF">2024-06-26T11:08:00Z</dcterms:created>
  <dcterms:modified xsi:type="dcterms:W3CDTF">2025-09-10T19:45:00Z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/>
  </property>
  <property fmtid="{D5CDD505-2E9C-101B-9397-08002B2CF9AE}" pid="3" name="DocType">
    <vt:lpwstr/>
  </property>
  <property fmtid="{D5CDD505-2E9C-101B-9397-08002B2CF9AE}" pid="4" name="Title">
    <vt:lpwstr/>
  </property>
  <property fmtid="{D5CDD505-2E9C-101B-9397-08002B2CF9AE}" pid="5" name="Class">
    <vt:lpwstr/>
  </property>
  <property fmtid="{D5CDD505-2E9C-101B-9397-08002B2CF9AE}" pid="6" name="CreateDate">
    <vt:lpwstr>4.08.2009</vt:lpwstr>
  </property>
  <property fmtid="{D5CDD505-2E9C-101B-9397-08002B2CF9AE}" pid="7" name="OtherCode">
    <vt:lpwstr/>
  </property>
  <property fmtid="{D5CDD505-2E9C-101B-9397-08002B2CF9AE}" pid="8" name="BU">
    <vt:lpwstr>Distribution</vt:lpwstr>
  </property>
  <property fmtid="{D5CDD505-2E9C-101B-9397-08002B2CF9AE}" pid="9" name="FileAuthor">
    <vt:lpwstr>Fortum Elekter AS</vt:lpwstr>
  </property>
  <property fmtid="{D5CDD505-2E9C-101B-9397-08002B2CF9AE}" pid="10" name="DocumentID">
    <vt:lpwstr/>
  </property>
  <property fmtid="{D5CDD505-2E9C-101B-9397-08002B2CF9AE}" pid="11" name="object_name">
    <vt:lpwstr/>
  </property>
  <property fmtid="{D5CDD505-2E9C-101B-9397-08002B2CF9AE}" pid="12" name="version_label">
    <vt:lpwstr/>
  </property>
</Properties>
</file>